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2742" w:rsidP="00E82742" w:rsidRDefault="00E82742" w14:paraId="61546362" w14:textId="3AADDA78">
      <w:pPr>
        <w:pStyle w:val="BpSTitle"/>
      </w:pPr>
      <w:r>
        <w:t>17150</w:t>
      </w:r>
    </w:p>
    <w:p w:rsidR="00E82742" w:rsidP="00E82742" w:rsidRDefault="00E82742" w14:paraId="7D7591F8" w14:textId="77777777">
      <w:pPr>
        <w:pStyle w:val="BpSTitle"/>
      </w:pPr>
      <w:r>
        <w:t>Alaska Arctic Floodplain</w:t>
      </w:r>
    </w:p>
    <w:p w:rsidR="00E82742" w:rsidP="00E82742" w:rsidRDefault="00E82742" w14:paraId="226DE276" w14:textId="77777777">
      <w:r>
        <w:t xmlns:w="http://schemas.openxmlformats.org/wordprocessingml/2006/main">BpS Model/Description Version: Nov. 2024</w:t>
      </w:r>
      <w:r>
        <w:tab/>
      </w:r>
      <w:r>
        <w:tab/>
      </w:r>
      <w:r>
        <w:tab/>
      </w:r>
      <w:r>
        <w:tab/>
      </w:r>
      <w:r>
        <w:tab/>
      </w:r>
      <w:r>
        <w:tab/>
      </w:r>
      <w:r>
        <w:tab/>
      </w:r>
      <w:r>
        <w:tab/>
      </w:r>
    </w:p>
    <w:p w:rsidR="00E82742" w:rsidP="00E82742" w:rsidRDefault="00E82742" w14:paraId="6C959D02"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04"/>
        <w:gridCol w:w="1884"/>
        <w:gridCol w:w="2928"/>
      </w:tblGrid>
      <w:tr w:rsidRPr="00E82742" w:rsidR="00E82742" w:rsidTr="00E82742" w14:paraId="5BA34629" w14:textId="77777777">
        <w:tc>
          <w:tcPr>
            <w:tcW w:w="2052" w:type="dxa"/>
            <w:tcBorders>
              <w:top w:val="single" w:color="auto" w:sz="2" w:space="0"/>
              <w:left w:val="single" w:color="auto" w:sz="12" w:space="0"/>
              <w:bottom w:val="single" w:color="000000" w:sz="12" w:space="0"/>
            </w:tcBorders>
            <w:shd w:val="clear" w:color="auto" w:fill="auto"/>
          </w:tcPr>
          <w:p w:rsidRPr="00E82742" w:rsidR="00E82742" w:rsidP="00F638A1" w:rsidRDefault="00E82742" w14:paraId="42B55541" w14:textId="77777777">
            <w:pPr>
              <w:rPr>
                <w:b/>
                <w:bCs/>
              </w:rPr>
            </w:pPr>
            <w:r w:rsidRPr="00E82742">
              <w:rPr>
                <w:b/>
                <w:bCs/>
              </w:rPr>
              <w:t>Modelers</w:t>
            </w:r>
          </w:p>
        </w:tc>
        <w:tc>
          <w:tcPr>
            <w:tcW w:w="2604" w:type="dxa"/>
            <w:tcBorders>
              <w:top w:val="single" w:color="auto" w:sz="2" w:space="0"/>
              <w:bottom w:val="single" w:color="000000" w:sz="12" w:space="0"/>
              <w:right w:val="single" w:color="000000" w:sz="12" w:space="0"/>
            </w:tcBorders>
            <w:shd w:val="clear" w:color="auto" w:fill="auto"/>
          </w:tcPr>
          <w:p w:rsidRPr="00E82742" w:rsidR="00E82742" w:rsidP="00F638A1" w:rsidRDefault="00E82742" w14:paraId="41947E72"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E82742" w:rsidR="00E82742" w:rsidP="00F638A1" w:rsidRDefault="00E82742" w14:paraId="78C3C177" w14:textId="77777777">
            <w:pPr>
              <w:rPr>
                <w:b/>
                <w:bCs/>
              </w:rPr>
            </w:pPr>
            <w:r w:rsidRPr="00E82742">
              <w:rPr>
                <w:b/>
                <w:bCs/>
              </w:rPr>
              <w:t>Reviewers</w:t>
            </w:r>
          </w:p>
        </w:tc>
        <w:tc>
          <w:tcPr>
            <w:tcW w:w="2928" w:type="dxa"/>
            <w:tcBorders>
              <w:top w:val="single" w:color="auto" w:sz="2" w:space="0"/>
              <w:bottom w:val="single" w:color="000000" w:sz="12" w:space="0"/>
            </w:tcBorders>
            <w:shd w:val="clear" w:color="auto" w:fill="auto"/>
          </w:tcPr>
          <w:p w:rsidRPr="00E82742" w:rsidR="00E82742" w:rsidP="00F638A1" w:rsidRDefault="00E82742" w14:paraId="08E1DB35" w14:textId="77777777">
            <w:pPr>
              <w:rPr>
                <w:b/>
                <w:bCs/>
              </w:rPr>
            </w:pPr>
          </w:p>
        </w:tc>
      </w:tr>
      <w:tr w:rsidRPr="00E82742" w:rsidR="00E82742" w:rsidTr="00E82742" w14:paraId="43D437DA" w14:textId="77777777">
        <w:tc>
          <w:tcPr>
            <w:tcW w:w="2052" w:type="dxa"/>
            <w:tcBorders>
              <w:top w:val="single" w:color="000000" w:sz="12" w:space="0"/>
              <w:left w:val="single" w:color="auto" w:sz="12" w:space="0"/>
            </w:tcBorders>
            <w:shd w:val="clear" w:color="auto" w:fill="auto"/>
          </w:tcPr>
          <w:p w:rsidRPr="00E82742" w:rsidR="00E82742" w:rsidP="00F638A1" w:rsidRDefault="00E82742" w14:paraId="21C77ECB" w14:textId="77777777">
            <w:pPr>
              <w:rPr>
                <w:bCs/>
              </w:rPr>
            </w:pPr>
            <w:r w:rsidRPr="00E82742">
              <w:rPr>
                <w:bCs/>
              </w:rPr>
              <w:t>Kori Blankenship</w:t>
            </w:r>
          </w:p>
        </w:tc>
        <w:tc>
          <w:tcPr>
            <w:tcW w:w="2604" w:type="dxa"/>
            <w:tcBorders>
              <w:top w:val="single" w:color="000000" w:sz="12" w:space="0"/>
              <w:right w:val="single" w:color="000000" w:sz="12" w:space="0"/>
            </w:tcBorders>
            <w:shd w:val="clear" w:color="auto" w:fill="auto"/>
          </w:tcPr>
          <w:p w:rsidRPr="00E82742" w:rsidR="00E82742" w:rsidP="00F638A1" w:rsidRDefault="00E82742" w14:paraId="7D57FACC" w14:textId="77777777">
            <w:r w:rsidRPr="00E82742">
              <w:t>kblankenship@tnc.org</w:t>
            </w:r>
          </w:p>
        </w:tc>
        <w:tc>
          <w:tcPr>
            <w:tcW w:w="1884" w:type="dxa"/>
            <w:tcBorders>
              <w:top w:val="single" w:color="000000" w:sz="12" w:space="0"/>
              <w:left w:val="single" w:color="000000" w:sz="12" w:space="0"/>
            </w:tcBorders>
            <w:shd w:val="clear" w:color="auto" w:fill="auto"/>
          </w:tcPr>
          <w:p w:rsidRPr="00E82742" w:rsidR="00E82742" w:rsidP="00F638A1" w:rsidRDefault="00E82742" w14:paraId="333D6822" w14:textId="77777777">
            <w:r w:rsidRPr="00E82742">
              <w:t>Janet Jorgenson</w:t>
            </w:r>
          </w:p>
        </w:tc>
        <w:tc>
          <w:tcPr>
            <w:tcW w:w="2928" w:type="dxa"/>
            <w:tcBorders>
              <w:top w:val="single" w:color="000000" w:sz="12" w:space="0"/>
            </w:tcBorders>
            <w:shd w:val="clear" w:color="auto" w:fill="auto"/>
          </w:tcPr>
          <w:p w:rsidRPr="00E82742" w:rsidR="00E82742" w:rsidP="00F638A1" w:rsidRDefault="00E82742" w14:paraId="55D0BC4A" w14:textId="77777777">
            <w:r w:rsidRPr="00E82742">
              <w:t>Janet_Jorgenson@fws.gov</w:t>
            </w:r>
          </w:p>
        </w:tc>
      </w:tr>
      <w:tr w:rsidRPr="00E82742" w:rsidR="00E82742" w:rsidTr="00E82742" w14:paraId="62370B5B" w14:textId="77777777">
        <w:tc>
          <w:tcPr>
            <w:tcW w:w="2052" w:type="dxa"/>
            <w:tcBorders>
              <w:left w:val="single" w:color="auto" w:sz="12" w:space="0"/>
            </w:tcBorders>
            <w:shd w:val="clear" w:color="auto" w:fill="auto"/>
          </w:tcPr>
          <w:p w:rsidRPr="00E82742" w:rsidR="00E82742" w:rsidP="00F638A1" w:rsidRDefault="00E82742" w14:paraId="3F6F7F49" w14:textId="77777777">
            <w:pPr>
              <w:rPr>
                <w:bCs/>
              </w:rPr>
            </w:pPr>
            <w:r w:rsidRPr="00E82742">
              <w:rPr>
                <w:bCs/>
              </w:rPr>
              <w:t>Keith Boggs</w:t>
            </w:r>
          </w:p>
        </w:tc>
        <w:tc>
          <w:tcPr>
            <w:tcW w:w="2604" w:type="dxa"/>
            <w:tcBorders>
              <w:right w:val="single" w:color="000000" w:sz="12" w:space="0"/>
            </w:tcBorders>
            <w:shd w:val="clear" w:color="auto" w:fill="auto"/>
          </w:tcPr>
          <w:p w:rsidRPr="00E82742" w:rsidR="00E82742" w:rsidP="00F638A1" w:rsidRDefault="00E82742" w14:paraId="3372EC3C" w14:textId="77777777">
            <w:r w:rsidRPr="00E82742">
              <w:t>ankwb@uaa.alaska.edu</w:t>
            </w:r>
          </w:p>
        </w:tc>
        <w:tc>
          <w:tcPr>
            <w:tcW w:w="1884" w:type="dxa"/>
            <w:tcBorders>
              <w:left w:val="single" w:color="000000" w:sz="12" w:space="0"/>
            </w:tcBorders>
            <w:shd w:val="clear" w:color="auto" w:fill="auto"/>
          </w:tcPr>
          <w:p w:rsidRPr="00E82742" w:rsidR="00E82742" w:rsidP="00F638A1" w:rsidRDefault="00E82742" w14:paraId="5ADD9608" w14:textId="77777777">
            <w:r w:rsidRPr="00E82742">
              <w:t>None</w:t>
            </w:r>
          </w:p>
        </w:tc>
        <w:tc>
          <w:tcPr>
            <w:tcW w:w="2928" w:type="dxa"/>
            <w:shd w:val="clear" w:color="auto" w:fill="auto"/>
          </w:tcPr>
          <w:p w:rsidRPr="00E82742" w:rsidR="00E82742" w:rsidP="00F638A1" w:rsidRDefault="00E82742" w14:paraId="01D1A1C1" w14:textId="77777777">
            <w:r w:rsidRPr="00E82742">
              <w:t>None</w:t>
            </w:r>
          </w:p>
        </w:tc>
      </w:tr>
      <w:tr w:rsidRPr="00E82742" w:rsidR="00E82742" w:rsidTr="00E82742" w14:paraId="4E333659" w14:textId="77777777">
        <w:tc>
          <w:tcPr>
            <w:tcW w:w="2052" w:type="dxa"/>
            <w:tcBorders>
              <w:left w:val="single" w:color="auto" w:sz="12" w:space="0"/>
              <w:bottom w:val="single" w:color="auto" w:sz="2" w:space="0"/>
            </w:tcBorders>
            <w:shd w:val="clear" w:color="auto" w:fill="auto"/>
          </w:tcPr>
          <w:p w:rsidRPr="00E82742" w:rsidR="00E82742" w:rsidP="00F638A1" w:rsidRDefault="00E82742" w14:paraId="74BB7C46" w14:textId="77777777">
            <w:pPr>
              <w:rPr>
                <w:bCs/>
              </w:rPr>
            </w:pPr>
            <w:r w:rsidRPr="00E82742">
              <w:rPr>
                <w:bCs/>
              </w:rPr>
              <w:t>None</w:t>
            </w:r>
          </w:p>
        </w:tc>
        <w:tc>
          <w:tcPr>
            <w:tcW w:w="2604" w:type="dxa"/>
            <w:tcBorders>
              <w:right w:val="single" w:color="000000" w:sz="12" w:space="0"/>
            </w:tcBorders>
            <w:shd w:val="clear" w:color="auto" w:fill="auto"/>
          </w:tcPr>
          <w:p w:rsidRPr="00E82742" w:rsidR="00E82742" w:rsidP="00F638A1" w:rsidRDefault="00E82742" w14:paraId="579B6E95" w14:textId="77777777">
            <w:r w:rsidRPr="00E82742">
              <w:t>None</w:t>
            </w:r>
          </w:p>
        </w:tc>
        <w:tc>
          <w:tcPr>
            <w:tcW w:w="1884" w:type="dxa"/>
            <w:tcBorders>
              <w:left w:val="single" w:color="000000" w:sz="12" w:space="0"/>
              <w:bottom w:val="single" w:color="auto" w:sz="2" w:space="0"/>
            </w:tcBorders>
            <w:shd w:val="clear" w:color="auto" w:fill="auto"/>
          </w:tcPr>
          <w:p w:rsidRPr="00E82742" w:rsidR="00E82742" w:rsidP="00F638A1" w:rsidRDefault="00E82742" w14:paraId="00EE2C5D" w14:textId="77777777">
            <w:r w:rsidRPr="00E82742">
              <w:t>None</w:t>
            </w:r>
          </w:p>
        </w:tc>
        <w:tc>
          <w:tcPr>
            <w:tcW w:w="2928" w:type="dxa"/>
            <w:shd w:val="clear" w:color="auto" w:fill="auto"/>
          </w:tcPr>
          <w:p w:rsidRPr="00E82742" w:rsidR="00E82742" w:rsidP="00F638A1" w:rsidRDefault="00E82742" w14:paraId="4C28A448" w14:textId="77777777">
            <w:r w:rsidRPr="00E82742">
              <w:t>None</w:t>
            </w:r>
          </w:p>
        </w:tc>
      </w:tr>
    </w:tbl>
    <w:p w:rsidR="00E82742" w:rsidP="00E82742" w:rsidRDefault="00E82742" w14:paraId="1DB8D19F" w14:textId="77777777"/>
    <w:p w:rsidR="00E82742" w:rsidP="00E82742" w:rsidRDefault="00E82742" w14:paraId="564E79B5" w14:textId="77777777">
      <w:pPr>
        <w:pStyle w:val="InfoPara"/>
      </w:pPr>
      <w:r>
        <w:t>Vegetation Type</w:t>
      </w:r>
    </w:p>
    <w:p w:rsidR="00E82742" w:rsidP="00E82742" w:rsidRDefault="00072176" w14:paraId="1B9FF065" w14:textId="4023CC50">
      <w:r>
        <w:t>Forest and Woodland</w:t>
      </w:r>
    </w:p>
    <w:p w:rsidR="00E82742" w:rsidP="00E82742" w:rsidRDefault="00E82742" w14:paraId="61D60BC9" w14:textId="77777777">
      <w:pPr>
        <w:pStyle w:val="InfoPara"/>
      </w:pPr>
      <w:r w:rsidR="1EF7756D">
        <w:rPr/>
        <w:t>Map Zones</w:t>
      </w:r>
    </w:p>
    <w:p w:rsidR="1EF7756D" w:rsidP="1EF7756D" w:rsidRDefault="1EF7756D" w14:paraId="6AA20344" w14:textId="0AA3EBD4">
      <w:pPr>
        <w:pStyle w:val="Normal"/>
      </w:pPr>
      <w:r w:rsidR="1EF7756D">
        <w:rPr/>
        <w:t>67, 68, 69, 72</w:t>
      </w:r>
    </w:p>
    <w:p w:rsidR="00E82742" w:rsidP="00E82742" w:rsidRDefault="00E82742" w14:paraId="6923296F" w14:textId="77777777">
      <w:pPr>
        <w:pStyle w:val="InfoPara"/>
      </w:pPr>
      <w:r>
        <w:t>Geographic Range</w:t>
      </w:r>
    </w:p>
    <w:p w:rsidR="00E82742" w:rsidP="00E82742" w:rsidRDefault="00E82742" w14:paraId="04F971A7" w14:textId="0CF5D5EF">
      <w:r>
        <w:t xml:space="preserve">This </w:t>
      </w:r>
      <w:r w:rsidR="00600BCC">
        <w:t>Biophysical Setting (</w:t>
      </w:r>
      <w:proofErr w:type="spellStart"/>
      <w:r>
        <w:t>BpS</w:t>
      </w:r>
      <w:proofErr w:type="spellEnd"/>
      <w:r w:rsidR="00600BCC">
        <w:t>)</w:t>
      </w:r>
      <w:r>
        <w:t xml:space="preserve"> is found on floodplains throughout the Arctic region of AK. It includes all floodplains except those associated with the Yukon and Kuskokwim rivers. In MZ76 this type is found in Nowacki ecoregions 8, 9 and 10.</w:t>
      </w:r>
    </w:p>
    <w:p w:rsidR="00E82742" w:rsidP="00E82742" w:rsidRDefault="00E82742" w14:paraId="7089BD7A" w14:textId="77777777">
      <w:pPr>
        <w:pStyle w:val="InfoPara"/>
      </w:pPr>
      <w:r>
        <w:t>Biophysical Site Description</w:t>
      </w:r>
    </w:p>
    <w:p w:rsidR="00E82742" w:rsidP="00E82742" w:rsidRDefault="00E82742" w14:paraId="6F36D8CB" w14:textId="5C34519D">
      <w:r>
        <w:t>This system includes active and inactive glacially- and non-</w:t>
      </w:r>
      <w:r w:rsidR="0052664C">
        <w:t>glacially fed</w:t>
      </w:r>
      <w:r>
        <w:t xml:space="preserve"> floodplains. It is mosaiced with various wetland </w:t>
      </w:r>
      <w:r w:rsidR="0052664C">
        <w:t>systems,</w:t>
      </w:r>
      <w:r>
        <w:t xml:space="preserve"> but these are modeled separately. The rivers are typically braided, and the floodplain terraces may be short-lived (&lt;100yrs) or last for more than a 1000yrs (Boggs et al. 2008). Soils develop on alluvium and are typically shallow and well-drained; barren alluvium is common (Boggs et al. 2008). Permafrost is usually present on the North Slope but may be absent elsewhere.</w:t>
      </w:r>
    </w:p>
    <w:p w:rsidR="00E82742" w:rsidP="00E82742" w:rsidRDefault="00E82742" w14:paraId="2627DE1B" w14:textId="77777777">
      <w:pPr>
        <w:pStyle w:val="InfoPara"/>
      </w:pPr>
      <w:r>
        <w:t>Vegetation Description</w:t>
      </w:r>
    </w:p>
    <w:p w:rsidR="00E82742" w:rsidP="00E82742" w:rsidRDefault="00E82742" w14:paraId="62807D1C" w14:textId="77777777">
      <w:r>
        <w:t>The following information was taken from the draft Arctic Ecological Systems description (Boggs et al. 2008):</w:t>
      </w:r>
    </w:p>
    <w:p w:rsidR="00E82742" w:rsidP="00E82742" w:rsidRDefault="00E82742" w14:paraId="764C8A10" w14:textId="25C95FC8">
      <w:r>
        <w:t xml:space="preserve">Common existing vegetation types </w:t>
      </w:r>
      <w:proofErr w:type="gramStart"/>
      <w:r>
        <w:t>include:</w:t>
      </w:r>
      <w:proofErr w:type="gramEnd"/>
      <w:r>
        <w:t xml:space="preserve"> mesic herbaceous, low-tall willow, </w:t>
      </w:r>
      <w:r w:rsidRPr="001D4EEB">
        <w:t>Dryas</w:t>
      </w:r>
      <w:r>
        <w:t xml:space="preserve">, dwarf shrub, and patches of </w:t>
      </w:r>
      <w:r w:rsidRPr="0052664C">
        <w:rPr>
          <w:i/>
          <w:iCs/>
        </w:rPr>
        <w:t>Populus balsamifera</w:t>
      </w:r>
      <w:r>
        <w:t xml:space="preserve"> or </w:t>
      </w:r>
      <w:r w:rsidRPr="0052664C">
        <w:rPr>
          <w:i/>
          <w:iCs/>
        </w:rPr>
        <w:t xml:space="preserve">Betula </w:t>
      </w:r>
      <w:proofErr w:type="spellStart"/>
      <w:r w:rsidRPr="0052664C">
        <w:rPr>
          <w:i/>
          <w:iCs/>
        </w:rPr>
        <w:t>papyrifera</w:t>
      </w:r>
      <w:proofErr w:type="spellEnd"/>
      <w:r>
        <w:t xml:space="preserve">. Herbaceous species include </w:t>
      </w:r>
      <w:r w:rsidRPr="0052664C">
        <w:rPr>
          <w:i/>
          <w:iCs/>
        </w:rPr>
        <w:t xml:space="preserve">Chamerion </w:t>
      </w:r>
      <w:proofErr w:type="spellStart"/>
      <w:r w:rsidRPr="0052664C">
        <w:rPr>
          <w:i/>
          <w:iCs/>
        </w:rPr>
        <w:t>latifolium</w:t>
      </w:r>
      <w:proofErr w:type="spellEnd"/>
      <w:r w:rsidRPr="0052664C">
        <w:rPr>
          <w:i/>
          <w:iCs/>
        </w:rPr>
        <w:t xml:space="preserve"> </w:t>
      </w:r>
      <w:r w:rsidRPr="0052664C">
        <w:t>and</w:t>
      </w:r>
      <w:r w:rsidRPr="0052664C">
        <w:rPr>
          <w:i/>
          <w:iCs/>
        </w:rPr>
        <w:t xml:space="preserve"> Lupinus</w:t>
      </w:r>
      <w:r>
        <w:t xml:space="preserve"> spp. Common willows include </w:t>
      </w:r>
      <w:r w:rsidRPr="0052664C">
        <w:rPr>
          <w:i/>
          <w:iCs/>
        </w:rPr>
        <w:t xml:space="preserve">Salix </w:t>
      </w:r>
      <w:proofErr w:type="spellStart"/>
      <w:r w:rsidRPr="0052664C">
        <w:rPr>
          <w:i/>
          <w:iCs/>
        </w:rPr>
        <w:t>alaxensis</w:t>
      </w:r>
      <w:proofErr w:type="spellEnd"/>
      <w:r w:rsidRPr="0052664C">
        <w:rPr>
          <w:i/>
          <w:iCs/>
        </w:rPr>
        <w:t xml:space="preserve">, Salix </w:t>
      </w:r>
      <w:proofErr w:type="spellStart"/>
      <w:r w:rsidRPr="0052664C">
        <w:rPr>
          <w:i/>
          <w:iCs/>
        </w:rPr>
        <w:t>richardsonii</w:t>
      </w:r>
      <w:proofErr w:type="spellEnd"/>
      <w:r w:rsidRPr="0052664C">
        <w:rPr>
          <w:i/>
          <w:iCs/>
        </w:rPr>
        <w:t xml:space="preserve"> (= Salix </w:t>
      </w:r>
      <w:proofErr w:type="spellStart"/>
      <w:r w:rsidRPr="0052664C">
        <w:rPr>
          <w:i/>
          <w:iCs/>
        </w:rPr>
        <w:t>lanata</w:t>
      </w:r>
      <w:proofErr w:type="spellEnd"/>
      <w:r w:rsidRPr="0052664C">
        <w:rPr>
          <w:i/>
          <w:iCs/>
        </w:rPr>
        <w:t>), Salix glauca</w:t>
      </w:r>
      <w:r w:rsidR="0052664C">
        <w:rPr>
          <w:i/>
          <w:iCs/>
        </w:rPr>
        <w:t>,</w:t>
      </w:r>
      <w:r>
        <w:t xml:space="preserve"> and </w:t>
      </w:r>
      <w:r w:rsidRPr="0052664C">
        <w:rPr>
          <w:i/>
          <w:iCs/>
        </w:rPr>
        <w:t>Salix pulchra</w:t>
      </w:r>
      <w:r>
        <w:t xml:space="preserve">. </w:t>
      </w:r>
      <w:r w:rsidRPr="0052664C">
        <w:rPr>
          <w:i/>
          <w:iCs/>
        </w:rPr>
        <w:t>Dryas integrifolia</w:t>
      </w:r>
      <w:r>
        <w:t xml:space="preserve"> dominates the </w:t>
      </w:r>
      <w:r w:rsidRPr="001D4EEB">
        <w:t>Dryas</w:t>
      </w:r>
      <w:r>
        <w:t xml:space="preserve"> existing vegetation type, but other species may also be common such as </w:t>
      </w:r>
      <w:r w:rsidRPr="0052664C">
        <w:rPr>
          <w:i/>
          <w:iCs/>
        </w:rPr>
        <w:t>Lupinus</w:t>
      </w:r>
      <w:r>
        <w:t xml:space="preserve"> spp., </w:t>
      </w:r>
      <w:proofErr w:type="spellStart"/>
      <w:r w:rsidRPr="0052664C">
        <w:rPr>
          <w:i/>
          <w:iCs/>
        </w:rPr>
        <w:t>Cassiope</w:t>
      </w:r>
      <w:proofErr w:type="spellEnd"/>
      <w:r w:rsidRPr="0052664C">
        <w:rPr>
          <w:i/>
          <w:iCs/>
        </w:rPr>
        <w:t xml:space="preserve"> </w:t>
      </w:r>
      <w:proofErr w:type="spellStart"/>
      <w:r w:rsidRPr="0052664C">
        <w:rPr>
          <w:i/>
          <w:iCs/>
        </w:rPr>
        <w:t>tetragona</w:t>
      </w:r>
      <w:proofErr w:type="spellEnd"/>
      <w:r w:rsidRPr="0052664C">
        <w:rPr>
          <w:i/>
          <w:iCs/>
        </w:rPr>
        <w:t xml:space="preserve">, Vaccinium </w:t>
      </w:r>
      <w:proofErr w:type="spellStart"/>
      <w:r w:rsidRPr="0052664C">
        <w:rPr>
          <w:i/>
          <w:iCs/>
        </w:rPr>
        <w:t>uliginosum</w:t>
      </w:r>
      <w:proofErr w:type="spellEnd"/>
      <w:r w:rsidRPr="0052664C">
        <w:rPr>
          <w:i/>
          <w:iCs/>
        </w:rPr>
        <w:t>, Salix</w:t>
      </w:r>
      <w:r>
        <w:t xml:space="preserve"> spp.</w:t>
      </w:r>
      <w:r w:rsidR="0052664C">
        <w:t>,</w:t>
      </w:r>
      <w:r>
        <w:t xml:space="preserve"> and </w:t>
      </w:r>
      <w:r w:rsidRPr="0052664C">
        <w:rPr>
          <w:i/>
          <w:iCs/>
        </w:rPr>
        <w:t>Arctostaphylos rubra</w:t>
      </w:r>
      <w:r>
        <w:t>. The tall-low willow class may be absent at higher elevations.</w:t>
      </w:r>
    </w:p>
    <w:p w:rsidR="00E82742" w:rsidP="00E82742" w:rsidRDefault="00E82742" w14:paraId="7159816B"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alaxensis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Feltleaf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richardsonii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Richardson's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Grayleaf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DRIN4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Dryas integrifolia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Entireleaf mountain-avens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CHLA13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latifolium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LUPIN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Balsam poplar</w:t>
            </w:r>
          </w:p>
        </w:tc>
      </w:tr>
    </w:tbl>
    <w:p>
      <w:r>
        <w:rPr>
          <w:sz w:val="16"/>
        </w:rPr>
        <w:t>Species names are from the NRCS PLANTS database. Check species codes at http://plants.usda.gov.</w:t>
      </w:r>
    </w:p>
    <w:p w:rsidR="00E82742" w:rsidP="00E82742" w:rsidRDefault="00E82742" w14:paraId="13A6B020" w14:textId="77777777">
      <w:pPr>
        <w:pStyle w:val="InfoPara"/>
      </w:pPr>
      <w:r>
        <w:t>Disturbance Description</w:t>
      </w:r>
    </w:p>
    <w:p w:rsidR="00E82742" w:rsidP="00E82742" w:rsidRDefault="00E82742" w14:paraId="7CBF8520" w14:textId="5D5076C4">
      <w:r>
        <w:t xml:space="preserve">Floodplain succession begins with herbaceous or shrub species colonizing bare ground after a flood. Dryas or poplar and paper birch patches can eventually develop. Experts at the arctic meeting disagreed about how to treat </w:t>
      </w:r>
      <w:r w:rsidR="005E162A">
        <w:t>Dr</w:t>
      </w:r>
      <w:r>
        <w:t xml:space="preserve">yas for </w:t>
      </w:r>
      <w:proofErr w:type="spellStart"/>
      <w:r>
        <w:t>BpS</w:t>
      </w:r>
      <w:proofErr w:type="spellEnd"/>
      <w:r>
        <w:t xml:space="preserve"> modeling. Some felt that </w:t>
      </w:r>
      <w:r w:rsidR="005E162A">
        <w:t>Dr</w:t>
      </w:r>
      <w:r>
        <w:t xml:space="preserve">yas may take hundreds of years to develop and would therefore be treated as a separate system outside of the floodplain. Others felt that </w:t>
      </w:r>
      <w:r w:rsidR="005E162A">
        <w:t>Dr</w:t>
      </w:r>
      <w:r>
        <w:t>yas could develop more quickly and could be modeled as part of floodplain succession. This model takes the later approach.</w:t>
      </w:r>
    </w:p>
    <w:p w:rsidR="00E82742" w:rsidP="00E82742" w:rsidRDefault="00E82742" w14:paraId="5A632418" w14:textId="77777777"/>
    <w:p w:rsidR="00E82742" w:rsidP="00E82742" w:rsidRDefault="00E82742" w14:paraId="286C9625" w14:textId="77777777">
      <w:r>
        <w:t>Frequent river channel migration and associated flooding are the major disturbances affecting this type.</w:t>
      </w:r>
    </w:p>
    <w:p w:rsidR="00E82742" w:rsidP="00E82742" w:rsidRDefault="00E82742" w14:paraId="68C8D2B8" w14:textId="7A20934B">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E82742" w:rsidP="00E82742" w:rsidRDefault="00E82742" w14:paraId="4903C3DE" w14:textId="77777777">
      <w:pPr>
        <w:pStyle w:val="InfoPara"/>
      </w:pPr>
      <w:r>
        <w:t>Scale Description</w:t>
      </w:r>
    </w:p>
    <w:p w:rsidR="00E82742" w:rsidP="00E82742" w:rsidRDefault="00E82742" w14:paraId="307DF903" w14:textId="77777777">
      <w:r>
        <w:t>Linear</w:t>
      </w:r>
    </w:p>
    <w:p w:rsidR="00E82742" w:rsidP="00E82742" w:rsidRDefault="00E82742" w14:paraId="7D766891" w14:textId="77777777">
      <w:pPr>
        <w:pStyle w:val="InfoPara"/>
      </w:pPr>
      <w:r>
        <w:t>Adjacency or Identification Concerns</w:t>
      </w:r>
    </w:p>
    <w:p w:rsidR="00E82742" w:rsidP="00E82742" w:rsidRDefault="00E82742" w14:paraId="42968F17" w14:textId="77777777">
      <w:r>
        <w:t>Wetlands systems are mosaiced with this system but modeled separately. Floodplains occur adjacent to most other systems that occur in the arctic.</w:t>
      </w:r>
    </w:p>
    <w:p w:rsidR="00E82742" w:rsidP="00E82742" w:rsidRDefault="00E82742" w14:paraId="24FC4E7B" w14:textId="77777777">
      <w:pPr>
        <w:pStyle w:val="InfoPara"/>
      </w:pPr>
      <w:r>
        <w:t>Issues or Problems</w:t>
      </w:r>
    </w:p>
    <w:p w:rsidR="00E82742" w:rsidP="00E82742" w:rsidRDefault="00E82742" w14:paraId="7E5B9873" w14:textId="039F9E49">
      <w:r>
        <w:t xml:space="preserve">This model should also contain a separate early seral bare ground </w:t>
      </w:r>
      <w:r w:rsidR="001D4EEB">
        <w:t>phase,</w:t>
      </w:r>
      <w:r>
        <w:t xml:space="preserve"> but this is not included because LANDFIRE does not map barren seral stages. </w:t>
      </w:r>
    </w:p>
    <w:p w:rsidR="00E82742" w:rsidP="00E82742" w:rsidRDefault="00E82742" w14:paraId="1AF476D4" w14:textId="77777777"/>
    <w:p w:rsidR="00E82742" w:rsidP="00E82742" w:rsidRDefault="00E82742" w14:paraId="2F7F7104" w14:textId="7873B93B">
      <w:r>
        <w:t xml:space="preserve">Input from experts at the Arctic Modeling Meeting (April 08) indicated that on the North Slope the low-tall willow stage can persist for 300 years and then might succeed to </w:t>
      </w:r>
      <w:r w:rsidR="001D4EEB">
        <w:t>Dr</w:t>
      </w:r>
      <w:r>
        <w:t>yas/dwarf shrub. A separate model would be required to capture this dynamic. This model contains two later seral endpoints: forest (</w:t>
      </w:r>
      <w:r w:rsidRPr="001D4EEB">
        <w:rPr>
          <w:i/>
          <w:iCs/>
        </w:rPr>
        <w:t>Populus balsamifera</w:t>
      </w:r>
      <w:r>
        <w:t xml:space="preserve"> or </w:t>
      </w:r>
      <w:r w:rsidRPr="001D4EEB">
        <w:rPr>
          <w:i/>
          <w:iCs/>
        </w:rPr>
        <w:t xml:space="preserve">Betula </w:t>
      </w:r>
      <w:proofErr w:type="spellStart"/>
      <w:r w:rsidRPr="001D4EEB">
        <w:rPr>
          <w:i/>
          <w:iCs/>
        </w:rPr>
        <w:t>papyrifera</w:t>
      </w:r>
      <w:proofErr w:type="spellEnd"/>
      <w:r>
        <w:t xml:space="preserve">) or </w:t>
      </w:r>
      <w:r w:rsidR="001D4EEB">
        <w:t>Dr</w:t>
      </w:r>
      <w:r>
        <w:t xml:space="preserve">yas. In reality some areas will likely succeed to </w:t>
      </w:r>
      <w:r w:rsidR="006776BD">
        <w:t>D</w:t>
      </w:r>
      <w:r>
        <w:t xml:space="preserve">ryas whereas other sites will succeed to the forested stage. This could be accounted for by creating separate </w:t>
      </w:r>
      <w:r w:rsidR="006776BD">
        <w:t>models,</w:t>
      </w:r>
      <w:r>
        <w:t xml:space="preserve"> but a clear geographic distinction would have to be made for where each model would apply. It is recommended that this be evaluated for future modeling efforts.</w:t>
      </w:r>
    </w:p>
    <w:p w:rsidR="00E82742" w:rsidP="00E82742" w:rsidRDefault="00E82742" w14:paraId="471F83AA" w14:textId="77777777">
      <w:pPr>
        <w:pStyle w:val="InfoPara"/>
      </w:pPr>
      <w:r>
        <w:t>Native Uncharacteristic Conditions</w:t>
      </w:r>
    </w:p>
    <w:p w:rsidR="00E82742" w:rsidP="00E82742" w:rsidRDefault="00E82742" w14:paraId="1F0AE91A" w14:textId="77777777"/>
    <w:p w:rsidR="00E82742" w:rsidP="00E82742" w:rsidRDefault="00E82742" w14:paraId="009D43D8" w14:textId="77777777">
      <w:pPr>
        <w:pStyle w:val="InfoPara"/>
      </w:pPr>
      <w:r>
        <w:t>Comments</w:t>
      </w:r>
    </w:p>
    <w:p w:rsidR="00E82742" w:rsidP="00E82742" w:rsidRDefault="00E82742" w14:paraId="2C406E31" w14:textId="77777777">
      <w:r>
        <w:t>This system was created for the AK Arctic region and did not receive review for other regions in the state.</w:t>
      </w:r>
    </w:p>
    <w:p w:rsidR="00E82742" w:rsidP="00E82742" w:rsidRDefault="00E82742" w14:paraId="3ED01489" w14:textId="77777777"/>
    <w:p w:rsidR="00E82742" w:rsidP="00E82742" w:rsidRDefault="00E82742" w14:paraId="4FB09CBB" w14:textId="7B6AB648">
      <w:r>
        <w:t>This model was based on input from the experts who attended the LANDFIRE Fairbanks Arctic (April 08) modeling meeting and refined by Kori Blankenship and Keith Boggs. Minor edits were made to the description as a result of review comments.</w:t>
      </w:r>
    </w:p>
    <w:p w:rsidR="00017DD6" w:rsidP="00E82742" w:rsidRDefault="00017DD6" w14:paraId="47DFE297" w14:textId="5D8159B7"/>
    <w:p w:rsidR="00E82742" w:rsidP="00E82742" w:rsidRDefault="00E82742" w14:paraId="457982B5"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E82742" w:rsidP="00E82742" w:rsidRDefault="00E82742" w14:paraId="25E66C91" w14:textId="77777777">
      <w:pPr>
        <w:pStyle w:val="InfoPara"/>
        <w:pBdr>
          <w:top w:val="single" w:color="auto" w:sz="4" w:space="1"/>
        </w:pBdr>
      </w:pPr>
      <w:r xmlns:w="http://schemas.openxmlformats.org/wordprocessingml/2006/main">
        <w:t>Class A</w:t>
      </w:r>
      <w:r xmlns:w="http://schemas.openxmlformats.org/wordprocessingml/2006/main">
        <w:tab/>
        <w:t>21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E82742" w:rsidP="00E82742" w:rsidRDefault="00E82742" w14:paraId="3B581E7C" w14:textId="77777777"/>
    <w:p w:rsidR="00E82742" w:rsidP="00E82742" w:rsidRDefault="00E82742" w14:paraId="3E965EB4"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36"/>
        <w:gridCol w:w="2460"/>
        <w:gridCol w:w="1860"/>
        <w:gridCol w:w="1956"/>
      </w:tblGrid>
      <w:tr w:rsidRPr="00E82742" w:rsidR="00E82742" w:rsidTr="00E82742" w14:paraId="167D7BE7" w14:textId="77777777">
        <w:tc>
          <w:tcPr>
            <w:tcW w:w="1236" w:type="dxa"/>
            <w:tcBorders>
              <w:top w:val="single" w:color="auto" w:sz="2" w:space="0"/>
              <w:bottom w:val="single" w:color="000000" w:sz="12" w:space="0"/>
            </w:tcBorders>
            <w:shd w:val="clear" w:color="auto" w:fill="auto"/>
          </w:tcPr>
          <w:p w:rsidRPr="00E82742" w:rsidR="00E82742" w:rsidP="00146437" w:rsidRDefault="00E82742" w14:paraId="29BBE932" w14:textId="77777777">
            <w:pPr>
              <w:rPr>
                <w:b/>
                <w:bCs/>
              </w:rPr>
            </w:pPr>
            <w:r w:rsidRPr="00E82742">
              <w:rPr>
                <w:b/>
                <w:bCs/>
              </w:rPr>
              <w:t>Symbol</w:t>
            </w:r>
          </w:p>
        </w:tc>
        <w:tc>
          <w:tcPr>
            <w:tcW w:w="2460" w:type="dxa"/>
            <w:tcBorders>
              <w:top w:val="single" w:color="auto" w:sz="2" w:space="0"/>
              <w:bottom w:val="single" w:color="000000" w:sz="12" w:space="0"/>
            </w:tcBorders>
            <w:shd w:val="clear" w:color="auto" w:fill="auto"/>
          </w:tcPr>
          <w:p w:rsidRPr="00E82742" w:rsidR="00E82742" w:rsidP="00146437" w:rsidRDefault="00E82742" w14:paraId="28EDF9C8" w14:textId="77777777">
            <w:pPr>
              <w:rPr>
                <w:b/>
                <w:bCs/>
              </w:rPr>
            </w:pPr>
            <w:r w:rsidRPr="00E82742">
              <w:rPr>
                <w:b/>
                <w:bCs/>
              </w:rPr>
              <w:t>Scientific Name</w:t>
            </w:r>
          </w:p>
        </w:tc>
        <w:tc>
          <w:tcPr>
            <w:tcW w:w="1860" w:type="dxa"/>
            <w:tcBorders>
              <w:top w:val="single" w:color="auto" w:sz="2" w:space="0"/>
              <w:bottom w:val="single" w:color="000000" w:sz="12" w:space="0"/>
            </w:tcBorders>
            <w:shd w:val="clear" w:color="auto" w:fill="auto"/>
          </w:tcPr>
          <w:p w:rsidRPr="00E82742" w:rsidR="00E82742" w:rsidP="00146437" w:rsidRDefault="00E82742" w14:paraId="4C944698" w14:textId="77777777">
            <w:pPr>
              <w:rPr>
                <w:b/>
                <w:bCs/>
              </w:rPr>
            </w:pPr>
            <w:r w:rsidRPr="00E82742">
              <w:rPr>
                <w:b/>
                <w:bCs/>
              </w:rPr>
              <w:t>Common Name</w:t>
            </w:r>
          </w:p>
        </w:tc>
        <w:tc>
          <w:tcPr>
            <w:tcW w:w="1956" w:type="dxa"/>
            <w:tcBorders>
              <w:top w:val="single" w:color="auto" w:sz="2" w:space="0"/>
              <w:bottom w:val="single" w:color="000000" w:sz="12" w:space="0"/>
            </w:tcBorders>
            <w:shd w:val="clear" w:color="auto" w:fill="auto"/>
          </w:tcPr>
          <w:p w:rsidRPr="00E82742" w:rsidR="00E82742" w:rsidP="00146437" w:rsidRDefault="00E82742" w14:paraId="6F65265C" w14:textId="77777777">
            <w:pPr>
              <w:rPr>
                <w:b/>
                <w:bCs/>
              </w:rPr>
            </w:pPr>
            <w:r w:rsidRPr="00E82742">
              <w:rPr>
                <w:b/>
                <w:bCs/>
              </w:rPr>
              <w:t>Canopy Position</w:t>
            </w:r>
          </w:p>
        </w:tc>
      </w:tr>
      <w:tr w:rsidRPr="00E82742" w:rsidR="00E82742" w:rsidTr="00E82742" w14:paraId="7C8EF81D" w14:textId="77777777">
        <w:tc>
          <w:tcPr>
            <w:tcW w:w="1236" w:type="dxa"/>
            <w:tcBorders>
              <w:top w:val="single" w:color="000000" w:sz="12" w:space="0"/>
            </w:tcBorders>
            <w:shd w:val="clear" w:color="auto" w:fill="auto"/>
          </w:tcPr>
          <w:p w:rsidRPr="00E82742" w:rsidR="00E82742" w:rsidP="00146437" w:rsidRDefault="00E82742" w14:paraId="670716B8" w14:textId="77777777">
            <w:pPr>
              <w:rPr>
                <w:bCs/>
              </w:rPr>
            </w:pPr>
            <w:r w:rsidRPr="00E82742">
              <w:rPr>
                <w:bCs/>
              </w:rPr>
              <w:t>CHLA13</w:t>
            </w:r>
          </w:p>
        </w:tc>
        <w:tc>
          <w:tcPr>
            <w:tcW w:w="2460" w:type="dxa"/>
            <w:tcBorders>
              <w:top w:val="single" w:color="000000" w:sz="12" w:space="0"/>
            </w:tcBorders>
            <w:shd w:val="clear" w:color="auto" w:fill="auto"/>
          </w:tcPr>
          <w:p w:rsidRPr="006776BD" w:rsidR="00E82742" w:rsidP="00146437" w:rsidRDefault="00E82742" w14:paraId="15FF8DD4" w14:textId="77777777">
            <w:pPr>
              <w:rPr>
                <w:i/>
                <w:iCs/>
              </w:rPr>
            </w:pPr>
            <w:r w:rsidRPr="006776BD">
              <w:rPr>
                <w:i/>
                <w:iCs/>
              </w:rPr>
              <w:t xml:space="preserve">Chamerion </w:t>
            </w:r>
            <w:proofErr w:type="spellStart"/>
            <w:r w:rsidRPr="006776BD">
              <w:rPr>
                <w:i/>
                <w:iCs/>
              </w:rPr>
              <w:t>latifolium</w:t>
            </w:r>
            <w:proofErr w:type="spellEnd"/>
          </w:p>
        </w:tc>
        <w:tc>
          <w:tcPr>
            <w:tcW w:w="1860" w:type="dxa"/>
            <w:tcBorders>
              <w:top w:val="single" w:color="000000" w:sz="12" w:space="0"/>
            </w:tcBorders>
            <w:shd w:val="clear" w:color="auto" w:fill="auto"/>
          </w:tcPr>
          <w:p w:rsidRPr="00E82742" w:rsidR="00E82742" w:rsidP="00146437" w:rsidRDefault="00E82742" w14:paraId="07F0B099" w14:textId="77777777">
            <w:r w:rsidRPr="00E82742">
              <w:t>Dwarf fireweed</w:t>
            </w:r>
          </w:p>
        </w:tc>
        <w:tc>
          <w:tcPr>
            <w:tcW w:w="1956" w:type="dxa"/>
            <w:tcBorders>
              <w:top w:val="single" w:color="000000" w:sz="12" w:space="0"/>
            </w:tcBorders>
            <w:shd w:val="clear" w:color="auto" w:fill="auto"/>
          </w:tcPr>
          <w:p w:rsidRPr="00E82742" w:rsidR="00E82742" w:rsidP="00146437" w:rsidRDefault="00E82742" w14:paraId="37B381FF" w14:textId="77777777">
            <w:r w:rsidRPr="00E82742">
              <w:t>Upper</w:t>
            </w:r>
          </w:p>
        </w:tc>
      </w:tr>
      <w:tr w:rsidRPr="00E82742" w:rsidR="00E82742" w:rsidTr="00E82742" w14:paraId="2FB883AA" w14:textId="77777777">
        <w:tc>
          <w:tcPr>
            <w:tcW w:w="1236" w:type="dxa"/>
            <w:shd w:val="clear" w:color="auto" w:fill="auto"/>
          </w:tcPr>
          <w:p w:rsidRPr="00E82742" w:rsidR="00E82742" w:rsidP="00146437" w:rsidRDefault="00E82742" w14:paraId="13D160A2" w14:textId="77777777">
            <w:pPr>
              <w:rPr>
                <w:bCs/>
              </w:rPr>
            </w:pPr>
            <w:r w:rsidRPr="00E82742">
              <w:rPr>
                <w:bCs/>
              </w:rPr>
              <w:t>LUPIN</w:t>
            </w:r>
          </w:p>
        </w:tc>
        <w:tc>
          <w:tcPr>
            <w:tcW w:w="2460" w:type="dxa"/>
            <w:shd w:val="clear" w:color="auto" w:fill="auto"/>
          </w:tcPr>
          <w:p w:rsidRPr="006776BD" w:rsidR="00E82742" w:rsidP="00146437" w:rsidRDefault="00E82742" w14:paraId="6274D023" w14:textId="408F452D">
            <w:r w:rsidRPr="006776BD">
              <w:rPr>
                <w:i/>
                <w:iCs/>
              </w:rPr>
              <w:t>Lupinus</w:t>
            </w:r>
            <w:r w:rsidR="006776BD">
              <w:rPr>
                <w:i/>
                <w:iCs/>
              </w:rPr>
              <w:t xml:space="preserve"> </w:t>
            </w:r>
            <w:r w:rsidR="006776BD">
              <w:t>spp.</w:t>
            </w:r>
          </w:p>
        </w:tc>
        <w:tc>
          <w:tcPr>
            <w:tcW w:w="1860" w:type="dxa"/>
            <w:shd w:val="clear" w:color="auto" w:fill="auto"/>
          </w:tcPr>
          <w:p w:rsidRPr="00E82742" w:rsidR="00E82742" w:rsidP="00146437" w:rsidRDefault="00E82742" w14:paraId="3661ABC7" w14:textId="77777777">
            <w:r w:rsidRPr="00E82742">
              <w:t>Lupine</w:t>
            </w:r>
          </w:p>
        </w:tc>
        <w:tc>
          <w:tcPr>
            <w:tcW w:w="1956" w:type="dxa"/>
            <w:shd w:val="clear" w:color="auto" w:fill="auto"/>
          </w:tcPr>
          <w:p w:rsidRPr="00E82742" w:rsidR="00E82742" w:rsidP="00146437" w:rsidRDefault="00E82742" w14:paraId="5C07BBB2" w14:textId="77777777">
            <w:r w:rsidRPr="00E82742">
              <w:t>Upper</w:t>
            </w:r>
          </w:p>
        </w:tc>
      </w:tr>
    </w:tbl>
    <w:p w:rsidR="00E82742" w:rsidP="00E82742" w:rsidRDefault="00E82742" w14:paraId="549FEF17" w14:textId="77777777"/>
    <w:p w:rsidR="00E82742" w:rsidP="00E82742" w:rsidRDefault="00E82742" w14:paraId="16A4397F" w14:textId="77777777">
      <w:pPr>
        <w:pStyle w:val="SClassInfoPara"/>
      </w:pPr>
      <w:r>
        <w:t>Description</w:t>
      </w:r>
    </w:p>
    <w:p w:rsidR="00E82742" w:rsidP="00E82742" w:rsidRDefault="00E82742" w14:paraId="1398DEC0" w14:textId="77777777">
      <w:r>
        <w:t>Herbaceous vegetation colonizes bare ground after a flood.</w:t>
      </w:r>
    </w:p>
    <w:p w:rsidR="00E82742" w:rsidP="00E82742" w:rsidRDefault="00E82742" w14:paraId="09A02A59" w14:textId="77777777"/>
    <w:p>
      <w:r>
        <w:rPr>
          <w:i/>
          <w:u w:val="single"/>
        </w:rPr>
        <w:t>Maximum Tree Size Class</w:t>
      </w:r>
      <w:br/>
      <w:r>
        <w:t>None</w:t>
      </w:r>
    </w:p>
    <w:p w:rsidR="00E82742" w:rsidP="00E82742" w:rsidRDefault="00E82742" w14:paraId="60854284" w14:textId="77777777">
      <w:pPr>
        <w:pStyle w:val="InfoPara"/>
        <w:pBdr>
          <w:top w:val="single" w:color="auto" w:sz="4" w:space="1"/>
        </w:pBdr>
      </w:pPr>
      <w:r xmlns:w="http://schemas.openxmlformats.org/wordprocessingml/2006/main">
        <w:t>Class B</w:t>
      </w:r>
      <w:r xmlns:w="http://schemas.openxmlformats.org/wordprocessingml/2006/main">
        <w:tab/>
        <w:t>70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E82742" w:rsidP="00E82742" w:rsidRDefault="00E82742" w14:paraId="2239DC83" w14:textId="77777777"/>
    <w:p w:rsidR="00E82742" w:rsidP="00E82742" w:rsidRDefault="00E82742" w14:paraId="20CD5B4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2076"/>
        <w:gridCol w:w="2316"/>
        <w:gridCol w:w="1956"/>
      </w:tblGrid>
      <w:tr w:rsidRPr="00E82742" w:rsidR="00E82742" w:rsidTr="00E82742" w14:paraId="7F3EF335" w14:textId="77777777">
        <w:tc>
          <w:tcPr>
            <w:tcW w:w="1176" w:type="dxa"/>
            <w:tcBorders>
              <w:top w:val="single" w:color="auto" w:sz="2" w:space="0"/>
              <w:bottom w:val="single" w:color="000000" w:sz="12" w:space="0"/>
            </w:tcBorders>
            <w:shd w:val="clear" w:color="auto" w:fill="auto"/>
          </w:tcPr>
          <w:p w:rsidRPr="00E82742" w:rsidR="00E82742" w:rsidP="001B6DA9" w:rsidRDefault="00E82742" w14:paraId="01340D96" w14:textId="77777777">
            <w:pPr>
              <w:rPr>
                <w:b/>
                <w:bCs/>
              </w:rPr>
            </w:pPr>
            <w:r w:rsidRPr="00E82742">
              <w:rPr>
                <w:b/>
                <w:bCs/>
              </w:rPr>
              <w:t>Symbol</w:t>
            </w:r>
          </w:p>
        </w:tc>
        <w:tc>
          <w:tcPr>
            <w:tcW w:w="2076" w:type="dxa"/>
            <w:tcBorders>
              <w:top w:val="single" w:color="auto" w:sz="2" w:space="0"/>
              <w:bottom w:val="single" w:color="000000" w:sz="12" w:space="0"/>
            </w:tcBorders>
            <w:shd w:val="clear" w:color="auto" w:fill="auto"/>
          </w:tcPr>
          <w:p w:rsidRPr="00E82742" w:rsidR="00E82742" w:rsidP="001B6DA9" w:rsidRDefault="00E82742" w14:paraId="44F9F5F4" w14:textId="77777777">
            <w:pPr>
              <w:rPr>
                <w:b/>
                <w:bCs/>
              </w:rPr>
            </w:pPr>
            <w:r w:rsidRPr="00E82742">
              <w:rPr>
                <w:b/>
                <w:bCs/>
              </w:rPr>
              <w:t>Scientific Name</w:t>
            </w:r>
          </w:p>
        </w:tc>
        <w:tc>
          <w:tcPr>
            <w:tcW w:w="2316" w:type="dxa"/>
            <w:tcBorders>
              <w:top w:val="single" w:color="auto" w:sz="2" w:space="0"/>
              <w:bottom w:val="single" w:color="000000" w:sz="12" w:space="0"/>
            </w:tcBorders>
            <w:shd w:val="clear" w:color="auto" w:fill="auto"/>
          </w:tcPr>
          <w:p w:rsidRPr="00E82742" w:rsidR="00E82742" w:rsidP="001B6DA9" w:rsidRDefault="00E82742" w14:paraId="445D6FE7" w14:textId="77777777">
            <w:pPr>
              <w:rPr>
                <w:b/>
                <w:bCs/>
              </w:rPr>
            </w:pPr>
            <w:r w:rsidRPr="00E82742">
              <w:rPr>
                <w:b/>
                <w:bCs/>
              </w:rPr>
              <w:t>Common Name</w:t>
            </w:r>
          </w:p>
        </w:tc>
        <w:tc>
          <w:tcPr>
            <w:tcW w:w="1956" w:type="dxa"/>
            <w:tcBorders>
              <w:top w:val="single" w:color="auto" w:sz="2" w:space="0"/>
              <w:bottom w:val="single" w:color="000000" w:sz="12" w:space="0"/>
            </w:tcBorders>
            <w:shd w:val="clear" w:color="auto" w:fill="auto"/>
          </w:tcPr>
          <w:p w:rsidRPr="00E82742" w:rsidR="00E82742" w:rsidP="001B6DA9" w:rsidRDefault="00E82742" w14:paraId="4F9AC330" w14:textId="77777777">
            <w:pPr>
              <w:rPr>
                <w:b/>
                <w:bCs/>
              </w:rPr>
            </w:pPr>
            <w:r w:rsidRPr="00E82742">
              <w:rPr>
                <w:b/>
                <w:bCs/>
              </w:rPr>
              <w:t>Canopy Position</w:t>
            </w:r>
          </w:p>
        </w:tc>
      </w:tr>
      <w:tr w:rsidRPr="00E82742" w:rsidR="00E82742" w:rsidTr="00E82742" w14:paraId="1648A598" w14:textId="77777777">
        <w:tc>
          <w:tcPr>
            <w:tcW w:w="1176" w:type="dxa"/>
            <w:tcBorders>
              <w:top w:val="single" w:color="000000" w:sz="12" w:space="0"/>
            </w:tcBorders>
            <w:shd w:val="clear" w:color="auto" w:fill="auto"/>
          </w:tcPr>
          <w:p w:rsidRPr="00E82742" w:rsidR="00E82742" w:rsidP="001B6DA9" w:rsidRDefault="00E82742" w14:paraId="2D05323D" w14:textId="77777777">
            <w:pPr>
              <w:rPr>
                <w:bCs/>
              </w:rPr>
            </w:pPr>
            <w:r w:rsidRPr="00E82742">
              <w:rPr>
                <w:bCs/>
              </w:rPr>
              <w:t>SAAL</w:t>
            </w:r>
          </w:p>
        </w:tc>
        <w:tc>
          <w:tcPr>
            <w:tcW w:w="2076" w:type="dxa"/>
            <w:tcBorders>
              <w:top w:val="single" w:color="000000" w:sz="12" w:space="0"/>
            </w:tcBorders>
            <w:shd w:val="clear" w:color="auto" w:fill="auto"/>
          </w:tcPr>
          <w:p w:rsidRPr="006776BD" w:rsidR="00E82742" w:rsidP="001B6DA9" w:rsidRDefault="00E82742" w14:paraId="3B651CE9" w14:textId="77777777">
            <w:pPr>
              <w:rPr>
                <w:i/>
                <w:iCs/>
              </w:rPr>
            </w:pPr>
            <w:r w:rsidRPr="006776BD">
              <w:rPr>
                <w:i/>
                <w:iCs/>
              </w:rPr>
              <w:t xml:space="preserve">Salix </w:t>
            </w:r>
            <w:proofErr w:type="spellStart"/>
            <w:r w:rsidRPr="006776BD">
              <w:rPr>
                <w:i/>
                <w:iCs/>
              </w:rPr>
              <w:t>alaxensis</w:t>
            </w:r>
            <w:proofErr w:type="spellEnd"/>
          </w:p>
        </w:tc>
        <w:tc>
          <w:tcPr>
            <w:tcW w:w="2316" w:type="dxa"/>
            <w:tcBorders>
              <w:top w:val="single" w:color="000000" w:sz="12" w:space="0"/>
            </w:tcBorders>
            <w:shd w:val="clear" w:color="auto" w:fill="auto"/>
          </w:tcPr>
          <w:p w:rsidRPr="00E82742" w:rsidR="00E82742" w:rsidP="001B6DA9" w:rsidRDefault="00E82742" w14:paraId="3112ECD0" w14:textId="77777777">
            <w:proofErr w:type="spellStart"/>
            <w:r w:rsidRPr="00E82742">
              <w:t>Feltleaf</w:t>
            </w:r>
            <w:proofErr w:type="spellEnd"/>
            <w:r w:rsidRPr="00E82742">
              <w:t xml:space="preserve"> willow</w:t>
            </w:r>
          </w:p>
        </w:tc>
        <w:tc>
          <w:tcPr>
            <w:tcW w:w="1956" w:type="dxa"/>
            <w:tcBorders>
              <w:top w:val="single" w:color="000000" w:sz="12" w:space="0"/>
            </w:tcBorders>
            <w:shd w:val="clear" w:color="auto" w:fill="auto"/>
          </w:tcPr>
          <w:p w:rsidRPr="00E82742" w:rsidR="00E82742" w:rsidP="001B6DA9" w:rsidRDefault="00E82742" w14:paraId="3E13BD0E" w14:textId="77777777">
            <w:r w:rsidRPr="00E82742">
              <w:t>Upper</w:t>
            </w:r>
          </w:p>
        </w:tc>
      </w:tr>
      <w:tr w:rsidRPr="00E82742" w:rsidR="00E82742" w:rsidTr="00E82742" w14:paraId="5143C5FF" w14:textId="77777777">
        <w:tc>
          <w:tcPr>
            <w:tcW w:w="1176" w:type="dxa"/>
            <w:shd w:val="clear" w:color="auto" w:fill="auto"/>
          </w:tcPr>
          <w:p w:rsidRPr="00E82742" w:rsidR="00E82742" w:rsidP="001B6DA9" w:rsidRDefault="00E82742" w14:paraId="7C057415" w14:textId="77777777">
            <w:pPr>
              <w:rPr>
                <w:bCs/>
              </w:rPr>
            </w:pPr>
            <w:r w:rsidRPr="00E82742">
              <w:rPr>
                <w:bCs/>
              </w:rPr>
              <w:t>SARI4</w:t>
            </w:r>
          </w:p>
        </w:tc>
        <w:tc>
          <w:tcPr>
            <w:tcW w:w="2076" w:type="dxa"/>
            <w:shd w:val="clear" w:color="auto" w:fill="auto"/>
          </w:tcPr>
          <w:p w:rsidRPr="006776BD" w:rsidR="00E82742" w:rsidP="001B6DA9" w:rsidRDefault="00E82742" w14:paraId="78434ED9" w14:textId="77777777">
            <w:pPr>
              <w:rPr>
                <w:i/>
                <w:iCs/>
              </w:rPr>
            </w:pPr>
            <w:r w:rsidRPr="006776BD">
              <w:rPr>
                <w:i/>
                <w:iCs/>
              </w:rPr>
              <w:t xml:space="preserve">Salix </w:t>
            </w:r>
            <w:proofErr w:type="spellStart"/>
            <w:r w:rsidRPr="006776BD">
              <w:rPr>
                <w:i/>
                <w:iCs/>
              </w:rPr>
              <w:t>richardsonii</w:t>
            </w:r>
            <w:proofErr w:type="spellEnd"/>
          </w:p>
        </w:tc>
        <w:tc>
          <w:tcPr>
            <w:tcW w:w="2316" w:type="dxa"/>
            <w:shd w:val="clear" w:color="auto" w:fill="auto"/>
          </w:tcPr>
          <w:p w:rsidRPr="00E82742" w:rsidR="00E82742" w:rsidP="001B6DA9" w:rsidRDefault="00E82742" w14:paraId="4934D989" w14:textId="77777777">
            <w:r w:rsidRPr="00E82742">
              <w:t>Richardson's willow</w:t>
            </w:r>
          </w:p>
        </w:tc>
        <w:tc>
          <w:tcPr>
            <w:tcW w:w="1956" w:type="dxa"/>
            <w:shd w:val="clear" w:color="auto" w:fill="auto"/>
          </w:tcPr>
          <w:p w:rsidRPr="00E82742" w:rsidR="00E82742" w:rsidP="001B6DA9" w:rsidRDefault="00E82742" w14:paraId="0B8A3C9B" w14:textId="77777777">
            <w:r w:rsidRPr="00E82742">
              <w:t>Upper</w:t>
            </w:r>
          </w:p>
        </w:tc>
      </w:tr>
      <w:tr w:rsidRPr="00E82742" w:rsidR="00E82742" w:rsidTr="00E82742" w14:paraId="3E3929FD" w14:textId="77777777">
        <w:tc>
          <w:tcPr>
            <w:tcW w:w="1176" w:type="dxa"/>
            <w:shd w:val="clear" w:color="auto" w:fill="auto"/>
          </w:tcPr>
          <w:p w:rsidRPr="00E82742" w:rsidR="00E82742" w:rsidP="001B6DA9" w:rsidRDefault="00E82742" w14:paraId="300FB09D" w14:textId="77777777">
            <w:pPr>
              <w:rPr>
                <w:bCs/>
              </w:rPr>
            </w:pPr>
            <w:r w:rsidRPr="00E82742">
              <w:rPr>
                <w:bCs/>
              </w:rPr>
              <w:t>SAGL</w:t>
            </w:r>
          </w:p>
        </w:tc>
        <w:tc>
          <w:tcPr>
            <w:tcW w:w="2076" w:type="dxa"/>
            <w:shd w:val="clear" w:color="auto" w:fill="auto"/>
          </w:tcPr>
          <w:p w:rsidRPr="006776BD" w:rsidR="00E82742" w:rsidP="001B6DA9" w:rsidRDefault="00E82742" w14:paraId="64F73CDE" w14:textId="77777777">
            <w:pPr>
              <w:rPr>
                <w:i/>
                <w:iCs/>
              </w:rPr>
            </w:pPr>
            <w:r w:rsidRPr="006776BD">
              <w:rPr>
                <w:i/>
                <w:iCs/>
              </w:rPr>
              <w:t>Salix glauca</w:t>
            </w:r>
          </w:p>
        </w:tc>
        <w:tc>
          <w:tcPr>
            <w:tcW w:w="2316" w:type="dxa"/>
            <w:shd w:val="clear" w:color="auto" w:fill="auto"/>
          </w:tcPr>
          <w:p w:rsidRPr="00E82742" w:rsidR="00E82742" w:rsidP="001B6DA9" w:rsidRDefault="00E82742" w14:paraId="7BE6F593" w14:textId="77777777">
            <w:proofErr w:type="spellStart"/>
            <w:r w:rsidRPr="00E82742">
              <w:t>Grayleaf</w:t>
            </w:r>
            <w:proofErr w:type="spellEnd"/>
            <w:r w:rsidRPr="00E82742">
              <w:t xml:space="preserve"> willow</w:t>
            </w:r>
          </w:p>
        </w:tc>
        <w:tc>
          <w:tcPr>
            <w:tcW w:w="1956" w:type="dxa"/>
            <w:shd w:val="clear" w:color="auto" w:fill="auto"/>
          </w:tcPr>
          <w:p w:rsidRPr="00E82742" w:rsidR="00E82742" w:rsidP="001B6DA9" w:rsidRDefault="00E82742" w14:paraId="6667FBF1" w14:textId="77777777">
            <w:r w:rsidRPr="00E82742">
              <w:t>Upper</w:t>
            </w:r>
          </w:p>
        </w:tc>
      </w:tr>
      <w:tr w:rsidRPr="00E82742" w:rsidR="00E82742" w:rsidTr="00E82742" w14:paraId="7F9A7B17" w14:textId="77777777">
        <w:tc>
          <w:tcPr>
            <w:tcW w:w="1176" w:type="dxa"/>
            <w:shd w:val="clear" w:color="auto" w:fill="auto"/>
          </w:tcPr>
          <w:p w:rsidRPr="00E82742" w:rsidR="00E82742" w:rsidP="001B6DA9" w:rsidRDefault="00E82742" w14:paraId="320C95CB" w14:textId="77777777">
            <w:pPr>
              <w:rPr>
                <w:bCs/>
              </w:rPr>
            </w:pPr>
            <w:r w:rsidRPr="00E82742">
              <w:rPr>
                <w:bCs/>
              </w:rPr>
              <w:t>SAPU15</w:t>
            </w:r>
          </w:p>
        </w:tc>
        <w:tc>
          <w:tcPr>
            <w:tcW w:w="2076" w:type="dxa"/>
            <w:shd w:val="clear" w:color="auto" w:fill="auto"/>
          </w:tcPr>
          <w:p w:rsidRPr="006776BD" w:rsidR="00E82742" w:rsidP="001B6DA9" w:rsidRDefault="00E82742" w14:paraId="27DB6025" w14:textId="77777777">
            <w:pPr>
              <w:rPr>
                <w:i/>
                <w:iCs/>
              </w:rPr>
            </w:pPr>
            <w:r w:rsidRPr="006776BD">
              <w:rPr>
                <w:i/>
                <w:iCs/>
              </w:rPr>
              <w:t>Salix pulchra</w:t>
            </w:r>
          </w:p>
        </w:tc>
        <w:tc>
          <w:tcPr>
            <w:tcW w:w="2316" w:type="dxa"/>
            <w:shd w:val="clear" w:color="auto" w:fill="auto"/>
          </w:tcPr>
          <w:p w:rsidRPr="00E82742" w:rsidR="00E82742" w:rsidP="001B6DA9" w:rsidRDefault="00E82742" w14:paraId="2604254A" w14:textId="77777777">
            <w:r w:rsidRPr="00E82742">
              <w:t>Tealeaf willow</w:t>
            </w:r>
          </w:p>
        </w:tc>
        <w:tc>
          <w:tcPr>
            <w:tcW w:w="1956" w:type="dxa"/>
            <w:shd w:val="clear" w:color="auto" w:fill="auto"/>
          </w:tcPr>
          <w:p w:rsidRPr="00E82742" w:rsidR="00E82742" w:rsidP="001B6DA9" w:rsidRDefault="00E82742" w14:paraId="0817440E" w14:textId="77777777">
            <w:r w:rsidRPr="00E82742">
              <w:t>Upper</w:t>
            </w:r>
          </w:p>
        </w:tc>
      </w:tr>
    </w:tbl>
    <w:p w:rsidR="00E82742" w:rsidP="00E82742" w:rsidRDefault="00E82742" w14:paraId="64710F6C" w14:textId="77777777"/>
    <w:p w:rsidR="00E82742" w:rsidP="00E82742" w:rsidRDefault="00E82742" w14:paraId="60699BFE" w14:textId="77777777">
      <w:pPr>
        <w:pStyle w:val="SClassInfoPara"/>
      </w:pPr>
      <w:r>
        <w:t>Description</w:t>
      </w:r>
    </w:p>
    <w:p w:rsidR="00E82742" w:rsidP="00E82742" w:rsidRDefault="00E82742" w14:paraId="45D1F65A" w14:textId="0DAA95F5">
      <w:r>
        <w:t xml:space="preserve">Low and tall shrubs gain dominance (succession from </w:t>
      </w:r>
      <w:r w:rsidR="006776BD">
        <w:t>C</w:t>
      </w:r>
      <w:r>
        <w:t xml:space="preserve">lass A) or colonize bare ground after a flood. This stage should start at age 0 but LANDFIRE rules only allow one seral stage to start at age 0; therefore, for modeling purposes it starts at age 1. On colder sites, this class is more likely to succeed to the </w:t>
      </w:r>
      <w:r w:rsidR="0090081F">
        <w:t>Dr</w:t>
      </w:r>
      <w:r>
        <w:t>yas stage (</w:t>
      </w:r>
      <w:r w:rsidR="0090081F">
        <w:t>C</w:t>
      </w:r>
      <w:r>
        <w:t>lass D). This class may be absent at higher elevations (Boggs et al. 2008).</w:t>
      </w:r>
    </w:p>
    <w:p w:rsidR="00E82742" w:rsidP="00E82742" w:rsidRDefault="00E82742" w14:paraId="355657E7" w14:textId="77777777"/>
    <w:p>
      <w:r>
        <w:rPr>
          <w:i/>
          <w:u w:val="single"/>
        </w:rPr>
        <w:t>Maximum Tree Size Class</w:t>
      </w:r>
      <w:br/>
      <w:r>
        <w:t>None</w:t>
      </w:r>
    </w:p>
    <w:p w:rsidR="00E82742" w:rsidP="00E82742" w:rsidRDefault="00E82742" w14:paraId="4C76F935" w14:textId="77777777">
      <w:pPr>
        <w:pStyle w:val="InfoPara"/>
        <w:pBdr>
          <w:top w:val="single" w:color="auto" w:sz="4" w:space="1"/>
        </w:pBdr>
      </w:pPr>
      <w:r xmlns:w="http://schemas.openxmlformats.org/wordprocessingml/2006/main">
        <w:t>Class C</w:t>
      </w:r>
      <w:r xmlns:w="http://schemas.openxmlformats.org/wordprocessingml/2006/main">
        <w:tab/>
        <w:t>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E82742" w:rsidP="00E82742" w:rsidRDefault="00E82742" w14:paraId="46D78885" w14:textId="77777777"/>
    <w:p w:rsidR="00E82742" w:rsidP="00E82742" w:rsidRDefault="00E82742" w14:paraId="559D3E8A"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328"/>
        <w:gridCol w:w="1860"/>
        <w:gridCol w:w="1956"/>
      </w:tblGrid>
      <w:tr w:rsidRPr="00E82742" w:rsidR="00E82742" w:rsidTr="00E82742" w14:paraId="3F211813" w14:textId="77777777">
        <w:tc>
          <w:tcPr>
            <w:tcW w:w="1104" w:type="dxa"/>
            <w:tcBorders>
              <w:top w:val="single" w:color="auto" w:sz="2" w:space="0"/>
              <w:bottom w:val="single" w:color="000000" w:sz="12" w:space="0"/>
            </w:tcBorders>
            <w:shd w:val="clear" w:color="auto" w:fill="auto"/>
          </w:tcPr>
          <w:p w:rsidRPr="00E82742" w:rsidR="00E82742" w:rsidP="00702235" w:rsidRDefault="00E82742" w14:paraId="0C752760" w14:textId="77777777">
            <w:pPr>
              <w:rPr>
                <w:b/>
                <w:bCs/>
              </w:rPr>
            </w:pPr>
            <w:r w:rsidRPr="00E82742">
              <w:rPr>
                <w:b/>
                <w:bCs/>
              </w:rPr>
              <w:t>Symbol</w:t>
            </w:r>
          </w:p>
        </w:tc>
        <w:tc>
          <w:tcPr>
            <w:tcW w:w="2328" w:type="dxa"/>
            <w:tcBorders>
              <w:top w:val="single" w:color="auto" w:sz="2" w:space="0"/>
              <w:bottom w:val="single" w:color="000000" w:sz="12" w:space="0"/>
            </w:tcBorders>
            <w:shd w:val="clear" w:color="auto" w:fill="auto"/>
          </w:tcPr>
          <w:p w:rsidRPr="00E82742" w:rsidR="00E82742" w:rsidP="00702235" w:rsidRDefault="00E82742" w14:paraId="05744F4B" w14:textId="77777777">
            <w:pPr>
              <w:rPr>
                <w:b/>
                <w:bCs/>
              </w:rPr>
            </w:pPr>
            <w:r w:rsidRPr="00E82742">
              <w:rPr>
                <w:b/>
                <w:bCs/>
              </w:rPr>
              <w:t>Scientific Name</w:t>
            </w:r>
          </w:p>
        </w:tc>
        <w:tc>
          <w:tcPr>
            <w:tcW w:w="1860" w:type="dxa"/>
            <w:tcBorders>
              <w:top w:val="single" w:color="auto" w:sz="2" w:space="0"/>
              <w:bottom w:val="single" w:color="000000" w:sz="12" w:space="0"/>
            </w:tcBorders>
            <w:shd w:val="clear" w:color="auto" w:fill="auto"/>
          </w:tcPr>
          <w:p w:rsidRPr="00E82742" w:rsidR="00E82742" w:rsidP="00702235" w:rsidRDefault="00E82742" w14:paraId="5A129350" w14:textId="77777777">
            <w:pPr>
              <w:rPr>
                <w:b/>
                <w:bCs/>
              </w:rPr>
            </w:pPr>
            <w:r w:rsidRPr="00E82742">
              <w:rPr>
                <w:b/>
                <w:bCs/>
              </w:rPr>
              <w:t>Common Name</w:t>
            </w:r>
          </w:p>
        </w:tc>
        <w:tc>
          <w:tcPr>
            <w:tcW w:w="1956" w:type="dxa"/>
            <w:tcBorders>
              <w:top w:val="single" w:color="auto" w:sz="2" w:space="0"/>
              <w:bottom w:val="single" w:color="000000" w:sz="12" w:space="0"/>
            </w:tcBorders>
            <w:shd w:val="clear" w:color="auto" w:fill="auto"/>
          </w:tcPr>
          <w:p w:rsidRPr="00E82742" w:rsidR="00E82742" w:rsidP="00702235" w:rsidRDefault="00E82742" w14:paraId="15AA3E34" w14:textId="77777777">
            <w:pPr>
              <w:rPr>
                <w:b/>
                <w:bCs/>
              </w:rPr>
            </w:pPr>
            <w:r w:rsidRPr="00E82742">
              <w:rPr>
                <w:b/>
                <w:bCs/>
              </w:rPr>
              <w:t>Canopy Position</w:t>
            </w:r>
          </w:p>
        </w:tc>
      </w:tr>
      <w:tr w:rsidRPr="00E82742" w:rsidR="00E82742" w:rsidTr="00E82742" w14:paraId="4514C46C" w14:textId="77777777">
        <w:tc>
          <w:tcPr>
            <w:tcW w:w="1104" w:type="dxa"/>
            <w:tcBorders>
              <w:top w:val="single" w:color="000000" w:sz="12" w:space="0"/>
            </w:tcBorders>
            <w:shd w:val="clear" w:color="auto" w:fill="auto"/>
          </w:tcPr>
          <w:p w:rsidRPr="00E82742" w:rsidR="00E82742" w:rsidP="00702235" w:rsidRDefault="00E82742" w14:paraId="73A559CE" w14:textId="77777777">
            <w:pPr>
              <w:rPr>
                <w:bCs/>
              </w:rPr>
            </w:pPr>
            <w:r w:rsidRPr="00E82742">
              <w:rPr>
                <w:bCs/>
              </w:rPr>
              <w:t>POBA2</w:t>
            </w:r>
          </w:p>
        </w:tc>
        <w:tc>
          <w:tcPr>
            <w:tcW w:w="2328" w:type="dxa"/>
            <w:tcBorders>
              <w:top w:val="single" w:color="000000" w:sz="12" w:space="0"/>
            </w:tcBorders>
            <w:shd w:val="clear" w:color="auto" w:fill="auto"/>
          </w:tcPr>
          <w:p w:rsidRPr="0090081F" w:rsidR="00E82742" w:rsidP="00702235" w:rsidRDefault="00E82742" w14:paraId="297329ED" w14:textId="77777777">
            <w:pPr>
              <w:rPr>
                <w:i/>
                <w:iCs/>
              </w:rPr>
            </w:pPr>
            <w:r w:rsidRPr="0090081F">
              <w:rPr>
                <w:i/>
                <w:iCs/>
              </w:rPr>
              <w:t>Populus balsamifera</w:t>
            </w:r>
          </w:p>
        </w:tc>
        <w:tc>
          <w:tcPr>
            <w:tcW w:w="1860" w:type="dxa"/>
            <w:tcBorders>
              <w:top w:val="single" w:color="000000" w:sz="12" w:space="0"/>
            </w:tcBorders>
            <w:shd w:val="clear" w:color="auto" w:fill="auto"/>
          </w:tcPr>
          <w:p w:rsidRPr="00E82742" w:rsidR="00E82742" w:rsidP="00702235" w:rsidRDefault="00E82742" w14:paraId="421C26C4" w14:textId="77777777">
            <w:r w:rsidRPr="00E82742">
              <w:t>Balsam poplar</w:t>
            </w:r>
          </w:p>
        </w:tc>
        <w:tc>
          <w:tcPr>
            <w:tcW w:w="1956" w:type="dxa"/>
            <w:tcBorders>
              <w:top w:val="single" w:color="000000" w:sz="12" w:space="0"/>
            </w:tcBorders>
            <w:shd w:val="clear" w:color="auto" w:fill="auto"/>
          </w:tcPr>
          <w:p w:rsidRPr="00E82742" w:rsidR="00E82742" w:rsidP="00702235" w:rsidRDefault="00E82742" w14:paraId="4D07F37C" w14:textId="77777777">
            <w:r w:rsidRPr="00E82742">
              <w:t>Upper</w:t>
            </w:r>
          </w:p>
        </w:tc>
      </w:tr>
      <w:tr w:rsidRPr="00E82742" w:rsidR="00E82742" w:rsidTr="00E82742" w14:paraId="27E3C015" w14:textId="77777777">
        <w:tc>
          <w:tcPr>
            <w:tcW w:w="1104" w:type="dxa"/>
            <w:shd w:val="clear" w:color="auto" w:fill="auto"/>
          </w:tcPr>
          <w:p w:rsidRPr="00E82742" w:rsidR="00E82742" w:rsidP="00702235" w:rsidRDefault="00E82742" w14:paraId="48C03E0C" w14:textId="77777777">
            <w:pPr>
              <w:rPr>
                <w:bCs/>
              </w:rPr>
            </w:pPr>
            <w:r w:rsidRPr="00E82742">
              <w:rPr>
                <w:bCs/>
              </w:rPr>
              <w:t>BEPA</w:t>
            </w:r>
          </w:p>
        </w:tc>
        <w:tc>
          <w:tcPr>
            <w:tcW w:w="2328" w:type="dxa"/>
            <w:shd w:val="clear" w:color="auto" w:fill="auto"/>
          </w:tcPr>
          <w:p w:rsidRPr="0090081F" w:rsidR="00E82742" w:rsidP="00702235" w:rsidRDefault="00E82742" w14:paraId="121931E5" w14:textId="77777777">
            <w:pPr>
              <w:rPr>
                <w:i/>
                <w:iCs/>
              </w:rPr>
            </w:pPr>
            <w:r w:rsidRPr="0090081F">
              <w:rPr>
                <w:i/>
                <w:iCs/>
              </w:rPr>
              <w:t xml:space="preserve">Betula </w:t>
            </w:r>
            <w:proofErr w:type="spellStart"/>
            <w:r w:rsidRPr="0090081F">
              <w:rPr>
                <w:i/>
                <w:iCs/>
              </w:rPr>
              <w:t>papyrifera</w:t>
            </w:r>
            <w:proofErr w:type="spellEnd"/>
          </w:p>
        </w:tc>
        <w:tc>
          <w:tcPr>
            <w:tcW w:w="1860" w:type="dxa"/>
            <w:shd w:val="clear" w:color="auto" w:fill="auto"/>
          </w:tcPr>
          <w:p w:rsidRPr="00E82742" w:rsidR="00E82742" w:rsidP="00702235" w:rsidRDefault="00E82742" w14:paraId="6B9BE85E" w14:textId="77777777">
            <w:r w:rsidRPr="00E82742">
              <w:t>Paper birch</w:t>
            </w:r>
          </w:p>
        </w:tc>
        <w:tc>
          <w:tcPr>
            <w:tcW w:w="1956" w:type="dxa"/>
            <w:shd w:val="clear" w:color="auto" w:fill="auto"/>
          </w:tcPr>
          <w:p w:rsidRPr="00E82742" w:rsidR="00E82742" w:rsidP="00702235" w:rsidRDefault="00E82742" w14:paraId="572E579B" w14:textId="77777777">
            <w:r w:rsidRPr="00E82742">
              <w:t>Upper</w:t>
            </w:r>
          </w:p>
        </w:tc>
      </w:tr>
    </w:tbl>
    <w:p w:rsidR="00E82742" w:rsidP="00E82742" w:rsidRDefault="00E82742" w14:paraId="674CB93F" w14:textId="77777777"/>
    <w:p w:rsidR="00E82742" w:rsidP="00E82742" w:rsidRDefault="00E82742" w14:paraId="056B9B01" w14:textId="77777777">
      <w:pPr>
        <w:pStyle w:val="SClassInfoPara"/>
      </w:pPr>
      <w:r>
        <w:t>Description</w:t>
      </w:r>
    </w:p>
    <w:p w:rsidR="00E82742" w:rsidP="00E82742" w:rsidRDefault="00E82742" w14:paraId="1BE0140B" w14:textId="77777777">
      <w:r>
        <w:t xml:space="preserve">Closed patches of </w:t>
      </w:r>
      <w:r w:rsidRPr="0090081F">
        <w:rPr>
          <w:i/>
          <w:iCs/>
        </w:rPr>
        <w:t xml:space="preserve">Populus balsamifera </w:t>
      </w:r>
      <w:r w:rsidRPr="0090081F">
        <w:t>or</w:t>
      </w:r>
      <w:r w:rsidRPr="0090081F">
        <w:rPr>
          <w:i/>
          <w:iCs/>
        </w:rPr>
        <w:t xml:space="preserve"> Betula </w:t>
      </w:r>
      <w:proofErr w:type="spellStart"/>
      <w:r w:rsidRPr="0090081F">
        <w:rPr>
          <w:i/>
          <w:iCs/>
        </w:rPr>
        <w:t>papyrifera</w:t>
      </w:r>
      <w:proofErr w:type="spellEnd"/>
      <w:r>
        <w:t xml:space="preserve"> may occur in some areas as a later seral stage within the floodplain but their presence will diminish closer to the coast.</w:t>
      </w:r>
    </w:p>
    <w:p w:rsidR="00E82742" w:rsidP="00E82742" w:rsidRDefault="00E82742" w14:paraId="203CD9C9" w14:textId="77777777"/>
    <w:p>
      <w:r>
        <w:rPr>
          <w:i/>
          <w:u w:val="single"/>
        </w:rPr>
        <w:t>Maximum Tree Size Class</w:t>
      </w:r>
      <w:br/>
      <w:r>
        <w:t>Pole 5–9" (swd)/5–11" (hwd)</w:t>
      </w:r>
    </w:p>
    <w:p w:rsidR="00E82742" w:rsidP="00E82742" w:rsidRDefault="00E82742" w14:paraId="597BAD6A" w14:textId="77777777">
      <w:pPr>
        <w:pStyle w:val="InfoPara"/>
        <w:pBdr>
          <w:top w:val="single" w:color="auto" w:sz="4" w:space="1"/>
        </w:pBdr>
      </w:pPr>
      <w:r xmlns:w="http://schemas.openxmlformats.org/wordprocessingml/2006/main">
        <w:t>Class D</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2 - All Structures</w:t>
      </w:r>
    </w:p>
    <w:p w:rsidR="00E82742" w:rsidP="00E82742" w:rsidRDefault="00E82742" w14:paraId="155FDFDA" w14:textId="77777777"/>
    <w:p w:rsidR="00E82742" w:rsidP="00E82742" w:rsidRDefault="00E82742" w14:paraId="1A1B78C0"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12"/>
        <w:gridCol w:w="2568"/>
        <w:gridCol w:w="3312"/>
        <w:gridCol w:w="1956"/>
      </w:tblGrid>
      <w:tr w:rsidRPr="00E82742" w:rsidR="00E82742" w:rsidTr="00E82742" w14:paraId="4E60306C" w14:textId="77777777">
        <w:tc>
          <w:tcPr>
            <w:tcW w:w="1212" w:type="dxa"/>
            <w:tcBorders>
              <w:top w:val="single" w:color="auto" w:sz="2" w:space="0"/>
              <w:bottom w:val="single" w:color="000000" w:sz="12" w:space="0"/>
            </w:tcBorders>
            <w:shd w:val="clear" w:color="auto" w:fill="auto"/>
          </w:tcPr>
          <w:p w:rsidRPr="00E82742" w:rsidR="00E82742" w:rsidP="001A47A2" w:rsidRDefault="00E82742" w14:paraId="2AF42D53" w14:textId="77777777">
            <w:pPr>
              <w:rPr>
                <w:b/>
                <w:bCs/>
              </w:rPr>
            </w:pPr>
            <w:r w:rsidRPr="00E82742">
              <w:rPr>
                <w:b/>
                <w:bCs/>
              </w:rPr>
              <w:t>Symbol</w:t>
            </w:r>
          </w:p>
        </w:tc>
        <w:tc>
          <w:tcPr>
            <w:tcW w:w="2568" w:type="dxa"/>
            <w:tcBorders>
              <w:top w:val="single" w:color="auto" w:sz="2" w:space="0"/>
              <w:bottom w:val="single" w:color="000000" w:sz="12" w:space="0"/>
            </w:tcBorders>
            <w:shd w:val="clear" w:color="auto" w:fill="auto"/>
          </w:tcPr>
          <w:p w:rsidRPr="00E82742" w:rsidR="00E82742" w:rsidP="001A47A2" w:rsidRDefault="00E82742" w14:paraId="747B9F3E" w14:textId="77777777">
            <w:pPr>
              <w:rPr>
                <w:b/>
                <w:bCs/>
              </w:rPr>
            </w:pPr>
            <w:r w:rsidRPr="00E82742">
              <w:rPr>
                <w:b/>
                <w:bCs/>
              </w:rPr>
              <w:t>Scientific Name</w:t>
            </w:r>
          </w:p>
        </w:tc>
        <w:tc>
          <w:tcPr>
            <w:tcW w:w="3312" w:type="dxa"/>
            <w:tcBorders>
              <w:top w:val="single" w:color="auto" w:sz="2" w:space="0"/>
              <w:bottom w:val="single" w:color="000000" w:sz="12" w:space="0"/>
            </w:tcBorders>
            <w:shd w:val="clear" w:color="auto" w:fill="auto"/>
          </w:tcPr>
          <w:p w:rsidRPr="00E82742" w:rsidR="00E82742" w:rsidP="001A47A2" w:rsidRDefault="00E82742" w14:paraId="45990269" w14:textId="77777777">
            <w:pPr>
              <w:rPr>
                <w:b/>
                <w:bCs/>
              </w:rPr>
            </w:pPr>
            <w:r w:rsidRPr="00E82742">
              <w:rPr>
                <w:b/>
                <w:bCs/>
              </w:rPr>
              <w:t>Common Name</w:t>
            </w:r>
          </w:p>
        </w:tc>
        <w:tc>
          <w:tcPr>
            <w:tcW w:w="1956" w:type="dxa"/>
            <w:tcBorders>
              <w:top w:val="single" w:color="auto" w:sz="2" w:space="0"/>
              <w:bottom w:val="single" w:color="000000" w:sz="12" w:space="0"/>
            </w:tcBorders>
            <w:shd w:val="clear" w:color="auto" w:fill="auto"/>
          </w:tcPr>
          <w:p w:rsidRPr="00E82742" w:rsidR="00E82742" w:rsidP="001A47A2" w:rsidRDefault="00E82742" w14:paraId="19FE5DC6" w14:textId="77777777">
            <w:pPr>
              <w:rPr>
                <w:b/>
                <w:bCs/>
              </w:rPr>
            </w:pPr>
            <w:r w:rsidRPr="00E82742">
              <w:rPr>
                <w:b/>
                <w:bCs/>
              </w:rPr>
              <w:t>Canopy Position</w:t>
            </w:r>
          </w:p>
        </w:tc>
      </w:tr>
      <w:tr w:rsidRPr="00E82742" w:rsidR="00E82742" w:rsidTr="00E82742" w14:paraId="2B7BB447" w14:textId="77777777">
        <w:tc>
          <w:tcPr>
            <w:tcW w:w="1212" w:type="dxa"/>
            <w:tcBorders>
              <w:top w:val="single" w:color="000000" w:sz="12" w:space="0"/>
            </w:tcBorders>
            <w:shd w:val="clear" w:color="auto" w:fill="auto"/>
          </w:tcPr>
          <w:p w:rsidRPr="00E82742" w:rsidR="00E82742" w:rsidP="001A47A2" w:rsidRDefault="00E82742" w14:paraId="5B2E819D" w14:textId="77777777">
            <w:pPr>
              <w:rPr>
                <w:bCs/>
              </w:rPr>
            </w:pPr>
            <w:r w:rsidRPr="00E82742">
              <w:rPr>
                <w:bCs/>
              </w:rPr>
              <w:t>DRIN4</w:t>
            </w:r>
          </w:p>
        </w:tc>
        <w:tc>
          <w:tcPr>
            <w:tcW w:w="2568" w:type="dxa"/>
            <w:tcBorders>
              <w:top w:val="single" w:color="000000" w:sz="12" w:space="0"/>
            </w:tcBorders>
            <w:shd w:val="clear" w:color="auto" w:fill="auto"/>
          </w:tcPr>
          <w:p w:rsidRPr="00AD4288" w:rsidR="00E82742" w:rsidP="001A47A2" w:rsidRDefault="00E82742" w14:paraId="222F50D5" w14:textId="77777777">
            <w:pPr>
              <w:rPr>
                <w:i/>
                <w:iCs/>
              </w:rPr>
            </w:pPr>
            <w:r w:rsidRPr="00AD4288">
              <w:rPr>
                <w:i/>
                <w:iCs/>
              </w:rPr>
              <w:t>Dryas integrifolia</w:t>
            </w:r>
          </w:p>
        </w:tc>
        <w:tc>
          <w:tcPr>
            <w:tcW w:w="3312" w:type="dxa"/>
            <w:tcBorders>
              <w:top w:val="single" w:color="000000" w:sz="12" w:space="0"/>
            </w:tcBorders>
            <w:shd w:val="clear" w:color="auto" w:fill="auto"/>
          </w:tcPr>
          <w:p w:rsidRPr="00E82742" w:rsidR="00E82742" w:rsidP="001A47A2" w:rsidRDefault="00E82742" w14:paraId="0C3CCB55" w14:textId="77777777">
            <w:proofErr w:type="spellStart"/>
            <w:r w:rsidRPr="00E82742">
              <w:t>Entireleaf</w:t>
            </w:r>
            <w:proofErr w:type="spellEnd"/>
            <w:r w:rsidRPr="00E82742">
              <w:t xml:space="preserve"> mountain-avens</w:t>
            </w:r>
          </w:p>
        </w:tc>
        <w:tc>
          <w:tcPr>
            <w:tcW w:w="1956" w:type="dxa"/>
            <w:tcBorders>
              <w:top w:val="single" w:color="000000" w:sz="12" w:space="0"/>
            </w:tcBorders>
            <w:shd w:val="clear" w:color="auto" w:fill="auto"/>
          </w:tcPr>
          <w:p w:rsidRPr="00E82742" w:rsidR="00E82742" w:rsidP="001A47A2" w:rsidRDefault="00E82742" w14:paraId="13512817" w14:textId="77777777">
            <w:r w:rsidRPr="00E82742">
              <w:t>Upper</w:t>
            </w:r>
          </w:p>
        </w:tc>
      </w:tr>
      <w:tr w:rsidRPr="00E82742" w:rsidR="00E82742" w:rsidTr="00E82742" w14:paraId="00A4C927" w14:textId="77777777">
        <w:tc>
          <w:tcPr>
            <w:tcW w:w="1212" w:type="dxa"/>
            <w:shd w:val="clear" w:color="auto" w:fill="auto"/>
          </w:tcPr>
          <w:p w:rsidRPr="00E82742" w:rsidR="00E82742" w:rsidP="001A47A2" w:rsidRDefault="00E82742" w14:paraId="43BFCAEE" w14:textId="77777777">
            <w:pPr>
              <w:rPr>
                <w:bCs/>
              </w:rPr>
            </w:pPr>
            <w:r w:rsidRPr="00E82742">
              <w:rPr>
                <w:bCs/>
              </w:rPr>
              <w:t>SALIX</w:t>
            </w:r>
          </w:p>
        </w:tc>
        <w:tc>
          <w:tcPr>
            <w:tcW w:w="2568" w:type="dxa"/>
            <w:shd w:val="clear" w:color="auto" w:fill="auto"/>
          </w:tcPr>
          <w:p w:rsidRPr="00AD4288" w:rsidR="00E82742" w:rsidP="001A47A2" w:rsidRDefault="00E82742" w14:paraId="2FD8DCB6" w14:textId="2D6EB014">
            <w:r w:rsidRPr="00AD4288">
              <w:rPr>
                <w:i/>
                <w:iCs/>
              </w:rPr>
              <w:t>Salix</w:t>
            </w:r>
            <w:r w:rsidR="00AD4288">
              <w:rPr>
                <w:i/>
                <w:iCs/>
              </w:rPr>
              <w:t xml:space="preserve"> </w:t>
            </w:r>
            <w:r w:rsidR="00AD4288">
              <w:t>spp.</w:t>
            </w:r>
          </w:p>
        </w:tc>
        <w:tc>
          <w:tcPr>
            <w:tcW w:w="3312" w:type="dxa"/>
            <w:shd w:val="clear" w:color="auto" w:fill="auto"/>
          </w:tcPr>
          <w:p w:rsidRPr="00E82742" w:rsidR="00E82742" w:rsidP="001A47A2" w:rsidRDefault="00E82742" w14:paraId="2D97FA33" w14:textId="77777777">
            <w:r w:rsidRPr="00E82742">
              <w:t>Willow</w:t>
            </w:r>
          </w:p>
        </w:tc>
        <w:tc>
          <w:tcPr>
            <w:tcW w:w="1956" w:type="dxa"/>
            <w:shd w:val="clear" w:color="auto" w:fill="auto"/>
          </w:tcPr>
          <w:p w:rsidRPr="00E82742" w:rsidR="00E82742" w:rsidP="001A47A2" w:rsidRDefault="00E82742" w14:paraId="3A664654" w14:textId="77777777">
            <w:r w:rsidRPr="00E82742">
              <w:t>Upper</w:t>
            </w:r>
          </w:p>
        </w:tc>
      </w:tr>
      <w:tr w:rsidRPr="00E82742" w:rsidR="00E82742" w:rsidTr="00E82742" w14:paraId="252BF600" w14:textId="77777777">
        <w:tc>
          <w:tcPr>
            <w:tcW w:w="1212" w:type="dxa"/>
            <w:shd w:val="clear" w:color="auto" w:fill="auto"/>
          </w:tcPr>
          <w:p w:rsidRPr="00E82742" w:rsidR="00E82742" w:rsidP="001A47A2" w:rsidRDefault="00E82742" w14:paraId="4CC59F54" w14:textId="77777777">
            <w:pPr>
              <w:rPr>
                <w:bCs/>
              </w:rPr>
            </w:pPr>
            <w:r w:rsidRPr="00E82742">
              <w:rPr>
                <w:bCs/>
              </w:rPr>
              <w:t>CATE11</w:t>
            </w:r>
          </w:p>
        </w:tc>
        <w:tc>
          <w:tcPr>
            <w:tcW w:w="2568" w:type="dxa"/>
            <w:shd w:val="clear" w:color="auto" w:fill="auto"/>
          </w:tcPr>
          <w:p w:rsidRPr="00AD4288" w:rsidR="00E82742" w:rsidP="001A47A2" w:rsidRDefault="00E82742" w14:paraId="547E4244" w14:textId="77777777">
            <w:pPr>
              <w:rPr>
                <w:i/>
                <w:iCs/>
              </w:rPr>
            </w:pPr>
            <w:proofErr w:type="spellStart"/>
            <w:r w:rsidRPr="00AD4288">
              <w:rPr>
                <w:i/>
                <w:iCs/>
              </w:rPr>
              <w:t>Cassiope</w:t>
            </w:r>
            <w:proofErr w:type="spellEnd"/>
            <w:r w:rsidRPr="00AD4288">
              <w:rPr>
                <w:i/>
                <w:iCs/>
              </w:rPr>
              <w:t xml:space="preserve"> </w:t>
            </w:r>
            <w:proofErr w:type="spellStart"/>
            <w:r w:rsidRPr="00AD4288">
              <w:rPr>
                <w:i/>
                <w:iCs/>
              </w:rPr>
              <w:t>tetragona</w:t>
            </w:r>
            <w:proofErr w:type="spellEnd"/>
          </w:p>
        </w:tc>
        <w:tc>
          <w:tcPr>
            <w:tcW w:w="3312" w:type="dxa"/>
            <w:shd w:val="clear" w:color="auto" w:fill="auto"/>
          </w:tcPr>
          <w:p w:rsidRPr="00E82742" w:rsidR="00E82742" w:rsidP="001A47A2" w:rsidRDefault="00E82742" w14:paraId="0AC10D76" w14:textId="77777777">
            <w:r w:rsidRPr="00E82742">
              <w:t>White arctic mountain heather</w:t>
            </w:r>
          </w:p>
        </w:tc>
        <w:tc>
          <w:tcPr>
            <w:tcW w:w="1956" w:type="dxa"/>
            <w:shd w:val="clear" w:color="auto" w:fill="auto"/>
          </w:tcPr>
          <w:p w:rsidRPr="00E82742" w:rsidR="00E82742" w:rsidP="001A47A2" w:rsidRDefault="00E82742" w14:paraId="2B2E2AC8" w14:textId="77777777">
            <w:r w:rsidRPr="00E82742">
              <w:t>Upper</w:t>
            </w:r>
          </w:p>
        </w:tc>
      </w:tr>
      <w:tr w:rsidRPr="00E82742" w:rsidR="00E82742" w:rsidTr="00E82742" w14:paraId="38F5D3A9" w14:textId="77777777">
        <w:tc>
          <w:tcPr>
            <w:tcW w:w="1212" w:type="dxa"/>
            <w:shd w:val="clear" w:color="auto" w:fill="auto"/>
          </w:tcPr>
          <w:p w:rsidRPr="00E82742" w:rsidR="00E82742" w:rsidP="001A47A2" w:rsidRDefault="00E82742" w14:paraId="22893272" w14:textId="77777777">
            <w:pPr>
              <w:rPr>
                <w:bCs/>
              </w:rPr>
            </w:pPr>
            <w:r w:rsidRPr="00E82742">
              <w:rPr>
                <w:bCs/>
              </w:rPr>
              <w:t>VAUL</w:t>
            </w:r>
          </w:p>
        </w:tc>
        <w:tc>
          <w:tcPr>
            <w:tcW w:w="2568" w:type="dxa"/>
            <w:shd w:val="clear" w:color="auto" w:fill="auto"/>
          </w:tcPr>
          <w:p w:rsidRPr="00AD4288" w:rsidR="00E82742" w:rsidP="001A47A2" w:rsidRDefault="00E82742" w14:paraId="04610E18" w14:textId="77777777">
            <w:pPr>
              <w:rPr>
                <w:i/>
                <w:iCs/>
              </w:rPr>
            </w:pPr>
            <w:r w:rsidRPr="00AD4288">
              <w:rPr>
                <w:i/>
                <w:iCs/>
              </w:rPr>
              <w:t xml:space="preserve">Vaccinium </w:t>
            </w:r>
            <w:proofErr w:type="spellStart"/>
            <w:r w:rsidRPr="00AD4288">
              <w:rPr>
                <w:i/>
                <w:iCs/>
              </w:rPr>
              <w:t>uliginosum</w:t>
            </w:r>
            <w:proofErr w:type="spellEnd"/>
          </w:p>
        </w:tc>
        <w:tc>
          <w:tcPr>
            <w:tcW w:w="3312" w:type="dxa"/>
            <w:shd w:val="clear" w:color="auto" w:fill="auto"/>
          </w:tcPr>
          <w:p w:rsidRPr="00E82742" w:rsidR="00E82742" w:rsidP="001A47A2" w:rsidRDefault="00E82742" w14:paraId="1A66578F" w14:textId="77777777">
            <w:r w:rsidRPr="00E82742">
              <w:t>Bog blueberry</w:t>
            </w:r>
          </w:p>
        </w:tc>
        <w:tc>
          <w:tcPr>
            <w:tcW w:w="1956" w:type="dxa"/>
            <w:shd w:val="clear" w:color="auto" w:fill="auto"/>
          </w:tcPr>
          <w:p w:rsidRPr="00E82742" w:rsidR="00E82742" w:rsidP="001A47A2" w:rsidRDefault="00E82742" w14:paraId="6339BC33" w14:textId="77777777">
            <w:r w:rsidRPr="00E82742">
              <w:t>Upper</w:t>
            </w:r>
          </w:p>
        </w:tc>
      </w:tr>
    </w:tbl>
    <w:p w:rsidR="00E82742" w:rsidP="00E82742" w:rsidRDefault="00E82742" w14:paraId="49C5B9C9" w14:textId="77777777"/>
    <w:p w:rsidR="00E82742" w:rsidP="00E82742" w:rsidRDefault="00E82742" w14:paraId="4175211F" w14:textId="77777777">
      <w:pPr>
        <w:pStyle w:val="SClassInfoPara"/>
      </w:pPr>
      <w:r>
        <w:t>Description</w:t>
      </w:r>
    </w:p>
    <w:p w:rsidR="00E82742" w:rsidP="00E82742" w:rsidRDefault="00E82742" w14:paraId="14F1BE6E" w14:textId="7CF24D36">
      <w:r>
        <w:t>Dryas dwarf shrubs are a likely late seral stage within the floodplain, especially on sites that are too cold to support trees. Dryas will take longer to develop than the poplar or birch patches (</w:t>
      </w:r>
      <w:r w:rsidR="00AD4288">
        <w:t>C</w:t>
      </w:r>
      <w:r>
        <w:t>lass C) but the age range on this class is uncertain and probably highly variable.</w:t>
      </w:r>
    </w:p>
    <w:p w:rsidR="00E82742" w:rsidP="00E82742" w:rsidRDefault="00E82742" w14:paraId="2D0BA879"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Mid1:ALL</w:t>
            </w:r>
          </w:p>
        </w:tc>
        <w:tc>
          <w:p>
            <w:pPr>
              <w:jc w:val="center"/>
            </w:pPr>
            <w:r>
              <w:rPr>
                <w:sz w:val="20"/>
              </w:rPr>
              <w:t>5</w:t>
            </w:r>
          </w:p>
        </w:tc>
      </w:tr>
      <w:tr>
        <w:tc>
          <w:p>
            <w:pPr>
              <w:jc w:val="center"/>
            </w:pPr>
            <w:r>
              <w:rPr>
                <w:sz w:val="20"/>
              </w:rPr>
              <w:t>Mid1:ALL</w:t>
            </w:r>
          </w:p>
        </w:tc>
        <w:tc>
          <w:p>
            <w:pPr>
              <w:jc w:val="center"/>
            </w:pPr>
            <w:r>
              <w:rPr>
                <w:sz w:val="20"/>
              </w:rPr>
              <w:t>1</w:t>
            </w:r>
          </w:p>
        </w:tc>
        <w:tc>
          <w:p>
            <w:pPr>
              <w:jc w:val="center"/>
            </w:pPr>
            <w:r>
              <w:rPr>
                <w:sz w:val="20"/>
              </w:rPr>
              <w:t>Late2:ALL</w:t>
            </w:r>
          </w:p>
        </w:tc>
        <w:tc>
          <w:p>
            <w:pPr>
              <w:jc w:val="center"/>
            </w:pPr>
            <w:r>
              <w:rPr>
                <w:sz w:val="20"/>
              </w:rPr>
              <w:t>99</w:t>
            </w:r>
          </w:p>
        </w:tc>
      </w:tr>
      <w:tr>
        <w:tc>
          <w:p>
            <w:pPr>
              <w:jc w:val="center"/>
            </w:pPr>
            <w:r>
              <w:rPr>
                <w:sz w:val="20"/>
              </w:rPr>
              <w:t>Late1:CLS</w:t>
            </w:r>
          </w:p>
        </w:tc>
        <w:tc>
          <w:p>
            <w:pPr>
              <w:jc w:val="center"/>
            </w:pPr>
            <w:r>
              <w:rPr>
                <w:sz w:val="20"/>
              </w:rPr>
              <w:t>20</w:t>
            </w:r>
          </w:p>
        </w:tc>
        <w:tc>
          <w:p>
            <w:pPr>
              <w:jc w:val="center"/>
            </w:pPr>
            <w:r>
              <w:rPr>
                <w:sz w:val="20"/>
              </w:rPr>
              <w:t>Late1:CLS</w:t>
            </w:r>
          </w:p>
        </w:tc>
        <w:tc>
          <w:p>
            <w:pPr>
              <w:jc w:val="center"/>
            </w:pPr>
            <w:r>
              <w:rPr>
                <w:sz w:val="20"/>
              </w:rPr>
              <w:t>999</w:t>
            </w:r>
          </w:p>
        </w:tc>
      </w:tr>
      <w:tr>
        <w:tc>
          <w:p>
            <w:pPr>
              <w:jc w:val="center"/>
            </w:pPr>
            <w:r>
              <w:rPr>
                <w:sz w:val="20"/>
              </w:rPr>
              <w:t>Late2:ALL</w:t>
            </w:r>
          </w:p>
        </w:tc>
        <w:tc>
          <w:p>
            <w:pPr>
              <w:jc w:val="center"/>
            </w:pPr>
            <w:r>
              <w:rPr>
                <w:sz w:val="20"/>
              </w:rPr>
              <w:t>100</w:t>
            </w:r>
          </w:p>
        </w:tc>
        <w:tc>
          <w:p>
            <w:pPr>
              <w:jc w:val="center"/>
            </w:pPr>
            <w:r>
              <w:rPr>
                <w:sz w:val="20"/>
              </w:rPr>
              <w:t>Late2:ALL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0.05</w:t>
            </w:r>
          </w:p>
        </w:tc>
        <w:tc>
          <w:p>
            <w:pPr>
              <w:jc w:val="center"/>
            </w:pPr>
            <w:r>
              <w:rPr>
                <w:sz w:val="20"/>
              </w:rPr>
              <w:t>20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Mid1:ALL</w:t>
            </w:r>
          </w:p>
        </w:tc>
        <w:tc>
          <w:p>
            <w:pPr>
              <w:jc w:val="center"/>
            </w:pPr>
            <w:r>
              <w:rPr>
                <w:sz w:val="20"/>
              </w:rPr>
              <w:t>Late1:CLS</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Mid1:ALL</w:t>
            </w:r>
          </w:p>
        </w:tc>
        <w:tc>
          <w:p>
            <w:pPr>
              <w:jc w:val="center"/>
            </w:pPr>
            <w:r>
              <w:rPr>
                <w:sz w:val="20"/>
              </w:rPr>
              <w:t>Early1:ALL</w:t>
            </w:r>
          </w:p>
        </w:tc>
        <w:tc>
          <w:p>
            <w:pPr>
              <w:jc w:val="center"/>
            </w:pPr>
            <w:r>
              <w:rPr>
                <w:sz w:val="20"/>
              </w:rPr>
              <w:t>0.05</w:t>
            </w:r>
          </w:p>
        </w:tc>
        <w:tc>
          <w:p>
            <w:pPr>
              <w:jc w:val="center"/>
            </w:pPr>
            <w:r>
              <w:rPr>
                <w:sz w:val="20"/>
              </w:rPr>
              <w:t>20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Late1:CLS</w:t>
            </w:r>
          </w:p>
        </w:tc>
        <w:tc>
          <w:p>
            <w:pPr>
              <w:jc w:val="center"/>
            </w:pPr>
            <w:r>
              <w:rPr>
                <w:sz w:val="20"/>
              </w:rPr>
              <w:t>Early1:ALL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Late2:ALL</w:t>
            </w:r>
          </w:p>
        </w:tc>
        <w:tc>
          <w:p>
            <w:pPr>
              <w:jc w:val="center"/>
            </w:pPr>
            <w:r>
              <w:rPr>
                <w:sz w:val="20"/>
              </w:rPr>
              <w:t>Early1:ALL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bl>
    <w:p>
      <w:r>
        <w:t/>
      </w:r>
    </w:p>
    <w:p>
      <w:pPr>
        <w:pStyle w:val="InfoPara"/>
      </w:pPr>
      <w:r>
        <w:t>Optional Disturbances</w:t>
      </w:r>
    </w:p>
    <w:p>
      <w:r>
        <w:t>Optional 1: Flooding</w:t>
      </w:r>
    </w:p>
    <w:p>
      <w:r>
        <w:t/>
      </w:r>
    </w:p>
    <w:p>
      <w:pPr xmlns:w="http://schemas.openxmlformats.org/wordprocessingml/2006/main">
        <w:pStyle w:val="ReportSection"/>
      </w:pPr>
      <w:r xmlns:w="http://schemas.openxmlformats.org/wordprocessingml/2006/main">
        <w:t>References</w:t>
      </w:r>
    </w:p>
    <w:p>
      <w:r>
        <w:t/>
      </w:r>
    </w:p>
    <w:p w:rsidRPr="00A43E41" w:rsidR="004D5F12" w:rsidP="00E82742" w:rsidRDefault="00E82742" w14:paraId="2F54FA2B" w14:textId="4EBF965C">
      <w:r>
        <w:t>Boggs et al. 2008. International Ecological Classification Standard: Terrestrial Ecological Classifications. Draft Ecological Systems Description for the Alaska Arctic Region.</w:t>
      </w:r>
    </w:p>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1E1E" w:rsidRDefault="00251E1E" w14:paraId="2DB4E061" w14:textId="77777777">
      <w:r>
        <w:separator/>
      </w:r>
    </w:p>
  </w:endnote>
  <w:endnote w:type="continuationSeparator" w:id="0">
    <w:p w:rsidR="00251E1E" w:rsidRDefault="00251E1E" w14:paraId="0C69FDD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2742" w:rsidP="00E82742" w:rsidRDefault="00E82742" w14:paraId="379DD9C2"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1E1E" w:rsidRDefault="00251E1E" w14:paraId="2E3A4EA2" w14:textId="77777777">
      <w:r>
        <w:separator/>
      </w:r>
    </w:p>
  </w:footnote>
  <w:footnote w:type="continuationSeparator" w:id="0">
    <w:p w:rsidR="00251E1E" w:rsidRDefault="00251E1E" w14:paraId="7F0FAC0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E82742" w:rsidRDefault="00A43E41" w14:paraId="0C958AC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303242569">
    <w:abstractNumId w:val="0"/>
  </w:num>
  <w:num w:numId="2" w16cid:durableId="18817463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2742"/>
    <w:rsid w:val="00007C48"/>
    <w:rsid w:val="0001761A"/>
    <w:rsid w:val="00017DD6"/>
    <w:rsid w:val="0003202F"/>
    <w:rsid w:val="0004797F"/>
    <w:rsid w:val="00072176"/>
    <w:rsid w:val="00077A85"/>
    <w:rsid w:val="00097251"/>
    <w:rsid w:val="000A4319"/>
    <w:rsid w:val="000B5948"/>
    <w:rsid w:val="000E1EC5"/>
    <w:rsid w:val="000E759B"/>
    <w:rsid w:val="000F3569"/>
    <w:rsid w:val="00110079"/>
    <w:rsid w:val="00117805"/>
    <w:rsid w:val="00144BEF"/>
    <w:rsid w:val="001514F9"/>
    <w:rsid w:val="00174486"/>
    <w:rsid w:val="001824B8"/>
    <w:rsid w:val="00193946"/>
    <w:rsid w:val="00196C68"/>
    <w:rsid w:val="001A07B5"/>
    <w:rsid w:val="001A5277"/>
    <w:rsid w:val="001A6573"/>
    <w:rsid w:val="001B1261"/>
    <w:rsid w:val="001D4EEB"/>
    <w:rsid w:val="001E43F5"/>
    <w:rsid w:val="001F77AB"/>
    <w:rsid w:val="002206B7"/>
    <w:rsid w:val="00220975"/>
    <w:rsid w:val="002233CE"/>
    <w:rsid w:val="00233079"/>
    <w:rsid w:val="00242A9C"/>
    <w:rsid w:val="00251E1E"/>
    <w:rsid w:val="00272B25"/>
    <w:rsid w:val="00292706"/>
    <w:rsid w:val="002A69B2"/>
    <w:rsid w:val="002E41A1"/>
    <w:rsid w:val="00300000"/>
    <w:rsid w:val="0031662A"/>
    <w:rsid w:val="00317111"/>
    <w:rsid w:val="003172E2"/>
    <w:rsid w:val="00320910"/>
    <w:rsid w:val="00320D4B"/>
    <w:rsid w:val="003319D8"/>
    <w:rsid w:val="0037413E"/>
    <w:rsid w:val="003C703C"/>
    <w:rsid w:val="003F322E"/>
    <w:rsid w:val="004148BE"/>
    <w:rsid w:val="00414DA8"/>
    <w:rsid w:val="00424E99"/>
    <w:rsid w:val="0042550C"/>
    <w:rsid w:val="0042737A"/>
    <w:rsid w:val="004375BE"/>
    <w:rsid w:val="00446F38"/>
    <w:rsid w:val="00447BAA"/>
    <w:rsid w:val="00452B5E"/>
    <w:rsid w:val="00455D4C"/>
    <w:rsid w:val="00467245"/>
    <w:rsid w:val="00476F39"/>
    <w:rsid w:val="00480C6E"/>
    <w:rsid w:val="00484A16"/>
    <w:rsid w:val="00491F12"/>
    <w:rsid w:val="00492A22"/>
    <w:rsid w:val="004D24E0"/>
    <w:rsid w:val="004D5F12"/>
    <w:rsid w:val="004D6A70"/>
    <w:rsid w:val="004D7DCF"/>
    <w:rsid w:val="004E7DB5"/>
    <w:rsid w:val="005035F5"/>
    <w:rsid w:val="00503C61"/>
    <w:rsid w:val="00513848"/>
    <w:rsid w:val="00513AFB"/>
    <w:rsid w:val="0052386E"/>
    <w:rsid w:val="0052664C"/>
    <w:rsid w:val="00530D3E"/>
    <w:rsid w:val="00537D33"/>
    <w:rsid w:val="0054090D"/>
    <w:rsid w:val="005446EB"/>
    <w:rsid w:val="00557492"/>
    <w:rsid w:val="005B1DDE"/>
    <w:rsid w:val="005C7A42"/>
    <w:rsid w:val="005D242C"/>
    <w:rsid w:val="005E162A"/>
    <w:rsid w:val="005E46EE"/>
    <w:rsid w:val="005E6650"/>
    <w:rsid w:val="005F3253"/>
    <w:rsid w:val="00600BCC"/>
    <w:rsid w:val="00605473"/>
    <w:rsid w:val="006115AB"/>
    <w:rsid w:val="006161B9"/>
    <w:rsid w:val="00616941"/>
    <w:rsid w:val="00621C0C"/>
    <w:rsid w:val="0063157E"/>
    <w:rsid w:val="00634703"/>
    <w:rsid w:val="0064321F"/>
    <w:rsid w:val="00646981"/>
    <w:rsid w:val="00653235"/>
    <w:rsid w:val="006776BD"/>
    <w:rsid w:val="0068076B"/>
    <w:rsid w:val="006E57D4"/>
    <w:rsid w:val="006F39FC"/>
    <w:rsid w:val="00722B5D"/>
    <w:rsid w:val="0074072B"/>
    <w:rsid w:val="00740E0B"/>
    <w:rsid w:val="00747459"/>
    <w:rsid w:val="007742B4"/>
    <w:rsid w:val="00786F8F"/>
    <w:rsid w:val="00793411"/>
    <w:rsid w:val="007A721A"/>
    <w:rsid w:val="007B5284"/>
    <w:rsid w:val="007C7863"/>
    <w:rsid w:val="0080166D"/>
    <w:rsid w:val="00804888"/>
    <w:rsid w:val="00820371"/>
    <w:rsid w:val="00821A9F"/>
    <w:rsid w:val="0083018E"/>
    <w:rsid w:val="0084119C"/>
    <w:rsid w:val="00844388"/>
    <w:rsid w:val="00850C8E"/>
    <w:rsid w:val="0087316E"/>
    <w:rsid w:val="008779C3"/>
    <w:rsid w:val="00877F55"/>
    <w:rsid w:val="008F01B1"/>
    <w:rsid w:val="0090081F"/>
    <w:rsid w:val="00901CA2"/>
    <w:rsid w:val="00907797"/>
    <w:rsid w:val="00945DBA"/>
    <w:rsid w:val="009606C8"/>
    <w:rsid w:val="00966095"/>
    <w:rsid w:val="009732DB"/>
    <w:rsid w:val="00986A7A"/>
    <w:rsid w:val="009903A9"/>
    <w:rsid w:val="009B03E6"/>
    <w:rsid w:val="009B232E"/>
    <w:rsid w:val="009D25CD"/>
    <w:rsid w:val="009D674B"/>
    <w:rsid w:val="009E0DB5"/>
    <w:rsid w:val="009E6357"/>
    <w:rsid w:val="009F5F8E"/>
    <w:rsid w:val="009F747E"/>
    <w:rsid w:val="00A16194"/>
    <w:rsid w:val="00A2791D"/>
    <w:rsid w:val="00A309E2"/>
    <w:rsid w:val="00A36D75"/>
    <w:rsid w:val="00A43E41"/>
    <w:rsid w:val="00A6020D"/>
    <w:rsid w:val="00A67C82"/>
    <w:rsid w:val="00AB3795"/>
    <w:rsid w:val="00AC570D"/>
    <w:rsid w:val="00AD4288"/>
    <w:rsid w:val="00AF1CDE"/>
    <w:rsid w:val="00AF1E11"/>
    <w:rsid w:val="00AF4642"/>
    <w:rsid w:val="00AF4B2B"/>
    <w:rsid w:val="00B30030"/>
    <w:rsid w:val="00B44A3C"/>
    <w:rsid w:val="00B60870"/>
    <w:rsid w:val="00B60C63"/>
    <w:rsid w:val="00B84C7B"/>
    <w:rsid w:val="00BC14B6"/>
    <w:rsid w:val="00BC6902"/>
    <w:rsid w:val="00C07F5E"/>
    <w:rsid w:val="00C261B7"/>
    <w:rsid w:val="00C50B12"/>
    <w:rsid w:val="00C5204F"/>
    <w:rsid w:val="00C66E45"/>
    <w:rsid w:val="00C827A9"/>
    <w:rsid w:val="00CA0BB9"/>
    <w:rsid w:val="00CA1418"/>
    <w:rsid w:val="00CA1746"/>
    <w:rsid w:val="00CB7469"/>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81349"/>
    <w:rsid w:val="00D92158"/>
    <w:rsid w:val="00D95971"/>
    <w:rsid w:val="00DA63B1"/>
    <w:rsid w:val="00DB16CA"/>
    <w:rsid w:val="00DC22EA"/>
    <w:rsid w:val="00DC4BA7"/>
    <w:rsid w:val="00DD3902"/>
    <w:rsid w:val="00DE0F2D"/>
    <w:rsid w:val="00DE40A7"/>
    <w:rsid w:val="00DE7AB5"/>
    <w:rsid w:val="00DF0616"/>
    <w:rsid w:val="00E109E9"/>
    <w:rsid w:val="00E50BB8"/>
    <w:rsid w:val="00E61C50"/>
    <w:rsid w:val="00E7520B"/>
    <w:rsid w:val="00E82742"/>
    <w:rsid w:val="00EB2776"/>
    <w:rsid w:val="00EC4A14"/>
    <w:rsid w:val="00EE247F"/>
    <w:rsid w:val="00EF02EA"/>
    <w:rsid w:val="00F06F11"/>
    <w:rsid w:val="00F43204"/>
    <w:rsid w:val="00F86C13"/>
    <w:rsid w:val="00F948F2"/>
    <w:rsid w:val="00FA3931"/>
    <w:rsid w:val="00FE2EE9"/>
    <w:rsid w:val="00FE3B73"/>
    <w:rsid w:val="00FE41CA"/>
    <w:rsid w:val="00FE6871"/>
    <w:rsid w:val="00FF0FAC"/>
    <w:rsid w:val="1EF77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61372B3"/>
  <w15:docId w15:val="{8C7B24FE-A58F-4F38-A0B0-17178FB83E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017DD6"/>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35657">
      <w:bodyDiv w:val="1"/>
      <w:marLeft w:val="0"/>
      <w:marRight w:val="0"/>
      <w:marTop w:val="0"/>
      <w:marBottom w:val="0"/>
      <w:divBdr>
        <w:top w:val="none" w:sz="0" w:space="0" w:color="auto"/>
        <w:left w:val="none" w:sz="0" w:space="0" w:color="auto"/>
        <w:bottom w:val="none" w:sz="0" w:space="0" w:color="auto"/>
        <w:right w:val="none" w:sz="0" w:space="0" w:color="auto"/>
      </w:divBdr>
    </w:div>
    <w:div w:id="975835258">
      <w:bodyDiv w:val="1"/>
      <w:marLeft w:val="0"/>
      <w:marRight w:val="0"/>
      <w:marTop w:val="0"/>
      <w:marBottom w:val="0"/>
      <w:divBdr>
        <w:top w:val="none" w:sz="0" w:space="0" w:color="auto"/>
        <w:left w:val="none" w:sz="0" w:space="0" w:color="auto"/>
        <w:bottom w:val="none" w:sz="0" w:space="0" w:color="auto"/>
        <w:right w:val="none" w:sz="0" w:space="0" w:color="auto"/>
      </w:divBdr>
    </w:div>
    <w:div w:id="11862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30AB7807-3DE9-4CCB-AA6D-28307B8E73DA}"/>
</file>

<file path=customXml/itemProps2.xml><?xml version="1.0" encoding="utf-8"?>
<ds:datastoreItem xmlns:ds="http://schemas.openxmlformats.org/officeDocument/2006/customXml" ds:itemID="{5A398227-DF79-4801-BEB8-E5A5A0D159CF}"/>
</file>

<file path=customXml/itemProps3.xml><?xml version="1.0" encoding="utf-8"?>
<ds:datastoreItem xmlns:ds="http://schemas.openxmlformats.org/officeDocument/2006/customXml" ds:itemID="{F6EA3B91-5ED7-409C-A60A-582A7884CF2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10</cp:revision>
  <cp:lastPrinted>1900-01-01T08:00:00Z</cp:lastPrinted>
  <dcterms:created xsi:type="dcterms:W3CDTF">2022-11-08T03:26:00Z</dcterms:created>
  <dcterms:modified xsi:type="dcterms:W3CDTF">2024-09-27T18:54:33Z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