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4824" w:rsidP="00634824" w:rsidRDefault="00634824" w14:paraId="53B42CCC" w14:textId="3FA546E9">
      <w:pPr>
        <w:pStyle w:val="BpSTitle"/>
      </w:pPr>
      <w:r>
        <w:t>17090</w:t>
      </w:r>
    </w:p>
    <w:p w:rsidR="00634824" w:rsidP="00634824" w:rsidRDefault="00402608" w14:paraId="42277F40" w14:textId="2166E3DF">
      <w:pPr>
        <w:pStyle w:val="BpSTitle"/>
      </w:pPr>
      <w:r w:rsidRPr="00402608">
        <w:t xml:space="preserve">North American Arctic-Subarctic Coastal Dune </w:t>
      </w:r>
      <w:r>
        <w:t>and</w:t>
      </w:r>
      <w:r w:rsidRPr="00402608">
        <w:t xml:space="preserve"> Beach </w:t>
      </w:r>
    </w:p>
    <w:p w:rsidR="00634824" w:rsidP="00634824" w:rsidRDefault="00634824" w14:paraId="00499EBC" w14:textId="77777777">
      <w:r>
        <w:t xmlns:w="http://schemas.openxmlformats.org/wordprocessingml/2006/main">BpS Model/Description Version: Nov. 2024</w:t>
      </w:r>
      <w:r>
        <w:tab/>
      </w:r>
      <w:r>
        <w:tab/>
      </w:r>
      <w:r>
        <w:tab/>
      </w:r>
      <w:r>
        <w:tab/>
      </w:r>
      <w:r>
        <w:tab/>
      </w:r>
      <w:r>
        <w:tab/>
      </w:r>
      <w:r>
        <w:tab/>
      </w:r>
      <w:r>
        <w:tab/>
      </w:r>
    </w:p>
    <w:p w:rsidR="00634824" w:rsidP="00634824" w:rsidRDefault="00634824" w14:paraId="235B35AA" w14:textId="77777777"/>
    <w:tbl>
      <w:tblPr>
        <w:tblW w:w="9528"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634824" w:rsidR="00634824" w:rsidTr="00B06049" w14:paraId="5A93BF23" w14:textId="77777777">
        <w:tc>
          <w:tcPr>
            <w:tcW w:w="2052" w:type="dxa"/>
            <w:tcBorders>
              <w:top w:val="single" w:color="auto" w:sz="2" w:space="0"/>
              <w:left w:val="single" w:color="auto" w:sz="12" w:space="0"/>
              <w:bottom w:val="single" w:color="000000" w:sz="12" w:space="0"/>
            </w:tcBorders>
            <w:shd w:val="clear" w:color="auto" w:fill="auto"/>
          </w:tcPr>
          <w:p w:rsidRPr="00634824" w:rsidR="00634824" w:rsidP="00702465" w:rsidRDefault="00634824" w14:paraId="7D268A68" w14:textId="77777777">
            <w:pPr>
              <w:rPr>
                <w:b/>
                <w:bCs/>
              </w:rPr>
            </w:pPr>
            <w:r w:rsidRPr="00634824">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634824" w:rsidR="00634824" w:rsidP="00702465" w:rsidRDefault="00634824" w14:paraId="4A98A33A"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634824" w:rsidR="00634824" w:rsidP="00702465" w:rsidRDefault="00634824" w14:paraId="5CBAD431" w14:textId="77777777">
            <w:pPr>
              <w:rPr>
                <w:b/>
                <w:bCs/>
              </w:rPr>
            </w:pPr>
            <w:r w:rsidRPr="00634824">
              <w:rPr>
                <w:b/>
                <w:bCs/>
              </w:rPr>
              <w:t>Reviewers</w:t>
            </w:r>
          </w:p>
        </w:tc>
        <w:tc>
          <w:tcPr>
            <w:tcW w:w="2928" w:type="dxa"/>
            <w:tcBorders>
              <w:top w:val="single" w:color="auto" w:sz="2" w:space="0"/>
              <w:bottom w:val="single" w:color="000000" w:sz="12" w:space="0"/>
            </w:tcBorders>
            <w:shd w:val="clear" w:color="auto" w:fill="auto"/>
          </w:tcPr>
          <w:p w:rsidRPr="00634824" w:rsidR="00634824" w:rsidP="00702465" w:rsidRDefault="00634824" w14:paraId="066B39C4" w14:textId="77777777">
            <w:pPr>
              <w:rPr>
                <w:b/>
                <w:bCs/>
              </w:rPr>
            </w:pPr>
          </w:p>
        </w:tc>
      </w:tr>
      <w:tr w:rsidRPr="00634824" w:rsidR="00634824" w:rsidTr="00B06049" w14:paraId="55D037A5" w14:textId="77777777">
        <w:tc>
          <w:tcPr>
            <w:tcW w:w="2052" w:type="dxa"/>
            <w:tcBorders>
              <w:top w:val="single" w:color="000000" w:sz="12" w:space="0"/>
              <w:left w:val="single" w:color="auto" w:sz="12" w:space="0"/>
            </w:tcBorders>
            <w:shd w:val="clear" w:color="auto" w:fill="auto"/>
          </w:tcPr>
          <w:p w:rsidRPr="00634824" w:rsidR="00634824" w:rsidP="00702465" w:rsidRDefault="00634824" w14:paraId="71187EA0" w14:textId="77777777">
            <w:pPr>
              <w:rPr>
                <w:bCs/>
              </w:rPr>
            </w:pPr>
            <w:r w:rsidRPr="00634824">
              <w:rPr>
                <w:bCs/>
              </w:rPr>
              <w:t>Kori Blankenship</w:t>
            </w:r>
          </w:p>
        </w:tc>
        <w:tc>
          <w:tcPr>
            <w:tcW w:w="2664" w:type="dxa"/>
            <w:tcBorders>
              <w:top w:val="single" w:color="000000" w:sz="12" w:space="0"/>
              <w:right w:val="single" w:color="000000" w:sz="12" w:space="0"/>
            </w:tcBorders>
            <w:shd w:val="clear" w:color="auto" w:fill="auto"/>
          </w:tcPr>
          <w:p w:rsidRPr="00634824" w:rsidR="00634824" w:rsidP="00702465" w:rsidRDefault="00634824" w14:paraId="53BEA2F4" w14:textId="77777777">
            <w:r w:rsidRPr="00634824">
              <w:t>kblankenship@tnc.org</w:t>
            </w:r>
          </w:p>
        </w:tc>
        <w:tc>
          <w:tcPr>
            <w:tcW w:w="1884" w:type="dxa"/>
            <w:tcBorders>
              <w:top w:val="single" w:color="000000" w:sz="12" w:space="0"/>
              <w:left w:val="single" w:color="000000" w:sz="12" w:space="0"/>
            </w:tcBorders>
            <w:shd w:val="clear" w:color="auto" w:fill="auto"/>
          </w:tcPr>
          <w:p w:rsidRPr="00634824" w:rsidR="00634824" w:rsidP="00702465" w:rsidRDefault="00634824" w14:paraId="537E5AF5" w14:textId="77777777">
            <w:r w:rsidRPr="00634824">
              <w:t>Janet Jorgenson</w:t>
            </w:r>
          </w:p>
        </w:tc>
        <w:tc>
          <w:tcPr>
            <w:tcW w:w="2928" w:type="dxa"/>
            <w:tcBorders>
              <w:top w:val="single" w:color="000000" w:sz="12" w:space="0"/>
            </w:tcBorders>
            <w:shd w:val="clear" w:color="auto" w:fill="auto"/>
          </w:tcPr>
          <w:p w:rsidRPr="00634824" w:rsidR="00634824" w:rsidP="00702465" w:rsidRDefault="00634824" w14:paraId="31744D8F" w14:textId="77777777">
            <w:r w:rsidRPr="00634824">
              <w:t>Janet_Jorgenson@fws.gov</w:t>
            </w:r>
          </w:p>
        </w:tc>
      </w:tr>
      <w:tr w:rsidRPr="00634824" w:rsidR="00B06049" w:rsidTr="00B06049" w14:paraId="114C656F" w14:textId="77777777">
        <w:tc>
          <w:tcPr>
            <w:tcW w:w="2052" w:type="dxa"/>
            <w:tcBorders>
              <w:left w:val="single" w:color="auto" w:sz="12" w:space="0"/>
            </w:tcBorders>
            <w:shd w:val="clear" w:color="auto" w:fill="auto"/>
          </w:tcPr>
          <w:p w:rsidRPr="00634824" w:rsidR="00B06049" w:rsidP="00B06049" w:rsidRDefault="00B06049" w14:paraId="2FF3A6D5" w14:textId="77777777">
            <w:pPr>
              <w:rPr>
                <w:bCs/>
              </w:rPr>
            </w:pPr>
            <w:r w:rsidRPr="00634824">
              <w:rPr>
                <w:bCs/>
              </w:rPr>
              <w:t>Keith Boggs</w:t>
            </w:r>
          </w:p>
        </w:tc>
        <w:tc>
          <w:tcPr>
            <w:tcW w:w="2664" w:type="dxa"/>
            <w:tcBorders>
              <w:right w:val="single" w:color="000000" w:sz="12" w:space="0"/>
            </w:tcBorders>
            <w:shd w:val="clear" w:color="auto" w:fill="auto"/>
          </w:tcPr>
          <w:p w:rsidRPr="00634824" w:rsidR="00B06049" w:rsidP="00B06049" w:rsidRDefault="00B06049" w14:paraId="315416D1" w14:textId="77777777">
            <w:r w:rsidRPr="00634824">
              <w:t>Ankwb@uaa.alaska.edu</w:t>
            </w:r>
          </w:p>
        </w:tc>
        <w:tc>
          <w:tcPr>
            <w:tcW w:w="1884" w:type="dxa"/>
            <w:tcBorders>
              <w:left w:val="single" w:color="000000" w:sz="12" w:space="0"/>
            </w:tcBorders>
            <w:shd w:val="clear" w:color="auto" w:fill="auto"/>
          </w:tcPr>
          <w:p w:rsidRPr="00634824" w:rsidR="00B06049" w:rsidP="00B06049" w:rsidRDefault="00B06049" w14:paraId="01FC16D0" w14:textId="0340A228">
            <w:r w:rsidRPr="00E66B9C">
              <w:t>Jeff Williams</w:t>
            </w:r>
          </w:p>
        </w:tc>
        <w:tc>
          <w:tcPr>
            <w:tcW w:w="2928" w:type="dxa"/>
            <w:shd w:val="clear" w:color="auto" w:fill="auto"/>
          </w:tcPr>
          <w:p w:rsidRPr="00634824" w:rsidR="00B06049" w:rsidP="00B06049" w:rsidRDefault="00B06049" w14:paraId="3F03D698" w14:textId="61997839">
            <w:r w:rsidRPr="00E66B9C">
              <w:t>Jeff_Williams@fws.gov</w:t>
            </w:r>
          </w:p>
        </w:tc>
      </w:tr>
      <w:tr w:rsidRPr="00634824" w:rsidR="00634824" w:rsidTr="00B06049" w14:paraId="5EE77738" w14:textId="77777777">
        <w:tc>
          <w:tcPr>
            <w:tcW w:w="2052" w:type="dxa"/>
            <w:tcBorders>
              <w:left w:val="single" w:color="auto" w:sz="12" w:space="0"/>
              <w:bottom w:val="single" w:color="auto" w:sz="2" w:space="0"/>
            </w:tcBorders>
            <w:shd w:val="clear" w:color="auto" w:fill="auto"/>
          </w:tcPr>
          <w:p w:rsidRPr="00634824" w:rsidR="00634824" w:rsidP="00702465" w:rsidRDefault="00634824" w14:paraId="3ADC0022" w14:textId="77777777">
            <w:pPr>
              <w:rPr>
                <w:bCs/>
              </w:rPr>
            </w:pPr>
            <w:r w:rsidRPr="00634824">
              <w:rPr>
                <w:bCs/>
              </w:rPr>
              <w:t>None</w:t>
            </w:r>
          </w:p>
        </w:tc>
        <w:tc>
          <w:tcPr>
            <w:tcW w:w="2664" w:type="dxa"/>
            <w:tcBorders>
              <w:right w:val="single" w:color="000000" w:sz="12" w:space="0"/>
            </w:tcBorders>
            <w:shd w:val="clear" w:color="auto" w:fill="auto"/>
          </w:tcPr>
          <w:p w:rsidRPr="00634824" w:rsidR="00634824" w:rsidP="00702465" w:rsidRDefault="00634824" w14:paraId="24FDE3A8" w14:textId="77777777">
            <w:r w:rsidRPr="00634824">
              <w:t>None</w:t>
            </w:r>
          </w:p>
        </w:tc>
        <w:tc>
          <w:tcPr>
            <w:tcW w:w="1884" w:type="dxa"/>
            <w:tcBorders>
              <w:left w:val="single" w:color="000000" w:sz="12" w:space="0"/>
              <w:bottom w:val="single" w:color="auto" w:sz="2" w:space="0"/>
            </w:tcBorders>
            <w:shd w:val="clear" w:color="auto" w:fill="auto"/>
          </w:tcPr>
          <w:p w:rsidRPr="00634824" w:rsidR="00634824" w:rsidP="00702465" w:rsidRDefault="00634824" w14:paraId="3B136C90" w14:textId="77777777">
            <w:r w:rsidRPr="00634824">
              <w:t>None</w:t>
            </w:r>
          </w:p>
        </w:tc>
        <w:tc>
          <w:tcPr>
            <w:tcW w:w="2928" w:type="dxa"/>
            <w:shd w:val="clear" w:color="auto" w:fill="auto"/>
          </w:tcPr>
          <w:p w:rsidRPr="00634824" w:rsidR="00634824" w:rsidP="00702465" w:rsidRDefault="00634824" w14:paraId="7338A38E" w14:textId="77777777">
            <w:r w:rsidRPr="00634824">
              <w:t>None</w:t>
            </w:r>
          </w:p>
        </w:tc>
      </w:tr>
    </w:tbl>
    <w:p w:rsidR="00634824" w:rsidP="00634824" w:rsidRDefault="00634824" w14:paraId="70D58A44" w14:textId="77777777"/>
    <w:p w:rsidR="00B06049" w:rsidP="00634824" w:rsidRDefault="00B06049" w14:paraId="6C2BCF71" w14:textId="08AAD652">
      <w:pPr>
        <w:pStyle w:val="InfoPara"/>
      </w:pPr>
      <w:r>
        <w:t xml:space="preserve">Reviewer: </w:t>
      </w:r>
      <w:r w:rsidRPr="009A4C9B">
        <w:rPr>
          <w:b w:val="0"/>
          <w:bCs/>
        </w:rPr>
        <w:t>Robin Innes</w:t>
      </w:r>
      <w:r w:rsidR="002A76C8">
        <w:rPr>
          <w:b w:val="0"/>
          <w:bCs/>
        </w:rPr>
        <w:t>, Lindsey Flagstad</w:t>
      </w:r>
    </w:p>
    <w:p w:rsidR="00634824" w:rsidP="00634824" w:rsidRDefault="00634824" w14:paraId="4B263442" w14:textId="3A1253F6">
      <w:pPr>
        <w:pStyle w:val="InfoPara"/>
      </w:pPr>
      <w:r>
        <w:t>Vegetation Type</w:t>
      </w:r>
    </w:p>
    <w:p w:rsidR="00634824" w:rsidP="00634824" w:rsidRDefault="00634824" w14:paraId="13AFB500" w14:textId="45E84E7E">
      <w:r>
        <w:t>Herbaceous</w:t>
      </w:r>
    </w:p>
    <w:p w:rsidR="00634824" w:rsidP="00634824" w:rsidRDefault="00634824" w14:paraId="56BF7F7D" w14:textId="77777777">
      <w:pPr>
        <w:pStyle w:val="InfoPara"/>
      </w:pPr>
      <w:r w:rsidR="5976066C">
        <w:rPr/>
        <w:t>Map Zones</w:t>
      </w:r>
    </w:p>
    <w:p w:rsidR="5976066C" w:rsidP="5976066C" w:rsidRDefault="5976066C" w14:paraId="14693D01" w14:textId="77BFE47B">
      <w:pPr>
        <w:pStyle w:val="Normal"/>
      </w:pPr>
      <w:r w:rsidR="5976066C">
        <w:rPr/>
        <w:t>67, 68, 72, 76, 80</w:t>
      </w:r>
    </w:p>
    <w:p w:rsidR="00634824" w:rsidP="00634824" w:rsidRDefault="00634824" w14:paraId="6699E097" w14:textId="77777777">
      <w:pPr>
        <w:pStyle w:val="InfoPara"/>
      </w:pPr>
      <w:r>
        <w:t>Geographic Range</w:t>
      </w:r>
    </w:p>
    <w:p w:rsidR="00487E11" w:rsidP="00487E11" w:rsidRDefault="00FD76D0" w14:paraId="7DC8CD31" w14:textId="4523A949">
      <w:r w:rsidRPr="001424A9">
        <w:t xml:space="preserve">This </w:t>
      </w:r>
      <w:r w:rsidR="00601B83">
        <w:t>Biophysical Setting (BpS)</w:t>
      </w:r>
      <w:r w:rsidRPr="001424A9">
        <w:t xml:space="preserve"> occurs along Alaska's arctic coastline, from the Aleutian Islands </w:t>
      </w:r>
      <w:r>
        <w:t xml:space="preserve">and </w:t>
      </w:r>
      <w:r w:rsidRPr="001424A9">
        <w:t>Bristol Bay lowlands in southwestern Alaska to the North Slope on the Arctic Ocean</w:t>
      </w:r>
      <w:r>
        <w:t xml:space="preserve">, including along the Beaufort Sea, Chukchi Sea, Bearing Sea, and </w:t>
      </w:r>
      <w:r w:rsidRPr="001424A9">
        <w:t>Alaska Peninsula</w:t>
      </w:r>
      <w:r w:rsidR="00634824">
        <w:t xml:space="preserve">. </w:t>
      </w:r>
    </w:p>
    <w:p w:rsidR="00634824" w:rsidP="00634824" w:rsidRDefault="00634824" w14:paraId="6D96AD1B" w14:textId="77777777">
      <w:pPr>
        <w:pStyle w:val="InfoPara"/>
      </w:pPr>
      <w:r>
        <w:t>Biophysical Site Description</w:t>
      </w:r>
    </w:p>
    <w:p w:rsidR="00B06049" w:rsidP="00634824" w:rsidRDefault="001364DF" w14:paraId="34EE016C" w14:textId="3CCD323E">
      <w:r w:rsidRPr="001364DF">
        <w:t xml:space="preserve">This </w:t>
      </w:r>
      <w:r w:rsidR="00F03AA1">
        <w:t>BpS</w:t>
      </w:r>
      <w:r w:rsidRPr="001364DF">
        <w:t xml:space="preserve"> consists of coastal beaches, beach dunes, and vegetation that has stabilized sand deposits. Cobble beaches are also included. Soils are dry to mesic (</w:t>
      </w:r>
      <w:r w:rsidR="002A76C8">
        <w:t xml:space="preserve">often exposed to salt spray and </w:t>
      </w:r>
      <w:r w:rsidRPr="001364DF">
        <w:t xml:space="preserve">occasionally tidally inundated) and typically sandy. Patch size is small to moderate and often linear. Exposure to salt spray and periodic </w:t>
      </w:r>
      <w:proofErr w:type="spellStart"/>
      <w:r w:rsidRPr="001364DF">
        <w:t>overwash</w:t>
      </w:r>
      <w:proofErr w:type="spellEnd"/>
      <w:r w:rsidRPr="001364DF">
        <w:t xml:space="preserve"> is common and creates vegetation zonation</w:t>
      </w:r>
      <w:r w:rsidR="002A76C8">
        <w:t xml:space="preserve"> </w:t>
      </w:r>
      <w:r w:rsidR="002A76C8">
        <w:t xml:space="preserve">in response to salinity. </w:t>
      </w:r>
      <w:r w:rsidRPr="00D0545C" w:rsidR="002A76C8">
        <w:t>On early seral sites the unstable soils are sandy, well drained and circumneutral with no organic horizon. While permafrost overlain by a deep active layer (&gt;80 cm) is present in northwestern Alaska, its presence is intermittent to the south and absent on dunes of Nunivak Island</w:t>
      </w:r>
      <w:r w:rsidR="002F6317">
        <w:t>.</w:t>
      </w:r>
    </w:p>
    <w:p w:rsidR="00634824" w:rsidP="00634824" w:rsidRDefault="00634824" w14:paraId="54B70E48" w14:textId="77777777">
      <w:pPr>
        <w:pStyle w:val="InfoPara"/>
      </w:pPr>
      <w:r>
        <w:t xml:space="preserve">Vegetation </w:t>
      </w:r>
      <w:r>
        <w:t>Description</w:t>
      </w:r>
    </w:p>
    <w:p w:rsidR="00B06049" w:rsidP="00B06049" w:rsidRDefault="00B06049" w14:paraId="5654E26B" w14:textId="649DE4E4">
      <w:r>
        <w:t xml:space="preserve">Bare sand or cobble are common. Three existing </w:t>
      </w:r>
      <w:r w:rsidR="00424F02">
        <w:t>plant communities</w:t>
      </w:r>
      <w:r>
        <w:t xml:space="preserve"> may dominate </w:t>
      </w:r>
      <w:r w:rsidR="004E6E0E">
        <w:t xml:space="preserve">the </w:t>
      </w:r>
      <w:r w:rsidR="004F59F1">
        <w:t>system</w:t>
      </w:r>
      <w:r w:rsidR="006B158B">
        <w:t xml:space="preserve"> although the exact species composition varies geographically</w:t>
      </w:r>
      <w:r>
        <w:t xml:space="preserve">: </w:t>
      </w:r>
    </w:p>
    <w:p w:rsidR="004E6E0E" w:rsidP="00B06049" w:rsidRDefault="004E6E0E" w14:paraId="20D4B36C" w14:textId="1AF3FBB2"/>
    <w:p w:rsidR="004E6E0E" w:rsidP="004E6E0E" w:rsidRDefault="004E6E0E" w14:paraId="61AFB088" w14:textId="6AD4AF12">
      <w:r>
        <w:t>1-Salt-tolerant forb communities occur just above mean high tide and are dominated or co</w:t>
      </w:r>
      <w:r w:rsidR="00171F91">
        <w:t>-</w:t>
      </w:r>
      <w:r>
        <w:t xml:space="preserve">dominated by </w:t>
      </w:r>
      <w:r w:rsidRPr="00191F7B">
        <w:rPr>
          <w:i/>
          <w:iCs/>
        </w:rPr>
        <w:t xml:space="preserve">Cochlearia </w:t>
      </w:r>
      <w:proofErr w:type="spellStart"/>
      <w:r w:rsidRPr="00191F7B">
        <w:rPr>
          <w:i/>
          <w:iCs/>
        </w:rPr>
        <w:t>groenlandica</w:t>
      </w:r>
      <w:proofErr w:type="spellEnd"/>
      <w:r>
        <w:t xml:space="preserve"> (= </w:t>
      </w:r>
      <w:r w:rsidRPr="00191F7B">
        <w:rPr>
          <w:i/>
          <w:iCs/>
        </w:rPr>
        <w:t>Cochlearia officinalis</w:t>
      </w:r>
      <w:r>
        <w:t>)</w:t>
      </w:r>
      <w:r w:rsidRPr="00191F7B">
        <w:rPr>
          <w:i/>
          <w:iCs/>
        </w:rPr>
        <w:t xml:space="preserve">, </w:t>
      </w:r>
      <w:proofErr w:type="spellStart"/>
      <w:r w:rsidRPr="00191F7B">
        <w:rPr>
          <w:i/>
          <w:iCs/>
        </w:rPr>
        <w:t>Honckenya</w:t>
      </w:r>
      <w:proofErr w:type="spellEnd"/>
      <w:r w:rsidRPr="00191F7B">
        <w:rPr>
          <w:i/>
          <w:iCs/>
        </w:rPr>
        <w:t xml:space="preserve"> </w:t>
      </w:r>
      <w:proofErr w:type="spellStart"/>
      <w:r w:rsidRPr="00191F7B">
        <w:rPr>
          <w:i/>
          <w:iCs/>
        </w:rPr>
        <w:t>peploides</w:t>
      </w:r>
      <w:proofErr w:type="spellEnd"/>
      <w:r w:rsidR="0034371D">
        <w:rPr>
          <w:i/>
          <w:iCs/>
        </w:rPr>
        <w:t>,</w:t>
      </w:r>
      <w:r>
        <w:t xml:space="preserve"> and/or </w:t>
      </w:r>
      <w:proofErr w:type="spellStart"/>
      <w:r w:rsidRPr="00191F7B">
        <w:rPr>
          <w:i/>
          <w:iCs/>
        </w:rPr>
        <w:t>Mertensia</w:t>
      </w:r>
      <w:proofErr w:type="spellEnd"/>
      <w:r w:rsidRPr="00191F7B">
        <w:rPr>
          <w:i/>
          <w:iCs/>
        </w:rPr>
        <w:t xml:space="preserve"> maritima</w:t>
      </w:r>
      <w:r>
        <w:t xml:space="preserve">. </w:t>
      </w:r>
    </w:p>
    <w:p w:rsidR="004E6E0E" w:rsidP="004E6E0E" w:rsidRDefault="004E6E0E" w14:paraId="2C142CD2" w14:textId="77777777"/>
    <w:p w:rsidR="004E6E0E" w:rsidP="004E6E0E" w:rsidRDefault="004E6E0E" w14:paraId="1D083ED8" w14:textId="1EF19FDB">
      <w:r>
        <w:t xml:space="preserve">2-As dune height and distance from the ocean increase, sites are dominated by the </w:t>
      </w:r>
      <w:proofErr w:type="spellStart"/>
      <w:r w:rsidRPr="00191F7B">
        <w:rPr>
          <w:i/>
          <w:iCs/>
        </w:rPr>
        <w:t>Leymus</w:t>
      </w:r>
      <w:proofErr w:type="spellEnd"/>
      <w:r w:rsidRPr="00191F7B">
        <w:rPr>
          <w:i/>
          <w:iCs/>
        </w:rPr>
        <w:t xml:space="preserve"> </w:t>
      </w:r>
      <w:proofErr w:type="spellStart"/>
      <w:r w:rsidRPr="00191F7B">
        <w:rPr>
          <w:i/>
          <w:iCs/>
        </w:rPr>
        <w:t>mollis</w:t>
      </w:r>
      <w:proofErr w:type="spellEnd"/>
      <w:r>
        <w:t>. This class that may include near-</w:t>
      </w:r>
      <w:r w:rsidR="009A370C">
        <w:t>dominance by</w:t>
      </w:r>
      <w:r>
        <w:t xml:space="preserve"> </w:t>
      </w:r>
      <w:proofErr w:type="spellStart"/>
      <w:r w:rsidRPr="00191F7B">
        <w:rPr>
          <w:i/>
          <w:iCs/>
        </w:rPr>
        <w:t>Leymus</w:t>
      </w:r>
      <w:proofErr w:type="spellEnd"/>
      <w:r w:rsidRPr="00191F7B">
        <w:rPr>
          <w:i/>
          <w:iCs/>
        </w:rPr>
        <w:t xml:space="preserve"> </w:t>
      </w:r>
      <w:proofErr w:type="spellStart"/>
      <w:r w:rsidRPr="00191F7B">
        <w:rPr>
          <w:i/>
          <w:iCs/>
        </w:rPr>
        <w:t>mollis</w:t>
      </w:r>
      <w:proofErr w:type="spellEnd"/>
      <w:r>
        <w:t xml:space="preserve"> to more species-rich associations, including </w:t>
      </w:r>
      <w:proofErr w:type="spellStart"/>
      <w:r w:rsidRPr="00191F7B">
        <w:rPr>
          <w:i/>
          <w:iCs/>
        </w:rPr>
        <w:t>Leymus</w:t>
      </w:r>
      <w:proofErr w:type="spellEnd"/>
      <w:r w:rsidRPr="00191F7B">
        <w:rPr>
          <w:i/>
          <w:iCs/>
        </w:rPr>
        <w:t xml:space="preserve"> </w:t>
      </w:r>
      <w:proofErr w:type="spellStart"/>
      <w:r w:rsidRPr="00191F7B">
        <w:rPr>
          <w:i/>
          <w:iCs/>
        </w:rPr>
        <w:t>mollis</w:t>
      </w:r>
      <w:proofErr w:type="spellEnd"/>
      <w:r>
        <w:t xml:space="preserve">, </w:t>
      </w:r>
      <w:r w:rsidRPr="00191F7B">
        <w:rPr>
          <w:i/>
          <w:iCs/>
        </w:rPr>
        <w:t>Lathyrus japonicus</w:t>
      </w:r>
      <w:r>
        <w:t xml:space="preserve"> </w:t>
      </w:r>
      <w:r w:rsidRPr="0034371D">
        <w:rPr>
          <w:i/>
          <w:iCs/>
        </w:rPr>
        <w:t>var</w:t>
      </w:r>
      <w:r>
        <w:t xml:space="preserve">. </w:t>
      </w:r>
      <w:r w:rsidRPr="00191F7B">
        <w:rPr>
          <w:i/>
          <w:iCs/>
        </w:rPr>
        <w:t>maritimus</w:t>
      </w:r>
      <w:r>
        <w:t xml:space="preserve"> (= </w:t>
      </w:r>
      <w:r w:rsidRPr="00191F7B">
        <w:rPr>
          <w:i/>
          <w:iCs/>
        </w:rPr>
        <w:t>Lathyrus</w:t>
      </w:r>
      <w:r>
        <w:t xml:space="preserve"> </w:t>
      </w:r>
      <w:r w:rsidRPr="00191F7B">
        <w:rPr>
          <w:i/>
          <w:iCs/>
        </w:rPr>
        <w:t>maritimus</w:t>
      </w:r>
      <w:r>
        <w:t xml:space="preserve">), </w:t>
      </w:r>
      <w:r w:rsidRPr="00191F7B">
        <w:rPr>
          <w:i/>
          <w:iCs/>
        </w:rPr>
        <w:t>Achillea millefolium</w:t>
      </w:r>
      <w:r>
        <w:t xml:space="preserve"> </w:t>
      </w:r>
      <w:r w:rsidRPr="0034371D">
        <w:rPr>
          <w:i/>
          <w:iCs/>
        </w:rPr>
        <w:t>var</w:t>
      </w:r>
      <w:r>
        <w:t xml:space="preserve">. </w:t>
      </w:r>
      <w:r w:rsidRPr="00191F7B">
        <w:rPr>
          <w:i/>
          <w:iCs/>
        </w:rPr>
        <w:t>borealis</w:t>
      </w:r>
      <w:r>
        <w:t xml:space="preserve">, </w:t>
      </w:r>
      <w:r w:rsidRPr="00191F7B">
        <w:rPr>
          <w:i/>
          <w:iCs/>
        </w:rPr>
        <w:t xml:space="preserve">Festuca rubra, Fragaria </w:t>
      </w:r>
      <w:proofErr w:type="spellStart"/>
      <w:r w:rsidRPr="00191F7B">
        <w:rPr>
          <w:i/>
          <w:iCs/>
        </w:rPr>
        <w:t>chiloensis</w:t>
      </w:r>
      <w:proofErr w:type="spellEnd"/>
      <w:r w:rsidRPr="00191F7B">
        <w:rPr>
          <w:i/>
          <w:iCs/>
        </w:rPr>
        <w:t xml:space="preserve">, Senecio </w:t>
      </w:r>
      <w:proofErr w:type="spellStart"/>
      <w:r w:rsidRPr="00191F7B">
        <w:rPr>
          <w:i/>
          <w:iCs/>
        </w:rPr>
        <w:t>pseudoarnica</w:t>
      </w:r>
      <w:proofErr w:type="spellEnd"/>
      <w:r w:rsidRPr="00191F7B">
        <w:rPr>
          <w:i/>
          <w:iCs/>
        </w:rPr>
        <w:t xml:space="preserve">, </w:t>
      </w:r>
      <w:proofErr w:type="spellStart"/>
      <w:r w:rsidRPr="00191F7B">
        <w:rPr>
          <w:i/>
          <w:iCs/>
        </w:rPr>
        <w:t>Deschampsia</w:t>
      </w:r>
      <w:proofErr w:type="spellEnd"/>
      <w:r w:rsidRPr="00191F7B">
        <w:rPr>
          <w:i/>
          <w:iCs/>
        </w:rPr>
        <w:t xml:space="preserve"> </w:t>
      </w:r>
      <w:proofErr w:type="spellStart"/>
      <w:r w:rsidRPr="00191F7B">
        <w:rPr>
          <w:i/>
          <w:iCs/>
        </w:rPr>
        <w:t>beringensis</w:t>
      </w:r>
      <w:proofErr w:type="spellEnd"/>
      <w:r w:rsidRPr="00191F7B">
        <w:rPr>
          <w:i/>
          <w:iCs/>
        </w:rPr>
        <w:t>, Heracleum maximum</w:t>
      </w:r>
      <w:r w:rsidRPr="00191F7B" w:rsidR="00A609F4">
        <w:rPr>
          <w:i/>
          <w:iCs/>
        </w:rPr>
        <w:t>,</w:t>
      </w:r>
      <w:r>
        <w:t xml:space="preserve"> and </w:t>
      </w:r>
      <w:r w:rsidRPr="00191F7B">
        <w:rPr>
          <w:i/>
          <w:iCs/>
        </w:rPr>
        <w:t xml:space="preserve">Poa </w:t>
      </w:r>
      <w:proofErr w:type="spellStart"/>
      <w:r w:rsidRPr="00191F7B">
        <w:rPr>
          <w:i/>
          <w:iCs/>
        </w:rPr>
        <w:t>eminens</w:t>
      </w:r>
      <w:proofErr w:type="spellEnd"/>
      <w:r>
        <w:t xml:space="preserve">. </w:t>
      </w:r>
    </w:p>
    <w:p w:rsidR="004E6E0E" w:rsidP="004E6E0E" w:rsidRDefault="004E6E0E" w14:paraId="605FB40A" w14:textId="77777777"/>
    <w:p w:rsidR="004E6E0E" w:rsidP="004E6E0E" w:rsidRDefault="004E6E0E" w14:paraId="46CA1CED" w14:textId="287A6C97">
      <w:r>
        <w:t>3-</w:t>
      </w:r>
      <w:r w:rsidR="00BE7DD0">
        <w:t xml:space="preserve"> </w:t>
      </w:r>
      <w:r w:rsidRPr="001424A9" w:rsidR="00BE7DD0">
        <w:t xml:space="preserve">Older dunes support </w:t>
      </w:r>
      <w:r w:rsidR="00CC65E5">
        <w:t xml:space="preserve">a mixture of </w:t>
      </w:r>
      <w:r w:rsidRPr="001424A9" w:rsidR="00BE7DD0">
        <w:t>dwarf</w:t>
      </w:r>
      <w:r w:rsidR="00BE7DD0">
        <w:t>-</w:t>
      </w:r>
      <w:r w:rsidRPr="001424A9" w:rsidR="00BE7DD0">
        <w:t>shrubs (</w:t>
      </w:r>
      <w:r w:rsidR="00CC65E5">
        <w:t xml:space="preserve">including </w:t>
      </w:r>
      <w:r w:rsidR="00CC65E5">
        <w:rPr>
          <w:i/>
        </w:rPr>
        <w:t xml:space="preserve">Arctostaphylos rubra, Betula nana, </w:t>
      </w:r>
      <w:r w:rsidR="00CC65E5">
        <w:t>and</w:t>
      </w:r>
      <w:r w:rsidR="00CC65E5">
        <w:rPr>
          <w:i/>
        </w:rPr>
        <w:t xml:space="preserve"> </w:t>
      </w:r>
      <w:proofErr w:type="spellStart"/>
      <w:r w:rsidR="00CC65E5">
        <w:rPr>
          <w:i/>
        </w:rPr>
        <w:t>Empetrum</w:t>
      </w:r>
      <w:proofErr w:type="spellEnd"/>
      <w:r w:rsidR="00CC65E5">
        <w:rPr>
          <w:i/>
        </w:rPr>
        <w:t xml:space="preserve"> nigrum</w:t>
      </w:r>
      <w:r w:rsidRPr="00F03AA1" w:rsidR="00CC65E5">
        <w:rPr>
          <w:iCs/>
        </w:rPr>
        <w:t>)</w:t>
      </w:r>
      <w:r w:rsidRPr="00CC65E5" w:rsidDel="00CC65E5" w:rsidR="00CC65E5">
        <w:rPr>
          <w:iCs/>
        </w:rPr>
        <w:t xml:space="preserve"> </w:t>
      </w:r>
      <w:r w:rsidRPr="001424A9" w:rsidR="00BE7DD0">
        <w:t xml:space="preserve">which often grow in narrow stringers on the older beach ridges behind the </w:t>
      </w:r>
      <w:proofErr w:type="spellStart"/>
      <w:r w:rsidRPr="00680609" w:rsidR="00BE7DD0">
        <w:rPr>
          <w:i/>
        </w:rPr>
        <w:t>Leymus</w:t>
      </w:r>
      <w:proofErr w:type="spellEnd"/>
      <w:r w:rsidRPr="00680609" w:rsidR="00BE7DD0">
        <w:rPr>
          <w:i/>
        </w:rPr>
        <w:t xml:space="preserve"> </w:t>
      </w:r>
      <w:proofErr w:type="spellStart"/>
      <w:r w:rsidRPr="00680609" w:rsidR="00BE7DD0">
        <w:rPr>
          <w:i/>
        </w:rPr>
        <w:t>mollis</w:t>
      </w:r>
      <w:proofErr w:type="spellEnd"/>
      <w:r w:rsidRPr="001424A9" w:rsidR="00BE7DD0">
        <w:t xml:space="preserve"> zone</w:t>
      </w:r>
      <w:r w:rsidR="00BE7DD0">
        <w:t xml:space="preserve">. </w:t>
      </w:r>
      <w:r w:rsidR="00B221AB">
        <w:t xml:space="preserve"> </w:t>
      </w:r>
      <w:r>
        <w:t xml:space="preserve">Herbaceous species are common, including </w:t>
      </w:r>
      <w:r w:rsidR="00CC65E5">
        <w:rPr>
          <w:i/>
        </w:rPr>
        <w:t xml:space="preserve">Chamerion </w:t>
      </w:r>
      <w:proofErr w:type="spellStart"/>
      <w:r w:rsidR="00CC65E5">
        <w:rPr>
          <w:i/>
        </w:rPr>
        <w:t>latifolium</w:t>
      </w:r>
      <w:proofErr w:type="spellEnd"/>
      <w:r w:rsidR="00CC65E5">
        <w:rPr>
          <w:i/>
          <w:iCs/>
        </w:rPr>
        <w:t xml:space="preserve">, </w:t>
      </w:r>
      <w:proofErr w:type="spellStart"/>
      <w:r w:rsidRPr="00191F7B">
        <w:rPr>
          <w:i/>
          <w:iCs/>
        </w:rPr>
        <w:t>Cornus</w:t>
      </w:r>
      <w:proofErr w:type="spellEnd"/>
      <w:r w:rsidRPr="00191F7B">
        <w:rPr>
          <w:i/>
          <w:iCs/>
        </w:rPr>
        <w:t xml:space="preserve"> </w:t>
      </w:r>
      <w:proofErr w:type="spellStart"/>
      <w:r w:rsidRPr="00191F7B">
        <w:rPr>
          <w:i/>
          <w:iCs/>
        </w:rPr>
        <w:t>suecica</w:t>
      </w:r>
      <w:proofErr w:type="spellEnd"/>
      <w:r w:rsidR="00A609F4">
        <w:t>.</w:t>
      </w:r>
      <w:r>
        <w:t xml:space="preserve"> </w:t>
      </w:r>
      <w:r w:rsidRPr="00191F7B">
        <w:rPr>
          <w:i/>
          <w:iCs/>
        </w:rPr>
        <w:t>Lathyrus japonicus</w:t>
      </w:r>
      <w:r>
        <w:t xml:space="preserve"> </w:t>
      </w:r>
      <w:r w:rsidRPr="00AE03F9">
        <w:rPr>
          <w:i/>
          <w:iCs/>
        </w:rPr>
        <w:t>var</w:t>
      </w:r>
      <w:r>
        <w:t xml:space="preserve">. </w:t>
      </w:r>
      <w:r w:rsidRPr="00191F7B">
        <w:rPr>
          <w:i/>
          <w:iCs/>
        </w:rPr>
        <w:t>maritimus</w:t>
      </w:r>
      <w:r>
        <w:t xml:space="preserve">, </w:t>
      </w:r>
      <w:proofErr w:type="spellStart"/>
      <w:r w:rsidRPr="00191F7B">
        <w:rPr>
          <w:i/>
          <w:iCs/>
        </w:rPr>
        <w:t>Conioselinum</w:t>
      </w:r>
      <w:proofErr w:type="spellEnd"/>
      <w:r w:rsidRPr="00191F7B">
        <w:rPr>
          <w:i/>
          <w:iCs/>
        </w:rPr>
        <w:t xml:space="preserve"> </w:t>
      </w:r>
      <w:proofErr w:type="spellStart"/>
      <w:r w:rsidRPr="00191F7B">
        <w:rPr>
          <w:i/>
          <w:iCs/>
        </w:rPr>
        <w:t>chinense</w:t>
      </w:r>
      <w:proofErr w:type="spellEnd"/>
      <w:r>
        <w:t xml:space="preserve">, and </w:t>
      </w:r>
      <w:proofErr w:type="spellStart"/>
      <w:r w:rsidRPr="00191F7B">
        <w:rPr>
          <w:i/>
          <w:iCs/>
        </w:rPr>
        <w:t>Cnidium</w:t>
      </w:r>
      <w:proofErr w:type="spellEnd"/>
      <w:r w:rsidRPr="00191F7B">
        <w:rPr>
          <w:i/>
          <w:iCs/>
        </w:rPr>
        <w:t xml:space="preserve"> </w:t>
      </w:r>
      <w:proofErr w:type="spellStart"/>
      <w:r w:rsidRPr="00191F7B">
        <w:rPr>
          <w:i/>
          <w:iCs/>
        </w:rPr>
        <w:t>cnidiifolium</w:t>
      </w:r>
      <w:proofErr w:type="spellEnd"/>
      <w:r>
        <w:t xml:space="preserve"> are uncommon east of Cape </w:t>
      </w:r>
      <w:proofErr w:type="spellStart"/>
      <w:r>
        <w:t>Lisburne</w:t>
      </w:r>
      <w:proofErr w:type="spellEnd"/>
      <w:r>
        <w:t>.</w:t>
      </w:r>
    </w:p>
    <w:p w:rsidR="00417E92" w:rsidP="004E6E0E" w:rsidRDefault="00417E92" w14:paraId="7BA49D37" w14:textId="77777777"/>
    <w:p w:rsidR="004E6E0E" w:rsidP="004E6E0E" w:rsidRDefault="00CC65E5" w14:paraId="528AE017" w14:textId="1592E242">
      <w:r>
        <w:t>C</w:t>
      </w:r>
      <w:r w:rsidR="004E6E0E">
        <w:t>lasses</w:t>
      </w:r>
      <w:r>
        <w:t xml:space="preserve"> 2 and 3, described above,</w:t>
      </w:r>
      <w:r w:rsidR="004E6E0E">
        <w:t xml:space="preserve"> are above the high tide line but still experience storm surges, high winds</w:t>
      </w:r>
      <w:r w:rsidR="00417E92">
        <w:t>,</w:t>
      </w:r>
      <w:r w:rsidR="004E6E0E">
        <w:t xml:space="preserve"> and salt spray.</w:t>
      </w:r>
    </w:p>
    <w:p w:rsidR="004E6E0E" w:rsidP="00B06049" w:rsidRDefault="004E6E0E" w14:paraId="1D0B9DC1" w14:textId="77777777"/>
    <w:p w:rsidR="00634824" w:rsidP="00634824" w:rsidRDefault="00634824" w14:paraId="1E28BE53"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LEMO8</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Leymus mollis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American dunegrass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COGR6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Cochlearia groenlandica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Danish scurvygrass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ARRU</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Arctostaphylos rubra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Red fruit bearberry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LAJAM</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Lathyrus japonicus var. maritimus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Beach pea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MEMA3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Mertensia maritima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Oysterleaf</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POEM</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Poa eminens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Largeflower speargrass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HOPE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Honckenya peploides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Seaside sandplant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COCH2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Conioselinum chinense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Chinese hemlockparsley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CNCN</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Cnidium cnidiifolium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Jakutsk snowparsley</w:t>
            </w:r>
          </w:p>
        </w:tc>
      </w:tr>
    </w:tbl>
    <w:p>
      <w:r>
        <w:rPr>
          <w:sz w:val="16"/>
        </w:rPr>
        <w:t>Species names are from the NRCS PLANTS database. Check species codes at http://plants.usda.gov.</w:t>
      </w:r>
    </w:p>
    <w:p w:rsidR="00417E92" w:rsidP="00634824" w:rsidRDefault="00417E92" w14:paraId="15CC7908" w14:textId="77777777">
      <w:pPr>
        <w:pStyle w:val="InfoPara"/>
      </w:pPr>
      <w:r>
        <w:br w:type="textWrapping" w:clear="all"/>
      </w:r>
    </w:p>
    <w:p w:rsidR="00634824" w:rsidP="00634824" w:rsidRDefault="00634824" w14:paraId="422CB380" w14:textId="4E185046">
      <w:pPr>
        <w:pStyle w:val="InfoPara"/>
      </w:pPr>
      <w:r>
        <w:t>Disturbance Description</w:t>
      </w:r>
    </w:p>
    <w:p w:rsidR="00634824" w:rsidP="00634824" w:rsidRDefault="00634824" w14:paraId="47EF1C14" w14:textId="4FC8C37B">
      <w:r>
        <w:t>Processes that define the system include</w:t>
      </w:r>
      <w:r w:rsidR="006B158B">
        <w:t xml:space="preserve"> the erosion and accretion of</w:t>
      </w:r>
      <w:r>
        <w:t xml:space="preserve"> sand </w:t>
      </w:r>
      <w:r w:rsidR="006B158B">
        <w:t>by water or wind</w:t>
      </w:r>
      <w:r>
        <w:t>,</w:t>
      </w:r>
      <w:r w:rsidR="006B158B">
        <w:t xml:space="preserve"> through the process of tidal inundation,</w:t>
      </w:r>
      <w:r>
        <w:t xml:space="preserve"> long-shore transport,</w:t>
      </w:r>
      <w:r w:rsidR="006B158B">
        <w:t xml:space="preserve"> storm surge, and</w:t>
      </w:r>
      <w:r>
        <w:t xml:space="preserve"> dune formation</w:t>
      </w:r>
      <w:r w:rsidR="006B158B">
        <w:t>.</w:t>
      </w:r>
      <w:r>
        <w:t xml:space="preserve"> Herbaceous species stabilize the sand deposits (dunes, beaches), and the older deposits support dwarf-shrubs mixed with herbaceous species. Vegetation dynamics are driven by salinity and sand deposition</w:t>
      </w:r>
      <w:r w:rsidR="00C933B2">
        <w:t>,</w:t>
      </w:r>
      <w:r>
        <w:t xml:space="preserve"> both of which vary depending on the</w:t>
      </w:r>
      <w:r w:rsidR="006B158B">
        <w:t xml:space="preserve"> exposure of the coastline and frequency and duration</w:t>
      </w:r>
      <w:r>
        <w:t xml:space="preserve"> of inundation</w:t>
      </w:r>
      <w:r w:rsidR="006B158B">
        <w:t xml:space="preserve"> by tidal water</w:t>
      </w:r>
      <w:r>
        <w:t xml:space="preserve">. Beach succession is not always unidirectional; </w:t>
      </w:r>
      <w:r w:rsidR="006B158B">
        <w:t xml:space="preserve">changes in beach topography and elevation that increase the exposure to coastal processes </w:t>
      </w:r>
      <w:r>
        <w:t>may cause less salt tolerant species to die and halophytic herbs to regain dominance.</w:t>
      </w:r>
    </w:p>
    <w:p w:rsidRPr="00EE2C98" w:rsidR="00DA4DDA" w:rsidP="00634824" w:rsidRDefault="00DA4DDA" w14:paraId="303D5FF6" w14:textId="73428CA1">
      <w:pPr>
        <w:rPr>
          <w:b/>
          <w:bCs/>
          <w:sz w:val="27"/>
          <w:szCs w:val="27"/>
        </w:rPr>
      </w:pPr>
      <w:r>
        <w:br/>
      </w:r>
      <w:r>
        <w:t xml:space="preserve">In June of 2013 an extensive search was done by </w:t>
      </w:r>
      <w:r w:rsidRPr="009A4C9B" w:rsidR="009A4C9B">
        <w:t>Fire</w:t>
      </w:r>
      <w:r w:rsidR="009A4C9B">
        <w:t xml:space="preserve"> Effects Information System</w:t>
      </w:r>
      <w:r>
        <w:t xml:space="preserve"> staff to locate information for a synthesis on </w:t>
      </w:r>
      <w:hyperlink w:history="1" r:id="rId7">
        <w:r w:rsidR="00203C93">
          <w:rPr>
            <w:rStyle w:val="Hyperlink"/>
          </w:rPr>
          <w:t>f</w:t>
        </w:r>
        <w:r w:rsidRPr="00652D73">
          <w:rPr>
            <w:rStyle w:val="Hyperlink"/>
          </w:rPr>
          <w:t>ire regimes of Alaskan coastal herbaceous communities and active inland dunes</w:t>
        </w:r>
      </w:hyperlink>
      <w:r>
        <w:t>, with few results</w:t>
      </w:r>
      <w:r w:rsidR="008C0B46">
        <w:t xml:space="preserve"> (Innes 2013)</w:t>
      </w:r>
      <w:r>
        <w:t xml:space="preserve">. The lack of contemporary fire records suggests that fire in </w:t>
      </w:r>
      <w:r w:rsidR="00487E11">
        <w:t>Arctic</w:t>
      </w:r>
      <w:r w:rsidR="00402608">
        <w:t xml:space="preserve"> and sub-Arctic</w:t>
      </w:r>
      <w:r w:rsidR="00487E11">
        <w:t xml:space="preserve"> marine beach and beach meadows</w:t>
      </w:r>
      <w:r>
        <w:t xml:space="preserve"> is rare. </w:t>
      </w:r>
      <w:r w:rsidR="008C0B46">
        <w:t xml:space="preserve">No studies reported fire frequency and fire is believed to have been rare in coastal herbaceous communities (Innes 2013). </w:t>
      </w:r>
      <w:bookmarkStart w:name="FireSeason" w:id="0"/>
      <w:bookmarkStart w:name="FireFrequency" w:id="1"/>
      <w:bookmarkStart w:name="Impage5" w:id="2"/>
      <w:bookmarkStart w:name="FireType" w:id="3"/>
      <w:bookmarkStart w:name="FireSeverity" w:id="4"/>
      <w:bookmarkStart w:name="FirePattern" w:id="5"/>
      <w:bookmarkStart w:name="FireSize" w:id="6"/>
      <w:bookmarkEnd w:id="0"/>
      <w:bookmarkEnd w:id="1"/>
      <w:bookmarkEnd w:id="2"/>
      <w:bookmarkEnd w:id="3"/>
      <w:bookmarkEnd w:id="4"/>
      <w:bookmarkEnd w:id="5"/>
      <w:bookmarkEnd w:id="6"/>
    </w:p>
    <w:p w:rsidR="00634824" w:rsidP="00634824" w:rsidRDefault="00634824" w14:paraId="3D972813" w14:textId="14028DD6">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634824" w:rsidP="00634824" w:rsidRDefault="00634824" w14:paraId="2C1C89C1" w14:textId="77777777">
      <w:pPr>
        <w:pStyle w:val="InfoPara"/>
      </w:pPr>
      <w:r>
        <w:t>Scale Description</w:t>
      </w:r>
    </w:p>
    <w:p w:rsidR="00634824" w:rsidP="00634824" w:rsidRDefault="00634824" w14:paraId="5DDD7D17" w14:textId="77777777">
      <w:r>
        <w:t>Patch size is small to moderate and often linear.</w:t>
      </w:r>
    </w:p>
    <w:p w:rsidR="00634824" w:rsidP="00634824" w:rsidRDefault="00634824" w14:paraId="578644AE" w14:textId="77777777">
      <w:pPr>
        <w:pStyle w:val="InfoPara"/>
      </w:pPr>
      <w:r>
        <w:t>Adjacency or Identification Concerns</w:t>
      </w:r>
    </w:p>
    <w:p w:rsidR="00634824" w:rsidP="00634824" w:rsidRDefault="00634824" w14:paraId="55059CDA" w14:textId="1C73765D">
      <w:r>
        <w:t>This type is found adjacent to the coastline</w:t>
      </w:r>
      <w:r w:rsidR="00402608">
        <w:t>.</w:t>
      </w:r>
    </w:p>
    <w:p w:rsidR="00634824" w:rsidP="00634824" w:rsidRDefault="00634824" w14:paraId="535F48A3" w14:textId="77777777">
      <w:pPr>
        <w:pStyle w:val="InfoPara"/>
      </w:pPr>
      <w:r>
        <w:t>Issues or Problems</w:t>
      </w:r>
    </w:p>
    <w:p w:rsidR="00634824" w:rsidP="00634824" w:rsidRDefault="00634824" w14:paraId="0620FD81" w14:textId="77777777">
      <w:pPr>
        <w:pStyle w:val="InfoPara"/>
      </w:pPr>
      <w:r>
        <w:t>Native Uncharacteristic Conditions</w:t>
      </w:r>
    </w:p>
    <w:p w:rsidR="00634824" w:rsidP="00634824" w:rsidRDefault="00402608" w14:paraId="3AA9E8A6" w14:textId="266DFA2B">
      <w:r>
        <w:t>This type is not departed from its “Reference Condition.”</w:t>
      </w:r>
    </w:p>
    <w:p w:rsidR="00634824" w:rsidP="00634824" w:rsidRDefault="00634824" w14:paraId="234EF748" w14:textId="77777777">
      <w:pPr>
        <w:pStyle w:val="InfoPara"/>
      </w:pPr>
      <w:r>
        <w:t>Comments</w:t>
      </w:r>
    </w:p>
    <w:p w:rsidR="00402608" w:rsidP="00634824" w:rsidRDefault="00402608" w14:paraId="48DD5F14" w14:textId="6357223B">
      <w:r>
        <w:t xml:space="preserve">In 2021 NatureServe merged the </w:t>
      </w:r>
      <w:r w:rsidRPr="00402608">
        <w:t>Alaska Arctic Marine Beach and Beach Meadow</w:t>
      </w:r>
      <w:r>
        <w:t xml:space="preserve"> (BpS</w:t>
      </w:r>
      <w:r w:rsidR="00F9140E">
        <w:t xml:space="preserve"> 1709</w:t>
      </w:r>
      <w:r>
        <w:t xml:space="preserve">) and </w:t>
      </w:r>
      <w:r w:rsidRPr="00402608">
        <w:t>Aleutian Marine Beach and Beach Meadow</w:t>
      </w:r>
      <w:r>
        <w:t xml:space="preserve"> (</w:t>
      </w:r>
      <w:r w:rsidR="00F9140E">
        <w:t>BpS 1725</w:t>
      </w:r>
      <w:r>
        <w:t>) Ecological Systems.</w:t>
      </w:r>
      <w:r w:rsidR="00F9140E">
        <w:t xml:space="preserve"> Kori Blankenship </w:t>
      </w:r>
      <w:r w:rsidR="00DF53D0">
        <w:t xml:space="preserve">and Pat Comer </w:t>
      </w:r>
      <w:r w:rsidR="00F9140E">
        <w:t>merged the BpS concepts into this unified description.</w:t>
      </w:r>
      <w:r w:rsidRPr="00F9140E" w:rsidR="00F9140E">
        <w:t xml:space="preserve"> </w:t>
      </w:r>
      <w:r w:rsidR="00F9140E">
        <w:t xml:space="preserve">Blankenship also modified the </w:t>
      </w:r>
      <w:r w:rsidR="009A4C9B">
        <w:t xml:space="preserve">state-and-transition </w:t>
      </w:r>
      <w:r w:rsidR="00F9140E">
        <w:t>model to include an early successional herbaceous state and a later successional state where shrubs could establish.</w:t>
      </w:r>
    </w:p>
    <w:p w:rsidR="00634824" w:rsidP="00634824" w:rsidRDefault="00634824" w14:paraId="402B92C7" w14:textId="77777777"/>
    <w:p w:rsidR="00EE785B" w:rsidP="00B06049" w:rsidRDefault="00402608" w14:paraId="64DC6551" w14:textId="6B99D1BB">
      <w:r>
        <w:t xml:space="preserve">For LANDFIRE National </w:t>
      </w:r>
      <w:r w:rsidR="00577641">
        <w:t>BpS 1709 and 1725 were drafted and modeled</w:t>
      </w:r>
      <w:r w:rsidR="00634824">
        <w:t xml:space="preserve"> by Kori Blankenship and Keith Boggs</w:t>
      </w:r>
      <w:r w:rsidR="00577641">
        <w:t xml:space="preserve">. Janet Jorgenson reviewed 1709 and </w:t>
      </w:r>
      <w:r w:rsidR="00B06049">
        <w:t xml:space="preserve">Jeff Williams reviewed </w:t>
      </w:r>
      <w:r w:rsidRPr="009A4C9B" w:rsidR="00B06049">
        <w:t>17250</w:t>
      </w:r>
      <w:r w:rsidR="00B06049">
        <w:t>.</w:t>
      </w:r>
    </w:p>
    <w:p w:rsidR="003B2410" w:rsidP="00417E92" w:rsidRDefault="00634824" w14:paraId="5DCB3BB9" w14:textId="070FE26E">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F9140E" w:rsidP="00F9140E" w:rsidRDefault="00F9140E" w14:paraId="0DEABE63" w14:textId="59B05C21">
      <w:pPr>
        <w:pStyle w:val="InfoPara"/>
        <w:pBdr>
          <w:top w:val="single" w:color="auto" w:sz="4" w:space="1"/>
        </w:pBdr>
      </w:pPr>
      <w:r xmlns:w="http://schemas.openxmlformats.org/wordprocessingml/2006/main">
        <w:t>Class A</w:t>
      </w:r>
      <w:r xmlns:w="http://schemas.openxmlformats.org/wordprocessingml/2006/main">
        <w:tab/>
        <w:t>50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F9140E" w:rsidP="00F9140E" w:rsidRDefault="00F9140E" w14:paraId="7D8D833D" w14:textId="77777777"/>
    <w:p w:rsidR="00F9140E" w:rsidP="00F9140E" w:rsidRDefault="00F9140E" w14:paraId="38F0A3F3" w14:textId="77777777">
      <w:pPr>
        <w:pStyle w:val="SClassInfoPara"/>
      </w:pPr>
      <w:r>
        <w:t>Indicator Species</w:t>
      </w:r>
    </w:p>
    <w:tbl>
      <w:tblPr>
        <w:tblW w:w="9432"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64"/>
        <w:gridCol w:w="3696"/>
        <w:gridCol w:w="2616"/>
        <w:gridCol w:w="1956"/>
      </w:tblGrid>
      <w:tr w:rsidRPr="000A2CD0" w:rsidR="00F9140E" w:rsidTr="006B307F" w14:paraId="0096C532" w14:textId="77777777">
        <w:tc>
          <w:tcPr>
            <w:tcW w:w="1164" w:type="dxa"/>
            <w:tcBorders>
              <w:top w:val="single" w:color="auto" w:sz="2" w:space="0"/>
              <w:bottom w:val="single" w:color="000000" w:sz="12" w:space="0"/>
            </w:tcBorders>
            <w:shd w:val="clear" w:color="auto" w:fill="auto"/>
          </w:tcPr>
          <w:p w:rsidRPr="000A2CD0" w:rsidR="00F9140E" w:rsidP="006B307F" w:rsidRDefault="00F9140E" w14:paraId="02CE68FD" w14:textId="77777777">
            <w:pPr>
              <w:rPr>
                <w:b/>
                <w:bCs/>
              </w:rPr>
            </w:pPr>
            <w:r w:rsidRPr="000A2CD0">
              <w:rPr>
                <w:b/>
                <w:bCs/>
              </w:rPr>
              <w:t>Symbol</w:t>
            </w:r>
          </w:p>
        </w:tc>
        <w:tc>
          <w:tcPr>
            <w:tcW w:w="3696" w:type="dxa"/>
            <w:tcBorders>
              <w:top w:val="single" w:color="auto" w:sz="2" w:space="0"/>
              <w:bottom w:val="single" w:color="000000" w:sz="12" w:space="0"/>
            </w:tcBorders>
            <w:shd w:val="clear" w:color="auto" w:fill="auto"/>
          </w:tcPr>
          <w:p w:rsidRPr="000A2CD0" w:rsidR="00F9140E" w:rsidP="006B307F" w:rsidRDefault="00F9140E" w14:paraId="439E5EDE" w14:textId="77777777">
            <w:pPr>
              <w:rPr>
                <w:b/>
                <w:bCs/>
              </w:rPr>
            </w:pPr>
            <w:r w:rsidRPr="000A2CD0">
              <w:rPr>
                <w:b/>
                <w:bCs/>
              </w:rPr>
              <w:t>Scientific Name</w:t>
            </w:r>
          </w:p>
        </w:tc>
        <w:tc>
          <w:tcPr>
            <w:tcW w:w="2616" w:type="dxa"/>
            <w:tcBorders>
              <w:top w:val="single" w:color="auto" w:sz="2" w:space="0"/>
              <w:bottom w:val="single" w:color="000000" w:sz="12" w:space="0"/>
            </w:tcBorders>
            <w:shd w:val="clear" w:color="auto" w:fill="auto"/>
          </w:tcPr>
          <w:p w:rsidRPr="000A2CD0" w:rsidR="00F9140E" w:rsidP="006B307F" w:rsidRDefault="00F9140E" w14:paraId="2DAA43E4" w14:textId="77777777">
            <w:pPr>
              <w:rPr>
                <w:b/>
                <w:bCs/>
              </w:rPr>
            </w:pPr>
            <w:r w:rsidRPr="000A2CD0">
              <w:rPr>
                <w:b/>
                <w:bCs/>
              </w:rPr>
              <w:t>Common Name</w:t>
            </w:r>
          </w:p>
        </w:tc>
        <w:tc>
          <w:tcPr>
            <w:tcW w:w="1956" w:type="dxa"/>
            <w:tcBorders>
              <w:top w:val="single" w:color="auto" w:sz="2" w:space="0"/>
              <w:bottom w:val="single" w:color="000000" w:sz="12" w:space="0"/>
            </w:tcBorders>
            <w:shd w:val="clear" w:color="auto" w:fill="auto"/>
          </w:tcPr>
          <w:p w:rsidRPr="000A2CD0" w:rsidR="00F9140E" w:rsidP="006B307F" w:rsidRDefault="00F9140E" w14:paraId="77FB591E" w14:textId="77777777">
            <w:pPr>
              <w:rPr>
                <w:b/>
                <w:bCs/>
              </w:rPr>
            </w:pPr>
            <w:r w:rsidRPr="000A2CD0">
              <w:rPr>
                <w:b/>
                <w:bCs/>
              </w:rPr>
              <w:t>Canopy Position</w:t>
            </w:r>
          </w:p>
        </w:tc>
      </w:tr>
      <w:tr w:rsidRPr="000A2CD0" w:rsidR="00A609F4" w:rsidTr="006B307F" w14:paraId="4827E4E9" w14:textId="77777777">
        <w:tc>
          <w:tcPr>
            <w:tcW w:w="1164" w:type="dxa"/>
            <w:tcBorders>
              <w:top w:val="single" w:color="000000" w:sz="12" w:space="0"/>
            </w:tcBorders>
            <w:shd w:val="clear" w:color="auto" w:fill="auto"/>
          </w:tcPr>
          <w:p w:rsidRPr="000A2CD0" w:rsidR="00A609F4" w:rsidP="00A609F4" w:rsidRDefault="00A609F4" w14:paraId="3317B4DB" w14:textId="4D444610">
            <w:pPr>
              <w:rPr>
                <w:bCs/>
              </w:rPr>
            </w:pPr>
            <w:r w:rsidRPr="00E66B9C">
              <w:rPr>
                <w:bCs/>
              </w:rPr>
              <w:t>COGR6</w:t>
            </w:r>
          </w:p>
        </w:tc>
        <w:tc>
          <w:tcPr>
            <w:tcW w:w="3696" w:type="dxa"/>
            <w:tcBorders>
              <w:top w:val="single" w:color="000000" w:sz="12" w:space="0"/>
            </w:tcBorders>
            <w:shd w:val="clear" w:color="auto" w:fill="auto"/>
          </w:tcPr>
          <w:p w:rsidRPr="004B0264" w:rsidR="00A609F4" w:rsidP="00A609F4" w:rsidRDefault="00A609F4" w14:paraId="2F81F70C" w14:textId="7FE82A9C">
            <w:pPr>
              <w:rPr>
                <w:i/>
                <w:iCs/>
              </w:rPr>
            </w:pPr>
            <w:r w:rsidRPr="004B0264">
              <w:rPr>
                <w:i/>
                <w:iCs/>
              </w:rPr>
              <w:t xml:space="preserve">Cochlearia </w:t>
            </w:r>
            <w:proofErr w:type="spellStart"/>
            <w:r w:rsidRPr="004B0264">
              <w:rPr>
                <w:i/>
                <w:iCs/>
              </w:rPr>
              <w:t>groenlandica</w:t>
            </w:r>
            <w:proofErr w:type="spellEnd"/>
          </w:p>
        </w:tc>
        <w:tc>
          <w:tcPr>
            <w:tcW w:w="2616" w:type="dxa"/>
            <w:tcBorders>
              <w:top w:val="single" w:color="000000" w:sz="12" w:space="0"/>
            </w:tcBorders>
            <w:shd w:val="clear" w:color="auto" w:fill="auto"/>
          </w:tcPr>
          <w:p w:rsidRPr="000A2CD0" w:rsidR="00A609F4" w:rsidP="00A609F4" w:rsidRDefault="00A609F4" w14:paraId="27EF6343" w14:textId="0A40627C">
            <w:r w:rsidRPr="00E66B9C">
              <w:t>Danish scurvygrass</w:t>
            </w:r>
          </w:p>
        </w:tc>
        <w:tc>
          <w:tcPr>
            <w:tcW w:w="1956" w:type="dxa"/>
            <w:tcBorders>
              <w:top w:val="single" w:color="000000" w:sz="12" w:space="0"/>
            </w:tcBorders>
            <w:shd w:val="clear" w:color="auto" w:fill="auto"/>
          </w:tcPr>
          <w:p w:rsidRPr="000A2CD0" w:rsidR="00A609F4" w:rsidP="00A609F4" w:rsidRDefault="00A609F4" w14:paraId="25BFBFA5" w14:textId="2B90D2D9">
            <w:r w:rsidRPr="000A2CD0">
              <w:t>Upper</w:t>
            </w:r>
          </w:p>
        </w:tc>
      </w:tr>
      <w:tr w:rsidRPr="000A2CD0" w:rsidR="00A609F4" w:rsidTr="006B307F" w14:paraId="529ACEDF" w14:textId="77777777">
        <w:tc>
          <w:tcPr>
            <w:tcW w:w="1164" w:type="dxa"/>
            <w:shd w:val="clear" w:color="auto" w:fill="auto"/>
          </w:tcPr>
          <w:p w:rsidRPr="000A2CD0" w:rsidR="00A609F4" w:rsidP="00A609F4" w:rsidRDefault="00A609F4" w14:paraId="3D85972C" w14:textId="7DCD9B59">
            <w:pPr>
              <w:rPr>
                <w:bCs/>
              </w:rPr>
            </w:pPr>
            <w:r w:rsidRPr="000A2CD0">
              <w:rPr>
                <w:bCs/>
              </w:rPr>
              <w:t>LEMO8</w:t>
            </w:r>
          </w:p>
        </w:tc>
        <w:tc>
          <w:tcPr>
            <w:tcW w:w="3696" w:type="dxa"/>
            <w:shd w:val="clear" w:color="auto" w:fill="auto"/>
          </w:tcPr>
          <w:p w:rsidRPr="004B0264" w:rsidR="00A609F4" w:rsidP="00A609F4" w:rsidRDefault="00A609F4" w14:paraId="490550F2" w14:textId="15739200">
            <w:pPr>
              <w:rPr>
                <w:i/>
                <w:iCs/>
              </w:rPr>
            </w:pPr>
            <w:proofErr w:type="spellStart"/>
            <w:r w:rsidRPr="004B0264">
              <w:rPr>
                <w:i/>
                <w:iCs/>
              </w:rPr>
              <w:t>Leymus</w:t>
            </w:r>
            <w:proofErr w:type="spellEnd"/>
            <w:r w:rsidRPr="004B0264">
              <w:rPr>
                <w:i/>
                <w:iCs/>
              </w:rPr>
              <w:t xml:space="preserve"> </w:t>
            </w:r>
            <w:proofErr w:type="spellStart"/>
            <w:r w:rsidRPr="004B0264">
              <w:rPr>
                <w:i/>
                <w:iCs/>
              </w:rPr>
              <w:t>mollis</w:t>
            </w:r>
            <w:proofErr w:type="spellEnd"/>
          </w:p>
        </w:tc>
        <w:tc>
          <w:tcPr>
            <w:tcW w:w="2616" w:type="dxa"/>
            <w:shd w:val="clear" w:color="auto" w:fill="auto"/>
          </w:tcPr>
          <w:p w:rsidRPr="000A2CD0" w:rsidR="00A609F4" w:rsidP="00A609F4" w:rsidRDefault="00A609F4" w14:paraId="6BFF2535" w14:textId="7B319348">
            <w:r w:rsidRPr="000A2CD0">
              <w:t xml:space="preserve">American </w:t>
            </w:r>
            <w:proofErr w:type="spellStart"/>
            <w:r w:rsidRPr="000A2CD0">
              <w:t>dunegrass</w:t>
            </w:r>
            <w:proofErr w:type="spellEnd"/>
          </w:p>
        </w:tc>
        <w:tc>
          <w:tcPr>
            <w:tcW w:w="1956" w:type="dxa"/>
            <w:shd w:val="clear" w:color="auto" w:fill="auto"/>
          </w:tcPr>
          <w:p w:rsidRPr="000A2CD0" w:rsidR="00A609F4" w:rsidP="00A609F4" w:rsidRDefault="00A609F4" w14:paraId="36436587" w14:textId="7BE65FE3">
            <w:r w:rsidRPr="000A2CD0">
              <w:t>Upper</w:t>
            </w:r>
          </w:p>
        </w:tc>
      </w:tr>
      <w:tr w:rsidRPr="000A2CD0" w:rsidR="006B158B" w:rsidTr="006B307F" w14:paraId="51827C01" w14:textId="77777777">
        <w:tc>
          <w:tcPr>
            <w:tcW w:w="1164" w:type="dxa"/>
            <w:shd w:val="clear" w:color="auto" w:fill="auto"/>
          </w:tcPr>
          <w:p w:rsidRPr="000A2CD0" w:rsidR="006B158B" w:rsidP="006B158B" w:rsidRDefault="006B158B" w14:paraId="17FF3142" w14:textId="076E543B">
            <w:pPr>
              <w:rPr>
                <w:bCs/>
              </w:rPr>
            </w:pPr>
            <w:r w:rsidRPr="00634824">
              <w:rPr>
                <w:bCs/>
              </w:rPr>
              <w:t>LAJAM</w:t>
            </w:r>
          </w:p>
        </w:tc>
        <w:tc>
          <w:tcPr>
            <w:tcW w:w="3696" w:type="dxa"/>
            <w:shd w:val="clear" w:color="auto" w:fill="auto"/>
          </w:tcPr>
          <w:p w:rsidRPr="004B0264" w:rsidR="006B158B" w:rsidP="006B158B" w:rsidRDefault="006B158B" w14:paraId="34116833" w14:textId="2EA20CBD">
            <w:pPr>
              <w:rPr>
                <w:i/>
                <w:iCs/>
              </w:rPr>
            </w:pPr>
            <w:r w:rsidRPr="00203C93">
              <w:rPr>
                <w:i/>
                <w:iCs/>
              </w:rPr>
              <w:t>Lathyrus japonicus var. maritimus</w:t>
            </w:r>
          </w:p>
        </w:tc>
        <w:tc>
          <w:tcPr>
            <w:tcW w:w="2616" w:type="dxa"/>
            <w:shd w:val="clear" w:color="auto" w:fill="auto"/>
          </w:tcPr>
          <w:p w:rsidRPr="000A2CD0" w:rsidR="006B158B" w:rsidP="006B158B" w:rsidRDefault="006B158B" w14:paraId="1AD74159" w14:textId="19CF7612">
            <w:r w:rsidRPr="00634824">
              <w:t>Beach pea</w:t>
            </w:r>
          </w:p>
        </w:tc>
        <w:tc>
          <w:tcPr>
            <w:tcW w:w="1956" w:type="dxa"/>
            <w:shd w:val="clear" w:color="auto" w:fill="auto"/>
          </w:tcPr>
          <w:p w:rsidRPr="000A2CD0" w:rsidR="006B158B" w:rsidP="006B158B" w:rsidRDefault="00417E92" w14:paraId="4EF2BE7C" w14:textId="49CF3DF7">
            <w:r>
              <w:t>Upper</w:t>
            </w:r>
          </w:p>
        </w:tc>
      </w:tr>
      <w:tr w:rsidRPr="000A2CD0" w:rsidR="006B158B" w:rsidTr="006B307F" w14:paraId="1435B346" w14:textId="77777777">
        <w:tc>
          <w:tcPr>
            <w:tcW w:w="1164" w:type="dxa"/>
            <w:shd w:val="clear" w:color="auto" w:fill="auto"/>
          </w:tcPr>
          <w:p w:rsidRPr="000A2CD0" w:rsidR="006B158B" w:rsidP="006B158B" w:rsidRDefault="006B158B" w14:paraId="15DC0DDB" w14:textId="31637846">
            <w:pPr>
              <w:rPr>
                <w:bCs/>
              </w:rPr>
            </w:pPr>
            <w:r w:rsidRPr="00634824">
              <w:rPr>
                <w:bCs/>
              </w:rPr>
              <w:t>HOPE</w:t>
            </w:r>
          </w:p>
        </w:tc>
        <w:tc>
          <w:tcPr>
            <w:tcW w:w="3696" w:type="dxa"/>
            <w:shd w:val="clear" w:color="auto" w:fill="auto"/>
          </w:tcPr>
          <w:p w:rsidRPr="004B0264" w:rsidR="006B158B" w:rsidP="006B158B" w:rsidRDefault="006B158B" w14:paraId="360C35B8" w14:textId="5009D438">
            <w:pPr>
              <w:rPr>
                <w:i/>
                <w:iCs/>
              </w:rPr>
            </w:pPr>
            <w:proofErr w:type="spellStart"/>
            <w:r w:rsidRPr="00203C93">
              <w:rPr>
                <w:i/>
                <w:iCs/>
              </w:rPr>
              <w:t>Honckenya</w:t>
            </w:r>
            <w:proofErr w:type="spellEnd"/>
            <w:r w:rsidRPr="00203C93">
              <w:rPr>
                <w:i/>
                <w:iCs/>
              </w:rPr>
              <w:t xml:space="preserve"> </w:t>
            </w:r>
            <w:proofErr w:type="spellStart"/>
            <w:r w:rsidRPr="00203C93">
              <w:rPr>
                <w:i/>
                <w:iCs/>
              </w:rPr>
              <w:t>peploides</w:t>
            </w:r>
            <w:proofErr w:type="spellEnd"/>
          </w:p>
        </w:tc>
        <w:tc>
          <w:tcPr>
            <w:tcW w:w="2616" w:type="dxa"/>
            <w:shd w:val="clear" w:color="auto" w:fill="auto"/>
          </w:tcPr>
          <w:p w:rsidRPr="000A2CD0" w:rsidR="006B158B" w:rsidP="006B158B" w:rsidRDefault="006B158B" w14:paraId="0D759F4D" w14:textId="241F4A6D">
            <w:r w:rsidRPr="00634824">
              <w:t xml:space="preserve">Seaside </w:t>
            </w:r>
            <w:proofErr w:type="spellStart"/>
            <w:r w:rsidRPr="00634824">
              <w:t>sandplant</w:t>
            </w:r>
            <w:proofErr w:type="spellEnd"/>
          </w:p>
        </w:tc>
        <w:tc>
          <w:tcPr>
            <w:tcW w:w="1956" w:type="dxa"/>
            <w:shd w:val="clear" w:color="auto" w:fill="auto"/>
          </w:tcPr>
          <w:p w:rsidRPr="000A2CD0" w:rsidR="006B158B" w:rsidP="006B158B" w:rsidRDefault="006B158B" w14:paraId="746CFD13" w14:textId="67F7CBE7">
            <w:r w:rsidRPr="000A2CD0">
              <w:t>Upper</w:t>
            </w:r>
          </w:p>
        </w:tc>
      </w:tr>
    </w:tbl>
    <w:p w:rsidR="00F9140E" w:rsidP="00F9140E" w:rsidRDefault="00F9140E" w14:paraId="6B2B3129" w14:textId="77777777"/>
    <w:p w:rsidR="00F9140E" w:rsidP="00F9140E" w:rsidRDefault="00F9140E" w14:paraId="7309DC97" w14:textId="77777777">
      <w:pPr>
        <w:pStyle w:val="SClassInfoPara"/>
      </w:pPr>
      <w:r>
        <w:t>Description</w:t>
      </w:r>
    </w:p>
    <w:p w:rsidR="00F9140E" w:rsidP="00F9140E" w:rsidRDefault="00F9140E" w14:paraId="5C607FDE" w14:textId="7DB715C4">
      <w:r>
        <w:t>Pioneer herbaceous communities establish.</w:t>
      </w:r>
      <w:r w:rsidR="009A4C9B">
        <w:t xml:space="preserve"> Bare sand or cobbles are common.</w:t>
      </w:r>
      <w:r>
        <w:t xml:space="preserve"> Coastal herbaceous communities that are exposed to the open ocean are more likely to be buried or flooded compared to inland areas due to the proximity to severe weather in outer coast areas. Storm surge can deposit sediment and bury existing vegetation.</w:t>
      </w:r>
    </w:p>
    <w:p w:rsidR="00F9140E" w:rsidP="00F9140E" w:rsidRDefault="00F9140E" w14:paraId="7D1660F4" w14:textId="767FE760"/>
    <w:p>
      <w:r>
        <w:rPr>
          <w:i/>
          <w:u w:val="single"/>
        </w:rPr>
        <w:t>Maximum Tree Size Class</w:t>
      </w:r>
      <w:br/>
      <w:r>
        <w:t>None</w:t>
      </w:r>
    </w:p>
    <w:p w:rsidR="00417E92" w:rsidP="00417E92" w:rsidRDefault="00417E92" w14:paraId="3034946F" w14:textId="34083CD7">
      <w:pPr>
        <w:pStyle w:val="InfoPara"/>
        <w:pBdr>
          <w:top w:val="single" w:color="auto" w:sz="4" w:space="1"/>
        </w:pBdr>
      </w:pPr>
      <w:r xmlns:w="http://schemas.openxmlformats.org/wordprocessingml/2006/main">
        <w:t>Class B</w:t>
      </w:r>
      <w:r xmlns:w="http://schemas.openxmlformats.org/wordprocessingml/2006/main">
        <w:tab/>
        <w:t>50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F9140E" w:rsidP="00F9140E" w:rsidRDefault="00F9140E" w14:paraId="1162C6D7" w14:textId="77777777"/>
    <w:p w:rsidR="00F9140E" w:rsidP="00F9140E" w:rsidRDefault="00F9140E" w14:paraId="1572ED11" w14:textId="77777777">
      <w:pPr>
        <w:pStyle w:val="SClassInfoPara"/>
      </w:pPr>
      <w:r>
        <w:t>Indicator Species</w:t>
      </w:r>
    </w:p>
    <w:tbl>
      <w:tblPr>
        <w:tblW w:w="9432"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64"/>
        <w:gridCol w:w="3696"/>
        <w:gridCol w:w="2616"/>
        <w:gridCol w:w="1956"/>
      </w:tblGrid>
      <w:tr w:rsidRPr="000A2CD0" w:rsidR="00F9140E" w:rsidTr="006B307F" w14:paraId="3EE12D83" w14:textId="77777777">
        <w:tc>
          <w:tcPr>
            <w:tcW w:w="1164" w:type="dxa"/>
            <w:tcBorders>
              <w:top w:val="single" w:color="auto" w:sz="2" w:space="0"/>
              <w:bottom w:val="single" w:color="000000" w:sz="12" w:space="0"/>
            </w:tcBorders>
            <w:shd w:val="clear" w:color="auto" w:fill="auto"/>
          </w:tcPr>
          <w:p w:rsidRPr="000A2CD0" w:rsidR="00F9140E" w:rsidP="006B307F" w:rsidRDefault="00F9140E" w14:paraId="74FD592C" w14:textId="77777777">
            <w:pPr>
              <w:rPr>
                <w:b/>
                <w:bCs/>
              </w:rPr>
            </w:pPr>
            <w:r w:rsidRPr="000A2CD0">
              <w:rPr>
                <w:b/>
                <w:bCs/>
              </w:rPr>
              <w:t>Symbol</w:t>
            </w:r>
          </w:p>
        </w:tc>
        <w:tc>
          <w:tcPr>
            <w:tcW w:w="3696" w:type="dxa"/>
            <w:tcBorders>
              <w:top w:val="single" w:color="auto" w:sz="2" w:space="0"/>
              <w:bottom w:val="single" w:color="000000" w:sz="12" w:space="0"/>
            </w:tcBorders>
            <w:shd w:val="clear" w:color="auto" w:fill="auto"/>
          </w:tcPr>
          <w:p w:rsidRPr="000A2CD0" w:rsidR="00F9140E" w:rsidP="006B307F" w:rsidRDefault="00F9140E" w14:paraId="3652EF6F" w14:textId="77777777">
            <w:pPr>
              <w:rPr>
                <w:b/>
                <w:bCs/>
              </w:rPr>
            </w:pPr>
            <w:r w:rsidRPr="000A2CD0">
              <w:rPr>
                <w:b/>
                <w:bCs/>
              </w:rPr>
              <w:t>Scientific Name</w:t>
            </w:r>
          </w:p>
        </w:tc>
        <w:tc>
          <w:tcPr>
            <w:tcW w:w="2616" w:type="dxa"/>
            <w:tcBorders>
              <w:top w:val="single" w:color="auto" w:sz="2" w:space="0"/>
              <w:bottom w:val="single" w:color="000000" w:sz="12" w:space="0"/>
            </w:tcBorders>
            <w:shd w:val="clear" w:color="auto" w:fill="auto"/>
          </w:tcPr>
          <w:p w:rsidRPr="000A2CD0" w:rsidR="00F9140E" w:rsidP="006B307F" w:rsidRDefault="00F9140E" w14:paraId="26B8584E" w14:textId="77777777">
            <w:pPr>
              <w:rPr>
                <w:b/>
                <w:bCs/>
              </w:rPr>
            </w:pPr>
            <w:r w:rsidRPr="000A2CD0">
              <w:rPr>
                <w:b/>
                <w:bCs/>
              </w:rPr>
              <w:t>Common Name</w:t>
            </w:r>
          </w:p>
        </w:tc>
        <w:tc>
          <w:tcPr>
            <w:tcW w:w="1956" w:type="dxa"/>
            <w:tcBorders>
              <w:top w:val="single" w:color="auto" w:sz="2" w:space="0"/>
              <w:bottom w:val="single" w:color="000000" w:sz="12" w:space="0"/>
            </w:tcBorders>
            <w:shd w:val="clear" w:color="auto" w:fill="auto"/>
          </w:tcPr>
          <w:p w:rsidRPr="000A2CD0" w:rsidR="00F9140E" w:rsidP="006B307F" w:rsidRDefault="00F9140E" w14:paraId="09208028" w14:textId="77777777">
            <w:pPr>
              <w:rPr>
                <w:b/>
                <w:bCs/>
              </w:rPr>
            </w:pPr>
            <w:r w:rsidRPr="000A2CD0">
              <w:rPr>
                <w:b/>
                <w:bCs/>
              </w:rPr>
              <w:t>Canopy Position</w:t>
            </w:r>
          </w:p>
        </w:tc>
      </w:tr>
      <w:tr w:rsidRPr="000A2CD0" w:rsidR="00494A0C" w:rsidTr="006B307F" w14:paraId="7BF50A77" w14:textId="77777777">
        <w:tc>
          <w:tcPr>
            <w:tcW w:w="1164" w:type="dxa"/>
            <w:tcBorders>
              <w:top w:val="single" w:color="000000" w:sz="12" w:space="0"/>
            </w:tcBorders>
            <w:shd w:val="clear" w:color="auto" w:fill="auto"/>
          </w:tcPr>
          <w:p w:rsidRPr="00494A0C" w:rsidR="00494A0C" w:rsidP="00494A0C" w:rsidRDefault="00494A0C" w14:paraId="5F9BD028" w14:textId="4452F161">
            <w:pPr>
              <w:rPr>
                <w:bCs/>
              </w:rPr>
            </w:pPr>
            <w:r w:rsidRPr="009A4C9B">
              <w:rPr>
                <w:bCs/>
              </w:rPr>
              <w:t>EMNI</w:t>
            </w:r>
          </w:p>
        </w:tc>
        <w:tc>
          <w:tcPr>
            <w:tcW w:w="3696" w:type="dxa"/>
            <w:tcBorders>
              <w:top w:val="single" w:color="000000" w:sz="12" w:space="0"/>
            </w:tcBorders>
            <w:shd w:val="clear" w:color="auto" w:fill="auto"/>
          </w:tcPr>
          <w:p w:rsidRPr="004B0264" w:rsidR="00494A0C" w:rsidP="00494A0C" w:rsidRDefault="00494A0C" w14:paraId="778D7900" w14:textId="3356D13C">
            <w:pPr>
              <w:rPr>
                <w:i/>
                <w:iCs/>
              </w:rPr>
            </w:pPr>
            <w:proofErr w:type="spellStart"/>
            <w:r w:rsidRPr="004B0264">
              <w:rPr>
                <w:i/>
                <w:iCs/>
              </w:rPr>
              <w:t>Empetrum</w:t>
            </w:r>
            <w:proofErr w:type="spellEnd"/>
            <w:r w:rsidRPr="004B0264">
              <w:rPr>
                <w:i/>
                <w:iCs/>
              </w:rPr>
              <w:t xml:space="preserve"> nigrum</w:t>
            </w:r>
          </w:p>
        </w:tc>
        <w:tc>
          <w:tcPr>
            <w:tcW w:w="2616" w:type="dxa"/>
            <w:tcBorders>
              <w:top w:val="single" w:color="000000" w:sz="12" w:space="0"/>
            </w:tcBorders>
            <w:shd w:val="clear" w:color="auto" w:fill="auto"/>
          </w:tcPr>
          <w:p w:rsidRPr="00494A0C" w:rsidR="00494A0C" w:rsidP="00494A0C" w:rsidRDefault="00494A0C" w14:paraId="0967F97A" w14:textId="03B81272">
            <w:r w:rsidRPr="009A4C9B">
              <w:t>Black crowberry</w:t>
            </w:r>
          </w:p>
        </w:tc>
        <w:tc>
          <w:tcPr>
            <w:tcW w:w="1956" w:type="dxa"/>
            <w:tcBorders>
              <w:top w:val="single" w:color="000000" w:sz="12" w:space="0"/>
            </w:tcBorders>
            <w:shd w:val="clear" w:color="auto" w:fill="auto"/>
          </w:tcPr>
          <w:p w:rsidRPr="000A2CD0" w:rsidR="00494A0C" w:rsidP="00494A0C" w:rsidRDefault="00A609F4" w14:paraId="74DA7630" w14:textId="260875EA">
            <w:r w:rsidRPr="000A2CD0">
              <w:t>Upper</w:t>
            </w:r>
          </w:p>
        </w:tc>
      </w:tr>
      <w:tr w:rsidRPr="000A2CD0" w:rsidR="00F9140E" w:rsidTr="006B307F" w14:paraId="6CA04E86" w14:textId="77777777">
        <w:tc>
          <w:tcPr>
            <w:tcW w:w="1164" w:type="dxa"/>
            <w:shd w:val="clear" w:color="auto" w:fill="auto"/>
          </w:tcPr>
          <w:p w:rsidRPr="000A2CD0" w:rsidR="00F9140E" w:rsidP="006B307F" w:rsidRDefault="00A609F4" w14:paraId="029F8154" w14:textId="1523ED88">
            <w:pPr>
              <w:rPr>
                <w:bCs/>
              </w:rPr>
            </w:pPr>
            <w:r w:rsidRPr="00A609F4">
              <w:rPr>
                <w:bCs/>
              </w:rPr>
              <w:t>COSU4</w:t>
            </w:r>
          </w:p>
        </w:tc>
        <w:tc>
          <w:tcPr>
            <w:tcW w:w="3696" w:type="dxa"/>
            <w:shd w:val="clear" w:color="auto" w:fill="auto"/>
          </w:tcPr>
          <w:p w:rsidRPr="004B0264" w:rsidR="00F9140E" w:rsidP="006B307F" w:rsidRDefault="0018222D" w14:paraId="3C311E00" w14:textId="571574A6">
            <w:pPr>
              <w:rPr>
                <w:i/>
                <w:iCs/>
              </w:rPr>
            </w:pPr>
            <w:proofErr w:type="spellStart"/>
            <w:r w:rsidRPr="004B0264">
              <w:rPr>
                <w:i/>
                <w:iCs/>
              </w:rPr>
              <w:t>Cornus</w:t>
            </w:r>
            <w:proofErr w:type="spellEnd"/>
            <w:r w:rsidRPr="004B0264">
              <w:rPr>
                <w:i/>
                <w:iCs/>
              </w:rPr>
              <w:t xml:space="preserve"> </w:t>
            </w:r>
            <w:proofErr w:type="spellStart"/>
            <w:r w:rsidRPr="004B0264">
              <w:rPr>
                <w:i/>
                <w:iCs/>
              </w:rPr>
              <w:t>suecica</w:t>
            </w:r>
            <w:proofErr w:type="spellEnd"/>
          </w:p>
        </w:tc>
        <w:tc>
          <w:tcPr>
            <w:tcW w:w="2616" w:type="dxa"/>
            <w:shd w:val="clear" w:color="auto" w:fill="auto"/>
          </w:tcPr>
          <w:p w:rsidRPr="000A2CD0" w:rsidR="00F9140E" w:rsidP="006B307F" w:rsidRDefault="00A609F4" w14:paraId="4358BF78" w14:textId="623641B8">
            <w:r w:rsidRPr="00A609F4">
              <w:t>Lapland cornel</w:t>
            </w:r>
          </w:p>
        </w:tc>
        <w:tc>
          <w:tcPr>
            <w:tcW w:w="1956" w:type="dxa"/>
            <w:shd w:val="clear" w:color="auto" w:fill="auto"/>
          </w:tcPr>
          <w:p w:rsidRPr="000A2CD0" w:rsidR="00F9140E" w:rsidP="006B307F" w:rsidRDefault="00A609F4" w14:paraId="3EB6246D" w14:textId="2DA0597E">
            <w:r w:rsidRPr="000A2CD0">
              <w:t>Upper</w:t>
            </w:r>
          </w:p>
        </w:tc>
      </w:tr>
      <w:tr w:rsidRPr="000A2CD0" w:rsidR="00A609F4" w:rsidTr="006B307F" w14:paraId="4717F240" w14:textId="77777777">
        <w:tc>
          <w:tcPr>
            <w:tcW w:w="1164" w:type="dxa"/>
            <w:shd w:val="clear" w:color="auto" w:fill="auto"/>
          </w:tcPr>
          <w:p w:rsidRPr="000A2CD0" w:rsidR="00A609F4" w:rsidP="00A609F4" w:rsidRDefault="00A609F4" w14:paraId="5CF15E38" w14:textId="587C6420">
            <w:pPr>
              <w:rPr>
                <w:bCs/>
              </w:rPr>
            </w:pPr>
            <w:r w:rsidRPr="00634824">
              <w:rPr>
                <w:bCs/>
              </w:rPr>
              <w:t>LAJAM</w:t>
            </w:r>
          </w:p>
        </w:tc>
        <w:tc>
          <w:tcPr>
            <w:tcW w:w="3696" w:type="dxa"/>
            <w:shd w:val="clear" w:color="auto" w:fill="auto"/>
          </w:tcPr>
          <w:p w:rsidRPr="004B0264" w:rsidR="00A609F4" w:rsidP="00A609F4" w:rsidRDefault="00A609F4" w14:paraId="32B867C8" w14:textId="371A1231">
            <w:pPr>
              <w:rPr>
                <w:i/>
                <w:iCs/>
              </w:rPr>
            </w:pPr>
            <w:r w:rsidRPr="004B0264">
              <w:rPr>
                <w:i/>
                <w:iCs/>
              </w:rPr>
              <w:t>Lathyrus japonicus var. maritimus</w:t>
            </w:r>
          </w:p>
        </w:tc>
        <w:tc>
          <w:tcPr>
            <w:tcW w:w="2616" w:type="dxa"/>
            <w:shd w:val="clear" w:color="auto" w:fill="auto"/>
          </w:tcPr>
          <w:p w:rsidRPr="000A2CD0" w:rsidR="00A609F4" w:rsidP="00A609F4" w:rsidRDefault="00A609F4" w14:paraId="67722A89" w14:textId="7E38B139">
            <w:r w:rsidRPr="00634824">
              <w:t>Beach pea</w:t>
            </w:r>
          </w:p>
        </w:tc>
        <w:tc>
          <w:tcPr>
            <w:tcW w:w="1956" w:type="dxa"/>
            <w:shd w:val="clear" w:color="auto" w:fill="auto"/>
          </w:tcPr>
          <w:p w:rsidRPr="000A2CD0" w:rsidR="00A609F4" w:rsidP="00A609F4" w:rsidRDefault="00A609F4" w14:paraId="21D6C388" w14:textId="7B95F52F">
            <w:r w:rsidRPr="000A2CD0">
              <w:t>Upper</w:t>
            </w:r>
          </w:p>
        </w:tc>
      </w:tr>
      <w:tr w:rsidRPr="000A2CD0" w:rsidR="00CC65E5" w:rsidTr="006B307F" w14:paraId="57E6E4B7" w14:textId="77777777">
        <w:tc>
          <w:tcPr>
            <w:tcW w:w="1164" w:type="dxa"/>
            <w:shd w:val="clear" w:color="auto" w:fill="auto"/>
          </w:tcPr>
          <w:p w:rsidRPr="00634824" w:rsidR="00CC65E5" w:rsidP="00A609F4" w:rsidRDefault="00CC65E5" w14:paraId="5A960386" w14:textId="1AF0B5F0">
            <w:pPr>
              <w:rPr>
                <w:bCs/>
              </w:rPr>
            </w:pPr>
            <w:r>
              <w:rPr>
                <w:bCs/>
              </w:rPr>
              <w:t>CHLA13</w:t>
            </w:r>
          </w:p>
        </w:tc>
        <w:tc>
          <w:tcPr>
            <w:tcW w:w="3696" w:type="dxa"/>
            <w:shd w:val="clear" w:color="auto" w:fill="auto"/>
          </w:tcPr>
          <w:p w:rsidRPr="004B0264" w:rsidR="00CC65E5" w:rsidP="00A609F4" w:rsidRDefault="00CC65E5" w14:paraId="48121823" w14:textId="64E65219">
            <w:pPr>
              <w:rPr>
                <w:i/>
                <w:iCs/>
              </w:rPr>
            </w:pPr>
            <w:r>
              <w:rPr>
                <w:i/>
              </w:rPr>
              <w:t xml:space="preserve">Chamerion </w:t>
            </w:r>
            <w:proofErr w:type="spellStart"/>
            <w:r>
              <w:rPr>
                <w:i/>
              </w:rPr>
              <w:t>latifolium</w:t>
            </w:r>
            <w:proofErr w:type="spellEnd"/>
          </w:p>
        </w:tc>
        <w:tc>
          <w:tcPr>
            <w:tcW w:w="2616" w:type="dxa"/>
            <w:shd w:val="clear" w:color="auto" w:fill="auto"/>
          </w:tcPr>
          <w:p w:rsidRPr="00634824" w:rsidR="00CC65E5" w:rsidP="00A609F4" w:rsidRDefault="00CC65E5" w14:paraId="7934E0CF" w14:textId="3894ACB6">
            <w:r w:rsidRPr="00CC65E5">
              <w:t>dwarf fireweed</w:t>
            </w:r>
          </w:p>
        </w:tc>
        <w:tc>
          <w:tcPr>
            <w:tcW w:w="1956" w:type="dxa"/>
            <w:shd w:val="clear" w:color="auto" w:fill="auto"/>
          </w:tcPr>
          <w:p w:rsidRPr="000A2CD0" w:rsidR="00CC65E5" w:rsidP="00A609F4" w:rsidRDefault="00CC65E5" w14:paraId="7CA16D31" w14:textId="7DB4EC72">
            <w:r>
              <w:t>Upper</w:t>
            </w:r>
          </w:p>
        </w:tc>
      </w:tr>
    </w:tbl>
    <w:p w:rsidR="00F9140E" w:rsidP="00F9140E" w:rsidRDefault="00F9140E" w14:paraId="15B71EDA" w14:textId="77777777"/>
    <w:p w:rsidR="00F9140E" w:rsidP="00F9140E" w:rsidRDefault="00F9140E" w14:paraId="2D275E26" w14:textId="77777777">
      <w:pPr>
        <w:pStyle w:val="SClassInfoPara"/>
      </w:pPr>
      <w:r>
        <w:t>Description</w:t>
      </w:r>
    </w:p>
    <w:p w:rsidR="00F9140E" w:rsidP="00F9140E" w:rsidRDefault="00F9140E" w14:paraId="5A53A02F" w14:textId="4266E929">
      <w:r>
        <w:t>Over time pioneer species build up the foredune and less stress-tolerant species can establish on dunes further removed from the ocean. Dwarf shrubs may eventually establish. Wind disturbance is common and isolated blowouts occur. Extreme weather or storm surge events might reset succession.</w:t>
      </w:r>
    </w:p>
    <w:p w:rsidR="00F9140E" w:rsidP="00634824" w:rsidRDefault="00F9140E" w14:paraId="44230104"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Early1:ALL</w:t>
            </w:r>
          </w:p>
        </w:tc>
        <w:tc>
          <w:p>
            <w:pPr>
              <w:jc w:val="center"/>
            </w:pPr>
            <w:r>
              <w:rPr>
                <w:sz w:val="20"/>
              </w:rPr>
              <w:t>999</w:t>
            </w:r>
          </w:p>
        </w:tc>
      </w:tr>
      <w:tr>
        <w:tc>
          <w:p>
            <w:pPr>
              <w:jc w:val="center"/>
            </w:pPr>
            <w:r>
              <w:rPr>
                <w:sz w:val="20"/>
              </w:rPr>
              <w:t>Late1:ALL</w:t>
            </w:r>
          </w:p>
        </w:tc>
        <w:tc>
          <w:p>
            <w:pPr>
              <w:jc w:val="center"/>
            </w:pPr>
            <w:r>
              <w:rPr>
                <w:sz w:val="20"/>
              </w:rPr>
              <w:t>1</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Alternative Succession</w:t>
            </w:r>
          </w:p>
        </w:tc>
        <w:tc>
          <w:p>
            <w:pPr>
              <w:jc w:val="center"/>
            </w:pPr>
            <w:r>
              <w:rPr>
                <w:sz w:val="20"/>
              </w:rPr>
              <w:t>Early1:ALL</w:t>
            </w:r>
          </w:p>
        </w:tc>
        <w:tc>
          <w:p>
            <w:pPr>
              <w:jc w:val="center"/>
            </w:pPr>
            <w:r>
              <w:rPr>
                <w:sz w:val="20"/>
              </w:rPr>
              <w:t>Late1:ALL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0.02</w:t>
            </w:r>
          </w:p>
        </w:tc>
        <w:tc>
          <w:p>
            <w:pPr>
              <w:jc w:val="center"/>
            </w:pPr>
            <w:r>
              <w:rPr>
                <w:sz w:val="20"/>
              </w:rPr>
              <w:t>50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Late1:ALL</w:t>
            </w:r>
          </w:p>
        </w:tc>
        <w:tc>
          <w:p>
            <w:pPr>
              <w:jc w:val="center"/>
            </w:pPr>
            <w:r>
              <w:rPr>
                <w:sz w:val="20"/>
              </w:rPr>
              <w:t>Late1:ALL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Late1:ALL</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634824" w:rsidP="00634824" w:rsidRDefault="00634824" w14:paraId="523DEABD" w14:textId="039DC22C">
      <w:r>
        <w:t>Boggs et al. 2008. International Ecological Classification Standard: Terrestrial Ecological Classifications. Draft Ecological Systems Description for the Alaska Arctic Region.</w:t>
      </w:r>
    </w:p>
    <w:p w:rsidR="00F9140E" w:rsidP="00634824" w:rsidRDefault="00F9140E" w14:paraId="562ED678" w14:textId="5DE6942E"/>
    <w:p w:rsidR="00F9140E" w:rsidP="00F9140E" w:rsidRDefault="00F9140E" w14:paraId="5E8F9EE1" w14:textId="77777777">
      <w:r>
        <w:t>Boggs, K. 2000. Classification of community types, successional sequences, and landscapes of the Copper River Delta, Alaska. Gen Tech. Rep. PNW-GTR-469. Portland, OR: USDA Forest Service, Pacific Northwest Research Station. 244p.</w:t>
      </w:r>
    </w:p>
    <w:p w:rsidR="00FA25B0" w:rsidP="00634824" w:rsidRDefault="00FA25B0" w14:paraId="1BF2FF03" w14:textId="3E7841DC"/>
    <w:p w:rsidR="00F9140E" w:rsidP="00F9140E" w:rsidRDefault="00F9140E" w14:paraId="1CAFCFD5" w14:textId="77777777">
      <w:r>
        <w:t xml:space="preserve">Byrd, G.V. 1984. Vascular vegetation of </w:t>
      </w:r>
      <w:proofErr w:type="spellStart"/>
      <w:r>
        <w:t>Buldir</w:t>
      </w:r>
      <w:proofErr w:type="spellEnd"/>
      <w:r>
        <w:t xml:space="preserve"> Island, Aleutian Islands, Alaska, compared to another Aleutian island. Arctic 37(1):37-48. </w:t>
      </w:r>
    </w:p>
    <w:p w:rsidR="00F9140E" w:rsidP="00F9140E" w:rsidRDefault="00F9140E" w14:paraId="1FC4D6E1" w14:textId="77777777"/>
    <w:p w:rsidR="003A29F1" w:rsidP="00F9140E" w:rsidRDefault="001524F0" w14:paraId="74D79F89" w14:textId="77777777">
      <w:r w:rsidRPr="001424A9">
        <w:t>Comer, P., D. Faber</w:t>
      </w:r>
      <w:r>
        <w:t>-</w:t>
      </w:r>
      <w:r w:rsidRPr="001424A9">
        <w:t xml:space="preserve">Langendoen, R. Evans, S. </w:t>
      </w:r>
      <w:proofErr w:type="spellStart"/>
      <w:r w:rsidRPr="001424A9">
        <w:t>Gawler</w:t>
      </w:r>
      <w:proofErr w:type="spellEnd"/>
      <w:r w:rsidRPr="001424A9">
        <w:t xml:space="preserve">, C. </w:t>
      </w:r>
      <w:proofErr w:type="spellStart"/>
      <w:r w:rsidRPr="001424A9">
        <w:t>Josse</w:t>
      </w:r>
      <w:proofErr w:type="spellEnd"/>
      <w:r w:rsidRPr="001424A9">
        <w:t>, G. Kittel, S. Menard, C. Nordman, M. Pyne, M. Reid, M. Russo, K. Schulz, K. Snow, J. Teague, and R. White. 2003</w:t>
      </w:r>
      <w:r>
        <w:t>-</w:t>
      </w:r>
      <w:r w:rsidRPr="001424A9">
        <w:t xml:space="preserve">present. Ecological systems of the United States: A working classification of U.S. terrestrial systems. NatureServe, Arlington, VA. </w:t>
      </w:r>
    </w:p>
    <w:p w:rsidR="00F9140E" w:rsidP="00F9140E" w:rsidRDefault="00F9140E" w14:paraId="5D742790" w14:textId="75B32677">
      <w:proofErr w:type="spellStart"/>
      <w:r>
        <w:t>Croll</w:t>
      </w:r>
      <w:proofErr w:type="spellEnd"/>
      <w:r>
        <w:t xml:space="preserve">, D.A., J.L. Maron, J.A. Estes, E.M. Danner and G.V. Byrd. 2005. Introduced predators transform subarctic islands from grassland to tundra. Science 307:1959-1961. </w:t>
      </w:r>
    </w:p>
    <w:p w:rsidR="00F9140E" w:rsidP="00F9140E" w:rsidRDefault="00F9140E" w14:paraId="4C1EB77F" w14:textId="77777777"/>
    <w:p w:rsidR="00F9140E" w:rsidP="00F9140E" w:rsidRDefault="00F9140E" w14:paraId="51726A76" w14:textId="77777777">
      <w:proofErr w:type="spellStart"/>
      <w:r>
        <w:t>DeVelice</w:t>
      </w:r>
      <w:proofErr w:type="spellEnd"/>
      <w:r>
        <w:t>, R.L., Hubbard, C.J., Boggs, K. et al. 1999. Plant community types of the Chugach National Forest. Tech. Publ. R10-TP-76. Juneau, AK: USDA Forest Service, Alaska Region. 375 p.</w:t>
      </w:r>
    </w:p>
    <w:p w:rsidR="00F9140E" w:rsidP="00F9140E" w:rsidRDefault="00F9140E" w14:paraId="2D6B1D37" w14:textId="77777777"/>
    <w:p w:rsidR="00F9140E" w:rsidP="00F9140E" w:rsidRDefault="00F9140E" w14:paraId="33F47B89" w14:textId="77777777">
      <w:pPr>
        <w:autoSpaceDE w:val="0"/>
        <w:autoSpaceDN w:val="0"/>
        <w:adjustRightInd w:val="0"/>
      </w:pPr>
      <w:r>
        <w:t>Innes, Robin J. 2013. Fire regimes of Alaskan coastal herbaceous communities and active inland dunes. In: Fire Effects Information System, [Online]. U.S. Department of Agriculture, Forest Service, Rocky Mountain Research Station, Fire Sciences Laboratory (Producer). Available: http://www.fs.fed.us/database/feis/fire_regimes/AK_coastal/all.html [2016, June 28].</w:t>
      </w:r>
    </w:p>
    <w:p w:rsidR="00F9140E" w:rsidP="00F9140E" w:rsidRDefault="00F9140E" w14:paraId="65AAA720" w14:textId="77777777"/>
    <w:p w:rsidR="00F9140E" w:rsidP="00F9140E" w:rsidRDefault="00F9140E" w14:paraId="5EDA50B0" w14:textId="77777777">
      <w:r>
        <w:t xml:space="preserve">Ritter, D. F. 1986. Process geomorphology. Wm. C. Brown Publishers, Dubuque, Iowa. 579 p. </w:t>
      </w:r>
    </w:p>
    <w:p w:rsidR="00F9140E" w:rsidP="00F9140E" w:rsidRDefault="00F9140E" w14:paraId="78565683" w14:textId="77777777"/>
    <w:p w:rsidR="00F9140E" w:rsidP="00F9140E" w:rsidRDefault="00F9140E" w14:paraId="2341D2FB" w14:textId="77777777">
      <w:proofErr w:type="spellStart"/>
      <w:r>
        <w:t>Streveler</w:t>
      </w:r>
      <w:proofErr w:type="spellEnd"/>
      <w:r>
        <w:t>, G.P., Worley, I.A., Terry, C.J. and R.J. Gordon. 1973. Dixon Harbor biological survey: final report on the summer phase of 1973 research. U.S. Dept. Interior, National Park Service, Glacier Bay National Monument. 241 p.</w:t>
      </w:r>
    </w:p>
    <w:p w:rsidR="00F9140E" w:rsidP="00F9140E" w:rsidRDefault="00F9140E" w14:paraId="2F47B689" w14:textId="77777777"/>
    <w:p w:rsidR="00F9140E" w:rsidP="00F9140E" w:rsidRDefault="00F9140E" w14:paraId="6D3266F4" w14:textId="77777777">
      <w:r>
        <w:t xml:space="preserve">Talbot, S. </w:t>
      </w:r>
      <w:proofErr w:type="gramStart"/>
      <w:r>
        <w:t>S.</w:t>
      </w:r>
      <w:proofErr w:type="gramEnd"/>
      <w:r>
        <w:t xml:space="preserve"> and S.L. Talbot. 1994. Numerical classification of the coastal vegetation of Attu Island, Aleutian Islands, Alaska. Journal of Vegetation Science 5:867-876.</w:t>
      </w:r>
    </w:p>
    <w:p w:rsidR="00F9140E" w:rsidP="00F9140E" w:rsidRDefault="00F9140E" w14:paraId="41A49FE4" w14:textId="77777777"/>
    <w:p w:rsidRPr="00A43E41" w:rsidR="00F9140E" w:rsidP="00634824" w:rsidRDefault="00F9140E" w14:paraId="2683786E" w14:textId="73C1982A">
      <w:proofErr w:type="spellStart"/>
      <w:r>
        <w:t>Viereck</w:t>
      </w:r>
      <w:proofErr w:type="spellEnd"/>
      <w:r>
        <w:t xml:space="preserve"> et al. 1992. The Alaska vegetation classification. Pacific Northwest Research Station, USDA Forest Service, Portland, OR. Gen. Tech. Rep. PNW-GTR286. 278 p.</w:t>
      </w:r>
    </w:p>
    <w:sectPr w:rsidRPr="00A43E41" w:rsidR="00F9140E"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524CE" w:rsidRDefault="00A524CE" w14:paraId="1582B11C" w14:textId="77777777">
      <w:r>
        <w:separator/>
      </w:r>
    </w:p>
  </w:endnote>
  <w:endnote w:type="continuationSeparator" w:id="0">
    <w:p w:rsidR="00A524CE" w:rsidRDefault="00A524CE" w14:paraId="63E6C11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4824" w:rsidP="00634824" w:rsidRDefault="00634824" w14:paraId="4CEB3BA8"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524CE" w:rsidRDefault="00A524CE" w14:paraId="3B82C9BA" w14:textId="77777777">
      <w:r>
        <w:separator/>
      </w:r>
    </w:p>
  </w:footnote>
  <w:footnote w:type="continuationSeparator" w:id="0">
    <w:p w:rsidR="00A524CE" w:rsidRDefault="00A524CE" w14:paraId="42DD1A8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634824" w:rsidRDefault="00A43E41" w14:paraId="7536FA50"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9C95B9B"/>
    <w:multiLevelType w:val="hybridMultilevel"/>
    <w:tmpl w:val="16483F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07880352">
    <w:abstractNumId w:val="2"/>
  </w:num>
  <w:num w:numId="2" w16cid:durableId="1360621763">
    <w:abstractNumId w:val="0"/>
  </w:num>
  <w:num w:numId="3" w16cid:durableId="1888833685">
    <w:abstractNumId w:val="1"/>
  </w:num>
  <w:num w:numId="4" w16cid:durableId="17464180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824"/>
    <w:rsid w:val="00002F10"/>
    <w:rsid w:val="00007C48"/>
    <w:rsid w:val="0001761A"/>
    <w:rsid w:val="0003202F"/>
    <w:rsid w:val="0004797F"/>
    <w:rsid w:val="00077A85"/>
    <w:rsid w:val="00095F13"/>
    <w:rsid w:val="00097251"/>
    <w:rsid w:val="000B5948"/>
    <w:rsid w:val="000E1EC5"/>
    <w:rsid w:val="000E759B"/>
    <w:rsid w:val="000F1449"/>
    <w:rsid w:val="000F3569"/>
    <w:rsid w:val="00110079"/>
    <w:rsid w:val="00117805"/>
    <w:rsid w:val="001364DF"/>
    <w:rsid w:val="00144BEF"/>
    <w:rsid w:val="001514F9"/>
    <w:rsid w:val="001524F0"/>
    <w:rsid w:val="0015484E"/>
    <w:rsid w:val="00161B3F"/>
    <w:rsid w:val="00171F91"/>
    <w:rsid w:val="00174486"/>
    <w:rsid w:val="0018222D"/>
    <w:rsid w:val="001824B8"/>
    <w:rsid w:val="00191F7B"/>
    <w:rsid w:val="00193946"/>
    <w:rsid w:val="00196C68"/>
    <w:rsid w:val="001A07B5"/>
    <w:rsid w:val="001A5277"/>
    <w:rsid w:val="001A6573"/>
    <w:rsid w:val="001B1261"/>
    <w:rsid w:val="001C6F77"/>
    <w:rsid w:val="001E43F5"/>
    <w:rsid w:val="001F77AB"/>
    <w:rsid w:val="00203C93"/>
    <w:rsid w:val="002206B7"/>
    <w:rsid w:val="00220975"/>
    <w:rsid w:val="002233CE"/>
    <w:rsid w:val="00242A9C"/>
    <w:rsid w:val="00272B25"/>
    <w:rsid w:val="00283C79"/>
    <w:rsid w:val="00292706"/>
    <w:rsid w:val="002A69B2"/>
    <w:rsid w:val="002A76C8"/>
    <w:rsid w:val="002D1E90"/>
    <w:rsid w:val="002D3D57"/>
    <w:rsid w:val="002E41A1"/>
    <w:rsid w:val="002F6317"/>
    <w:rsid w:val="00300000"/>
    <w:rsid w:val="0031662A"/>
    <w:rsid w:val="00317111"/>
    <w:rsid w:val="003172E2"/>
    <w:rsid w:val="00320910"/>
    <w:rsid w:val="003319D8"/>
    <w:rsid w:val="0034371D"/>
    <w:rsid w:val="0035185E"/>
    <w:rsid w:val="0037413E"/>
    <w:rsid w:val="00382B77"/>
    <w:rsid w:val="003A29F1"/>
    <w:rsid w:val="003B2410"/>
    <w:rsid w:val="003C703C"/>
    <w:rsid w:val="003F322E"/>
    <w:rsid w:val="00402608"/>
    <w:rsid w:val="004148BE"/>
    <w:rsid w:val="00414DA8"/>
    <w:rsid w:val="00417E92"/>
    <w:rsid w:val="00424E99"/>
    <w:rsid w:val="00424F02"/>
    <w:rsid w:val="0042550C"/>
    <w:rsid w:val="0042737A"/>
    <w:rsid w:val="004375BE"/>
    <w:rsid w:val="00446F38"/>
    <w:rsid w:val="00447BAA"/>
    <w:rsid w:val="00452B5E"/>
    <w:rsid w:val="00455D4C"/>
    <w:rsid w:val="00467245"/>
    <w:rsid w:val="00476F39"/>
    <w:rsid w:val="00484A16"/>
    <w:rsid w:val="00487E11"/>
    <w:rsid w:val="00491F12"/>
    <w:rsid w:val="00492A22"/>
    <w:rsid w:val="00494A0C"/>
    <w:rsid w:val="004B0264"/>
    <w:rsid w:val="004D24E0"/>
    <w:rsid w:val="004D5F12"/>
    <w:rsid w:val="004D6A70"/>
    <w:rsid w:val="004D6EF4"/>
    <w:rsid w:val="004D7DCF"/>
    <w:rsid w:val="004E6E0E"/>
    <w:rsid w:val="004E7DB5"/>
    <w:rsid w:val="004F59F1"/>
    <w:rsid w:val="005035F5"/>
    <w:rsid w:val="00503C61"/>
    <w:rsid w:val="00513848"/>
    <w:rsid w:val="00513AFB"/>
    <w:rsid w:val="0052386E"/>
    <w:rsid w:val="00530D3E"/>
    <w:rsid w:val="00537D33"/>
    <w:rsid w:val="0054090D"/>
    <w:rsid w:val="005446EB"/>
    <w:rsid w:val="00557492"/>
    <w:rsid w:val="00577641"/>
    <w:rsid w:val="005B1DDE"/>
    <w:rsid w:val="005C7A42"/>
    <w:rsid w:val="005D242C"/>
    <w:rsid w:val="005D5BD8"/>
    <w:rsid w:val="005E20CA"/>
    <w:rsid w:val="005E46EE"/>
    <w:rsid w:val="005E6650"/>
    <w:rsid w:val="005F3253"/>
    <w:rsid w:val="00601B83"/>
    <w:rsid w:val="00605473"/>
    <w:rsid w:val="006115AB"/>
    <w:rsid w:val="006161B9"/>
    <w:rsid w:val="00616941"/>
    <w:rsid w:val="00621C0C"/>
    <w:rsid w:val="0063157E"/>
    <w:rsid w:val="00634703"/>
    <w:rsid w:val="00634824"/>
    <w:rsid w:val="00635933"/>
    <w:rsid w:val="0064321F"/>
    <w:rsid w:val="00646981"/>
    <w:rsid w:val="00653235"/>
    <w:rsid w:val="00655729"/>
    <w:rsid w:val="0068076B"/>
    <w:rsid w:val="006B158B"/>
    <w:rsid w:val="006D794E"/>
    <w:rsid w:val="006E57D4"/>
    <w:rsid w:val="006F39FC"/>
    <w:rsid w:val="00722B5D"/>
    <w:rsid w:val="0074072B"/>
    <w:rsid w:val="00740E0B"/>
    <w:rsid w:val="007453B2"/>
    <w:rsid w:val="00747459"/>
    <w:rsid w:val="007742B4"/>
    <w:rsid w:val="007A721A"/>
    <w:rsid w:val="007B5284"/>
    <w:rsid w:val="007C0240"/>
    <w:rsid w:val="007C7863"/>
    <w:rsid w:val="0080166D"/>
    <w:rsid w:val="00804888"/>
    <w:rsid w:val="00814A60"/>
    <w:rsid w:val="00820371"/>
    <w:rsid w:val="00821A9F"/>
    <w:rsid w:val="0083018E"/>
    <w:rsid w:val="0084119C"/>
    <w:rsid w:val="00844388"/>
    <w:rsid w:val="00850C8E"/>
    <w:rsid w:val="00865D07"/>
    <w:rsid w:val="008712B4"/>
    <w:rsid w:val="0087316E"/>
    <w:rsid w:val="008779C3"/>
    <w:rsid w:val="00877F55"/>
    <w:rsid w:val="008A3CE2"/>
    <w:rsid w:val="008C0B46"/>
    <w:rsid w:val="008E6AC0"/>
    <w:rsid w:val="008F01B1"/>
    <w:rsid w:val="00901CA2"/>
    <w:rsid w:val="00907797"/>
    <w:rsid w:val="00945DBA"/>
    <w:rsid w:val="009606C8"/>
    <w:rsid w:val="00966095"/>
    <w:rsid w:val="009732DB"/>
    <w:rsid w:val="00986A7A"/>
    <w:rsid w:val="009903A9"/>
    <w:rsid w:val="009A370C"/>
    <w:rsid w:val="009A4C9B"/>
    <w:rsid w:val="009B03E6"/>
    <w:rsid w:val="009B232E"/>
    <w:rsid w:val="009D25CD"/>
    <w:rsid w:val="009D674B"/>
    <w:rsid w:val="009E0DB5"/>
    <w:rsid w:val="009E6357"/>
    <w:rsid w:val="009F5F8E"/>
    <w:rsid w:val="009F747E"/>
    <w:rsid w:val="00A16194"/>
    <w:rsid w:val="00A17E05"/>
    <w:rsid w:val="00A2791D"/>
    <w:rsid w:val="00A309E2"/>
    <w:rsid w:val="00A32D29"/>
    <w:rsid w:val="00A36D75"/>
    <w:rsid w:val="00A43E41"/>
    <w:rsid w:val="00A524CE"/>
    <w:rsid w:val="00A6020D"/>
    <w:rsid w:val="00A609F4"/>
    <w:rsid w:val="00A64651"/>
    <w:rsid w:val="00A76588"/>
    <w:rsid w:val="00A90537"/>
    <w:rsid w:val="00AB3795"/>
    <w:rsid w:val="00AC570D"/>
    <w:rsid w:val="00AE03F9"/>
    <w:rsid w:val="00AF1CDE"/>
    <w:rsid w:val="00AF1E11"/>
    <w:rsid w:val="00AF3BED"/>
    <w:rsid w:val="00AF4B2B"/>
    <w:rsid w:val="00B05527"/>
    <w:rsid w:val="00B06049"/>
    <w:rsid w:val="00B221AB"/>
    <w:rsid w:val="00B30030"/>
    <w:rsid w:val="00B44A3C"/>
    <w:rsid w:val="00B60870"/>
    <w:rsid w:val="00B60C63"/>
    <w:rsid w:val="00B64EC6"/>
    <w:rsid w:val="00B84C7B"/>
    <w:rsid w:val="00BC14B6"/>
    <w:rsid w:val="00BE7DD0"/>
    <w:rsid w:val="00C07F5E"/>
    <w:rsid w:val="00C261B7"/>
    <w:rsid w:val="00C32589"/>
    <w:rsid w:val="00C34FFB"/>
    <w:rsid w:val="00C50B12"/>
    <w:rsid w:val="00C5204F"/>
    <w:rsid w:val="00C65AB1"/>
    <w:rsid w:val="00C66E45"/>
    <w:rsid w:val="00C827A9"/>
    <w:rsid w:val="00C933B2"/>
    <w:rsid w:val="00CA0BB9"/>
    <w:rsid w:val="00CA1418"/>
    <w:rsid w:val="00CB07A6"/>
    <w:rsid w:val="00CB7469"/>
    <w:rsid w:val="00CC65E5"/>
    <w:rsid w:val="00CD6118"/>
    <w:rsid w:val="00CD68F6"/>
    <w:rsid w:val="00CE79FF"/>
    <w:rsid w:val="00CF2056"/>
    <w:rsid w:val="00D01FCB"/>
    <w:rsid w:val="00D060DC"/>
    <w:rsid w:val="00D15C79"/>
    <w:rsid w:val="00D16916"/>
    <w:rsid w:val="00D17369"/>
    <w:rsid w:val="00D178C7"/>
    <w:rsid w:val="00D306FA"/>
    <w:rsid w:val="00D367FB"/>
    <w:rsid w:val="00D422DB"/>
    <w:rsid w:val="00D46D39"/>
    <w:rsid w:val="00D52C2E"/>
    <w:rsid w:val="00D534D2"/>
    <w:rsid w:val="00D553D0"/>
    <w:rsid w:val="00D62775"/>
    <w:rsid w:val="00D81349"/>
    <w:rsid w:val="00D82BE6"/>
    <w:rsid w:val="00D92158"/>
    <w:rsid w:val="00D95971"/>
    <w:rsid w:val="00DA4DDA"/>
    <w:rsid w:val="00DA63B1"/>
    <w:rsid w:val="00DB1006"/>
    <w:rsid w:val="00DB16CA"/>
    <w:rsid w:val="00DC22EA"/>
    <w:rsid w:val="00DC4BA7"/>
    <w:rsid w:val="00DD3902"/>
    <w:rsid w:val="00DE0F2D"/>
    <w:rsid w:val="00DE40A7"/>
    <w:rsid w:val="00DE7AB5"/>
    <w:rsid w:val="00DF0616"/>
    <w:rsid w:val="00DF53D0"/>
    <w:rsid w:val="00E109E9"/>
    <w:rsid w:val="00E2430B"/>
    <w:rsid w:val="00E24317"/>
    <w:rsid w:val="00E50BB8"/>
    <w:rsid w:val="00E61C50"/>
    <w:rsid w:val="00E7520B"/>
    <w:rsid w:val="00E87E8D"/>
    <w:rsid w:val="00E87EEC"/>
    <w:rsid w:val="00EB2776"/>
    <w:rsid w:val="00EC4A14"/>
    <w:rsid w:val="00EE247F"/>
    <w:rsid w:val="00EE2C98"/>
    <w:rsid w:val="00EE785B"/>
    <w:rsid w:val="00EF02EA"/>
    <w:rsid w:val="00EF7F93"/>
    <w:rsid w:val="00F03AA1"/>
    <w:rsid w:val="00F06F11"/>
    <w:rsid w:val="00F43204"/>
    <w:rsid w:val="00F835C9"/>
    <w:rsid w:val="00F86C13"/>
    <w:rsid w:val="00F9140E"/>
    <w:rsid w:val="00F948F2"/>
    <w:rsid w:val="00FA25B0"/>
    <w:rsid w:val="00FC444A"/>
    <w:rsid w:val="00FD76D0"/>
    <w:rsid w:val="00FE2EE9"/>
    <w:rsid w:val="00FE3B73"/>
    <w:rsid w:val="00FE41CA"/>
    <w:rsid w:val="00FE6871"/>
    <w:rsid w:val="00FF0FAC"/>
    <w:rsid w:val="59760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A9F2B1"/>
  <w15:docId w15:val="{A5806983-8B13-4948-A6EE-5C4B6D47103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CB07A6"/>
    <w:pPr>
      <w:ind w:left="720"/>
    </w:pPr>
    <w:rPr>
      <w:rFonts w:ascii="Calibri" w:hAnsi="Calibri" w:eastAsia="Calibri"/>
      <w:sz w:val="22"/>
      <w:szCs w:val="22"/>
    </w:rPr>
  </w:style>
  <w:style w:type="character" w:styleId="Hyperlink">
    <w:name w:val="Hyperlink"/>
    <w:rsid w:val="00CB07A6"/>
    <w:rPr>
      <w:color w:val="0000FF"/>
      <w:u w:val="single"/>
    </w:rPr>
  </w:style>
  <w:style w:type="character" w:styleId="Strong">
    <w:name w:val="Strong"/>
    <w:basedOn w:val="DefaultParagraphFont"/>
    <w:uiPriority w:val="22"/>
    <w:qFormat/>
    <w:rsid w:val="00DA4DDA"/>
    <w:rPr>
      <w:b/>
      <w:bCs/>
    </w:rPr>
  </w:style>
  <w:style w:type="paragraph" w:styleId="NormalWeb">
    <w:name w:val="Normal (Web)"/>
    <w:basedOn w:val="Normal"/>
    <w:uiPriority w:val="99"/>
    <w:semiHidden/>
    <w:unhideWhenUsed/>
    <w:rsid w:val="00DA4DDA"/>
    <w:pPr>
      <w:spacing w:before="100" w:beforeAutospacing="1" w:after="100" w:afterAutospacing="1"/>
    </w:pPr>
  </w:style>
  <w:style w:type="paragraph" w:styleId="BalloonText">
    <w:name w:val="Balloon Text"/>
    <w:basedOn w:val="Normal"/>
    <w:link w:val="BalloonTextChar"/>
    <w:uiPriority w:val="99"/>
    <w:semiHidden/>
    <w:unhideWhenUsed/>
    <w:rsid w:val="00B06049"/>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06049"/>
    <w:rPr>
      <w:rFonts w:ascii="Segoe UI" w:hAnsi="Segoe UI" w:cs="Segoe UI"/>
      <w:sz w:val="18"/>
      <w:szCs w:val="18"/>
    </w:rPr>
  </w:style>
  <w:style w:type="table" w:styleId="TableGrid">
    <w:name w:val="Table Grid"/>
    <w:basedOn w:val="TableNormal"/>
    <w:uiPriority w:val="59"/>
    <w:rsid w:val="0040260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35185E"/>
    <w:rPr>
      <w:sz w:val="16"/>
      <w:szCs w:val="16"/>
    </w:rPr>
  </w:style>
  <w:style w:type="paragraph" w:styleId="CommentText">
    <w:name w:val="annotation text"/>
    <w:basedOn w:val="Normal"/>
    <w:link w:val="CommentTextChar"/>
    <w:uiPriority w:val="99"/>
    <w:semiHidden/>
    <w:unhideWhenUsed/>
    <w:rsid w:val="0035185E"/>
    <w:rPr>
      <w:sz w:val="20"/>
      <w:szCs w:val="20"/>
    </w:rPr>
  </w:style>
  <w:style w:type="character" w:styleId="CommentTextChar" w:customStyle="1">
    <w:name w:val="Comment Text Char"/>
    <w:basedOn w:val="DefaultParagraphFont"/>
    <w:link w:val="CommentText"/>
    <w:uiPriority w:val="99"/>
    <w:semiHidden/>
    <w:rsid w:val="0035185E"/>
  </w:style>
  <w:style w:type="paragraph" w:styleId="CommentSubject">
    <w:name w:val="annotation subject"/>
    <w:basedOn w:val="CommentText"/>
    <w:next w:val="CommentText"/>
    <w:link w:val="CommentSubjectChar"/>
    <w:uiPriority w:val="99"/>
    <w:semiHidden/>
    <w:unhideWhenUsed/>
    <w:rsid w:val="0035185E"/>
    <w:rPr>
      <w:b/>
      <w:bCs/>
    </w:rPr>
  </w:style>
  <w:style w:type="character" w:styleId="CommentSubjectChar" w:customStyle="1">
    <w:name w:val="Comment Subject Char"/>
    <w:basedOn w:val="CommentTextChar"/>
    <w:link w:val="CommentSubject"/>
    <w:uiPriority w:val="99"/>
    <w:semiHidden/>
    <w:rsid w:val="0035185E"/>
    <w:rPr>
      <w:b/>
      <w:bCs/>
    </w:rPr>
  </w:style>
  <w:style w:type="paragraph" w:styleId="Revision">
    <w:name w:val="Revision"/>
    <w:hidden/>
    <w:uiPriority w:val="99"/>
    <w:semiHidden/>
    <w:rsid w:val="002A76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7724">
      <w:bodyDiv w:val="1"/>
      <w:marLeft w:val="0"/>
      <w:marRight w:val="0"/>
      <w:marTop w:val="0"/>
      <w:marBottom w:val="0"/>
      <w:divBdr>
        <w:top w:val="none" w:sz="0" w:space="0" w:color="auto"/>
        <w:left w:val="none" w:sz="0" w:space="0" w:color="auto"/>
        <w:bottom w:val="none" w:sz="0" w:space="0" w:color="auto"/>
        <w:right w:val="none" w:sz="0" w:space="0" w:color="auto"/>
      </w:divBdr>
    </w:div>
    <w:div w:id="322900015">
      <w:bodyDiv w:val="1"/>
      <w:marLeft w:val="0"/>
      <w:marRight w:val="0"/>
      <w:marTop w:val="0"/>
      <w:marBottom w:val="0"/>
      <w:divBdr>
        <w:top w:val="none" w:sz="0" w:space="0" w:color="auto"/>
        <w:left w:val="none" w:sz="0" w:space="0" w:color="auto"/>
        <w:bottom w:val="none" w:sz="0" w:space="0" w:color="auto"/>
        <w:right w:val="none" w:sz="0" w:space="0" w:color="auto"/>
      </w:divBdr>
    </w:div>
    <w:div w:id="547571255">
      <w:bodyDiv w:val="1"/>
      <w:marLeft w:val="0"/>
      <w:marRight w:val="0"/>
      <w:marTop w:val="0"/>
      <w:marBottom w:val="0"/>
      <w:divBdr>
        <w:top w:val="none" w:sz="0" w:space="0" w:color="auto"/>
        <w:left w:val="none" w:sz="0" w:space="0" w:color="auto"/>
        <w:bottom w:val="none" w:sz="0" w:space="0" w:color="auto"/>
        <w:right w:val="none" w:sz="0" w:space="0" w:color="auto"/>
      </w:divBdr>
    </w:div>
    <w:div w:id="780876454">
      <w:bodyDiv w:val="1"/>
      <w:marLeft w:val="0"/>
      <w:marRight w:val="0"/>
      <w:marTop w:val="0"/>
      <w:marBottom w:val="0"/>
      <w:divBdr>
        <w:top w:val="none" w:sz="0" w:space="0" w:color="auto"/>
        <w:left w:val="none" w:sz="0" w:space="0" w:color="auto"/>
        <w:bottom w:val="none" w:sz="0" w:space="0" w:color="auto"/>
        <w:right w:val="none" w:sz="0" w:space="0" w:color="auto"/>
      </w:divBdr>
    </w:div>
    <w:div w:id="841356226">
      <w:bodyDiv w:val="1"/>
      <w:marLeft w:val="0"/>
      <w:marRight w:val="0"/>
      <w:marTop w:val="0"/>
      <w:marBottom w:val="0"/>
      <w:divBdr>
        <w:top w:val="none" w:sz="0" w:space="0" w:color="auto"/>
        <w:left w:val="none" w:sz="0" w:space="0" w:color="auto"/>
        <w:bottom w:val="none" w:sz="0" w:space="0" w:color="auto"/>
        <w:right w:val="none" w:sz="0" w:space="0" w:color="auto"/>
      </w:divBdr>
    </w:div>
    <w:div w:id="1089042149">
      <w:bodyDiv w:val="1"/>
      <w:marLeft w:val="0"/>
      <w:marRight w:val="0"/>
      <w:marTop w:val="0"/>
      <w:marBottom w:val="0"/>
      <w:divBdr>
        <w:top w:val="none" w:sz="0" w:space="0" w:color="auto"/>
        <w:left w:val="none" w:sz="0" w:space="0" w:color="auto"/>
        <w:bottom w:val="none" w:sz="0" w:space="0" w:color="auto"/>
        <w:right w:val="none" w:sz="0" w:space="0" w:color="auto"/>
      </w:divBdr>
    </w:div>
    <w:div w:id="1198853711">
      <w:bodyDiv w:val="1"/>
      <w:marLeft w:val="0"/>
      <w:marRight w:val="0"/>
      <w:marTop w:val="0"/>
      <w:marBottom w:val="0"/>
      <w:divBdr>
        <w:top w:val="none" w:sz="0" w:space="0" w:color="auto"/>
        <w:left w:val="none" w:sz="0" w:space="0" w:color="auto"/>
        <w:bottom w:val="none" w:sz="0" w:space="0" w:color="auto"/>
        <w:right w:val="none" w:sz="0" w:space="0" w:color="auto"/>
      </w:divBdr>
    </w:div>
    <w:div w:id="1245067026">
      <w:bodyDiv w:val="1"/>
      <w:marLeft w:val="0"/>
      <w:marRight w:val="0"/>
      <w:marTop w:val="0"/>
      <w:marBottom w:val="0"/>
      <w:divBdr>
        <w:top w:val="none" w:sz="0" w:space="0" w:color="auto"/>
        <w:left w:val="none" w:sz="0" w:space="0" w:color="auto"/>
        <w:bottom w:val="none" w:sz="0" w:space="0" w:color="auto"/>
        <w:right w:val="none" w:sz="0" w:space="0" w:color="auto"/>
      </w:divBdr>
    </w:div>
    <w:div w:id="1303272002">
      <w:bodyDiv w:val="1"/>
      <w:marLeft w:val="0"/>
      <w:marRight w:val="0"/>
      <w:marTop w:val="0"/>
      <w:marBottom w:val="0"/>
      <w:divBdr>
        <w:top w:val="none" w:sz="0" w:space="0" w:color="auto"/>
        <w:left w:val="none" w:sz="0" w:space="0" w:color="auto"/>
        <w:bottom w:val="none" w:sz="0" w:space="0" w:color="auto"/>
        <w:right w:val="none" w:sz="0" w:space="0" w:color="auto"/>
      </w:divBdr>
    </w:div>
    <w:div w:id="148781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fs.fed.us/database/feis/fire_regimes/AK_coastal/all.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0B0A65DE-D705-4D02-9F13-D00C303A42E4}"/>
</file>

<file path=customXml/itemProps2.xml><?xml version="1.0" encoding="utf-8"?>
<ds:datastoreItem xmlns:ds="http://schemas.openxmlformats.org/officeDocument/2006/customXml" ds:itemID="{70201671-D4D9-4EDB-8A20-CC19A30E4107}"/>
</file>

<file path=customXml/itemProps3.xml><?xml version="1.0" encoding="utf-8"?>
<ds:datastoreItem xmlns:ds="http://schemas.openxmlformats.org/officeDocument/2006/customXml" ds:itemID="{2D050BB4-C6B4-40C8-8691-CA1D677F7E4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4</cp:revision>
  <cp:lastPrinted>2015-09-11T19:38:00Z</cp:lastPrinted>
  <dcterms:created xsi:type="dcterms:W3CDTF">2023-02-13T19:15:00Z</dcterms:created>
  <dcterms:modified xsi:type="dcterms:W3CDTF">2024-09-27T19:02:17Z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