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2F69" w:rsidP="000A2F69" w:rsidRDefault="000A2F69" w14:paraId="5DA6D863" w14:textId="25EFDF0B">
      <w:pPr>
        <w:pStyle w:val="BpSTitle"/>
      </w:pPr>
      <w:r>
        <w:t>17080</w:t>
      </w:r>
    </w:p>
    <w:p w:rsidR="000A2F69" w:rsidP="000A2F69" w:rsidRDefault="00C31A8C" w14:paraId="64C826FA" w14:textId="5BBABABB">
      <w:pPr>
        <w:pStyle w:val="BpSTitle"/>
      </w:pPr>
      <w:r>
        <w:t>North Am</w:t>
      </w:r>
      <w:r w:rsidR="00F17697">
        <w:t>erican</w:t>
      </w:r>
      <w:r>
        <w:t xml:space="preserve"> </w:t>
      </w:r>
      <w:r w:rsidR="000A2F69">
        <w:t>Arctic Polygonal Ground Shrub</w:t>
      </w:r>
      <w:r w:rsidR="00F17697">
        <w:t xml:space="preserve"> and </w:t>
      </w:r>
      <w:r w:rsidR="000A2F69">
        <w:t>Tussock Tundra</w:t>
      </w:r>
      <w:r w:rsidR="00112A30">
        <w:t xml:space="preserve"> </w:t>
      </w:r>
    </w:p>
    <w:p w:rsidR="000A2F69" w:rsidP="000A2F69" w:rsidRDefault="000A2F69" w14:paraId="6D8C3CEE" w14:textId="77777777">
      <w:r>
        <w:t xmlns:w="http://schemas.openxmlformats.org/wordprocessingml/2006/main">BpS Model/Description Version: Nov. 2024</w:t>
      </w:r>
      <w:r>
        <w:tab/>
      </w:r>
      <w:r>
        <w:tab/>
      </w:r>
      <w:r>
        <w:tab/>
      </w:r>
      <w:r>
        <w:tab/>
      </w:r>
      <w:r>
        <w:tab/>
      </w:r>
      <w:r>
        <w:tab/>
      </w:r>
      <w:r>
        <w:tab/>
      </w:r>
      <w:r>
        <w:tab/>
      </w:r>
    </w:p>
    <w:p w:rsidR="000A2F69" w:rsidP="000A2F69" w:rsidRDefault="000A2F69" w14:paraId="380A56D2"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0A2F69" w:rsidR="000A2F69" w:rsidTr="000A2F69" w14:paraId="77C617AB" w14:textId="77777777">
        <w:tc>
          <w:tcPr>
            <w:tcW w:w="2052" w:type="dxa"/>
            <w:tcBorders>
              <w:top w:val="single" w:color="auto" w:sz="2" w:space="0"/>
              <w:left w:val="single" w:color="auto" w:sz="12" w:space="0"/>
              <w:bottom w:val="single" w:color="000000" w:sz="12" w:space="0"/>
            </w:tcBorders>
            <w:shd w:val="clear" w:color="auto" w:fill="auto"/>
          </w:tcPr>
          <w:p w:rsidRPr="000A2F69" w:rsidR="000A2F69" w:rsidP="00C94566" w:rsidRDefault="000A2F69" w14:paraId="7FB1808A" w14:textId="77777777">
            <w:pPr>
              <w:rPr>
                <w:b/>
                <w:bCs/>
              </w:rPr>
            </w:pPr>
            <w:r w:rsidRPr="000A2F69">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0A2F69" w:rsidR="000A2F69" w:rsidP="00C94566" w:rsidRDefault="000A2F69" w14:paraId="579D2E8F"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0A2F69" w:rsidR="000A2F69" w:rsidP="00C94566" w:rsidRDefault="000A2F69" w14:paraId="44100AAD" w14:textId="77777777">
            <w:pPr>
              <w:rPr>
                <w:b/>
                <w:bCs/>
              </w:rPr>
            </w:pPr>
            <w:r w:rsidRPr="000A2F69">
              <w:rPr>
                <w:b/>
                <w:bCs/>
              </w:rPr>
              <w:t>Reviewers</w:t>
            </w:r>
          </w:p>
        </w:tc>
        <w:tc>
          <w:tcPr>
            <w:tcW w:w="2928" w:type="dxa"/>
            <w:tcBorders>
              <w:top w:val="single" w:color="auto" w:sz="2" w:space="0"/>
              <w:bottom w:val="single" w:color="000000" w:sz="12" w:space="0"/>
            </w:tcBorders>
            <w:shd w:val="clear" w:color="auto" w:fill="auto"/>
          </w:tcPr>
          <w:p w:rsidRPr="000A2F69" w:rsidR="000A2F69" w:rsidP="00C94566" w:rsidRDefault="000A2F69" w14:paraId="367669D0" w14:textId="77777777">
            <w:pPr>
              <w:rPr>
                <w:b/>
                <w:bCs/>
              </w:rPr>
            </w:pPr>
          </w:p>
        </w:tc>
      </w:tr>
      <w:tr w:rsidRPr="000A2F69" w:rsidR="000A2F69" w:rsidTr="000A2F69" w14:paraId="0C1983C1" w14:textId="77777777">
        <w:tc>
          <w:tcPr>
            <w:tcW w:w="2052" w:type="dxa"/>
            <w:tcBorders>
              <w:top w:val="single" w:color="000000" w:sz="12" w:space="0"/>
              <w:left w:val="single" w:color="auto" w:sz="12" w:space="0"/>
            </w:tcBorders>
            <w:shd w:val="clear" w:color="auto" w:fill="auto"/>
          </w:tcPr>
          <w:p w:rsidRPr="000A2F69" w:rsidR="000A2F69" w:rsidP="00C94566" w:rsidRDefault="000A2F69" w14:paraId="0586E36D" w14:textId="77777777">
            <w:pPr>
              <w:rPr>
                <w:bCs/>
              </w:rPr>
            </w:pPr>
            <w:r w:rsidRPr="000A2F69">
              <w:rPr>
                <w:bCs/>
              </w:rPr>
              <w:t>Kori Blankenship</w:t>
            </w:r>
          </w:p>
        </w:tc>
        <w:tc>
          <w:tcPr>
            <w:tcW w:w="2664" w:type="dxa"/>
            <w:tcBorders>
              <w:top w:val="single" w:color="000000" w:sz="12" w:space="0"/>
              <w:right w:val="single" w:color="000000" w:sz="12" w:space="0"/>
            </w:tcBorders>
            <w:shd w:val="clear" w:color="auto" w:fill="auto"/>
          </w:tcPr>
          <w:p w:rsidRPr="000A2F69" w:rsidR="000A2F69" w:rsidP="00C94566" w:rsidRDefault="000A2F69" w14:paraId="22CF7A15" w14:textId="77777777">
            <w:r w:rsidRPr="000A2F69">
              <w:t>kblankenship@tnc.org</w:t>
            </w:r>
          </w:p>
        </w:tc>
        <w:tc>
          <w:tcPr>
            <w:tcW w:w="1884" w:type="dxa"/>
            <w:tcBorders>
              <w:top w:val="single" w:color="000000" w:sz="12" w:space="0"/>
              <w:left w:val="single" w:color="000000" w:sz="12" w:space="0"/>
            </w:tcBorders>
            <w:shd w:val="clear" w:color="auto" w:fill="auto"/>
          </w:tcPr>
          <w:p w:rsidRPr="000A2F69" w:rsidR="000A2F69" w:rsidP="00C94566" w:rsidRDefault="000A2F69" w14:paraId="0C8B34EC" w14:textId="77777777">
            <w:r w:rsidRPr="000A2F69">
              <w:t>Janet Jorgenson</w:t>
            </w:r>
          </w:p>
        </w:tc>
        <w:tc>
          <w:tcPr>
            <w:tcW w:w="2928" w:type="dxa"/>
            <w:tcBorders>
              <w:top w:val="single" w:color="000000" w:sz="12" w:space="0"/>
            </w:tcBorders>
            <w:shd w:val="clear" w:color="auto" w:fill="auto"/>
          </w:tcPr>
          <w:p w:rsidRPr="000A2F69" w:rsidR="000A2F69" w:rsidP="00C94566" w:rsidRDefault="000A2F69" w14:paraId="537A0B8A" w14:textId="77777777">
            <w:r w:rsidRPr="000A2F69">
              <w:t>Janet_Jorgenson@fws.gov</w:t>
            </w:r>
          </w:p>
        </w:tc>
      </w:tr>
      <w:tr w:rsidRPr="000A2F69" w:rsidR="000A2F69" w:rsidTr="000A2F69" w14:paraId="1D2D888D" w14:textId="77777777">
        <w:tc>
          <w:tcPr>
            <w:tcW w:w="2052" w:type="dxa"/>
            <w:tcBorders>
              <w:left w:val="single" w:color="auto" w:sz="12" w:space="0"/>
            </w:tcBorders>
            <w:shd w:val="clear" w:color="auto" w:fill="auto"/>
          </w:tcPr>
          <w:p w:rsidRPr="000A2F69" w:rsidR="000A2F69" w:rsidP="00C94566" w:rsidRDefault="000A2F69" w14:paraId="49E035B1" w14:textId="77777777">
            <w:pPr>
              <w:rPr>
                <w:bCs/>
              </w:rPr>
            </w:pPr>
            <w:r w:rsidRPr="000A2F69">
              <w:rPr>
                <w:bCs/>
              </w:rPr>
              <w:t>Keith Boggs</w:t>
            </w:r>
          </w:p>
        </w:tc>
        <w:tc>
          <w:tcPr>
            <w:tcW w:w="2664" w:type="dxa"/>
            <w:tcBorders>
              <w:right w:val="single" w:color="000000" w:sz="12" w:space="0"/>
            </w:tcBorders>
            <w:shd w:val="clear" w:color="auto" w:fill="auto"/>
          </w:tcPr>
          <w:p w:rsidRPr="000A2F69" w:rsidR="000A2F69" w:rsidP="00C94566" w:rsidRDefault="000A2F69" w14:paraId="39789214" w14:textId="77777777">
            <w:r w:rsidRPr="000A2F69">
              <w:t>Ankwb@uaa.alaska.edu</w:t>
            </w:r>
          </w:p>
        </w:tc>
        <w:tc>
          <w:tcPr>
            <w:tcW w:w="1884" w:type="dxa"/>
            <w:tcBorders>
              <w:left w:val="single" w:color="000000" w:sz="12" w:space="0"/>
            </w:tcBorders>
            <w:shd w:val="clear" w:color="auto" w:fill="auto"/>
          </w:tcPr>
          <w:p w:rsidRPr="000A2F69" w:rsidR="000A2F69" w:rsidP="00C94566" w:rsidRDefault="000A2F69" w14:paraId="6188EDBE" w14:textId="77777777">
            <w:r w:rsidRPr="000A2F69">
              <w:t>None</w:t>
            </w:r>
          </w:p>
        </w:tc>
        <w:tc>
          <w:tcPr>
            <w:tcW w:w="2928" w:type="dxa"/>
            <w:shd w:val="clear" w:color="auto" w:fill="auto"/>
          </w:tcPr>
          <w:p w:rsidRPr="000A2F69" w:rsidR="000A2F69" w:rsidP="00C94566" w:rsidRDefault="000A2F69" w14:paraId="5D15821D" w14:textId="77777777">
            <w:r w:rsidRPr="000A2F69">
              <w:t>None</w:t>
            </w:r>
          </w:p>
        </w:tc>
      </w:tr>
      <w:tr w:rsidRPr="000A2F69" w:rsidR="000A2F69" w:rsidTr="000A2F69" w14:paraId="09BB5877" w14:textId="77777777">
        <w:tc>
          <w:tcPr>
            <w:tcW w:w="2052" w:type="dxa"/>
            <w:tcBorders>
              <w:left w:val="single" w:color="auto" w:sz="12" w:space="0"/>
              <w:bottom w:val="single" w:color="auto" w:sz="2" w:space="0"/>
            </w:tcBorders>
            <w:shd w:val="clear" w:color="auto" w:fill="auto"/>
          </w:tcPr>
          <w:p w:rsidRPr="000A2F69" w:rsidR="000A2F69" w:rsidP="00C94566" w:rsidRDefault="000A2F69" w14:paraId="76DC3FEB" w14:textId="77777777">
            <w:pPr>
              <w:rPr>
                <w:bCs/>
              </w:rPr>
            </w:pPr>
            <w:r w:rsidRPr="000A2F69">
              <w:rPr>
                <w:bCs/>
              </w:rPr>
              <w:t>None</w:t>
            </w:r>
          </w:p>
        </w:tc>
        <w:tc>
          <w:tcPr>
            <w:tcW w:w="2664" w:type="dxa"/>
            <w:tcBorders>
              <w:right w:val="single" w:color="000000" w:sz="12" w:space="0"/>
            </w:tcBorders>
            <w:shd w:val="clear" w:color="auto" w:fill="auto"/>
          </w:tcPr>
          <w:p w:rsidRPr="000A2F69" w:rsidR="000A2F69" w:rsidP="00C94566" w:rsidRDefault="000A2F69" w14:paraId="7A8D0B23" w14:textId="77777777">
            <w:r w:rsidRPr="000A2F69">
              <w:t>None</w:t>
            </w:r>
          </w:p>
        </w:tc>
        <w:tc>
          <w:tcPr>
            <w:tcW w:w="1884" w:type="dxa"/>
            <w:tcBorders>
              <w:left w:val="single" w:color="000000" w:sz="12" w:space="0"/>
              <w:bottom w:val="single" w:color="auto" w:sz="2" w:space="0"/>
            </w:tcBorders>
            <w:shd w:val="clear" w:color="auto" w:fill="auto"/>
          </w:tcPr>
          <w:p w:rsidRPr="000A2F69" w:rsidR="000A2F69" w:rsidP="00C94566" w:rsidRDefault="000A2F69" w14:paraId="0FF125CB" w14:textId="77777777">
            <w:r w:rsidRPr="000A2F69">
              <w:t>None</w:t>
            </w:r>
          </w:p>
        </w:tc>
        <w:tc>
          <w:tcPr>
            <w:tcW w:w="2928" w:type="dxa"/>
            <w:shd w:val="clear" w:color="auto" w:fill="auto"/>
          </w:tcPr>
          <w:p w:rsidRPr="000A2F69" w:rsidR="000A2F69" w:rsidP="00C94566" w:rsidRDefault="000A2F69" w14:paraId="31439BC3" w14:textId="77777777">
            <w:r w:rsidRPr="000A2F69">
              <w:t>None</w:t>
            </w:r>
          </w:p>
        </w:tc>
      </w:tr>
    </w:tbl>
    <w:p w:rsidR="000A2F69" w:rsidP="000A2F69" w:rsidRDefault="000A2F69" w14:paraId="733D91C9" w14:textId="77777777"/>
    <w:p w:rsidRPr="00CD27CC" w:rsidR="00E2525D" w:rsidP="000A2F69" w:rsidRDefault="00E2525D" w14:paraId="61435312" w14:textId="10A1FA86">
      <w:pPr>
        <w:pStyle w:val="InfoPara"/>
        <w:rPr>
          <w:b w:val="0"/>
          <w:bCs/>
        </w:rPr>
      </w:pPr>
      <w:r>
        <w:t xml:space="preserve">Reviewer: </w:t>
      </w:r>
      <w:r>
        <w:rPr>
          <w:b w:val="0"/>
          <w:bCs/>
        </w:rPr>
        <w:t>Robin Innes</w:t>
      </w:r>
    </w:p>
    <w:p w:rsidR="000A2F69" w:rsidP="000A2F69" w:rsidRDefault="000A2F69" w14:paraId="1C0ED3F1" w14:textId="1BB3F178">
      <w:pPr>
        <w:pStyle w:val="InfoPara"/>
      </w:pPr>
      <w:r>
        <w:t>Vegetation Type</w:t>
      </w:r>
    </w:p>
    <w:p w:rsidR="000A2F69" w:rsidP="000A2F69" w:rsidRDefault="000A2F69" w14:paraId="7FE58B34" w14:textId="0D5C09AA">
      <w:r>
        <w:t>Shrubland</w:t>
      </w:r>
    </w:p>
    <w:p w:rsidR="000A2F69" w:rsidP="000A2F69" w:rsidRDefault="000A2F69" w14:paraId="241A551C" w14:textId="77777777">
      <w:pPr>
        <w:pStyle w:val="InfoPara"/>
      </w:pPr>
      <w:r w:rsidR="76CBFB3C">
        <w:rPr/>
        <w:t>Map Zones</w:t>
      </w:r>
    </w:p>
    <w:p w:rsidR="76CBFB3C" w:rsidP="76CBFB3C" w:rsidRDefault="76CBFB3C" w14:paraId="08D0496C" w14:textId="34AF9B59">
      <w:pPr>
        <w:pStyle w:val="Normal"/>
      </w:pPr>
      <w:r w:rsidR="76CBFB3C">
        <w:rPr/>
        <w:t>67, 68, 69</w:t>
      </w:r>
    </w:p>
    <w:p w:rsidR="000A2F69" w:rsidP="000A2F69" w:rsidRDefault="000A2F69" w14:paraId="118EBFF1" w14:textId="77777777">
      <w:pPr>
        <w:pStyle w:val="InfoPara"/>
      </w:pPr>
      <w:r>
        <w:t>Geographic Range</w:t>
      </w:r>
    </w:p>
    <w:p w:rsidR="000A2F69" w:rsidP="000A2F69" w:rsidRDefault="000A2F69" w14:paraId="2C664736" w14:textId="119FCF1D">
      <w:r>
        <w:t xml:space="preserve">This </w:t>
      </w:r>
      <w:r w:rsidR="00012542">
        <w:t>Biophysical Setting (</w:t>
      </w:r>
      <w:r>
        <w:t>BpS</w:t>
      </w:r>
      <w:r w:rsidR="00012542">
        <w:t>)</w:t>
      </w:r>
      <w:r>
        <w:t xml:space="preserve"> is typically found in the lowland regions of arctic AK, particularly on the Beaufort Coastal Plain ecoregion (Nowacki et al. 2001) in northern AK and the Kotzebue Sound lowlands of west-central AK, but it also occurs in other scattered locations </w:t>
      </w:r>
      <w:r w:rsidR="0057655C">
        <w:t xml:space="preserve">(such as the Brooks Range) </w:t>
      </w:r>
      <w:r>
        <w:t>of arctic AK where ice-wedge processes occur.</w:t>
      </w:r>
    </w:p>
    <w:p w:rsidR="000A2F69" w:rsidP="000A2F69" w:rsidRDefault="000A2F69" w14:paraId="6AC6A11B" w14:textId="77777777">
      <w:pPr>
        <w:pStyle w:val="InfoPara"/>
      </w:pPr>
      <w:r>
        <w:t>Biophysical Site Description</w:t>
      </w:r>
    </w:p>
    <w:p w:rsidR="000A2F69" w:rsidP="000A2F69" w:rsidRDefault="000A2F69" w14:paraId="611F7561" w14:textId="78F23DD7">
      <w:r>
        <w:t>Ice-wedge polygons and the thaw lake cycle dominate the Beaufort Coastal Plain ecoregion (Nowacki et al. 2001). The ice-wedge polygons generally occur on level surfaces (0-2 degree slopes), the ice wedges may be 2 m wide at the top, and polygon diameter ranges from several to more than 30 meters. In addition to the Beaufort Coastal Plain, ice-wedge polygons are a common feature on level ground within foothills and mountains, on glacial drift,</w:t>
      </w:r>
      <w:r w:rsidR="00B10800">
        <w:t xml:space="preserve"> and on</w:t>
      </w:r>
      <w:r>
        <w:t xml:space="preserve"> lacustrine and floodplain terrace surficial deposits. Shrub-Tussock </w:t>
      </w:r>
      <w:r w:rsidR="00D34BE8">
        <w:t xml:space="preserve">dominated sites in this </w:t>
      </w:r>
      <w:r>
        <w:t xml:space="preserve">system occur primarily on high-center </w:t>
      </w:r>
      <w:r w:rsidR="007141CB">
        <w:t>polygons but</w:t>
      </w:r>
      <w:r>
        <w:t xml:space="preserve"> may also be found on raised areas along drainages, terraces</w:t>
      </w:r>
      <w:r w:rsidR="007141CB">
        <w:t>,</w:t>
      </w:r>
      <w:r>
        <w:t xml:space="preserve"> and other mesic flat to slightly sloping sites. Sites dominated by tussocks are generally cold, poorly drained, and underlain by mesic, silty mineral soils</w:t>
      </w:r>
      <w:r w:rsidR="00172F7A">
        <w:t xml:space="preserve"> </w:t>
      </w:r>
      <w:r w:rsidRPr="00172F7A" w:rsidR="00172F7A">
        <w:t>with a shallow surface organic layer surrounding the tussocks (Viereck et al. 1992</w:t>
      </w:r>
      <w:r w:rsidR="007F6E0F">
        <w:t>)</w:t>
      </w:r>
      <w:r>
        <w:t>. Permafrost is usually present.</w:t>
      </w:r>
      <w:r w:rsidR="00A013D6">
        <w:t xml:space="preserve"> </w:t>
      </w:r>
      <w:r w:rsidRPr="00721D61" w:rsidR="00721D61">
        <w:t>Patch size is small to large</w:t>
      </w:r>
      <w:r w:rsidR="00721D61">
        <w:t>.</w:t>
      </w:r>
    </w:p>
    <w:p w:rsidR="000A2F69" w:rsidP="000A2F69" w:rsidRDefault="000A2F69" w14:paraId="0EE6EBB9" w14:textId="77777777">
      <w:pPr>
        <w:pStyle w:val="InfoPara"/>
      </w:pPr>
      <w:r>
        <w:t>Vegetation Description</w:t>
      </w:r>
    </w:p>
    <w:p w:rsidR="000A2F69" w:rsidP="000A2F69" w:rsidRDefault="00653E42" w14:paraId="4BEDD7BF" w14:textId="3453CEE2">
      <w:r w:rsidRPr="00653E42">
        <w:t>This tundra system occurs primarily on high-center polygons, raised areas along drainages, terraces</w:t>
      </w:r>
      <w:r w:rsidR="00C674B4">
        <w:t>,</w:t>
      </w:r>
      <w:r w:rsidRPr="00653E42">
        <w:t xml:space="preserve"> and other mesic flat to slightly sloping sites.</w:t>
      </w:r>
      <w:r>
        <w:t xml:space="preserve"> </w:t>
      </w:r>
      <w:r w:rsidR="000A2F69">
        <w:t>Polygon centers are mesic and dominated by either tussocks, tussocks and shrubs</w:t>
      </w:r>
      <w:r w:rsidR="00C674B4">
        <w:t>,</w:t>
      </w:r>
      <w:r w:rsidR="000A2F69">
        <w:t xml:space="preserve"> or only shrubs and lichens, and their perimeters are commonly wet</w:t>
      </w:r>
      <w:r w:rsidR="00D91775">
        <w:t>,</w:t>
      </w:r>
      <w:r w:rsidR="000A2F69">
        <w:t xml:space="preserve"> supporting wet sedge</w:t>
      </w:r>
      <w:r w:rsidR="00D91775">
        <w:t>s</w:t>
      </w:r>
      <w:r w:rsidR="000A2F69">
        <w:t xml:space="preserve">. </w:t>
      </w:r>
      <w:r w:rsidRPr="00F24BD2" w:rsidR="00F24BD2">
        <w:t xml:space="preserve">On shrub dominated sites, the combined cover of dwarf-shrubs and low shrubs is &gt;25%, and sedge cover is typically &lt;25%. Some tussocks may occur but are often degenerating. </w:t>
      </w:r>
      <w:r w:rsidRPr="009D0384" w:rsidR="0064754D">
        <w:rPr>
          <w:i/>
        </w:rPr>
        <w:t>Eriophorum vaginatum</w:t>
      </w:r>
      <w:r w:rsidRPr="001424A9" w:rsidR="0064754D">
        <w:t xml:space="preserve"> is the primary tussock</w:t>
      </w:r>
      <w:r w:rsidR="0064754D">
        <w:t>-</w:t>
      </w:r>
      <w:r w:rsidRPr="001424A9" w:rsidR="0064754D">
        <w:t xml:space="preserve">former in most sites, but </w:t>
      </w:r>
      <w:r w:rsidRPr="009D0384" w:rsidR="0064754D">
        <w:rPr>
          <w:i/>
        </w:rPr>
        <w:t>Carex bigelowii</w:t>
      </w:r>
      <w:r w:rsidRPr="001424A9" w:rsidR="0064754D">
        <w:t xml:space="preserve"> may dominate some sites. </w:t>
      </w:r>
      <w:r w:rsidRPr="009D0384" w:rsidR="0064754D">
        <w:rPr>
          <w:i/>
        </w:rPr>
        <w:t>Calamagrostis canadensis, Arctagrostis latifolia</w:t>
      </w:r>
      <w:r w:rsidRPr="001424A9" w:rsidR="0064754D">
        <w:t xml:space="preserve">, and </w:t>
      </w:r>
      <w:r w:rsidRPr="009D0384" w:rsidR="0064754D">
        <w:rPr>
          <w:i/>
        </w:rPr>
        <w:t>Chamerion latifolium</w:t>
      </w:r>
      <w:r w:rsidRPr="001424A9" w:rsidR="0064754D">
        <w:t xml:space="preserve"> may be common.</w:t>
      </w:r>
      <w:r w:rsidR="0064754D">
        <w:t xml:space="preserve"> </w:t>
      </w:r>
      <w:r w:rsidRPr="001424A9" w:rsidR="0064754D">
        <w:t xml:space="preserve">The open to closed shrub canopy </w:t>
      </w:r>
      <w:r w:rsidR="0064754D">
        <w:t>is dominated by</w:t>
      </w:r>
      <w:r w:rsidRPr="001424A9" w:rsidR="0064754D">
        <w:t xml:space="preserve"> </w:t>
      </w:r>
      <w:r w:rsidRPr="009D0384" w:rsidR="0064754D">
        <w:rPr>
          <w:i/>
        </w:rPr>
        <w:t>Betula nana</w:t>
      </w:r>
      <w:r w:rsidRPr="001424A9" w:rsidR="0064754D">
        <w:t xml:space="preserve"> and </w:t>
      </w:r>
      <w:r w:rsidRPr="009D0384" w:rsidR="0064754D">
        <w:rPr>
          <w:i/>
        </w:rPr>
        <w:t>Salix pulchra</w:t>
      </w:r>
      <w:r w:rsidRPr="001424A9" w:rsidR="0064754D">
        <w:t xml:space="preserve">. </w:t>
      </w:r>
      <w:r w:rsidR="0064754D">
        <w:t>Other s</w:t>
      </w:r>
      <w:r w:rsidRPr="001424A9" w:rsidR="0064754D">
        <w:t xml:space="preserve">hrubs include </w:t>
      </w:r>
      <w:r w:rsidRPr="009D0384" w:rsidR="0064754D">
        <w:rPr>
          <w:i/>
        </w:rPr>
        <w:t>Cassiope tetragona</w:t>
      </w:r>
      <w:r w:rsidR="0064754D">
        <w:rPr>
          <w:i/>
        </w:rPr>
        <w:t xml:space="preserve">, </w:t>
      </w:r>
      <w:r w:rsidRPr="00824316" w:rsidR="0064754D">
        <w:rPr>
          <w:i/>
        </w:rPr>
        <w:t xml:space="preserve">Ledum palustre </w:t>
      </w:r>
      <w:r w:rsidRPr="00F11602" w:rsidR="0064754D">
        <w:rPr>
          <w:iCs/>
        </w:rPr>
        <w:t>ssp</w:t>
      </w:r>
      <w:r w:rsidRPr="00824316" w:rsidR="0064754D">
        <w:rPr>
          <w:i/>
        </w:rPr>
        <w:t>. decumbens,</w:t>
      </w:r>
      <w:r w:rsidR="0064754D">
        <w:t xml:space="preserve"> </w:t>
      </w:r>
      <w:r w:rsidRPr="009D0384" w:rsidR="0064754D">
        <w:rPr>
          <w:i/>
        </w:rPr>
        <w:t>Vaccinium vitis-idaea, Vaccinium uli</w:t>
      </w:r>
      <w:r w:rsidRPr="00824316" w:rsidR="0064754D">
        <w:rPr>
          <w:i/>
        </w:rPr>
        <w:t>ginosum</w:t>
      </w:r>
      <w:r w:rsidRPr="001424A9" w:rsidR="0064754D">
        <w:t xml:space="preserve">, and </w:t>
      </w:r>
      <w:r w:rsidRPr="009D0384" w:rsidR="0064754D">
        <w:rPr>
          <w:i/>
        </w:rPr>
        <w:t>Empetrum nigrum</w:t>
      </w:r>
      <w:r w:rsidRPr="001424A9" w:rsidR="0064754D">
        <w:t xml:space="preserve">. Common </w:t>
      </w:r>
      <w:r w:rsidRPr="001424A9" w:rsidR="0064754D">
        <w:t xml:space="preserve">mosses include </w:t>
      </w:r>
      <w:r w:rsidRPr="009D0384" w:rsidR="0064754D">
        <w:rPr>
          <w:i/>
        </w:rPr>
        <w:t>Sphagnum</w:t>
      </w:r>
      <w:r w:rsidRPr="001424A9" w:rsidR="0064754D">
        <w:t xml:space="preserve"> spp., </w:t>
      </w:r>
      <w:r w:rsidRPr="009D0384" w:rsidR="0064754D">
        <w:rPr>
          <w:i/>
        </w:rPr>
        <w:t>Polytrichum strictum</w:t>
      </w:r>
      <w:r w:rsidRPr="001424A9" w:rsidR="0064754D">
        <w:t xml:space="preserve">, and </w:t>
      </w:r>
      <w:r w:rsidRPr="009D0384" w:rsidR="0064754D">
        <w:rPr>
          <w:i/>
        </w:rPr>
        <w:t>Hylocomium splendens</w:t>
      </w:r>
      <w:r w:rsidRPr="001424A9" w:rsidR="0064754D">
        <w:t xml:space="preserve">. The wet perimeters typically support </w:t>
      </w:r>
      <w:r w:rsidRPr="009D0384" w:rsidR="0064754D">
        <w:rPr>
          <w:i/>
        </w:rPr>
        <w:t>Carex aquatilis</w:t>
      </w:r>
      <w:r w:rsidRPr="001424A9" w:rsidR="0064754D">
        <w:t xml:space="preserve"> and </w:t>
      </w:r>
      <w:r w:rsidRPr="009D0384" w:rsidR="0064754D">
        <w:rPr>
          <w:i/>
        </w:rPr>
        <w:t>Eriophorum angustifolium</w:t>
      </w:r>
      <w:r w:rsidR="0064754D">
        <w:t xml:space="preserve">, </w:t>
      </w:r>
      <w:r w:rsidRPr="001424A9" w:rsidR="0064754D">
        <w:t xml:space="preserve">and </w:t>
      </w:r>
      <w:r w:rsidRPr="009D0384" w:rsidR="0064754D">
        <w:rPr>
          <w:i/>
        </w:rPr>
        <w:t>Eriophorum vaginatum</w:t>
      </w:r>
      <w:r w:rsidRPr="001424A9" w:rsidR="0064754D">
        <w:t xml:space="preserve"> (the latter is often dead). Common mosses include </w:t>
      </w:r>
      <w:r w:rsidRPr="009D0384" w:rsidR="0064754D">
        <w:rPr>
          <w:i/>
        </w:rPr>
        <w:t>Sphagnum</w:t>
      </w:r>
      <w:r w:rsidRPr="001424A9" w:rsidR="0064754D">
        <w:t xml:space="preserve"> spp., </w:t>
      </w:r>
      <w:r w:rsidRPr="009D0384" w:rsidR="0064754D">
        <w:rPr>
          <w:i/>
        </w:rPr>
        <w:t>Hylocomium splendens</w:t>
      </w:r>
      <w:r w:rsidRPr="001424A9" w:rsidR="0064754D">
        <w:t xml:space="preserve">, and </w:t>
      </w:r>
      <w:r w:rsidRPr="009D0384" w:rsidR="0064754D">
        <w:rPr>
          <w:i/>
        </w:rPr>
        <w:t>Aulacomnium turgidum</w:t>
      </w:r>
      <w:r w:rsidRPr="001424A9" w:rsidR="0064754D">
        <w:t>. Lichens are common</w:t>
      </w:r>
      <w:r w:rsidR="0064754D">
        <w:t>.</w:t>
      </w:r>
    </w:p>
    <w:p w:rsidR="000A2F69" w:rsidP="000A2F69" w:rsidRDefault="000A2F69" w14:paraId="7E7A956C"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ERVA4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vaginatum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Tussock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bl>
    <w:p>
      <w:r>
        <w:rPr>
          <w:sz w:val="16"/>
        </w:rPr>
        <w:t>Species names are from the NRCS PLANTS database. Check species codes at http://plants.usda.gov.</w:t>
      </w:r>
    </w:p>
    <w:p w:rsidR="000A2F69" w:rsidP="000A2F69" w:rsidRDefault="000A2F69" w14:paraId="56F2A403" w14:textId="3F9ECF75">
      <w:pPr>
        <w:pStyle w:val="InfoPara"/>
      </w:pPr>
      <w:r>
        <w:t>Disturbance Description</w:t>
      </w:r>
    </w:p>
    <w:p w:rsidR="000A2F69" w:rsidP="000A2F69" w:rsidRDefault="000A2F69" w14:paraId="2D7EE9A4" w14:textId="77777777">
      <w:r>
        <w:t>Ice wedge polygons are formed by large ice wedges which grow in thermal contraction cracks in permafrost. High center polygons indicate that erosion, deposition or thawing is more prevalent than the up-pushing of the sediments along the sides of the wedge. Ice-wedge polygons are typically part of a spatially coarser thaw lake cycle.</w:t>
      </w:r>
    </w:p>
    <w:p w:rsidR="000A2F69" w:rsidP="000A2F69" w:rsidRDefault="000A2F69" w14:paraId="78D6041A" w14:textId="77777777"/>
    <w:p w:rsidR="000A2F69" w:rsidP="000A2F69" w:rsidRDefault="000A2F69" w14:paraId="2D0338D5" w14:textId="1698936D">
      <w:r>
        <w:t xml:space="preserve">The time scale on this process is long and probably beyond the scope of this modeling effort. </w:t>
      </w:r>
      <w:r w:rsidR="006E71B1">
        <w:t xml:space="preserve"> </w:t>
      </w:r>
      <w:r>
        <w:t>A reviewer noted that shrubs are probably a late successional stage following tussock tundra on high centered polygons.</w:t>
      </w:r>
    </w:p>
    <w:p w:rsidR="00C158D4" w:rsidP="000A2F69" w:rsidRDefault="00C158D4" w14:paraId="3D0C6E6C" w14:textId="77777777"/>
    <w:p w:rsidR="006E71B1" w:rsidP="000A2F69" w:rsidRDefault="00C158D4" w14:paraId="51CB78E6" w14:textId="01707CD2">
      <w:r w:rsidRPr="00B46B55">
        <w:t>In 2013, an extensive literature search was done by</w:t>
      </w:r>
      <w:r w:rsidR="00CD27CC">
        <w:t xml:space="preserve"> Fire Effects Information System </w:t>
      </w:r>
      <w:r w:rsidRPr="00B46B55">
        <w:t xml:space="preserve">staff to locate information for a synthesis on </w:t>
      </w:r>
      <w:r w:rsidR="00856D3C">
        <w:t>f</w:t>
      </w:r>
      <w:r w:rsidRPr="00B46B55">
        <w:t>ire regimes of Alaskan tundra communities</w:t>
      </w:r>
      <w:r>
        <w:t xml:space="preserve"> (Innes 2013)</w:t>
      </w:r>
      <w:r w:rsidRPr="00B46B55">
        <w:t>.</w:t>
      </w:r>
      <w:r w:rsidR="006E71B1">
        <w:t xml:space="preserve"> </w:t>
      </w:r>
      <w:r w:rsidR="00882BF8">
        <w:t xml:space="preserve">The synthesis </w:t>
      </w:r>
      <w:r w:rsidR="00CD27CC">
        <w:t>reported</w:t>
      </w:r>
      <w:r w:rsidR="00882BF8">
        <w:t xml:space="preserve"> that f</w:t>
      </w:r>
      <w:r w:rsidR="006E71B1">
        <w:t xml:space="preserve">ire frequency varies </w:t>
      </w:r>
      <w:r w:rsidR="00882BF8">
        <w:t xml:space="preserve">geographically </w:t>
      </w:r>
      <w:r w:rsidR="006E71B1">
        <w:t xml:space="preserve">and </w:t>
      </w:r>
      <w:r w:rsidR="00882BF8">
        <w:t xml:space="preserve">with </w:t>
      </w:r>
      <w:r w:rsidR="006E71B1">
        <w:t>community composition</w:t>
      </w:r>
      <w:r w:rsidR="00882BF8">
        <w:t xml:space="preserve"> (Innes 2013). D</w:t>
      </w:r>
      <w:r w:rsidR="006E71B1">
        <w:t>ry upland sites (including high-centered polygons, see Racine 1979) generally burning more severely than moist lowland sites</w:t>
      </w:r>
      <w:r w:rsidR="00882BF8">
        <w:t xml:space="preserve"> (Innes 2013)</w:t>
      </w:r>
      <w:r w:rsidR="006E71B1">
        <w:t>.</w:t>
      </w:r>
    </w:p>
    <w:p w:rsidR="00856D3C" w:rsidP="000A2F69" w:rsidRDefault="00856D3C" w14:paraId="68A7B6AD" w14:textId="77777777">
      <w:pPr>
        <w:pStyle w:val="InfoPara"/>
      </w:pPr>
    </w:p>
    <w:p w:rsidR="000A2F69" w:rsidP="000A2F69" w:rsidRDefault="000A2F69" w14:paraId="6FA81F77" w14:textId="3FEFAC09">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0A2F69" w:rsidP="000A2F69" w:rsidRDefault="000A2F69" w14:paraId="2D3E3B0D" w14:textId="58D0BF35">
      <w:pPr>
        <w:pStyle w:val="InfoPara"/>
      </w:pPr>
      <w:r>
        <w:t>Scale Description</w:t>
      </w:r>
    </w:p>
    <w:p w:rsidR="000A2F69" w:rsidP="000A2F69" w:rsidRDefault="004363D3" w14:paraId="476C295B" w14:textId="4835186B">
      <w:r>
        <w:t>L</w:t>
      </w:r>
      <w:r w:rsidR="000A2F69">
        <w:t>arge patch</w:t>
      </w:r>
      <w:r>
        <w:t xml:space="preserve"> to Matrix-forming</w:t>
      </w:r>
      <w:r w:rsidR="000A2F69">
        <w:t>.</w:t>
      </w:r>
    </w:p>
    <w:p w:rsidR="000A2F69" w:rsidP="000A2F69" w:rsidRDefault="000A2F69" w14:paraId="65621D81" w14:textId="77777777">
      <w:pPr>
        <w:pStyle w:val="InfoPara"/>
      </w:pPr>
      <w:r>
        <w:t>Adjacency or Identification Concerns</w:t>
      </w:r>
    </w:p>
    <w:p w:rsidR="000A2F69" w:rsidP="000A2F69" w:rsidRDefault="000A2F69" w14:paraId="0012C425" w14:textId="77777777"/>
    <w:p w:rsidR="000A2F69" w:rsidP="000A2F69" w:rsidRDefault="000A2F69" w14:paraId="6AFB7098" w14:textId="77777777">
      <w:pPr>
        <w:pStyle w:val="InfoPara"/>
      </w:pPr>
      <w:r>
        <w:t>Issues or Problems</w:t>
      </w:r>
    </w:p>
    <w:p w:rsidR="00882BF8" w:rsidP="00882BF8" w:rsidRDefault="00882BF8" w14:paraId="7417BA15" w14:textId="77777777">
      <w:r>
        <w:t>Most of the fire regime literature available for tundra ecosystems in Alaska is from the Seward Peninsula and Noatak River Watershed where fire occurs more frequently than other regions of the state (Innes 2013). Little is known about fire history in arctic tundra communities in northern and northwestern Alaska (Innes 2013).</w:t>
      </w:r>
    </w:p>
    <w:p w:rsidR="000A2F69" w:rsidP="000A2F69" w:rsidRDefault="000A2F69" w14:paraId="4B1B570E" w14:textId="77777777"/>
    <w:p w:rsidR="000A2F69" w:rsidP="000A2F69" w:rsidRDefault="000A2F69" w14:paraId="72E7817C" w14:textId="77777777">
      <w:pPr>
        <w:pStyle w:val="InfoPara"/>
      </w:pPr>
      <w:r>
        <w:t>Native Uncharacteristic Conditions</w:t>
      </w:r>
    </w:p>
    <w:p w:rsidR="00882BF8" w:rsidP="00882BF8" w:rsidRDefault="00882BF8" w14:paraId="41CF979A" w14:textId="50EE7DFB">
      <w:r>
        <w:t>According to Innes 2013: “</w:t>
      </w:r>
      <w:r w:rsidRPr="008E6228">
        <w:t xml:space="preserve">Because most of the area occupied by tundra in Alaska is sparsely populated and has little road access, fire regimes in </w:t>
      </w:r>
      <w:r w:rsidRPr="00C568C2">
        <w:t>tundra may not differ much from historical regimes [</w:t>
      </w:r>
      <w:r w:rsidRPr="00C568C2">
        <w:rPr>
          <w:color w:val="000000"/>
        </w:rPr>
        <w:t>Chapin et al. 2000</w:t>
      </w:r>
      <w:r w:rsidR="009B2072">
        <w:rPr>
          <w:color w:val="000000"/>
        </w:rPr>
        <w:t>;</w:t>
      </w:r>
      <w:r w:rsidRPr="00C568C2">
        <w:rPr>
          <w:color w:val="000000"/>
        </w:rPr>
        <w:t xml:space="preserve"> DeWilde and Chapin 2006</w:t>
      </w:r>
      <w:r w:rsidR="009B2072">
        <w:rPr>
          <w:color w:val="000000"/>
        </w:rPr>
        <w:t>;</w:t>
      </w:r>
      <w:r w:rsidRPr="00C568C2">
        <w:rPr>
          <w:color w:val="000000"/>
        </w:rPr>
        <w:t xml:space="preserve"> Heinselman 1981]</w:t>
      </w:r>
      <w:r w:rsidRPr="00C568C2">
        <w:t>. As of 2006, about 66% of interior Alaska was considered to have an essentially "natural" fire regime</w:t>
      </w:r>
      <w:r w:rsidRPr="008E6228">
        <w:t>, with few human ignitions, negligible suppression activity, and many large, lightning-caused fires.</w:t>
      </w:r>
      <w:r>
        <w:t>” Innes 2013 provides information about climate change and Alaska tundra communities.</w:t>
      </w:r>
    </w:p>
    <w:p w:rsidR="000A2F69" w:rsidP="000A2F69" w:rsidRDefault="000A2F69" w14:paraId="365F643D" w14:textId="77777777"/>
    <w:p w:rsidR="000A2F69" w:rsidP="000A2F69" w:rsidRDefault="000A2F69" w14:paraId="04954B1C" w14:textId="77777777">
      <w:pPr>
        <w:pStyle w:val="InfoPara"/>
      </w:pPr>
      <w:r>
        <w:t>Comments</w:t>
      </w:r>
    </w:p>
    <w:p w:rsidR="00112A30" w:rsidP="00112A30" w:rsidRDefault="00112A30" w14:paraId="7E999C51" w14:textId="6521DE91">
      <w:r w:rsidRPr="00331FF0">
        <w:t xml:space="preserve">In 2021 NatureServe merged </w:t>
      </w:r>
      <w:r w:rsidRPr="00112A30">
        <w:t>Alaska Arctic Polygonal Ground Mesic Shrub Tundra</w:t>
      </w:r>
      <w:r w:rsidRPr="00C4061F">
        <w:t xml:space="preserve"> </w:t>
      </w:r>
      <w:r w:rsidRPr="00331FF0">
        <w:t xml:space="preserve">(BpS </w:t>
      </w:r>
      <w:r w:rsidRPr="00112A30">
        <w:t>1700</w:t>
      </w:r>
      <w:r w:rsidRPr="00331FF0">
        <w:t>)</w:t>
      </w:r>
      <w:r>
        <w:t>,</w:t>
      </w:r>
      <w:r w:rsidRPr="00331FF0">
        <w:t xml:space="preserve"> </w:t>
      </w:r>
      <w:r w:rsidRPr="00112A30">
        <w:t>Alaska Arctic Polygonal Ground Tussock Tundra</w:t>
      </w:r>
      <w:r>
        <w:t xml:space="preserve"> (BpS 1707), </w:t>
      </w:r>
      <w:r w:rsidRPr="00331FF0">
        <w:t xml:space="preserve">and </w:t>
      </w:r>
      <w:r w:rsidRPr="00112A30">
        <w:t>Alaska Arctic Polygonal Ground Shrub-Tussock Tundra</w:t>
      </w:r>
      <w:r w:rsidRPr="00331FF0">
        <w:t xml:space="preserve"> (BpS 1</w:t>
      </w:r>
      <w:r>
        <w:t>708</w:t>
      </w:r>
      <w:r w:rsidRPr="00331FF0">
        <w:t xml:space="preserve">) into one Ecological System: </w:t>
      </w:r>
      <w:r w:rsidRPr="00112A30">
        <w:t xml:space="preserve">North American Arctic Polygonal Ground Shrub </w:t>
      </w:r>
      <w:r>
        <w:t>and</w:t>
      </w:r>
      <w:r w:rsidRPr="00112A30">
        <w:t xml:space="preserve"> Tussock Tundra</w:t>
      </w:r>
      <w:r w:rsidRPr="00331FF0">
        <w:t>.</w:t>
      </w:r>
      <w:r>
        <w:t xml:space="preserve"> These BpS were lumped for BpS modeling during LANDFIRE National, </w:t>
      </w:r>
      <w:r w:rsidRPr="00112A30">
        <w:t xml:space="preserve">but </w:t>
      </w:r>
      <w:r w:rsidRPr="00CD27CC">
        <w:t>Pat Comer and</w:t>
      </w:r>
      <w:r w:rsidRPr="00112A30">
        <w:t xml:space="preserve"> Kori</w:t>
      </w:r>
      <w:r w:rsidRPr="00331FF0">
        <w:t xml:space="preserve"> Blankenship </w:t>
      </w:r>
      <w:r>
        <w:t xml:space="preserve">updated the description document </w:t>
      </w:r>
      <w:r w:rsidRPr="00331FF0">
        <w:t>to reflect the new Ecological System concept</w:t>
      </w:r>
      <w:r>
        <w:t xml:space="preserve">. </w:t>
      </w:r>
    </w:p>
    <w:p w:rsidR="00112A30" w:rsidP="000A2F69" w:rsidRDefault="00112A30" w14:paraId="587AB8FE" w14:textId="77777777"/>
    <w:p w:rsidR="000A2F69" w:rsidP="000A2F69" w:rsidRDefault="00112A30" w14:paraId="6E6F2791" w14:textId="506C4F5F">
      <w:r>
        <w:t>During LANDFIRE National t</w:t>
      </w:r>
      <w:r w:rsidR="000A2F69">
        <w:t>his model was created by Kori Blankenship and Keith Boggs based on the draft Arctic Ecological Systems description. Minor additions were made to the description as a result of review comments.</w:t>
      </w:r>
    </w:p>
    <w:p w:rsidR="004C24BC" w:rsidP="000A2F69" w:rsidRDefault="004C24BC" w14:paraId="4D1F2A19" w14:textId="77777777"/>
    <w:p w:rsidRPr="004C24BC" w:rsidR="004C24BC" w:rsidP="004C24BC" w:rsidRDefault="000A2F69" w14:paraId="4D477C89" w14:textId="22C5F6DE">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0A2F69" w:rsidP="000A2F69" w:rsidRDefault="000A2F69" w14:paraId="506FBA9F"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0A2F69" w:rsidP="000A2F69" w:rsidRDefault="000A2F69" w14:paraId="2C020131" w14:textId="77777777"/>
    <w:p w:rsidR="000A2F69" w:rsidP="000A2F69" w:rsidRDefault="000A2F69" w14:paraId="63F491E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2604"/>
        <w:gridCol w:w="2316"/>
        <w:gridCol w:w="1956"/>
      </w:tblGrid>
      <w:tr w:rsidRPr="000A2F69" w:rsidR="000A2F69" w:rsidTr="000A2F69" w14:paraId="088FF2B8" w14:textId="77777777">
        <w:tc>
          <w:tcPr>
            <w:tcW w:w="1176" w:type="dxa"/>
            <w:tcBorders>
              <w:top w:val="single" w:color="auto" w:sz="2" w:space="0"/>
              <w:bottom w:val="single" w:color="000000" w:sz="12" w:space="0"/>
            </w:tcBorders>
            <w:shd w:val="clear" w:color="auto" w:fill="auto"/>
          </w:tcPr>
          <w:p w:rsidRPr="000A2F69" w:rsidR="000A2F69" w:rsidP="00C94566" w:rsidRDefault="000A2F69" w14:paraId="388F758F" w14:textId="77777777">
            <w:pPr>
              <w:rPr>
                <w:b/>
                <w:bCs/>
              </w:rPr>
            </w:pPr>
            <w:r w:rsidRPr="000A2F69">
              <w:rPr>
                <w:b/>
                <w:bCs/>
              </w:rPr>
              <w:t>Symbol</w:t>
            </w:r>
          </w:p>
        </w:tc>
        <w:tc>
          <w:tcPr>
            <w:tcW w:w="2604" w:type="dxa"/>
            <w:tcBorders>
              <w:top w:val="single" w:color="auto" w:sz="2" w:space="0"/>
              <w:bottom w:val="single" w:color="000000" w:sz="12" w:space="0"/>
            </w:tcBorders>
            <w:shd w:val="clear" w:color="auto" w:fill="auto"/>
          </w:tcPr>
          <w:p w:rsidRPr="000A2F69" w:rsidR="000A2F69" w:rsidP="00C94566" w:rsidRDefault="000A2F69" w14:paraId="729DD2D3" w14:textId="77777777">
            <w:pPr>
              <w:rPr>
                <w:b/>
                <w:bCs/>
              </w:rPr>
            </w:pPr>
            <w:r w:rsidRPr="000A2F69">
              <w:rPr>
                <w:b/>
                <w:bCs/>
              </w:rPr>
              <w:t>Scientific Name</w:t>
            </w:r>
          </w:p>
        </w:tc>
        <w:tc>
          <w:tcPr>
            <w:tcW w:w="2316" w:type="dxa"/>
            <w:tcBorders>
              <w:top w:val="single" w:color="auto" w:sz="2" w:space="0"/>
              <w:bottom w:val="single" w:color="000000" w:sz="12" w:space="0"/>
            </w:tcBorders>
            <w:shd w:val="clear" w:color="auto" w:fill="auto"/>
          </w:tcPr>
          <w:p w:rsidRPr="000A2F69" w:rsidR="000A2F69" w:rsidP="00C94566" w:rsidRDefault="000A2F69" w14:paraId="2BADEDBA" w14:textId="77777777">
            <w:pPr>
              <w:rPr>
                <w:b/>
                <w:bCs/>
              </w:rPr>
            </w:pPr>
            <w:r w:rsidRPr="000A2F69">
              <w:rPr>
                <w:b/>
                <w:bCs/>
              </w:rPr>
              <w:t>Common Name</w:t>
            </w:r>
          </w:p>
        </w:tc>
        <w:tc>
          <w:tcPr>
            <w:tcW w:w="1956" w:type="dxa"/>
            <w:tcBorders>
              <w:top w:val="single" w:color="auto" w:sz="2" w:space="0"/>
              <w:bottom w:val="single" w:color="000000" w:sz="12" w:space="0"/>
            </w:tcBorders>
            <w:shd w:val="clear" w:color="auto" w:fill="auto"/>
          </w:tcPr>
          <w:p w:rsidRPr="000A2F69" w:rsidR="000A2F69" w:rsidP="00C94566" w:rsidRDefault="000A2F69" w14:paraId="4A85C2D3" w14:textId="77777777">
            <w:pPr>
              <w:rPr>
                <w:b/>
                <w:bCs/>
              </w:rPr>
            </w:pPr>
            <w:r w:rsidRPr="000A2F69">
              <w:rPr>
                <w:b/>
                <w:bCs/>
              </w:rPr>
              <w:t>Canopy Position</w:t>
            </w:r>
          </w:p>
        </w:tc>
      </w:tr>
      <w:tr w:rsidRPr="000A2F69" w:rsidR="000A2F69" w:rsidTr="000A2F69" w14:paraId="298ADB61" w14:textId="77777777">
        <w:tc>
          <w:tcPr>
            <w:tcW w:w="1176" w:type="dxa"/>
            <w:tcBorders>
              <w:top w:val="single" w:color="000000" w:sz="12" w:space="0"/>
            </w:tcBorders>
            <w:shd w:val="clear" w:color="auto" w:fill="auto"/>
          </w:tcPr>
          <w:p w:rsidRPr="000A2F69" w:rsidR="000A2F69" w:rsidP="00C94566" w:rsidRDefault="000A2F69" w14:paraId="155F3D0F" w14:textId="77777777">
            <w:pPr>
              <w:rPr>
                <w:bCs/>
              </w:rPr>
            </w:pPr>
            <w:r w:rsidRPr="000A2F69">
              <w:rPr>
                <w:bCs/>
              </w:rPr>
              <w:t>BENA</w:t>
            </w:r>
          </w:p>
        </w:tc>
        <w:tc>
          <w:tcPr>
            <w:tcW w:w="2604" w:type="dxa"/>
            <w:tcBorders>
              <w:top w:val="single" w:color="000000" w:sz="12" w:space="0"/>
            </w:tcBorders>
            <w:shd w:val="clear" w:color="auto" w:fill="auto"/>
          </w:tcPr>
          <w:p w:rsidRPr="004C24BC" w:rsidR="000A2F69" w:rsidP="00C94566" w:rsidRDefault="000A2F69" w14:paraId="01B6357B" w14:textId="77777777">
            <w:pPr>
              <w:rPr>
                <w:i/>
                <w:iCs/>
              </w:rPr>
            </w:pPr>
            <w:r w:rsidRPr="004C24BC">
              <w:rPr>
                <w:i/>
                <w:iCs/>
              </w:rPr>
              <w:t>Betula nana</w:t>
            </w:r>
          </w:p>
        </w:tc>
        <w:tc>
          <w:tcPr>
            <w:tcW w:w="2316" w:type="dxa"/>
            <w:tcBorders>
              <w:top w:val="single" w:color="000000" w:sz="12" w:space="0"/>
            </w:tcBorders>
            <w:shd w:val="clear" w:color="auto" w:fill="auto"/>
          </w:tcPr>
          <w:p w:rsidRPr="000A2F69" w:rsidR="000A2F69" w:rsidP="00C94566" w:rsidRDefault="000A2F69" w14:paraId="462E58AB" w14:textId="77777777">
            <w:r w:rsidRPr="000A2F69">
              <w:t>Dwarf birch</w:t>
            </w:r>
          </w:p>
        </w:tc>
        <w:tc>
          <w:tcPr>
            <w:tcW w:w="1956" w:type="dxa"/>
            <w:tcBorders>
              <w:top w:val="single" w:color="000000" w:sz="12" w:space="0"/>
            </w:tcBorders>
            <w:shd w:val="clear" w:color="auto" w:fill="auto"/>
          </w:tcPr>
          <w:p w:rsidRPr="000A2F69" w:rsidR="000A2F69" w:rsidP="00C94566" w:rsidRDefault="000A2F69" w14:paraId="7B0C7FAC" w14:textId="77777777">
            <w:r w:rsidRPr="000A2F69">
              <w:t>Upper</w:t>
            </w:r>
          </w:p>
        </w:tc>
      </w:tr>
      <w:tr w:rsidRPr="000A2F69" w:rsidR="000A2F69" w:rsidTr="000A2F69" w14:paraId="57E7A1D0" w14:textId="77777777">
        <w:tc>
          <w:tcPr>
            <w:tcW w:w="1176" w:type="dxa"/>
            <w:shd w:val="clear" w:color="auto" w:fill="auto"/>
          </w:tcPr>
          <w:p w:rsidRPr="000A2F69" w:rsidR="000A2F69" w:rsidP="00C94566" w:rsidRDefault="000A2F69" w14:paraId="4F0ECF4F" w14:textId="77777777">
            <w:pPr>
              <w:rPr>
                <w:bCs/>
              </w:rPr>
            </w:pPr>
            <w:r w:rsidRPr="000A2F69">
              <w:rPr>
                <w:bCs/>
              </w:rPr>
              <w:t>SAPU15</w:t>
            </w:r>
          </w:p>
        </w:tc>
        <w:tc>
          <w:tcPr>
            <w:tcW w:w="2604" w:type="dxa"/>
            <w:shd w:val="clear" w:color="auto" w:fill="auto"/>
          </w:tcPr>
          <w:p w:rsidRPr="004C24BC" w:rsidR="000A2F69" w:rsidP="00C94566" w:rsidRDefault="000A2F69" w14:paraId="0633F6F3" w14:textId="77777777">
            <w:pPr>
              <w:rPr>
                <w:i/>
                <w:iCs/>
              </w:rPr>
            </w:pPr>
            <w:r w:rsidRPr="004C24BC">
              <w:rPr>
                <w:i/>
                <w:iCs/>
              </w:rPr>
              <w:t>Salix pulchra</w:t>
            </w:r>
          </w:p>
        </w:tc>
        <w:tc>
          <w:tcPr>
            <w:tcW w:w="2316" w:type="dxa"/>
            <w:shd w:val="clear" w:color="auto" w:fill="auto"/>
          </w:tcPr>
          <w:p w:rsidRPr="000A2F69" w:rsidR="000A2F69" w:rsidP="00C94566" w:rsidRDefault="000A2F69" w14:paraId="12957550" w14:textId="77777777">
            <w:r w:rsidRPr="000A2F69">
              <w:t>Tealeaf willow</w:t>
            </w:r>
          </w:p>
        </w:tc>
        <w:tc>
          <w:tcPr>
            <w:tcW w:w="1956" w:type="dxa"/>
            <w:shd w:val="clear" w:color="auto" w:fill="auto"/>
          </w:tcPr>
          <w:p w:rsidRPr="000A2F69" w:rsidR="000A2F69" w:rsidP="00C94566" w:rsidRDefault="000A2F69" w14:paraId="0AC237E9" w14:textId="77777777">
            <w:r w:rsidRPr="000A2F69">
              <w:t>Upper</w:t>
            </w:r>
          </w:p>
        </w:tc>
      </w:tr>
      <w:tr w:rsidRPr="000A2F69" w:rsidR="000A2F69" w:rsidTr="000A2F69" w14:paraId="01E635BF" w14:textId="77777777">
        <w:tc>
          <w:tcPr>
            <w:tcW w:w="1176" w:type="dxa"/>
            <w:shd w:val="clear" w:color="auto" w:fill="auto"/>
          </w:tcPr>
          <w:p w:rsidRPr="000A2F69" w:rsidR="000A2F69" w:rsidP="00C94566" w:rsidRDefault="000A2F69" w14:paraId="6C377CEE" w14:textId="77777777">
            <w:pPr>
              <w:rPr>
                <w:bCs/>
              </w:rPr>
            </w:pPr>
            <w:r w:rsidRPr="000A2F69">
              <w:rPr>
                <w:bCs/>
              </w:rPr>
              <w:t>ERVA4</w:t>
            </w:r>
          </w:p>
        </w:tc>
        <w:tc>
          <w:tcPr>
            <w:tcW w:w="2604" w:type="dxa"/>
            <w:shd w:val="clear" w:color="auto" w:fill="auto"/>
          </w:tcPr>
          <w:p w:rsidRPr="004C24BC" w:rsidR="000A2F69" w:rsidP="00C94566" w:rsidRDefault="000A2F69" w14:paraId="27C0A488" w14:textId="77777777">
            <w:pPr>
              <w:rPr>
                <w:i/>
                <w:iCs/>
              </w:rPr>
            </w:pPr>
            <w:r w:rsidRPr="004C24BC">
              <w:rPr>
                <w:i/>
                <w:iCs/>
              </w:rPr>
              <w:t>Eriophorum vaginatum</w:t>
            </w:r>
          </w:p>
        </w:tc>
        <w:tc>
          <w:tcPr>
            <w:tcW w:w="2316" w:type="dxa"/>
            <w:shd w:val="clear" w:color="auto" w:fill="auto"/>
          </w:tcPr>
          <w:p w:rsidRPr="000A2F69" w:rsidR="000A2F69" w:rsidP="00C94566" w:rsidRDefault="000A2F69" w14:paraId="2474C8CE" w14:textId="77777777">
            <w:r w:rsidRPr="000A2F69">
              <w:t>Tussock cottongrass</w:t>
            </w:r>
          </w:p>
        </w:tc>
        <w:tc>
          <w:tcPr>
            <w:tcW w:w="1956" w:type="dxa"/>
            <w:shd w:val="clear" w:color="auto" w:fill="auto"/>
          </w:tcPr>
          <w:p w:rsidRPr="000A2F69" w:rsidR="000A2F69" w:rsidP="00C94566" w:rsidRDefault="000A2F69" w14:paraId="2F4840AF" w14:textId="77777777">
            <w:r w:rsidRPr="000A2F69">
              <w:t>Upper</w:t>
            </w:r>
          </w:p>
        </w:tc>
      </w:tr>
      <w:tr w:rsidRPr="000A2F69" w:rsidR="000A2F69" w:rsidTr="000A2F69" w14:paraId="212683C6" w14:textId="77777777">
        <w:tc>
          <w:tcPr>
            <w:tcW w:w="1176" w:type="dxa"/>
            <w:shd w:val="clear" w:color="auto" w:fill="auto"/>
          </w:tcPr>
          <w:p w:rsidRPr="000A2F69" w:rsidR="000A2F69" w:rsidP="00C94566" w:rsidRDefault="000A2F69" w14:paraId="77A88E64" w14:textId="77777777">
            <w:pPr>
              <w:rPr>
                <w:bCs/>
              </w:rPr>
            </w:pPr>
            <w:r w:rsidRPr="000A2F69">
              <w:rPr>
                <w:bCs/>
              </w:rPr>
              <w:t>CABI5</w:t>
            </w:r>
          </w:p>
        </w:tc>
        <w:tc>
          <w:tcPr>
            <w:tcW w:w="2604" w:type="dxa"/>
            <w:shd w:val="clear" w:color="auto" w:fill="auto"/>
          </w:tcPr>
          <w:p w:rsidRPr="004C24BC" w:rsidR="000A2F69" w:rsidP="00C94566" w:rsidRDefault="000A2F69" w14:paraId="186B8067" w14:textId="77777777">
            <w:pPr>
              <w:rPr>
                <w:i/>
                <w:iCs/>
              </w:rPr>
            </w:pPr>
            <w:r w:rsidRPr="004C24BC">
              <w:rPr>
                <w:i/>
                <w:iCs/>
              </w:rPr>
              <w:t>Carex bigelowii</w:t>
            </w:r>
          </w:p>
        </w:tc>
        <w:tc>
          <w:tcPr>
            <w:tcW w:w="2316" w:type="dxa"/>
            <w:shd w:val="clear" w:color="auto" w:fill="auto"/>
          </w:tcPr>
          <w:p w:rsidRPr="000A2F69" w:rsidR="000A2F69" w:rsidP="00C94566" w:rsidRDefault="000A2F69" w14:paraId="6F29B360" w14:textId="77777777">
            <w:r w:rsidRPr="000A2F69">
              <w:t>Bigelow's sedge</w:t>
            </w:r>
          </w:p>
        </w:tc>
        <w:tc>
          <w:tcPr>
            <w:tcW w:w="1956" w:type="dxa"/>
            <w:shd w:val="clear" w:color="auto" w:fill="auto"/>
          </w:tcPr>
          <w:p w:rsidRPr="000A2F69" w:rsidR="000A2F69" w:rsidP="00C94566" w:rsidRDefault="000A2F69" w14:paraId="2DD3606A" w14:textId="77777777">
            <w:r w:rsidRPr="000A2F69">
              <w:t>Upper</w:t>
            </w:r>
          </w:p>
        </w:tc>
      </w:tr>
    </w:tbl>
    <w:p w:rsidR="000A2F69" w:rsidP="000A2F69" w:rsidRDefault="000A2F69" w14:paraId="5D99FE6C" w14:textId="77777777"/>
    <w:p w:rsidR="000A2F69" w:rsidP="000A2F69" w:rsidRDefault="000A2F69" w14:paraId="77C2579D" w14:textId="77777777">
      <w:pPr>
        <w:pStyle w:val="SClassInfoPara"/>
      </w:pPr>
      <w:r>
        <w:t>Description</w:t>
      </w:r>
    </w:p>
    <w:p w:rsidR="000A2F69" w:rsidP="00CD27CC" w:rsidRDefault="000A2F69" w14:paraId="2C0B52D2" w14:textId="39AC3C39">
      <w:r>
        <w:t xml:space="preserve">Polygonal </w:t>
      </w:r>
      <w:r w:rsidR="00E16514">
        <w:t>ground shrub</w:t>
      </w:r>
      <w:r>
        <w:t>-</w:t>
      </w:r>
      <w:r w:rsidR="00E16514">
        <w:t>tussock tundra community.</w:t>
      </w:r>
      <w:r>
        <w:t xml:space="preserve"> </w:t>
      </w:r>
    </w:p>
    <w:p w:rsidR="000A2F69" w:rsidP="000A2F69" w:rsidRDefault="000A2F69" w14:paraId="497512E9"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Pr="00C568C2" w:rsidR="00882BF8" w:rsidP="00882BF8" w:rsidRDefault="00882BF8" w14:paraId="626BD4E2" w14:textId="77777777">
      <w:pPr>
        <w:rPr>
          <w:color w:val="000000"/>
        </w:rPr>
      </w:pPr>
      <w:r w:rsidRPr="00C568C2">
        <w:rPr>
          <w:color w:val="000000"/>
        </w:rPr>
        <w:t xml:space="preserve">Chapin, F. S., III; McGuire, A. D.; Randerson, J.; Pielke, R., Sr.; Baldocchi, D.; Hobbie, S. E.; Roulet, N.; Eugster, W.; Kasischke, E.; Rastetter, E. B.; Zimov, S. A.; Running, S. W. 2000. Arctic and boreal ecosystems of western North America as components of the climate system. Global Change Biology. 6(Supplement 1): 211-223. </w:t>
      </w:r>
    </w:p>
    <w:p w:rsidRPr="00C568C2" w:rsidR="00882BF8" w:rsidP="00882BF8" w:rsidRDefault="00882BF8" w14:paraId="5DD2DA23" w14:textId="77777777">
      <w:pPr>
        <w:rPr>
          <w:color w:val="000000"/>
        </w:rPr>
      </w:pPr>
      <w:bookmarkStart w:name="17" w:id="0"/>
    </w:p>
    <w:bookmarkEnd w:id="0"/>
    <w:p w:rsidR="00882BF8" w:rsidP="00882BF8" w:rsidRDefault="00516FF3" w14:paraId="7FFAB106" w14:textId="40BBBAA7">
      <w:pPr>
        <w:rPr>
          <w:color w:val="000000"/>
        </w:rPr>
      </w:pPr>
      <w:r w:rsidRPr="001424A9">
        <w:t>Comer, P., D. Faber</w:t>
      </w:r>
      <w:r>
        <w:t>-</w:t>
      </w:r>
      <w:r w:rsidRPr="001424A9">
        <w:t>Langendoen, R. Evans, S. Gawler, C. Josse, G. Kittel, S. Menard, C. Nordman, M. Pyne, M. Reid, M. Russo, K. Schulz, K. Snow, J. Teague, and R. White. 2003</w:t>
      </w:r>
      <w:r>
        <w:t>-</w:t>
      </w:r>
      <w:r w:rsidRPr="001424A9">
        <w:t xml:space="preserve">present. Ecological systems of the United States: A working classification of U.S. terrestrial systems. NatureServe, Arlington, VA. </w:t>
      </w:r>
    </w:p>
    <w:p w:rsidRPr="00C568C2" w:rsidR="00882BF8" w:rsidP="00882BF8" w:rsidRDefault="00882BF8" w14:paraId="00D0BF29" w14:textId="63424269">
      <w:pPr>
        <w:rPr>
          <w:color w:val="000000"/>
        </w:rPr>
      </w:pPr>
      <w:r w:rsidRPr="00C568C2">
        <w:rPr>
          <w:color w:val="000000"/>
        </w:rPr>
        <w:t xml:space="preserve">DeWilde, La'ona; Chapin, F. Stuart, III. 2006. Human impacts on the fire regime of interior Alaska: interactions among fuels, ignition sources, and fire suppression. Ecosystems. 9(8): 1342-1353. </w:t>
      </w:r>
    </w:p>
    <w:p w:rsidR="000A2F69" w:rsidP="000A2F69" w:rsidRDefault="000A2F69" w14:paraId="68F9074D" w14:textId="5ACFC4EB"/>
    <w:p w:rsidRPr="00C568C2" w:rsidR="00882BF8" w:rsidP="00882BF8" w:rsidRDefault="00882BF8" w14:paraId="7162DD81" w14:textId="77777777">
      <w:pPr>
        <w:rPr>
          <w:color w:val="000000"/>
        </w:rPr>
      </w:pPr>
      <w:r w:rsidRPr="00C568C2">
        <w:rPr>
          <w:color w:val="000000"/>
        </w:rPr>
        <w:t xml:space="preserve">Heinselman, Miron L. 1981. Fire intensity and frequency as factors in the distribution and structure of northern ecosystems. In: Mooney, H. A.; Bonnicksen, T. M.; Christensen, N. L.; Lotan, J. E.; Reiners, W. A., technical coordinators. Fire regimes and ecosystem properties: Proceedings of the conference; 1978 December 11-15; Honolulu, HI. Gen. Tech. Rep. WO-26. Washington, DC: U.S. Department of Agriculture, Forest Service: 7-57. </w:t>
      </w:r>
    </w:p>
    <w:p w:rsidR="00882BF8" w:rsidP="000A2F69" w:rsidRDefault="00882BF8" w14:paraId="6FC25FCF" w14:textId="77777777"/>
    <w:p w:rsidRPr="00B46B55" w:rsidR="00C158D4" w:rsidP="00C158D4" w:rsidRDefault="00C158D4" w14:paraId="4AC4B2B5" w14:textId="77777777">
      <w:r w:rsidRPr="00B46B55">
        <w:t>Innes, Robin J. 2013. Fire regimes of Alaskan tundra communities. In: Fire Effects Information System, [Online]. U.S. Department of Agriculture, Forest Service, Rocky Mountain Research Station, Fire Sciences Laboratory (Producer). Available: http://www.fs.fed.us</w:t>
      </w:r>
    </w:p>
    <w:p w:rsidRPr="00B46B55" w:rsidR="00C158D4" w:rsidP="00C158D4" w:rsidRDefault="00C158D4" w14:paraId="77089B46" w14:textId="77777777">
      <w:r w:rsidRPr="00B46B55">
        <w:t>/database/feis/fire_regimes/AK_tundra/all.html [2016, June 28].</w:t>
      </w:r>
    </w:p>
    <w:p w:rsidR="00C158D4" w:rsidP="000A2F69" w:rsidRDefault="00C158D4" w14:paraId="2FF45098" w14:textId="77777777"/>
    <w:p w:rsidR="000A2F69" w:rsidP="000A2F69" w:rsidRDefault="000A2F69" w14:paraId="349A1241" w14:textId="7833CABB">
      <w:r>
        <w:t>Nowacki, G., P. Spencer, M. Fleming, T. Brock and T. Jorgenson. 2001. Unified ecoregions of Alaska. U.S. Department of the Interior, U.S. Geological Survey. Open file-report 02-297. 2 page map.</w:t>
      </w:r>
    </w:p>
    <w:p w:rsidR="00C158D4" w:rsidP="000A2F69" w:rsidRDefault="00C158D4" w14:paraId="75F555C7" w14:textId="5FE89838"/>
    <w:p w:rsidRPr="000011CC" w:rsidR="00C158D4" w:rsidP="00C158D4" w:rsidRDefault="00C158D4" w14:paraId="0AB38E43" w14:textId="5B53C32E">
      <w:r w:rsidRPr="000011CC">
        <w:t>Racine, Charles H. 1979. The 1977 tundra fires in the Seward Peninsula, Alaska: effects and initial revegetation. BLM-Alaska Technical Report 4. Anchorage, AK: U.S. Department of the Interior, Bureau of Land Management, Alaska State</w:t>
      </w:r>
      <w:r w:rsidRPr="000011CC">
        <w:rPr>
          <w:color w:val="000000"/>
          <w:sz w:val="27"/>
          <w:szCs w:val="27"/>
          <w:shd w:val="clear" w:color="auto" w:fill="FFFFFF"/>
        </w:rPr>
        <w:t xml:space="preserve"> </w:t>
      </w:r>
      <w:r w:rsidRPr="000011CC">
        <w:t xml:space="preserve">Office. 51 p. </w:t>
      </w:r>
    </w:p>
    <w:p w:rsidRPr="000011CC" w:rsidR="00C158D4" w:rsidP="00C158D4" w:rsidRDefault="00C158D4" w14:paraId="25655551" w14:textId="77777777"/>
    <w:p w:rsidRPr="00A43E41" w:rsidR="00C158D4" w:rsidP="00C158D4" w:rsidRDefault="00C158D4" w14:paraId="3B86C803" w14:textId="3C36E568">
      <w:r w:rsidRPr="000011CC">
        <w:t xml:space="preserve">Racine, Charles; Allen, Jennifer L.; Dennis, John G. 2006. Long-term monitoring of vegetation change following tundra fires in Noatak National Preserve, Alaska. Report No. NPS/AKRARCN/NNTR-2006/02. Fairbanks, AK: U.S. Department of the Interior, National Park Service, Alaska Region, Arctic Network Inventory and Monitoring Program. 37 p. </w:t>
      </w:r>
    </w:p>
    <w:p w:rsidR="001801DC" w:rsidP="000A2F69" w:rsidRDefault="001801DC" w14:paraId="6B2F2C48" w14:textId="77777777"/>
    <w:p w:rsidR="001801DC" w:rsidP="000A2F69" w:rsidRDefault="001801DC" w14:paraId="507B9713" w14:textId="305F9AA1">
      <w:r w:rsidRPr="001424A9">
        <w:t>Viereck, L. A., C. T. Dyrness, A. R. Batten, and K. J. Wenzlick. 1992. The Alaska vegetation classification. General Technical Report PNW</w:t>
      </w:r>
      <w:r>
        <w:t>-</w:t>
      </w:r>
      <w:r w:rsidRPr="001424A9">
        <w:t>GTR286. USDA Forest Service, Pacific Northwest Research Station, Portland, OR. 278 pp.</w:t>
      </w:r>
    </w:p>
    <w:p w:rsidR="004D5F12" w:rsidP="000A2F69" w:rsidRDefault="004D5F12" w14:paraId="15BB1611" w14:textId="5E879E8E"/>
    <w:p w:rsidRPr="00A43E41" w:rsidR="00882BF8" w:rsidP="000A2F69" w:rsidRDefault="00882BF8" w14:paraId="13DA961D" w14:textId="77777777"/>
    <w:sectPr w:rsidRPr="00A43E41" w:rsidR="00882BF8"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67B7" w:rsidRDefault="000B67B7" w14:paraId="6080A58C" w14:textId="77777777">
      <w:r>
        <w:separator/>
      </w:r>
    </w:p>
  </w:endnote>
  <w:endnote w:type="continuationSeparator" w:id="0">
    <w:p w:rsidR="000B67B7" w:rsidRDefault="000B67B7" w14:paraId="57B33F11" w14:textId="77777777">
      <w:r>
        <w:continuationSeparator/>
      </w:r>
    </w:p>
  </w:endnote>
  <w:endnote w:type="continuationNotice" w:id="1">
    <w:p w:rsidR="000B67B7" w:rsidRDefault="000B67B7" w14:paraId="6C1FC39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2F69" w:rsidP="000A2F69" w:rsidRDefault="000A2F69" w14:paraId="20F8FD24"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67B7" w:rsidRDefault="000B67B7" w14:paraId="233D9CAD" w14:textId="77777777">
      <w:r>
        <w:separator/>
      </w:r>
    </w:p>
  </w:footnote>
  <w:footnote w:type="continuationSeparator" w:id="0">
    <w:p w:rsidR="000B67B7" w:rsidRDefault="000B67B7" w14:paraId="42389D9F" w14:textId="77777777">
      <w:r>
        <w:continuationSeparator/>
      </w:r>
    </w:p>
  </w:footnote>
  <w:footnote w:type="continuationNotice" w:id="1">
    <w:p w:rsidR="000B67B7" w:rsidRDefault="000B67B7" w14:paraId="57E293B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0A2F69" w:rsidRDefault="00A43E41" w14:paraId="3920191A"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83427084">
    <w:abstractNumId w:val="0"/>
  </w:num>
  <w:num w:numId="2" w16cid:durableId="176398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F69"/>
    <w:rsid w:val="000011CC"/>
    <w:rsid w:val="00012542"/>
    <w:rsid w:val="0003202F"/>
    <w:rsid w:val="0004797F"/>
    <w:rsid w:val="000677B4"/>
    <w:rsid w:val="00077A85"/>
    <w:rsid w:val="00097251"/>
    <w:rsid w:val="000A2F69"/>
    <w:rsid w:val="000B67B7"/>
    <w:rsid w:val="000E1EC5"/>
    <w:rsid w:val="000E759B"/>
    <w:rsid w:val="000F34AC"/>
    <w:rsid w:val="000F6432"/>
    <w:rsid w:val="00110079"/>
    <w:rsid w:val="00112A30"/>
    <w:rsid w:val="00117805"/>
    <w:rsid w:val="00172F7A"/>
    <w:rsid w:val="00174486"/>
    <w:rsid w:val="001801DC"/>
    <w:rsid w:val="00196C68"/>
    <w:rsid w:val="001A5277"/>
    <w:rsid w:val="001E43F5"/>
    <w:rsid w:val="002206B7"/>
    <w:rsid w:val="00220975"/>
    <w:rsid w:val="00272B25"/>
    <w:rsid w:val="00292706"/>
    <w:rsid w:val="002A69B2"/>
    <w:rsid w:val="002B0CDC"/>
    <w:rsid w:val="002E41A1"/>
    <w:rsid w:val="00300000"/>
    <w:rsid w:val="00311C5F"/>
    <w:rsid w:val="0031662A"/>
    <w:rsid w:val="003172E2"/>
    <w:rsid w:val="00320910"/>
    <w:rsid w:val="00332F28"/>
    <w:rsid w:val="003C703C"/>
    <w:rsid w:val="003F322E"/>
    <w:rsid w:val="00414DA8"/>
    <w:rsid w:val="00424E99"/>
    <w:rsid w:val="0042550C"/>
    <w:rsid w:val="0042737A"/>
    <w:rsid w:val="004363D3"/>
    <w:rsid w:val="0044352B"/>
    <w:rsid w:val="00447BAA"/>
    <w:rsid w:val="00452B5E"/>
    <w:rsid w:val="00454E6B"/>
    <w:rsid w:val="00455D4C"/>
    <w:rsid w:val="00476F39"/>
    <w:rsid w:val="00491F12"/>
    <w:rsid w:val="0049541C"/>
    <w:rsid w:val="004C24BC"/>
    <w:rsid w:val="004D5F12"/>
    <w:rsid w:val="004D7DCF"/>
    <w:rsid w:val="004E7DB5"/>
    <w:rsid w:val="005035F5"/>
    <w:rsid w:val="00503C61"/>
    <w:rsid w:val="00513848"/>
    <w:rsid w:val="00513AFB"/>
    <w:rsid w:val="00516FF3"/>
    <w:rsid w:val="0052386E"/>
    <w:rsid w:val="00530D3E"/>
    <w:rsid w:val="00537D33"/>
    <w:rsid w:val="0054090D"/>
    <w:rsid w:val="005446EB"/>
    <w:rsid w:val="00557492"/>
    <w:rsid w:val="0057655C"/>
    <w:rsid w:val="00582CAE"/>
    <w:rsid w:val="005B1DDE"/>
    <w:rsid w:val="005C7A42"/>
    <w:rsid w:val="005D242C"/>
    <w:rsid w:val="005E6650"/>
    <w:rsid w:val="005F3253"/>
    <w:rsid w:val="00605473"/>
    <w:rsid w:val="00616941"/>
    <w:rsid w:val="00621C0C"/>
    <w:rsid w:val="00627C7D"/>
    <w:rsid w:val="00646981"/>
    <w:rsid w:val="0064754D"/>
    <w:rsid w:val="00653E42"/>
    <w:rsid w:val="006B4618"/>
    <w:rsid w:val="006E57D4"/>
    <w:rsid w:val="006E71B1"/>
    <w:rsid w:val="006F39FC"/>
    <w:rsid w:val="00700390"/>
    <w:rsid w:val="007141CB"/>
    <w:rsid w:val="00721D61"/>
    <w:rsid w:val="00731456"/>
    <w:rsid w:val="00740E0B"/>
    <w:rsid w:val="00747459"/>
    <w:rsid w:val="007603C3"/>
    <w:rsid w:val="007742B4"/>
    <w:rsid w:val="007A721A"/>
    <w:rsid w:val="007B5284"/>
    <w:rsid w:val="007C7863"/>
    <w:rsid w:val="007F409E"/>
    <w:rsid w:val="007F6E0F"/>
    <w:rsid w:val="00820371"/>
    <w:rsid w:val="00821A9F"/>
    <w:rsid w:val="00856D3C"/>
    <w:rsid w:val="008677F6"/>
    <w:rsid w:val="008779C3"/>
    <w:rsid w:val="00882BF8"/>
    <w:rsid w:val="00891EAA"/>
    <w:rsid w:val="008F01B1"/>
    <w:rsid w:val="00901CA2"/>
    <w:rsid w:val="00907797"/>
    <w:rsid w:val="00907D2B"/>
    <w:rsid w:val="00945DBA"/>
    <w:rsid w:val="00966095"/>
    <w:rsid w:val="00977272"/>
    <w:rsid w:val="00986A7A"/>
    <w:rsid w:val="009B03E6"/>
    <w:rsid w:val="009B2072"/>
    <w:rsid w:val="009B232E"/>
    <w:rsid w:val="009D25CD"/>
    <w:rsid w:val="009D674B"/>
    <w:rsid w:val="009E0DB5"/>
    <w:rsid w:val="00A013D6"/>
    <w:rsid w:val="00A16194"/>
    <w:rsid w:val="00A2791D"/>
    <w:rsid w:val="00A309E2"/>
    <w:rsid w:val="00A36D75"/>
    <w:rsid w:val="00A43E41"/>
    <w:rsid w:val="00A6020D"/>
    <w:rsid w:val="00AB3795"/>
    <w:rsid w:val="00AE1F93"/>
    <w:rsid w:val="00AF1CDE"/>
    <w:rsid w:val="00AF1E11"/>
    <w:rsid w:val="00AF4B2B"/>
    <w:rsid w:val="00B10800"/>
    <w:rsid w:val="00B30030"/>
    <w:rsid w:val="00B44A3C"/>
    <w:rsid w:val="00B84C7B"/>
    <w:rsid w:val="00B85ED6"/>
    <w:rsid w:val="00BA1CD4"/>
    <w:rsid w:val="00BC14B6"/>
    <w:rsid w:val="00BD3D40"/>
    <w:rsid w:val="00C07F5E"/>
    <w:rsid w:val="00C158D4"/>
    <w:rsid w:val="00C31A8C"/>
    <w:rsid w:val="00C50B12"/>
    <w:rsid w:val="00C5204F"/>
    <w:rsid w:val="00C66E45"/>
    <w:rsid w:val="00C674B4"/>
    <w:rsid w:val="00C71748"/>
    <w:rsid w:val="00C94566"/>
    <w:rsid w:val="00CA0BB9"/>
    <w:rsid w:val="00CA1418"/>
    <w:rsid w:val="00CD27CC"/>
    <w:rsid w:val="00CD6118"/>
    <w:rsid w:val="00CD68F6"/>
    <w:rsid w:val="00CF2056"/>
    <w:rsid w:val="00D060DC"/>
    <w:rsid w:val="00D130D2"/>
    <w:rsid w:val="00D16916"/>
    <w:rsid w:val="00D178C7"/>
    <w:rsid w:val="00D2572D"/>
    <w:rsid w:val="00D34BE8"/>
    <w:rsid w:val="00D367FB"/>
    <w:rsid w:val="00D46D39"/>
    <w:rsid w:val="00D52C2E"/>
    <w:rsid w:val="00D534D2"/>
    <w:rsid w:val="00D553D0"/>
    <w:rsid w:val="00D62775"/>
    <w:rsid w:val="00D81349"/>
    <w:rsid w:val="00D91775"/>
    <w:rsid w:val="00D92158"/>
    <w:rsid w:val="00D95971"/>
    <w:rsid w:val="00DA63B1"/>
    <w:rsid w:val="00DB16CA"/>
    <w:rsid w:val="00DE0F2D"/>
    <w:rsid w:val="00DE40A7"/>
    <w:rsid w:val="00DE45F0"/>
    <w:rsid w:val="00DE7AB5"/>
    <w:rsid w:val="00E109E9"/>
    <w:rsid w:val="00E16514"/>
    <w:rsid w:val="00E2525D"/>
    <w:rsid w:val="00E373FE"/>
    <w:rsid w:val="00E50BB8"/>
    <w:rsid w:val="00E61C50"/>
    <w:rsid w:val="00E7520B"/>
    <w:rsid w:val="00EB2776"/>
    <w:rsid w:val="00EC4A14"/>
    <w:rsid w:val="00EF02EA"/>
    <w:rsid w:val="00EF33F4"/>
    <w:rsid w:val="00F11602"/>
    <w:rsid w:val="00F17697"/>
    <w:rsid w:val="00F24BD2"/>
    <w:rsid w:val="00F347E8"/>
    <w:rsid w:val="00F43204"/>
    <w:rsid w:val="00F51A75"/>
    <w:rsid w:val="00F83B2C"/>
    <w:rsid w:val="00F86C13"/>
    <w:rsid w:val="00F948F2"/>
    <w:rsid w:val="00F96304"/>
    <w:rsid w:val="00FE2EE9"/>
    <w:rsid w:val="00FE41CA"/>
    <w:rsid w:val="00FE6871"/>
    <w:rsid w:val="00FF0FAC"/>
    <w:rsid w:val="76CBFB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5D640A"/>
  <w15:docId w15:val="{B9A347A7-4BF2-43A2-928E-626F802E86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F17697"/>
    <w:rPr>
      <w:sz w:val="16"/>
      <w:szCs w:val="16"/>
    </w:rPr>
  </w:style>
  <w:style w:type="paragraph" w:styleId="CommentText">
    <w:name w:val="annotation text"/>
    <w:basedOn w:val="Normal"/>
    <w:link w:val="CommentTextChar"/>
    <w:uiPriority w:val="99"/>
    <w:semiHidden/>
    <w:unhideWhenUsed/>
    <w:rsid w:val="00F17697"/>
    <w:rPr>
      <w:sz w:val="20"/>
      <w:szCs w:val="20"/>
    </w:rPr>
  </w:style>
  <w:style w:type="character" w:styleId="CommentTextChar" w:customStyle="1">
    <w:name w:val="Comment Text Char"/>
    <w:basedOn w:val="DefaultParagraphFont"/>
    <w:link w:val="CommentText"/>
    <w:uiPriority w:val="99"/>
    <w:semiHidden/>
    <w:rsid w:val="00F17697"/>
  </w:style>
  <w:style w:type="paragraph" w:styleId="CommentSubject">
    <w:name w:val="annotation subject"/>
    <w:basedOn w:val="CommentText"/>
    <w:next w:val="CommentText"/>
    <w:link w:val="CommentSubjectChar"/>
    <w:uiPriority w:val="99"/>
    <w:semiHidden/>
    <w:unhideWhenUsed/>
    <w:rsid w:val="00F17697"/>
    <w:rPr>
      <w:b/>
      <w:bCs/>
    </w:rPr>
  </w:style>
  <w:style w:type="character" w:styleId="CommentSubjectChar" w:customStyle="1">
    <w:name w:val="Comment Subject Char"/>
    <w:link w:val="CommentSubject"/>
    <w:uiPriority w:val="99"/>
    <w:semiHidden/>
    <w:rsid w:val="00F17697"/>
    <w:rPr>
      <w:b/>
      <w:bCs/>
    </w:rPr>
  </w:style>
  <w:style w:type="table" w:styleId="TableGrid">
    <w:name w:val="Table Grid"/>
    <w:basedOn w:val="TableNormal"/>
    <w:uiPriority w:val="59"/>
    <w:rsid w:val="00112A3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rsid w:val="00C158D4"/>
    <w:rPr>
      <w:color w:val="0000FF"/>
      <w:u w:val="single"/>
    </w:rPr>
  </w:style>
  <w:style w:type="character" w:styleId="Emphasis">
    <w:name w:val="Emphasis"/>
    <w:basedOn w:val="DefaultParagraphFont"/>
    <w:uiPriority w:val="20"/>
    <w:qFormat/>
    <w:rsid w:val="00C158D4"/>
    <w:rPr>
      <w:i/>
      <w:iCs/>
    </w:rPr>
  </w:style>
  <w:style w:type="paragraph" w:styleId="ListParagraph">
    <w:name w:val="List Paragraph"/>
    <w:basedOn w:val="Normal"/>
    <w:uiPriority w:val="34"/>
    <w:qFormat/>
    <w:rsid w:val="006B4618"/>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413852">
      <w:bodyDiv w:val="1"/>
      <w:marLeft w:val="0"/>
      <w:marRight w:val="0"/>
      <w:marTop w:val="0"/>
      <w:marBottom w:val="0"/>
      <w:divBdr>
        <w:top w:val="none" w:sz="0" w:space="0" w:color="auto"/>
        <w:left w:val="none" w:sz="0" w:space="0" w:color="auto"/>
        <w:bottom w:val="none" w:sz="0" w:space="0" w:color="auto"/>
        <w:right w:val="none" w:sz="0" w:space="0" w:color="auto"/>
      </w:divBdr>
    </w:div>
    <w:div w:id="329794623">
      <w:bodyDiv w:val="1"/>
      <w:marLeft w:val="0"/>
      <w:marRight w:val="0"/>
      <w:marTop w:val="0"/>
      <w:marBottom w:val="0"/>
      <w:divBdr>
        <w:top w:val="none" w:sz="0" w:space="0" w:color="auto"/>
        <w:left w:val="none" w:sz="0" w:space="0" w:color="auto"/>
        <w:bottom w:val="none" w:sz="0" w:space="0" w:color="auto"/>
        <w:right w:val="none" w:sz="0" w:space="0" w:color="auto"/>
      </w:divBdr>
    </w:div>
    <w:div w:id="1912425893">
      <w:bodyDiv w:val="1"/>
      <w:marLeft w:val="0"/>
      <w:marRight w:val="0"/>
      <w:marTop w:val="0"/>
      <w:marBottom w:val="0"/>
      <w:divBdr>
        <w:top w:val="none" w:sz="0" w:space="0" w:color="auto"/>
        <w:left w:val="none" w:sz="0" w:space="0" w:color="auto"/>
        <w:bottom w:val="none" w:sz="0" w:space="0" w:color="auto"/>
        <w:right w:val="none" w:sz="0" w:space="0" w:color="auto"/>
      </w:divBdr>
    </w:div>
    <w:div w:id="202685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CDB136BE-C266-422D-B4FF-29030B35B0BC}"/>
</file>

<file path=customXml/itemProps2.xml><?xml version="1.0" encoding="utf-8"?>
<ds:datastoreItem xmlns:ds="http://schemas.openxmlformats.org/officeDocument/2006/customXml" ds:itemID="{2FF83206-230B-4754-B796-EB78CE6463B4}"/>
</file>

<file path=customXml/itemProps3.xml><?xml version="1.0" encoding="utf-8"?>
<ds:datastoreItem xmlns:ds="http://schemas.openxmlformats.org/officeDocument/2006/customXml" ds:itemID="{D824820B-F7C1-4EA7-B3B4-7D5B4C341ED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11</cp:revision>
  <cp:lastPrinted>1900-01-01T08:00:00Z</cp:lastPrinted>
  <dcterms:created xsi:type="dcterms:W3CDTF">2022-11-08T02:05:00Z</dcterms:created>
  <dcterms:modified xsi:type="dcterms:W3CDTF">2024-09-27T19:03:26Z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