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E36F5" w:rsidP="00BE36F5" w:rsidRDefault="00BE36F5" w14:paraId="3D277AFE" w14:textId="510C8DA4">
      <w:pPr>
        <w:pStyle w:val="BpSTitle"/>
      </w:pPr>
      <w:r>
        <w:t>17060</w:t>
      </w:r>
    </w:p>
    <w:p w:rsidR="00BE36F5" w:rsidP="00BE36F5" w:rsidRDefault="00FE390A" w14:paraId="2EA623FD" w14:textId="213BE933">
      <w:pPr>
        <w:pStyle w:val="BpSTitle"/>
      </w:pPr>
      <w:r w:rsidRPr="00FE390A">
        <w:t xml:space="preserve">North American Arctic Wet Sedge Tundra and Polygonal Ground </w:t>
      </w:r>
    </w:p>
    <w:p w:rsidR="00BE36F5" w:rsidP="00BE36F5" w:rsidRDefault="00BE36F5" w14:paraId="36BF5FDA" w14:textId="77777777">
      <w:r>
        <w:t xmlns:w="http://schemas.openxmlformats.org/wordprocessingml/2006/main">BpS Model/Description Version: Nov. 2024</w:t>
      </w:r>
      <w:r>
        <w:tab/>
      </w:r>
      <w:r>
        <w:tab/>
      </w:r>
      <w:r>
        <w:tab/>
      </w:r>
      <w:r>
        <w:tab/>
      </w:r>
      <w:r>
        <w:tab/>
      </w:r>
      <w:r>
        <w:tab/>
      </w:r>
      <w:r>
        <w:tab/>
      </w:r>
      <w:r>
        <w:tab/>
      </w:r>
    </w:p>
    <w:p w:rsidR="00BE36F5" w:rsidP="00BE36F5" w:rsidRDefault="00BE36F5" w14:paraId="66CCF7D9"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52"/>
        <w:gridCol w:w="2664"/>
        <w:gridCol w:w="1884"/>
        <w:gridCol w:w="2928"/>
      </w:tblGrid>
      <w:tr w:rsidRPr="00BE36F5" w:rsidR="00BE36F5" w:rsidTr="00BE36F5" w14:paraId="43E88D8C" w14:textId="77777777">
        <w:tc>
          <w:tcPr>
            <w:tcW w:w="2052" w:type="dxa"/>
            <w:tcBorders>
              <w:top w:val="single" w:color="auto" w:sz="2" w:space="0"/>
              <w:left w:val="single" w:color="auto" w:sz="12" w:space="0"/>
              <w:bottom w:val="single" w:color="000000" w:sz="12" w:space="0"/>
            </w:tcBorders>
            <w:shd w:val="clear" w:color="auto" w:fill="auto"/>
          </w:tcPr>
          <w:p w:rsidRPr="00BE36F5" w:rsidR="00BE36F5" w:rsidP="00CD5DF2" w:rsidRDefault="00BE36F5" w14:paraId="604D2EE0" w14:textId="77777777">
            <w:pPr>
              <w:rPr>
                <w:b/>
                <w:bCs/>
              </w:rPr>
            </w:pPr>
            <w:r w:rsidRPr="00BE36F5">
              <w:rPr>
                <w:b/>
                <w:bCs/>
              </w:rPr>
              <w:t>Modelers</w:t>
            </w:r>
          </w:p>
        </w:tc>
        <w:tc>
          <w:tcPr>
            <w:tcW w:w="2664" w:type="dxa"/>
            <w:tcBorders>
              <w:top w:val="single" w:color="auto" w:sz="2" w:space="0"/>
              <w:bottom w:val="single" w:color="000000" w:sz="12" w:space="0"/>
              <w:right w:val="single" w:color="000000" w:sz="12" w:space="0"/>
            </w:tcBorders>
            <w:shd w:val="clear" w:color="auto" w:fill="auto"/>
          </w:tcPr>
          <w:p w:rsidRPr="00BE36F5" w:rsidR="00BE36F5" w:rsidP="00CD5DF2" w:rsidRDefault="00BE36F5" w14:paraId="0C0C288F" w14:textId="77777777">
            <w:pPr>
              <w:rPr>
                <w:b/>
                <w:bCs/>
              </w:rPr>
            </w:pPr>
          </w:p>
        </w:tc>
        <w:tc>
          <w:tcPr>
            <w:tcW w:w="1884" w:type="dxa"/>
            <w:tcBorders>
              <w:top w:val="single" w:color="auto" w:sz="2" w:space="0"/>
              <w:left w:val="single" w:color="000000" w:sz="12" w:space="0"/>
              <w:bottom w:val="single" w:color="000000" w:sz="12" w:space="0"/>
            </w:tcBorders>
            <w:shd w:val="clear" w:color="auto" w:fill="auto"/>
          </w:tcPr>
          <w:p w:rsidRPr="00BE36F5" w:rsidR="00BE36F5" w:rsidP="00CD5DF2" w:rsidRDefault="00BE36F5" w14:paraId="497CBFFA" w14:textId="77777777">
            <w:pPr>
              <w:rPr>
                <w:b/>
                <w:bCs/>
              </w:rPr>
            </w:pPr>
            <w:r w:rsidRPr="00BE36F5">
              <w:rPr>
                <w:b/>
                <w:bCs/>
              </w:rPr>
              <w:t>Reviewers</w:t>
            </w:r>
          </w:p>
        </w:tc>
        <w:tc>
          <w:tcPr>
            <w:tcW w:w="2928" w:type="dxa"/>
            <w:tcBorders>
              <w:top w:val="single" w:color="auto" w:sz="2" w:space="0"/>
              <w:bottom w:val="single" w:color="000000" w:sz="12" w:space="0"/>
            </w:tcBorders>
            <w:shd w:val="clear" w:color="auto" w:fill="auto"/>
          </w:tcPr>
          <w:p w:rsidRPr="00BE36F5" w:rsidR="00BE36F5" w:rsidP="00CD5DF2" w:rsidRDefault="00BE36F5" w14:paraId="51DDC557" w14:textId="77777777">
            <w:pPr>
              <w:rPr>
                <w:b/>
                <w:bCs/>
              </w:rPr>
            </w:pPr>
          </w:p>
        </w:tc>
      </w:tr>
      <w:tr w:rsidRPr="00BE36F5" w:rsidR="00BE36F5" w:rsidTr="00BE36F5" w14:paraId="46610834" w14:textId="77777777">
        <w:tc>
          <w:tcPr>
            <w:tcW w:w="2052" w:type="dxa"/>
            <w:tcBorders>
              <w:top w:val="single" w:color="000000" w:sz="12" w:space="0"/>
              <w:left w:val="single" w:color="auto" w:sz="12" w:space="0"/>
            </w:tcBorders>
            <w:shd w:val="clear" w:color="auto" w:fill="auto"/>
          </w:tcPr>
          <w:p w:rsidRPr="00BE36F5" w:rsidR="00BE36F5" w:rsidP="00CD5DF2" w:rsidRDefault="00BE36F5" w14:paraId="4B8AFFC3" w14:textId="77777777">
            <w:pPr>
              <w:rPr>
                <w:bCs/>
              </w:rPr>
            </w:pPr>
            <w:r w:rsidRPr="00BE36F5">
              <w:rPr>
                <w:bCs/>
              </w:rPr>
              <w:t>Kori Blankenship</w:t>
            </w:r>
          </w:p>
        </w:tc>
        <w:tc>
          <w:tcPr>
            <w:tcW w:w="2664" w:type="dxa"/>
            <w:tcBorders>
              <w:top w:val="single" w:color="000000" w:sz="12" w:space="0"/>
              <w:right w:val="single" w:color="000000" w:sz="12" w:space="0"/>
            </w:tcBorders>
            <w:shd w:val="clear" w:color="auto" w:fill="auto"/>
          </w:tcPr>
          <w:p w:rsidRPr="00BE36F5" w:rsidR="00BE36F5" w:rsidP="00CD5DF2" w:rsidRDefault="00BE36F5" w14:paraId="2E82B5C1" w14:textId="77777777">
            <w:r w:rsidRPr="00BE36F5">
              <w:t>kblankenship@tnc.org</w:t>
            </w:r>
          </w:p>
        </w:tc>
        <w:tc>
          <w:tcPr>
            <w:tcW w:w="1884" w:type="dxa"/>
            <w:tcBorders>
              <w:top w:val="single" w:color="000000" w:sz="12" w:space="0"/>
              <w:left w:val="single" w:color="000000" w:sz="12" w:space="0"/>
            </w:tcBorders>
            <w:shd w:val="clear" w:color="auto" w:fill="auto"/>
          </w:tcPr>
          <w:p w:rsidRPr="00BE36F5" w:rsidR="00BE36F5" w:rsidP="00CD5DF2" w:rsidRDefault="00BE36F5" w14:paraId="678385C0" w14:textId="77777777">
            <w:r w:rsidRPr="00BE36F5">
              <w:t>Janet Jorgenson</w:t>
            </w:r>
          </w:p>
        </w:tc>
        <w:tc>
          <w:tcPr>
            <w:tcW w:w="2928" w:type="dxa"/>
            <w:tcBorders>
              <w:top w:val="single" w:color="000000" w:sz="12" w:space="0"/>
            </w:tcBorders>
            <w:shd w:val="clear" w:color="auto" w:fill="auto"/>
          </w:tcPr>
          <w:p w:rsidRPr="00BE36F5" w:rsidR="00BE36F5" w:rsidP="00CD5DF2" w:rsidRDefault="00BE36F5" w14:paraId="3BAF1262" w14:textId="77777777">
            <w:r w:rsidRPr="00BE36F5">
              <w:t>Janet_Jorgenson@fws.gov</w:t>
            </w:r>
          </w:p>
        </w:tc>
      </w:tr>
      <w:tr w:rsidRPr="00BE36F5" w:rsidR="00BE36F5" w:rsidTr="00BE36F5" w14:paraId="4B64BCBA" w14:textId="77777777">
        <w:tc>
          <w:tcPr>
            <w:tcW w:w="2052" w:type="dxa"/>
            <w:tcBorders>
              <w:left w:val="single" w:color="auto" w:sz="12" w:space="0"/>
            </w:tcBorders>
            <w:shd w:val="clear" w:color="auto" w:fill="auto"/>
          </w:tcPr>
          <w:p w:rsidRPr="00BE36F5" w:rsidR="00BE36F5" w:rsidP="00CD5DF2" w:rsidRDefault="00BE36F5" w14:paraId="13847B20" w14:textId="77777777">
            <w:pPr>
              <w:rPr>
                <w:bCs/>
              </w:rPr>
            </w:pPr>
            <w:r w:rsidRPr="00BE36F5">
              <w:rPr>
                <w:bCs/>
              </w:rPr>
              <w:t>Keith Boggs</w:t>
            </w:r>
          </w:p>
        </w:tc>
        <w:tc>
          <w:tcPr>
            <w:tcW w:w="2664" w:type="dxa"/>
            <w:tcBorders>
              <w:right w:val="single" w:color="000000" w:sz="12" w:space="0"/>
            </w:tcBorders>
            <w:shd w:val="clear" w:color="auto" w:fill="auto"/>
          </w:tcPr>
          <w:p w:rsidRPr="00BE36F5" w:rsidR="00BE36F5" w:rsidP="00CD5DF2" w:rsidRDefault="00BE36F5" w14:paraId="5C7431FF" w14:textId="77777777">
            <w:r w:rsidRPr="00BE36F5">
              <w:t>Ankwb@uaa.alaska.edu</w:t>
            </w:r>
          </w:p>
        </w:tc>
        <w:tc>
          <w:tcPr>
            <w:tcW w:w="1884" w:type="dxa"/>
            <w:tcBorders>
              <w:left w:val="single" w:color="000000" w:sz="12" w:space="0"/>
            </w:tcBorders>
            <w:shd w:val="clear" w:color="auto" w:fill="auto"/>
          </w:tcPr>
          <w:p w:rsidRPr="00BE36F5" w:rsidR="00BE36F5" w:rsidP="00CD5DF2" w:rsidRDefault="00BE36F5" w14:paraId="70AEE664" w14:textId="77777777">
            <w:r w:rsidRPr="00BE36F5">
              <w:t>None</w:t>
            </w:r>
          </w:p>
        </w:tc>
        <w:tc>
          <w:tcPr>
            <w:tcW w:w="2928" w:type="dxa"/>
            <w:shd w:val="clear" w:color="auto" w:fill="auto"/>
          </w:tcPr>
          <w:p w:rsidRPr="00BE36F5" w:rsidR="00BE36F5" w:rsidP="00CD5DF2" w:rsidRDefault="00BE36F5" w14:paraId="00C9739B" w14:textId="77777777">
            <w:r w:rsidRPr="00BE36F5">
              <w:t>None</w:t>
            </w:r>
          </w:p>
        </w:tc>
      </w:tr>
      <w:tr w:rsidRPr="00BE36F5" w:rsidR="00BE36F5" w:rsidTr="00BE36F5" w14:paraId="7AEC9230" w14:textId="77777777">
        <w:tc>
          <w:tcPr>
            <w:tcW w:w="2052" w:type="dxa"/>
            <w:tcBorders>
              <w:left w:val="single" w:color="auto" w:sz="12" w:space="0"/>
              <w:bottom w:val="single" w:color="auto" w:sz="2" w:space="0"/>
            </w:tcBorders>
            <w:shd w:val="clear" w:color="auto" w:fill="auto"/>
          </w:tcPr>
          <w:p w:rsidRPr="00BE36F5" w:rsidR="00BE36F5" w:rsidP="00CD5DF2" w:rsidRDefault="00BE36F5" w14:paraId="72A906FB" w14:textId="77777777">
            <w:pPr>
              <w:rPr>
                <w:bCs/>
              </w:rPr>
            </w:pPr>
            <w:r w:rsidRPr="00BE36F5">
              <w:rPr>
                <w:bCs/>
              </w:rPr>
              <w:t>None</w:t>
            </w:r>
          </w:p>
        </w:tc>
        <w:tc>
          <w:tcPr>
            <w:tcW w:w="2664" w:type="dxa"/>
            <w:tcBorders>
              <w:right w:val="single" w:color="000000" w:sz="12" w:space="0"/>
            </w:tcBorders>
            <w:shd w:val="clear" w:color="auto" w:fill="auto"/>
          </w:tcPr>
          <w:p w:rsidRPr="00BE36F5" w:rsidR="00BE36F5" w:rsidP="00CD5DF2" w:rsidRDefault="00BE36F5" w14:paraId="597DC790" w14:textId="77777777">
            <w:r w:rsidRPr="00BE36F5">
              <w:t>None</w:t>
            </w:r>
          </w:p>
        </w:tc>
        <w:tc>
          <w:tcPr>
            <w:tcW w:w="1884" w:type="dxa"/>
            <w:tcBorders>
              <w:left w:val="single" w:color="000000" w:sz="12" w:space="0"/>
              <w:bottom w:val="single" w:color="auto" w:sz="2" w:space="0"/>
            </w:tcBorders>
            <w:shd w:val="clear" w:color="auto" w:fill="auto"/>
          </w:tcPr>
          <w:p w:rsidRPr="00BE36F5" w:rsidR="00BE36F5" w:rsidP="00CD5DF2" w:rsidRDefault="00BE36F5" w14:paraId="495DCD3B" w14:textId="77777777">
            <w:r w:rsidRPr="00BE36F5">
              <w:t>None</w:t>
            </w:r>
          </w:p>
        </w:tc>
        <w:tc>
          <w:tcPr>
            <w:tcW w:w="2928" w:type="dxa"/>
            <w:shd w:val="clear" w:color="auto" w:fill="auto"/>
          </w:tcPr>
          <w:p w:rsidRPr="00BE36F5" w:rsidR="00BE36F5" w:rsidP="00CD5DF2" w:rsidRDefault="00BE36F5" w14:paraId="2E973C2F" w14:textId="77777777">
            <w:r w:rsidRPr="00BE36F5">
              <w:t>None</w:t>
            </w:r>
          </w:p>
        </w:tc>
      </w:tr>
    </w:tbl>
    <w:p w:rsidR="00BE36F5" w:rsidP="00BE36F5" w:rsidRDefault="00BE36F5" w14:paraId="60B147B4" w14:textId="77777777"/>
    <w:p w:rsidRPr="00EB4E04" w:rsidR="00FE390A" w:rsidP="00BE36F5" w:rsidRDefault="00FE390A" w14:paraId="4734D1D0" w14:textId="475DBE06">
      <w:pPr>
        <w:pStyle w:val="InfoPara"/>
        <w:rPr>
          <w:b w:val="0"/>
          <w:bCs/>
        </w:rPr>
      </w:pPr>
      <w:r>
        <w:t xml:space="preserve">Reviewer: </w:t>
      </w:r>
      <w:r>
        <w:rPr>
          <w:b w:val="0"/>
          <w:bCs/>
        </w:rPr>
        <w:t>Robin Innes</w:t>
      </w:r>
    </w:p>
    <w:p w:rsidR="00BE36F5" w:rsidP="00BE36F5" w:rsidRDefault="00BE36F5" w14:paraId="0C189F6F" w14:textId="229B9F23">
      <w:pPr>
        <w:pStyle w:val="InfoPara"/>
      </w:pPr>
      <w:r>
        <w:t>Vegetation Type</w:t>
      </w:r>
    </w:p>
    <w:p w:rsidR="00BE36F5" w:rsidP="00BE36F5" w:rsidRDefault="007B352E" w14:paraId="27A90D0A" w14:textId="1EE00707">
      <w:r>
        <w:t xml:space="preserve">Herbaceous </w:t>
      </w:r>
      <w:r w:rsidR="00BE36F5">
        <w:t>Wetlands</w:t>
      </w:r>
    </w:p>
    <w:p w:rsidR="00BE36F5" w:rsidP="00BE36F5" w:rsidRDefault="00BE36F5" w14:paraId="1B65F674" w14:textId="77777777">
      <w:pPr>
        <w:pStyle w:val="InfoPara"/>
      </w:pPr>
      <w:r w:rsidR="0BE630F3">
        <w:rPr/>
        <w:t>Map Zones</w:t>
      </w:r>
    </w:p>
    <w:p w:rsidR="0BE630F3" w:rsidP="0BE630F3" w:rsidRDefault="0BE630F3" w14:paraId="719ACA29" w14:textId="2D000DBE">
      <w:pPr>
        <w:pStyle w:val="Normal"/>
      </w:pPr>
      <w:r w:rsidR="0BE630F3">
        <w:rPr/>
        <w:t>67, 68, 69, 70, 71, 72, 73, 76</w:t>
      </w:r>
    </w:p>
    <w:p w:rsidR="00BE36F5" w:rsidP="00BE36F5" w:rsidRDefault="00BE36F5" w14:paraId="3F04AFC5" w14:textId="77777777">
      <w:pPr>
        <w:pStyle w:val="InfoPara"/>
      </w:pPr>
      <w:r>
        <w:t>Geographic Range</w:t>
      </w:r>
    </w:p>
    <w:p w:rsidR="00245ACE" w:rsidP="00245ACE" w:rsidRDefault="003A6F57" w14:paraId="441B3AF8" w14:textId="4437FE21">
      <w:r w:rsidRPr="003A6F57">
        <w:t xml:space="preserve">This </w:t>
      </w:r>
      <w:r w:rsidR="00B06E0A">
        <w:t xml:space="preserve">Biophysical </w:t>
      </w:r>
      <w:r w:rsidR="00B31F5B">
        <w:t>Setting (</w:t>
      </w:r>
      <w:proofErr w:type="spellStart"/>
      <w:r w:rsidR="00B06E0A">
        <w:t>BpS</w:t>
      </w:r>
      <w:proofErr w:type="spellEnd"/>
      <w:r w:rsidR="00B31F5B">
        <w:t>)</w:t>
      </w:r>
      <w:r w:rsidRPr="003A6F57">
        <w:t xml:space="preserve"> occurs throughout arctic Alaska, typically in lowland regions, from the Bristol Bay lowlands in southwestern Alaska and the Kotzebue Sound lowlands of west-central Alaska, to the Beaufort Coastal Plain in northern Alaska, and the North Slope on the Arctic Ocean. It also occurs in other scattered locations of arctic Alaska where ice-wedge processes occur and may be found as small patches in alpine areas (</w:t>
      </w:r>
      <w:proofErr w:type="spellStart"/>
      <w:r w:rsidRPr="003A6F57">
        <w:t>Viereck</w:t>
      </w:r>
      <w:proofErr w:type="spellEnd"/>
      <w:r w:rsidRPr="003A6F57">
        <w:t xml:space="preserve"> et al. 1992, III.A.3.a).</w:t>
      </w:r>
    </w:p>
    <w:p w:rsidR="00BE36F5" w:rsidP="00BE36F5" w:rsidRDefault="00BE36F5" w14:paraId="44BD6E7B" w14:textId="77777777">
      <w:pPr>
        <w:pStyle w:val="InfoPara"/>
      </w:pPr>
      <w:r>
        <w:t>Biophysical Site Description</w:t>
      </w:r>
    </w:p>
    <w:p w:rsidR="00BE36F5" w:rsidP="00BE36F5" w:rsidRDefault="004927FD" w14:paraId="442BC249" w14:textId="51BC167F">
      <w:r w:rsidRPr="001424A9">
        <w:t>This ecological system occurs on wet sites (typically with 0</w:t>
      </w:r>
      <w:r>
        <w:t>-</w:t>
      </w:r>
      <w:r w:rsidRPr="001424A9">
        <w:t>1</w:t>
      </w:r>
      <w:r>
        <w:t>9</w:t>
      </w:r>
      <w:r w:rsidRPr="001424A9">
        <w:t>% visible surface water)</w:t>
      </w:r>
      <w:r>
        <w:t xml:space="preserve"> and areas where ice-wedge processes occur,</w:t>
      </w:r>
      <w:r w:rsidRPr="001424A9">
        <w:t xml:space="preserve"> with </w:t>
      </w:r>
      <w:r>
        <w:t>&gt;</w:t>
      </w:r>
      <w:r w:rsidRPr="001424A9">
        <w:t>25% cover of sedge species. Sites are flat to sloping in valley bottoms, basins, low</w:t>
      </w:r>
      <w:r>
        <w:t>-</w:t>
      </w:r>
      <w:r w:rsidRPr="001424A9">
        <w:t>center polygons, water tracks</w:t>
      </w:r>
      <w:r w:rsidR="00906166">
        <w:t>,</w:t>
      </w:r>
      <w:r w:rsidRPr="001424A9">
        <w:t xml:space="preserve"> and adjacent to streams</w:t>
      </w:r>
      <w:r w:rsidR="00C61C28">
        <w:t xml:space="preserve"> (Boggs et al. 2008)</w:t>
      </w:r>
      <w:r w:rsidRPr="001424A9">
        <w:t xml:space="preserve">. It also includes patterned wetlands such as ribbed fens. </w:t>
      </w:r>
      <w:r>
        <w:t>W</w:t>
      </w:r>
      <w:r w:rsidRPr="001424A9">
        <w:t>et sedge meadows are also found on large to small floodplains, which support the various wetlands that form in oxbows, wet depressions, low</w:t>
      </w:r>
      <w:r>
        <w:t>-</w:t>
      </w:r>
      <w:r w:rsidRPr="001424A9">
        <w:t>lying areas, and abandoned channels. Soils range from acidic to non</w:t>
      </w:r>
      <w:r>
        <w:t>-</w:t>
      </w:r>
      <w:r w:rsidRPr="001424A9">
        <w:t>acidic, are saturated during the summer, and have an organic horizon over silt with permafrost, although on floodplains, permafrost is absent</w:t>
      </w:r>
      <w:r w:rsidR="00463F83">
        <w:t xml:space="preserve"> (Boggs et al. 2008)</w:t>
      </w:r>
      <w:r w:rsidRPr="001424A9">
        <w:t xml:space="preserve">. Patch size is small to moderate and may be linear. Species diversity is much higher than in the freshwater marsh systems. </w:t>
      </w:r>
      <w:r>
        <w:t xml:space="preserve">Sites that </w:t>
      </w:r>
      <w:r w:rsidRPr="001424A9">
        <w:t>dominate the Beaufort Coastal Plain ecoregion</w:t>
      </w:r>
      <w:r>
        <w:t xml:space="preserve"> occur on i</w:t>
      </w:r>
      <w:r w:rsidRPr="001424A9">
        <w:t>ce</w:t>
      </w:r>
      <w:r>
        <w:t>-</w:t>
      </w:r>
      <w:r w:rsidRPr="001424A9">
        <w:t>wedge polygons and thaw</w:t>
      </w:r>
      <w:r>
        <w:t>-</w:t>
      </w:r>
      <w:r w:rsidRPr="001424A9">
        <w:t>lake cycle</w:t>
      </w:r>
      <w:r w:rsidR="0090095D">
        <w:t xml:space="preserve"> (</w:t>
      </w:r>
      <w:proofErr w:type="spellStart"/>
      <w:r w:rsidR="0090095D">
        <w:t>Nowacki</w:t>
      </w:r>
      <w:proofErr w:type="spellEnd"/>
      <w:r w:rsidR="0090095D">
        <w:t xml:space="preserve"> et al. 2001)</w:t>
      </w:r>
      <w:r w:rsidRPr="001424A9">
        <w:t>.</w:t>
      </w:r>
      <w:r>
        <w:t xml:space="preserve"> </w:t>
      </w:r>
      <w:r w:rsidRPr="001424A9">
        <w:t>The ice</w:t>
      </w:r>
      <w:r>
        <w:t>-</w:t>
      </w:r>
      <w:r w:rsidRPr="001424A9">
        <w:t>wedge polygons generally occur on level surfaces (0</w:t>
      </w:r>
      <w:r>
        <w:t>-</w:t>
      </w:r>
      <w:r w:rsidRPr="001424A9">
        <w:t>2° slopes), and the ice wedges may be 2 m wide at the top. Polygon diameter ranges from several to more than 30 m</w:t>
      </w:r>
      <w:r>
        <w:t>eters</w:t>
      </w:r>
      <w:r w:rsidRPr="001424A9">
        <w:t>. In addition to the Beaufort Coastal Plain, ice</w:t>
      </w:r>
      <w:r>
        <w:t>-</w:t>
      </w:r>
      <w:r w:rsidRPr="001424A9">
        <w:t xml:space="preserve">wedge polygons are a common feature on level ground within foothills and mountains, on glacial drift, </w:t>
      </w:r>
      <w:r w:rsidR="007E1816">
        <w:t xml:space="preserve">and on </w:t>
      </w:r>
      <w:r w:rsidRPr="001424A9">
        <w:t xml:space="preserve">lacustrine and floodplain terrace surficial deposits. </w:t>
      </w:r>
    </w:p>
    <w:p w:rsidR="00BE36F5" w:rsidP="00BE36F5" w:rsidRDefault="00BE36F5" w14:paraId="5DC937B2" w14:textId="77777777">
      <w:pPr>
        <w:pStyle w:val="InfoPara"/>
      </w:pPr>
      <w:r>
        <w:t>Vegetation Description</w:t>
      </w:r>
    </w:p>
    <w:p w:rsidR="00BE36F5" w:rsidP="00BE36F5" w:rsidRDefault="00C579B2" w14:paraId="2577F473" w14:textId="492F2777">
      <w:r>
        <w:t>Sites</w:t>
      </w:r>
      <w:r w:rsidRPr="001424A9">
        <w:t xml:space="preserve"> typically occur on low</w:t>
      </w:r>
      <w:r>
        <w:t>-</w:t>
      </w:r>
      <w:r w:rsidRPr="001424A9">
        <w:t>center polygons</w:t>
      </w:r>
      <w:r>
        <w:t xml:space="preserve"> and </w:t>
      </w:r>
      <w:r w:rsidRPr="001424A9">
        <w:t xml:space="preserve">polygon centers have standing water, </w:t>
      </w:r>
      <w:r w:rsidRPr="001424A9" w:rsidR="00FC7240">
        <w:t>marsh,</w:t>
      </w:r>
      <w:r w:rsidRPr="001424A9">
        <w:t xml:space="preserve"> and wet sedge vegetation.</w:t>
      </w:r>
      <w:r>
        <w:t xml:space="preserve"> Sites on</w:t>
      </w:r>
      <w:r w:rsidRPr="001424A9">
        <w:t xml:space="preserve"> polygon perimeters </w:t>
      </w:r>
      <w:r>
        <w:t xml:space="preserve">also </w:t>
      </w:r>
      <w:r w:rsidRPr="001424A9">
        <w:t>typically support wet sedge vegetation</w:t>
      </w:r>
      <w:r>
        <w:t>.</w:t>
      </w:r>
      <w:r w:rsidRPr="001424A9">
        <w:t xml:space="preserve"> Sites are </w:t>
      </w:r>
      <w:r>
        <w:t>usually</w:t>
      </w:r>
      <w:r w:rsidRPr="001424A9">
        <w:t xml:space="preserve"> dominated by </w:t>
      </w:r>
      <w:proofErr w:type="spellStart"/>
      <w:r w:rsidRPr="00456B90">
        <w:rPr>
          <w:i/>
        </w:rPr>
        <w:t>Carex</w:t>
      </w:r>
      <w:proofErr w:type="spellEnd"/>
      <w:r w:rsidRPr="00456B90">
        <w:rPr>
          <w:i/>
        </w:rPr>
        <w:t xml:space="preserve"> </w:t>
      </w:r>
      <w:proofErr w:type="spellStart"/>
      <w:r w:rsidRPr="00456B90">
        <w:rPr>
          <w:i/>
        </w:rPr>
        <w:t>aquatilis</w:t>
      </w:r>
      <w:proofErr w:type="spellEnd"/>
      <w:r w:rsidRPr="001424A9">
        <w:t xml:space="preserve"> and </w:t>
      </w:r>
      <w:proofErr w:type="spellStart"/>
      <w:r w:rsidRPr="00456B90">
        <w:rPr>
          <w:i/>
        </w:rPr>
        <w:t>Eriophorum</w:t>
      </w:r>
      <w:proofErr w:type="spellEnd"/>
      <w:r w:rsidRPr="00456B90">
        <w:rPr>
          <w:i/>
        </w:rPr>
        <w:t xml:space="preserve"> </w:t>
      </w:r>
      <w:r w:rsidRPr="00456B90" w:rsidR="00613037">
        <w:rPr>
          <w:i/>
        </w:rPr>
        <w:t>angustifolium</w:t>
      </w:r>
      <w:r w:rsidR="00613037">
        <w:rPr>
          <w:i/>
        </w:rPr>
        <w:t xml:space="preserve"> but</w:t>
      </w:r>
      <w:r w:rsidRPr="001424A9">
        <w:t xml:space="preserve"> may also be dominated or co</w:t>
      </w:r>
      <w:r w:rsidR="008E420D">
        <w:t>-</w:t>
      </w:r>
      <w:r w:rsidRPr="001424A9">
        <w:t xml:space="preserve">dominated by </w:t>
      </w:r>
      <w:proofErr w:type="spellStart"/>
      <w:r w:rsidRPr="00456B90">
        <w:rPr>
          <w:i/>
        </w:rPr>
        <w:t>Carex</w:t>
      </w:r>
      <w:proofErr w:type="spellEnd"/>
      <w:r w:rsidRPr="00456B90">
        <w:rPr>
          <w:i/>
        </w:rPr>
        <w:t xml:space="preserve"> </w:t>
      </w:r>
      <w:proofErr w:type="spellStart"/>
      <w:r w:rsidRPr="00456B90">
        <w:rPr>
          <w:i/>
        </w:rPr>
        <w:t>glareosa</w:t>
      </w:r>
      <w:proofErr w:type="spellEnd"/>
      <w:r w:rsidRPr="00456B90">
        <w:rPr>
          <w:i/>
        </w:rPr>
        <w:t xml:space="preserve">, </w:t>
      </w:r>
      <w:proofErr w:type="spellStart"/>
      <w:r w:rsidRPr="00456B90">
        <w:rPr>
          <w:i/>
        </w:rPr>
        <w:t>Carex</w:t>
      </w:r>
      <w:proofErr w:type="spellEnd"/>
      <w:r w:rsidRPr="00456B90">
        <w:rPr>
          <w:i/>
        </w:rPr>
        <w:t xml:space="preserve"> </w:t>
      </w:r>
      <w:proofErr w:type="spellStart"/>
      <w:r w:rsidRPr="00456B90">
        <w:rPr>
          <w:i/>
        </w:rPr>
        <w:t>rotundata</w:t>
      </w:r>
      <w:proofErr w:type="spellEnd"/>
      <w:r w:rsidRPr="00456B90">
        <w:rPr>
          <w:i/>
        </w:rPr>
        <w:t xml:space="preserve">, </w:t>
      </w:r>
      <w:proofErr w:type="spellStart"/>
      <w:r w:rsidRPr="00456B90">
        <w:rPr>
          <w:i/>
        </w:rPr>
        <w:t>Carex</w:t>
      </w:r>
      <w:proofErr w:type="spellEnd"/>
      <w:r w:rsidRPr="00456B90">
        <w:rPr>
          <w:i/>
        </w:rPr>
        <w:t xml:space="preserve"> </w:t>
      </w:r>
      <w:proofErr w:type="spellStart"/>
      <w:r w:rsidRPr="00456B90">
        <w:rPr>
          <w:i/>
        </w:rPr>
        <w:t>rariflora</w:t>
      </w:r>
      <w:proofErr w:type="spellEnd"/>
      <w:r w:rsidRPr="00456B90">
        <w:rPr>
          <w:i/>
        </w:rPr>
        <w:t xml:space="preserve">, </w:t>
      </w:r>
      <w:proofErr w:type="spellStart"/>
      <w:r w:rsidRPr="00456B90">
        <w:rPr>
          <w:i/>
        </w:rPr>
        <w:t>Carex</w:t>
      </w:r>
      <w:proofErr w:type="spellEnd"/>
      <w:r w:rsidRPr="00456B90">
        <w:rPr>
          <w:i/>
        </w:rPr>
        <w:t xml:space="preserve"> </w:t>
      </w:r>
      <w:proofErr w:type="spellStart"/>
      <w:r w:rsidRPr="00456B90">
        <w:rPr>
          <w:i/>
        </w:rPr>
        <w:t>chordorrhiza</w:t>
      </w:r>
      <w:proofErr w:type="spellEnd"/>
      <w:r w:rsidRPr="00456B90">
        <w:rPr>
          <w:i/>
        </w:rPr>
        <w:t xml:space="preserve">, </w:t>
      </w:r>
      <w:proofErr w:type="spellStart"/>
      <w:r w:rsidRPr="00456B90">
        <w:rPr>
          <w:i/>
        </w:rPr>
        <w:t>Carex</w:t>
      </w:r>
      <w:proofErr w:type="spellEnd"/>
      <w:r w:rsidRPr="00456B90">
        <w:rPr>
          <w:i/>
        </w:rPr>
        <w:t xml:space="preserve"> rostrata, </w:t>
      </w:r>
      <w:proofErr w:type="spellStart"/>
      <w:r w:rsidRPr="00456B90">
        <w:rPr>
          <w:i/>
        </w:rPr>
        <w:t>Carex</w:t>
      </w:r>
      <w:proofErr w:type="spellEnd"/>
      <w:r w:rsidRPr="00456B90">
        <w:rPr>
          <w:i/>
        </w:rPr>
        <w:t xml:space="preserve"> saxatilis, </w:t>
      </w:r>
      <w:proofErr w:type="spellStart"/>
      <w:r w:rsidRPr="00456B90">
        <w:rPr>
          <w:i/>
        </w:rPr>
        <w:t>Carex</w:t>
      </w:r>
      <w:proofErr w:type="spellEnd"/>
      <w:r w:rsidRPr="00456B90">
        <w:rPr>
          <w:i/>
        </w:rPr>
        <w:t xml:space="preserve"> </w:t>
      </w:r>
      <w:proofErr w:type="spellStart"/>
      <w:r w:rsidRPr="00456B90">
        <w:rPr>
          <w:i/>
        </w:rPr>
        <w:t>utriculata</w:t>
      </w:r>
      <w:proofErr w:type="spellEnd"/>
      <w:r w:rsidRPr="00456B90">
        <w:rPr>
          <w:i/>
        </w:rPr>
        <w:t xml:space="preserve">, </w:t>
      </w:r>
      <w:proofErr w:type="spellStart"/>
      <w:r w:rsidRPr="00456B90">
        <w:rPr>
          <w:i/>
        </w:rPr>
        <w:t>Eriophorum</w:t>
      </w:r>
      <w:proofErr w:type="spellEnd"/>
      <w:r w:rsidRPr="00456B90">
        <w:rPr>
          <w:i/>
        </w:rPr>
        <w:t xml:space="preserve"> </w:t>
      </w:r>
      <w:proofErr w:type="spellStart"/>
      <w:r w:rsidRPr="00456B90">
        <w:rPr>
          <w:i/>
        </w:rPr>
        <w:t>russeolum</w:t>
      </w:r>
      <w:proofErr w:type="spellEnd"/>
      <w:r w:rsidRPr="001424A9">
        <w:t xml:space="preserve">, and </w:t>
      </w:r>
      <w:proofErr w:type="spellStart"/>
      <w:r w:rsidRPr="00456B90">
        <w:rPr>
          <w:i/>
        </w:rPr>
        <w:t>Eriophorum</w:t>
      </w:r>
      <w:proofErr w:type="spellEnd"/>
      <w:r w:rsidRPr="00456B90">
        <w:rPr>
          <w:i/>
        </w:rPr>
        <w:t xml:space="preserve"> </w:t>
      </w:r>
      <w:proofErr w:type="spellStart"/>
      <w:r w:rsidRPr="00456B90">
        <w:rPr>
          <w:i/>
        </w:rPr>
        <w:t>scheuchzeri</w:t>
      </w:r>
      <w:proofErr w:type="spellEnd"/>
      <w:r w:rsidRPr="001424A9">
        <w:t xml:space="preserve">. </w:t>
      </w:r>
      <w:proofErr w:type="spellStart"/>
      <w:r w:rsidRPr="00456B90">
        <w:rPr>
          <w:i/>
        </w:rPr>
        <w:t>Dupontia</w:t>
      </w:r>
      <w:proofErr w:type="spellEnd"/>
      <w:r w:rsidRPr="00456B90">
        <w:rPr>
          <w:i/>
        </w:rPr>
        <w:t xml:space="preserve"> </w:t>
      </w:r>
      <w:proofErr w:type="spellStart"/>
      <w:r w:rsidRPr="00456B90">
        <w:rPr>
          <w:i/>
        </w:rPr>
        <w:t>fisheri</w:t>
      </w:r>
      <w:proofErr w:type="spellEnd"/>
      <w:r w:rsidRPr="001424A9">
        <w:t xml:space="preserve"> may also occur. Dwarf</w:t>
      </w:r>
      <w:r>
        <w:t>-</w:t>
      </w:r>
      <w:r w:rsidRPr="001424A9">
        <w:t xml:space="preserve">shrubs such as </w:t>
      </w:r>
      <w:r w:rsidRPr="00456B90">
        <w:rPr>
          <w:i/>
        </w:rPr>
        <w:t xml:space="preserve">Salix </w:t>
      </w:r>
      <w:proofErr w:type="spellStart"/>
      <w:r w:rsidRPr="00456B90">
        <w:rPr>
          <w:i/>
        </w:rPr>
        <w:t>fuscescens</w:t>
      </w:r>
      <w:proofErr w:type="spellEnd"/>
      <w:r w:rsidRPr="00456B90">
        <w:rPr>
          <w:i/>
        </w:rPr>
        <w:t xml:space="preserve">, Salix pulchra, Andromeda </w:t>
      </w:r>
      <w:proofErr w:type="spellStart"/>
      <w:r w:rsidRPr="00456B90">
        <w:rPr>
          <w:i/>
        </w:rPr>
        <w:t>polifolia</w:t>
      </w:r>
      <w:proofErr w:type="spellEnd"/>
      <w:r w:rsidRPr="00456B90">
        <w:rPr>
          <w:i/>
        </w:rPr>
        <w:t xml:space="preserve">, Betula nana, </w:t>
      </w:r>
      <w:proofErr w:type="spellStart"/>
      <w:r w:rsidRPr="00456B90">
        <w:rPr>
          <w:i/>
        </w:rPr>
        <w:t>Empetrum</w:t>
      </w:r>
      <w:proofErr w:type="spellEnd"/>
      <w:r w:rsidRPr="00456B90">
        <w:rPr>
          <w:i/>
        </w:rPr>
        <w:t xml:space="preserve"> nigrum, Ledum </w:t>
      </w:r>
      <w:proofErr w:type="spellStart"/>
      <w:r w:rsidRPr="00456B90">
        <w:rPr>
          <w:i/>
        </w:rPr>
        <w:t>palustre</w:t>
      </w:r>
      <w:proofErr w:type="spellEnd"/>
      <w:r w:rsidRPr="00456B90">
        <w:rPr>
          <w:i/>
        </w:rPr>
        <w:t xml:space="preserve"> ssp. </w:t>
      </w:r>
      <w:proofErr w:type="spellStart"/>
      <w:r w:rsidRPr="00456B90">
        <w:rPr>
          <w:i/>
        </w:rPr>
        <w:t>decumbens</w:t>
      </w:r>
      <w:proofErr w:type="spellEnd"/>
      <w:r w:rsidRPr="001424A9">
        <w:t xml:space="preserve">, </w:t>
      </w:r>
      <w:r w:rsidRPr="00456B90">
        <w:rPr>
          <w:i/>
        </w:rPr>
        <w:t xml:space="preserve">Vaccinium vitis-idaea, </w:t>
      </w:r>
      <w:r w:rsidRPr="001424A9">
        <w:t xml:space="preserve">and </w:t>
      </w:r>
      <w:r w:rsidRPr="00456B90">
        <w:rPr>
          <w:i/>
        </w:rPr>
        <w:t xml:space="preserve">Vaccinium </w:t>
      </w:r>
      <w:proofErr w:type="spellStart"/>
      <w:r w:rsidRPr="00456B90">
        <w:rPr>
          <w:i/>
        </w:rPr>
        <w:t>uliginosum</w:t>
      </w:r>
      <w:proofErr w:type="spellEnd"/>
      <w:r w:rsidRPr="001424A9">
        <w:t xml:space="preserve"> may be common but make up </w:t>
      </w:r>
      <w:r>
        <w:t>&lt;</w:t>
      </w:r>
      <w:r w:rsidRPr="001424A9">
        <w:t xml:space="preserve">25% cover. Moss species include </w:t>
      </w:r>
      <w:proofErr w:type="spellStart"/>
      <w:r w:rsidRPr="00456B90">
        <w:rPr>
          <w:i/>
        </w:rPr>
        <w:t>Drepanocladus</w:t>
      </w:r>
      <w:proofErr w:type="spellEnd"/>
      <w:r w:rsidRPr="001424A9">
        <w:t xml:space="preserve"> spp.</w:t>
      </w:r>
      <w:r>
        <w:t xml:space="preserve">, </w:t>
      </w:r>
      <w:r w:rsidRPr="00456B90">
        <w:rPr>
          <w:i/>
        </w:rPr>
        <w:t>Sphagnum</w:t>
      </w:r>
      <w:r w:rsidRPr="001424A9">
        <w:t xml:space="preserve"> spp</w:t>
      </w:r>
      <w:r>
        <w:t xml:space="preserve">., </w:t>
      </w:r>
      <w:proofErr w:type="spellStart"/>
      <w:r w:rsidRPr="00456B90">
        <w:rPr>
          <w:i/>
        </w:rPr>
        <w:t>Polytrichum</w:t>
      </w:r>
      <w:proofErr w:type="spellEnd"/>
      <w:r w:rsidRPr="00456B90">
        <w:rPr>
          <w:i/>
        </w:rPr>
        <w:t xml:space="preserve"> strictum</w:t>
      </w:r>
      <w:r w:rsidRPr="001424A9">
        <w:t xml:space="preserve">, and </w:t>
      </w:r>
      <w:proofErr w:type="spellStart"/>
      <w:r w:rsidRPr="00456B90">
        <w:rPr>
          <w:i/>
        </w:rPr>
        <w:t>Hylocomium</w:t>
      </w:r>
      <w:proofErr w:type="spellEnd"/>
      <w:r w:rsidRPr="00456B90">
        <w:rPr>
          <w:i/>
        </w:rPr>
        <w:t xml:space="preserve"> splendens</w:t>
      </w:r>
      <w:r w:rsidRPr="001424A9">
        <w:t>.</w:t>
      </w:r>
      <w:r>
        <w:t xml:space="preserve"> </w:t>
      </w:r>
      <w:r w:rsidRPr="001424A9">
        <w:t>More elevated perimeters support low shrubs and tussocks.</w:t>
      </w:r>
      <w:r>
        <w:t xml:space="preserve"> </w:t>
      </w:r>
      <w:proofErr w:type="spellStart"/>
      <w:r w:rsidRPr="00456B90">
        <w:rPr>
          <w:i/>
        </w:rPr>
        <w:t>Eriophorum</w:t>
      </w:r>
      <w:proofErr w:type="spellEnd"/>
      <w:r w:rsidRPr="00456B90">
        <w:rPr>
          <w:i/>
        </w:rPr>
        <w:t xml:space="preserve"> </w:t>
      </w:r>
      <w:proofErr w:type="spellStart"/>
      <w:r w:rsidRPr="00456B90">
        <w:rPr>
          <w:i/>
        </w:rPr>
        <w:t>vaginatum</w:t>
      </w:r>
      <w:proofErr w:type="spellEnd"/>
      <w:r w:rsidRPr="001424A9">
        <w:t xml:space="preserve"> is the primary tussock</w:t>
      </w:r>
      <w:r>
        <w:t>-</w:t>
      </w:r>
      <w:r w:rsidRPr="001424A9">
        <w:t xml:space="preserve">former in most sites, but </w:t>
      </w:r>
      <w:proofErr w:type="spellStart"/>
      <w:r w:rsidRPr="00456B90">
        <w:rPr>
          <w:i/>
        </w:rPr>
        <w:t>Carex</w:t>
      </w:r>
      <w:proofErr w:type="spellEnd"/>
      <w:r w:rsidRPr="00456B90">
        <w:rPr>
          <w:i/>
        </w:rPr>
        <w:t xml:space="preserve"> </w:t>
      </w:r>
      <w:proofErr w:type="spellStart"/>
      <w:r w:rsidRPr="00456B90">
        <w:rPr>
          <w:i/>
        </w:rPr>
        <w:t>bigelowii</w:t>
      </w:r>
      <w:proofErr w:type="spellEnd"/>
      <w:r w:rsidRPr="001424A9">
        <w:t xml:space="preserve"> may dominate some sites.</w:t>
      </w:r>
      <w:r>
        <w:t xml:space="preserve"> </w:t>
      </w:r>
      <w:proofErr w:type="spellStart"/>
      <w:r w:rsidRPr="00C92CE0">
        <w:rPr>
          <w:i/>
          <w:iCs/>
        </w:rPr>
        <w:t>Carex</w:t>
      </w:r>
      <w:proofErr w:type="spellEnd"/>
      <w:r w:rsidRPr="00C92CE0">
        <w:rPr>
          <w:i/>
          <w:iCs/>
        </w:rPr>
        <w:t xml:space="preserve"> </w:t>
      </w:r>
      <w:proofErr w:type="spellStart"/>
      <w:r w:rsidRPr="00C92CE0">
        <w:rPr>
          <w:i/>
          <w:iCs/>
        </w:rPr>
        <w:t>aquatilis</w:t>
      </w:r>
      <w:proofErr w:type="spellEnd"/>
      <w:r>
        <w:t xml:space="preserve"> and </w:t>
      </w:r>
      <w:proofErr w:type="spellStart"/>
      <w:r w:rsidRPr="00C92CE0">
        <w:rPr>
          <w:i/>
          <w:iCs/>
        </w:rPr>
        <w:t>Eriophorum</w:t>
      </w:r>
      <w:proofErr w:type="spellEnd"/>
      <w:r w:rsidRPr="00C92CE0">
        <w:rPr>
          <w:i/>
          <w:iCs/>
        </w:rPr>
        <w:t xml:space="preserve"> angustifolium</w:t>
      </w:r>
      <w:r>
        <w:t xml:space="preserve"> are the dominant and indicator species for this type; other species make up less than 10% of the sites.</w:t>
      </w:r>
    </w:p>
    <w:p w:rsidR="00BE36F5" w:rsidP="00BE36F5" w:rsidRDefault="00BE36F5" w14:paraId="05E9A2FE" w14:textId="77777777">
      <w:pPr>
        <w:pStyle w:val="InfoPara"/>
      </w:pPr>
      <w:proofErr w:type="spellStart"/>
      <w:r>
        <w:t>BpS</w:t>
      </w:r>
      <w:proofErr w:type="spellEnd"/>
      <w:r>
        <w:t xml:space="preserve">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CAAQ</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aquatilis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Water sedge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ERAN6</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Eriophorum angustifolium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Tall cottongrass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CABI5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bigelowii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Bigelow's sedge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BENA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nana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Dwarf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SAPU15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pulchra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Tealeaf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LEPAD</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Ledum palustre ssp. decumbens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Marsh labrador tea</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VAVI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vitis-idaea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Lingonberry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VAUL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uliginosum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Bog blueberry</w:t>
            </w:r>
          </w:p>
        </w:tc>
      </w:tr>
    </w:tbl>
    <w:p>
      <w:r>
        <w:rPr>
          <w:sz w:val="16"/>
        </w:rPr>
        <w:t>Species names are from the NRCS PLANTS database. Check species codes at http://plants.usda.gov.</w:t>
      </w:r>
    </w:p>
    <w:p w:rsidR="00BE36F5" w:rsidP="00BE36F5" w:rsidRDefault="00BE36F5" w14:paraId="5BA9F78C" w14:textId="77777777">
      <w:pPr>
        <w:pStyle w:val="InfoPara"/>
      </w:pPr>
      <w:r>
        <w:t>Disturbance Description</w:t>
      </w:r>
    </w:p>
    <w:p w:rsidR="00CD5DF2" w:rsidP="00CD5DF2" w:rsidRDefault="002D14A1" w14:paraId="05403BE3" w14:textId="7EC0FB8F">
      <w:r w:rsidRPr="001424A9">
        <w:t xml:space="preserve">This system occurs within a variety of successional processes, including thaw lakes, </w:t>
      </w:r>
      <w:proofErr w:type="spellStart"/>
      <w:r w:rsidRPr="00645A1A">
        <w:t>strangmoors</w:t>
      </w:r>
      <w:proofErr w:type="spellEnd"/>
      <w:r>
        <w:t xml:space="preserve">, </w:t>
      </w:r>
      <w:r w:rsidRPr="001424A9">
        <w:t>polygonal ground, ice</w:t>
      </w:r>
      <w:r>
        <w:t>-</w:t>
      </w:r>
      <w:r w:rsidRPr="001424A9">
        <w:t>wedge polygons, oriented lakes, water tracks</w:t>
      </w:r>
      <w:r w:rsidR="00FF7057">
        <w:t>,</w:t>
      </w:r>
      <w:r w:rsidRPr="001424A9">
        <w:t xml:space="preserve"> and adjacent to streams</w:t>
      </w:r>
      <w:r w:rsidDel="002D14A1">
        <w:t xml:space="preserve"> </w:t>
      </w:r>
      <w:r w:rsidR="00CD5DF2">
        <w:t>(Boggs et al. 2008). The successional processes of this system are slow (i.e.</w:t>
      </w:r>
      <w:r w:rsidR="00B60BB8">
        <w:t>,</w:t>
      </w:r>
      <w:r w:rsidR="00CD5DF2">
        <w:t xml:space="preserve"> on the scale of 1</w:t>
      </w:r>
      <w:r w:rsidR="002C0A6E">
        <w:t>,</w:t>
      </w:r>
      <w:r w:rsidR="00CD5DF2">
        <w:t xml:space="preserve">000s of years) and the seral stages are unclear (personal communication Arctic modeling meeting April 2008). Wet sedge </w:t>
      </w:r>
      <w:r w:rsidR="00DB59CA">
        <w:t>tundra</w:t>
      </w:r>
      <w:r w:rsidR="00CD5DF2">
        <w:t xml:space="preserve"> can be an early-seral stage in the thaw pond cycle which starts with the collapse of a permafrost plateau resulting in a wet depression often with open water. This is colonized by marsh species or </w:t>
      </w:r>
      <w:r w:rsidRPr="007E2222" w:rsidR="00CD5DF2">
        <w:rPr>
          <w:i/>
          <w:iCs/>
        </w:rPr>
        <w:t>Sphagnum</w:t>
      </w:r>
      <w:r w:rsidR="00CD5DF2">
        <w:t xml:space="preserve"> species or a combination of both. Sedges eventually invade, and the wet sedge-</w:t>
      </w:r>
      <w:r w:rsidRPr="007E2222" w:rsidR="00CD5DF2">
        <w:rPr>
          <w:i/>
          <w:iCs/>
        </w:rPr>
        <w:t>Sphagnum</w:t>
      </w:r>
      <w:r w:rsidR="00CD5DF2">
        <w:t xml:space="preserve"> system develops. If organic matter buildup or permafrost uplift the surface, then this system may be seral to the dwarf-shrub-</w:t>
      </w:r>
      <w:r w:rsidRPr="007E2222" w:rsidR="00CD5DF2">
        <w:rPr>
          <w:i/>
          <w:iCs/>
        </w:rPr>
        <w:t>Sphagnum</w:t>
      </w:r>
      <w:r w:rsidR="00CD5DF2">
        <w:t xml:space="preserve"> system. This system, in turn, may be seral to the permafrost plateau-dwarf-shrub-lichen system. The seral sequence may not be unidirectional, and the timeframe is unclear, possibly taking hundreds of years.</w:t>
      </w:r>
    </w:p>
    <w:p w:rsidR="007F748F" w:rsidP="00CD5DF2" w:rsidRDefault="007F748F" w14:paraId="6744F2F3" w14:textId="77777777"/>
    <w:p w:rsidR="00CD5DF2" w:rsidP="00BE36F5" w:rsidRDefault="007F748F" w14:paraId="7E9CFF08" w14:textId="256245AF">
      <w:r w:rsidRPr="001424A9">
        <w:t>In floodplains, primary succession on the Yukon</w:t>
      </w:r>
      <w:r>
        <w:t>-</w:t>
      </w:r>
      <w:r w:rsidRPr="001424A9">
        <w:t>Kuskokwim Delta may move rapidly from aquatic bed to marsh to wet sedge and, possibly, wet low</w:t>
      </w:r>
      <w:r>
        <w:t>-</w:t>
      </w:r>
      <w:r w:rsidRPr="001424A9">
        <w:t>tall shrub. An alternate wetland pathway is mesic sites supporting low or tall willows moving to wet low</w:t>
      </w:r>
      <w:r>
        <w:t>-</w:t>
      </w:r>
      <w:r w:rsidRPr="001424A9">
        <w:t>tall shrub to wet sedge to tussocks, but this last stage is no longer part of floodplain dynamics. Primary succession on the Beaufort Coastal Plain progresses slowly from gravel bars to tall willow (possibly persisting for 300 years) or alder</w:t>
      </w:r>
      <w:r>
        <w:t>-</w:t>
      </w:r>
      <w:r w:rsidRPr="001424A9">
        <w:t xml:space="preserve">willow, then to wet low willow (possibly persisting for 500 years). </w:t>
      </w:r>
      <w:proofErr w:type="spellStart"/>
      <w:r w:rsidRPr="001424A9">
        <w:t>Paludification</w:t>
      </w:r>
      <w:proofErr w:type="spellEnd"/>
      <w:r w:rsidRPr="001424A9">
        <w:t xml:space="preserve"> may lead to wet sedge (possibly persisting for 1</w:t>
      </w:r>
      <w:r>
        <w:t>,</w:t>
      </w:r>
      <w:r w:rsidRPr="001424A9">
        <w:t>000</w:t>
      </w:r>
      <w:r>
        <w:t>-</w:t>
      </w:r>
      <w:r w:rsidRPr="001424A9">
        <w:t>2</w:t>
      </w:r>
      <w:r>
        <w:t>,</w:t>
      </w:r>
      <w:r w:rsidRPr="001424A9">
        <w:t>000 years), and permafrost formation may lead to tussock tundra, but this last stage is no longer part of the floodplain dynamics.</w:t>
      </w:r>
    </w:p>
    <w:p w:rsidR="007F748F" w:rsidP="00BE36F5" w:rsidRDefault="007F748F" w14:paraId="461814C1" w14:textId="77777777"/>
    <w:p w:rsidR="00BE36F5" w:rsidP="00BE36F5" w:rsidRDefault="00BE36F5" w14:paraId="6C9A08DA" w14:textId="6B19ACDA">
      <w:r>
        <w:t xml:space="preserve">Ice wedge polygons are formed by large ice wedges which grow in thermal contraction cracks in permafrost. Low center polygons indicate that ice wedges are actually growing and that </w:t>
      </w:r>
      <w:r>
        <w:t xml:space="preserve">sediments are being actively upturned. High center polygons indicate that erosion, deposition, or thawing is more prevalent than the </w:t>
      </w:r>
      <w:proofErr w:type="gramStart"/>
      <w:r>
        <w:t>up-pushing</w:t>
      </w:r>
      <w:proofErr w:type="gramEnd"/>
      <w:r>
        <w:t xml:space="preserve"> of the sediments along the sides of the wedge. Ice-wedge polygons are typically part of a spatially coarser thaw lake cycle.</w:t>
      </w:r>
      <w:r w:rsidR="00CD5DF2">
        <w:t xml:space="preserve"> </w:t>
      </w:r>
      <w:r w:rsidRPr="001424A9" w:rsidR="00831CD8">
        <w:t>Most of the land on the Beaufort Coastal Plain (</w:t>
      </w:r>
      <w:proofErr w:type="spellStart"/>
      <w:r w:rsidRPr="001424A9" w:rsidR="00831CD8">
        <w:t>Nowacki</w:t>
      </w:r>
      <w:proofErr w:type="spellEnd"/>
      <w:r w:rsidRPr="001424A9" w:rsidR="00831CD8">
        <w:t xml:space="preserve"> et al. (2001) ecoregion 1) is polygonal ground and pond complexes.</w:t>
      </w:r>
      <w:r w:rsidR="00831CD8">
        <w:t xml:space="preserve"> </w:t>
      </w:r>
      <w:r>
        <w:t xml:space="preserve">Peterson and Billings (1978) found that low center polygons evolve into high center polygons on the edge of the Meade River Sand Bluffs (100 km south of Barrow, Alaska). The time scale on successional processes for this </w:t>
      </w:r>
      <w:proofErr w:type="spellStart"/>
      <w:r>
        <w:t>BpS</w:t>
      </w:r>
      <w:proofErr w:type="spellEnd"/>
      <w:r>
        <w:t xml:space="preserve"> is long</w:t>
      </w:r>
      <w:r w:rsidR="00CD5DF2">
        <w:t>.</w:t>
      </w:r>
    </w:p>
    <w:p w:rsidR="00CD5DF2" w:rsidP="00166BAE" w:rsidRDefault="00CD5DF2" w14:paraId="7BFFFB16" w14:textId="77777777"/>
    <w:p w:rsidR="00CD5DF2" w:rsidP="00166BAE" w:rsidRDefault="00166BAE" w14:paraId="143B4BB3" w14:textId="06C21AD9">
      <w:r w:rsidRPr="00166BAE">
        <w:t xml:space="preserve">In 2013, an extensive literature search was done by </w:t>
      </w:r>
      <w:r w:rsidR="00CD5DF2">
        <w:t xml:space="preserve">Fire Effects Information System </w:t>
      </w:r>
      <w:r w:rsidRPr="00166BAE">
        <w:t xml:space="preserve">staff to locate information for a synthesis on </w:t>
      </w:r>
      <w:r w:rsidR="000D2423">
        <w:t>f</w:t>
      </w:r>
      <w:r w:rsidRPr="00166BAE">
        <w:t>ire regimes of Alaskan tundra communities</w:t>
      </w:r>
      <w:r w:rsidR="00CD5DF2">
        <w:t xml:space="preserve"> (Innes 2013)</w:t>
      </w:r>
      <w:r w:rsidRPr="00166BAE">
        <w:t>. This synthesis reported that fire severity is influenced by site characteristics and pre</w:t>
      </w:r>
      <w:r w:rsidR="002813E9">
        <w:t>-</w:t>
      </w:r>
      <w:r w:rsidRPr="00166BAE">
        <w:t xml:space="preserve">fire plant community composition. </w:t>
      </w:r>
      <w:r w:rsidR="00CD5DF2">
        <w:t xml:space="preserve">Shrubs in this </w:t>
      </w:r>
      <w:proofErr w:type="spellStart"/>
      <w:r w:rsidR="00CD5DF2">
        <w:t>BpS</w:t>
      </w:r>
      <w:proofErr w:type="spellEnd"/>
      <w:r w:rsidR="00CD5DF2">
        <w:t xml:space="preserve"> are typically top killed by fire (Innes 2013); however, a study by Racine et al. (2004) on the Seward Peninsula found that cover of </w:t>
      </w:r>
      <w:proofErr w:type="spellStart"/>
      <w:r w:rsidRPr="007E2222" w:rsidR="00CD5DF2">
        <w:rPr>
          <w:i/>
          <w:iCs/>
        </w:rPr>
        <w:t>Carex</w:t>
      </w:r>
      <w:proofErr w:type="spellEnd"/>
      <w:r w:rsidRPr="007E2222" w:rsidR="00CD5DF2">
        <w:rPr>
          <w:i/>
          <w:iCs/>
        </w:rPr>
        <w:t xml:space="preserve"> </w:t>
      </w:r>
      <w:proofErr w:type="spellStart"/>
      <w:r w:rsidRPr="007E2222" w:rsidR="00CD5DF2">
        <w:rPr>
          <w:i/>
          <w:iCs/>
        </w:rPr>
        <w:t>aquatilis</w:t>
      </w:r>
      <w:proofErr w:type="spellEnd"/>
      <w:r w:rsidRPr="007E2222" w:rsidR="00CD5DF2">
        <w:rPr>
          <w:i/>
          <w:iCs/>
        </w:rPr>
        <w:t xml:space="preserve"> </w:t>
      </w:r>
      <w:r w:rsidR="00CD5DF2">
        <w:t>recovered to near pre-burn levels within three years after a 1977 fire.</w:t>
      </w:r>
    </w:p>
    <w:p w:rsidR="00BE36F5" w:rsidP="00BE36F5" w:rsidRDefault="00BE36F5" w14:paraId="3D27F2AB" w14:textId="6A69D937">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BE36F5" w:rsidP="00BE36F5" w:rsidRDefault="00BE36F5" w14:paraId="71F36507" w14:textId="77777777">
      <w:pPr>
        <w:pStyle w:val="InfoPara"/>
      </w:pPr>
      <w:r>
        <w:t>Scale Description</w:t>
      </w:r>
    </w:p>
    <w:p w:rsidR="00DB59CA" w:rsidP="00DB59CA" w:rsidRDefault="00DB59CA" w14:paraId="4C342609" w14:textId="22F896F4">
      <w:r>
        <w:t xml:space="preserve">Patch size is small to </w:t>
      </w:r>
      <w:r w:rsidR="000D2423">
        <w:t>large and</w:t>
      </w:r>
      <w:r>
        <w:t xml:space="preserve"> may be linear.</w:t>
      </w:r>
    </w:p>
    <w:p w:rsidR="00BE36F5" w:rsidP="00BE36F5" w:rsidRDefault="00BE36F5" w14:paraId="4D1C95A8" w14:textId="77777777">
      <w:pPr>
        <w:pStyle w:val="InfoPara"/>
      </w:pPr>
      <w:r>
        <w:t>Adjacency or Identification Concerns</w:t>
      </w:r>
    </w:p>
    <w:p w:rsidR="00BE36F5" w:rsidP="00BE36F5" w:rsidRDefault="00BE36F5" w14:paraId="6D6886C7" w14:textId="77777777">
      <w:pPr>
        <w:pStyle w:val="InfoPara"/>
      </w:pPr>
      <w:r>
        <w:t>Issues or Problems</w:t>
      </w:r>
    </w:p>
    <w:p w:rsidRPr="00555A7D" w:rsidR="00BE36F5" w:rsidP="00BE36F5" w:rsidRDefault="001B2B4A" w14:paraId="5BD476CC" w14:textId="3B829A94">
      <w:pPr>
        <w:pStyle w:val="InfoPara"/>
        <w:rPr>
          <w:b w:val="0"/>
          <w:bCs/>
        </w:rPr>
      </w:pPr>
      <w:bookmarkStart w:name="LimitationsOfInformation" w:id="0"/>
      <w:bookmarkEnd w:id="0"/>
      <w:r w:rsidRPr="00555A7D">
        <w:rPr>
          <w:b w:val="0"/>
          <w:bCs/>
        </w:rPr>
        <w:t xml:space="preserve">Much of the </w:t>
      </w:r>
      <w:r w:rsidRPr="00555A7D" w:rsidR="00BD64B5">
        <w:rPr>
          <w:b w:val="0"/>
          <w:bCs/>
        </w:rPr>
        <w:t xml:space="preserve">tundra </w:t>
      </w:r>
      <w:r w:rsidRPr="00555A7D">
        <w:rPr>
          <w:b w:val="0"/>
          <w:bCs/>
        </w:rPr>
        <w:t>fire regime information</w:t>
      </w:r>
      <w:r w:rsidRPr="00555A7D" w:rsidR="00BD64B5">
        <w:rPr>
          <w:b w:val="0"/>
          <w:bCs/>
        </w:rPr>
        <w:t xml:space="preserve"> is</w:t>
      </w:r>
      <w:r w:rsidRPr="00555A7D">
        <w:rPr>
          <w:b w:val="0"/>
          <w:bCs/>
        </w:rPr>
        <w:t xml:space="preserve"> from the Seward Peninsula and Noatak River Watershed areas where fire is relatively more frequent</w:t>
      </w:r>
      <w:r w:rsidRPr="00555A7D" w:rsidR="00BD64B5">
        <w:rPr>
          <w:b w:val="0"/>
          <w:bCs/>
        </w:rPr>
        <w:t xml:space="preserve"> than in other areas of the state (Innes 2013)</w:t>
      </w:r>
      <w:r w:rsidRPr="00555A7D">
        <w:rPr>
          <w:b w:val="0"/>
          <w:bCs/>
        </w:rPr>
        <w:t xml:space="preserve">. </w:t>
      </w:r>
      <w:r w:rsidRPr="00555A7D" w:rsidR="00BE36F5">
        <w:rPr>
          <w:b w:val="0"/>
          <w:bCs/>
        </w:rPr>
        <w:t>Native Uncharacteristic Conditions</w:t>
      </w:r>
    </w:p>
    <w:p w:rsidR="00BE36F5" w:rsidP="00BE36F5" w:rsidRDefault="00BE36F5" w14:paraId="2BD943A5" w14:textId="77777777">
      <w:pPr>
        <w:pStyle w:val="InfoPara"/>
      </w:pPr>
      <w:r>
        <w:t>Comments</w:t>
      </w:r>
    </w:p>
    <w:p w:rsidRPr="00331FF0" w:rsidR="0041507A" w:rsidP="0041507A" w:rsidRDefault="0041507A" w14:paraId="35DFF5BE" w14:textId="77777777">
      <w:bookmarkStart w:name="_Hlk84849878" w:id="1"/>
      <w:r>
        <w:t>10/2021 This description was updated by NatureServe staff and Kori Blankenship based on the updated Ecological Systems classification for Alaska. Edits focused on adjusting the Geographic Range, Biophysical Site Descriptions, and Vegetation Description sections.</w:t>
      </w:r>
      <w:bookmarkEnd w:id="1"/>
    </w:p>
    <w:p w:rsidR="0041507A" w:rsidP="00BE36F5" w:rsidRDefault="0041507A" w14:paraId="5CD7FCA1" w14:textId="77777777"/>
    <w:p w:rsidR="00245ACE" w:rsidP="00BE36F5" w:rsidRDefault="00FE390A" w14:paraId="169802E5" w14:textId="31A33293">
      <w:r>
        <w:t xml:space="preserve">In 2021 NatureServe merged </w:t>
      </w:r>
      <w:r w:rsidRPr="00FE390A">
        <w:t>Alaska Arctic Polygonal Ground Wet Sedge Tundra</w:t>
      </w:r>
      <w:r>
        <w:t xml:space="preserve"> (</w:t>
      </w:r>
      <w:proofErr w:type="spellStart"/>
      <w:r>
        <w:t>BpS</w:t>
      </w:r>
      <w:proofErr w:type="spellEnd"/>
      <w:r>
        <w:t xml:space="preserve"> 17060) and </w:t>
      </w:r>
      <w:r w:rsidRPr="00FE390A">
        <w:t>Alaska Arctic Wet Sedge Meadow</w:t>
      </w:r>
      <w:r>
        <w:t xml:space="preserve"> (</w:t>
      </w:r>
      <w:proofErr w:type="spellStart"/>
      <w:r>
        <w:t>BpS</w:t>
      </w:r>
      <w:proofErr w:type="spellEnd"/>
      <w:r>
        <w:t xml:space="preserve"> 16980) into one Ecological System called </w:t>
      </w:r>
      <w:r w:rsidRPr="00FE390A">
        <w:t>North American Arctic Wet Sedge Tundra and Polygonal Ground</w:t>
      </w:r>
      <w:r>
        <w:t xml:space="preserve">. </w:t>
      </w:r>
      <w:r w:rsidRPr="007C7E22">
        <w:t xml:space="preserve">Kori Blankenship merged the </w:t>
      </w:r>
      <w:proofErr w:type="spellStart"/>
      <w:r w:rsidRPr="007C7E22">
        <w:t>BpS</w:t>
      </w:r>
      <w:proofErr w:type="spellEnd"/>
      <w:r w:rsidRPr="007C7E22">
        <w:t xml:space="preserve"> concepts into this unified description.</w:t>
      </w:r>
      <w:r>
        <w:t xml:space="preserve"> </w:t>
      </w:r>
    </w:p>
    <w:p w:rsidR="00245ACE" w:rsidP="00BE36F5" w:rsidRDefault="00245ACE" w14:paraId="6AE894D1" w14:textId="77777777"/>
    <w:p w:rsidR="005A75D8" w:rsidP="00BE36F5" w:rsidRDefault="00245ACE" w14:paraId="28C09579" w14:textId="0F9DDB50">
      <w:r>
        <w:t xml:space="preserve">For LANDFIRE National 17060 and 16980 were </w:t>
      </w:r>
      <w:r w:rsidR="00BE36F5">
        <w:t>created by Kori Blankenship and Keith Boggs</w:t>
      </w:r>
      <w:r>
        <w:t xml:space="preserve"> and reviewed by Janet Jorgenson</w:t>
      </w:r>
      <w:r w:rsidR="00BE36F5">
        <w:t>.</w:t>
      </w:r>
    </w:p>
    <w:p w:rsidR="00BE36F5" w:rsidP="00BE36F5" w:rsidRDefault="00BE36F5" w14:paraId="052087C3"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BE36F5" w:rsidP="00BE36F5" w:rsidRDefault="00BE36F5" w14:paraId="74ECD777" w14:textId="4D3D67D9">
      <w:pPr>
        <w:pStyle w:val="InfoPara"/>
        <w:pBdr>
          <w:top w:val="single" w:color="auto" w:sz="4" w:space="1"/>
        </w:pBdr>
      </w:pPr>
      <w:r xmlns:w="http://schemas.openxmlformats.org/wordprocessingml/2006/main">
        <w:t>Class A</w:t>
      </w:r>
      <w:r xmlns:w="http://schemas.openxmlformats.org/wordprocessingml/2006/main">
        <w:tab/>
        <w:t>100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BE36F5" w:rsidP="00BE36F5" w:rsidRDefault="00BE36F5" w14:paraId="69ADA820" w14:textId="77777777"/>
    <w:p w:rsidR="00BE36F5" w:rsidP="00BE36F5" w:rsidRDefault="00BE36F5" w14:paraId="4617CCB6"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04"/>
        <w:gridCol w:w="2940"/>
        <w:gridCol w:w="1908"/>
        <w:gridCol w:w="1956"/>
      </w:tblGrid>
      <w:tr w:rsidRPr="00BE36F5" w:rsidR="00BE36F5" w:rsidTr="00BE36F5" w14:paraId="311FEC29" w14:textId="77777777">
        <w:tc>
          <w:tcPr>
            <w:tcW w:w="1104" w:type="dxa"/>
            <w:tcBorders>
              <w:top w:val="single" w:color="auto" w:sz="2" w:space="0"/>
              <w:bottom w:val="single" w:color="000000" w:sz="12" w:space="0"/>
            </w:tcBorders>
            <w:shd w:val="clear" w:color="auto" w:fill="auto"/>
          </w:tcPr>
          <w:p w:rsidRPr="00BE36F5" w:rsidR="00BE36F5" w:rsidP="00CD5DF2" w:rsidRDefault="00BE36F5" w14:paraId="1A1529FA" w14:textId="77777777">
            <w:pPr>
              <w:rPr>
                <w:b/>
                <w:bCs/>
              </w:rPr>
            </w:pPr>
            <w:r w:rsidRPr="00BE36F5">
              <w:rPr>
                <w:b/>
                <w:bCs/>
              </w:rPr>
              <w:t>Symbol</w:t>
            </w:r>
          </w:p>
        </w:tc>
        <w:tc>
          <w:tcPr>
            <w:tcW w:w="2940" w:type="dxa"/>
            <w:tcBorders>
              <w:top w:val="single" w:color="auto" w:sz="2" w:space="0"/>
              <w:bottom w:val="single" w:color="000000" w:sz="12" w:space="0"/>
            </w:tcBorders>
            <w:shd w:val="clear" w:color="auto" w:fill="auto"/>
          </w:tcPr>
          <w:p w:rsidRPr="00BE36F5" w:rsidR="00BE36F5" w:rsidP="00CD5DF2" w:rsidRDefault="00BE36F5" w14:paraId="38F816B7" w14:textId="77777777">
            <w:pPr>
              <w:rPr>
                <w:b/>
                <w:bCs/>
              </w:rPr>
            </w:pPr>
            <w:r w:rsidRPr="00BE36F5">
              <w:rPr>
                <w:b/>
                <w:bCs/>
              </w:rPr>
              <w:t>Scientific Name</w:t>
            </w:r>
          </w:p>
        </w:tc>
        <w:tc>
          <w:tcPr>
            <w:tcW w:w="1908" w:type="dxa"/>
            <w:tcBorders>
              <w:top w:val="single" w:color="auto" w:sz="2" w:space="0"/>
              <w:bottom w:val="single" w:color="000000" w:sz="12" w:space="0"/>
            </w:tcBorders>
            <w:shd w:val="clear" w:color="auto" w:fill="auto"/>
          </w:tcPr>
          <w:p w:rsidRPr="00BE36F5" w:rsidR="00BE36F5" w:rsidP="00CD5DF2" w:rsidRDefault="00BE36F5" w14:paraId="208C3B7B" w14:textId="77777777">
            <w:pPr>
              <w:rPr>
                <w:b/>
                <w:bCs/>
              </w:rPr>
            </w:pPr>
            <w:r w:rsidRPr="00BE36F5">
              <w:rPr>
                <w:b/>
                <w:bCs/>
              </w:rPr>
              <w:t>Common Name</w:t>
            </w:r>
          </w:p>
        </w:tc>
        <w:tc>
          <w:tcPr>
            <w:tcW w:w="1956" w:type="dxa"/>
            <w:tcBorders>
              <w:top w:val="single" w:color="auto" w:sz="2" w:space="0"/>
              <w:bottom w:val="single" w:color="000000" w:sz="12" w:space="0"/>
            </w:tcBorders>
            <w:shd w:val="clear" w:color="auto" w:fill="auto"/>
          </w:tcPr>
          <w:p w:rsidRPr="00BE36F5" w:rsidR="00BE36F5" w:rsidP="00CD5DF2" w:rsidRDefault="00BE36F5" w14:paraId="3ED29EB9" w14:textId="77777777">
            <w:pPr>
              <w:rPr>
                <w:b/>
                <w:bCs/>
              </w:rPr>
            </w:pPr>
            <w:r w:rsidRPr="00BE36F5">
              <w:rPr>
                <w:b/>
                <w:bCs/>
              </w:rPr>
              <w:t>Canopy Position</w:t>
            </w:r>
          </w:p>
        </w:tc>
      </w:tr>
      <w:tr w:rsidRPr="00BE36F5" w:rsidR="00BE36F5" w:rsidTr="00BE36F5" w14:paraId="004D6136" w14:textId="77777777">
        <w:tc>
          <w:tcPr>
            <w:tcW w:w="1104" w:type="dxa"/>
            <w:tcBorders>
              <w:top w:val="single" w:color="000000" w:sz="12" w:space="0"/>
            </w:tcBorders>
            <w:shd w:val="clear" w:color="auto" w:fill="auto"/>
          </w:tcPr>
          <w:p w:rsidRPr="00BE36F5" w:rsidR="00BE36F5" w:rsidP="00CD5DF2" w:rsidRDefault="00BE36F5" w14:paraId="30B3A947" w14:textId="77777777">
            <w:pPr>
              <w:rPr>
                <w:bCs/>
              </w:rPr>
            </w:pPr>
            <w:r w:rsidRPr="00BE36F5">
              <w:rPr>
                <w:bCs/>
              </w:rPr>
              <w:t>CAAQ</w:t>
            </w:r>
          </w:p>
        </w:tc>
        <w:tc>
          <w:tcPr>
            <w:tcW w:w="2940" w:type="dxa"/>
            <w:tcBorders>
              <w:top w:val="single" w:color="000000" w:sz="12" w:space="0"/>
            </w:tcBorders>
            <w:shd w:val="clear" w:color="auto" w:fill="auto"/>
          </w:tcPr>
          <w:p w:rsidRPr="005607F6" w:rsidR="00BE36F5" w:rsidP="00CD5DF2" w:rsidRDefault="00BE36F5" w14:paraId="7771CE19" w14:textId="77777777">
            <w:pPr>
              <w:rPr>
                <w:i/>
                <w:iCs/>
              </w:rPr>
            </w:pPr>
            <w:proofErr w:type="spellStart"/>
            <w:r w:rsidRPr="005607F6">
              <w:rPr>
                <w:i/>
                <w:iCs/>
              </w:rPr>
              <w:t>Carex</w:t>
            </w:r>
            <w:proofErr w:type="spellEnd"/>
            <w:r w:rsidRPr="005607F6">
              <w:rPr>
                <w:i/>
                <w:iCs/>
              </w:rPr>
              <w:t xml:space="preserve"> </w:t>
            </w:r>
            <w:proofErr w:type="spellStart"/>
            <w:r w:rsidRPr="005607F6">
              <w:rPr>
                <w:i/>
                <w:iCs/>
              </w:rPr>
              <w:t>aquatilis</w:t>
            </w:r>
            <w:proofErr w:type="spellEnd"/>
          </w:p>
        </w:tc>
        <w:tc>
          <w:tcPr>
            <w:tcW w:w="1908" w:type="dxa"/>
            <w:tcBorders>
              <w:top w:val="single" w:color="000000" w:sz="12" w:space="0"/>
            </w:tcBorders>
            <w:shd w:val="clear" w:color="auto" w:fill="auto"/>
          </w:tcPr>
          <w:p w:rsidRPr="00BE36F5" w:rsidR="00BE36F5" w:rsidP="00CD5DF2" w:rsidRDefault="00BE36F5" w14:paraId="63FC95F5" w14:textId="77777777">
            <w:r w:rsidRPr="00BE36F5">
              <w:t>Water sedge</w:t>
            </w:r>
          </w:p>
        </w:tc>
        <w:tc>
          <w:tcPr>
            <w:tcW w:w="1956" w:type="dxa"/>
            <w:tcBorders>
              <w:top w:val="single" w:color="000000" w:sz="12" w:space="0"/>
            </w:tcBorders>
            <w:shd w:val="clear" w:color="auto" w:fill="auto"/>
          </w:tcPr>
          <w:p w:rsidRPr="00BE36F5" w:rsidR="00BE36F5" w:rsidP="00CD5DF2" w:rsidRDefault="00BE36F5" w14:paraId="6C11C206" w14:textId="77777777">
            <w:r w:rsidRPr="00BE36F5">
              <w:t>Upper</w:t>
            </w:r>
          </w:p>
        </w:tc>
      </w:tr>
      <w:tr w:rsidRPr="00BE36F5" w:rsidR="00BE36F5" w:rsidTr="00BE36F5" w14:paraId="3AD82173" w14:textId="77777777">
        <w:tc>
          <w:tcPr>
            <w:tcW w:w="1104" w:type="dxa"/>
            <w:shd w:val="clear" w:color="auto" w:fill="auto"/>
          </w:tcPr>
          <w:p w:rsidRPr="00BE36F5" w:rsidR="00BE36F5" w:rsidP="00CD5DF2" w:rsidRDefault="00BE36F5" w14:paraId="33970000" w14:textId="77777777">
            <w:pPr>
              <w:rPr>
                <w:bCs/>
              </w:rPr>
            </w:pPr>
            <w:r w:rsidRPr="00BE36F5">
              <w:rPr>
                <w:bCs/>
              </w:rPr>
              <w:t>ERAN6</w:t>
            </w:r>
          </w:p>
        </w:tc>
        <w:tc>
          <w:tcPr>
            <w:tcW w:w="2940" w:type="dxa"/>
            <w:shd w:val="clear" w:color="auto" w:fill="auto"/>
          </w:tcPr>
          <w:p w:rsidRPr="005607F6" w:rsidR="00BE36F5" w:rsidP="00CD5DF2" w:rsidRDefault="00BE36F5" w14:paraId="42E7E05C" w14:textId="77777777">
            <w:pPr>
              <w:rPr>
                <w:i/>
                <w:iCs/>
              </w:rPr>
            </w:pPr>
            <w:proofErr w:type="spellStart"/>
            <w:r w:rsidRPr="005607F6">
              <w:rPr>
                <w:i/>
                <w:iCs/>
              </w:rPr>
              <w:t>Eriophorum</w:t>
            </w:r>
            <w:proofErr w:type="spellEnd"/>
            <w:r w:rsidRPr="005607F6">
              <w:rPr>
                <w:i/>
                <w:iCs/>
              </w:rPr>
              <w:t xml:space="preserve"> angustifolium</w:t>
            </w:r>
          </w:p>
        </w:tc>
        <w:tc>
          <w:tcPr>
            <w:tcW w:w="1908" w:type="dxa"/>
            <w:shd w:val="clear" w:color="auto" w:fill="auto"/>
          </w:tcPr>
          <w:p w:rsidRPr="00BE36F5" w:rsidR="00BE36F5" w:rsidP="00CD5DF2" w:rsidRDefault="00BE36F5" w14:paraId="549701E9" w14:textId="77777777">
            <w:r w:rsidRPr="00BE36F5">
              <w:t xml:space="preserve">Tall </w:t>
            </w:r>
            <w:proofErr w:type="spellStart"/>
            <w:r w:rsidRPr="00BE36F5">
              <w:t>cottongrass</w:t>
            </w:r>
            <w:proofErr w:type="spellEnd"/>
          </w:p>
        </w:tc>
        <w:tc>
          <w:tcPr>
            <w:tcW w:w="1956" w:type="dxa"/>
            <w:shd w:val="clear" w:color="auto" w:fill="auto"/>
          </w:tcPr>
          <w:p w:rsidRPr="00BE36F5" w:rsidR="00BE36F5" w:rsidP="00CD5DF2" w:rsidRDefault="00BE36F5" w14:paraId="40313557" w14:textId="77777777">
            <w:r w:rsidRPr="00BE36F5">
              <w:t>Upper</w:t>
            </w:r>
          </w:p>
        </w:tc>
      </w:tr>
    </w:tbl>
    <w:p w:rsidR="00BE36F5" w:rsidP="00BE36F5" w:rsidRDefault="00BE36F5" w14:paraId="10880043" w14:textId="77777777"/>
    <w:p w:rsidR="00BE36F5" w:rsidP="00BE36F5" w:rsidRDefault="00BE36F5" w14:paraId="4C7EC8C1" w14:textId="77777777">
      <w:pPr>
        <w:pStyle w:val="SClassInfoPara"/>
      </w:pPr>
      <w:r>
        <w:t>Description</w:t>
      </w:r>
    </w:p>
    <w:p w:rsidR="00BE36F5" w:rsidP="00EB4E04" w:rsidRDefault="00BE36F5" w14:paraId="217753E9" w14:textId="34746078">
      <w:r>
        <w:t xml:space="preserve">This class represents the </w:t>
      </w:r>
      <w:r w:rsidRPr="00BD64B5" w:rsidR="00BD64B5">
        <w:t xml:space="preserve">North American Arctic Wet Sedge Tundra and Polygonal Ground </w:t>
      </w:r>
      <w:r>
        <w:t xml:space="preserve">system. </w:t>
      </w:r>
    </w:p>
    <w:p w:rsidR="00BE36F5" w:rsidP="00BE36F5" w:rsidRDefault="00BE36F5" w14:paraId="79DAD813"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Mid1:ALL</w:t>
            </w:r>
          </w:p>
        </w:tc>
        <w:tc>
          <w:p>
            <w:pPr>
              <w:jc w:val="center"/>
            </w:pPr>
            <w:r>
              <w:rPr>
                <w:sz w:val="20"/>
              </w:rPr>
              <w:t>0</w:t>
            </w:r>
          </w:p>
        </w:tc>
        <w:tc>
          <w:p>
            <w:pPr>
              <w:jc w:val="center"/>
            </w:pPr>
            <w:r>
              <w:rPr>
                <w:sz w:val="20"/>
              </w:rPr>
              <w:t>Mid1:ALL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bl>
    <w:p>
      <w:r>
        <w:t/>
      </w:r>
    </w:p>
    <w:p>
      <w:pPr xmlns:w="http://schemas.openxmlformats.org/wordprocessingml/2006/main">
        <w:pStyle w:val="ReportSection"/>
      </w:pPr>
      <w:r xmlns:w="http://schemas.openxmlformats.org/wordprocessingml/2006/main">
        <w:t>References</w:t>
      </w:r>
    </w:p>
    <w:p>
      <w:r>
        <w:t/>
      </w:r>
    </w:p>
    <w:p w:rsidR="00BE36F5" w:rsidP="00BE36F5" w:rsidRDefault="00BE36F5" w14:paraId="2ED8DBA1" w14:textId="77777777">
      <w:r>
        <w:t>Boggs et al. 2008. International Ecological Classification Standard: Terrestrial Ecological Classifications. Draft Ecological Systems Description for the Alaska Arctic Region.</w:t>
      </w:r>
    </w:p>
    <w:p w:rsidR="00BE36F5" w:rsidP="00BE36F5" w:rsidRDefault="00BE36F5" w14:paraId="506E7060" w14:textId="77777777"/>
    <w:p w:rsidR="00964873" w:rsidP="00166BAE" w:rsidRDefault="00964873" w14:paraId="70AE14D1" w14:textId="77777777">
      <w:r w:rsidRPr="001424A9">
        <w:t>Comer, P., D. Faber</w:t>
      </w:r>
      <w:r>
        <w:t>-</w:t>
      </w:r>
      <w:proofErr w:type="spellStart"/>
      <w:r w:rsidRPr="001424A9">
        <w:t>Langendoen</w:t>
      </w:r>
      <w:proofErr w:type="spellEnd"/>
      <w:r w:rsidRPr="001424A9">
        <w:t xml:space="preserve">, R. Evans, S. </w:t>
      </w:r>
      <w:proofErr w:type="spellStart"/>
      <w:r w:rsidRPr="001424A9">
        <w:t>Gawler</w:t>
      </w:r>
      <w:proofErr w:type="spellEnd"/>
      <w:r w:rsidRPr="001424A9">
        <w:t xml:space="preserve">, C. </w:t>
      </w:r>
      <w:proofErr w:type="spellStart"/>
      <w:r w:rsidRPr="001424A9">
        <w:t>Josse</w:t>
      </w:r>
      <w:proofErr w:type="spellEnd"/>
      <w:r w:rsidRPr="001424A9">
        <w:t xml:space="preserve">, G. Kittel, S. Menard, C. </w:t>
      </w:r>
      <w:proofErr w:type="spellStart"/>
      <w:r w:rsidRPr="001424A9">
        <w:t>Nordman</w:t>
      </w:r>
      <w:proofErr w:type="spellEnd"/>
      <w:r w:rsidRPr="001424A9">
        <w:t xml:space="preserve">, M. </w:t>
      </w:r>
      <w:proofErr w:type="spellStart"/>
      <w:r w:rsidRPr="001424A9">
        <w:t>Pyne</w:t>
      </w:r>
      <w:proofErr w:type="spellEnd"/>
      <w:r w:rsidRPr="001424A9">
        <w:t>, M. Reid, M. Russo, K. Schulz, K. Snow, J. Teague, and R. White. 2003</w:t>
      </w:r>
      <w:r>
        <w:t>-</w:t>
      </w:r>
      <w:r w:rsidRPr="001424A9">
        <w:t xml:space="preserve">present. Ecological systems of the United States: A working classification of U.S. terrestrial systems. NatureServe, Arlington, VA. </w:t>
      </w:r>
    </w:p>
    <w:p w:rsidR="00964873" w:rsidP="00166BAE" w:rsidRDefault="00964873" w14:paraId="7595DB14" w14:textId="77777777"/>
    <w:p w:rsidRPr="00166BAE" w:rsidR="00166BAE" w:rsidP="00166BAE" w:rsidRDefault="00166BAE" w14:paraId="37D9F841" w14:textId="61618771">
      <w:r w:rsidRPr="00166BAE">
        <w:t>Innes, Robin J. 2013. Fire regimes of Alaskan tundra communities. In: Fire Effects Information System, [Online]. U.S. Department of Agriculture, Forest Service, Rocky Mountain Research Station, Fire Sciences Laboratory (Producer). Available: http://www.fs.fed.us</w:t>
      </w:r>
    </w:p>
    <w:p w:rsidRPr="00166BAE" w:rsidR="00166BAE" w:rsidP="00166BAE" w:rsidRDefault="00166BAE" w14:paraId="4015A63D" w14:textId="77777777">
      <w:r w:rsidRPr="00166BAE">
        <w:t>/database/</w:t>
      </w:r>
      <w:proofErr w:type="spellStart"/>
      <w:r w:rsidRPr="00166BAE">
        <w:t>feis</w:t>
      </w:r>
      <w:proofErr w:type="spellEnd"/>
      <w:r w:rsidRPr="00166BAE">
        <w:t>/</w:t>
      </w:r>
      <w:proofErr w:type="spellStart"/>
      <w:r w:rsidRPr="00166BAE">
        <w:t>fire_regimes</w:t>
      </w:r>
      <w:proofErr w:type="spellEnd"/>
      <w:r w:rsidRPr="00166BAE">
        <w:t>/</w:t>
      </w:r>
      <w:proofErr w:type="spellStart"/>
      <w:r w:rsidRPr="00166BAE">
        <w:t>AK_tundra</w:t>
      </w:r>
      <w:proofErr w:type="spellEnd"/>
      <w:r w:rsidRPr="00166BAE">
        <w:t>/all.html [2016, June 28].</w:t>
      </w:r>
    </w:p>
    <w:p w:rsidR="00166BAE" w:rsidP="00BE36F5" w:rsidRDefault="00166BAE" w14:paraId="199736B9" w14:textId="77777777"/>
    <w:p w:rsidR="00BE36F5" w:rsidP="00BE36F5" w:rsidRDefault="00BE36F5" w14:paraId="591B1266" w14:textId="77777777">
      <w:proofErr w:type="spellStart"/>
      <w:r>
        <w:t>Nowacki</w:t>
      </w:r>
      <w:proofErr w:type="spellEnd"/>
      <w:r>
        <w:t xml:space="preserve">, G., P. Spencer, M. Fleming, T. </w:t>
      </w:r>
      <w:proofErr w:type="gramStart"/>
      <w:r>
        <w:t>Brock</w:t>
      </w:r>
      <w:proofErr w:type="gramEnd"/>
      <w:r>
        <w:t xml:space="preserve"> and T. Jorgenson. 2001. Unified ecoregions of Alaska. U.S. Department of the Interior, U.S. Geological Survey. Open file-report 02-297. </w:t>
      </w:r>
      <w:proofErr w:type="gramStart"/>
      <w:r>
        <w:t>2 page</w:t>
      </w:r>
      <w:proofErr w:type="gramEnd"/>
      <w:r>
        <w:t xml:space="preserve"> map.</w:t>
      </w:r>
    </w:p>
    <w:p w:rsidR="00BE36F5" w:rsidP="00BE36F5" w:rsidRDefault="00BE36F5" w14:paraId="7E9DBFEC" w14:textId="77777777"/>
    <w:p w:rsidR="00BE36F5" w:rsidP="00BE36F5" w:rsidRDefault="00BE36F5" w14:paraId="04D8BE05" w14:textId="77777777">
      <w:r>
        <w:t>Peterson, K.M. and W.D. Billings. 1978. Geomorphic processes and vegetational change along the Meade River sand bluffs in northern Alaska. Arctic. 31(1): 7-23.</w:t>
      </w:r>
    </w:p>
    <w:p w:rsidR="004D5F12" w:rsidP="00BE36F5" w:rsidRDefault="004D5F12" w14:paraId="09FE6DE8" w14:textId="77777777"/>
    <w:p w:rsidRPr="00166BAE" w:rsidR="00166BAE" w:rsidP="00166BAE" w:rsidRDefault="00166BAE" w14:paraId="00CB1794" w14:textId="77777777">
      <w:r w:rsidRPr="00166BAE">
        <w:t>Racine, Charles H. 1979. The 1977 tundra fires in the Seward Peninsula, Alaska: effects and initial revegetation. BLM-Alaska Technical Report 4. Anchorage, AK: U.S. Department of the Interior, Bureau of Land Management, Alaska State Office. 51 p. [8330]</w:t>
      </w:r>
    </w:p>
    <w:p w:rsidRPr="00166BAE" w:rsidR="00166BAE" w:rsidP="00166BAE" w:rsidRDefault="00166BAE" w14:paraId="0A544862" w14:textId="77777777"/>
    <w:p w:rsidRPr="00166BAE" w:rsidR="00166BAE" w:rsidP="00166BAE" w:rsidRDefault="00166BAE" w14:paraId="5E69933E" w14:textId="77777777">
      <w:r w:rsidRPr="00166BAE">
        <w:t xml:space="preserve">Racine, Charles; Allen, Jennifer L.; Dennis, John G. 2006. Long-term monitoring of vegetation </w:t>
      </w:r>
      <w:proofErr w:type="gramStart"/>
      <w:r w:rsidRPr="00166BAE">
        <w:t>change</w:t>
      </w:r>
      <w:proofErr w:type="gramEnd"/>
      <w:r w:rsidRPr="00166BAE">
        <w:t xml:space="preserve"> following tundra fires in Noatak National Preserve, Alaska. Report No. NPS/AKRARCN/NNTR-2006/02. Fairbanks, AK: U.S. Department of the Interior, National Park Service, Alaska Region, Arctic Network Inventory and Monitoring Program. 37 p. [86029]</w:t>
      </w:r>
    </w:p>
    <w:p w:rsidRPr="00A43E41" w:rsidR="00166BAE" w:rsidP="00BE36F5" w:rsidRDefault="00166BAE" w14:paraId="1342AD58" w14:textId="77777777"/>
    <w:sectPr w:rsidRPr="00A43E41" w:rsidR="00166BAE" w:rsidSect="00FE41CA">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C714D" w:rsidRDefault="00EC714D" w14:paraId="7D5B6AA3" w14:textId="77777777">
      <w:r>
        <w:separator/>
      </w:r>
    </w:p>
  </w:endnote>
  <w:endnote w:type="continuationSeparator" w:id="0">
    <w:p w:rsidR="00EC714D" w:rsidRDefault="00EC714D" w14:paraId="07729C0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D5DF2" w:rsidP="00BE36F5" w:rsidRDefault="00CD5DF2" w14:paraId="7341402E"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C714D" w:rsidRDefault="00EC714D" w14:paraId="60292E88" w14:textId="77777777">
      <w:r>
        <w:separator/>
      </w:r>
    </w:p>
  </w:footnote>
  <w:footnote w:type="continuationSeparator" w:id="0">
    <w:p w:rsidR="00EC714D" w:rsidRDefault="00EC714D" w14:paraId="1E414F0B"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D5DF2" w:rsidP="00BE36F5" w:rsidRDefault="00CD5DF2" w14:paraId="3BDE8ED8"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35475194">
    <w:abstractNumId w:val="1"/>
  </w:num>
  <w:num w:numId="2" w16cid:durableId="1500660464">
    <w:abstractNumId w:val="0"/>
  </w:num>
  <w:num w:numId="3" w16cid:durableId="1392296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36F5"/>
    <w:rsid w:val="0003202F"/>
    <w:rsid w:val="00037515"/>
    <w:rsid w:val="0004797F"/>
    <w:rsid w:val="00077A85"/>
    <w:rsid w:val="00097251"/>
    <w:rsid w:val="000D2423"/>
    <w:rsid w:val="000E1EC5"/>
    <w:rsid w:val="000E759B"/>
    <w:rsid w:val="000F7E7C"/>
    <w:rsid w:val="00110079"/>
    <w:rsid w:val="00117805"/>
    <w:rsid w:val="00166BAE"/>
    <w:rsid w:val="00174486"/>
    <w:rsid w:val="001930FC"/>
    <w:rsid w:val="00196C68"/>
    <w:rsid w:val="001A5277"/>
    <w:rsid w:val="001B16E8"/>
    <w:rsid w:val="001B2B4A"/>
    <w:rsid w:val="001E43F5"/>
    <w:rsid w:val="00200AC0"/>
    <w:rsid w:val="00205DF9"/>
    <w:rsid w:val="002206B7"/>
    <w:rsid w:val="00220975"/>
    <w:rsid w:val="00245ACE"/>
    <w:rsid w:val="00272B25"/>
    <w:rsid w:val="002801E5"/>
    <w:rsid w:val="002813E9"/>
    <w:rsid w:val="00292706"/>
    <w:rsid w:val="002A69B2"/>
    <w:rsid w:val="002C0A6E"/>
    <w:rsid w:val="002D14A1"/>
    <w:rsid w:val="002E41A1"/>
    <w:rsid w:val="002F4D23"/>
    <w:rsid w:val="00300000"/>
    <w:rsid w:val="0031662A"/>
    <w:rsid w:val="003172E2"/>
    <w:rsid w:val="00320910"/>
    <w:rsid w:val="0034229D"/>
    <w:rsid w:val="003779E4"/>
    <w:rsid w:val="003A6F57"/>
    <w:rsid w:val="003C703C"/>
    <w:rsid w:val="003F322E"/>
    <w:rsid w:val="00414DA8"/>
    <w:rsid w:val="0041507A"/>
    <w:rsid w:val="00424E99"/>
    <w:rsid w:val="0042550C"/>
    <w:rsid w:val="0042737A"/>
    <w:rsid w:val="00444A72"/>
    <w:rsid w:val="00447BAA"/>
    <w:rsid w:val="00452B5E"/>
    <w:rsid w:val="00455D4C"/>
    <w:rsid w:val="00463F83"/>
    <w:rsid w:val="00476F39"/>
    <w:rsid w:val="00491F12"/>
    <w:rsid w:val="004927FD"/>
    <w:rsid w:val="004D5F12"/>
    <w:rsid w:val="004D7DCF"/>
    <w:rsid w:val="004E7DB5"/>
    <w:rsid w:val="005035F5"/>
    <w:rsid w:val="00503C61"/>
    <w:rsid w:val="00510536"/>
    <w:rsid w:val="00513848"/>
    <w:rsid w:val="00513AFB"/>
    <w:rsid w:val="0052386E"/>
    <w:rsid w:val="00530D3E"/>
    <w:rsid w:val="00537D33"/>
    <w:rsid w:val="0054090D"/>
    <w:rsid w:val="005446EB"/>
    <w:rsid w:val="00555A7D"/>
    <w:rsid w:val="00557492"/>
    <w:rsid w:val="005607F6"/>
    <w:rsid w:val="005928F0"/>
    <w:rsid w:val="005A75D8"/>
    <w:rsid w:val="005B1DDE"/>
    <w:rsid w:val="005C7A42"/>
    <w:rsid w:val="005D242C"/>
    <w:rsid w:val="005D591D"/>
    <w:rsid w:val="005D77F1"/>
    <w:rsid w:val="005E6650"/>
    <w:rsid w:val="005F3253"/>
    <w:rsid w:val="00605473"/>
    <w:rsid w:val="00613037"/>
    <w:rsid w:val="00616941"/>
    <w:rsid w:val="00621C0C"/>
    <w:rsid w:val="00646981"/>
    <w:rsid w:val="00652D7A"/>
    <w:rsid w:val="006E57D4"/>
    <w:rsid w:val="006F39FC"/>
    <w:rsid w:val="007375C1"/>
    <w:rsid w:val="00740E0B"/>
    <w:rsid w:val="00746A1F"/>
    <w:rsid w:val="00747459"/>
    <w:rsid w:val="007742B4"/>
    <w:rsid w:val="00782806"/>
    <w:rsid w:val="007829CD"/>
    <w:rsid w:val="007A721A"/>
    <w:rsid w:val="007B352E"/>
    <w:rsid w:val="007B5284"/>
    <w:rsid w:val="007C7863"/>
    <w:rsid w:val="007E1816"/>
    <w:rsid w:val="007E2222"/>
    <w:rsid w:val="007F748F"/>
    <w:rsid w:val="00820371"/>
    <w:rsid w:val="00821A9F"/>
    <w:rsid w:val="00831CD8"/>
    <w:rsid w:val="008779C3"/>
    <w:rsid w:val="008E2E1B"/>
    <w:rsid w:val="008E420D"/>
    <w:rsid w:val="008F01B1"/>
    <w:rsid w:val="0090095D"/>
    <w:rsid w:val="00901CA2"/>
    <w:rsid w:val="00906166"/>
    <w:rsid w:val="00907797"/>
    <w:rsid w:val="009127B1"/>
    <w:rsid w:val="00945DBA"/>
    <w:rsid w:val="00964873"/>
    <w:rsid w:val="00966095"/>
    <w:rsid w:val="00986A7A"/>
    <w:rsid w:val="009B03E6"/>
    <w:rsid w:val="009B232E"/>
    <w:rsid w:val="009D25CD"/>
    <w:rsid w:val="009D674B"/>
    <w:rsid w:val="009E0DB5"/>
    <w:rsid w:val="00A16194"/>
    <w:rsid w:val="00A2791D"/>
    <w:rsid w:val="00A309E2"/>
    <w:rsid w:val="00A36D75"/>
    <w:rsid w:val="00A43E41"/>
    <w:rsid w:val="00A6020D"/>
    <w:rsid w:val="00AA210E"/>
    <w:rsid w:val="00AB3795"/>
    <w:rsid w:val="00AF1CDE"/>
    <w:rsid w:val="00AF1E11"/>
    <w:rsid w:val="00AF4B2B"/>
    <w:rsid w:val="00B06E0A"/>
    <w:rsid w:val="00B1055D"/>
    <w:rsid w:val="00B30030"/>
    <w:rsid w:val="00B31F5B"/>
    <w:rsid w:val="00B41E06"/>
    <w:rsid w:val="00B44A3C"/>
    <w:rsid w:val="00B450F0"/>
    <w:rsid w:val="00B60BB8"/>
    <w:rsid w:val="00B7370D"/>
    <w:rsid w:val="00B84C7B"/>
    <w:rsid w:val="00BC14B6"/>
    <w:rsid w:val="00BD64B5"/>
    <w:rsid w:val="00BE36F5"/>
    <w:rsid w:val="00C07F5E"/>
    <w:rsid w:val="00C35651"/>
    <w:rsid w:val="00C50B12"/>
    <w:rsid w:val="00C5204F"/>
    <w:rsid w:val="00C579B2"/>
    <w:rsid w:val="00C61C28"/>
    <w:rsid w:val="00CA0BB9"/>
    <w:rsid w:val="00CA1418"/>
    <w:rsid w:val="00CD5D87"/>
    <w:rsid w:val="00CD5DF2"/>
    <w:rsid w:val="00CD6118"/>
    <w:rsid w:val="00CD68F6"/>
    <w:rsid w:val="00CF2056"/>
    <w:rsid w:val="00D060DC"/>
    <w:rsid w:val="00D16916"/>
    <w:rsid w:val="00D178C7"/>
    <w:rsid w:val="00D367FB"/>
    <w:rsid w:val="00D46D39"/>
    <w:rsid w:val="00D52C2E"/>
    <w:rsid w:val="00D534D2"/>
    <w:rsid w:val="00D553D0"/>
    <w:rsid w:val="00D57E65"/>
    <w:rsid w:val="00D62775"/>
    <w:rsid w:val="00D700EF"/>
    <w:rsid w:val="00D81349"/>
    <w:rsid w:val="00D92158"/>
    <w:rsid w:val="00D95971"/>
    <w:rsid w:val="00DA63B1"/>
    <w:rsid w:val="00DB16CA"/>
    <w:rsid w:val="00DB59CA"/>
    <w:rsid w:val="00DE0F2D"/>
    <w:rsid w:val="00DE40A7"/>
    <w:rsid w:val="00DE4475"/>
    <w:rsid w:val="00DE7AB5"/>
    <w:rsid w:val="00DF3A4C"/>
    <w:rsid w:val="00E109E9"/>
    <w:rsid w:val="00E50BB8"/>
    <w:rsid w:val="00E61C50"/>
    <w:rsid w:val="00E671F2"/>
    <w:rsid w:val="00E7520B"/>
    <w:rsid w:val="00EB2776"/>
    <w:rsid w:val="00EB4E04"/>
    <w:rsid w:val="00EC4A14"/>
    <w:rsid w:val="00EC714D"/>
    <w:rsid w:val="00EF02EA"/>
    <w:rsid w:val="00F43204"/>
    <w:rsid w:val="00F7030C"/>
    <w:rsid w:val="00F86C13"/>
    <w:rsid w:val="00F948F2"/>
    <w:rsid w:val="00FC7240"/>
    <w:rsid w:val="00FE2EE9"/>
    <w:rsid w:val="00FE390A"/>
    <w:rsid w:val="00FE41CA"/>
    <w:rsid w:val="00FE6871"/>
    <w:rsid w:val="00FE6D26"/>
    <w:rsid w:val="00FF0FAC"/>
    <w:rsid w:val="00FF7057"/>
    <w:rsid w:val="0BE630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0FB957"/>
  <w15:docId w15:val="{3A054C21-C7C9-4781-8B70-74C14506A01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5A75D8"/>
    <w:pPr>
      <w:ind w:left="720"/>
    </w:pPr>
    <w:rPr>
      <w:rFonts w:ascii="Calibri" w:hAnsi="Calibri" w:eastAsia="Calibri"/>
      <w:sz w:val="22"/>
      <w:szCs w:val="22"/>
    </w:rPr>
  </w:style>
  <w:style w:type="character" w:styleId="Hyperlink">
    <w:name w:val="Hyperlink"/>
    <w:rsid w:val="005A75D8"/>
    <w:rPr>
      <w:color w:val="0000FF"/>
      <w:u w:val="single"/>
    </w:rPr>
  </w:style>
  <w:style w:type="paragraph" w:styleId="BalloonText">
    <w:name w:val="Balloon Text"/>
    <w:basedOn w:val="Normal"/>
    <w:link w:val="BalloonTextChar"/>
    <w:uiPriority w:val="99"/>
    <w:semiHidden/>
    <w:unhideWhenUsed/>
    <w:rsid w:val="00166BAE"/>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66BAE"/>
    <w:rPr>
      <w:rFonts w:ascii="Segoe UI" w:hAnsi="Segoe UI" w:cs="Segoe UI"/>
      <w:sz w:val="18"/>
      <w:szCs w:val="18"/>
    </w:rPr>
  </w:style>
  <w:style w:type="character" w:styleId="CommentReference">
    <w:name w:val="annotation reference"/>
    <w:basedOn w:val="DefaultParagraphFont"/>
    <w:uiPriority w:val="99"/>
    <w:semiHidden/>
    <w:unhideWhenUsed/>
    <w:rsid w:val="00245ACE"/>
    <w:rPr>
      <w:sz w:val="16"/>
      <w:szCs w:val="16"/>
    </w:rPr>
  </w:style>
  <w:style w:type="paragraph" w:styleId="CommentText">
    <w:name w:val="annotation text"/>
    <w:basedOn w:val="Normal"/>
    <w:link w:val="CommentTextChar"/>
    <w:uiPriority w:val="99"/>
    <w:semiHidden/>
    <w:unhideWhenUsed/>
    <w:rsid w:val="00245ACE"/>
    <w:rPr>
      <w:sz w:val="20"/>
      <w:szCs w:val="20"/>
    </w:rPr>
  </w:style>
  <w:style w:type="character" w:styleId="CommentTextChar" w:customStyle="1">
    <w:name w:val="Comment Text Char"/>
    <w:basedOn w:val="DefaultParagraphFont"/>
    <w:link w:val="CommentText"/>
    <w:uiPriority w:val="99"/>
    <w:semiHidden/>
    <w:rsid w:val="00245ACE"/>
  </w:style>
  <w:style w:type="character" w:styleId="FollowedHyperlink">
    <w:name w:val="FollowedHyperlink"/>
    <w:basedOn w:val="DefaultParagraphFont"/>
    <w:uiPriority w:val="99"/>
    <w:semiHidden/>
    <w:unhideWhenUsed/>
    <w:rsid w:val="00EB4E04"/>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5D591D"/>
    <w:rPr>
      <w:b/>
      <w:bCs/>
    </w:rPr>
  </w:style>
  <w:style w:type="character" w:styleId="CommentSubjectChar" w:customStyle="1">
    <w:name w:val="Comment Subject Char"/>
    <w:basedOn w:val="CommentTextChar"/>
    <w:link w:val="CommentSubject"/>
    <w:uiPriority w:val="99"/>
    <w:semiHidden/>
    <w:rsid w:val="005D591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11801">
      <w:bodyDiv w:val="1"/>
      <w:marLeft w:val="0"/>
      <w:marRight w:val="0"/>
      <w:marTop w:val="0"/>
      <w:marBottom w:val="0"/>
      <w:divBdr>
        <w:top w:val="none" w:sz="0" w:space="0" w:color="auto"/>
        <w:left w:val="none" w:sz="0" w:space="0" w:color="auto"/>
        <w:bottom w:val="none" w:sz="0" w:space="0" w:color="auto"/>
        <w:right w:val="none" w:sz="0" w:space="0" w:color="auto"/>
      </w:divBdr>
    </w:div>
    <w:div w:id="437943547">
      <w:bodyDiv w:val="1"/>
      <w:marLeft w:val="0"/>
      <w:marRight w:val="0"/>
      <w:marTop w:val="0"/>
      <w:marBottom w:val="0"/>
      <w:divBdr>
        <w:top w:val="none" w:sz="0" w:space="0" w:color="auto"/>
        <w:left w:val="none" w:sz="0" w:space="0" w:color="auto"/>
        <w:bottom w:val="none" w:sz="0" w:space="0" w:color="auto"/>
        <w:right w:val="none" w:sz="0" w:space="0" w:color="auto"/>
      </w:divBdr>
    </w:div>
    <w:div w:id="1263220059">
      <w:bodyDiv w:val="1"/>
      <w:marLeft w:val="0"/>
      <w:marRight w:val="0"/>
      <w:marTop w:val="0"/>
      <w:marBottom w:val="0"/>
      <w:divBdr>
        <w:top w:val="none" w:sz="0" w:space="0" w:color="auto"/>
        <w:left w:val="none" w:sz="0" w:space="0" w:color="auto"/>
        <w:bottom w:val="none" w:sz="0" w:space="0" w:color="auto"/>
        <w:right w:val="none" w:sz="0" w:space="0" w:color="auto"/>
      </w:divBdr>
    </w:div>
    <w:div w:id="1591625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20161CA2-AE06-417F-AA40-A2080F4A652F}"/>
</file>

<file path=customXml/itemProps2.xml><?xml version="1.0" encoding="utf-8"?>
<ds:datastoreItem xmlns:ds="http://schemas.openxmlformats.org/officeDocument/2006/customXml" ds:itemID="{E84BC1BE-248B-45FF-94FE-C3B987F7ED7C}"/>
</file>

<file path=customXml/itemProps3.xml><?xml version="1.0" encoding="utf-8"?>
<ds:datastoreItem xmlns:ds="http://schemas.openxmlformats.org/officeDocument/2006/customXml" ds:itemID="{C6BF7E98-E5C1-47B9-BE4B-98347331B16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15</cp:revision>
  <cp:lastPrinted>2015-09-11T19:35:00Z</cp:lastPrinted>
  <dcterms:created xsi:type="dcterms:W3CDTF">2022-11-06T19:55:00Z</dcterms:created>
  <dcterms:modified xsi:type="dcterms:W3CDTF">2024-09-27T19:04:41Z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