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2EF9" w:rsidP="007F2EF9" w:rsidRDefault="007F2EF9" w14:paraId="3BA905A4" w14:textId="0ABF855A">
      <w:pPr>
        <w:pStyle w:val="BpSTitle"/>
      </w:pPr>
      <w:r>
        <w:t>17010</w:t>
      </w:r>
    </w:p>
    <w:p w:rsidR="007F2EF9" w:rsidP="007F2EF9" w:rsidRDefault="007F2EF9" w14:paraId="5E4A41A3" w14:textId="77777777">
      <w:pPr>
        <w:pStyle w:val="BpSTitle"/>
      </w:pPr>
      <w:r>
        <w:t>Alaska Arctic Coastal Sedge-Dwarf-Shrubland</w:t>
      </w:r>
    </w:p>
    <w:p w:rsidR="007F2EF9" w:rsidP="007F2EF9" w:rsidRDefault="007F2EF9" w14:paraId="61C4FAFB" w14:textId="77777777">
      <w:r>
        <w:t xmlns:w="http://schemas.openxmlformats.org/wordprocessingml/2006/main">BpS Model/Description Version: Nov. 2024</w:t>
      </w:r>
      <w:r>
        <w:tab/>
      </w:r>
      <w:r>
        <w:tab/>
      </w:r>
      <w:r>
        <w:tab/>
      </w:r>
      <w:r>
        <w:tab/>
      </w:r>
      <w:r>
        <w:tab/>
      </w:r>
      <w:r>
        <w:tab/>
      </w:r>
      <w:r>
        <w:tab/>
      </w:r>
      <w:r>
        <w:tab/>
      </w:r>
    </w:p>
    <w:p w:rsidR="007F2EF9" w:rsidP="007F2EF9" w:rsidRDefault="007F2EF9" w14:paraId="5CDD572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7F2EF9" w:rsidR="007F2EF9" w:rsidTr="007F2EF9" w14:paraId="736C5CE0" w14:textId="77777777">
        <w:tc>
          <w:tcPr>
            <w:tcW w:w="2052" w:type="dxa"/>
            <w:tcBorders>
              <w:top w:val="single" w:color="auto" w:sz="2" w:space="0"/>
              <w:left w:val="single" w:color="auto" w:sz="12" w:space="0"/>
              <w:bottom w:val="single" w:color="000000" w:sz="12" w:space="0"/>
            </w:tcBorders>
            <w:shd w:val="clear" w:color="auto" w:fill="auto"/>
          </w:tcPr>
          <w:p w:rsidRPr="007F2EF9" w:rsidR="007F2EF9" w:rsidP="00DA4898" w:rsidRDefault="007F2EF9" w14:paraId="32668469" w14:textId="77777777">
            <w:pPr>
              <w:rPr>
                <w:b/>
                <w:bCs/>
              </w:rPr>
            </w:pPr>
            <w:r w:rsidRPr="007F2EF9">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7F2EF9" w:rsidR="007F2EF9" w:rsidP="00DA4898" w:rsidRDefault="007F2EF9" w14:paraId="21F27DEC"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7F2EF9" w:rsidR="007F2EF9" w:rsidP="00DA4898" w:rsidRDefault="007F2EF9" w14:paraId="6ED58F0A" w14:textId="77777777">
            <w:pPr>
              <w:rPr>
                <w:b/>
                <w:bCs/>
              </w:rPr>
            </w:pPr>
            <w:r w:rsidRPr="007F2EF9">
              <w:rPr>
                <w:b/>
                <w:bCs/>
              </w:rPr>
              <w:t>Reviewers</w:t>
            </w:r>
          </w:p>
        </w:tc>
        <w:tc>
          <w:tcPr>
            <w:tcW w:w="2928" w:type="dxa"/>
            <w:tcBorders>
              <w:top w:val="single" w:color="auto" w:sz="2" w:space="0"/>
              <w:bottom w:val="single" w:color="000000" w:sz="12" w:space="0"/>
            </w:tcBorders>
            <w:shd w:val="clear" w:color="auto" w:fill="auto"/>
          </w:tcPr>
          <w:p w:rsidRPr="007F2EF9" w:rsidR="007F2EF9" w:rsidP="00DA4898" w:rsidRDefault="007F2EF9" w14:paraId="11DD5757" w14:textId="77777777">
            <w:pPr>
              <w:rPr>
                <w:b/>
                <w:bCs/>
              </w:rPr>
            </w:pPr>
          </w:p>
        </w:tc>
      </w:tr>
      <w:tr w:rsidRPr="007F2EF9" w:rsidR="007F2EF9" w:rsidTr="007F2EF9" w14:paraId="1CC846DE" w14:textId="77777777">
        <w:tc>
          <w:tcPr>
            <w:tcW w:w="2052" w:type="dxa"/>
            <w:tcBorders>
              <w:top w:val="single" w:color="000000" w:sz="12" w:space="0"/>
              <w:left w:val="single" w:color="auto" w:sz="12" w:space="0"/>
            </w:tcBorders>
            <w:shd w:val="clear" w:color="auto" w:fill="auto"/>
          </w:tcPr>
          <w:p w:rsidRPr="007F2EF9" w:rsidR="007F2EF9" w:rsidP="00DA4898" w:rsidRDefault="007F2EF9" w14:paraId="1F33E707" w14:textId="77777777">
            <w:pPr>
              <w:rPr>
                <w:bCs/>
              </w:rPr>
            </w:pPr>
            <w:r w:rsidRPr="007F2EF9">
              <w:rPr>
                <w:bCs/>
              </w:rPr>
              <w:t>Kori Blankenship</w:t>
            </w:r>
          </w:p>
        </w:tc>
        <w:tc>
          <w:tcPr>
            <w:tcW w:w="2664" w:type="dxa"/>
            <w:tcBorders>
              <w:top w:val="single" w:color="000000" w:sz="12" w:space="0"/>
              <w:right w:val="single" w:color="000000" w:sz="12" w:space="0"/>
            </w:tcBorders>
            <w:shd w:val="clear" w:color="auto" w:fill="auto"/>
          </w:tcPr>
          <w:p w:rsidRPr="007F2EF9" w:rsidR="007F2EF9" w:rsidP="00DA4898" w:rsidRDefault="007F2EF9" w14:paraId="2532AF84" w14:textId="77777777">
            <w:r w:rsidRPr="007F2EF9">
              <w:t>kblankenship@tnc.org</w:t>
            </w:r>
          </w:p>
        </w:tc>
        <w:tc>
          <w:tcPr>
            <w:tcW w:w="1884" w:type="dxa"/>
            <w:tcBorders>
              <w:top w:val="single" w:color="000000" w:sz="12" w:space="0"/>
              <w:left w:val="single" w:color="000000" w:sz="12" w:space="0"/>
            </w:tcBorders>
            <w:shd w:val="clear" w:color="auto" w:fill="auto"/>
          </w:tcPr>
          <w:p w:rsidRPr="007F2EF9" w:rsidR="007F2EF9" w:rsidP="00DA4898" w:rsidRDefault="007F2EF9" w14:paraId="248428BB" w14:textId="77777777">
            <w:r w:rsidRPr="007F2EF9">
              <w:t>Janet Jorgenson</w:t>
            </w:r>
          </w:p>
        </w:tc>
        <w:tc>
          <w:tcPr>
            <w:tcW w:w="2928" w:type="dxa"/>
            <w:tcBorders>
              <w:top w:val="single" w:color="000000" w:sz="12" w:space="0"/>
            </w:tcBorders>
            <w:shd w:val="clear" w:color="auto" w:fill="auto"/>
          </w:tcPr>
          <w:p w:rsidRPr="007F2EF9" w:rsidR="007F2EF9" w:rsidP="00DA4898" w:rsidRDefault="007F2EF9" w14:paraId="7D1B563C" w14:textId="77777777">
            <w:r w:rsidRPr="007F2EF9">
              <w:t>Janet_Jorgenson@fws.gov</w:t>
            </w:r>
          </w:p>
        </w:tc>
      </w:tr>
      <w:tr w:rsidRPr="007F2EF9" w:rsidR="007F2EF9" w:rsidTr="007F2EF9" w14:paraId="58BA464F" w14:textId="77777777">
        <w:tc>
          <w:tcPr>
            <w:tcW w:w="2052" w:type="dxa"/>
            <w:tcBorders>
              <w:left w:val="single" w:color="auto" w:sz="12" w:space="0"/>
            </w:tcBorders>
            <w:shd w:val="clear" w:color="auto" w:fill="auto"/>
          </w:tcPr>
          <w:p w:rsidRPr="007F2EF9" w:rsidR="007F2EF9" w:rsidP="00DA4898" w:rsidRDefault="007F2EF9" w14:paraId="4A536AEB" w14:textId="77777777">
            <w:pPr>
              <w:rPr>
                <w:bCs/>
              </w:rPr>
            </w:pPr>
            <w:r w:rsidRPr="007F2EF9">
              <w:rPr>
                <w:bCs/>
              </w:rPr>
              <w:t>Keith Boggs</w:t>
            </w:r>
          </w:p>
        </w:tc>
        <w:tc>
          <w:tcPr>
            <w:tcW w:w="2664" w:type="dxa"/>
            <w:tcBorders>
              <w:right w:val="single" w:color="000000" w:sz="12" w:space="0"/>
            </w:tcBorders>
            <w:shd w:val="clear" w:color="auto" w:fill="auto"/>
          </w:tcPr>
          <w:p w:rsidRPr="007F2EF9" w:rsidR="007F2EF9" w:rsidP="00DA4898" w:rsidRDefault="007F2EF9" w14:paraId="7D39A304" w14:textId="77777777">
            <w:r w:rsidRPr="007F2EF9">
              <w:t>Ankwb@uaa.alaska.edu</w:t>
            </w:r>
          </w:p>
        </w:tc>
        <w:tc>
          <w:tcPr>
            <w:tcW w:w="1884" w:type="dxa"/>
            <w:tcBorders>
              <w:left w:val="single" w:color="000000" w:sz="12" w:space="0"/>
            </w:tcBorders>
            <w:shd w:val="clear" w:color="auto" w:fill="auto"/>
          </w:tcPr>
          <w:p w:rsidRPr="007F2EF9" w:rsidR="007F2EF9" w:rsidP="00DA4898" w:rsidRDefault="007F2EF9" w14:paraId="272FD501" w14:textId="77777777">
            <w:r w:rsidRPr="007F2EF9">
              <w:t>None</w:t>
            </w:r>
          </w:p>
        </w:tc>
        <w:tc>
          <w:tcPr>
            <w:tcW w:w="2928" w:type="dxa"/>
            <w:shd w:val="clear" w:color="auto" w:fill="auto"/>
          </w:tcPr>
          <w:p w:rsidRPr="007F2EF9" w:rsidR="007F2EF9" w:rsidP="00DA4898" w:rsidRDefault="007F2EF9" w14:paraId="710B4746" w14:textId="77777777">
            <w:r w:rsidRPr="007F2EF9">
              <w:t>None</w:t>
            </w:r>
          </w:p>
        </w:tc>
      </w:tr>
      <w:tr w:rsidRPr="007F2EF9" w:rsidR="007F2EF9" w:rsidTr="007F2EF9" w14:paraId="676EE4A9" w14:textId="77777777">
        <w:tc>
          <w:tcPr>
            <w:tcW w:w="2052" w:type="dxa"/>
            <w:tcBorders>
              <w:left w:val="single" w:color="auto" w:sz="12" w:space="0"/>
              <w:bottom w:val="single" w:color="auto" w:sz="2" w:space="0"/>
            </w:tcBorders>
            <w:shd w:val="clear" w:color="auto" w:fill="auto"/>
          </w:tcPr>
          <w:p w:rsidRPr="007F2EF9" w:rsidR="007F2EF9" w:rsidP="00DA4898" w:rsidRDefault="007F2EF9" w14:paraId="7D282487" w14:textId="77777777">
            <w:pPr>
              <w:rPr>
                <w:bCs/>
              </w:rPr>
            </w:pPr>
            <w:r w:rsidRPr="007F2EF9">
              <w:rPr>
                <w:bCs/>
              </w:rPr>
              <w:t>None</w:t>
            </w:r>
          </w:p>
        </w:tc>
        <w:tc>
          <w:tcPr>
            <w:tcW w:w="2664" w:type="dxa"/>
            <w:tcBorders>
              <w:right w:val="single" w:color="000000" w:sz="12" w:space="0"/>
            </w:tcBorders>
            <w:shd w:val="clear" w:color="auto" w:fill="auto"/>
          </w:tcPr>
          <w:p w:rsidRPr="007F2EF9" w:rsidR="007F2EF9" w:rsidP="00DA4898" w:rsidRDefault="007F2EF9" w14:paraId="080E5B76" w14:textId="77777777">
            <w:r w:rsidRPr="007F2EF9">
              <w:t>None</w:t>
            </w:r>
          </w:p>
        </w:tc>
        <w:tc>
          <w:tcPr>
            <w:tcW w:w="1884" w:type="dxa"/>
            <w:tcBorders>
              <w:left w:val="single" w:color="000000" w:sz="12" w:space="0"/>
              <w:bottom w:val="single" w:color="auto" w:sz="2" w:space="0"/>
            </w:tcBorders>
            <w:shd w:val="clear" w:color="auto" w:fill="auto"/>
          </w:tcPr>
          <w:p w:rsidRPr="007F2EF9" w:rsidR="007F2EF9" w:rsidP="00DA4898" w:rsidRDefault="007F2EF9" w14:paraId="29D780A1" w14:textId="77777777">
            <w:r w:rsidRPr="007F2EF9">
              <w:t>None</w:t>
            </w:r>
          </w:p>
        </w:tc>
        <w:tc>
          <w:tcPr>
            <w:tcW w:w="2928" w:type="dxa"/>
            <w:shd w:val="clear" w:color="auto" w:fill="auto"/>
          </w:tcPr>
          <w:p w:rsidRPr="007F2EF9" w:rsidR="007F2EF9" w:rsidP="00DA4898" w:rsidRDefault="007F2EF9" w14:paraId="4B6E7442" w14:textId="77777777">
            <w:r w:rsidRPr="007F2EF9">
              <w:t>None</w:t>
            </w:r>
          </w:p>
        </w:tc>
      </w:tr>
    </w:tbl>
    <w:p w:rsidR="007F2EF9" w:rsidP="007F2EF9" w:rsidRDefault="007F2EF9" w14:paraId="24471BAF" w14:textId="77777777"/>
    <w:p w:rsidR="00B17506" w:rsidP="007F2EF9" w:rsidRDefault="00B17506" w14:paraId="39431161" w14:textId="77777777">
      <w:pPr>
        <w:pStyle w:val="InfoPara"/>
        <w:rPr>
          <w:b w:val="0"/>
          <w:bCs/>
        </w:rPr>
      </w:pPr>
      <w:r>
        <w:t xml:space="preserve">Reviewer: </w:t>
      </w:r>
      <w:r>
        <w:rPr>
          <w:b w:val="0"/>
          <w:bCs/>
        </w:rPr>
        <w:t>Robin Innes</w:t>
      </w:r>
    </w:p>
    <w:p w:rsidR="007F2EF9" w:rsidP="007F2EF9" w:rsidRDefault="007F2EF9" w14:paraId="56FDDED1" w14:textId="6DA049FB">
      <w:pPr>
        <w:pStyle w:val="InfoPara"/>
      </w:pPr>
      <w:r>
        <w:t>Vegetation Type</w:t>
      </w:r>
    </w:p>
    <w:p w:rsidR="007F2EF9" w:rsidP="007F2EF9" w:rsidRDefault="007F2EF9" w14:paraId="6459D463" w14:textId="78A42D82">
      <w:r>
        <w:t>Shrubland</w:t>
      </w:r>
    </w:p>
    <w:p w:rsidR="007F2EF9" w:rsidP="007F2EF9" w:rsidRDefault="007F2EF9" w14:paraId="6535B959" w14:textId="77777777">
      <w:pPr>
        <w:pStyle w:val="InfoPara"/>
      </w:pPr>
      <w:r w:rsidR="574C6288">
        <w:rPr/>
        <w:t>Map Zones</w:t>
      </w:r>
    </w:p>
    <w:p w:rsidR="574C6288" w:rsidP="574C6288" w:rsidRDefault="574C6288" w14:paraId="40B0CE89" w14:textId="0E55214E">
      <w:pPr>
        <w:pStyle w:val="Normal"/>
      </w:pPr>
      <w:r w:rsidR="574C6288">
        <w:rPr/>
        <w:t>67, 68, 72</w:t>
      </w:r>
    </w:p>
    <w:p w:rsidR="007F2EF9" w:rsidP="007F2EF9" w:rsidRDefault="007F2EF9" w14:paraId="7FCA6B86" w14:textId="77777777">
      <w:pPr>
        <w:pStyle w:val="InfoPara"/>
      </w:pPr>
      <w:r>
        <w:t>Geographic Range</w:t>
      </w:r>
    </w:p>
    <w:p w:rsidR="007F2EF9" w:rsidP="007F2EF9" w:rsidRDefault="007F2EF9" w14:paraId="138BDDA2" w14:textId="5B81D3F0">
      <w:r>
        <w:t xml:space="preserve">This </w:t>
      </w:r>
      <w:r w:rsidR="0008534F">
        <w:t>Biophysical Setting (</w:t>
      </w:r>
      <w:proofErr w:type="spellStart"/>
      <w:r>
        <w:t>BpS</w:t>
      </w:r>
      <w:proofErr w:type="spellEnd"/>
      <w:r w:rsidR="0008534F">
        <w:t>)</w:t>
      </w:r>
      <w:r>
        <w:t xml:space="preserve"> is found along the coastline of arctic AK including along the Beaufort Sea, </w:t>
      </w:r>
      <w:proofErr w:type="spellStart"/>
      <w:r>
        <w:t>Chuckchi</w:t>
      </w:r>
      <w:proofErr w:type="spellEnd"/>
      <w:r>
        <w:t xml:space="preserve"> Sea</w:t>
      </w:r>
      <w:r w:rsidR="0008534F">
        <w:t>,</w:t>
      </w:r>
      <w:r>
        <w:t xml:space="preserve"> and the Bearing Sea. It is a dominant system on the Yukon-Kuskokwim Delta.</w:t>
      </w:r>
    </w:p>
    <w:p w:rsidR="007F2EF9" w:rsidP="007F2EF9" w:rsidRDefault="007F2EF9" w14:paraId="77C23D54" w14:textId="77777777">
      <w:pPr>
        <w:pStyle w:val="InfoPara"/>
      </w:pPr>
      <w:r>
        <w:t>Biophysical Site Description</w:t>
      </w:r>
    </w:p>
    <w:p w:rsidR="007F2EF9" w:rsidP="007F2EF9" w:rsidRDefault="007F2EF9" w14:paraId="71B7C988" w14:textId="77777777">
      <w:r>
        <w:t>This BpS is only periodically tidally flooded (</w:t>
      </w:r>
      <w:proofErr w:type="gramStart"/>
      <w:r>
        <w:t>i.e.</w:t>
      </w:r>
      <w:proofErr w:type="gramEnd"/>
      <w:r>
        <w:t xml:space="preserve"> floods less frequently than the brackish meadow or tidal marsh) and typically has permafrost.</w:t>
      </w:r>
    </w:p>
    <w:p w:rsidR="007F2EF9" w:rsidP="007F2EF9" w:rsidRDefault="007F2EF9" w14:paraId="32BB56BA" w14:textId="77777777">
      <w:pPr>
        <w:pStyle w:val="InfoPara"/>
      </w:pPr>
      <w:r>
        <w:t>Vegetation Description</w:t>
      </w:r>
    </w:p>
    <w:p w:rsidR="007F2EF9" w:rsidP="007F2EF9" w:rsidRDefault="007F2EF9" w14:paraId="57FADBD6" w14:textId="30924E4B">
      <w:r>
        <w:t xml:space="preserve">Dominant dwarf-shrubs are </w:t>
      </w:r>
      <w:proofErr w:type="spellStart"/>
      <w:r w:rsidRPr="0008534F">
        <w:rPr>
          <w:i/>
          <w:iCs/>
        </w:rPr>
        <w:t>Empetrum</w:t>
      </w:r>
      <w:proofErr w:type="spellEnd"/>
      <w:r w:rsidRPr="0008534F">
        <w:rPr>
          <w:i/>
          <w:iCs/>
        </w:rPr>
        <w:t xml:space="preserve"> nigrum, Salix </w:t>
      </w:r>
      <w:proofErr w:type="spellStart"/>
      <w:r w:rsidRPr="0008534F">
        <w:rPr>
          <w:i/>
          <w:iCs/>
        </w:rPr>
        <w:t>fuscescens</w:t>
      </w:r>
      <w:proofErr w:type="spellEnd"/>
      <w:r w:rsidRPr="0008534F">
        <w:rPr>
          <w:i/>
          <w:iCs/>
        </w:rPr>
        <w:t xml:space="preserve">, Salix </w:t>
      </w:r>
      <w:proofErr w:type="spellStart"/>
      <w:r w:rsidRPr="0008534F">
        <w:rPr>
          <w:i/>
          <w:iCs/>
        </w:rPr>
        <w:t>ovalifolia</w:t>
      </w:r>
      <w:proofErr w:type="spellEnd"/>
      <w:r w:rsidR="0008534F">
        <w:rPr>
          <w:i/>
          <w:iCs/>
        </w:rPr>
        <w:t>,</w:t>
      </w:r>
      <w:r>
        <w:t xml:space="preserve"> and sometimes </w:t>
      </w:r>
      <w:r w:rsidRPr="0008534F">
        <w:rPr>
          <w:i/>
          <w:iCs/>
        </w:rPr>
        <w:t>Betula nana</w:t>
      </w:r>
      <w:r>
        <w:t xml:space="preserve">. Diagnostic herbaceous species are </w:t>
      </w:r>
      <w:proofErr w:type="spellStart"/>
      <w:r w:rsidRPr="0008534F">
        <w:rPr>
          <w:i/>
          <w:iCs/>
        </w:rPr>
        <w:t>Carex</w:t>
      </w:r>
      <w:proofErr w:type="spellEnd"/>
      <w:r w:rsidRPr="0008534F">
        <w:rPr>
          <w:i/>
          <w:iCs/>
        </w:rPr>
        <w:t xml:space="preserve"> </w:t>
      </w:r>
      <w:proofErr w:type="spellStart"/>
      <w:r w:rsidRPr="0008534F">
        <w:rPr>
          <w:i/>
          <w:iCs/>
        </w:rPr>
        <w:t>rariflora</w:t>
      </w:r>
      <w:proofErr w:type="spellEnd"/>
      <w:r w:rsidRPr="0008534F">
        <w:rPr>
          <w:i/>
          <w:iCs/>
        </w:rPr>
        <w:t xml:space="preserve">, Calamagrostis </w:t>
      </w:r>
      <w:proofErr w:type="spellStart"/>
      <w:r w:rsidRPr="0008534F">
        <w:rPr>
          <w:i/>
          <w:iCs/>
        </w:rPr>
        <w:t>deschampsioides</w:t>
      </w:r>
      <w:proofErr w:type="spellEnd"/>
      <w:r w:rsidRPr="0008534F">
        <w:rPr>
          <w:i/>
          <w:iCs/>
        </w:rPr>
        <w:t xml:space="preserve">, </w:t>
      </w:r>
      <w:proofErr w:type="spellStart"/>
      <w:r w:rsidRPr="0008534F">
        <w:rPr>
          <w:i/>
          <w:iCs/>
        </w:rPr>
        <w:t>Deschampsia</w:t>
      </w:r>
      <w:proofErr w:type="spellEnd"/>
      <w:r w:rsidRPr="0008534F">
        <w:rPr>
          <w:i/>
          <w:iCs/>
        </w:rPr>
        <w:t xml:space="preserve"> </w:t>
      </w:r>
      <w:proofErr w:type="spellStart"/>
      <w:r w:rsidRPr="0008534F">
        <w:rPr>
          <w:i/>
          <w:iCs/>
        </w:rPr>
        <w:t>caespitosa</w:t>
      </w:r>
      <w:proofErr w:type="spellEnd"/>
      <w:r w:rsidR="0008534F">
        <w:rPr>
          <w:i/>
          <w:iCs/>
        </w:rPr>
        <w:t>,</w:t>
      </w:r>
      <w:r>
        <w:t xml:space="preserve"> and </w:t>
      </w:r>
      <w:proofErr w:type="spellStart"/>
      <w:r w:rsidRPr="0008534F">
        <w:rPr>
          <w:i/>
          <w:iCs/>
        </w:rPr>
        <w:t>Puccinellia</w:t>
      </w:r>
      <w:proofErr w:type="spellEnd"/>
      <w:r w:rsidRPr="0008534F">
        <w:rPr>
          <w:i/>
          <w:iCs/>
        </w:rPr>
        <w:t xml:space="preserve"> </w:t>
      </w:r>
      <w:proofErr w:type="spellStart"/>
      <w:r w:rsidRPr="0008534F">
        <w:rPr>
          <w:i/>
          <w:iCs/>
        </w:rPr>
        <w:t>andersonii</w:t>
      </w:r>
      <w:proofErr w:type="spellEnd"/>
      <w:r>
        <w:t xml:space="preserve">. Additional species include </w:t>
      </w:r>
      <w:proofErr w:type="spellStart"/>
      <w:r w:rsidRPr="0008534F">
        <w:rPr>
          <w:i/>
          <w:iCs/>
        </w:rPr>
        <w:t>Dupontia</w:t>
      </w:r>
      <w:proofErr w:type="spellEnd"/>
      <w:r w:rsidRPr="0008534F">
        <w:rPr>
          <w:i/>
          <w:iCs/>
        </w:rPr>
        <w:t xml:space="preserve"> </w:t>
      </w:r>
      <w:proofErr w:type="spellStart"/>
      <w:r w:rsidRPr="0008534F">
        <w:rPr>
          <w:i/>
          <w:iCs/>
        </w:rPr>
        <w:t>fisheri</w:t>
      </w:r>
      <w:proofErr w:type="spellEnd"/>
      <w:r w:rsidRPr="0008534F">
        <w:rPr>
          <w:i/>
          <w:iCs/>
        </w:rPr>
        <w:t xml:space="preserve">, </w:t>
      </w:r>
      <w:proofErr w:type="spellStart"/>
      <w:r w:rsidRPr="0008534F">
        <w:rPr>
          <w:i/>
          <w:iCs/>
        </w:rPr>
        <w:t>Arctagrostis</w:t>
      </w:r>
      <w:proofErr w:type="spellEnd"/>
      <w:r w:rsidRPr="0008534F">
        <w:rPr>
          <w:i/>
          <w:iCs/>
        </w:rPr>
        <w:t xml:space="preserve"> latifolia, Alopecurus </w:t>
      </w:r>
      <w:proofErr w:type="spellStart"/>
      <w:r w:rsidRPr="0008534F">
        <w:rPr>
          <w:i/>
          <w:iCs/>
        </w:rPr>
        <w:t>alpinus</w:t>
      </w:r>
      <w:proofErr w:type="spellEnd"/>
      <w:r w:rsidRPr="0008534F">
        <w:rPr>
          <w:i/>
          <w:iCs/>
        </w:rPr>
        <w:t xml:space="preserve">, Tanacetum </w:t>
      </w:r>
      <w:proofErr w:type="spellStart"/>
      <w:r w:rsidRPr="0008534F">
        <w:rPr>
          <w:i/>
          <w:iCs/>
        </w:rPr>
        <w:t>bipinnatum</w:t>
      </w:r>
      <w:proofErr w:type="spellEnd"/>
      <w:r w:rsidR="0008534F">
        <w:t>,</w:t>
      </w:r>
      <w:r>
        <w:t xml:space="preserve"> and </w:t>
      </w:r>
      <w:r w:rsidRPr="0008534F">
        <w:rPr>
          <w:i/>
          <w:iCs/>
        </w:rPr>
        <w:t xml:space="preserve">Petasites </w:t>
      </w:r>
      <w:proofErr w:type="spellStart"/>
      <w:r w:rsidRPr="0008534F">
        <w:rPr>
          <w:i/>
          <w:iCs/>
        </w:rPr>
        <w:t>frigidus</w:t>
      </w:r>
      <w:proofErr w:type="spellEnd"/>
      <w:r>
        <w:t>.</w:t>
      </w:r>
    </w:p>
    <w:p w:rsidR="007F2EF9" w:rsidP="007F2EF9" w:rsidRDefault="007F2EF9" w14:paraId="4DD07868"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SAFU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fuscescens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bog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ovalifolia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CARA5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rariflora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Looseflower alpine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CADE3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deschampsioides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Circumpolar reedgrass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DECA18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Deschampsia caespitosa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Tufted hairgrass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PUAN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Puccinellia andersonii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Anderson's alkaligrass</w:t>
            </w:r>
          </w:p>
        </w:tc>
      </w:tr>
    </w:tbl>
    <w:p>
      <w:r>
        <w:rPr>
          <w:sz w:val="16"/>
        </w:rPr>
        <w:t>Species names are from the NRCS PLANTS database. Check species codes at http://plants.usda.gov.</w:t>
      </w:r>
    </w:p>
    <w:p w:rsidR="007F2EF9" w:rsidP="007F2EF9" w:rsidRDefault="007F2EF9" w14:paraId="6982BE12" w14:textId="77777777">
      <w:pPr>
        <w:pStyle w:val="InfoPara"/>
      </w:pPr>
      <w:r>
        <w:t>Disturbance Description</w:t>
      </w:r>
    </w:p>
    <w:p w:rsidR="0008534F" w:rsidP="00242541" w:rsidRDefault="007F2EF9" w14:paraId="0D2D99C8" w14:textId="77777777">
      <w:r>
        <w:t xml:space="preserve">Coastal Sedge-Dwarf Shrublands are occasionally inundated by storm surge or extreme high tides, which are the </w:t>
      </w:r>
      <w:r w:rsidR="00090E2E">
        <w:t>dominant</w:t>
      </w:r>
      <w:r>
        <w:t xml:space="preserve"> process shaping this system. Successional relationships for this type are unclear.</w:t>
      </w:r>
    </w:p>
    <w:p w:rsidR="00B17506" w:rsidP="00242541" w:rsidRDefault="00242541" w14:paraId="566CBBF7" w14:textId="2C748561">
      <w:r>
        <w:br/>
      </w:r>
      <w:r>
        <w:t xml:space="preserve">In June of 2013 an extensive search was done by </w:t>
      </w:r>
      <w:r w:rsidR="00B17506">
        <w:t>Fire Effects Information System</w:t>
      </w:r>
    </w:p>
    <w:p w:rsidRPr="00206E7A" w:rsidR="00393B08" w:rsidP="00206E7A" w:rsidRDefault="00242541" w14:paraId="472BFBF7" w14:textId="1794D6B6">
      <w:pPr>
        <w:rPr>
          <w:b/>
          <w:bCs/>
          <w:sz w:val="27"/>
          <w:szCs w:val="27"/>
        </w:rPr>
      </w:pPr>
      <w:r>
        <w:t xml:space="preserve">staff to locate information for a synthesis on </w:t>
      </w:r>
      <w:hyperlink w:history="1" r:id="rId8">
        <w:r w:rsidR="00206E7A">
          <w:rPr>
            <w:rStyle w:val="Hyperlink"/>
          </w:rPr>
          <w:t>f</w:t>
        </w:r>
        <w:r w:rsidRPr="00652D73">
          <w:rPr>
            <w:rStyle w:val="Hyperlink"/>
          </w:rPr>
          <w:t>ire regimes of Alaskan coastal herbaceous communities and active inland dunes</w:t>
        </w:r>
      </w:hyperlink>
      <w:r>
        <w:t>, with few results</w:t>
      </w:r>
      <w:r w:rsidR="00B17506">
        <w:t xml:space="preserve"> (Innes 2013)</w:t>
      </w:r>
      <w:r>
        <w:t>.</w:t>
      </w:r>
      <w:r w:rsidR="00B17506">
        <w:t xml:space="preserve"> The synthesis noted that no studies reported contemporary fire records in this BpS and that t</w:t>
      </w:r>
      <w:r>
        <w:t xml:space="preserve">he lack </w:t>
      </w:r>
      <w:r w:rsidR="00393B08">
        <w:t>of such a record</w:t>
      </w:r>
      <w:r>
        <w:t xml:space="preserve"> suggest</w:t>
      </w:r>
      <w:r w:rsidR="00393B08">
        <w:t xml:space="preserve">ed </w:t>
      </w:r>
      <w:r>
        <w:t xml:space="preserve">that fire </w:t>
      </w:r>
      <w:r w:rsidR="00393B08">
        <w:t>was</w:t>
      </w:r>
      <w:r>
        <w:t xml:space="preserve"> rare</w:t>
      </w:r>
      <w:r w:rsidR="00206244">
        <w:t xml:space="preserve"> in this BpS</w:t>
      </w:r>
      <w:r w:rsidR="00B17506">
        <w:t xml:space="preserve"> (Innes 2013)</w:t>
      </w:r>
      <w:r>
        <w:t xml:space="preserve">. </w:t>
      </w:r>
      <w:bookmarkStart w:name="FireSeason" w:id="0"/>
      <w:bookmarkStart w:name="FireFrequency" w:id="1"/>
      <w:bookmarkStart w:name="Impage5" w:id="2"/>
      <w:bookmarkStart w:name="FireType" w:id="3"/>
      <w:bookmarkStart w:name="FireSeverity" w:id="4"/>
      <w:bookmarkStart w:name="FirePattern" w:id="5"/>
      <w:bookmarkStart w:name="FireSize" w:id="6"/>
      <w:bookmarkEnd w:id="0"/>
      <w:bookmarkEnd w:id="1"/>
      <w:bookmarkEnd w:id="2"/>
      <w:bookmarkEnd w:id="3"/>
      <w:bookmarkEnd w:id="4"/>
      <w:bookmarkEnd w:id="5"/>
      <w:bookmarkEnd w:id="6"/>
    </w:p>
    <w:p w:rsidR="007F2EF9" w:rsidP="007F2EF9" w:rsidRDefault="007F2EF9" w14:paraId="705FAE90" w14:textId="1BA2949D">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7F2EF9" w:rsidP="007F2EF9" w:rsidRDefault="007F2EF9" w14:paraId="4632F62F" w14:textId="77777777">
      <w:pPr>
        <w:pStyle w:val="InfoPara"/>
      </w:pPr>
      <w:r>
        <w:t>Scale Description</w:t>
      </w:r>
    </w:p>
    <w:p w:rsidR="007F2EF9" w:rsidP="007F2EF9" w:rsidRDefault="007F2EF9" w14:paraId="2C1B302F" w14:textId="77777777">
      <w:r>
        <w:t>Large patch</w:t>
      </w:r>
    </w:p>
    <w:p w:rsidR="007F2EF9" w:rsidP="007F2EF9" w:rsidRDefault="007F2EF9" w14:paraId="65756FEF" w14:textId="77777777">
      <w:pPr>
        <w:pStyle w:val="InfoPara"/>
      </w:pPr>
      <w:r>
        <w:t>Adjacency or Identification Concerns</w:t>
      </w:r>
    </w:p>
    <w:p w:rsidR="007F2EF9" w:rsidP="007F2EF9" w:rsidRDefault="007F2EF9" w14:paraId="6554077A" w14:textId="77777777">
      <w:r>
        <w:t>This BpS typically occurs immediately above the coastal brackish meadow or tidal marsh systems. Adjacent inland systems, which are not tidally influenced, include the Dwarf-Shrub-Sphagnum Peatland or Permafrost Plateau Dwarf-Shrub Lichen Tundra systems. This BpS is similar to the Coastal Brackish Meadow BpS but has &gt; 25% shrub cover.</w:t>
      </w:r>
    </w:p>
    <w:p w:rsidR="007F2EF9" w:rsidP="007F2EF9" w:rsidRDefault="007F2EF9" w14:paraId="63AFC37C" w14:textId="77777777">
      <w:pPr>
        <w:pStyle w:val="InfoPara"/>
      </w:pPr>
      <w:r>
        <w:t>Issues or Problems</w:t>
      </w:r>
    </w:p>
    <w:p w:rsidR="007F2EF9" w:rsidP="007F2EF9" w:rsidRDefault="007F2EF9" w14:paraId="68EB6906" w14:textId="77777777"/>
    <w:p w:rsidR="007F2EF9" w:rsidP="007F2EF9" w:rsidRDefault="007F2EF9" w14:paraId="2A290A7C" w14:textId="77777777">
      <w:pPr>
        <w:pStyle w:val="InfoPara"/>
      </w:pPr>
      <w:r>
        <w:t>Native Uncharacteristic Conditions</w:t>
      </w:r>
    </w:p>
    <w:p w:rsidR="007F2EF9" w:rsidP="007F2EF9" w:rsidRDefault="007F2EF9" w14:paraId="038401D4" w14:textId="77777777"/>
    <w:p w:rsidR="007F2EF9" w:rsidP="007F2EF9" w:rsidRDefault="007F2EF9" w14:paraId="7A46E021" w14:textId="77777777">
      <w:pPr>
        <w:pStyle w:val="InfoPara"/>
      </w:pPr>
      <w:r>
        <w:t>Comments</w:t>
      </w:r>
    </w:p>
    <w:p w:rsidR="00F74C01" w:rsidP="007F2EF9" w:rsidRDefault="00B17506" w14:paraId="4D537DD2" w14:textId="2AF3108C">
      <w:r>
        <w:t>During LANDFIRE National t</w:t>
      </w:r>
      <w:r w:rsidR="007F2EF9">
        <w:t>his model did not receive review specifically for z76.</w:t>
      </w:r>
      <w:r>
        <w:t xml:space="preserve"> </w:t>
      </w:r>
      <w:r w:rsidR="007F2EF9">
        <w:t>This model was created by Kori Blankenship and Keith Boggs based on the draft Arctic Ecological Systems description (Boggs et al. 2008).</w:t>
      </w:r>
    </w:p>
    <w:p w:rsidR="007F2EF9" w:rsidP="007F2EF9" w:rsidRDefault="007F2EF9" w14:paraId="35A12D2A"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7F2EF9" w:rsidP="007F2EF9" w:rsidRDefault="007F2EF9" w14:paraId="72CD1355"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7F2EF9" w:rsidP="007F2EF9" w:rsidRDefault="007F2EF9" w14:paraId="6F51E5E1" w14:textId="77777777"/>
    <w:p w:rsidR="007F2EF9" w:rsidP="007F2EF9" w:rsidRDefault="007F2EF9" w14:paraId="33ECE87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2136"/>
        <w:gridCol w:w="2832"/>
        <w:gridCol w:w="1956"/>
      </w:tblGrid>
      <w:tr w:rsidRPr="007F2EF9" w:rsidR="007F2EF9" w:rsidTr="007F2EF9" w14:paraId="43CCBDEB" w14:textId="77777777">
        <w:tc>
          <w:tcPr>
            <w:tcW w:w="1116" w:type="dxa"/>
            <w:tcBorders>
              <w:top w:val="single" w:color="auto" w:sz="2" w:space="0"/>
              <w:bottom w:val="single" w:color="000000" w:sz="12" w:space="0"/>
            </w:tcBorders>
            <w:shd w:val="clear" w:color="auto" w:fill="auto"/>
          </w:tcPr>
          <w:p w:rsidRPr="007F2EF9" w:rsidR="007F2EF9" w:rsidP="000318E3" w:rsidRDefault="007F2EF9" w14:paraId="229FF813" w14:textId="77777777">
            <w:pPr>
              <w:rPr>
                <w:b/>
                <w:bCs/>
              </w:rPr>
            </w:pPr>
            <w:r w:rsidRPr="007F2EF9">
              <w:rPr>
                <w:b/>
                <w:bCs/>
              </w:rPr>
              <w:t>Symbol</w:t>
            </w:r>
          </w:p>
        </w:tc>
        <w:tc>
          <w:tcPr>
            <w:tcW w:w="2136" w:type="dxa"/>
            <w:tcBorders>
              <w:top w:val="single" w:color="auto" w:sz="2" w:space="0"/>
              <w:bottom w:val="single" w:color="000000" w:sz="12" w:space="0"/>
            </w:tcBorders>
            <w:shd w:val="clear" w:color="auto" w:fill="auto"/>
          </w:tcPr>
          <w:p w:rsidRPr="007F2EF9" w:rsidR="007F2EF9" w:rsidP="000318E3" w:rsidRDefault="007F2EF9" w14:paraId="6DFCC39F" w14:textId="77777777">
            <w:pPr>
              <w:rPr>
                <w:b/>
                <w:bCs/>
              </w:rPr>
            </w:pPr>
            <w:r w:rsidRPr="007F2EF9">
              <w:rPr>
                <w:b/>
                <w:bCs/>
              </w:rPr>
              <w:t>Scientific Name</w:t>
            </w:r>
          </w:p>
        </w:tc>
        <w:tc>
          <w:tcPr>
            <w:tcW w:w="2832" w:type="dxa"/>
            <w:tcBorders>
              <w:top w:val="single" w:color="auto" w:sz="2" w:space="0"/>
              <w:bottom w:val="single" w:color="000000" w:sz="12" w:space="0"/>
            </w:tcBorders>
            <w:shd w:val="clear" w:color="auto" w:fill="auto"/>
          </w:tcPr>
          <w:p w:rsidRPr="007F2EF9" w:rsidR="007F2EF9" w:rsidP="000318E3" w:rsidRDefault="007F2EF9" w14:paraId="14E998FC" w14:textId="77777777">
            <w:pPr>
              <w:rPr>
                <w:b/>
                <w:bCs/>
              </w:rPr>
            </w:pPr>
            <w:r w:rsidRPr="007F2EF9">
              <w:rPr>
                <w:b/>
                <w:bCs/>
              </w:rPr>
              <w:t>Common Name</w:t>
            </w:r>
          </w:p>
        </w:tc>
        <w:tc>
          <w:tcPr>
            <w:tcW w:w="1956" w:type="dxa"/>
            <w:tcBorders>
              <w:top w:val="single" w:color="auto" w:sz="2" w:space="0"/>
              <w:bottom w:val="single" w:color="000000" w:sz="12" w:space="0"/>
            </w:tcBorders>
            <w:shd w:val="clear" w:color="auto" w:fill="auto"/>
          </w:tcPr>
          <w:p w:rsidRPr="007F2EF9" w:rsidR="007F2EF9" w:rsidP="000318E3" w:rsidRDefault="007F2EF9" w14:paraId="609EB684" w14:textId="77777777">
            <w:pPr>
              <w:rPr>
                <w:b/>
                <w:bCs/>
              </w:rPr>
            </w:pPr>
            <w:r w:rsidRPr="007F2EF9">
              <w:rPr>
                <w:b/>
                <w:bCs/>
              </w:rPr>
              <w:t>Canopy Position</w:t>
            </w:r>
          </w:p>
        </w:tc>
      </w:tr>
      <w:tr w:rsidRPr="007F2EF9" w:rsidR="007F2EF9" w:rsidTr="007F2EF9" w14:paraId="53C00F47" w14:textId="77777777">
        <w:tc>
          <w:tcPr>
            <w:tcW w:w="1116" w:type="dxa"/>
            <w:tcBorders>
              <w:top w:val="single" w:color="000000" w:sz="12" w:space="0"/>
            </w:tcBorders>
            <w:shd w:val="clear" w:color="auto" w:fill="auto"/>
          </w:tcPr>
          <w:p w:rsidRPr="007F2EF9" w:rsidR="007F2EF9" w:rsidP="000318E3" w:rsidRDefault="007F2EF9" w14:paraId="209EC3A7" w14:textId="77777777">
            <w:pPr>
              <w:rPr>
                <w:bCs/>
              </w:rPr>
            </w:pPr>
            <w:r w:rsidRPr="007F2EF9">
              <w:rPr>
                <w:bCs/>
              </w:rPr>
              <w:t>EMNI</w:t>
            </w:r>
          </w:p>
        </w:tc>
        <w:tc>
          <w:tcPr>
            <w:tcW w:w="2136" w:type="dxa"/>
            <w:tcBorders>
              <w:top w:val="single" w:color="000000" w:sz="12" w:space="0"/>
            </w:tcBorders>
            <w:shd w:val="clear" w:color="auto" w:fill="auto"/>
          </w:tcPr>
          <w:p w:rsidRPr="0061607B" w:rsidR="007F2EF9" w:rsidP="000318E3" w:rsidRDefault="007F2EF9" w14:paraId="05C4AAFF" w14:textId="77777777">
            <w:pPr>
              <w:rPr>
                <w:i/>
                <w:iCs/>
              </w:rPr>
            </w:pPr>
            <w:proofErr w:type="spellStart"/>
            <w:r w:rsidRPr="0061607B">
              <w:rPr>
                <w:i/>
                <w:iCs/>
              </w:rPr>
              <w:t>Empetrum</w:t>
            </w:r>
            <w:proofErr w:type="spellEnd"/>
            <w:r w:rsidRPr="0061607B">
              <w:rPr>
                <w:i/>
                <w:iCs/>
              </w:rPr>
              <w:t xml:space="preserve"> nigrum</w:t>
            </w:r>
          </w:p>
        </w:tc>
        <w:tc>
          <w:tcPr>
            <w:tcW w:w="2832" w:type="dxa"/>
            <w:tcBorders>
              <w:top w:val="single" w:color="000000" w:sz="12" w:space="0"/>
            </w:tcBorders>
            <w:shd w:val="clear" w:color="auto" w:fill="auto"/>
          </w:tcPr>
          <w:p w:rsidRPr="007F2EF9" w:rsidR="007F2EF9" w:rsidP="000318E3" w:rsidRDefault="007F2EF9" w14:paraId="64E0BD7E" w14:textId="77777777">
            <w:r w:rsidRPr="007F2EF9">
              <w:t>Black crowberry</w:t>
            </w:r>
          </w:p>
        </w:tc>
        <w:tc>
          <w:tcPr>
            <w:tcW w:w="1956" w:type="dxa"/>
            <w:tcBorders>
              <w:top w:val="single" w:color="000000" w:sz="12" w:space="0"/>
            </w:tcBorders>
            <w:shd w:val="clear" w:color="auto" w:fill="auto"/>
          </w:tcPr>
          <w:p w:rsidRPr="007F2EF9" w:rsidR="007F2EF9" w:rsidP="000318E3" w:rsidRDefault="007F2EF9" w14:paraId="1CD28835" w14:textId="77777777">
            <w:r w:rsidRPr="007F2EF9">
              <w:t>Upper</w:t>
            </w:r>
          </w:p>
        </w:tc>
      </w:tr>
      <w:tr w:rsidRPr="007F2EF9" w:rsidR="007F2EF9" w:rsidTr="007F2EF9" w14:paraId="2F2FF4F2" w14:textId="77777777">
        <w:tc>
          <w:tcPr>
            <w:tcW w:w="1116" w:type="dxa"/>
            <w:shd w:val="clear" w:color="auto" w:fill="auto"/>
          </w:tcPr>
          <w:p w:rsidRPr="007F2EF9" w:rsidR="007F2EF9" w:rsidP="000318E3" w:rsidRDefault="007F2EF9" w14:paraId="0A16EF36" w14:textId="77777777">
            <w:pPr>
              <w:rPr>
                <w:bCs/>
              </w:rPr>
            </w:pPr>
            <w:r w:rsidRPr="007F2EF9">
              <w:rPr>
                <w:bCs/>
              </w:rPr>
              <w:t>SAFU</w:t>
            </w:r>
          </w:p>
        </w:tc>
        <w:tc>
          <w:tcPr>
            <w:tcW w:w="2136" w:type="dxa"/>
            <w:shd w:val="clear" w:color="auto" w:fill="auto"/>
          </w:tcPr>
          <w:p w:rsidRPr="0061607B" w:rsidR="007F2EF9" w:rsidP="000318E3" w:rsidRDefault="007F2EF9" w14:paraId="2CE3AAFB" w14:textId="77777777">
            <w:pPr>
              <w:rPr>
                <w:i/>
                <w:iCs/>
              </w:rPr>
            </w:pPr>
            <w:r w:rsidRPr="0061607B">
              <w:rPr>
                <w:i/>
                <w:iCs/>
              </w:rPr>
              <w:t xml:space="preserve">Salix </w:t>
            </w:r>
            <w:proofErr w:type="spellStart"/>
            <w:r w:rsidRPr="0061607B">
              <w:rPr>
                <w:i/>
                <w:iCs/>
              </w:rPr>
              <w:t>fuscescens</w:t>
            </w:r>
            <w:proofErr w:type="spellEnd"/>
          </w:p>
        </w:tc>
        <w:tc>
          <w:tcPr>
            <w:tcW w:w="2832" w:type="dxa"/>
            <w:shd w:val="clear" w:color="auto" w:fill="auto"/>
          </w:tcPr>
          <w:p w:rsidRPr="007F2EF9" w:rsidR="007F2EF9" w:rsidP="000318E3" w:rsidRDefault="007F2EF9" w14:paraId="35233A26" w14:textId="77777777">
            <w:r w:rsidRPr="007F2EF9">
              <w:t>Alaska bog willow</w:t>
            </w:r>
          </w:p>
        </w:tc>
        <w:tc>
          <w:tcPr>
            <w:tcW w:w="1956" w:type="dxa"/>
            <w:shd w:val="clear" w:color="auto" w:fill="auto"/>
          </w:tcPr>
          <w:p w:rsidRPr="007F2EF9" w:rsidR="007F2EF9" w:rsidP="000318E3" w:rsidRDefault="007F2EF9" w14:paraId="237A8AEA" w14:textId="77777777">
            <w:r w:rsidRPr="007F2EF9">
              <w:t>Upper</w:t>
            </w:r>
          </w:p>
        </w:tc>
      </w:tr>
      <w:tr w:rsidRPr="007F2EF9" w:rsidR="007F2EF9" w:rsidTr="007F2EF9" w14:paraId="7357D6BE" w14:textId="77777777">
        <w:tc>
          <w:tcPr>
            <w:tcW w:w="1116" w:type="dxa"/>
            <w:shd w:val="clear" w:color="auto" w:fill="auto"/>
          </w:tcPr>
          <w:p w:rsidRPr="007F2EF9" w:rsidR="007F2EF9" w:rsidP="000318E3" w:rsidRDefault="007F2EF9" w14:paraId="5DD4BBC2" w14:textId="77777777">
            <w:pPr>
              <w:rPr>
                <w:bCs/>
              </w:rPr>
            </w:pPr>
            <w:r w:rsidRPr="007F2EF9">
              <w:rPr>
                <w:bCs/>
              </w:rPr>
              <w:t>SAOV</w:t>
            </w:r>
          </w:p>
        </w:tc>
        <w:tc>
          <w:tcPr>
            <w:tcW w:w="2136" w:type="dxa"/>
            <w:shd w:val="clear" w:color="auto" w:fill="auto"/>
          </w:tcPr>
          <w:p w:rsidRPr="0061607B" w:rsidR="007F2EF9" w:rsidP="000318E3" w:rsidRDefault="007F2EF9" w14:paraId="4533E522" w14:textId="77777777">
            <w:pPr>
              <w:rPr>
                <w:i/>
                <w:iCs/>
              </w:rPr>
            </w:pPr>
            <w:r w:rsidRPr="0061607B">
              <w:rPr>
                <w:i/>
                <w:iCs/>
              </w:rPr>
              <w:t xml:space="preserve">Salix </w:t>
            </w:r>
            <w:proofErr w:type="spellStart"/>
            <w:r w:rsidRPr="0061607B">
              <w:rPr>
                <w:i/>
                <w:iCs/>
              </w:rPr>
              <w:t>ovalifolia</w:t>
            </w:r>
            <w:proofErr w:type="spellEnd"/>
          </w:p>
        </w:tc>
        <w:tc>
          <w:tcPr>
            <w:tcW w:w="2832" w:type="dxa"/>
            <w:shd w:val="clear" w:color="auto" w:fill="auto"/>
          </w:tcPr>
          <w:p w:rsidRPr="007F2EF9" w:rsidR="007F2EF9" w:rsidP="000318E3" w:rsidRDefault="007F2EF9" w14:paraId="72EA1327" w14:textId="77777777">
            <w:r w:rsidRPr="007F2EF9">
              <w:t>Oval-leaf willow</w:t>
            </w:r>
          </w:p>
        </w:tc>
        <w:tc>
          <w:tcPr>
            <w:tcW w:w="1956" w:type="dxa"/>
            <w:shd w:val="clear" w:color="auto" w:fill="auto"/>
          </w:tcPr>
          <w:p w:rsidRPr="007F2EF9" w:rsidR="007F2EF9" w:rsidP="000318E3" w:rsidRDefault="007F2EF9" w14:paraId="18EDBC27" w14:textId="77777777">
            <w:r w:rsidRPr="007F2EF9">
              <w:t>Upper</w:t>
            </w:r>
          </w:p>
        </w:tc>
      </w:tr>
      <w:tr w:rsidRPr="007F2EF9" w:rsidR="007F2EF9" w:rsidTr="007F2EF9" w14:paraId="40FF4249" w14:textId="77777777">
        <w:tc>
          <w:tcPr>
            <w:tcW w:w="1116" w:type="dxa"/>
            <w:shd w:val="clear" w:color="auto" w:fill="auto"/>
          </w:tcPr>
          <w:p w:rsidRPr="007F2EF9" w:rsidR="007F2EF9" w:rsidP="000318E3" w:rsidRDefault="007F2EF9" w14:paraId="0BD6282B" w14:textId="77777777">
            <w:pPr>
              <w:rPr>
                <w:bCs/>
              </w:rPr>
            </w:pPr>
            <w:r w:rsidRPr="007F2EF9">
              <w:rPr>
                <w:bCs/>
              </w:rPr>
              <w:t>CARA5</w:t>
            </w:r>
          </w:p>
        </w:tc>
        <w:tc>
          <w:tcPr>
            <w:tcW w:w="2136" w:type="dxa"/>
            <w:shd w:val="clear" w:color="auto" w:fill="auto"/>
          </w:tcPr>
          <w:p w:rsidRPr="0061607B" w:rsidR="007F2EF9" w:rsidP="000318E3" w:rsidRDefault="007F2EF9" w14:paraId="31CFB7E3" w14:textId="77777777">
            <w:pPr>
              <w:rPr>
                <w:i/>
                <w:iCs/>
              </w:rPr>
            </w:pPr>
            <w:proofErr w:type="spellStart"/>
            <w:r w:rsidRPr="0061607B">
              <w:rPr>
                <w:i/>
                <w:iCs/>
              </w:rPr>
              <w:t>Carex</w:t>
            </w:r>
            <w:proofErr w:type="spellEnd"/>
            <w:r w:rsidRPr="0061607B">
              <w:rPr>
                <w:i/>
                <w:iCs/>
              </w:rPr>
              <w:t xml:space="preserve"> </w:t>
            </w:r>
            <w:proofErr w:type="spellStart"/>
            <w:r w:rsidRPr="0061607B">
              <w:rPr>
                <w:i/>
                <w:iCs/>
              </w:rPr>
              <w:t>rariflora</w:t>
            </w:r>
            <w:proofErr w:type="spellEnd"/>
          </w:p>
        </w:tc>
        <w:tc>
          <w:tcPr>
            <w:tcW w:w="2832" w:type="dxa"/>
            <w:shd w:val="clear" w:color="auto" w:fill="auto"/>
          </w:tcPr>
          <w:p w:rsidRPr="007F2EF9" w:rsidR="007F2EF9" w:rsidP="000318E3" w:rsidRDefault="007F2EF9" w14:paraId="08CE5722" w14:textId="77777777">
            <w:proofErr w:type="spellStart"/>
            <w:r w:rsidRPr="007F2EF9">
              <w:t>Looseflower</w:t>
            </w:r>
            <w:proofErr w:type="spellEnd"/>
            <w:r w:rsidRPr="007F2EF9">
              <w:t xml:space="preserve"> alpine sedge</w:t>
            </w:r>
          </w:p>
        </w:tc>
        <w:tc>
          <w:tcPr>
            <w:tcW w:w="1956" w:type="dxa"/>
            <w:shd w:val="clear" w:color="auto" w:fill="auto"/>
          </w:tcPr>
          <w:p w:rsidRPr="007F2EF9" w:rsidR="007F2EF9" w:rsidP="000318E3" w:rsidRDefault="007F2EF9" w14:paraId="6EF17AC1" w14:textId="77777777">
            <w:r w:rsidRPr="007F2EF9">
              <w:t>Upper</w:t>
            </w:r>
          </w:p>
        </w:tc>
      </w:tr>
    </w:tbl>
    <w:p w:rsidR="007F2EF9" w:rsidP="007F2EF9" w:rsidRDefault="007F2EF9" w14:paraId="1B9ED43F" w14:textId="77777777"/>
    <w:p w:rsidR="007F2EF9" w:rsidP="007F2EF9" w:rsidRDefault="007F2EF9" w14:paraId="374133AD" w14:textId="77777777">
      <w:pPr>
        <w:pStyle w:val="SClassInfoPara"/>
      </w:pPr>
      <w:r>
        <w:t>Description</w:t>
      </w:r>
    </w:p>
    <w:p w:rsidR="007F2EF9" w:rsidP="007F2EF9" w:rsidRDefault="007F2EF9" w14:paraId="2F89E0A7" w14:textId="24F6658D">
      <w:r>
        <w:t>This class represents the Coastal Sedge-Dwarf-Shrubland system. Refer to the vegetation description for common species.</w:t>
      </w:r>
    </w:p>
    <w:p w:rsidR="0061607B" w:rsidP="007F2EF9" w:rsidRDefault="0061607B" w14:paraId="19605CA1"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7F2EF9" w:rsidP="007F2EF9" w:rsidRDefault="007F2EF9" w14:paraId="52342A62" w14:textId="77777777">
      <w:r>
        <w:t>Boggs et al. 2008. International Ecological Classification Standard: Terrestrial Ecological Classifications. Draft Ecological Systems Description for the Alaska Arctic Region.</w:t>
      </w:r>
    </w:p>
    <w:p w:rsidR="00FD42FB" w:rsidP="007F2EF9" w:rsidRDefault="00FD42FB" w14:paraId="364ADDE0" w14:textId="77777777"/>
    <w:p w:rsidR="00FD42FB" w:rsidP="00FD42FB" w:rsidRDefault="00FD42FB" w14:paraId="712E9FE8" w14:textId="77777777">
      <w:pPr>
        <w:autoSpaceDE w:val="0"/>
        <w:autoSpaceDN w:val="0"/>
        <w:adjustRightInd w:val="0"/>
      </w:pPr>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June 28].</w:t>
      </w:r>
    </w:p>
    <w:p w:rsidR="007F2EF9" w:rsidP="007F2EF9" w:rsidRDefault="007F2EF9" w14:paraId="7A0B8EC2" w14:textId="77777777"/>
    <w:p w:rsidR="007F2EF9" w:rsidP="007F2EF9" w:rsidRDefault="007F2EF9" w14:paraId="2870B199" w14:textId="77777777">
      <w:r>
        <w:t xml:space="preserve">Jorgenson, T.M., J.E. Roth, E.R. Pullman, R.M. Burgess, M.K. </w:t>
      </w:r>
      <w:proofErr w:type="spellStart"/>
      <w:r>
        <w:t>Raynolds</w:t>
      </w:r>
      <w:proofErr w:type="spellEnd"/>
      <w:r>
        <w:t xml:space="preserve">, A.A. Stickney, M.D. </w:t>
      </w:r>
      <w:proofErr w:type="spellStart"/>
      <w:r>
        <w:t>Smilh</w:t>
      </w:r>
      <w:proofErr w:type="spellEnd"/>
      <w:r>
        <w:t xml:space="preserve"> and T.M. Zimmer. 1997. An ecological land survey for the Colville River Delta, Alaska, 1996. ABR, Inc. Fairbanks, AK. 141 p.</w:t>
      </w:r>
    </w:p>
    <w:p w:rsidR="007F2EF9" w:rsidP="007F2EF9" w:rsidRDefault="007F2EF9" w14:paraId="0659FDA6" w14:textId="77777777"/>
    <w:p w:rsidR="007F2EF9" w:rsidP="007F2EF9" w:rsidRDefault="007F2EF9" w14:paraId="45646C39" w14:textId="77777777">
      <w:r>
        <w:t xml:space="preserve">Talbot, S.S., M.D. Fleming and C.J. </w:t>
      </w:r>
      <w:proofErr w:type="spellStart"/>
      <w:r>
        <w:t>Markon</w:t>
      </w:r>
      <w:proofErr w:type="spellEnd"/>
      <w:r>
        <w:t>. 1985. U.S. Fish and Wildlife Service LANDSAT-Facilitated vegetation map and vegetation reconnaissance of Yukon Delta National Wildlife Refuge, Alaska. Resource Support, U.S. Fish and Wildlife Service, Anchorage, Alaska.</w:t>
      </w:r>
    </w:p>
    <w:p w:rsidRPr="00A43E41" w:rsidR="004D5F12" w:rsidP="007F2EF9" w:rsidRDefault="004D5F12" w14:paraId="389892E9" w14:textId="77777777"/>
    <w:sectPr w:rsidRPr="00A43E41" w:rsidR="004D5F12"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75A7" w:rsidRDefault="00F175A7" w14:paraId="675BE48C" w14:textId="77777777">
      <w:r>
        <w:separator/>
      </w:r>
    </w:p>
  </w:endnote>
  <w:endnote w:type="continuationSeparator" w:id="0">
    <w:p w:rsidR="00F175A7" w:rsidRDefault="00F175A7" w14:paraId="188B93D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2EF9" w:rsidP="007F2EF9" w:rsidRDefault="007F2EF9" w14:paraId="27D91F8B"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75A7" w:rsidRDefault="00F175A7" w14:paraId="62A748D1" w14:textId="77777777">
      <w:r>
        <w:separator/>
      </w:r>
    </w:p>
  </w:footnote>
  <w:footnote w:type="continuationSeparator" w:id="0">
    <w:p w:rsidR="00F175A7" w:rsidRDefault="00F175A7" w14:paraId="3833BF9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7F2EF9" w:rsidRDefault="00A43E41" w14:paraId="475984B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27545406">
    <w:abstractNumId w:val="1"/>
  </w:num>
  <w:num w:numId="2" w16cid:durableId="694617165">
    <w:abstractNumId w:val="0"/>
  </w:num>
  <w:num w:numId="3" w16cid:durableId="15928596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EF9"/>
    <w:rsid w:val="00007C48"/>
    <w:rsid w:val="00017114"/>
    <w:rsid w:val="0001761A"/>
    <w:rsid w:val="0003202F"/>
    <w:rsid w:val="0004797F"/>
    <w:rsid w:val="00077A85"/>
    <w:rsid w:val="0008534F"/>
    <w:rsid w:val="00090E2E"/>
    <w:rsid w:val="00097251"/>
    <w:rsid w:val="000B5948"/>
    <w:rsid w:val="000E1EC5"/>
    <w:rsid w:val="000E759B"/>
    <w:rsid w:val="000F3569"/>
    <w:rsid w:val="00110079"/>
    <w:rsid w:val="00117805"/>
    <w:rsid w:val="00144BEF"/>
    <w:rsid w:val="001514F9"/>
    <w:rsid w:val="00174486"/>
    <w:rsid w:val="001824B8"/>
    <w:rsid w:val="00193946"/>
    <w:rsid w:val="00196C68"/>
    <w:rsid w:val="001A07B5"/>
    <w:rsid w:val="001A5277"/>
    <w:rsid w:val="001A6573"/>
    <w:rsid w:val="001B1261"/>
    <w:rsid w:val="001E43F5"/>
    <w:rsid w:val="001F77AB"/>
    <w:rsid w:val="00206244"/>
    <w:rsid w:val="00206E7A"/>
    <w:rsid w:val="002206B7"/>
    <w:rsid w:val="00220975"/>
    <w:rsid w:val="002233CE"/>
    <w:rsid w:val="00242541"/>
    <w:rsid w:val="00242A9C"/>
    <w:rsid w:val="00272B25"/>
    <w:rsid w:val="00292706"/>
    <w:rsid w:val="002A69B2"/>
    <w:rsid w:val="002D1845"/>
    <w:rsid w:val="002E41A1"/>
    <w:rsid w:val="00300000"/>
    <w:rsid w:val="0031662A"/>
    <w:rsid w:val="00317111"/>
    <w:rsid w:val="003172E2"/>
    <w:rsid w:val="00320910"/>
    <w:rsid w:val="003319D8"/>
    <w:rsid w:val="0037413E"/>
    <w:rsid w:val="00393B08"/>
    <w:rsid w:val="003C703C"/>
    <w:rsid w:val="003D242E"/>
    <w:rsid w:val="003F322E"/>
    <w:rsid w:val="004148BE"/>
    <w:rsid w:val="00414DA8"/>
    <w:rsid w:val="00424E99"/>
    <w:rsid w:val="0042550C"/>
    <w:rsid w:val="0042737A"/>
    <w:rsid w:val="004375BE"/>
    <w:rsid w:val="00447BAA"/>
    <w:rsid w:val="00452B5E"/>
    <w:rsid w:val="00455D4C"/>
    <w:rsid w:val="004655CC"/>
    <w:rsid w:val="00467245"/>
    <w:rsid w:val="00475B00"/>
    <w:rsid w:val="00476F39"/>
    <w:rsid w:val="00484A16"/>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B1DDE"/>
    <w:rsid w:val="005C7A42"/>
    <w:rsid w:val="005D242C"/>
    <w:rsid w:val="005E46EE"/>
    <w:rsid w:val="005E6650"/>
    <w:rsid w:val="005F3253"/>
    <w:rsid w:val="00605473"/>
    <w:rsid w:val="006115AB"/>
    <w:rsid w:val="0061607B"/>
    <w:rsid w:val="006161B9"/>
    <w:rsid w:val="00616941"/>
    <w:rsid w:val="00621C0C"/>
    <w:rsid w:val="0063157E"/>
    <w:rsid w:val="00634703"/>
    <w:rsid w:val="0064321F"/>
    <w:rsid w:val="00646981"/>
    <w:rsid w:val="00653235"/>
    <w:rsid w:val="006E57D4"/>
    <w:rsid w:val="006F39FC"/>
    <w:rsid w:val="00722B5D"/>
    <w:rsid w:val="0074072B"/>
    <w:rsid w:val="00740E0B"/>
    <w:rsid w:val="00747459"/>
    <w:rsid w:val="007742B4"/>
    <w:rsid w:val="00774CB3"/>
    <w:rsid w:val="007A721A"/>
    <w:rsid w:val="007B5284"/>
    <w:rsid w:val="007C7863"/>
    <w:rsid w:val="007D576F"/>
    <w:rsid w:val="007F2EF9"/>
    <w:rsid w:val="0080166D"/>
    <w:rsid w:val="00804888"/>
    <w:rsid w:val="00820371"/>
    <w:rsid w:val="00821A9F"/>
    <w:rsid w:val="0083018E"/>
    <w:rsid w:val="0084119C"/>
    <w:rsid w:val="00844388"/>
    <w:rsid w:val="00850C8E"/>
    <w:rsid w:val="0087316E"/>
    <w:rsid w:val="008779C3"/>
    <w:rsid w:val="00877F55"/>
    <w:rsid w:val="008F01B1"/>
    <w:rsid w:val="00901CA2"/>
    <w:rsid w:val="00907797"/>
    <w:rsid w:val="00945DBA"/>
    <w:rsid w:val="009606C8"/>
    <w:rsid w:val="00966095"/>
    <w:rsid w:val="00986A7A"/>
    <w:rsid w:val="009903A9"/>
    <w:rsid w:val="00991C0A"/>
    <w:rsid w:val="009B03E6"/>
    <w:rsid w:val="009B232E"/>
    <w:rsid w:val="009B736C"/>
    <w:rsid w:val="009D25CD"/>
    <w:rsid w:val="009D674B"/>
    <w:rsid w:val="009E0DB5"/>
    <w:rsid w:val="009E6357"/>
    <w:rsid w:val="009F5F8E"/>
    <w:rsid w:val="009F747E"/>
    <w:rsid w:val="00A16194"/>
    <w:rsid w:val="00A2791D"/>
    <w:rsid w:val="00A309E2"/>
    <w:rsid w:val="00A36D75"/>
    <w:rsid w:val="00A43E41"/>
    <w:rsid w:val="00A6020D"/>
    <w:rsid w:val="00AB3795"/>
    <w:rsid w:val="00AC570D"/>
    <w:rsid w:val="00AF1CDE"/>
    <w:rsid w:val="00AF1E11"/>
    <w:rsid w:val="00AF4B2B"/>
    <w:rsid w:val="00B17506"/>
    <w:rsid w:val="00B30030"/>
    <w:rsid w:val="00B44A3C"/>
    <w:rsid w:val="00B60870"/>
    <w:rsid w:val="00B60C63"/>
    <w:rsid w:val="00B84C7B"/>
    <w:rsid w:val="00BC14B6"/>
    <w:rsid w:val="00C07F5E"/>
    <w:rsid w:val="00C261B7"/>
    <w:rsid w:val="00C50B12"/>
    <w:rsid w:val="00C5204F"/>
    <w:rsid w:val="00C66E45"/>
    <w:rsid w:val="00C827A9"/>
    <w:rsid w:val="00CA0BB9"/>
    <w:rsid w:val="00CA1418"/>
    <w:rsid w:val="00CB7469"/>
    <w:rsid w:val="00CD6118"/>
    <w:rsid w:val="00CD68F6"/>
    <w:rsid w:val="00CE79FF"/>
    <w:rsid w:val="00CF2056"/>
    <w:rsid w:val="00D060DC"/>
    <w:rsid w:val="00D16916"/>
    <w:rsid w:val="00D17369"/>
    <w:rsid w:val="00D178C7"/>
    <w:rsid w:val="00D306FA"/>
    <w:rsid w:val="00D339A7"/>
    <w:rsid w:val="00D367FB"/>
    <w:rsid w:val="00D422DB"/>
    <w:rsid w:val="00D46D39"/>
    <w:rsid w:val="00D52C2E"/>
    <w:rsid w:val="00D534D2"/>
    <w:rsid w:val="00D553D0"/>
    <w:rsid w:val="00D62775"/>
    <w:rsid w:val="00D75FD7"/>
    <w:rsid w:val="00D81349"/>
    <w:rsid w:val="00D92158"/>
    <w:rsid w:val="00D95971"/>
    <w:rsid w:val="00DA63B1"/>
    <w:rsid w:val="00DB16CA"/>
    <w:rsid w:val="00DC22EA"/>
    <w:rsid w:val="00DC4BA7"/>
    <w:rsid w:val="00DD3902"/>
    <w:rsid w:val="00DE0F2D"/>
    <w:rsid w:val="00DE40A7"/>
    <w:rsid w:val="00DE7AB5"/>
    <w:rsid w:val="00DF0616"/>
    <w:rsid w:val="00E109E9"/>
    <w:rsid w:val="00E50BB8"/>
    <w:rsid w:val="00E61C50"/>
    <w:rsid w:val="00E7520B"/>
    <w:rsid w:val="00EB2776"/>
    <w:rsid w:val="00EC4A14"/>
    <w:rsid w:val="00EE247F"/>
    <w:rsid w:val="00EF02EA"/>
    <w:rsid w:val="00F06F11"/>
    <w:rsid w:val="00F175A7"/>
    <w:rsid w:val="00F43204"/>
    <w:rsid w:val="00F74C01"/>
    <w:rsid w:val="00F75BC1"/>
    <w:rsid w:val="00F86C13"/>
    <w:rsid w:val="00F948F2"/>
    <w:rsid w:val="00FD42FB"/>
    <w:rsid w:val="00FE2EE9"/>
    <w:rsid w:val="00FE3B73"/>
    <w:rsid w:val="00FE41CA"/>
    <w:rsid w:val="00FE6871"/>
    <w:rsid w:val="00FF0FAC"/>
    <w:rsid w:val="574C6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9FB5A"/>
  <w15:docId w15:val="{52F751F7-1D0B-4985-A878-876B20DAC8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F74C01"/>
    <w:pPr>
      <w:ind w:left="720"/>
    </w:pPr>
    <w:rPr>
      <w:rFonts w:ascii="Calibri" w:hAnsi="Calibri" w:eastAsia="Calibri"/>
      <w:sz w:val="22"/>
      <w:szCs w:val="22"/>
    </w:rPr>
  </w:style>
  <w:style w:type="character" w:styleId="Hyperlink">
    <w:name w:val="Hyperlink"/>
    <w:rsid w:val="00F74C01"/>
    <w:rPr>
      <w:color w:val="0000FF"/>
      <w:u w:val="single"/>
    </w:rPr>
  </w:style>
  <w:style w:type="character" w:styleId="Strong">
    <w:name w:val="Strong"/>
    <w:basedOn w:val="DefaultParagraphFont"/>
    <w:uiPriority w:val="22"/>
    <w:qFormat/>
    <w:rsid w:val="00242541"/>
    <w:rPr>
      <w:b/>
      <w:bCs/>
    </w:rPr>
  </w:style>
  <w:style w:type="paragraph" w:styleId="NormalWeb">
    <w:name w:val="Normal (Web)"/>
    <w:basedOn w:val="Normal"/>
    <w:uiPriority w:val="99"/>
    <w:unhideWhenUsed/>
    <w:rsid w:val="00242541"/>
    <w:pPr>
      <w:spacing w:before="100" w:beforeAutospacing="1" w:after="100" w:afterAutospacing="1"/>
    </w:pPr>
  </w:style>
  <w:style w:type="paragraph" w:styleId="BalloonText">
    <w:name w:val="Balloon Text"/>
    <w:basedOn w:val="Normal"/>
    <w:link w:val="BalloonTextChar"/>
    <w:uiPriority w:val="99"/>
    <w:semiHidden/>
    <w:unhideWhenUsed/>
    <w:rsid w:val="00B1750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175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43872">
      <w:bodyDiv w:val="1"/>
      <w:marLeft w:val="0"/>
      <w:marRight w:val="0"/>
      <w:marTop w:val="0"/>
      <w:marBottom w:val="0"/>
      <w:divBdr>
        <w:top w:val="none" w:sz="0" w:space="0" w:color="auto"/>
        <w:left w:val="none" w:sz="0" w:space="0" w:color="auto"/>
        <w:bottom w:val="none" w:sz="0" w:space="0" w:color="auto"/>
        <w:right w:val="none" w:sz="0" w:space="0" w:color="auto"/>
      </w:divBdr>
    </w:div>
    <w:div w:id="908805728">
      <w:bodyDiv w:val="1"/>
      <w:marLeft w:val="0"/>
      <w:marRight w:val="0"/>
      <w:marTop w:val="0"/>
      <w:marBottom w:val="0"/>
      <w:divBdr>
        <w:top w:val="none" w:sz="0" w:space="0" w:color="auto"/>
        <w:left w:val="none" w:sz="0" w:space="0" w:color="auto"/>
        <w:bottom w:val="none" w:sz="0" w:space="0" w:color="auto"/>
        <w:right w:val="none" w:sz="0" w:space="0" w:color="auto"/>
      </w:divBdr>
    </w:div>
    <w:div w:id="121504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coastal/all.htm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4C06940E-A8D7-4A8D-9B84-95346B0589D4}">
  <ds:schemaRefs>
    <ds:schemaRef ds:uri="http://schemas.openxmlformats.org/officeDocument/2006/bibliography"/>
  </ds:schemaRefs>
</ds:datastoreItem>
</file>

<file path=customXml/itemProps2.xml><?xml version="1.0" encoding="utf-8"?>
<ds:datastoreItem xmlns:ds="http://schemas.openxmlformats.org/officeDocument/2006/customXml" ds:itemID="{2650131F-17DB-46A4-8A23-9039DD9D9EC3}"/>
</file>

<file path=customXml/itemProps3.xml><?xml version="1.0" encoding="utf-8"?>
<ds:datastoreItem xmlns:ds="http://schemas.openxmlformats.org/officeDocument/2006/customXml" ds:itemID="{A6C30DB2-71AA-48B6-99F7-D49D9809EC1A}"/>
</file>

<file path=customXml/itemProps4.xml><?xml version="1.0" encoding="utf-8"?>
<ds:datastoreItem xmlns:ds="http://schemas.openxmlformats.org/officeDocument/2006/customXml" ds:itemID="{9562D406-BF46-4D90-9F19-D3D652E96B1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6</cp:revision>
  <cp:lastPrinted>2015-09-11T19:38:00Z</cp:lastPrinted>
  <dcterms:created xsi:type="dcterms:W3CDTF">2022-11-05T20:56:00Z</dcterms:created>
  <dcterms:modified xsi:type="dcterms:W3CDTF">2024-09-27T19:07:32Z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