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66D0" w:rsidP="00D34067" w:rsidRDefault="007D66D0" w14:paraId="59D8EFC3" w14:textId="77777777">
      <w:pPr>
        <w:pStyle w:val="BpSTitle"/>
      </w:pPr>
      <w:r>
        <w:t>16901</w:t>
      </w:r>
    </w:p>
    <w:p w:rsidR="00E80F57" w:rsidP="00D34067" w:rsidRDefault="005C2FBE" w14:paraId="51B0E2E0" w14:textId="4253AE63">
      <w:pPr>
        <w:pStyle w:val="BpSTitle"/>
      </w:pPr>
      <w:r w:rsidRPr="005C2FBE">
        <w:t>North American Arctic Dwarf-Shrub Lichen Tundra - Frequent Fire</w:t>
      </w:r>
    </w:p>
    <w:p w:rsidR="00D34067" w:rsidP="00D34067" w:rsidRDefault="00D34067" w14:paraId="44B1B1BA" w14:textId="77777777">
      <w:r>
        <w:t xmlns:w="http://schemas.openxmlformats.org/wordprocessingml/2006/main">BpS Model/Description Version: Nov. 2024</w:t>
      </w:r>
      <w:r>
        <w:tab/>
      </w:r>
      <w:r>
        <w:tab/>
      </w:r>
      <w:r>
        <w:tab/>
      </w:r>
      <w:r>
        <w:tab/>
      </w:r>
      <w:r>
        <w:tab/>
      </w:r>
      <w:r>
        <w:tab/>
      </w:r>
      <w:r>
        <w:tab/>
      </w:r>
      <w:r>
        <w:tab/>
      </w:r>
    </w:p>
    <w:p w:rsidR="00D34067" w:rsidP="00D34067" w:rsidRDefault="00D34067" w14:paraId="6FFBF65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D34067" w:rsidR="00D34067" w:rsidTr="00D34067" w14:paraId="1D4AD1FA" w14:textId="77777777">
        <w:tc>
          <w:tcPr>
            <w:tcW w:w="2052" w:type="dxa"/>
            <w:tcBorders>
              <w:top w:val="single" w:color="auto" w:sz="2" w:space="0"/>
              <w:left w:val="single" w:color="auto" w:sz="12" w:space="0"/>
              <w:bottom w:val="single" w:color="000000" w:sz="12" w:space="0"/>
            </w:tcBorders>
            <w:shd w:val="clear" w:color="auto" w:fill="auto"/>
          </w:tcPr>
          <w:p w:rsidRPr="00D34067" w:rsidR="00D34067" w:rsidP="00B86417" w:rsidRDefault="00D34067" w14:paraId="3027977E" w14:textId="77777777">
            <w:pPr>
              <w:rPr>
                <w:b/>
                <w:bCs/>
              </w:rPr>
            </w:pPr>
            <w:r w:rsidRPr="00D34067">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D34067" w:rsidR="00D34067" w:rsidP="00B86417" w:rsidRDefault="00D34067" w14:paraId="79EB95B6"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D34067" w:rsidR="00D34067" w:rsidP="00B86417" w:rsidRDefault="00D34067" w14:paraId="5DDB5842" w14:textId="77777777">
            <w:pPr>
              <w:rPr>
                <w:b/>
                <w:bCs/>
              </w:rPr>
            </w:pPr>
            <w:r w:rsidRPr="00D34067">
              <w:rPr>
                <w:b/>
                <w:bCs/>
              </w:rPr>
              <w:t>Reviewers</w:t>
            </w:r>
          </w:p>
        </w:tc>
        <w:tc>
          <w:tcPr>
            <w:tcW w:w="2928" w:type="dxa"/>
            <w:tcBorders>
              <w:top w:val="single" w:color="auto" w:sz="2" w:space="0"/>
              <w:bottom w:val="single" w:color="000000" w:sz="12" w:space="0"/>
            </w:tcBorders>
            <w:shd w:val="clear" w:color="auto" w:fill="auto"/>
          </w:tcPr>
          <w:p w:rsidRPr="00D34067" w:rsidR="00D34067" w:rsidP="00B86417" w:rsidRDefault="00D34067" w14:paraId="42D5C09B" w14:textId="77777777">
            <w:pPr>
              <w:rPr>
                <w:b/>
                <w:bCs/>
              </w:rPr>
            </w:pPr>
          </w:p>
        </w:tc>
      </w:tr>
      <w:tr w:rsidRPr="00D34067" w:rsidR="00D34067" w:rsidTr="00D34067" w14:paraId="13ACAFE7" w14:textId="77777777">
        <w:tc>
          <w:tcPr>
            <w:tcW w:w="2052" w:type="dxa"/>
            <w:tcBorders>
              <w:top w:val="single" w:color="000000" w:sz="12" w:space="0"/>
              <w:left w:val="single" w:color="auto" w:sz="12" w:space="0"/>
            </w:tcBorders>
            <w:shd w:val="clear" w:color="auto" w:fill="auto"/>
          </w:tcPr>
          <w:p w:rsidRPr="00D34067" w:rsidR="00D34067" w:rsidP="00B86417" w:rsidRDefault="00D34067" w14:paraId="5A662B3A" w14:textId="77777777">
            <w:pPr>
              <w:rPr>
                <w:bCs/>
              </w:rPr>
            </w:pPr>
            <w:r w:rsidRPr="00D34067">
              <w:rPr>
                <w:bCs/>
              </w:rPr>
              <w:t>Kori Blankenship</w:t>
            </w:r>
          </w:p>
        </w:tc>
        <w:tc>
          <w:tcPr>
            <w:tcW w:w="2664" w:type="dxa"/>
            <w:tcBorders>
              <w:top w:val="single" w:color="000000" w:sz="12" w:space="0"/>
              <w:right w:val="single" w:color="000000" w:sz="12" w:space="0"/>
            </w:tcBorders>
            <w:shd w:val="clear" w:color="auto" w:fill="auto"/>
          </w:tcPr>
          <w:p w:rsidRPr="00D34067" w:rsidR="00D34067" w:rsidP="00B86417" w:rsidRDefault="00D34067" w14:paraId="1C952DE2" w14:textId="77777777">
            <w:r w:rsidRPr="00D34067">
              <w:t>kblankenship@tnc.org</w:t>
            </w:r>
          </w:p>
        </w:tc>
        <w:tc>
          <w:tcPr>
            <w:tcW w:w="1884" w:type="dxa"/>
            <w:tcBorders>
              <w:top w:val="single" w:color="000000" w:sz="12" w:space="0"/>
              <w:left w:val="single" w:color="000000" w:sz="12" w:space="0"/>
            </w:tcBorders>
            <w:shd w:val="clear" w:color="auto" w:fill="auto"/>
          </w:tcPr>
          <w:p w:rsidRPr="00D34067" w:rsidR="00D34067" w:rsidP="00B86417" w:rsidRDefault="00D34067" w14:paraId="220DFA77" w14:textId="77777777">
            <w:r w:rsidRPr="00D34067">
              <w:t>Janet Jorgenson</w:t>
            </w:r>
          </w:p>
        </w:tc>
        <w:tc>
          <w:tcPr>
            <w:tcW w:w="2928" w:type="dxa"/>
            <w:tcBorders>
              <w:top w:val="single" w:color="000000" w:sz="12" w:space="0"/>
            </w:tcBorders>
            <w:shd w:val="clear" w:color="auto" w:fill="auto"/>
          </w:tcPr>
          <w:p w:rsidRPr="00D34067" w:rsidR="00D34067" w:rsidP="00B86417" w:rsidRDefault="00D34067" w14:paraId="0D4E6606" w14:textId="77777777">
            <w:r w:rsidRPr="00D34067">
              <w:t>Janet_Jorgenson@fws.gov</w:t>
            </w:r>
          </w:p>
        </w:tc>
      </w:tr>
      <w:tr w:rsidRPr="00D34067" w:rsidR="00D34067" w:rsidTr="00D34067" w14:paraId="177356C0" w14:textId="77777777">
        <w:tc>
          <w:tcPr>
            <w:tcW w:w="2052" w:type="dxa"/>
            <w:tcBorders>
              <w:left w:val="single" w:color="auto" w:sz="12" w:space="0"/>
            </w:tcBorders>
            <w:shd w:val="clear" w:color="auto" w:fill="auto"/>
          </w:tcPr>
          <w:p w:rsidRPr="00D34067" w:rsidR="00D34067" w:rsidP="00B86417" w:rsidRDefault="00D34067" w14:paraId="62E4DB7A" w14:textId="77777777">
            <w:pPr>
              <w:rPr>
                <w:bCs/>
              </w:rPr>
            </w:pPr>
            <w:r w:rsidRPr="00D34067">
              <w:rPr>
                <w:bCs/>
              </w:rPr>
              <w:t>Keith Boggs</w:t>
            </w:r>
          </w:p>
        </w:tc>
        <w:tc>
          <w:tcPr>
            <w:tcW w:w="2664" w:type="dxa"/>
            <w:tcBorders>
              <w:right w:val="single" w:color="000000" w:sz="12" w:space="0"/>
            </w:tcBorders>
            <w:shd w:val="clear" w:color="auto" w:fill="auto"/>
          </w:tcPr>
          <w:p w:rsidRPr="00D34067" w:rsidR="00D34067" w:rsidP="00B86417" w:rsidRDefault="00D34067" w14:paraId="00C4B7C2" w14:textId="77777777">
            <w:r w:rsidRPr="00D34067">
              <w:t>Ankwb@uaa.alaska.edu</w:t>
            </w:r>
          </w:p>
        </w:tc>
        <w:tc>
          <w:tcPr>
            <w:tcW w:w="1884" w:type="dxa"/>
            <w:tcBorders>
              <w:left w:val="single" w:color="000000" w:sz="12" w:space="0"/>
            </w:tcBorders>
            <w:shd w:val="clear" w:color="auto" w:fill="auto"/>
          </w:tcPr>
          <w:p w:rsidRPr="00D34067" w:rsidR="00D34067" w:rsidP="00B86417" w:rsidRDefault="00D34067" w14:paraId="15CA3830" w14:textId="77777777">
            <w:r w:rsidRPr="00D34067">
              <w:t>None</w:t>
            </w:r>
          </w:p>
        </w:tc>
        <w:tc>
          <w:tcPr>
            <w:tcW w:w="2928" w:type="dxa"/>
            <w:shd w:val="clear" w:color="auto" w:fill="auto"/>
          </w:tcPr>
          <w:p w:rsidRPr="00D34067" w:rsidR="00D34067" w:rsidP="00B86417" w:rsidRDefault="00D34067" w14:paraId="09DA5173" w14:textId="77777777">
            <w:r w:rsidRPr="00D34067">
              <w:t>None</w:t>
            </w:r>
          </w:p>
        </w:tc>
      </w:tr>
      <w:tr w:rsidRPr="00D34067" w:rsidR="00D34067" w:rsidTr="00D34067" w14:paraId="7F96AE9C" w14:textId="77777777">
        <w:tc>
          <w:tcPr>
            <w:tcW w:w="2052" w:type="dxa"/>
            <w:tcBorders>
              <w:left w:val="single" w:color="auto" w:sz="12" w:space="0"/>
              <w:bottom w:val="single" w:color="auto" w:sz="2" w:space="0"/>
            </w:tcBorders>
            <w:shd w:val="clear" w:color="auto" w:fill="auto"/>
          </w:tcPr>
          <w:p w:rsidRPr="00D34067" w:rsidR="00D34067" w:rsidP="00B86417" w:rsidRDefault="00D34067" w14:paraId="3ED3B4CA" w14:textId="77777777">
            <w:pPr>
              <w:rPr>
                <w:bCs/>
              </w:rPr>
            </w:pPr>
            <w:r w:rsidRPr="00D34067">
              <w:rPr>
                <w:bCs/>
              </w:rPr>
              <w:t>None</w:t>
            </w:r>
          </w:p>
        </w:tc>
        <w:tc>
          <w:tcPr>
            <w:tcW w:w="2664" w:type="dxa"/>
            <w:tcBorders>
              <w:right w:val="single" w:color="000000" w:sz="12" w:space="0"/>
            </w:tcBorders>
            <w:shd w:val="clear" w:color="auto" w:fill="auto"/>
          </w:tcPr>
          <w:p w:rsidRPr="00D34067" w:rsidR="00D34067" w:rsidP="00B86417" w:rsidRDefault="00D34067" w14:paraId="5ACB91F2" w14:textId="77777777">
            <w:r w:rsidRPr="00D34067">
              <w:t>None</w:t>
            </w:r>
          </w:p>
        </w:tc>
        <w:tc>
          <w:tcPr>
            <w:tcW w:w="1884" w:type="dxa"/>
            <w:tcBorders>
              <w:left w:val="single" w:color="000000" w:sz="12" w:space="0"/>
              <w:bottom w:val="single" w:color="auto" w:sz="2" w:space="0"/>
            </w:tcBorders>
            <w:shd w:val="clear" w:color="auto" w:fill="auto"/>
          </w:tcPr>
          <w:p w:rsidRPr="00D34067" w:rsidR="00D34067" w:rsidP="00B86417" w:rsidRDefault="00D34067" w14:paraId="4EAAC9EE" w14:textId="77777777">
            <w:r w:rsidRPr="00D34067">
              <w:t>None</w:t>
            </w:r>
          </w:p>
        </w:tc>
        <w:tc>
          <w:tcPr>
            <w:tcW w:w="2928" w:type="dxa"/>
            <w:shd w:val="clear" w:color="auto" w:fill="auto"/>
          </w:tcPr>
          <w:p w:rsidRPr="00D34067" w:rsidR="00D34067" w:rsidP="00B86417" w:rsidRDefault="00D34067" w14:paraId="09118136" w14:textId="77777777">
            <w:r w:rsidRPr="00D34067">
              <w:t>None</w:t>
            </w:r>
          </w:p>
        </w:tc>
      </w:tr>
    </w:tbl>
    <w:p w:rsidR="00D34067" w:rsidP="00D34067" w:rsidRDefault="00D34067" w14:paraId="52B58723" w14:textId="77777777"/>
    <w:p w:rsidRPr="00EE5C59" w:rsidR="00E80F57" w:rsidP="00D34067" w:rsidRDefault="00E80F57" w14:paraId="67FD1A72" w14:textId="39A597B1">
      <w:pPr>
        <w:pStyle w:val="InfoPara"/>
        <w:rPr>
          <w:b w:val="0"/>
          <w:bCs/>
        </w:rPr>
      </w:pPr>
      <w:r>
        <w:t>Reviewer:</w:t>
      </w:r>
      <w:r>
        <w:rPr>
          <w:b w:val="0"/>
          <w:bCs/>
        </w:rPr>
        <w:t xml:space="preserve"> Robin Innes</w:t>
      </w:r>
    </w:p>
    <w:p w:rsidR="00D34067" w:rsidP="00D34067" w:rsidRDefault="00D34067" w14:paraId="190E3C48" w14:textId="389FDD64">
      <w:pPr>
        <w:pStyle w:val="InfoPara"/>
      </w:pPr>
      <w:r>
        <w:t>Vegetation Type</w:t>
      </w:r>
    </w:p>
    <w:p w:rsidR="00D34067" w:rsidP="00D34067" w:rsidRDefault="00D34067" w14:paraId="522B6594" w14:textId="5A3EFB44">
      <w:r>
        <w:t>Shrubland</w:t>
      </w:r>
    </w:p>
    <w:p w:rsidR="00D34067" w:rsidP="00D34067" w:rsidRDefault="00D34067" w14:paraId="65E4CD48" w14:textId="77777777">
      <w:pPr>
        <w:pStyle w:val="InfoPara"/>
      </w:pPr>
      <w:r w:rsidR="410EF353">
        <w:rPr/>
        <w:t>Map Zones</w:t>
      </w:r>
    </w:p>
    <w:p w:rsidR="410EF353" w:rsidP="410EF353" w:rsidRDefault="410EF353" w14:paraId="7ADE19A9" w14:textId="037CE1C5">
      <w:pPr>
        <w:pStyle w:val="Normal"/>
        <w:suppressLineNumbers w:val="0"/>
        <w:bidi w:val="0"/>
        <w:spacing w:before="0" w:beforeAutospacing="off" w:after="0" w:afterAutospacing="off" w:line="259" w:lineRule="auto"/>
        <w:ind w:left="0" w:right="0"/>
        <w:jc w:val="left"/>
      </w:pPr>
      <w:r w:rsidR="410EF353">
        <w:rPr/>
        <w:t>68</w:t>
      </w:r>
      <w:bookmarkStart w:name="_Hlk100899827" w:id="0"/>
    </w:p>
    <w:p w:rsidR="00062860" w:rsidP="00062860" w:rsidRDefault="00062860" w14:paraId="44DFC19F" w14:textId="77777777">
      <w:pPr>
        <w:pStyle w:val="InfoPara"/>
      </w:pPr>
      <w:r>
        <w:t>Model Splits or Lumps</w:t>
      </w:r>
    </w:p>
    <w:p w:rsidRPr="00062860" w:rsidR="00062860" w:rsidP="30305791" w:rsidRDefault="00062860" w14:paraId="0373BDEB" w14:textId="22DBAD79">
      <w:pPr>
        <w:pStyle w:val="InfoPara"/>
        <w:rPr>
          <w:b w:val="0"/>
          <w:bCs w:val="0"/>
        </w:rPr>
      </w:pPr>
      <w:r w:rsidR="30305791">
        <w:rPr>
          <w:b w:val="0"/>
          <w:bCs w:val="0"/>
        </w:rPr>
        <w:t>This Biophysical Setting (</w:t>
      </w:r>
      <w:proofErr w:type="spellStart"/>
      <w:r w:rsidR="30305791">
        <w:rPr>
          <w:b w:val="0"/>
          <w:bCs w:val="0"/>
        </w:rPr>
        <w:t>BpS</w:t>
      </w:r>
      <w:proofErr w:type="spellEnd"/>
      <w:r w:rsidR="30305791">
        <w:rPr>
          <w:b w:val="0"/>
          <w:bCs w:val="0"/>
        </w:rPr>
        <w:t>) was split into frequent and infrequent fire variants so regional differences in fire frequency could be represented. The frequent fire variant applies to map zone 68 within level 2 ecoregions (Nowacki et al. 2001): Intermontane Boreal and Bering Tundra. In all other areas the infrequent fire variant applies.</w:t>
      </w:r>
    </w:p>
    <w:bookmarkEnd w:id="0"/>
    <w:p w:rsidR="00D34067" w:rsidP="00D34067" w:rsidRDefault="00D34067" w14:paraId="649D9415" w14:textId="77777777">
      <w:pPr>
        <w:pStyle w:val="InfoPara"/>
      </w:pPr>
      <w:r>
        <w:t>Geographic Range</w:t>
      </w:r>
    </w:p>
    <w:p w:rsidR="00D34067" w:rsidP="00D34067" w:rsidRDefault="006A453E" w14:paraId="0C46D2C2" w14:textId="7045EB09">
      <w:r>
        <w:t xml:space="preserve">This </w:t>
      </w:r>
      <w:r w:rsidR="00087F13">
        <w:t xml:space="preserve">BpS </w:t>
      </w:r>
      <w:r>
        <w:t>occurs throughout arctic Alaska, from the Bristol Bay lowlands in southwestern Alaska and the south side of the Brooks Range, to the North Slope on the Arctic Ocean</w:t>
      </w:r>
      <w:r w:rsidR="00087F13">
        <w:t>.</w:t>
      </w:r>
      <w:bookmarkStart w:name="_Hlk100900025" w:id="1"/>
      <w:r w:rsidR="00087F13">
        <w:t xml:space="preserve"> This description applies to areas with more frequent fire including the Seward Peninsula and the Noatak River watershed. </w:t>
      </w:r>
      <w:bookmarkEnd w:id="1"/>
    </w:p>
    <w:p w:rsidR="00D34067" w:rsidP="00D34067" w:rsidRDefault="00D34067" w14:paraId="141009E3" w14:textId="77777777">
      <w:pPr>
        <w:pStyle w:val="InfoPara"/>
      </w:pPr>
      <w:r>
        <w:t>Biophysical Site Description</w:t>
      </w:r>
    </w:p>
    <w:p w:rsidR="00D34067" w:rsidP="00D34067" w:rsidRDefault="00D34067" w14:paraId="4657FFCA" w14:textId="6E45F932">
      <w:r>
        <w:t xml:space="preserve">This is a common system on acidic and non-acidic substrates in the hills and mountains of arctic AK. </w:t>
      </w:r>
      <w:bookmarkStart w:name="_Hlk84655073" w:id="2"/>
      <w:r w:rsidR="006A453E">
        <w:t xml:space="preserve">This system does not occur in arctic lowlands. </w:t>
      </w:r>
      <w:bookmarkEnd w:id="2"/>
      <w:r>
        <w:t>Common slope positions include valleys, sideslopes</w:t>
      </w:r>
      <w:r w:rsidR="006A453E">
        <w:t xml:space="preserve"> </w:t>
      </w:r>
      <w:bookmarkStart w:name="_Hlk84655113" w:id="3"/>
      <w:r w:rsidR="006A453E">
        <w:t>(especially north-facing)</w:t>
      </w:r>
      <w:bookmarkEnd w:id="3"/>
      <w:r>
        <w:t>, late-lying snowbeds, summits</w:t>
      </w:r>
      <w:r w:rsidR="00FC5EAD">
        <w:t>,</w:t>
      </w:r>
      <w:r>
        <w:t xml:space="preserve"> and ridges. Sites are typically dry to mesic. Sites with &gt;25% lichen cover tend to be exposed to the wind and accumulate little winter snow (Viereck et al. 1992). Non-acidic sites are more common near floodplains, on carbonate substrates</w:t>
      </w:r>
      <w:r w:rsidR="00FC5EAD">
        <w:t>,</w:t>
      </w:r>
      <w:r>
        <w:t xml:space="preserve"> and loess deposition areas. This system does not occur on flat thaw-lake plains.</w:t>
      </w:r>
    </w:p>
    <w:p w:rsidR="00D34067" w:rsidP="00D34067" w:rsidRDefault="00D34067" w14:paraId="38FCB64F" w14:textId="77777777">
      <w:pPr>
        <w:pStyle w:val="InfoPara"/>
      </w:pPr>
      <w:r>
        <w:t>Vegetation Description</w:t>
      </w:r>
    </w:p>
    <w:p w:rsidR="00D34067" w:rsidP="00D34067" w:rsidRDefault="00D34067" w14:paraId="51EACAF1" w14:textId="1DC38E54">
      <w:r>
        <w:t xml:space="preserve">Dwarf-shrub cover is &gt;25%, dominated by dwarf-shrubs other than </w:t>
      </w:r>
      <w:r w:rsidRPr="009B5CF8">
        <w:rPr>
          <w:i/>
          <w:iCs/>
        </w:rPr>
        <w:t>Dryas</w:t>
      </w:r>
      <w:r>
        <w:t xml:space="preserve"> spp. and lichen cover may exceed 25% particularly on exposed sites. Herbaceous cover varies from a trace to 75%. Dwarf-shrubs that dominate or co</w:t>
      </w:r>
      <w:r w:rsidR="009B5CF8">
        <w:t>-</w:t>
      </w:r>
      <w:r>
        <w:t xml:space="preserve">dominate the system </w:t>
      </w:r>
      <w:r w:rsidR="006A453E">
        <w:t>include</w:t>
      </w:r>
      <w:r>
        <w:t xml:space="preserve"> </w:t>
      </w:r>
      <w:r w:rsidRPr="009B5CF8">
        <w:rPr>
          <w:i/>
          <w:iCs/>
        </w:rPr>
        <w:t>Cassiope tetragona, Empetrum nigrum, Vaccinium uliginosum, Salix reticulata, Salix arctica, Salix rotundifolia</w:t>
      </w:r>
      <w:r w:rsidR="009B5CF8">
        <w:rPr>
          <w:i/>
          <w:iCs/>
        </w:rPr>
        <w:t>,</w:t>
      </w:r>
      <w:r>
        <w:t xml:space="preserve"> and </w:t>
      </w:r>
      <w:r w:rsidRPr="009B5CF8">
        <w:rPr>
          <w:i/>
          <w:iCs/>
        </w:rPr>
        <w:t>Arctostaphylos alpina. Cassiope tetragona</w:t>
      </w:r>
      <w:r>
        <w:t xml:space="preserve"> is more common on non-acidic sites, and </w:t>
      </w:r>
      <w:r w:rsidRPr="009B5CF8">
        <w:rPr>
          <w:i/>
          <w:iCs/>
        </w:rPr>
        <w:t>Empetrum nigrum</w:t>
      </w:r>
      <w:r>
        <w:t xml:space="preserve"> dominates this system in its southern range. Other shrubs include </w:t>
      </w:r>
      <w:r w:rsidRPr="009B5CF8">
        <w:rPr>
          <w:i/>
          <w:iCs/>
        </w:rPr>
        <w:t xml:space="preserve">Betula nana, Dryas octopetala, Dryas integrifolia, Ledum palustre </w:t>
      </w:r>
      <w:r w:rsidRPr="009B5CF8">
        <w:t>ssp</w:t>
      </w:r>
      <w:r w:rsidRPr="009B5CF8">
        <w:rPr>
          <w:i/>
          <w:iCs/>
        </w:rPr>
        <w:t>. decumbens, Loiseleuria procumbens, Vaccinium vitis-idaea, Salix phlebophylla, Saxifraga oppositifolia, Rhododendron lapponicum</w:t>
      </w:r>
      <w:r w:rsidR="009B5CF8">
        <w:rPr>
          <w:i/>
          <w:iCs/>
        </w:rPr>
        <w:t>,</w:t>
      </w:r>
      <w:r w:rsidRPr="009B5CF8">
        <w:rPr>
          <w:i/>
          <w:iCs/>
        </w:rPr>
        <w:t xml:space="preserve"> </w:t>
      </w:r>
      <w:r w:rsidRPr="009B5CF8">
        <w:t>and</w:t>
      </w:r>
      <w:r w:rsidRPr="009B5CF8">
        <w:rPr>
          <w:i/>
          <w:iCs/>
        </w:rPr>
        <w:t xml:space="preserve"> Arctostaphylos rubra</w:t>
      </w:r>
      <w:r>
        <w:t xml:space="preserve">. Common herbaceous species include </w:t>
      </w:r>
      <w:r w:rsidRPr="009B5CF8">
        <w:rPr>
          <w:i/>
          <w:iCs/>
        </w:rPr>
        <w:t xml:space="preserve">Hierochloe alpina, Boykinia richardsonii, Carex microchaeta, Carex scirpoidea, Geum glaciale, Pedicularis lanata, </w:t>
      </w:r>
      <w:r w:rsidRPr="009B5CF8">
        <w:rPr>
          <w:i/>
          <w:iCs/>
        </w:rPr>
        <w:t xml:space="preserve">Eriophorum angustifolium </w:t>
      </w:r>
      <w:r w:rsidRPr="009B5CF8">
        <w:t>ssp</w:t>
      </w:r>
      <w:r w:rsidRPr="009B5CF8">
        <w:rPr>
          <w:i/>
          <w:iCs/>
        </w:rPr>
        <w:t>. triste, Equisetum</w:t>
      </w:r>
      <w:r>
        <w:t xml:space="preserve"> spp., </w:t>
      </w:r>
      <w:r w:rsidRPr="009B5CF8">
        <w:rPr>
          <w:i/>
          <w:iCs/>
        </w:rPr>
        <w:t>Antennaria alpin</w:t>
      </w:r>
      <w:r w:rsidRPr="009B5CF8" w:rsidR="006A453E">
        <w:rPr>
          <w:i/>
          <w:iCs/>
        </w:rPr>
        <w:t>a</w:t>
      </w:r>
      <w:r w:rsidR="009B5CF8">
        <w:rPr>
          <w:i/>
          <w:iCs/>
        </w:rPr>
        <w:t>,</w:t>
      </w:r>
      <w:r w:rsidRPr="009B5CF8">
        <w:rPr>
          <w:i/>
          <w:iCs/>
        </w:rPr>
        <w:t xml:space="preserve"> </w:t>
      </w:r>
      <w:r w:rsidRPr="009B5CF8">
        <w:t>and</w:t>
      </w:r>
      <w:r w:rsidRPr="009B5CF8">
        <w:rPr>
          <w:i/>
          <w:iCs/>
        </w:rPr>
        <w:t xml:space="preserve"> Festuca altaica</w:t>
      </w:r>
      <w:r>
        <w:t xml:space="preserve">. Mosses such as </w:t>
      </w:r>
      <w:r w:rsidRPr="009B5CF8">
        <w:rPr>
          <w:i/>
          <w:iCs/>
        </w:rPr>
        <w:t>Rhytidium rugosum, Aulacomnium turgidum, Distichium capillaceum, Racomitrium lanuginosum, Dicranum elongatum</w:t>
      </w:r>
      <w:r w:rsidR="00DD6122">
        <w:rPr>
          <w:i/>
          <w:iCs/>
        </w:rPr>
        <w:t>,</w:t>
      </w:r>
      <w:r w:rsidRPr="009B5CF8">
        <w:rPr>
          <w:i/>
          <w:iCs/>
        </w:rPr>
        <w:t xml:space="preserve"> </w:t>
      </w:r>
      <w:r w:rsidRPr="009B5CF8">
        <w:t>and</w:t>
      </w:r>
      <w:r w:rsidRPr="009B5CF8">
        <w:rPr>
          <w:i/>
          <w:iCs/>
        </w:rPr>
        <w:t xml:space="preserve"> Polytrichum</w:t>
      </w:r>
      <w:r>
        <w:t xml:space="preserve"> sp</w:t>
      </w:r>
      <w:r w:rsidR="006A453E">
        <w:t>p</w:t>
      </w:r>
      <w:r>
        <w:t>. may be common</w:t>
      </w:r>
      <w:r w:rsidR="006A453E">
        <w:t xml:space="preserve"> </w:t>
      </w:r>
      <w:bookmarkStart w:name="_Hlk84655303" w:id="4"/>
      <w:r w:rsidR="006A453E">
        <w:t>but contribute little cover (Viereck et al. 1992)</w:t>
      </w:r>
      <w:r>
        <w:t xml:space="preserve">. </w:t>
      </w:r>
      <w:bookmarkEnd w:id="4"/>
      <w:r>
        <w:t xml:space="preserve">On non-acidic sites common lichens include </w:t>
      </w:r>
      <w:r w:rsidRPr="009B5CF8">
        <w:rPr>
          <w:i/>
          <w:iCs/>
        </w:rPr>
        <w:t>Flavocetraria cucullata, Flavocetraria</w:t>
      </w:r>
      <w:r>
        <w:t xml:space="preserve"> spp., </w:t>
      </w:r>
      <w:r w:rsidRPr="009B5CF8">
        <w:rPr>
          <w:i/>
          <w:iCs/>
        </w:rPr>
        <w:t>Stereocaulon</w:t>
      </w:r>
      <w:r>
        <w:t xml:space="preserve"> spp., </w:t>
      </w:r>
      <w:r w:rsidRPr="009B5CF8">
        <w:rPr>
          <w:i/>
          <w:iCs/>
        </w:rPr>
        <w:t>Alectoria nigricans</w:t>
      </w:r>
      <w:r w:rsidR="009B5CF8">
        <w:rPr>
          <w:i/>
          <w:iCs/>
        </w:rPr>
        <w:t>,</w:t>
      </w:r>
      <w:r>
        <w:t xml:space="preserve"> and </w:t>
      </w:r>
      <w:r w:rsidRPr="009B5CF8">
        <w:rPr>
          <w:i/>
          <w:iCs/>
        </w:rPr>
        <w:t>Thamnolia vermicularis</w:t>
      </w:r>
      <w:r w:rsidR="009B5CF8">
        <w:t>,</w:t>
      </w:r>
      <w:r>
        <w:t xml:space="preserve"> but </w:t>
      </w:r>
      <w:r w:rsidRPr="009B5CF8">
        <w:rPr>
          <w:i/>
          <w:iCs/>
        </w:rPr>
        <w:t>Cladonia</w:t>
      </w:r>
      <w:r>
        <w:t xml:space="preserve"> and </w:t>
      </w:r>
      <w:r w:rsidRPr="009B5CF8">
        <w:rPr>
          <w:i/>
          <w:iCs/>
        </w:rPr>
        <w:t>Cladina</w:t>
      </w:r>
      <w:r>
        <w:t xml:space="preserve"> species are uncommon. On acidic sites dominant lichens are </w:t>
      </w:r>
      <w:r w:rsidRPr="009B5CF8">
        <w:rPr>
          <w:i/>
          <w:iCs/>
        </w:rPr>
        <w:t>Cladina rangiferina</w:t>
      </w:r>
      <w:r>
        <w:t xml:space="preserve"> and/or </w:t>
      </w:r>
      <w:r w:rsidRPr="009B5CF8">
        <w:rPr>
          <w:i/>
          <w:iCs/>
        </w:rPr>
        <w:t>Cladina stellaris</w:t>
      </w:r>
      <w:r>
        <w:t>.</w:t>
      </w:r>
    </w:p>
    <w:p w:rsidR="00D34067" w:rsidP="00D34067" w:rsidRDefault="00D34067" w14:paraId="37785C03"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CATE11</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Cassiope tetragona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arctic mountain heather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ARAL2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Arctostaphylos alpina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bearberry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CABI5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bigelowii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Bigelow's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CAMI4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microchaeta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Smallawned sedge</w:t>
            </w:r>
          </w:p>
        </w:tc>
      </w:tr>
    </w:tbl>
    <w:p>
      <w:r>
        <w:rPr>
          <w:sz w:val="16"/>
        </w:rPr>
        <w:t>Species names are from the NRCS PLANTS database. Check species codes at http://plants.usda.gov.</w:t>
      </w:r>
    </w:p>
    <w:p w:rsidR="00D34067" w:rsidP="00D34067" w:rsidRDefault="00D34067" w14:paraId="5FFA8A7C" w14:textId="77777777">
      <w:pPr>
        <w:pStyle w:val="InfoPara"/>
      </w:pPr>
      <w:r>
        <w:t>Disturbance Description</w:t>
      </w:r>
    </w:p>
    <w:p w:rsidR="00B02A60" w:rsidP="00B02A60" w:rsidRDefault="00B02A60" w14:paraId="537CADBC" w14:textId="7D64A076">
      <w:r w:rsidRPr="00B86417">
        <w:t xml:space="preserve">In 2013 an extensive search was done by </w:t>
      </w:r>
      <w:r>
        <w:t xml:space="preserve">Fire Effects Information System </w:t>
      </w:r>
      <w:r w:rsidRPr="00B86417">
        <w:t xml:space="preserve">staff to locate information for a synthesis on </w:t>
      </w:r>
      <w:r w:rsidR="00DD6122">
        <w:t>f</w:t>
      </w:r>
      <w:r w:rsidRPr="00B86417">
        <w:t>ire regimes of Alaskan tundra communities</w:t>
      </w:r>
      <w:r>
        <w:t xml:space="preserve"> (Innes 2013)</w:t>
      </w:r>
      <w:r w:rsidRPr="00B86417">
        <w:t xml:space="preserve">. </w:t>
      </w:r>
      <w:r w:rsidRPr="003F2FD1">
        <w:t>This synthesis found</w:t>
      </w:r>
      <w:r>
        <w:t xml:space="preserve"> that s</w:t>
      </w:r>
      <w:r w:rsidRPr="00C3110D">
        <w:t xml:space="preserve">tudies providing information on </w:t>
      </w:r>
      <w:r>
        <w:t>fire frequency</w:t>
      </w:r>
      <w:r w:rsidRPr="00C3110D">
        <w:t xml:space="preserve"> in tundra ecosystems generally do not differentiate among plant communities</w:t>
      </w:r>
      <w:r>
        <w:t xml:space="preserve"> and that for tundra types </w:t>
      </w:r>
      <w:r w:rsidRPr="003F2FD1">
        <w:t>mean fire-return intervals</w:t>
      </w:r>
      <w:r>
        <w:t xml:space="preserve"> </w:t>
      </w:r>
      <w:r w:rsidR="00DD6122">
        <w:t xml:space="preserve">(MFRIs) </w:t>
      </w:r>
      <w:r w:rsidRPr="00C3110D">
        <w:t>from 50 to &gt;1,000 years</w:t>
      </w:r>
      <w:r>
        <w:t xml:space="preserve"> were reported</w:t>
      </w:r>
      <w:r w:rsidRPr="00C3110D">
        <w:t xml:space="preserve"> </w:t>
      </w:r>
      <w:r>
        <w:t>(Innes 2013)</w:t>
      </w:r>
      <w:r w:rsidRPr="00C3110D">
        <w:t>.</w:t>
      </w:r>
      <w:r>
        <w:t xml:space="preserve"> When fires burn, stand-replacing crown fires are common (Innes 2013). </w:t>
      </w:r>
      <w:r w:rsidR="00BE54D6">
        <w:t xml:space="preserve">Sae-Lim and others (2019) reported </w:t>
      </w:r>
      <w:r w:rsidR="00DD6122">
        <w:t>MFRIs</w:t>
      </w:r>
      <w:r w:rsidR="00BE54D6">
        <w:t xml:space="preserve"> for four tundra sites in the Noatak Watershed ecoregion with </w:t>
      </w:r>
      <w:r w:rsidR="00DD6122">
        <w:t>MFRIs</w:t>
      </w:r>
      <w:r w:rsidR="00BE54D6">
        <w:t xml:space="preserve"> from 135 to 309 years. </w:t>
      </w:r>
    </w:p>
    <w:p w:rsidR="00B02A60" w:rsidP="00D34067" w:rsidRDefault="00B02A60" w14:paraId="3EEF6B8E" w14:textId="77777777"/>
    <w:p w:rsidRPr="00B86417" w:rsidR="00B86417" w:rsidP="00B86417" w:rsidRDefault="00D34067" w14:paraId="2093E87C" w14:textId="1D996385">
      <w:r>
        <w:t>Pre</w:t>
      </w:r>
      <w:r w:rsidR="00DD6122">
        <w:t>-</w:t>
      </w:r>
      <w:r>
        <w:t xml:space="preserve"> and post</w:t>
      </w:r>
      <w:r w:rsidR="00DD6122">
        <w:t>-</w:t>
      </w:r>
      <w:r>
        <w:t>fire monitoring data in a dwarf shrubland on Seward Peninsula offers one possible successional trajectory for this community (Racine et al. 2004). On a site burned in 1977</w:t>
      </w:r>
      <w:r w:rsidR="00DD6122">
        <w:t>,</w:t>
      </w:r>
      <w:r>
        <w:t xml:space="preserve"> plot data indicated that during the first three years after fire, bryophytes (</w:t>
      </w:r>
      <w:r w:rsidRPr="00DD6122">
        <w:rPr>
          <w:i/>
          <w:iCs/>
        </w:rPr>
        <w:t>Ceratodon purpureus</w:t>
      </w:r>
      <w:r>
        <w:t xml:space="preserve"> and </w:t>
      </w:r>
      <w:r w:rsidRPr="00DD6122">
        <w:rPr>
          <w:i/>
          <w:iCs/>
        </w:rPr>
        <w:t>Marchantia polymorpha</w:t>
      </w:r>
      <w:r>
        <w:t xml:space="preserve">) dominated the site. </w:t>
      </w:r>
      <w:r w:rsidRPr="00DD6122">
        <w:rPr>
          <w:i/>
          <w:iCs/>
        </w:rPr>
        <w:t>Carex bigelowii, Chamerion angustifolium</w:t>
      </w:r>
      <w:r>
        <w:t xml:space="preserve"> (= </w:t>
      </w:r>
      <w:r w:rsidRPr="00DD6122">
        <w:rPr>
          <w:i/>
          <w:iCs/>
        </w:rPr>
        <w:t>Epilobium angustifolium</w:t>
      </w:r>
      <w:r>
        <w:t xml:space="preserve">) and </w:t>
      </w:r>
      <w:r w:rsidRPr="00DD6122">
        <w:rPr>
          <w:i/>
          <w:iCs/>
        </w:rPr>
        <w:t>Calamagrostis canadensis</w:t>
      </w:r>
      <w:r>
        <w:t xml:space="preserve"> also increased. By 10</w:t>
      </w:r>
      <w:r w:rsidR="006A453E">
        <w:t xml:space="preserve"> </w:t>
      </w:r>
      <w:r>
        <w:t>y</w:t>
      </w:r>
      <w:r w:rsidR="006A453E">
        <w:t>ea</w:t>
      </w:r>
      <w:r>
        <w:t xml:space="preserve">rs, the site was graminoid dominated. Shrubs, including </w:t>
      </w:r>
      <w:r w:rsidRPr="00DD6122">
        <w:rPr>
          <w:i/>
          <w:iCs/>
        </w:rPr>
        <w:t>Ledum palustre, Vaccinium vitis-idaea, Empetrum</w:t>
      </w:r>
      <w:r>
        <w:t xml:space="preserve"> </w:t>
      </w:r>
      <w:r w:rsidRPr="00DD6122">
        <w:rPr>
          <w:i/>
          <w:iCs/>
        </w:rPr>
        <w:t>nigrum</w:t>
      </w:r>
      <w:r>
        <w:t xml:space="preserve"> and </w:t>
      </w:r>
      <w:r w:rsidRPr="00DD6122">
        <w:rPr>
          <w:i/>
          <w:iCs/>
        </w:rPr>
        <w:t>Betula nana</w:t>
      </w:r>
      <w:r>
        <w:t>, were slow to recover or had not recovered on the sites within 24</w:t>
      </w:r>
      <w:r w:rsidR="006A453E">
        <w:t xml:space="preserve"> years</w:t>
      </w:r>
      <w:r>
        <w:t xml:space="preserve">. Cover of </w:t>
      </w:r>
      <w:r w:rsidRPr="00DD6122">
        <w:rPr>
          <w:i/>
          <w:iCs/>
        </w:rPr>
        <w:t>Salix pulchra</w:t>
      </w:r>
      <w:r>
        <w:t xml:space="preserve"> increased after the fire from 1% on the control site to 4-22% on various burned plots. It is unclear how well this successional sequence represents a “reference” condition for Arctic Dwarf-Shrubland. The authors note that the 1977 fire on their study site “accelerated the predicted effects of climate warming on arctic tundra by increasing the percent cover of deciduous shrubs (Racine et al. 2004, p. 9).”</w:t>
      </w:r>
    </w:p>
    <w:p w:rsidR="00D34067" w:rsidP="00D34067" w:rsidRDefault="00D34067" w14:paraId="6C66E0C0" w14:textId="654ED5EE">
      <w:pPr>
        <w:pStyle w:val="InfoPara"/>
      </w:pPr>
      <w:bookmarkStart w:name="FireSeason" w:id="5"/>
      <w:bookmarkStart w:name="FireFrequency" w:id="6"/>
      <w:bookmarkStart w:name="FireEffectsOnPlants" w:id="7"/>
      <w:bookmarkStart w:name="FireEffectsOnSoils" w:id="8"/>
      <w:bookmarkStart w:name="FireType" w:id="9"/>
      <w:bookmarkStart w:name="FireSeverity" w:id="10"/>
      <w:bookmarkStart w:name="FireTiming" w:id="11"/>
      <w:bookmarkStart w:name="RateOfFireSpread" w:id="12"/>
      <w:bookmarkStart w:name="FireIntensity" w:id="13"/>
      <w:bookmarkStart w:name="FireSize" w:id="14"/>
      <w:bookmarkStart w:name="FuelBiomassAndContinuity" w:id="15"/>
      <w:bookmarkEnd w:id="5"/>
      <w:bookmarkEnd w:id="6"/>
      <w:bookmarkEnd w:id="7"/>
      <w:bookmarkEnd w:id="8"/>
      <w:bookmarkEnd w:id="9"/>
      <w:bookmarkEnd w:id="10"/>
      <w:bookmarkEnd w:id="11"/>
      <w:bookmarkEnd w:id="12"/>
      <w:bookmarkEnd w:id="13"/>
      <w:bookmarkEnd w:id="14"/>
      <w:bookmarkEnd w:id="15"/>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247</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247</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D34067" w:rsidP="00D34067" w:rsidRDefault="00D34067" w14:paraId="668B3030" w14:textId="77777777">
      <w:pPr>
        <w:pStyle w:val="InfoPara"/>
      </w:pPr>
      <w:r>
        <w:t>Scale Description</w:t>
      </w:r>
    </w:p>
    <w:p w:rsidRPr="009D4BA1" w:rsidR="009D4BA1" w:rsidP="009D4BA1" w:rsidRDefault="006A453E" w14:paraId="2201D47D" w14:textId="30969F89">
      <w:r>
        <w:t>L</w:t>
      </w:r>
      <w:r w:rsidR="00D34067">
        <w:t>arge patch</w:t>
      </w:r>
    </w:p>
    <w:p w:rsidR="00D34067" w:rsidP="00A46ACB" w:rsidRDefault="00D34067" w14:paraId="38C53930" w14:textId="0FBBFEA3">
      <w:pPr>
        <w:pStyle w:val="InfoPara"/>
      </w:pPr>
      <w:r>
        <w:t>Adjacency or Identification Concerns</w:t>
      </w:r>
    </w:p>
    <w:p w:rsidR="00D34067" w:rsidP="00D34067" w:rsidRDefault="00D34067" w14:paraId="012FC0CC" w14:textId="77777777">
      <w:pPr>
        <w:pStyle w:val="InfoPara"/>
      </w:pPr>
      <w:r>
        <w:t>Issues or Problems</w:t>
      </w:r>
    </w:p>
    <w:p w:rsidRPr="005922CF" w:rsidR="005922CF" w:rsidP="005922CF" w:rsidRDefault="007F0579" w14:paraId="5AD9150A" w14:textId="3A2478D3">
      <w:r>
        <w:t>Most of the fire regime literature available for tundra ecosystems in Alaska is from the Seward Peninsula and Noatak River Watershed where fire occurs more frequently than other regions of the state (Innes 2013). Little is known about fire history in arctic tundra communities in northern and northwestern Alaska (Innes 2013).</w:t>
      </w:r>
      <w:r w:rsidR="00C3635D">
        <w:t xml:space="preserve"> </w:t>
      </w:r>
      <w:bookmarkStart w:name="_Hlk100901060" w:id="16"/>
      <w:r w:rsidR="00C3635D">
        <w:t>Participants in the virtual Tundra Work Session held in the winter 2022 indicated that fire frequencies for tundra vary considerabl</w:t>
      </w:r>
      <w:r w:rsidR="0077789D">
        <w:t>y</w:t>
      </w:r>
      <w:r w:rsidR="00C3635D">
        <w:t xml:space="preserve"> </w:t>
      </w:r>
      <w:r w:rsidR="0077789D">
        <w:t>across its geographic range</w:t>
      </w:r>
      <w:r w:rsidR="00C3635D">
        <w:t xml:space="preserve"> and that the fire regime may be driven more by</w:t>
      </w:r>
      <w:r w:rsidR="0077789D">
        <w:t xml:space="preserve"> the</w:t>
      </w:r>
      <w:r w:rsidR="00C3635D">
        <w:t xml:space="preserve"> climate than the vegetation or fuel type.</w:t>
      </w:r>
      <w:bookmarkEnd w:id="16"/>
    </w:p>
    <w:p w:rsidR="00D34067" w:rsidP="00D34067" w:rsidRDefault="00D34067" w14:paraId="5362F3AB" w14:textId="77777777">
      <w:pPr>
        <w:pStyle w:val="InfoPara"/>
      </w:pPr>
      <w:r>
        <w:t>Native Uncharacteristic Conditions</w:t>
      </w:r>
    </w:p>
    <w:p w:rsidR="00D34067" w:rsidP="00D34067" w:rsidRDefault="007F0579" w14:paraId="162AC02D" w14:textId="243C06AE">
      <w:r>
        <w:t>The current conditions should be similar to the reference condition. According to Innes 2013: “</w:t>
      </w:r>
      <w:r w:rsidRPr="008E6228">
        <w:t>Because most of the area occupied by tundra in Alaska is sparsely populated and has little road access, fire regimes in tundra may not differ much from historical regimes [</w:t>
      </w:r>
      <w:r w:rsidRPr="000D0295">
        <w:t>Chapin</w:t>
      </w:r>
      <w:r>
        <w:t xml:space="preserve"> et al. 2000, DeWilde and Chapin 2006, Heinselman 1981</w:t>
      </w:r>
      <w:r w:rsidRPr="008E6228">
        <w:t>]. As of 2006, about 66% of interior Alaska was considered to have an essentially "natural" fire regime, with few human ignitions, negligible suppression activity, and many large, lightning-caused fires.</w:t>
      </w:r>
      <w:r>
        <w:t xml:space="preserve">” Innes 2013 provides information about climate change and Alaska tundra communities. </w:t>
      </w:r>
    </w:p>
    <w:p w:rsidR="00D34067" w:rsidP="00D34067" w:rsidRDefault="00D34067" w14:paraId="011B4070" w14:textId="77777777">
      <w:pPr>
        <w:pStyle w:val="InfoPara"/>
      </w:pPr>
      <w:r>
        <w:t>Comments</w:t>
      </w:r>
    </w:p>
    <w:p w:rsidR="00087F13" w:rsidP="00E80F57" w:rsidRDefault="00087F13" w14:paraId="4BA98145" w14:textId="7B437055">
      <w:bookmarkStart w:name="_Hlk100900449" w:id="17"/>
      <w:r>
        <w:t>4/2022 Kori Blankenship changed the geographic range and map zones to which this BpS model and description apply based on feedback from</w:t>
      </w:r>
      <w:r w:rsidR="00C3635D">
        <w:t xml:space="preserve"> reviewer Robin Innes and participants in</w:t>
      </w:r>
      <w:r>
        <w:t xml:space="preserve"> the virtual Tundra Work Session held in the winter 2022. </w:t>
      </w:r>
      <w:bookmarkStart w:name="_Hlk125105659" w:id="18"/>
      <w:r w:rsidR="00EC6CD1">
        <w:t xml:space="preserve">Reviewer feedback is needed to refine the geographic range of the frequent and infrequent fire model variants. </w:t>
      </w:r>
      <w:bookmarkEnd w:id="18"/>
    </w:p>
    <w:bookmarkEnd w:id="17"/>
    <w:p w:rsidR="00F02814" w:rsidP="00E80F57" w:rsidRDefault="00F02814" w14:paraId="3310C6BE" w14:textId="2D98485C"/>
    <w:p w:rsidRPr="00331FF0" w:rsidR="00A31102" w:rsidP="00A31102" w:rsidRDefault="00A31102" w14:paraId="59979C0C" w14:textId="77777777">
      <w:bookmarkStart w:name="_Hlk84849878" w:id="19"/>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19"/>
    </w:p>
    <w:p w:rsidR="00A31102" w:rsidP="00E80F57" w:rsidRDefault="00A31102" w14:paraId="461CCAA9" w14:textId="77777777"/>
    <w:p w:rsidR="00E80F57" w:rsidP="00E80F57" w:rsidRDefault="00E80F57" w14:paraId="73445DD5" w14:textId="34C98C1B">
      <w:pPr>
        <w:rPr>
          <w:b/>
          <w:bCs/>
        </w:rPr>
      </w:pPr>
      <w:r>
        <w:t xml:space="preserve">In 2021 the name of this BpS was changed </w:t>
      </w:r>
      <w:r w:rsidRPr="00BD429B">
        <w:t xml:space="preserve">from </w:t>
      </w:r>
      <w:r w:rsidRPr="00DD6E34">
        <w:t xml:space="preserve">Alaska Arctic Dwarf-Shrubland - </w:t>
      </w:r>
      <w:r>
        <w:t>F</w:t>
      </w:r>
      <w:r w:rsidRPr="00DD6E34">
        <w:t xml:space="preserve">requent Fire to North American Arctic Dwarf-Shrub Lichen Tundra – </w:t>
      </w:r>
      <w:r>
        <w:t>F</w:t>
      </w:r>
      <w:r w:rsidRPr="00DD6E34">
        <w:t>requent Fire in response to changes to the Ecological Systems classification.</w:t>
      </w:r>
    </w:p>
    <w:p w:rsidR="00E80F57" w:rsidP="00D34067" w:rsidRDefault="00E80F57" w14:paraId="2A1B8AAC" w14:textId="77777777"/>
    <w:p w:rsidR="00E57E47" w:rsidP="00E57E47" w:rsidRDefault="00F02814" w14:paraId="3F0B8856" w14:textId="71FF9404">
      <w:r>
        <w:t>During LANDFIRE National</w:t>
      </w:r>
      <w:r w:rsidR="008351E1">
        <w:t>,</w:t>
      </w:r>
      <w:r>
        <w:t xml:space="preserve"> t</w:t>
      </w:r>
      <w:r w:rsidR="00D34067">
        <w:t>his system was created for the AK Arctic region and did not receive review for other regions in the state.</w:t>
      </w:r>
      <w:r>
        <w:t xml:space="preserve"> </w:t>
      </w:r>
      <w:r w:rsidR="00D34067">
        <w:t>This model was created by Kori Blankenship and Keith Boggs based on the draft Arctic Ecological Systems description (Boggs et al. 2008) and a successional sequence documented by Racine et al. (2004).</w:t>
      </w:r>
      <w:r w:rsidR="00E57E47">
        <w:t xml:space="preserve"> </w:t>
      </w:r>
    </w:p>
    <w:p w:rsidR="00E57E47" w:rsidP="00E57E47" w:rsidRDefault="00E57E47" w14:paraId="387A24EF" w14:textId="29AC39A4">
      <w:r>
        <w:t>The modelers estimated that the fire return interval for this type was similar to that of the Alaska Arctic Tussock Tundra - frequent fire model.</w:t>
      </w:r>
    </w:p>
    <w:p w:rsidR="00D34067" w:rsidP="00D34067" w:rsidRDefault="00D34067" w14:paraId="12AC2FC4" w14:textId="40E7A88F"/>
    <w:p w:rsidR="00D34067" w:rsidP="00D34067" w:rsidRDefault="00D34067" w14:paraId="63552C37" w14:textId="77777777">
      <w:pPr>
        <w:pStyle w:val="ReportSection"/>
      </w:pPr>
      <w:r>
        <w:t>Succession Classes</w:t>
      </w:r>
    </w:p>
    <w:p w:rsidR="00D34067" w:rsidP="00D34067" w:rsidRDefault="00D34067" w14:paraId="558E2175" w14:textId="17007D05"/>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D34067" w:rsidP="00D34067" w:rsidRDefault="00D34067" w14:paraId="48A6596C" w14:textId="77777777">
      <w:pPr>
        <w:pStyle w:val="InfoPara"/>
        <w:pBdr>
          <w:top w:val="single" w:color="auto" w:sz="4" w:space="1"/>
        </w:pBdr>
      </w:pPr>
      <w:r xmlns:w="http://schemas.openxmlformats.org/wordprocessingml/2006/main">
        <w:t>Class A</w:t>
      </w:r>
      <w:r xmlns:w="http://schemas.openxmlformats.org/wordprocessingml/2006/main">
        <w:tab/>
        <w:t>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D34067" w:rsidP="00D34067" w:rsidRDefault="00D34067" w14:paraId="1EDA8BA4" w14:textId="77777777"/>
    <w:p w:rsidR="00D34067" w:rsidP="00D34067" w:rsidRDefault="00D34067" w14:paraId="412BCAB3"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96"/>
        <w:gridCol w:w="4176"/>
        <w:gridCol w:w="2148"/>
        <w:gridCol w:w="1956"/>
      </w:tblGrid>
      <w:tr w:rsidRPr="00D34067" w:rsidR="00D34067" w:rsidTr="00D34067" w14:paraId="0C9CCC2B" w14:textId="77777777">
        <w:tc>
          <w:tcPr>
            <w:tcW w:w="1296" w:type="dxa"/>
            <w:tcBorders>
              <w:top w:val="single" w:color="auto" w:sz="2" w:space="0"/>
              <w:bottom w:val="single" w:color="000000" w:sz="12" w:space="0"/>
            </w:tcBorders>
            <w:shd w:val="clear" w:color="auto" w:fill="auto"/>
          </w:tcPr>
          <w:p w:rsidRPr="00D34067" w:rsidR="00D34067" w:rsidP="00B86417" w:rsidRDefault="00D34067" w14:paraId="480C10BD" w14:textId="77777777">
            <w:pPr>
              <w:rPr>
                <w:b/>
                <w:bCs/>
              </w:rPr>
            </w:pPr>
            <w:r w:rsidRPr="00D34067">
              <w:rPr>
                <w:b/>
                <w:bCs/>
              </w:rPr>
              <w:t>Symbol</w:t>
            </w:r>
          </w:p>
        </w:tc>
        <w:tc>
          <w:tcPr>
            <w:tcW w:w="4176" w:type="dxa"/>
            <w:tcBorders>
              <w:top w:val="single" w:color="auto" w:sz="2" w:space="0"/>
              <w:bottom w:val="single" w:color="000000" w:sz="12" w:space="0"/>
            </w:tcBorders>
            <w:shd w:val="clear" w:color="auto" w:fill="auto"/>
          </w:tcPr>
          <w:p w:rsidRPr="00D34067" w:rsidR="00D34067" w:rsidP="00B86417" w:rsidRDefault="00D34067" w14:paraId="11EB0917" w14:textId="77777777">
            <w:pPr>
              <w:rPr>
                <w:b/>
                <w:bCs/>
              </w:rPr>
            </w:pPr>
            <w:r w:rsidRPr="00D34067">
              <w:rPr>
                <w:b/>
                <w:bCs/>
              </w:rPr>
              <w:t>Scientific Name</w:t>
            </w:r>
          </w:p>
        </w:tc>
        <w:tc>
          <w:tcPr>
            <w:tcW w:w="2148" w:type="dxa"/>
            <w:tcBorders>
              <w:top w:val="single" w:color="auto" w:sz="2" w:space="0"/>
              <w:bottom w:val="single" w:color="000000" w:sz="12" w:space="0"/>
            </w:tcBorders>
            <w:shd w:val="clear" w:color="auto" w:fill="auto"/>
          </w:tcPr>
          <w:p w:rsidRPr="00D34067" w:rsidR="00D34067" w:rsidP="00B86417" w:rsidRDefault="00D34067" w14:paraId="00C87673" w14:textId="77777777">
            <w:pPr>
              <w:rPr>
                <w:b/>
                <w:bCs/>
              </w:rPr>
            </w:pPr>
            <w:r w:rsidRPr="00D34067">
              <w:rPr>
                <w:b/>
                <w:bCs/>
              </w:rPr>
              <w:t>Common Name</w:t>
            </w:r>
          </w:p>
        </w:tc>
        <w:tc>
          <w:tcPr>
            <w:tcW w:w="1956" w:type="dxa"/>
            <w:tcBorders>
              <w:top w:val="single" w:color="auto" w:sz="2" w:space="0"/>
              <w:bottom w:val="single" w:color="000000" w:sz="12" w:space="0"/>
            </w:tcBorders>
            <w:shd w:val="clear" w:color="auto" w:fill="auto"/>
          </w:tcPr>
          <w:p w:rsidRPr="00D34067" w:rsidR="00D34067" w:rsidP="00B86417" w:rsidRDefault="00D34067" w14:paraId="2574CB02" w14:textId="77777777">
            <w:pPr>
              <w:rPr>
                <w:b/>
                <w:bCs/>
              </w:rPr>
            </w:pPr>
            <w:r w:rsidRPr="00D34067">
              <w:rPr>
                <w:b/>
                <w:bCs/>
              </w:rPr>
              <w:t>Canopy Position</w:t>
            </w:r>
          </w:p>
        </w:tc>
      </w:tr>
      <w:tr w:rsidRPr="00D34067" w:rsidR="00D34067" w:rsidTr="00D34067" w14:paraId="6DEAB731" w14:textId="77777777">
        <w:tc>
          <w:tcPr>
            <w:tcW w:w="1296" w:type="dxa"/>
            <w:tcBorders>
              <w:top w:val="single" w:color="000000" w:sz="12" w:space="0"/>
            </w:tcBorders>
            <w:shd w:val="clear" w:color="auto" w:fill="auto"/>
          </w:tcPr>
          <w:p w:rsidRPr="00D34067" w:rsidR="00D34067" w:rsidP="00B86417" w:rsidRDefault="00D34067" w14:paraId="765154B0" w14:textId="77777777">
            <w:pPr>
              <w:rPr>
                <w:bCs/>
              </w:rPr>
            </w:pPr>
            <w:r w:rsidRPr="00D34067">
              <w:rPr>
                <w:bCs/>
              </w:rPr>
              <w:t>CABI5</w:t>
            </w:r>
          </w:p>
        </w:tc>
        <w:tc>
          <w:tcPr>
            <w:tcW w:w="4176" w:type="dxa"/>
            <w:tcBorders>
              <w:top w:val="single" w:color="000000" w:sz="12" w:space="0"/>
            </w:tcBorders>
            <w:shd w:val="clear" w:color="auto" w:fill="auto"/>
          </w:tcPr>
          <w:p w:rsidRPr="00CC5A16" w:rsidR="00D34067" w:rsidP="00B86417" w:rsidRDefault="00D34067" w14:paraId="292ADBF0" w14:textId="77777777">
            <w:pPr>
              <w:rPr>
                <w:i/>
                <w:iCs/>
              </w:rPr>
            </w:pPr>
            <w:r w:rsidRPr="00CC5A16">
              <w:rPr>
                <w:i/>
                <w:iCs/>
              </w:rPr>
              <w:t>Carex bigelowii</w:t>
            </w:r>
          </w:p>
        </w:tc>
        <w:tc>
          <w:tcPr>
            <w:tcW w:w="2148" w:type="dxa"/>
            <w:tcBorders>
              <w:top w:val="single" w:color="000000" w:sz="12" w:space="0"/>
            </w:tcBorders>
            <w:shd w:val="clear" w:color="auto" w:fill="auto"/>
          </w:tcPr>
          <w:p w:rsidRPr="00D34067" w:rsidR="00D34067" w:rsidP="00B86417" w:rsidRDefault="00D34067" w14:paraId="6C4448F2" w14:textId="77777777">
            <w:r w:rsidRPr="00D34067">
              <w:t>Bigelow's sedge</w:t>
            </w:r>
          </w:p>
        </w:tc>
        <w:tc>
          <w:tcPr>
            <w:tcW w:w="1956" w:type="dxa"/>
            <w:tcBorders>
              <w:top w:val="single" w:color="000000" w:sz="12" w:space="0"/>
            </w:tcBorders>
            <w:shd w:val="clear" w:color="auto" w:fill="auto"/>
          </w:tcPr>
          <w:p w:rsidRPr="00D34067" w:rsidR="00D34067" w:rsidP="00B86417" w:rsidRDefault="00D34067" w14:paraId="12AF660D" w14:textId="77777777">
            <w:r w:rsidRPr="00D34067">
              <w:t>Upper</w:t>
            </w:r>
          </w:p>
        </w:tc>
      </w:tr>
      <w:tr w:rsidRPr="00D34067" w:rsidR="00D34067" w:rsidTr="00D34067" w14:paraId="403750E2" w14:textId="77777777">
        <w:tc>
          <w:tcPr>
            <w:tcW w:w="1296" w:type="dxa"/>
            <w:shd w:val="clear" w:color="auto" w:fill="auto"/>
          </w:tcPr>
          <w:p w:rsidRPr="00D34067" w:rsidR="00D34067" w:rsidP="00B86417" w:rsidRDefault="00D34067" w14:paraId="6082D506" w14:textId="77777777">
            <w:pPr>
              <w:rPr>
                <w:bCs/>
              </w:rPr>
            </w:pPr>
            <w:r w:rsidRPr="00D34067">
              <w:rPr>
                <w:bCs/>
              </w:rPr>
              <w:t>CAMI4</w:t>
            </w:r>
          </w:p>
        </w:tc>
        <w:tc>
          <w:tcPr>
            <w:tcW w:w="4176" w:type="dxa"/>
            <w:shd w:val="clear" w:color="auto" w:fill="auto"/>
          </w:tcPr>
          <w:p w:rsidRPr="00CC5A16" w:rsidR="00D34067" w:rsidP="00B86417" w:rsidRDefault="00D34067" w14:paraId="16333BB2" w14:textId="77777777">
            <w:pPr>
              <w:rPr>
                <w:i/>
                <w:iCs/>
              </w:rPr>
            </w:pPr>
            <w:r w:rsidRPr="00CC5A16">
              <w:rPr>
                <w:i/>
                <w:iCs/>
              </w:rPr>
              <w:t>Carex microchaeta</w:t>
            </w:r>
          </w:p>
        </w:tc>
        <w:tc>
          <w:tcPr>
            <w:tcW w:w="2148" w:type="dxa"/>
            <w:shd w:val="clear" w:color="auto" w:fill="auto"/>
          </w:tcPr>
          <w:p w:rsidRPr="00D34067" w:rsidR="00D34067" w:rsidP="00B86417" w:rsidRDefault="00D34067" w14:paraId="4685E073" w14:textId="77777777">
            <w:r w:rsidRPr="00D34067">
              <w:t>Smallawned sedge</w:t>
            </w:r>
          </w:p>
        </w:tc>
        <w:tc>
          <w:tcPr>
            <w:tcW w:w="1956" w:type="dxa"/>
            <w:shd w:val="clear" w:color="auto" w:fill="auto"/>
          </w:tcPr>
          <w:p w:rsidRPr="00D34067" w:rsidR="00D34067" w:rsidP="00B86417" w:rsidRDefault="00D34067" w14:paraId="19006BE1" w14:textId="77777777">
            <w:r w:rsidRPr="00D34067">
              <w:t>Upper</w:t>
            </w:r>
          </w:p>
        </w:tc>
      </w:tr>
      <w:tr w:rsidRPr="00D34067" w:rsidR="00D34067" w:rsidTr="00D34067" w14:paraId="7EFB5098" w14:textId="77777777">
        <w:tc>
          <w:tcPr>
            <w:tcW w:w="1296" w:type="dxa"/>
            <w:shd w:val="clear" w:color="auto" w:fill="auto"/>
          </w:tcPr>
          <w:p w:rsidRPr="00D34067" w:rsidR="00D34067" w:rsidP="00B86417" w:rsidRDefault="00D34067" w14:paraId="2526C625" w14:textId="77777777">
            <w:pPr>
              <w:rPr>
                <w:bCs/>
              </w:rPr>
            </w:pPr>
            <w:r w:rsidRPr="00D34067">
              <w:rPr>
                <w:bCs/>
              </w:rPr>
              <w:t>CHANA2</w:t>
            </w:r>
          </w:p>
        </w:tc>
        <w:tc>
          <w:tcPr>
            <w:tcW w:w="4176" w:type="dxa"/>
            <w:shd w:val="clear" w:color="auto" w:fill="auto"/>
          </w:tcPr>
          <w:p w:rsidRPr="00CC5A16" w:rsidR="00D34067" w:rsidP="00B86417" w:rsidRDefault="00D34067" w14:paraId="5B8C3D53" w14:textId="77777777">
            <w:pPr>
              <w:rPr>
                <w:i/>
                <w:iCs/>
              </w:rPr>
            </w:pPr>
            <w:r w:rsidRPr="00CC5A16">
              <w:rPr>
                <w:i/>
                <w:iCs/>
              </w:rPr>
              <w:t xml:space="preserve">Chamerion angustifolium </w:t>
            </w:r>
            <w:r w:rsidRPr="00CC5A16">
              <w:t>ssp</w:t>
            </w:r>
            <w:r w:rsidRPr="00CC5A16">
              <w:rPr>
                <w:i/>
                <w:iCs/>
              </w:rPr>
              <w:t>. angustifolium</w:t>
            </w:r>
          </w:p>
        </w:tc>
        <w:tc>
          <w:tcPr>
            <w:tcW w:w="2148" w:type="dxa"/>
            <w:shd w:val="clear" w:color="auto" w:fill="auto"/>
          </w:tcPr>
          <w:p w:rsidRPr="00D34067" w:rsidR="00D34067" w:rsidP="00B86417" w:rsidRDefault="00D34067" w14:paraId="2E1988B9" w14:textId="77777777">
            <w:r w:rsidRPr="00D34067">
              <w:t>Fireweed</w:t>
            </w:r>
          </w:p>
        </w:tc>
        <w:tc>
          <w:tcPr>
            <w:tcW w:w="1956" w:type="dxa"/>
            <w:shd w:val="clear" w:color="auto" w:fill="auto"/>
          </w:tcPr>
          <w:p w:rsidRPr="00D34067" w:rsidR="00D34067" w:rsidP="00B86417" w:rsidRDefault="00D34067" w14:paraId="249EE671" w14:textId="77777777">
            <w:r w:rsidRPr="00D34067">
              <w:t>Upper</w:t>
            </w:r>
          </w:p>
        </w:tc>
      </w:tr>
      <w:tr w:rsidRPr="00D34067" w:rsidR="00D34067" w:rsidTr="00D34067" w14:paraId="37DD8259" w14:textId="77777777">
        <w:tc>
          <w:tcPr>
            <w:tcW w:w="1296" w:type="dxa"/>
            <w:shd w:val="clear" w:color="auto" w:fill="auto"/>
          </w:tcPr>
          <w:p w:rsidRPr="00D34067" w:rsidR="00D34067" w:rsidP="00B86417" w:rsidRDefault="00D34067" w14:paraId="0A4FC55E" w14:textId="77777777">
            <w:pPr>
              <w:rPr>
                <w:bCs/>
              </w:rPr>
            </w:pPr>
            <w:r w:rsidRPr="00D34067">
              <w:rPr>
                <w:bCs/>
              </w:rPr>
              <w:t>CACA4</w:t>
            </w:r>
          </w:p>
        </w:tc>
        <w:tc>
          <w:tcPr>
            <w:tcW w:w="4176" w:type="dxa"/>
            <w:shd w:val="clear" w:color="auto" w:fill="auto"/>
          </w:tcPr>
          <w:p w:rsidRPr="00CC5A16" w:rsidR="00D34067" w:rsidP="00B86417" w:rsidRDefault="00D34067" w14:paraId="31535B3A" w14:textId="77777777">
            <w:pPr>
              <w:rPr>
                <w:i/>
                <w:iCs/>
              </w:rPr>
            </w:pPr>
            <w:r w:rsidRPr="00CC5A16">
              <w:rPr>
                <w:i/>
                <w:iCs/>
              </w:rPr>
              <w:t>Calamagrostis canadensis</w:t>
            </w:r>
          </w:p>
        </w:tc>
        <w:tc>
          <w:tcPr>
            <w:tcW w:w="2148" w:type="dxa"/>
            <w:shd w:val="clear" w:color="auto" w:fill="auto"/>
          </w:tcPr>
          <w:p w:rsidRPr="00D34067" w:rsidR="00D34067" w:rsidP="00B86417" w:rsidRDefault="00D34067" w14:paraId="65DF7CC3" w14:textId="77777777">
            <w:r w:rsidRPr="00D34067">
              <w:t>Bluejoint</w:t>
            </w:r>
          </w:p>
        </w:tc>
        <w:tc>
          <w:tcPr>
            <w:tcW w:w="1956" w:type="dxa"/>
            <w:shd w:val="clear" w:color="auto" w:fill="auto"/>
          </w:tcPr>
          <w:p w:rsidRPr="00D34067" w:rsidR="00D34067" w:rsidP="00B86417" w:rsidRDefault="00D34067" w14:paraId="49C223A0" w14:textId="77777777">
            <w:r w:rsidRPr="00D34067">
              <w:t>Upper</w:t>
            </w:r>
          </w:p>
        </w:tc>
      </w:tr>
    </w:tbl>
    <w:p w:rsidR="00D34067" w:rsidP="00D34067" w:rsidRDefault="00D34067" w14:paraId="47DE6646" w14:textId="77777777"/>
    <w:p w:rsidR="00D34067" w:rsidP="00D34067" w:rsidRDefault="00D34067" w14:paraId="3A067262" w14:textId="77777777">
      <w:pPr>
        <w:pStyle w:val="SClassInfoPara"/>
      </w:pPr>
      <w:r>
        <w:t>Description</w:t>
      </w:r>
    </w:p>
    <w:p w:rsidR="00D34067" w:rsidP="00D34067" w:rsidRDefault="00D34067" w14:paraId="6C74F16E" w14:textId="2A7A0386">
      <w:r>
        <w:t>Immediately post-fire bryophytes (e.g.</w:t>
      </w:r>
      <w:r w:rsidR="006A453E">
        <w:t>,</w:t>
      </w:r>
      <w:r>
        <w:t xml:space="preserve"> </w:t>
      </w:r>
      <w:r w:rsidRPr="004E3B3E">
        <w:rPr>
          <w:i/>
          <w:iCs/>
        </w:rPr>
        <w:t>Polytrichum</w:t>
      </w:r>
      <w:r>
        <w:t xml:space="preserve"> s</w:t>
      </w:r>
      <w:r w:rsidR="006A453E">
        <w:t>p</w:t>
      </w:r>
      <w:r>
        <w:t xml:space="preserve">p., </w:t>
      </w:r>
      <w:r w:rsidRPr="004E3B3E">
        <w:rPr>
          <w:i/>
          <w:iCs/>
        </w:rPr>
        <w:t>Ceratodon purpureus</w:t>
      </w:r>
      <w:r>
        <w:t xml:space="preserve"> and </w:t>
      </w:r>
      <w:r w:rsidRPr="004E3B3E">
        <w:rPr>
          <w:i/>
          <w:iCs/>
        </w:rPr>
        <w:t>Marchantia polymorpha</w:t>
      </w:r>
      <w:r>
        <w:t>) and sedges dominate the site (Racine et al. 2004).</w:t>
      </w:r>
    </w:p>
    <w:p w:rsidR="00D34067" w:rsidP="00D34067" w:rsidRDefault="00D34067" w14:paraId="44C916C1" w14:textId="77777777"/>
    <w:p>
      <w:r>
        <w:rPr>
          <w:i/>
          <w:u w:val="single"/>
        </w:rPr>
        <w:t>Maximum Tree Size Class</w:t>
      </w:r>
      <w:br/>
      <w:r>
        <w:t>None</w:t>
      </w:r>
    </w:p>
    <w:p w:rsidR="00D34067" w:rsidP="00D34067" w:rsidRDefault="00D34067" w14:paraId="717AD063" w14:textId="77777777">
      <w:pPr>
        <w:pStyle w:val="InfoPara"/>
        <w:pBdr>
          <w:top w:val="single" w:color="auto" w:sz="4" w:space="1"/>
        </w:pBdr>
      </w:pPr>
      <w:r xmlns:w="http://schemas.openxmlformats.org/wordprocessingml/2006/main">
        <w:t>Class B</w:t>
      </w:r>
      <w:r xmlns:w="http://schemas.openxmlformats.org/wordprocessingml/2006/main">
        <w:tab/>
        <w:t>93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D34067" w:rsidP="00D34067" w:rsidRDefault="00D34067" w14:paraId="0D3F04B8" w14:textId="77777777"/>
    <w:p w:rsidR="00D34067" w:rsidP="00D34067" w:rsidRDefault="00D34067" w14:paraId="45A4ADA8"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12"/>
        <w:gridCol w:w="2568"/>
        <w:gridCol w:w="3312"/>
        <w:gridCol w:w="1956"/>
      </w:tblGrid>
      <w:tr w:rsidRPr="00D34067" w:rsidR="00D34067" w:rsidTr="00D34067" w14:paraId="79ED5F99" w14:textId="77777777">
        <w:tc>
          <w:tcPr>
            <w:tcW w:w="1212" w:type="dxa"/>
            <w:tcBorders>
              <w:top w:val="single" w:color="auto" w:sz="2" w:space="0"/>
              <w:bottom w:val="single" w:color="000000" w:sz="12" w:space="0"/>
            </w:tcBorders>
            <w:shd w:val="clear" w:color="auto" w:fill="auto"/>
          </w:tcPr>
          <w:p w:rsidRPr="00D34067" w:rsidR="00D34067" w:rsidP="00B86417" w:rsidRDefault="00D34067" w14:paraId="59A6E351" w14:textId="77777777">
            <w:pPr>
              <w:rPr>
                <w:b/>
                <w:bCs/>
              </w:rPr>
            </w:pPr>
            <w:r w:rsidRPr="00D34067">
              <w:rPr>
                <w:b/>
                <w:bCs/>
              </w:rPr>
              <w:t>Symbol</w:t>
            </w:r>
          </w:p>
        </w:tc>
        <w:tc>
          <w:tcPr>
            <w:tcW w:w="2568" w:type="dxa"/>
            <w:tcBorders>
              <w:top w:val="single" w:color="auto" w:sz="2" w:space="0"/>
              <w:bottom w:val="single" w:color="000000" w:sz="12" w:space="0"/>
            </w:tcBorders>
            <w:shd w:val="clear" w:color="auto" w:fill="auto"/>
          </w:tcPr>
          <w:p w:rsidRPr="00D34067" w:rsidR="00D34067" w:rsidP="00B86417" w:rsidRDefault="00D34067" w14:paraId="726B79BB" w14:textId="77777777">
            <w:pPr>
              <w:rPr>
                <w:b/>
                <w:bCs/>
              </w:rPr>
            </w:pPr>
            <w:r w:rsidRPr="00D34067">
              <w:rPr>
                <w:b/>
                <w:bCs/>
              </w:rPr>
              <w:t>Scientific Name</w:t>
            </w:r>
          </w:p>
        </w:tc>
        <w:tc>
          <w:tcPr>
            <w:tcW w:w="3312" w:type="dxa"/>
            <w:tcBorders>
              <w:top w:val="single" w:color="auto" w:sz="2" w:space="0"/>
              <w:bottom w:val="single" w:color="000000" w:sz="12" w:space="0"/>
            </w:tcBorders>
            <w:shd w:val="clear" w:color="auto" w:fill="auto"/>
          </w:tcPr>
          <w:p w:rsidRPr="00D34067" w:rsidR="00D34067" w:rsidP="00B86417" w:rsidRDefault="00D34067" w14:paraId="2029FCF0" w14:textId="77777777">
            <w:pPr>
              <w:rPr>
                <w:b/>
                <w:bCs/>
              </w:rPr>
            </w:pPr>
            <w:r w:rsidRPr="00D34067">
              <w:rPr>
                <w:b/>
                <w:bCs/>
              </w:rPr>
              <w:t>Common Name</w:t>
            </w:r>
          </w:p>
        </w:tc>
        <w:tc>
          <w:tcPr>
            <w:tcW w:w="1956" w:type="dxa"/>
            <w:tcBorders>
              <w:top w:val="single" w:color="auto" w:sz="2" w:space="0"/>
              <w:bottom w:val="single" w:color="000000" w:sz="12" w:space="0"/>
            </w:tcBorders>
            <w:shd w:val="clear" w:color="auto" w:fill="auto"/>
          </w:tcPr>
          <w:p w:rsidRPr="00D34067" w:rsidR="00D34067" w:rsidP="00B86417" w:rsidRDefault="00D34067" w14:paraId="05D93C5D" w14:textId="77777777">
            <w:pPr>
              <w:rPr>
                <w:b/>
                <w:bCs/>
              </w:rPr>
            </w:pPr>
            <w:r w:rsidRPr="00D34067">
              <w:rPr>
                <w:b/>
                <w:bCs/>
              </w:rPr>
              <w:t>Canopy Position</w:t>
            </w:r>
          </w:p>
        </w:tc>
      </w:tr>
      <w:tr w:rsidRPr="00D34067" w:rsidR="00D34067" w:rsidTr="00D34067" w14:paraId="263ADACA" w14:textId="77777777">
        <w:tc>
          <w:tcPr>
            <w:tcW w:w="1212" w:type="dxa"/>
            <w:tcBorders>
              <w:top w:val="single" w:color="000000" w:sz="12" w:space="0"/>
            </w:tcBorders>
            <w:shd w:val="clear" w:color="auto" w:fill="auto"/>
          </w:tcPr>
          <w:p w:rsidRPr="00D34067" w:rsidR="00D34067" w:rsidP="00B86417" w:rsidRDefault="00D34067" w14:paraId="22796A0B" w14:textId="77777777">
            <w:pPr>
              <w:rPr>
                <w:bCs/>
              </w:rPr>
            </w:pPr>
            <w:r w:rsidRPr="00D34067">
              <w:rPr>
                <w:bCs/>
              </w:rPr>
              <w:t>CATE11</w:t>
            </w:r>
          </w:p>
        </w:tc>
        <w:tc>
          <w:tcPr>
            <w:tcW w:w="2568" w:type="dxa"/>
            <w:tcBorders>
              <w:top w:val="single" w:color="000000" w:sz="12" w:space="0"/>
            </w:tcBorders>
            <w:shd w:val="clear" w:color="auto" w:fill="auto"/>
          </w:tcPr>
          <w:p w:rsidRPr="001D7C76" w:rsidR="00D34067" w:rsidP="00B86417" w:rsidRDefault="00D34067" w14:paraId="26E5EC68" w14:textId="77777777">
            <w:pPr>
              <w:rPr>
                <w:i/>
                <w:iCs/>
              </w:rPr>
            </w:pPr>
            <w:r w:rsidRPr="001D7C76">
              <w:rPr>
                <w:i/>
                <w:iCs/>
              </w:rPr>
              <w:t>Cassiope tetragona</w:t>
            </w:r>
          </w:p>
        </w:tc>
        <w:tc>
          <w:tcPr>
            <w:tcW w:w="3312" w:type="dxa"/>
            <w:tcBorders>
              <w:top w:val="single" w:color="000000" w:sz="12" w:space="0"/>
            </w:tcBorders>
            <w:shd w:val="clear" w:color="auto" w:fill="auto"/>
          </w:tcPr>
          <w:p w:rsidRPr="00D34067" w:rsidR="00D34067" w:rsidP="00B86417" w:rsidRDefault="00D34067" w14:paraId="5DAB2566" w14:textId="77777777">
            <w:r w:rsidRPr="00D34067">
              <w:t>White arctic mountain heather</w:t>
            </w:r>
          </w:p>
        </w:tc>
        <w:tc>
          <w:tcPr>
            <w:tcW w:w="1956" w:type="dxa"/>
            <w:tcBorders>
              <w:top w:val="single" w:color="000000" w:sz="12" w:space="0"/>
            </w:tcBorders>
            <w:shd w:val="clear" w:color="auto" w:fill="auto"/>
          </w:tcPr>
          <w:p w:rsidRPr="00D34067" w:rsidR="00D34067" w:rsidP="00B86417" w:rsidRDefault="00D34067" w14:paraId="09C6AF2C" w14:textId="77777777">
            <w:r w:rsidRPr="00D34067">
              <w:t>Upper</w:t>
            </w:r>
          </w:p>
        </w:tc>
      </w:tr>
      <w:tr w:rsidRPr="00D34067" w:rsidR="00D34067" w:rsidTr="00D34067" w14:paraId="4BDEA1B4" w14:textId="77777777">
        <w:tc>
          <w:tcPr>
            <w:tcW w:w="1212" w:type="dxa"/>
            <w:shd w:val="clear" w:color="auto" w:fill="auto"/>
          </w:tcPr>
          <w:p w:rsidRPr="00D34067" w:rsidR="00D34067" w:rsidP="00B86417" w:rsidRDefault="00D34067" w14:paraId="3AE84CE0" w14:textId="77777777">
            <w:pPr>
              <w:rPr>
                <w:bCs/>
              </w:rPr>
            </w:pPr>
            <w:r w:rsidRPr="00D34067">
              <w:rPr>
                <w:bCs/>
              </w:rPr>
              <w:t>EMNI</w:t>
            </w:r>
          </w:p>
        </w:tc>
        <w:tc>
          <w:tcPr>
            <w:tcW w:w="2568" w:type="dxa"/>
            <w:shd w:val="clear" w:color="auto" w:fill="auto"/>
          </w:tcPr>
          <w:p w:rsidRPr="001D7C76" w:rsidR="00D34067" w:rsidP="00B86417" w:rsidRDefault="00D34067" w14:paraId="7CDA10E0" w14:textId="77777777">
            <w:pPr>
              <w:rPr>
                <w:i/>
                <w:iCs/>
              </w:rPr>
            </w:pPr>
            <w:r w:rsidRPr="001D7C76">
              <w:rPr>
                <w:i/>
                <w:iCs/>
              </w:rPr>
              <w:t>Empetrum nigrum</w:t>
            </w:r>
          </w:p>
        </w:tc>
        <w:tc>
          <w:tcPr>
            <w:tcW w:w="3312" w:type="dxa"/>
            <w:shd w:val="clear" w:color="auto" w:fill="auto"/>
          </w:tcPr>
          <w:p w:rsidRPr="00D34067" w:rsidR="00D34067" w:rsidP="00B86417" w:rsidRDefault="00D34067" w14:paraId="54C669F8" w14:textId="77777777">
            <w:r w:rsidRPr="00D34067">
              <w:t>Black crowberry</w:t>
            </w:r>
          </w:p>
        </w:tc>
        <w:tc>
          <w:tcPr>
            <w:tcW w:w="1956" w:type="dxa"/>
            <w:shd w:val="clear" w:color="auto" w:fill="auto"/>
          </w:tcPr>
          <w:p w:rsidRPr="00D34067" w:rsidR="00D34067" w:rsidP="00B86417" w:rsidRDefault="00D34067" w14:paraId="5ADC2E07" w14:textId="77777777">
            <w:r w:rsidRPr="00D34067">
              <w:t>Upper</w:t>
            </w:r>
          </w:p>
        </w:tc>
      </w:tr>
      <w:tr w:rsidRPr="00D34067" w:rsidR="00D34067" w:rsidTr="00D34067" w14:paraId="564621F5" w14:textId="77777777">
        <w:tc>
          <w:tcPr>
            <w:tcW w:w="1212" w:type="dxa"/>
            <w:shd w:val="clear" w:color="auto" w:fill="auto"/>
          </w:tcPr>
          <w:p w:rsidRPr="00D34067" w:rsidR="00D34067" w:rsidP="00B86417" w:rsidRDefault="00D34067" w14:paraId="36EE4418" w14:textId="77777777">
            <w:pPr>
              <w:rPr>
                <w:bCs/>
              </w:rPr>
            </w:pPr>
            <w:r w:rsidRPr="00D34067">
              <w:rPr>
                <w:bCs/>
              </w:rPr>
              <w:t>VAUL</w:t>
            </w:r>
          </w:p>
        </w:tc>
        <w:tc>
          <w:tcPr>
            <w:tcW w:w="2568" w:type="dxa"/>
            <w:shd w:val="clear" w:color="auto" w:fill="auto"/>
          </w:tcPr>
          <w:p w:rsidRPr="001D7C76" w:rsidR="00D34067" w:rsidP="00B86417" w:rsidRDefault="00D34067" w14:paraId="6DB70E0E" w14:textId="77777777">
            <w:pPr>
              <w:rPr>
                <w:i/>
                <w:iCs/>
              </w:rPr>
            </w:pPr>
            <w:r w:rsidRPr="001D7C76">
              <w:rPr>
                <w:i/>
                <w:iCs/>
              </w:rPr>
              <w:t>Vaccinium uliginosum</w:t>
            </w:r>
          </w:p>
        </w:tc>
        <w:tc>
          <w:tcPr>
            <w:tcW w:w="3312" w:type="dxa"/>
            <w:shd w:val="clear" w:color="auto" w:fill="auto"/>
          </w:tcPr>
          <w:p w:rsidRPr="00D34067" w:rsidR="00D34067" w:rsidP="00B86417" w:rsidRDefault="00D34067" w14:paraId="22A317EA" w14:textId="77777777">
            <w:r w:rsidRPr="00D34067">
              <w:t>Bog blueberry</w:t>
            </w:r>
          </w:p>
        </w:tc>
        <w:tc>
          <w:tcPr>
            <w:tcW w:w="1956" w:type="dxa"/>
            <w:shd w:val="clear" w:color="auto" w:fill="auto"/>
          </w:tcPr>
          <w:p w:rsidRPr="00D34067" w:rsidR="00D34067" w:rsidP="00B86417" w:rsidRDefault="00D34067" w14:paraId="65D923FA" w14:textId="77777777">
            <w:r w:rsidRPr="00D34067">
              <w:t>Upper</w:t>
            </w:r>
          </w:p>
        </w:tc>
      </w:tr>
      <w:tr w:rsidRPr="00D34067" w:rsidR="00D34067" w:rsidTr="00D34067" w14:paraId="0BE7C492" w14:textId="77777777">
        <w:tc>
          <w:tcPr>
            <w:tcW w:w="1212" w:type="dxa"/>
            <w:shd w:val="clear" w:color="auto" w:fill="auto"/>
          </w:tcPr>
          <w:p w:rsidRPr="00D34067" w:rsidR="00D34067" w:rsidP="00B86417" w:rsidRDefault="00D34067" w14:paraId="5B91A2AC" w14:textId="77777777">
            <w:pPr>
              <w:rPr>
                <w:bCs/>
              </w:rPr>
            </w:pPr>
            <w:r w:rsidRPr="00D34067">
              <w:rPr>
                <w:bCs/>
              </w:rPr>
              <w:t>SALIX</w:t>
            </w:r>
          </w:p>
        </w:tc>
        <w:tc>
          <w:tcPr>
            <w:tcW w:w="2568" w:type="dxa"/>
            <w:shd w:val="clear" w:color="auto" w:fill="auto"/>
          </w:tcPr>
          <w:p w:rsidRPr="001D7C76" w:rsidR="00D34067" w:rsidP="00B86417" w:rsidRDefault="00D34067" w14:paraId="7D1A852F" w14:textId="07E53E87">
            <w:r w:rsidRPr="001D7C76">
              <w:rPr>
                <w:i/>
                <w:iCs/>
              </w:rPr>
              <w:t>Salix</w:t>
            </w:r>
            <w:r w:rsidR="001D7C76">
              <w:rPr>
                <w:i/>
                <w:iCs/>
              </w:rPr>
              <w:t xml:space="preserve"> </w:t>
            </w:r>
            <w:r w:rsidR="001D7C76">
              <w:t>spp.</w:t>
            </w:r>
          </w:p>
        </w:tc>
        <w:tc>
          <w:tcPr>
            <w:tcW w:w="3312" w:type="dxa"/>
            <w:shd w:val="clear" w:color="auto" w:fill="auto"/>
          </w:tcPr>
          <w:p w:rsidRPr="00D34067" w:rsidR="00D34067" w:rsidP="00B86417" w:rsidRDefault="00D34067" w14:paraId="7D746112" w14:textId="77777777">
            <w:r w:rsidRPr="00D34067">
              <w:t>Willow</w:t>
            </w:r>
          </w:p>
        </w:tc>
        <w:tc>
          <w:tcPr>
            <w:tcW w:w="1956" w:type="dxa"/>
            <w:shd w:val="clear" w:color="auto" w:fill="auto"/>
          </w:tcPr>
          <w:p w:rsidRPr="00D34067" w:rsidR="00D34067" w:rsidP="00B86417" w:rsidRDefault="00D34067" w14:paraId="74BCD943" w14:textId="77777777">
            <w:r w:rsidRPr="00D34067">
              <w:t>Upper</w:t>
            </w:r>
          </w:p>
        </w:tc>
      </w:tr>
    </w:tbl>
    <w:p w:rsidR="00D34067" w:rsidP="00D34067" w:rsidRDefault="00D34067" w14:paraId="556CD7CD" w14:textId="77777777"/>
    <w:p w:rsidR="00D34067" w:rsidP="00D34067" w:rsidRDefault="00D34067" w14:paraId="4B9FA73E" w14:textId="77777777">
      <w:pPr>
        <w:pStyle w:val="SClassInfoPara"/>
      </w:pPr>
      <w:r>
        <w:t>Description</w:t>
      </w:r>
    </w:p>
    <w:p w:rsidR="00D34067" w:rsidP="00D34067" w:rsidRDefault="00D34067" w14:paraId="1D7CBDBE" w14:textId="7434FB0F">
      <w:r>
        <w:t>Dwarf shrubs recapture the site within 24</w:t>
      </w:r>
      <w:r w:rsidR="006A453E">
        <w:t xml:space="preserve"> years</w:t>
      </w:r>
      <w:r>
        <w:t xml:space="preserve"> (Racine et al. 2004). Low shrubs can occur but with &lt;</w:t>
      </w:r>
      <w:r w:rsidR="004E3B3E">
        <w:t xml:space="preserve"> </w:t>
      </w:r>
      <w:r>
        <w:t xml:space="preserve">25% cover. </w:t>
      </w:r>
      <w:r w:rsidRPr="004E3B3E">
        <w:rPr>
          <w:i/>
          <w:iCs/>
        </w:rPr>
        <w:t>Vaccinium, Salix, Arctostaphylos</w:t>
      </w:r>
      <w:r>
        <w:t xml:space="preserve"> and </w:t>
      </w:r>
      <w:r w:rsidRPr="004E3B3E">
        <w:rPr>
          <w:i/>
          <w:iCs/>
        </w:rPr>
        <w:t>Ledum</w:t>
      </w:r>
      <w:r>
        <w:t xml:space="preserve"> spp. tend to recover more quickly than </w:t>
      </w:r>
      <w:r w:rsidRPr="004E3B3E">
        <w:rPr>
          <w:i/>
          <w:iCs/>
        </w:rPr>
        <w:t>Empetrum nigrum</w:t>
      </w:r>
      <w:r>
        <w:t xml:space="preserve"> which has shallow rhizomes that are more susceptible to moderate and high severity fire.</w:t>
      </w:r>
    </w:p>
    <w:p w:rsidR="00D34067" w:rsidP="00D34067" w:rsidRDefault="00D34067" w14:paraId="243B288D"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19</w:t>
            </w:r>
          </w:p>
        </w:tc>
      </w:tr>
      <w:tr>
        <w:tc>
          <w:p>
            <w:pPr>
              <w:jc w:val="center"/>
            </w:pPr>
            <w:r>
              <w:rPr>
                <w:sz w:val="20"/>
              </w:rPr>
              <w:t>Late1:ALL</w:t>
            </w:r>
          </w:p>
        </w:tc>
        <w:tc>
          <w:p>
            <w:pPr>
              <w:jc w:val="center"/>
            </w:pPr>
            <w:r>
              <w:rPr>
                <w:sz w:val="20"/>
              </w:rPr>
              <w:t>20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D34067" w:rsidP="00D34067" w:rsidRDefault="00D34067" w14:paraId="731D8E1C" w14:textId="77777777">
      <w:r>
        <w:t>Boggs et al. 2008. International Ecological Classification Standard: Terrestrial Ecological Classifications. Draft Ecological Systems Description for the Alaska Arctic Region.</w:t>
      </w:r>
    </w:p>
    <w:p w:rsidR="005922CF" w:rsidP="00D34067" w:rsidRDefault="005922CF" w14:paraId="4D5929A9" w14:textId="2C1A55C6"/>
    <w:p w:rsidRPr="008E6228" w:rsidR="007F0579" w:rsidP="007F0579" w:rsidRDefault="007F0579" w14:paraId="43448235" w14:textId="77777777">
      <w:r w:rsidRPr="000D0295">
        <w:t xml:space="preserve">Chapin, F. S., III; McGuire, A. D.; Randerson, J.; Pielke, R., Sr.; Baldocchi, D.; Hobbie, S. E.; Roulet, N.; Eugster, W.; Kasischke, E.; Rastetter, E. B.; Zimov, S. A.; Running, S. W. 2000. </w:t>
      </w:r>
      <w:r w:rsidRPr="000D0295">
        <w:t>Arctic and boreal ecosystems of western North America as components of the climate system. Global Change Biology. 6(Supplement 1): 211-223.</w:t>
      </w:r>
    </w:p>
    <w:p w:rsidR="007F0579" w:rsidP="007F0579" w:rsidRDefault="007F0579" w14:paraId="3644070B" w14:textId="75F86CEE"/>
    <w:p w:rsidR="0077789D" w:rsidP="0077789D" w:rsidRDefault="0077789D" w14:paraId="4FFB8389" w14:textId="77777777">
      <w:r>
        <w:t>Comer, P., D. Faber-Langendoen, R. Evans, S. Gawler, C. Josse, G. Kittel, S. Menard, C. Nordman, M. Pyne, M. Reid, M. Russo, K. Schulz, K. Snow, J. Teague, and R. White. 2003-present. Ecological systems of the United States: A working classification of U.S. terrestrial systems. NatureServe, Arlington, VA.</w:t>
      </w:r>
    </w:p>
    <w:p w:rsidR="0077789D" w:rsidP="007F0579" w:rsidRDefault="0077789D" w14:paraId="5677E0E5" w14:textId="77777777"/>
    <w:p w:rsidR="007F0579" w:rsidP="007F0579" w:rsidRDefault="007F0579" w14:paraId="6ACEF807" w14:textId="77777777">
      <w:r w:rsidRPr="000D0295">
        <w:t>DeWilde, La'ona; Chapin, F. Stuart, III. 2006. Human impacts on the fire regime of interior Alaska: interactions among fuels, ignition sources, and fire suppression. Ecosystems. 9(8): 1342-1353. </w:t>
      </w:r>
    </w:p>
    <w:p w:rsidR="007F0579" w:rsidP="007F0579" w:rsidRDefault="007F0579" w14:paraId="554F67BE" w14:textId="77777777"/>
    <w:p w:rsidR="007F0579" w:rsidP="007F0579" w:rsidRDefault="007F0579" w14:paraId="624BD22B" w14:textId="77777777">
      <w:r w:rsidRPr="000D0295">
        <w:t>Heinselman, Miron L. 1981. Fire intensity and frequency as factors in the distribution and structure of northern ecosystems. In: Mooney, H. A.; Bonnicksen, T. M.; Christensen, N. L.; Lotan, J. E.; Reiners, W. A., technical coordinators. Fire regimes and ecosystem properties: Proceedings of the conference; 1978 December 11-15; Honolulu, HI. Gen. Tech. Rep. WO-26. Washington, DC: U.S. Department of Agriculture, Forest Service: 7-57.</w:t>
      </w:r>
    </w:p>
    <w:p w:rsidR="007F0579" w:rsidP="00D34067" w:rsidRDefault="007F0579" w14:paraId="095955FD" w14:textId="77777777"/>
    <w:p w:rsidRPr="005922CF" w:rsidR="005922CF" w:rsidP="005922CF" w:rsidRDefault="005922CF" w14:paraId="58045CE6" w14:textId="77777777">
      <w:r w:rsidRPr="005922CF">
        <w:t>Innes, Robin J. 2013. Fire regimes of Alaskan tundra communities. In: Fire Effects Information System, [Online]. U.S. Department of Agriculture, Forest Service, Rocky Mountain Research Station, Fire Sciences Laboratory (Producer). Available: http://www.fs.fed.us</w:t>
      </w:r>
    </w:p>
    <w:p w:rsidR="00D34067" w:rsidP="00D34067" w:rsidRDefault="005922CF" w14:paraId="4FE1C23B" w14:textId="3AC750EA">
      <w:r w:rsidRPr="005922CF">
        <w:t>/database/feis/fire_regimes/AK_tundra/all.html [2016, June 28].</w:t>
      </w:r>
    </w:p>
    <w:p w:rsidR="00D34067" w:rsidP="00D34067" w:rsidRDefault="00D34067" w14:paraId="22E5273B" w14:textId="77777777">
      <w:r>
        <w:t>Racine, C., R. Jandt, C. Meyers and J. Dennis. 2004. Tundra fire and vegetation change along a hillslope on the Seward Peninsula, Alaska, U.S.A. Arctic, Antarctic, and Alpine Research. 36(1): 1-10.</w:t>
      </w:r>
    </w:p>
    <w:p w:rsidR="00D34067" w:rsidP="00D34067" w:rsidRDefault="00D34067" w14:paraId="4C1EB516" w14:textId="44F14233"/>
    <w:p w:rsidRPr="00CA0955" w:rsidR="00BE54D6" w:rsidP="00BE54D6" w:rsidRDefault="00BE54D6" w14:paraId="792842AA" w14:textId="77777777">
      <w:pPr>
        <w:rPr>
          <w:color w:val="222222"/>
          <w:shd w:val="clear" w:color="auto" w:fill="FFFFFF"/>
        </w:rPr>
      </w:pPr>
      <w:r w:rsidRPr="00CA0955">
        <w:rPr>
          <w:color w:val="222222"/>
          <w:shd w:val="clear" w:color="auto" w:fill="FFFFFF"/>
        </w:rPr>
        <w:t xml:space="preserve">Sae-Lim, J., Russell, J. M., Vachula, R. S., Holmes, R. M., Mann, P. J., Schade, J. D., </w:t>
      </w:r>
      <w:r>
        <w:rPr>
          <w:color w:val="222222"/>
          <w:shd w:val="clear" w:color="auto" w:fill="FFFFFF"/>
        </w:rPr>
        <w:t>and</w:t>
      </w:r>
      <w:r w:rsidRPr="00CA0955">
        <w:rPr>
          <w:color w:val="222222"/>
          <w:shd w:val="clear" w:color="auto" w:fill="FFFFFF"/>
        </w:rPr>
        <w:t xml:space="preserve"> Natali, S. M. 2019. Temperature-controlled tundra fire severity and frequency during the last millennium in the Yukon-Kuskokwim Delta, Alaska. The Holocene</w:t>
      </w:r>
      <w:r w:rsidRPr="002E0760">
        <w:rPr>
          <w:color w:val="222222"/>
          <w:shd w:val="clear" w:color="auto" w:fill="FFFFFF"/>
        </w:rPr>
        <w:t>.</w:t>
      </w:r>
      <w:r w:rsidRPr="00CA0955">
        <w:rPr>
          <w:color w:val="222222"/>
          <w:shd w:val="clear" w:color="auto" w:fill="FFFFFF"/>
        </w:rPr>
        <w:t> 29(7)</w:t>
      </w:r>
      <w:r>
        <w:rPr>
          <w:color w:val="222222"/>
          <w:shd w:val="clear" w:color="auto" w:fill="FFFFFF"/>
        </w:rPr>
        <w:t xml:space="preserve">: </w:t>
      </w:r>
      <w:r w:rsidRPr="00CA0955">
        <w:rPr>
          <w:color w:val="222222"/>
          <w:shd w:val="clear" w:color="auto" w:fill="FFFFFF"/>
        </w:rPr>
        <w:t>1223-1233.</w:t>
      </w:r>
    </w:p>
    <w:p w:rsidR="00BE54D6" w:rsidP="00D34067" w:rsidRDefault="00BE54D6" w14:paraId="768576B7" w14:textId="77777777"/>
    <w:p w:rsidR="00D34067" w:rsidP="00D34067" w:rsidRDefault="00D34067" w14:paraId="5115DEBD" w14:textId="77777777">
      <w:r>
        <w:t>Viereck, L.A., C.T. Dyrness, A.R. Batten, K.J. Wenzlick. 1992. The Alaska vegetation classification. Pacific Northwest Research Station, USDA Forest Service, Portland, OR. Gen. Tech. Rep. PNW-GTR286. 278 p.</w:t>
      </w:r>
    </w:p>
    <w:p w:rsidR="004D5F12" w:rsidP="00D34067" w:rsidRDefault="004D5F12" w14:paraId="4F0ED904" w14:textId="4D91F02A"/>
    <w:p w:rsidR="006A453E" w:rsidP="006A453E" w:rsidRDefault="006A453E" w14:paraId="69E0588C" w14:textId="77777777">
      <w:r>
        <w:t>Viereck, L.A., and L.A. Schandelmeier. 1980. Effects of fire in Alaska and adjacent Canada--a literature review. BLM-Aalska Tech. Rep. No. 6. Anchorage, Alaska: U.S. Department of the Interior, Bureau of Land Management. 124 p.</w:t>
      </w:r>
    </w:p>
    <w:p w:rsidRPr="00A43E41" w:rsidR="006A453E" w:rsidP="00D34067" w:rsidRDefault="006A453E" w14:paraId="72B7686D" w14:textId="77777777"/>
    <w:sectPr w:rsidRPr="00A43E41" w:rsidR="006A453E" w:rsidSect="00FE41CA">
      <w:headerReference w:type="even" r:id="rId7"/>
      <w:headerReference w:type="default" r:id="rId8"/>
      <w:footerReference w:type="even" r:id="rId9"/>
      <w:footerReference w:type="default" r:id="rId10"/>
      <w:headerReference w:type="first" r:id="rId11"/>
      <w:footerReference w:type="firs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43A0" w:rsidRDefault="008643A0" w14:paraId="13A84BD1" w14:textId="77777777">
      <w:r>
        <w:separator/>
      </w:r>
    </w:p>
  </w:endnote>
  <w:endnote w:type="continuationSeparator" w:id="0">
    <w:p w:rsidR="008643A0" w:rsidRDefault="008643A0" w14:paraId="2A1FC9A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1F75" w:rsidRDefault="00221F75" w14:paraId="5C1EA31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1F75" w:rsidP="00D34067" w:rsidRDefault="00221F75" w14:paraId="788BB4A4" w14:textId="7777777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1F75" w:rsidRDefault="00221F75" w14:paraId="3E407E5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43A0" w:rsidRDefault="008643A0" w14:paraId="0C087FAC" w14:textId="77777777">
      <w:r>
        <w:separator/>
      </w:r>
    </w:p>
  </w:footnote>
  <w:footnote w:type="continuationSeparator" w:id="0">
    <w:p w:rsidR="008643A0" w:rsidRDefault="008643A0" w14:paraId="286AD13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1F75" w:rsidRDefault="00221F75" w14:paraId="79DE6FB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1F75" w:rsidP="00D34067" w:rsidRDefault="00221F75" w14:paraId="29CC26D4" w14:textId="7777777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1F75" w:rsidRDefault="00221F75" w14:paraId="6665B81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33242006">
    <w:abstractNumId w:val="1"/>
  </w:num>
  <w:num w:numId="2" w16cid:durableId="2027514121">
    <w:abstractNumId w:val="0"/>
  </w:num>
  <w:num w:numId="3" w16cid:durableId="16624615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067"/>
    <w:rsid w:val="00007C48"/>
    <w:rsid w:val="000130AC"/>
    <w:rsid w:val="0001761A"/>
    <w:rsid w:val="0003202F"/>
    <w:rsid w:val="0004797F"/>
    <w:rsid w:val="00062860"/>
    <w:rsid w:val="00077A85"/>
    <w:rsid w:val="00087F13"/>
    <w:rsid w:val="00097251"/>
    <w:rsid w:val="000A7D1E"/>
    <w:rsid w:val="000B5948"/>
    <w:rsid w:val="000E1EC5"/>
    <w:rsid w:val="000E759B"/>
    <w:rsid w:val="00100E93"/>
    <w:rsid w:val="00110079"/>
    <w:rsid w:val="00117805"/>
    <w:rsid w:val="0013414A"/>
    <w:rsid w:val="00144BEF"/>
    <w:rsid w:val="001514F9"/>
    <w:rsid w:val="00174486"/>
    <w:rsid w:val="001824B8"/>
    <w:rsid w:val="00193946"/>
    <w:rsid w:val="00196C68"/>
    <w:rsid w:val="001A07B5"/>
    <w:rsid w:val="001A5277"/>
    <w:rsid w:val="001A6573"/>
    <w:rsid w:val="001D7C76"/>
    <w:rsid w:val="001E43F5"/>
    <w:rsid w:val="001F77AB"/>
    <w:rsid w:val="002206B7"/>
    <w:rsid w:val="00220975"/>
    <w:rsid w:val="00221F75"/>
    <w:rsid w:val="002233CE"/>
    <w:rsid w:val="00242A9C"/>
    <w:rsid w:val="00272B25"/>
    <w:rsid w:val="00283236"/>
    <w:rsid w:val="00292706"/>
    <w:rsid w:val="002A69B2"/>
    <w:rsid w:val="002C199B"/>
    <w:rsid w:val="002E41A1"/>
    <w:rsid w:val="00300000"/>
    <w:rsid w:val="00306E47"/>
    <w:rsid w:val="0031662A"/>
    <w:rsid w:val="00317111"/>
    <w:rsid w:val="003172E2"/>
    <w:rsid w:val="00320910"/>
    <w:rsid w:val="003319D8"/>
    <w:rsid w:val="0037413E"/>
    <w:rsid w:val="003B18F3"/>
    <w:rsid w:val="003C703C"/>
    <w:rsid w:val="003D74F7"/>
    <w:rsid w:val="003F322E"/>
    <w:rsid w:val="003F7129"/>
    <w:rsid w:val="004148BE"/>
    <w:rsid w:val="00414DA8"/>
    <w:rsid w:val="00424E99"/>
    <w:rsid w:val="0042550C"/>
    <w:rsid w:val="0042737A"/>
    <w:rsid w:val="004301AA"/>
    <w:rsid w:val="00434EB6"/>
    <w:rsid w:val="004375BE"/>
    <w:rsid w:val="00447BAA"/>
    <w:rsid w:val="00452B5E"/>
    <w:rsid w:val="00455D4C"/>
    <w:rsid w:val="00467245"/>
    <w:rsid w:val="00476F39"/>
    <w:rsid w:val="00491F12"/>
    <w:rsid w:val="00492A22"/>
    <w:rsid w:val="004C51C1"/>
    <w:rsid w:val="004D24E0"/>
    <w:rsid w:val="004D5F12"/>
    <w:rsid w:val="004D6A70"/>
    <w:rsid w:val="004D7DCF"/>
    <w:rsid w:val="004E3B3E"/>
    <w:rsid w:val="004E7DB5"/>
    <w:rsid w:val="005035F5"/>
    <w:rsid w:val="00503C61"/>
    <w:rsid w:val="00513848"/>
    <w:rsid w:val="00513AFB"/>
    <w:rsid w:val="0052386E"/>
    <w:rsid w:val="00530D3E"/>
    <w:rsid w:val="00537D33"/>
    <w:rsid w:val="0054090D"/>
    <w:rsid w:val="005446EB"/>
    <w:rsid w:val="00557492"/>
    <w:rsid w:val="005922CF"/>
    <w:rsid w:val="005B1DDE"/>
    <w:rsid w:val="005C2FBE"/>
    <w:rsid w:val="005C7A42"/>
    <w:rsid w:val="005D242C"/>
    <w:rsid w:val="005E46EE"/>
    <w:rsid w:val="005E6650"/>
    <w:rsid w:val="005F0821"/>
    <w:rsid w:val="005F3253"/>
    <w:rsid w:val="00605473"/>
    <w:rsid w:val="006115AB"/>
    <w:rsid w:val="006161B9"/>
    <w:rsid w:val="00616941"/>
    <w:rsid w:val="00621C0C"/>
    <w:rsid w:val="0063157E"/>
    <w:rsid w:val="00634703"/>
    <w:rsid w:val="00646981"/>
    <w:rsid w:val="00653235"/>
    <w:rsid w:val="00666F34"/>
    <w:rsid w:val="006A453E"/>
    <w:rsid w:val="006C5AE7"/>
    <w:rsid w:val="006E57D4"/>
    <w:rsid w:val="006F39FC"/>
    <w:rsid w:val="00716720"/>
    <w:rsid w:val="007212E9"/>
    <w:rsid w:val="00722B5D"/>
    <w:rsid w:val="0074072B"/>
    <w:rsid w:val="00740E0B"/>
    <w:rsid w:val="00747459"/>
    <w:rsid w:val="007742B4"/>
    <w:rsid w:val="00775F9D"/>
    <w:rsid w:val="0077789D"/>
    <w:rsid w:val="007A721A"/>
    <w:rsid w:val="007B5284"/>
    <w:rsid w:val="007C7863"/>
    <w:rsid w:val="007D66D0"/>
    <w:rsid w:val="007F0579"/>
    <w:rsid w:val="0080166D"/>
    <w:rsid w:val="00804888"/>
    <w:rsid w:val="00820371"/>
    <w:rsid w:val="00821A9F"/>
    <w:rsid w:val="0083018E"/>
    <w:rsid w:val="008351E1"/>
    <w:rsid w:val="0084119C"/>
    <w:rsid w:val="00844388"/>
    <w:rsid w:val="00850C8E"/>
    <w:rsid w:val="008643A0"/>
    <w:rsid w:val="0087316E"/>
    <w:rsid w:val="008779C3"/>
    <w:rsid w:val="00877F55"/>
    <w:rsid w:val="008F01B1"/>
    <w:rsid w:val="00901CA2"/>
    <w:rsid w:val="00907797"/>
    <w:rsid w:val="0092000F"/>
    <w:rsid w:val="00945DBA"/>
    <w:rsid w:val="009606C8"/>
    <w:rsid w:val="00966095"/>
    <w:rsid w:val="00986A7A"/>
    <w:rsid w:val="009903A9"/>
    <w:rsid w:val="009B03E6"/>
    <w:rsid w:val="009B232E"/>
    <w:rsid w:val="009B5CF8"/>
    <w:rsid w:val="009D25CD"/>
    <w:rsid w:val="009D4BA1"/>
    <w:rsid w:val="009D674B"/>
    <w:rsid w:val="009E0DB5"/>
    <w:rsid w:val="009E6357"/>
    <w:rsid w:val="009F5F8E"/>
    <w:rsid w:val="009F747E"/>
    <w:rsid w:val="00A04F1F"/>
    <w:rsid w:val="00A16194"/>
    <w:rsid w:val="00A2791D"/>
    <w:rsid w:val="00A309E2"/>
    <w:rsid w:val="00A31102"/>
    <w:rsid w:val="00A36D75"/>
    <w:rsid w:val="00A43E41"/>
    <w:rsid w:val="00A46ACB"/>
    <w:rsid w:val="00A6020D"/>
    <w:rsid w:val="00A67F26"/>
    <w:rsid w:val="00AB3795"/>
    <w:rsid w:val="00AC570D"/>
    <w:rsid w:val="00AC7B66"/>
    <w:rsid w:val="00AF1CDE"/>
    <w:rsid w:val="00AF1E11"/>
    <w:rsid w:val="00AF4B2B"/>
    <w:rsid w:val="00B02A60"/>
    <w:rsid w:val="00B30030"/>
    <w:rsid w:val="00B335CD"/>
    <w:rsid w:val="00B44A3C"/>
    <w:rsid w:val="00B60870"/>
    <w:rsid w:val="00B60C63"/>
    <w:rsid w:val="00B70BD4"/>
    <w:rsid w:val="00B84C7B"/>
    <w:rsid w:val="00B86417"/>
    <w:rsid w:val="00BC14B6"/>
    <w:rsid w:val="00BD1654"/>
    <w:rsid w:val="00BE54D6"/>
    <w:rsid w:val="00C07F5E"/>
    <w:rsid w:val="00C261B7"/>
    <w:rsid w:val="00C35153"/>
    <w:rsid w:val="00C3635D"/>
    <w:rsid w:val="00C50B12"/>
    <w:rsid w:val="00C5204F"/>
    <w:rsid w:val="00C66E45"/>
    <w:rsid w:val="00C827A9"/>
    <w:rsid w:val="00C842A9"/>
    <w:rsid w:val="00CA02B4"/>
    <w:rsid w:val="00CA0BB9"/>
    <w:rsid w:val="00CA1418"/>
    <w:rsid w:val="00CB7469"/>
    <w:rsid w:val="00CC5A16"/>
    <w:rsid w:val="00CD6118"/>
    <w:rsid w:val="00CD68F6"/>
    <w:rsid w:val="00CE79FF"/>
    <w:rsid w:val="00CF2056"/>
    <w:rsid w:val="00D060DC"/>
    <w:rsid w:val="00D16916"/>
    <w:rsid w:val="00D17369"/>
    <w:rsid w:val="00D178C7"/>
    <w:rsid w:val="00D306FA"/>
    <w:rsid w:val="00D34067"/>
    <w:rsid w:val="00D367FB"/>
    <w:rsid w:val="00D422DB"/>
    <w:rsid w:val="00D46D39"/>
    <w:rsid w:val="00D52C2E"/>
    <w:rsid w:val="00D534D2"/>
    <w:rsid w:val="00D553D0"/>
    <w:rsid w:val="00D61466"/>
    <w:rsid w:val="00D62775"/>
    <w:rsid w:val="00D81349"/>
    <w:rsid w:val="00D92158"/>
    <w:rsid w:val="00D95971"/>
    <w:rsid w:val="00DA63B1"/>
    <w:rsid w:val="00DB16CA"/>
    <w:rsid w:val="00DC22EA"/>
    <w:rsid w:val="00DC4BA7"/>
    <w:rsid w:val="00DD3902"/>
    <w:rsid w:val="00DD6122"/>
    <w:rsid w:val="00DE0F2D"/>
    <w:rsid w:val="00DE40A7"/>
    <w:rsid w:val="00DE7941"/>
    <w:rsid w:val="00DE7AB5"/>
    <w:rsid w:val="00DF0616"/>
    <w:rsid w:val="00E109E9"/>
    <w:rsid w:val="00E50BB8"/>
    <w:rsid w:val="00E50CC4"/>
    <w:rsid w:val="00E57E47"/>
    <w:rsid w:val="00E61C50"/>
    <w:rsid w:val="00E72838"/>
    <w:rsid w:val="00E7520B"/>
    <w:rsid w:val="00E80F57"/>
    <w:rsid w:val="00E9709C"/>
    <w:rsid w:val="00EB2776"/>
    <w:rsid w:val="00EC4A14"/>
    <w:rsid w:val="00EC6CD1"/>
    <w:rsid w:val="00EE247F"/>
    <w:rsid w:val="00EE5C59"/>
    <w:rsid w:val="00EF02EA"/>
    <w:rsid w:val="00F02814"/>
    <w:rsid w:val="00F03120"/>
    <w:rsid w:val="00F06F11"/>
    <w:rsid w:val="00F431A9"/>
    <w:rsid w:val="00F43204"/>
    <w:rsid w:val="00F537AD"/>
    <w:rsid w:val="00F55719"/>
    <w:rsid w:val="00F86C13"/>
    <w:rsid w:val="00F948F2"/>
    <w:rsid w:val="00FC5EAD"/>
    <w:rsid w:val="00FE2EE9"/>
    <w:rsid w:val="00FE3B73"/>
    <w:rsid w:val="00FE41CA"/>
    <w:rsid w:val="00FE6871"/>
    <w:rsid w:val="00FF0FAC"/>
    <w:rsid w:val="30305791"/>
    <w:rsid w:val="410EF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039F64"/>
  <w15:docId w15:val="{896AB101-526F-441F-A77F-1F0A20227E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3635D"/>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A67F26"/>
    <w:pPr>
      <w:ind w:left="720"/>
    </w:pPr>
    <w:rPr>
      <w:rFonts w:ascii="Calibri" w:hAnsi="Calibri" w:eastAsia="Calibri"/>
      <w:sz w:val="22"/>
      <w:szCs w:val="22"/>
    </w:rPr>
  </w:style>
  <w:style w:type="character" w:styleId="Hyperlink">
    <w:name w:val="Hyperlink"/>
    <w:uiPriority w:val="99"/>
    <w:rsid w:val="00A67F26"/>
    <w:rPr>
      <w:color w:val="0000FF"/>
      <w:u w:val="single"/>
    </w:rPr>
  </w:style>
  <w:style w:type="character" w:styleId="CommentReference">
    <w:name w:val="annotation reference"/>
    <w:basedOn w:val="DefaultParagraphFont"/>
    <w:uiPriority w:val="99"/>
    <w:semiHidden/>
    <w:unhideWhenUsed/>
    <w:rsid w:val="00E9709C"/>
    <w:rPr>
      <w:sz w:val="16"/>
      <w:szCs w:val="16"/>
    </w:rPr>
  </w:style>
  <w:style w:type="paragraph" w:styleId="CommentText">
    <w:name w:val="annotation text"/>
    <w:basedOn w:val="Normal"/>
    <w:link w:val="CommentTextChar"/>
    <w:uiPriority w:val="99"/>
    <w:semiHidden/>
    <w:unhideWhenUsed/>
    <w:rsid w:val="00E9709C"/>
    <w:rPr>
      <w:sz w:val="20"/>
      <w:szCs w:val="20"/>
    </w:rPr>
  </w:style>
  <w:style w:type="character" w:styleId="CommentTextChar" w:customStyle="1">
    <w:name w:val="Comment Text Char"/>
    <w:basedOn w:val="DefaultParagraphFont"/>
    <w:link w:val="CommentText"/>
    <w:uiPriority w:val="99"/>
    <w:semiHidden/>
    <w:rsid w:val="00E9709C"/>
  </w:style>
  <w:style w:type="paragraph" w:styleId="CommentSubject">
    <w:name w:val="annotation subject"/>
    <w:basedOn w:val="CommentText"/>
    <w:next w:val="CommentText"/>
    <w:link w:val="CommentSubjectChar"/>
    <w:uiPriority w:val="99"/>
    <w:semiHidden/>
    <w:unhideWhenUsed/>
    <w:rsid w:val="00E9709C"/>
    <w:rPr>
      <w:b/>
      <w:bCs/>
    </w:rPr>
  </w:style>
  <w:style w:type="character" w:styleId="CommentSubjectChar" w:customStyle="1">
    <w:name w:val="Comment Subject Char"/>
    <w:basedOn w:val="CommentTextChar"/>
    <w:link w:val="CommentSubject"/>
    <w:uiPriority w:val="99"/>
    <w:semiHidden/>
    <w:rsid w:val="00E9709C"/>
    <w:rPr>
      <w:b/>
      <w:bCs/>
    </w:rPr>
  </w:style>
  <w:style w:type="paragraph" w:styleId="BalloonText">
    <w:name w:val="Balloon Text"/>
    <w:basedOn w:val="Normal"/>
    <w:link w:val="BalloonTextChar"/>
    <w:uiPriority w:val="99"/>
    <w:semiHidden/>
    <w:unhideWhenUsed/>
    <w:rsid w:val="00E9709C"/>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709C"/>
    <w:rPr>
      <w:rFonts w:ascii="Segoe UI" w:hAnsi="Segoe UI" w:cs="Segoe UI"/>
      <w:sz w:val="18"/>
      <w:szCs w:val="18"/>
    </w:rPr>
  </w:style>
  <w:style w:type="paragraph" w:styleId="NormalWeb">
    <w:name w:val="Normal (Web)"/>
    <w:basedOn w:val="Normal"/>
    <w:uiPriority w:val="99"/>
    <w:semiHidden/>
    <w:unhideWhenUsed/>
    <w:rsid w:val="00B86417"/>
    <w:pPr>
      <w:spacing w:before="100" w:beforeAutospacing="1" w:after="100" w:afterAutospacing="1"/>
    </w:pPr>
  </w:style>
  <w:style w:type="character" w:styleId="Strong">
    <w:name w:val="Strong"/>
    <w:basedOn w:val="DefaultParagraphFont"/>
    <w:uiPriority w:val="22"/>
    <w:qFormat/>
    <w:rsid w:val="00B86417"/>
    <w:rPr>
      <w:b/>
      <w:bCs/>
    </w:rPr>
  </w:style>
  <w:style w:type="character" w:styleId="apple-converted-space" w:customStyle="1">
    <w:name w:val="apple-converted-space"/>
    <w:basedOn w:val="DefaultParagraphFont"/>
    <w:rsid w:val="00B86417"/>
  </w:style>
  <w:style w:type="character" w:styleId="FollowedHyperlink">
    <w:name w:val="FollowedHyperlink"/>
    <w:basedOn w:val="DefaultParagraphFont"/>
    <w:uiPriority w:val="99"/>
    <w:semiHidden/>
    <w:unhideWhenUsed/>
    <w:rsid w:val="00B86417"/>
    <w:rPr>
      <w:color w:val="800080"/>
      <w:u w:val="single"/>
    </w:rPr>
  </w:style>
  <w:style w:type="character" w:styleId="Emphasis">
    <w:name w:val="Emphasis"/>
    <w:basedOn w:val="DefaultParagraphFont"/>
    <w:uiPriority w:val="20"/>
    <w:qFormat/>
    <w:rsid w:val="00B864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1029">
      <w:bodyDiv w:val="1"/>
      <w:marLeft w:val="0"/>
      <w:marRight w:val="0"/>
      <w:marTop w:val="0"/>
      <w:marBottom w:val="0"/>
      <w:divBdr>
        <w:top w:val="none" w:sz="0" w:space="0" w:color="auto"/>
        <w:left w:val="none" w:sz="0" w:space="0" w:color="auto"/>
        <w:bottom w:val="none" w:sz="0" w:space="0" w:color="auto"/>
        <w:right w:val="none" w:sz="0" w:space="0" w:color="auto"/>
      </w:divBdr>
    </w:div>
    <w:div w:id="108208138">
      <w:bodyDiv w:val="1"/>
      <w:marLeft w:val="0"/>
      <w:marRight w:val="0"/>
      <w:marTop w:val="0"/>
      <w:marBottom w:val="0"/>
      <w:divBdr>
        <w:top w:val="none" w:sz="0" w:space="0" w:color="auto"/>
        <w:left w:val="none" w:sz="0" w:space="0" w:color="auto"/>
        <w:bottom w:val="none" w:sz="0" w:space="0" w:color="auto"/>
        <w:right w:val="none" w:sz="0" w:space="0" w:color="auto"/>
      </w:divBdr>
    </w:div>
    <w:div w:id="403646544">
      <w:bodyDiv w:val="1"/>
      <w:marLeft w:val="0"/>
      <w:marRight w:val="0"/>
      <w:marTop w:val="0"/>
      <w:marBottom w:val="0"/>
      <w:divBdr>
        <w:top w:val="none" w:sz="0" w:space="0" w:color="auto"/>
        <w:left w:val="none" w:sz="0" w:space="0" w:color="auto"/>
        <w:bottom w:val="none" w:sz="0" w:space="0" w:color="auto"/>
        <w:right w:val="none" w:sz="0" w:space="0" w:color="auto"/>
      </w:divBdr>
    </w:div>
    <w:div w:id="482354166">
      <w:bodyDiv w:val="1"/>
      <w:marLeft w:val="0"/>
      <w:marRight w:val="0"/>
      <w:marTop w:val="0"/>
      <w:marBottom w:val="0"/>
      <w:divBdr>
        <w:top w:val="none" w:sz="0" w:space="0" w:color="auto"/>
        <w:left w:val="none" w:sz="0" w:space="0" w:color="auto"/>
        <w:bottom w:val="none" w:sz="0" w:space="0" w:color="auto"/>
        <w:right w:val="none" w:sz="0" w:space="0" w:color="auto"/>
      </w:divBdr>
      <w:divsChild>
        <w:div w:id="1355228564">
          <w:blockQuote w:val="1"/>
          <w:marLeft w:val="720"/>
          <w:marRight w:val="720"/>
          <w:marTop w:val="100"/>
          <w:marBottom w:val="100"/>
          <w:divBdr>
            <w:top w:val="none" w:sz="0" w:space="0" w:color="auto"/>
            <w:left w:val="none" w:sz="0" w:space="0" w:color="auto"/>
            <w:bottom w:val="none" w:sz="0" w:space="0" w:color="auto"/>
            <w:right w:val="none" w:sz="0" w:space="0" w:color="auto"/>
          </w:divBdr>
        </w:div>
        <w:div w:id="611671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9525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565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239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7488772">
      <w:bodyDiv w:val="1"/>
      <w:marLeft w:val="0"/>
      <w:marRight w:val="0"/>
      <w:marTop w:val="0"/>
      <w:marBottom w:val="0"/>
      <w:divBdr>
        <w:top w:val="none" w:sz="0" w:space="0" w:color="auto"/>
        <w:left w:val="none" w:sz="0" w:space="0" w:color="auto"/>
        <w:bottom w:val="none" w:sz="0" w:space="0" w:color="auto"/>
        <w:right w:val="none" w:sz="0" w:space="0" w:color="auto"/>
      </w:divBdr>
    </w:div>
    <w:div w:id="937441455">
      <w:bodyDiv w:val="1"/>
      <w:marLeft w:val="0"/>
      <w:marRight w:val="0"/>
      <w:marTop w:val="0"/>
      <w:marBottom w:val="0"/>
      <w:divBdr>
        <w:top w:val="none" w:sz="0" w:space="0" w:color="auto"/>
        <w:left w:val="none" w:sz="0" w:space="0" w:color="auto"/>
        <w:bottom w:val="none" w:sz="0" w:space="0" w:color="auto"/>
        <w:right w:val="none" w:sz="0" w:space="0" w:color="auto"/>
      </w:divBdr>
    </w:div>
    <w:div w:id="947925918">
      <w:bodyDiv w:val="1"/>
      <w:marLeft w:val="0"/>
      <w:marRight w:val="0"/>
      <w:marTop w:val="0"/>
      <w:marBottom w:val="0"/>
      <w:divBdr>
        <w:top w:val="none" w:sz="0" w:space="0" w:color="auto"/>
        <w:left w:val="none" w:sz="0" w:space="0" w:color="auto"/>
        <w:bottom w:val="none" w:sz="0" w:space="0" w:color="auto"/>
        <w:right w:val="none" w:sz="0" w:space="0" w:color="auto"/>
      </w:divBdr>
    </w:div>
    <w:div w:id="962737870">
      <w:bodyDiv w:val="1"/>
      <w:marLeft w:val="0"/>
      <w:marRight w:val="0"/>
      <w:marTop w:val="0"/>
      <w:marBottom w:val="0"/>
      <w:divBdr>
        <w:top w:val="none" w:sz="0" w:space="0" w:color="auto"/>
        <w:left w:val="none" w:sz="0" w:space="0" w:color="auto"/>
        <w:bottom w:val="none" w:sz="0" w:space="0" w:color="auto"/>
        <w:right w:val="none" w:sz="0" w:space="0" w:color="auto"/>
      </w:divBdr>
    </w:div>
    <w:div w:id="963583050">
      <w:bodyDiv w:val="1"/>
      <w:marLeft w:val="0"/>
      <w:marRight w:val="0"/>
      <w:marTop w:val="0"/>
      <w:marBottom w:val="0"/>
      <w:divBdr>
        <w:top w:val="none" w:sz="0" w:space="0" w:color="auto"/>
        <w:left w:val="none" w:sz="0" w:space="0" w:color="auto"/>
        <w:bottom w:val="none" w:sz="0" w:space="0" w:color="auto"/>
        <w:right w:val="none" w:sz="0" w:space="0" w:color="auto"/>
      </w:divBdr>
    </w:div>
    <w:div w:id="1529559893">
      <w:bodyDiv w:val="1"/>
      <w:marLeft w:val="0"/>
      <w:marRight w:val="0"/>
      <w:marTop w:val="0"/>
      <w:marBottom w:val="0"/>
      <w:divBdr>
        <w:top w:val="none" w:sz="0" w:space="0" w:color="auto"/>
        <w:left w:val="none" w:sz="0" w:space="0" w:color="auto"/>
        <w:bottom w:val="none" w:sz="0" w:space="0" w:color="auto"/>
        <w:right w:val="none" w:sz="0" w:space="0" w:color="auto"/>
      </w:divBdr>
    </w:div>
    <w:div w:id="1705934658">
      <w:bodyDiv w:val="1"/>
      <w:marLeft w:val="0"/>
      <w:marRight w:val="0"/>
      <w:marTop w:val="0"/>
      <w:marBottom w:val="0"/>
      <w:divBdr>
        <w:top w:val="none" w:sz="0" w:space="0" w:color="auto"/>
        <w:left w:val="none" w:sz="0" w:space="0" w:color="auto"/>
        <w:bottom w:val="none" w:sz="0" w:space="0" w:color="auto"/>
        <w:right w:val="none" w:sz="0" w:space="0" w:color="auto"/>
      </w:divBdr>
    </w:div>
    <w:div w:id="1818571761">
      <w:bodyDiv w:val="1"/>
      <w:marLeft w:val="0"/>
      <w:marRight w:val="0"/>
      <w:marTop w:val="0"/>
      <w:marBottom w:val="0"/>
      <w:divBdr>
        <w:top w:val="none" w:sz="0" w:space="0" w:color="auto"/>
        <w:left w:val="none" w:sz="0" w:space="0" w:color="auto"/>
        <w:bottom w:val="none" w:sz="0" w:space="0" w:color="auto"/>
        <w:right w:val="none" w:sz="0" w:space="0" w:color="auto"/>
      </w:divBdr>
    </w:div>
    <w:div w:id="189164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87CDD4C0-768C-489B-A342-642CB5A2BE5B}"/>
</file>

<file path=customXml/itemProps2.xml><?xml version="1.0" encoding="utf-8"?>
<ds:datastoreItem xmlns:ds="http://schemas.openxmlformats.org/officeDocument/2006/customXml" ds:itemID="{B75A70C7-9989-4421-AF35-8AD07F55EEA3}"/>
</file>

<file path=customXml/itemProps3.xml><?xml version="1.0" encoding="utf-8"?>
<ds:datastoreItem xmlns:ds="http://schemas.openxmlformats.org/officeDocument/2006/customXml" ds:itemID="{F150BF63-3D4A-4D54-8277-C61902B1D4C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28</cp:revision>
  <cp:lastPrinted>2015-09-11T19:38:00Z</cp:lastPrinted>
  <dcterms:created xsi:type="dcterms:W3CDTF">2021-10-09T13:52:00Z</dcterms:created>
  <dcterms:modified xsi:type="dcterms:W3CDTF">2024-11-02T16:40:57Z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