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3D37" w:rsidP="002B3D37" w:rsidRDefault="002B3D37" w14:paraId="20BE19AD" w14:textId="2A849208">
      <w:pPr>
        <w:pStyle w:val="BpSTitle"/>
      </w:pPr>
      <w:r>
        <w:t>16870</w:t>
      </w:r>
    </w:p>
    <w:p w:rsidR="002B3D37" w:rsidP="002B3D37" w:rsidRDefault="00DB4EF6" w14:paraId="37EBC9B4" w14:textId="7F24219D">
      <w:pPr>
        <w:pStyle w:val="BpSTitle"/>
      </w:pPr>
      <w:r w:rsidRPr="00DB4EF6">
        <w:t>North American Arctic Lichen Tundra</w:t>
      </w:r>
    </w:p>
    <w:p w:rsidR="002B3D37" w:rsidP="002B3D37" w:rsidRDefault="002B3D37" w14:paraId="6BA5DFA5" w14:textId="77777777">
      <w:r>
        <w:t xmlns:w="http://schemas.openxmlformats.org/wordprocessingml/2006/main">BpS Model/Description Version: Nov. 2024</w:t>
      </w:r>
      <w:r>
        <w:tab/>
      </w:r>
      <w:r>
        <w:tab/>
      </w:r>
      <w:r>
        <w:tab/>
      </w:r>
      <w:r>
        <w:tab/>
      </w:r>
      <w:r>
        <w:tab/>
      </w:r>
      <w:r>
        <w:tab/>
      </w:r>
      <w:r>
        <w:tab/>
      </w:r>
      <w:r>
        <w:tab/>
      </w:r>
    </w:p>
    <w:p w:rsidR="002B3D37" w:rsidP="002B3D37" w:rsidRDefault="002B3D37" w14:paraId="5581B44D"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2B3D37" w:rsidR="002B3D37" w:rsidTr="002B3D37" w14:paraId="69033CAA" w14:textId="77777777">
        <w:tc>
          <w:tcPr>
            <w:tcW w:w="2052" w:type="dxa"/>
            <w:tcBorders>
              <w:top w:val="single" w:color="auto" w:sz="2" w:space="0"/>
              <w:left w:val="single" w:color="auto" w:sz="12" w:space="0"/>
              <w:bottom w:val="single" w:color="000000" w:sz="12" w:space="0"/>
            </w:tcBorders>
            <w:shd w:val="clear" w:color="auto" w:fill="auto"/>
          </w:tcPr>
          <w:p w:rsidRPr="002B3D37" w:rsidR="002B3D37" w:rsidP="001E1769" w:rsidRDefault="002B3D37" w14:paraId="6BEED572" w14:textId="77777777">
            <w:pPr>
              <w:rPr>
                <w:b/>
                <w:bCs/>
              </w:rPr>
            </w:pPr>
            <w:r w:rsidRPr="002B3D37">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2B3D37" w:rsidR="002B3D37" w:rsidP="001E1769" w:rsidRDefault="002B3D37" w14:paraId="447F70B2"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2B3D37" w:rsidR="002B3D37" w:rsidP="001E1769" w:rsidRDefault="002B3D37" w14:paraId="68134749" w14:textId="77777777">
            <w:pPr>
              <w:rPr>
                <w:b/>
                <w:bCs/>
              </w:rPr>
            </w:pPr>
            <w:r w:rsidRPr="002B3D37">
              <w:rPr>
                <w:b/>
                <w:bCs/>
              </w:rPr>
              <w:t>Reviewers</w:t>
            </w:r>
          </w:p>
        </w:tc>
        <w:tc>
          <w:tcPr>
            <w:tcW w:w="2928" w:type="dxa"/>
            <w:tcBorders>
              <w:top w:val="single" w:color="auto" w:sz="2" w:space="0"/>
              <w:bottom w:val="single" w:color="000000" w:sz="12" w:space="0"/>
            </w:tcBorders>
            <w:shd w:val="clear" w:color="auto" w:fill="auto"/>
          </w:tcPr>
          <w:p w:rsidRPr="002B3D37" w:rsidR="002B3D37" w:rsidP="001E1769" w:rsidRDefault="002B3D37" w14:paraId="46A2A791" w14:textId="77777777">
            <w:pPr>
              <w:rPr>
                <w:b/>
                <w:bCs/>
              </w:rPr>
            </w:pPr>
          </w:p>
        </w:tc>
      </w:tr>
      <w:tr w:rsidRPr="002B3D37" w:rsidR="002B3D37" w:rsidTr="002B3D37" w14:paraId="688CC3D6" w14:textId="77777777">
        <w:tc>
          <w:tcPr>
            <w:tcW w:w="2052" w:type="dxa"/>
            <w:tcBorders>
              <w:top w:val="single" w:color="000000" w:sz="12" w:space="0"/>
              <w:left w:val="single" w:color="auto" w:sz="12" w:space="0"/>
            </w:tcBorders>
            <w:shd w:val="clear" w:color="auto" w:fill="auto"/>
          </w:tcPr>
          <w:p w:rsidRPr="002B3D37" w:rsidR="002B3D37" w:rsidP="001E1769" w:rsidRDefault="002B3D37" w14:paraId="3C3B418A" w14:textId="77777777">
            <w:pPr>
              <w:rPr>
                <w:bCs/>
              </w:rPr>
            </w:pPr>
            <w:r w:rsidRPr="002B3D37">
              <w:rPr>
                <w:bCs/>
              </w:rPr>
              <w:t>Kori Blankenship</w:t>
            </w:r>
          </w:p>
        </w:tc>
        <w:tc>
          <w:tcPr>
            <w:tcW w:w="2664" w:type="dxa"/>
            <w:tcBorders>
              <w:top w:val="single" w:color="000000" w:sz="12" w:space="0"/>
              <w:right w:val="single" w:color="000000" w:sz="12" w:space="0"/>
            </w:tcBorders>
            <w:shd w:val="clear" w:color="auto" w:fill="auto"/>
          </w:tcPr>
          <w:p w:rsidRPr="002B3D37" w:rsidR="002B3D37" w:rsidP="001E1769" w:rsidRDefault="002B3D37" w14:paraId="484E27AB" w14:textId="77777777">
            <w:r w:rsidRPr="002B3D37">
              <w:t>kblankenship@tnc.org</w:t>
            </w:r>
          </w:p>
        </w:tc>
        <w:tc>
          <w:tcPr>
            <w:tcW w:w="1884" w:type="dxa"/>
            <w:tcBorders>
              <w:top w:val="single" w:color="000000" w:sz="12" w:space="0"/>
              <w:left w:val="single" w:color="000000" w:sz="12" w:space="0"/>
            </w:tcBorders>
            <w:shd w:val="clear" w:color="auto" w:fill="auto"/>
          </w:tcPr>
          <w:p w:rsidRPr="002B3D37" w:rsidR="002B3D37" w:rsidP="001E1769" w:rsidRDefault="002B3D37" w14:paraId="7954B178" w14:textId="77777777">
            <w:r w:rsidRPr="002B3D37">
              <w:t>Janet Jorgenson</w:t>
            </w:r>
          </w:p>
        </w:tc>
        <w:tc>
          <w:tcPr>
            <w:tcW w:w="2928" w:type="dxa"/>
            <w:tcBorders>
              <w:top w:val="single" w:color="000000" w:sz="12" w:space="0"/>
            </w:tcBorders>
            <w:shd w:val="clear" w:color="auto" w:fill="auto"/>
          </w:tcPr>
          <w:p w:rsidRPr="002B3D37" w:rsidR="002B3D37" w:rsidP="001E1769" w:rsidRDefault="002B3D37" w14:paraId="41294D71" w14:textId="77777777">
            <w:r w:rsidRPr="002B3D37">
              <w:t>Janet_Jorgenson@fws.gov</w:t>
            </w:r>
          </w:p>
        </w:tc>
      </w:tr>
      <w:tr w:rsidRPr="002B3D37" w:rsidR="002B3D37" w:rsidTr="002B3D37" w14:paraId="7BB01A8A" w14:textId="77777777">
        <w:tc>
          <w:tcPr>
            <w:tcW w:w="2052" w:type="dxa"/>
            <w:tcBorders>
              <w:left w:val="single" w:color="auto" w:sz="12" w:space="0"/>
            </w:tcBorders>
            <w:shd w:val="clear" w:color="auto" w:fill="auto"/>
          </w:tcPr>
          <w:p w:rsidRPr="002B3D37" w:rsidR="002B3D37" w:rsidP="001E1769" w:rsidRDefault="002B3D37" w14:paraId="7B41D622" w14:textId="77777777">
            <w:pPr>
              <w:rPr>
                <w:bCs/>
              </w:rPr>
            </w:pPr>
            <w:r w:rsidRPr="002B3D37">
              <w:rPr>
                <w:bCs/>
              </w:rPr>
              <w:t>Keith Boggs</w:t>
            </w:r>
          </w:p>
        </w:tc>
        <w:tc>
          <w:tcPr>
            <w:tcW w:w="2664" w:type="dxa"/>
            <w:tcBorders>
              <w:right w:val="single" w:color="000000" w:sz="12" w:space="0"/>
            </w:tcBorders>
            <w:shd w:val="clear" w:color="auto" w:fill="auto"/>
          </w:tcPr>
          <w:p w:rsidRPr="002B3D37" w:rsidR="002B3D37" w:rsidP="001E1769" w:rsidRDefault="002B3D37" w14:paraId="27C0DE0C" w14:textId="77777777">
            <w:r w:rsidRPr="002B3D37">
              <w:t>Ankwb@uaa.alaska.edu</w:t>
            </w:r>
          </w:p>
        </w:tc>
        <w:tc>
          <w:tcPr>
            <w:tcW w:w="1884" w:type="dxa"/>
            <w:tcBorders>
              <w:left w:val="single" w:color="000000" w:sz="12" w:space="0"/>
            </w:tcBorders>
            <w:shd w:val="clear" w:color="auto" w:fill="auto"/>
          </w:tcPr>
          <w:p w:rsidRPr="002B3D37" w:rsidR="002B3D37" w:rsidP="001E1769" w:rsidRDefault="002B3D37" w14:paraId="2D134A67" w14:textId="77777777">
            <w:r w:rsidRPr="002B3D37">
              <w:t>None</w:t>
            </w:r>
          </w:p>
        </w:tc>
        <w:tc>
          <w:tcPr>
            <w:tcW w:w="2928" w:type="dxa"/>
            <w:shd w:val="clear" w:color="auto" w:fill="auto"/>
          </w:tcPr>
          <w:p w:rsidRPr="002B3D37" w:rsidR="002B3D37" w:rsidP="001E1769" w:rsidRDefault="002B3D37" w14:paraId="581A154D" w14:textId="77777777">
            <w:r w:rsidRPr="002B3D37">
              <w:t>None</w:t>
            </w:r>
          </w:p>
        </w:tc>
      </w:tr>
      <w:tr w:rsidRPr="002B3D37" w:rsidR="002B3D37" w:rsidTr="002B3D37" w14:paraId="3C16B42D" w14:textId="77777777">
        <w:tc>
          <w:tcPr>
            <w:tcW w:w="2052" w:type="dxa"/>
            <w:tcBorders>
              <w:left w:val="single" w:color="auto" w:sz="12" w:space="0"/>
              <w:bottom w:val="single" w:color="auto" w:sz="2" w:space="0"/>
            </w:tcBorders>
            <w:shd w:val="clear" w:color="auto" w:fill="auto"/>
          </w:tcPr>
          <w:p w:rsidRPr="002B3D37" w:rsidR="002B3D37" w:rsidP="001E1769" w:rsidRDefault="002B3D37" w14:paraId="2DF70BBB" w14:textId="77777777">
            <w:pPr>
              <w:rPr>
                <w:bCs/>
              </w:rPr>
            </w:pPr>
            <w:r w:rsidRPr="002B3D37">
              <w:rPr>
                <w:bCs/>
              </w:rPr>
              <w:t>None</w:t>
            </w:r>
          </w:p>
        </w:tc>
        <w:tc>
          <w:tcPr>
            <w:tcW w:w="2664" w:type="dxa"/>
            <w:tcBorders>
              <w:right w:val="single" w:color="000000" w:sz="12" w:space="0"/>
            </w:tcBorders>
            <w:shd w:val="clear" w:color="auto" w:fill="auto"/>
          </w:tcPr>
          <w:p w:rsidRPr="002B3D37" w:rsidR="002B3D37" w:rsidP="001E1769" w:rsidRDefault="002B3D37" w14:paraId="7989D87A" w14:textId="77777777">
            <w:r w:rsidRPr="002B3D37">
              <w:t>None</w:t>
            </w:r>
          </w:p>
        </w:tc>
        <w:tc>
          <w:tcPr>
            <w:tcW w:w="1884" w:type="dxa"/>
            <w:tcBorders>
              <w:left w:val="single" w:color="000000" w:sz="12" w:space="0"/>
              <w:bottom w:val="single" w:color="auto" w:sz="2" w:space="0"/>
            </w:tcBorders>
            <w:shd w:val="clear" w:color="auto" w:fill="auto"/>
          </w:tcPr>
          <w:p w:rsidRPr="002B3D37" w:rsidR="002B3D37" w:rsidP="001E1769" w:rsidRDefault="002B3D37" w14:paraId="3842AE77" w14:textId="77777777">
            <w:r w:rsidRPr="002B3D37">
              <w:t>None</w:t>
            </w:r>
          </w:p>
        </w:tc>
        <w:tc>
          <w:tcPr>
            <w:tcW w:w="2928" w:type="dxa"/>
            <w:shd w:val="clear" w:color="auto" w:fill="auto"/>
          </w:tcPr>
          <w:p w:rsidRPr="002B3D37" w:rsidR="002B3D37" w:rsidP="001E1769" w:rsidRDefault="002B3D37" w14:paraId="712BE5AB" w14:textId="77777777">
            <w:r w:rsidRPr="002B3D37">
              <w:t>None</w:t>
            </w:r>
          </w:p>
        </w:tc>
      </w:tr>
    </w:tbl>
    <w:p w:rsidR="002B3D37" w:rsidP="002B3D37" w:rsidRDefault="002B3D37" w14:paraId="4E0B0148" w14:textId="77777777"/>
    <w:p w:rsidR="00000143" w:rsidP="002B3D37" w:rsidRDefault="00000143" w14:paraId="18C8A6E1" w14:textId="77777777">
      <w:pPr>
        <w:pStyle w:val="InfoPara"/>
        <w:rPr>
          <w:b w:val="0"/>
          <w:bCs/>
        </w:rPr>
      </w:pPr>
      <w:r>
        <w:t xml:space="preserve">Reviewer: </w:t>
      </w:r>
      <w:r>
        <w:rPr>
          <w:b w:val="0"/>
          <w:bCs/>
        </w:rPr>
        <w:t>Robin Innes</w:t>
      </w:r>
    </w:p>
    <w:p w:rsidR="002B3D37" w:rsidP="002B3D37" w:rsidRDefault="002B3D37" w14:paraId="173D0651" w14:textId="689E379E">
      <w:pPr>
        <w:pStyle w:val="InfoPara"/>
      </w:pPr>
      <w:r>
        <w:t>Vegetation Type</w:t>
      </w:r>
    </w:p>
    <w:p w:rsidR="002B3D37" w:rsidP="002B3D37" w:rsidRDefault="002B3D37" w14:paraId="1B281F21" w14:textId="6E828DAA">
      <w:r>
        <w:t>Herbaceous</w:t>
      </w:r>
    </w:p>
    <w:p w:rsidR="002B3D37" w:rsidP="002B3D37" w:rsidRDefault="002B3D37" w14:paraId="6D3EF653" w14:textId="77777777">
      <w:pPr>
        <w:pStyle w:val="InfoPara"/>
      </w:pPr>
      <w:r w:rsidR="54FA7EDD">
        <w:rPr/>
        <w:t>Map Zones</w:t>
      </w:r>
    </w:p>
    <w:p w:rsidR="54FA7EDD" w:rsidP="54FA7EDD" w:rsidRDefault="54FA7EDD" w14:paraId="6F4BBFD3" w14:textId="323069EF">
      <w:pPr>
        <w:pStyle w:val="Normal"/>
      </w:pPr>
      <w:r w:rsidR="54FA7EDD">
        <w:rPr/>
        <w:t>67, 68, 69, 70, 71, 72, 73, 74, 75, 76, 77</w:t>
      </w:r>
    </w:p>
    <w:p w:rsidR="002B3D37" w:rsidP="002B3D37" w:rsidRDefault="002B3D37" w14:paraId="02847329" w14:textId="77777777">
      <w:pPr>
        <w:pStyle w:val="InfoPara"/>
      </w:pPr>
      <w:r>
        <w:t>Geographic Range</w:t>
      </w:r>
    </w:p>
    <w:p w:rsidR="002B3D37" w:rsidP="002B3D37" w:rsidRDefault="002B3D37" w14:paraId="2E42934F" w14:textId="64A78078">
      <w:r>
        <w:t xml:space="preserve">This </w:t>
      </w:r>
      <w:r w:rsidR="007E2FA7">
        <w:t>Biophysical Setting (</w:t>
      </w:r>
      <w:r>
        <w:t>BpS</w:t>
      </w:r>
      <w:r w:rsidR="007E2FA7">
        <w:t>)</w:t>
      </w:r>
      <w:r>
        <w:t xml:space="preserve"> occurs throughout arctic AK and in MZ76, from the Bristol Bay lowlands in southwestern AK to the North Slope on the Arctic Ocean. In MZ76 this type is found in Nowacki ecoregions 8, 9 and 10.</w:t>
      </w:r>
    </w:p>
    <w:p w:rsidR="002B3D37" w:rsidP="002B3D37" w:rsidRDefault="002B3D37" w14:paraId="4B1A0602" w14:textId="77777777">
      <w:pPr>
        <w:pStyle w:val="InfoPara"/>
      </w:pPr>
      <w:r>
        <w:t>Biophysical Site Description</w:t>
      </w:r>
    </w:p>
    <w:p w:rsidR="002B3D37" w:rsidP="002B3D37" w:rsidRDefault="002B3D37" w14:paraId="40655012" w14:textId="77777777">
      <w:r>
        <w:t>This BpS is common in the hills and mountains of arctic AK on sites that are typically too harsh to support the growth of vascular plants. Common slope positions include sideslopes and exposed summits and ridges. Sites are typically acidic and dry to mesic and often rocky. It is especially common on recent volcanic deposits with little soil development (Boggs et al. 2008).</w:t>
      </w:r>
    </w:p>
    <w:p w:rsidR="002B3D37" w:rsidP="002B3D37" w:rsidRDefault="002B3D37" w14:paraId="09BD981C" w14:textId="77777777">
      <w:pPr>
        <w:pStyle w:val="InfoPara"/>
      </w:pPr>
      <w:r>
        <w:t>Vegetation Description</w:t>
      </w:r>
    </w:p>
    <w:p w:rsidR="002B3D37" w:rsidP="002B3D37" w:rsidRDefault="002B3D37" w14:paraId="49812E48" w14:textId="77777777">
      <w:r>
        <w:t>The following information was taken from the draft Arctic Ecological Systems description (Boggs et al. 2008):</w:t>
      </w:r>
    </w:p>
    <w:p w:rsidR="002B3D37" w:rsidP="002B3D37" w:rsidRDefault="002B3D37" w14:paraId="7BD95E43" w14:textId="4D653998">
      <w:r>
        <w:t xml:space="preserve">Lichen cover is &gt;25%, and vascular plant species cover is &lt;25%. Foliose and fruticose lichens dominate and include </w:t>
      </w:r>
      <w:r w:rsidRPr="003626EF">
        <w:rPr>
          <w:i/>
          <w:iCs/>
        </w:rPr>
        <w:t>Umbilicaria</w:t>
      </w:r>
      <w:r>
        <w:t xml:space="preserve"> spp., </w:t>
      </w:r>
      <w:r w:rsidRPr="003626EF">
        <w:rPr>
          <w:i/>
          <w:iCs/>
        </w:rPr>
        <w:t>Rhizocarpon geographicum, Cladina stellaris, Racomitrium lanuginosum, Flavocetraria</w:t>
      </w:r>
      <w:r>
        <w:t xml:space="preserve"> spp. and </w:t>
      </w:r>
      <w:r w:rsidRPr="003626EF">
        <w:rPr>
          <w:i/>
          <w:iCs/>
        </w:rPr>
        <w:t>Alectoria ochroleuca</w:t>
      </w:r>
      <w:r>
        <w:t xml:space="preserve">. Common dwarf-shrubs include </w:t>
      </w:r>
      <w:r w:rsidRPr="003626EF">
        <w:rPr>
          <w:i/>
          <w:iCs/>
        </w:rPr>
        <w:t>Loiseleuria procumbens, Betula nana, Ledum palustre</w:t>
      </w:r>
      <w:r>
        <w:t xml:space="preserve"> ssp. </w:t>
      </w:r>
      <w:r w:rsidRPr="003626EF">
        <w:rPr>
          <w:i/>
          <w:iCs/>
        </w:rPr>
        <w:t>decumbens, Empetrum nigrum</w:t>
      </w:r>
      <w:r w:rsidR="00223688">
        <w:rPr>
          <w:i/>
          <w:iCs/>
        </w:rPr>
        <w:t>,</w:t>
      </w:r>
      <w:r w:rsidRPr="003626EF">
        <w:rPr>
          <w:i/>
          <w:iCs/>
        </w:rPr>
        <w:t xml:space="preserve"> </w:t>
      </w:r>
      <w:r>
        <w:t xml:space="preserve">and </w:t>
      </w:r>
      <w:r w:rsidRPr="003626EF">
        <w:rPr>
          <w:i/>
          <w:iCs/>
        </w:rPr>
        <w:t>Vaccinium uliginosum</w:t>
      </w:r>
      <w:r>
        <w:t>.</w:t>
      </w:r>
    </w:p>
    <w:p w:rsidR="002B3D37" w:rsidP="002B3D37" w:rsidRDefault="002B3D37" w14:paraId="5D0235EF"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UMBIL2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Umbilicaria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Navel lichen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RHGE60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Rhizocarpon geographicum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World map lichen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CLST60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Cladina stellaris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Star reindeer lichen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RALA70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Racomitrium lanuginosum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Racomitrium moss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FLAVO3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Flavocetraria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Flavocetraria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ALOC60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Alectoria ochroleuca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Witch's hair lichen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LOPR</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Loiseleuria procumbens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Alpine azalea</w:t>
            </w:r>
          </w:p>
        </w:tc>
      </w:tr>
    </w:tbl>
    <w:p>
      <w:r>
        <w:rPr>
          <w:sz w:val="16"/>
        </w:rPr>
        <w:t>Species names are from the NRCS PLANTS database. Check species codes at http://plants.usda.gov.</w:t>
      </w:r>
    </w:p>
    <w:p w:rsidR="003626EF" w:rsidP="002B3D37" w:rsidRDefault="003626EF" w14:paraId="4764DA0C" w14:textId="77777777">
      <w:pPr>
        <w:pStyle w:val="InfoPara"/>
      </w:pPr>
    </w:p>
    <w:p w:rsidR="002B3D37" w:rsidP="002B3D37" w:rsidRDefault="002B3D37" w14:paraId="0FB96A50" w14:textId="03895A96">
      <w:pPr>
        <w:pStyle w:val="InfoPara"/>
      </w:pPr>
      <w:r>
        <w:t>Disturbance Description</w:t>
      </w:r>
    </w:p>
    <w:p w:rsidR="002B3D37" w:rsidP="002B3D37" w:rsidRDefault="002B3D37" w14:paraId="573038D5" w14:textId="77777777">
      <w:r>
        <w:t>Crustose lichen communities are likely early seral but are likely to persist indefinitely because of harsh environmental conditions that inhibit the growth of vascular plants (Viereck et al. 1992; III.C.2.a). The successional status of foliose and fruticose lichen communities is unknown (Viereck et al. 1992; III.C.2.b).</w:t>
      </w:r>
    </w:p>
    <w:p w:rsidR="00904675" w:rsidP="002B3D37" w:rsidRDefault="00904675" w14:paraId="70011EF0" w14:textId="77777777"/>
    <w:p w:rsidRPr="00904675" w:rsidR="00904675" w:rsidP="00904675" w:rsidRDefault="00904675" w14:paraId="760CDC0A" w14:textId="26678998">
      <w:r w:rsidRPr="00904675">
        <w:t xml:space="preserve">In 2013 an extensive search was done by </w:t>
      </w:r>
      <w:r w:rsidR="006C2143">
        <w:t>Fire Effects Information Systems</w:t>
      </w:r>
      <w:r w:rsidRPr="00904675">
        <w:t xml:space="preserve"> staff to locate information for a synthesis on </w:t>
      </w:r>
      <w:r w:rsidR="00D25569">
        <w:t>f</w:t>
      </w:r>
      <w:r w:rsidRPr="00904675">
        <w:t>ire regimes of Alaskan</w:t>
      </w:r>
      <w:r w:rsidRPr="006C2143">
        <w:t xml:space="preserve"> tundra </w:t>
      </w:r>
      <w:r w:rsidRPr="00904675">
        <w:t>communities</w:t>
      </w:r>
      <w:r w:rsidR="00000143">
        <w:t xml:space="preserve"> (Innes 2013)</w:t>
      </w:r>
      <w:r w:rsidRPr="00904675">
        <w:t>.</w:t>
      </w:r>
      <w:r w:rsidR="00000143">
        <w:t xml:space="preserve"> The review notes that lichens can establish within a few years post-fire, but recovery can take more than 100 years on severely burned sites (Innes 2013).</w:t>
      </w:r>
    </w:p>
    <w:p w:rsidRPr="00904675" w:rsidR="00904675" w:rsidP="00904675" w:rsidRDefault="00904675" w14:paraId="66625967" w14:textId="77777777"/>
    <w:p w:rsidR="002B3D37" w:rsidP="002B3D37" w:rsidRDefault="002B3D37" w14:paraId="680C7503" w14:textId="545E7AC1">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2B3D37" w:rsidP="002B3D37" w:rsidRDefault="002B3D37" w14:paraId="40570487" w14:textId="77777777">
      <w:pPr>
        <w:pStyle w:val="InfoPara"/>
      </w:pPr>
      <w:r>
        <w:t>Scale Description</w:t>
      </w:r>
    </w:p>
    <w:p w:rsidR="002B3D37" w:rsidP="002B3D37" w:rsidRDefault="002B3D37" w14:paraId="655586B5" w14:textId="77777777">
      <w:r>
        <w:t>Small to large patch</w:t>
      </w:r>
    </w:p>
    <w:p w:rsidR="002B3D37" w:rsidP="002B3D37" w:rsidRDefault="002B3D37" w14:paraId="18AFE17E" w14:textId="77777777">
      <w:pPr>
        <w:pStyle w:val="InfoPara"/>
      </w:pPr>
      <w:r>
        <w:t>Adjacency or Identification Concerns</w:t>
      </w:r>
    </w:p>
    <w:p w:rsidR="002B3D37" w:rsidP="002B3D37" w:rsidRDefault="002B3D37" w14:paraId="2E6A6223" w14:textId="77777777"/>
    <w:p w:rsidR="002B3D37" w:rsidP="002B3D37" w:rsidRDefault="002B3D37" w14:paraId="42439781" w14:textId="77777777">
      <w:pPr>
        <w:pStyle w:val="InfoPara"/>
      </w:pPr>
      <w:r>
        <w:t>Issues or Problems</w:t>
      </w:r>
    </w:p>
    <w:p w:rsidR="002B3D37" w:rsidP="002B3D37" w:rsidRDefault="002B3D37" w14:paraId="361811F2" w14:textId="77777777"/>
    <w:p w:rsidR="002B3D37" w:rsidP="002B3D37" w:rsidRDefault="002B3D37" w14:paraId="547541D6" w14:textId="77777777">
      <w:pPr>
        <w:pStyle w:val="InfoPara"/>
      </w:pPr>
      <w:r>
        <w:t>Native Uncharacteristic Conditions</w:t>
      </w:r>
    </w:p>
    <w:p w:rsidR="002B3D37" w:rsidP="002B3D37" w:rsidRDefault="002B3D37" w14:paraId="316B8F2D" w14:textId="77777777"/>
    <w:p w:rsidR="002B3D37" w:rsidP="002B3D37" w:rsidRDefault="002B3D37" w14:paraId="0660826D" w14:textId="77777777">
      <w:pPr>
        <w:pStyle w:val="InfoPara"/>
      </w:pPr>
      <w:r>
        <w:t>Comments</w:t>
      </w:r>
    </w:p>
    <w:p w:rsidR="002B3D37" w:rsidP="002B3D37" w:rsidRDefault="00000143" w14:paraId="597CCBD0" w14:textId="2A3F56FD">
      <w:r>
        <w:t>During LANDFIRE National t</w:t>
      </w:r>
      <w:r w:rsidR="002B3D37">
        <w:t>his system was created for the AK Arctic region and did not receive review for other regions in the state.</w:t>
      </w:r>
      <w:r>
        <w:t xml:space="preserve"> </w:t>
      </w:r>
      <w:r w:rsidR="002B3D37">
        <w:t>This model was created by Kori Blankenship and Keith Boggs based input from experts who attended the LANDFIRE Arctic Modeling Meeting (April 2008) and the draft Arctic Ecological Systems description (Boggs et al. 2008).</w:t>
      </w:r>
    </w:p>
    <w:p w:rsidR="002B3D37" w:rsidP="002B3D37" w:rsidRDefault="002B3D37" w14:paraId="79762EFE"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2B3D37" w:rsidP="002B3D37" w:rsidRDefault="002B3D37" w14:paraId="7D56AFE5"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2B3D37" w:rsidP="002B3D37" w:rsidRDefault="002B3D37" w14:paraId="388CA0C1" w14:textId="77777777"/>
    <w:p w:rsidR="002B3D37" w:rsidP="002B3D37" w:rsidRDefault="002B3D37" w14:paraId="05FFD0E7"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60"/>
        <w:gridCol w:w="3024"/>
        <w:gridCol w:w="2256"/>
        <w:gridCol w:w="1956"/>
      </w:tblGrid>
      <w:tr w:rsidRPr="002B3D37" w:rsidR="002B3D37" w:rsidTr="002B3D37" w14:paraId="1FBB9730" w14:textId="77777777">
        <w:tc>
          <w:tcPr>
            <w:tcW w:w="1260" w:type="dxa"/>
            <w:tcBorders>
              <w:top w:val="single" w:color="auto" w:sz="2" w:space="0"/>
              <w:bottom w:val="single" w:color="000000" w:sz="12" w:space="0"/>
            </w:tcBorders>
            <w:shd w:val="clear" w:color="auto" w:fill="auto"/>
          </w:tcPr>
          <w:p w:rsidRPr="002B3D37" w:rsidR="002B3D37" w:rsidP="00205CE4" w:rsidRDefault="002B3D37" w14:paraId="41FDD7A7" w14:textId="77777777">
            <w:pPr>
              <w:rPr>
                <w:b/>
                <w:bCs/>
              </w:rPr>
            </w:pPr>
            <w:r w:rsidRPr="002B3D37">
              <w:rPr>
                <w:b/>
                <w:bCs/>
              </w:rPr>
              <w:t>Symbol</w:t>
            </w:r>
          </w:p>
        </w:tc>
        <w:tc>
          <w:tcPr>
            <w:tcW w:w="3024" w:type="dxa"/>
            <w:tcBorders>
              <w:top w:val="single" w:color="auto" w:sz="2" w:space="0"/>
              <w:bottom w:val="single" w:color="000000" w:sz="12" w:space="0"/>
            </w:tcBorders>
            <w:shd w:val="clear" w:color="auto" w:fill="auto"/>
          </w:tcPr>
          <w:p w:rsidRPr="002B3D37" w:rsidR="002B3D37" w:rsidP="00205CE4" w:rsidRDefault="002B3D37" w14:paraId="4247022D" w14:textId="77777777">
            <w:pPr>
              <w:rPr>
                <w:b/>
                <w:bCs/>
              </w:rPr>
            </w:pPr>
            <w:r w:rsidRPr="002B3D37">
              <w:rPr>
                <w:b/>
                <w:bCs/>
              </w:rPr>
              <w:t>Scientific Name</w:t>
            </w:r>
          </w:p>
        </w:tc>
        <w:tc>
          <w:tcPr>
            <w:tcW w:w="2256" w:type="dxa"/>
            <w:tcBorders>
              <w:top w:val="single" w:color="auto" w:sz="2" w:space="0"/>
              <w:bottom w:val="single" w:color="000000" w:sz="12" w:space="0"/>
            </w:tcBorders>
            <w:shd w:val="clear" w:color="auto" w:fill="auto"/>
          </w:tcPr>
          <w:p w:rsidRPr="002B3D37" w:rsidR="002B3D37" w:rsidP="00205CE4" w:rsidRDefault="002B3D37" w14:paraId="392B5064" w14:textId="77777777">
            <w:pPr>
              <w:rPr>
                <w:b/>
                <w:bCs/>
              </w:rPr>
            </w:pPr>
            <w:r w:rsidRPr="002B3D37">
              <w:rPr>
                <w:b/>
                <w:bCs/>
              </w:rPr>
              <w:t>Common Name</w:t>
            </w:r>
          </w:p>
        </w:tc>
        <w:tc>
          <w:tcPr>
            <w:tcW w:w="1956" w:type="dxa"/>
            <w:tcBorders>
              <w:top w:val="single" w:color="auto" w:sz="2" w:space="0"/>
              <w:bottom w:val="single" w:color="000000" w:sz="12" w:space="0"/>
            </w:tcBorders>
            <w:shd w:val="clear" w:color="auto" w:fill="auto"/>
          </w:tcPr>
          <w:p w:rsidRPr="002B3D37" w:rsidR="002B3D37" w:rsidP="00205CE4" w:rsidRDefault="002B3D37" w14:paraId="4DB7D036" w14:textId="77777777">
            <w:pPr>
              <w:rPr>
                <w:b/>
                <w:bCs/>
              </w:rPr>
            </w:pPr>
            <w:r w:rsidRPr="002B3D37">
              <w:rPr>
                <w:b/>
                <w:bCs/>
              </w:rPr>
              <w:t>Canopy Position</w:t>
            </w:r>
          </w:p>
        </w:tc>
      </w:tr>
      <w:tr w:rsidRPr="002B3D37" w:rsidR="002B3D37" w:rsidTr="002B3D37" w14:paraId="15ABCEF4" w14:textId="77777777">
        <w:tc>
          <w:tcPr>
            <w:tcW w:w="1260" w:type="dxa"/>
            <w:tcBorders>
              <w:top w:val="single" w:color="000000" w:sz="12" w:space="0"/>
            </w:tcBorders>
            <w:shd w:val="clear" w:color="auto" w:fill="auto"/>
          </w:tcPr>
          <w:p w:rsidRPr="002B3D37" w:rsidR="002B3D37" w:rsidP="00205CE4" w:rsidRDefault="002B3D37" w14:paraId="7AA3D1AB" w14:textId="77777777">
            <w:pPr>
              <w:rPr>
                <w:bCs/>
              </w:rPr>
            </w:pPr>
            <w:r w:rsidRPr="002B3D37">
              <w:rPr>
                <w:bCs/>
              </w:rPr>
              <w:t>UMBIL2</w:t>
            </w:r>
          </w:p>
        </w:tc>
        <w:tc>
          <w:tcPr>
            <w:tcW w:w="3024" w:type="dxa"/>
            <w:tcBorders>
              <w:top w:val="single" w:color="000000" w:sz="12" w:space="0"/>
            </w:tcBorders>
            <w:shd w:val="clear" w:color="auto" w:fill="auto"/>
          </w:tcPr>
          <w:p w:rsidRPr="005946EE" w:rsidR="002B3D37" w:rsidP="00205CE4" w:rsidRDefault="002B3D37" w14:paraId="79AF8707" w14:textId="23277C3D">
            <w:r w:rsidRPr="005946EE">
              <w:rPr>
                <w:i/>
                <w:iCs/>
              </w:rPr>
              <w:t>Umbilicaria</w:t>
            </w:r>
            <w:r w:rsidR="005946EE">
              <w:rPr>
                <w:i/>
                <w:iCs/>
              </w:rPr>
              <w:t xml:space="preserve"> </w:t>
            </w:r>
            <w:r w:rsidR="005946EE">
              <w:t>spp.</w:t>
            </w:r>
          </w:p>
        </w:tc>
        <w:tc>
          <w:tcPr>
            <w:tcW w:w="2256" w:type="dxa"/>
            <w:tcBorders>
              <w:top w:val="single" w:color="000000" w:sz="12" w:space="0"/>
            </w:tcBorders>
            <w:shd w:val="clear" w:color="auto" w:fill="auto"/>
          </w:tcPr>
          <w:p w:rsidRPr="002B3D37" w:rsidR="002B3D37" w:rsidP="00205CE4" w:rsidRDefault="002B3D37" w14:paraId="5DDC05C3" w14:textId="77777777">
            <w:r w:rsidRPr="002B3D37">
              <w:t>Navel lichen</w:t>
            </w:r>
          </w:p>
        </w:tc>
        <w:tc>
          <w:tcPr>
            <w:tcW w:w="1956" w:type="dxa"/>
            <w:tcBorders>
              <w:top w:val="single" w:color="000000" w:sz="12" w:space="0"/>
            </w:tcBorders>
            <w:shd w:val="clear" w:color="auto" w:fill="auto"/>
          </w:tcPr>
          <w:p w:rsidRPr="002B3D37" w:rsidR="002B3D37" w:rsidP="00205CE4" w:rsidRDefault="002B3D37" w14:paraId="5CD5EB2C" w14:textId="77777777">
            <w:r w:rsidRPr="002B3D37">
              <w:t>Upper</w:t>
            </w:r>
          </w:p>
        </w:tc>
      </w:tr>
      <w:tr w:rsidRPr="002B3D37" w:rsidR="002B3D37" w:rsidTr="002B3D37" w14:paraId="0B34B3B0" w14:textId="77777777">
        <w:tc>
          <w:tcPr>
            <w:tcW w:w="1260" w:type="dxa"/>
            <w:shd w:val="clear" w:color="auto" w:fill="auto"/>
          </w:tcPr>
          <w:p w:rsidRPr="002B3D37" w:rsidR="002B3D37" w:rsidP="00205CE4" w:rsidRDefault="002B3D37" w14:paraId="7B2F238E" w14:textId="77777777">
            <w:pPr>
              <w:rPr>
                <w:bCs/>
              </w:rPr>
            </w:pPr>
            <w:r w:rsidRPr="002B3D37">
              <w:rPr>
                <w:bCs/>
              </w:rPr>
              <w:t>RHGE60</w:t>
            </w:r>
          </w:p>
        </w:tc>
        <w:tc>
          <w:tcPr>
            <w:tcW w:w="3024" w:type="dxa"/>
            <w:shd w:val="clear" w:color="auto" w:fill="auto"/>
          </w:tcPr>
          <w:p w:rsidRPr="005946EE" w:rsidR="002B3D37" w:rsidP="00205CE4" w:rsidRDefault="002B3D37" w14:paraId="5A73F246" w14:textId="77777777">
            <w:pPr>
              <w:rPr>
                <w:i/>
                <w:iCs/>
              </w:rPr>
            </w:pPr>
            <w:r w:rsidRPr="005946EE">
              <w:rPr>
                <w:i/>
                <w:iCs/>
              </w:rPr>
              <w:t>Rhizocarpon geographicum</w:t>
            </w:r>
          </w:p>
        </w:tc>
        <w:tc>
          <w:tcPr>
            <w:tcW w:w="2256" w:type="dxa"/>
            <w:shd w:val="clear" w:color="auto" w:fill="auto"/>
          </w:tcPr>
          <w:p w:rsidRPr="002B3D37" w:rsidR="002B3D37" w:rsidP="00205CE4" w:rsidRDefault="002B3D37" w14:paraId="2D2252A7" w14:textId="77777777">
            <w:r w:rsidRPr="002B3D37">
              <w:t>World map lichen</w:t>
            </w:r>
          </w:p>
        </w:tc>
        <w:tc>
          <w:tcPr>
            <w:tcW w:w="1956" w:type="dxa"/>
            <w:shd w:val="clear" w:color="auto" w:fill="auto"/>
          </w:tcPr>
          <w:p w:rsidRPr="002B3D37" w:rsidR="002B3D37" w:rsidP="00205CE4" w:rsidRDefault="002B3D37" w14:paraId="18C9A7BD" w14:textId="77777777">
            <w:r w:rsidRPr="002B3D37">
              <w:t>Upper</w:t>
            </w:r>
          </w:p>
        </w:tc>
      </w:tr>
      <w:tr w:rsidRPr="002B3D37" w:rsidR="002B3D37" w:rsidTr="002B3D37" w14:paraId="43DEF31E" w14:textId="77777777">
        <w:tc>
          <w:tcPr>
            <w:tcW w:w="1260" w:type="dxa"/>
            <w:shd w:val="clear" w:color="auto" w:fill="auto"/>
          </w:tcPr>
          <w:p w:rsidRPr="002B3D37" w:rsidR="002B3D37" w:rsidP="00205CE4" w:rsidRDefault="002B3D37" w14:paraId="7FDE18FC" w14:textId="77777777">
            <w:pPr>
              <w:rPr>
                <w:bCs/>
              </w:rPr>
            </w:pPr>
            <w:r w:rsidRPr="002B3D37">
              <w:rPr>
                <w:bCs/>
              </w:rPr>
              <w:t>CLST60</w:t>
            </w:r>
          </w:p>
        </w:tc>
        <w:tc>
          <w:tcPr>
            <w:tcW w:w="3024" w:type="dxa"/>
            <w:shd w:val="clear" w:color="auto" w:fill="auto"/>
          </w:tcPr>
          <w:p w:rsidRPr="005946EE" w:rsidR="002B3D37" w:rsidP="00205CE4" w:rsidRDefault="002B3D37" w14:paraId="067188A4" w14:textId="77777777">
            <w:pPr>
              <w:rPr>
                <w:i/>
                <w:iCs/>
              </w:rPr>
            </w:pPr>
            <w:r w:rsidRPr="005946EE">
              <w:rPr>
                <w:i/>
                <w:iCs/>
              </w:rPr>
              <w:t>Cladina stellaris</w:t>
            </w:r>
          </w:p>
        </w:tc>
        <w:tc>
          <w:tcPr>
            <w:tcW w:w="2256" w:type="dxa"/>
            <w:shd w:val="clear" w:color="auto" w:fill="auto"/>
          </w:tcPr>
          <w:p w:rsidRPr="002B3D37" w:rsidR="002B3D37" w:rsidP="00205CE4" w:rsidRDefault="002B3D37" w14:paraId="4C93B041" w14:textId="77777777">
            <w:r w:rsidRPr="002B3D37">
              <w:t>Star reindeer lichen</w:t>
            </w:r>
          </w:p>
        </w:tc>
        <w:tc>
          <w:tcPr>
            <w:tcW w:w="1956" w:type="dxa"/>
            <w:shd w:val="clear" w:color="auto" w:fill="auto"/>
          </w:tcPr>
          <w:p w:rsidRPr="002B3D37" w:rsidR="002B3D37" w:rsidP="00205CE4" w:rsidRDefault="002B3D37" w14:paraId="58DD7BB0" w14:textId="77777777">
            <w:r w:rsidRPr="002B3D37">
              <w:t>Upper</w:t>
            </w:r>
          </w:p>
        </w:tc>
      </w:tr>
      <w:tr w:rsidRPr="002B3D37" w:rsidR="002B3D37" w:rsidTr="002B3D37" w14:paraId="2B0DAA53" w14:textId="77777777">
        <w:tc>
          <w:tcPr>
            <w:tcW w:w="1260" w:type="dxa"/>
            <w:shd w:val="clear" w:color="auto" w:fill="auto"/>
          </w:tcPr>
          <w:p w:rsidRPr="002B3D37" w:rsidR="002B3D37" w:rsidP="00205CE4" w:rsidRDefault="002B3D37" w14:paraId="5B219A1E" w14:textId="77777777">
            <w:pPr>
              <w:rPr>
                <w:bCs/>
              </w:rPr>
            </w:pPr>
            <w:r w:rsidRPr="002B3D37">
              <w:rPr>
                <w:bCs/>
              </w:rPr>
              <w:t>RALA70</w:t>
            </w:r>
          </w:p>
        </w:tc>
        <w:tc>
          <w:tcPr>
            <w:tcW w:w="3024" w:type="dxa"/>
            <w:shd w:val="clear" w:color="auto" w:fill="auto"/>
          </w:tcPr>
          <w:p w:rsidRPr="005946EE" w:rsidR="002B3D37" w:rsidP="00205CE4" w:rsidRDefault="002B3D37" w14:paraId="33225108" w14:textId="77777777">
            <w:pPr>
              <w:rPr>
                <w:i/>
                <w:iCs/>
              </w:rPr>
            </w:pPr>
            <w:r w:rsidRPr="005946EE">
              <w:rPr>
                <w:i/>
                <w:iCs/>
              </w:rPr>
              <w:t>Racomitrium lanuginosum</w:t>
            </w:r>
          </w:p>
        </w:tc>
        <w:tc>
          <w:tcPr>
            <w:tcW w:w="2256" w:type="dxa"/>
            <w:shd w:val="clear" w:color="auto" w:fill="auto"/>
          </w:tcPr>
          <w:p w:rsidRPr="002B3D37" w:rsidR="002B3D37" w:rsidP="00205CE4" w:rsidRDefault="002B3D37" w14:paraId="468B7B78" w14:textId="77777777">
            <w:r w:rsidRPr="002B3D37">
              <w:t>Racomitrium moss</w:t>
            </w:r>
          </w:p>
        </w:tc>
        <w:tc>
          <w:tcPr>
            <w:tcW w:w="1956" w:type="dxa"/>
            <w:shd w:val="clear" w:color="auto" w:fill="auto"/>
          </w:tcPr>
          <w:p w:rsidRPr="002B3D37" w:rsidR="002B3D37" w:rsidP="00205CE4" w:rsidRDefault="002B3D37" w14:paraId="700C8315" w14:textId="77777777">
            <w:r w:rsidRPr="002B3D37">
              <w:t>Upper</w:t>
            </w:r>
          </w:p>
        </w:tc>
      </w:tr>
    </w:tbl>
    <w:p w:rsidR="002B3D37" w:rsidP="002B3D37" w:rsidRDefault="002B3D37" w14:paraId="464C08FF" w14:textId="77777777"/>
    <w:p w:rsidR="002B3D37" w:rsidP="002B3D37" w:rsidRDefault="002B3D37" w14:paraId="6E01E61E" w14:textId="77777777">
      <w:pPr>
        <w:pStyle w:val="SClassInfoPara"/>
      </w:pPr>
      <w:r>
        <w:t>Description</w:t>
      </w:r>
    </w:p>
    <w:p w:rsidR="002B3D37" w:rsidP="002B3D37" w:rsidRDefault="002B3D37" w14:paraId="62DE842D" w14:textId="77777777">
      <w:r>
        <w:t>This class represents the Lichen Tundra system. Refer to the vegetation description for common species.</w:t>
      </w:r>
    </w:p>
    <w:p w:rsidR="002B3D37" w:rsidP="002B3D37" w:rsidRDefault="002B3D37" w14:paraId="0F0E5DB1"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2B3D37" w:rsidP="002B3D37" w:rsidRDefault="002B3D37" w14:paraId="1985CCD7" w14:textId="77777777">
      <w:r>
        <w:t>Boggs et al. 2008. International Ecological Classification Standard: Terrestrial Ecological Classifications. Draft Ecological Systems Description for the Alaska Arctic Region.</w:t>
      </w:r>
    </w:p>
    <w:p w:rsidR="002B3D37" w:rsidP="002B3D37" w:rsidRDefault="002B3D37" w14:paraId="3D1014B2" w14:textId="77777777"/>
    <w:p w:rsidRPr="00904675" w:rsidR="00904675" w:rsidP="00904675" w:rsidRDefault="00904675" w14:paraId="2CF6BA2C" w14:textId="77777777">
      <w:r w:rsidRPr="00904675">
        <w:t>Innes, Robin J. 2013. Fire regimes of Alaskan tundra communities. In: Fire Effects Information System, [Online]. U.S. Department of Agriculture, Forest Service, Rocky Mountain Research Station, Fire Sciences Laboratory (Producer). Available: http://www.fs.fed.us</w:t>
      </w:r>
    </w:p>
    <w:p w:rsidRPr="00904675" w:rsidR="00904675" w:rsidP="00904675" w:rsidRDefault="00904675" w14:paraId="1050E4BB" w14:textId="77777777">
      <w:r w:rsidRPr="00904675">
        <w:t>/database/feis/fire_regimes/AK_tundra/all.html [2016, June 28].</w:t>
      </w:r>
    </w:p>
    <w:p w:rsidR="00904675" w:rsidP="002B3D37" w:rsidRDefault="00904675" w14:paraId="0A639CFF" w14:textId="77777777"/>
    <w:p w:rsidR="002B3D37" w:rsidP="002B3D37" w:rsidRDefault="002B3D37" w14:paraId="2A8AABEB" w14:textId="77777777">
      <w:r>
        <w:t>Viereck, L.A., Dyrness, C.T., Batten, A.R., Wenzlick, K.J. 1992. The Alaska vegetation classification. Pacific Northwest Research Station, USDA Forest Service, Portland, OR. Gen. Tech. Rep. PNW-GTR286. 278 p.</w:t>
      </w:r>
    </w:p>
    <w:p w:rsidRPr="00A43E41" w:rsidR="004D5F12" w:rsidP="002B3D37" w:rsidRDefault="004D5F12" w14:paraId="24F22293"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66091" w:rsidRDefault="00E66091" w14:paraId="0604FA71" w14:textId="77777777">
      <w:r>
        <w:separator/>
      </w:r>
    </w:p>
  </w:endnote>
  <w:endnote w:type="continuationSeparator" w:id="0">
    <w:p w:rsidR="00E66091" w:rsidRDefault="00E66091" w14:paraId="486DE51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B3D37" w:rsidP="002B3D37" w:rsidRDefault="002B3D37" w14:paraId="215BAE46"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66091" w:rsidRDefault="00E66091" w14:paraId="6FDC75E3" w14:textId="77777777">
      <w:r>
        <w:separator/>
      </w:r>
    </w:p>
  </w:footnote>
  <w:footnote w:type="continuationSeparator" w:id="0">
    <w:p w:rsidR="00E66091" w:rsidRDefault="00E66091" w14:paraId="53CAEB3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2B3D37" w:rsidRDefault="00A43E41" w14:paraId="24CBEC23"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127196484">
    <w:abstractNumId w:val="1"/>
  </w:num>
  <w:num w:numId="2" w16cid:durableId="583495585">
    <w:abstractNumId w:val="0"/>
  </w:num>
  <w:num w:numId="3" w16cid:durableId="3307668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D37"/>
    <w:rsid w:val="00000143"/>
    <w:rsid w:val="00007C48"/>
    <w:rsid w:val="0003202F"/>
    <w:rsid w:val="0004797F"/>
    <w:rsid w:val="00070900"/>
    <w:rsid w:val="00077A85"/>
    <w:rsid w:val="00097251"/>
    <w:rsid w:val="000B5948"/>
    <w:rsid w:val="000E1EC5"/>
    <w:rsid w:val="000E759B"/>
    <w:rsid w:val="00110079"/>
    <w:rsid w:val="00117805"/>
    <w:rsid w:val="00144BEF"/>
    <w:rsid w:val="001514F9"/>
    <w:rsid w:val="00174486"/>
    <w:rsid w:val="001824B8"/>
    <w:rsid w:val="00193946"/>
    <w:rsid w:val="00196C68"/>
    <w:rsid w:val="001A07B5"/>
    <w:rsid w:val="001A5277"/>
    <w:rsid w:val="001A6573"/>
    <w:rsid w:val="001E43F5"/>
    <w:rsid w:val="001F77AB"/>
    <w:rsid w:val="002143B5"/>
    <w:rsid w:val="002206B7"/>
    <w:rsid w:val="00220975"/>
    <w:rsid w:val="002233CE"/>
    <w:rsid w:val="00223688"/>
    <w:rsid w:val="00242A9C"/>
    <w:rsid w:val="00272B25"/>
    <w:rsid w:val="0028232C"/>
    <w:rsid w:val="00292706"/>
    <w:rsid w:val="002A69B2"/>
    <w:rsid w:val="002B3D37"/>
    <w:rsid w:val="002E41A1"/>
    <w:rsid w:val="00300000"/>
    <w:rsid w:val="0031662A"/>
    <w:rsid w:val="00317111"/>
    <w:rsid w:val="003172E2"/>
    <w:rsid w:val="00320910"/>
    <w:rsid w:val="003319D8"/>
    <w:rsid w:val="003626EF"/>
    <w:rsid w:val="0037413E"/>
    <w:rsid w:val="00377200"/>
    <w:rsid w:val="00382626"/>
    <w:rsid w:val="003C703C"/>
    <w:rsid w:val="003F322E"/>
    <w:rsid w:val="004148BE"/>
    <w:rsid w:val="00414DA8"/>
    <w:rsid w:val="00424E99"/>
    <w:rsid w:val="0042550C"/>
    <w:rsid w:val="0042737A"/>
    <w:rsid w:val="004375BE"/>
    <w:rsid w:val="00447BAA"/>
    <w:rsid w:val="00452B5E"/>
    <w:rsid w:val="00455D4C"/>
    <w:rsid w:val="00467245"/>
    <w:rsid w:val="00476F39"/>
    <w:rsid w:val="00491F12"/>
    <w:rsid w:val="00492A22"/>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57492"/>
    <w:rsid w:val="005946EE"/>
    <w:rsid w:val="005B1DDE"/>
    <w:rsid w:val="005C7A42"/>
    <w:rsid w:val="005D242C"/>
    <w:rsid w:val="005E46EE"/>
    <w:rsid w:val="005E6650"/>
    <w:rsid w:val="005F3253"/>
    <w:rsid w:val="00605473"/>
    <w:rsid w:val="006115AB"/>
    <w:rsid w:val="006161B9"/>
    <w:rsid w:val="00616941"/>
    <w:rsid w:val="00621C0C"/>
    <w:rsid w:val="0063157E"/>
    <w:rsid w:val="00634703"/>
    <w:rsid w:val="00646981"/>
    <w:rsid w:val="00653235"/>
    <w:rsid w:val="006C2143"/>
    <w:rsid w:val="006E57D4"/>
    <w:rsid w:val="006F39FC"/>
    <w:rsid w:val="00722B5D"/>
    <w:rsid w:val="007273A6"/>
    <w:rsid w:val="0074072B"/>
    <w:rsid w:val="00740E0B"/>
    <w:rsid w:val="00747459"/>
    <w:rsid w:val="007742B4"/>
    <w:rsid w:val="007A721A"/>
    <w:rsid w:val="007B5284"/>
    <w:rsid w:val="007C7863"/>
    <w:rsid w:val="007E2FA7"/>
    <w:rsid w:val="0080166D"/>
    <w:rsid w:val="00804888"/>
    <w:rsid w:val="00812ED0"/>
    <w:rsid w:val="00820371"/>
    <w:rsid w:val="00821A9F"/>
    <w:rsid w:val="0083018E"/>
    <w:rsid w:val="0084119C"/>
    <w:rsid w:val="00844388"/>
    <w:rsid w:val="00850C8E"/>
    <w:rsid w:val="0087316E"/>
    <w:rsid w:val="008779C3"/>
    <w:rsid w:val="00877F55"/>
    <w:rsid w:val="008F01B1"/>
    <w:rsid w:val="00901CA2"/>
    <w:rsid w:val="00904675"/>
    <w:rsid w:val="00907797"/>
    <w:rsid w:val="00945DBA"/>
    <w:rsid w:val="009606C8"/>
    <w:rsid w:val="00966095"/>
    <w:rsid w:val="00986A7A"/>
    <w:rsid w:val="009903A9"/>
    <w:rsid w:val="009B03E6"/>
    <w:rsid w:val="009B232E"/>
    <w:rsid w:val="009D25CD"/>
    <w:rsid w:val="009D674B"/>
    <w:rsid w:val="009E0DB5"/>
    <w:rsid w:val="009E6357"/>
    <w:rsid w:val="009F5F8E"/>
    <w:rsid w:val="009F747E"/>
    <w:rsid w:val="00A16194"/>
    <w:rsid w:val="00A2791D"/>
    <w:rsid w:val="00A309E2"/>
    <w:rsid w:val="00A36D75"/>
    <w:rsid w:val="00A43E41"/>
    <w:rsid w:val="00A6020D"/>
    <w:rsid w:val="00AB3795"/>
    <w:rsid w:val="00AC570D"/>
    <w:rsid w:val="00AF1CDE"/>
    <w:rsid w:val="00AF1E11"/>
    <w:rsid w:val="00AF4B2B"/>
    <w:rsid w:val="00B30030"/>
    <w:rsid w:val="00B44A3C"/>
    <w:rsid w:val="00B60870"/>
    <w:rsid w:val="00B60C63"/>
    <w:rsid w:val="00B84C7B"/>
    <w:rsid w:val="00B95324"/>
    <w:rsid w:val="00BC14B6"/>
    <w:rsid w:val="00C07F5E"/>
    <w:rsid w:val="00C261B7"/>
    <w:rsid w:val="00C50B12"/>
    <w:rsid w:val="00C5204F"/>
    <w:rsid w:val="00C66224"/>
    <w:rsid w:val="00C66E45"/>
    <w:rsid w:val="00C827A9"/>
    <w:rsid w:val="00CA0BB9"/>
    <w:rsid w:val="00CA1418"/>
    <w:rsid w:val="00CB7469"/>
    <w:rsid w:val="00CD6118"/>
    <w:rsid w:val="00CD68F6"/>
    <w:rsid w:val="00CE79FF"/>
    <w:rsid w:val="00CF2056"/>
    <w:rsid w:val="00D060DC"/>
    <w:rsid w:val="00D154D0"/>
    <w:rsid w:val="00D16916"/>
    <w:rsid w:val="00D17369"/>
    <w:rsid w:val="00D178C7"/>
    <w:rsid w:val="00D25569"/>
    <w:rsid w:val="00D306FA"/>
    <w:rsid w:val="00D367FB"/>
    <w:rsid w:val="00D422DB"/>
    <w:rsid w:val="00D46D39"/>
    <w:rsid w:val="00D52C2E"/>
    <w:rsid w:val="00D534D2"/>
    <w:rsid w:val="00D553D0"/>
    <w:rsid w:val="00D62775"/>
    <w:rsid w:val="00D81349"/>
    <w:rsid w:val="00D92158"/>
    <w:rsid w:val="00D95971"/>
    <w:rsid w:val="00DA63B1"/>
    <w:rsid w:val="00DB16CA"/>
    <w:rsid w:val="00DB4EF6"/>
    <w:rsid w:val="00DC22EA"/>
    <w:rsid w:val="00DC4BA7"/>
    <w:rsid w:val="00DD3902"/>
    <w:rsid w:val="00DE0F2D"/>
    <w:rsid w:val="00DE40A7"/>
    <w:rsid w:val="00DE7AB5"/>
    <w:rsid w:val="00DF0616"/>
    <w:rsid w:val="00DF3EF2"/>
    <w:rsid w:val="00E109E9"/>
    <w:rsid w:val="00E50BB8"/>
    <w:rsid w:val="00E61C50"/>
    <w:rsid w:val="00E66091"/>
    <w:rsid w:val="00E7520B"/>
    <w:rsid w:val="00EB2776"/>
    <w:rsid w:val="00EC4A14"/>
    <w:rsid w:val="00EE247F"/>
    <w:rsid w:val="00EF02EA"/>
    <w:rsid w:val="00F06F11"/>
    <w:rsid w:val="00F43204"/>
    <w:rsid w:val="00F86C13"/>
    <w:rsid w:val="00F948F2"/>
    <w:rsid w:val="00FE2EE9"/>
    <w:rsid w:val="00FE3B73"/>
    <w:rsid w:val="00FE41CA"/>
    <w:rsid w:val="00FE4507"/>
    <w:rsid w:val="00FE6871"/>
    <w:rsid w:val="00FF0FAC"/>
    <w:rsid w:val="54FA7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EDF6ED"/>
  <w15:docId w15:val="{15F93C6E-8E27-4EEB-B8AE-2D1CE6AF4D2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C66224"/>
    <w:pPr>
      <w:ind w:left="720"/>
    </w:pPr>
    <w:rPr>
      <w:rFonts w:ascii="Calibri" w:hAnsi="Calibri" w:eastAsia="Calibri"/>
      <w:sz w:val="22"/>
      <w:szCs w:val="22"/>
    </w:rPr>
  </w:style>
  <w:style w:type="character" w:styleId="Hyperlink">
    <w:name w:val="Hyperlink"/>
    <w:rsid w:val="00C66224"/>
    <w:rPr>
      <w:color w:val="0000FF"/>
      <w:u w:val="single"/>
    </w:rPr>
  </w:style>
  <w:style w:type="paragraph" w:styleId="BalloonText">
    <w:name w:val="Balloon Text"/>
    <w:basedOn w:val="Normal"/>
    <w:link w:val="BalloonTextChar"/>
    <w:uiPriority w:val="99"/>
    <w:semiHidden/>
    <w:unhideWhenUsed/>
    <w:rsid w:val="0000014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0001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679612">
      <w:bodyDiv w:val="1"/>
      <w:marLeft w:val="0"/>
      <w:marRight w:val="0"/>
      <w:marTop w:val="0"/>
      <w:marBottom w:val="0"/>
      <w:divBdr>
        <w:top w:val="none" w:sz="0" w:space="0" w:color="auto"/>
        <w:left w:val="none" w:sz="0" w:space="0" w:color="auto"/>
        <w:bottom w:val="none" w:sz="0" w:space="0" w:color="auto"/>
        <w:right w:val="none" w:sz="0" w:space="0" w:color="auto"/>
      </w:divBdr>
    </w:div>
    <w:div w:id="82728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6238FA2F-29E9-40B5-A29B-8327E607D5CD}"/>
</file>

<file path=customXml/itemProps2.xml><?xml version="1.0" encoding="utf-8"?>
<ds:datastoreItem xmlns:ds="http://schemas.openxmlformats.org/officeDocument/2006/customXml" ds:itemID="{F85CDBDC-3301-44DD-A99E-568FDFC84E21}"/>
</file>

<file path=customXml/itemProps3.xml><?xml version="1.0" encoding="utf-8"?>
<ds:datastoreItem xmlns:ds="http://schemas.openxmlformats.org/officeDocument/2006/customXml" ds:itemID="{6728BA50-514D-40FB-B6DE-9F4DFE1E2A1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9</cp:revision>
  <cp:lastPrinted>2015-09-11T19:38:00Z</cp:lastPrinted>
  <dcterms:created xsi:type="dcterms:W3CDTF">2022-11-05T20:45:00Z</dcterms:created>
  <dcterms:modified xsi:type="dcterms:W3CDTF">2024-09-27T19:35:08Z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