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92FAD" w:rsidP="00B92FAD" w:rsidRDefault="00B92FAD" w14:paraId="1A87C6E1" w14:textId="517DA268">
      <w:pPr>
        <w:pStyle w:val="BpSTitle"/>
      </w:pPr>
      <w:r>
        <w:t>1683</w:t>
      </w:r>
      <w:r w:rsidR="00C70D12">
        <w:t>1</w:t>
      </w:r>
    </w:p>
    <w:p w:rsidR="00D5569B" w:rsidP="00B92FAD" w:rsidRDefault="00D5569B" w14:paraId="23819A51" w14:textId="3DF331F5">
      <w:pPr>
        <w:pStyle w:val="BpSTitle"/>
      </w:pPr>
      <w:r w:rsidRPr="00D5569B">
        <w:t>North American Arctic Mesic Sedge-Willow Tundra - Frequent Fire</w:t>
      </w:r>
    </w:p>
    <w:p w:rsidR="00B92FAD" w:rsidP="00B92FAD" w:rsidRDefault="00B92FAD" w14:paraId="2E81EEC8" w14:textId="77777777">
      <w:r>
        <w:t xmlns:w="http://schemas.openxmlformats.org/wordprocessingml/2006/main">BpS Model/Description Version: Nov. 2024</w:t>
      </w:r>
      <w:r>
        <w:tab/>
      </w:r>
      <w:r>
        <w:tab/>
      </w:r>
      <w:r>
        <w:tab/>
      </w:r>
      <w:r>
        <w:tab/>
      </w:r>
      <w:r>
        <w:tab/>
      </w:r>
      <w:r>
        <w:tab/>
      </w:r>
      <w:r>
        <w:tab/>
      </w:r>
      <w:r>
        <w:tab/>
      </w:r>
    </w:p>
    <w:p w:rsidR="00B92FAD" w:rsidP="00B92FAD" w:rsidRDefault="00B92FAD" w14:paraId="49B2346A"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2052"/>
        <w:gridCol w:w="2664"/>
        <w:gridCol w:w="1884"/>
        <w:gridCol w:w="2928"/>
      </w:tblGrid>
      <w:tr w:rsidRPr="00B92FAD" w:rsidR="00B92FAD" w:rsidTr="00B92FAD" w14:paraId="3EEA4BA7" w14:textId="77777777">
        <w:tc>
          <w:tcPr>
            <w:tcW w:w="2052" w:type="dxa"/>
            <w:tcBorders>
              <w:top w:val="single" w:color="auto" w:sz="2" w:space="0"/>
              <w:left w:val="single" w:color="auto" w:sz="12" w:space="0"/>
              <w:bottom w:val="single" w:color="000000" w:sz="12" w:space="0"/>
            </w:tcBorders>
            <w:shd w:val="clear" w:color="auto" w:fill="auto"/>
          </w:tcPr>
          <w:p w:rsidRPr="00B92FAD" w:rsidR="00B92FAD" w:rsidP="008341DD" w:rsidRDefault="00B92FAD" w14:paraId="5491A478" w14:textId="77777777">
            <w:pPr>
              <w:rPr>
                <w:b/>
                <w:bCs/>
              </w:rPr>
            </w:pPr>
            <w:r w:rsidRPr="00B92FAD">
              <w:rPr>
                <w:b/>
                <w:bCs/>
              </w:rPr>
              <w:t>Modelers</w:t>
            </w:r>
          </w:p>
        </w:tc>
        <w:tc>
          <w:tcPr>
            <w:tcW w:w="2664" w:type="dxa"/>
            <w:tcBorders>
              <w:top w:val="single" w:color="auto" w:sz="2" w:space="0"/>
              <w:bottom w:val="single" w:color="000000" w:sz="12" w:space="0"/>
              <w:right w:val="single" w:color="000000" w:sz="12" w:space="0"/>
            </w:tcBorders>
            <w:shd w:val="clear" w:color="auto" w:fill="auto"/>
          </w:tcPr>
          <w:p w:rsidRPr="00B92FAD" w:rsidR="00B92FAD" w:rsidP="008341DD" w:rsidRDefault="00B92FAD" w14:paraId="725F60E3" w14:textId="77777777">
            <w:pPr>
              <w:rPr>
                <w:b/>
                <w:bCs/>
              </w:rPr>
            </w:pPr>
          </w:p>
        </w:tc>
        <w:tc>
          <w:tcPr>
            <w:tcW w:w="1884" w:type="dxa"/>
            <w:tcBorders>
              <w:top w:val="single" w:color="auto" w:sz="2" w:space="0"/>
              <w:left w:val="single" w:color="000000" w:sz="12" w:space="0"/>
              <w:bottom w:val="single" w:color="000000" w:sz="12" w:space="0"/>
            </w:tcBorders>
            <w:shd w:val="clear" w:color="auto" w:fill="auto"/>
          </w:tcPr>
          <w:p w:rsidRPr="00B92FAD" w:rsidR="00B92FAD" w:rsidP="008341DD" w:rsidRDefault="00B92FAD" w14:paraId="5014E7BD" w14:textId="77777777">
            <w:pPr>
              <w:rPr>
                <w:b/>
                <w:bCs/>
              </w:rPr>
            </w:pPr>
            <w:r w:rsidRPr="00B92FAD">
              <w:rPr>
                <w:b/>
                <w:bCs/>
              </w:rPr>
              <w:t>Reviewers</w:t>
            </w:r>
          </w:p>
        </w:tc>
        <w:tc>
          <w:tcPr>
            <w:tcW w:w="2928" w:type="dxa"/>
            <w:tcBorders>
              <w:top w:val="single" w:color="auto" w:sz="2" w:space="0"/>
              <w:bottom w:val="single" w:color="000000" w:sz="12" w:space="0"/>
            </w:tcBorders>
            <w:shd w:val="clear" w:color="auto" w:fill="auto"/>
          </w:tcPr>
          <w:p w:rsidRPr="00B92FAD" w:rsidR="00B92FAD" w:rsidP="008341DD" w:rsidRDefault="00B92FAD" w14:paraId="4D0B207D" w14:textId="77777777">
            <w:pPr>
              <w:rPr>
                <w:b/>
                <w:bCs/>
              </w:rPr>
            </w:pPr>
          </w:p>
        </w:tc>
      </w:tr>
      <w:tr w:rsidRPr="00B92FAD" w:rsidR="00B92FAD" w:rsidTr="00B92FAD" w14:paraId="1C3D4627" w14:textId="77777777">
        <w:tc>
          <w:tcPr>
            <w:tcW w:w="2052" w:type="dxa"/>
            <w:tcBorders>
              <w:top w:val="single" w:color="000000" w:sz="12" w:space="0"/>
              <w:left w:val="single" w:color="auto" w:sz="12" w:space="0"/>
            </w:tcBorders>
            <w:shd w:val="clear" w:color="auto" w:fill="auto"/>
          </w:tcPr>
          <w:p w:rsidRPr="00B92FAD" w:rsidR="00B92FAD" w:rsidP="008341DD" w:rsidRDefault="00B92FAD" w14:paraId="3D652341" w14:textId="77777777">
            <w:pPr>
              <w:rPr>
                <w:bCs/>
              </w:rPr>
            </w:pPr>
            <w:r w:rsidRPr="00B92FAD">
              <w:rPr>
                <w:bCs/>
              </w:rPr>
              <w:t>Kori Blankenship</w:t>
            </w:r>
          </w:p>
        </w:tc>
        <w:tc>
          <w:tcPr>
            <w:tcW w:w="2664" w:type="dxa"/>
            <w:tcBorders>
              <w:top w:val="single" w:color="000000" w:sz="12" w:space="0"/>
              <w:right w:val="single" w:color="000000" w:sz="12" w:space="0"/>
            </w:tcBorders>
            <w:shd w:val="clear" w:color="auto" w:fill="auto"/>
          </w:tcPr>
          <w:p w:rsidRPr="00B92FAD" w:rsidR="00B92FAD" w:rsidP="008341DD" w:rsidRDefault="00B92FAD" w14:paraId="6C06496E" w14:textId="77777777">
            <w:r w:rsidRPr="00B92FAD">
              <w:t>kblankenship@tnc.org</w:t>
            </w:r>
          </w:p>
        </w:tc>
        <w:tc>
          <w:tcPr>
            <w:tcW w:w="1884" w:type="dxa"/>
            <w:tcBorders>
              <w:top w:val="single" w:color="000000" w:sz="12" w:space="0"/>
              <w:left w:val="single" w:color="000000" w:sz="12" w:space="0"/>
            </w:tcBorders>
            <w:shd w:val="clear" w:color="auto" w:fill="auto"/>
          </w:tcPr>
          <w:p w:rsidRPr="00B92FAD" w:rsidR="00B92FAD" w:rsidP="008341DD" w:rsidRDefault="00B92FAD" w14:paraId="483BF27A" w14:textId="77777777">
            <w:r w:rsidRPr="00B92FAD">
              <w:t>Janet Jorgenson</w:t>
            </w:r>
          </w:p>
        </w:tc>
        <w:tc>
          <w:tcPr>
            <w:tcW w:w="2928" w:type="dxa"/>
            <w:tcBorders>
              <w:top w:val="single" w:color="000000" w:sz="12" w:space="0"/>
            </w:tcBorders>
            <w:shd w:val="clear" w:color="auto" w:fill="auto"/>
          </w:tcPr>
          <w:p w:rsidRPr="00B92FAD" w:rsidR="00B92FAD" w:rsidP="008341DD" w:rsidRDefault="00B92FAD" w14:paraId="3ED2135A" w14:textId="77777777">
            <w:r w:rsidRPr="00B92FAD">
              <w:t>Janet_Jorgenson@fws.gov</w:t>
            </w:r>
          </w:p>
        </w:tc>
      </w:tr>
      <w:tr w:rsidRPr="00B92FAD" w:rsidR="00B92FAD" w:rsidTr="00B92FAD" w14:paraId="1D4C9714" w14:textId="77777777">
        <w:tc>
          <w:tcPr>
            <w:tcW w:w="2052" w:type="dxa"/>
            <w:tcBorders>
              <w:left w:val="single" w:color="auto" w:sz="12" w:space="0"/>
            </w:tcBorders>
            <w:shd w:val="clear" w:color="auto" w:fill="auto"/>
          </w:tcPr>
          <w:p w:rsidRPr="00B92FAD" w:rsidR="00B92FAD" w:rsidP="008341DD" w:rsidRDefault="00B92FAD" w14:paraId="75B91391" w14:textId="77777777">
            <w:pPr>
              <w:rPr>
                <w:bCs/>
              </w:rPr>
            </w:pPr>
            <w:r w:rsidRPr="00B92FAD">
              <w:rPr>
                <w:bCs/>
              </w:rPr>
              <w:t>Keith Boggs</w:t>
            </w:r>
          </w:p>
        </w:tc>
        <w:tc>
          <w:tcPr>
            <w:tcW w:w="2664" w:type="dxa"/>
            <w:tcBorders>
              <w:right w:val="single" w:color="000000" w:sz="12" w:space="0"/>
            </w:tcBorders>
            <w:shd w:val="clear" w:color="auto" w:fill="auto"/>
          </w:tcPr>
          <w:p w:rsidRPr="00B92FAD" w:rsidR="00B92FAD" w:rsidP="008341DD" w:rsidRDefault="00B92FAD" w14:paraId="583093DE" w14:textId="77777777">
            <w:r w:rsidRPr="00B92FAD">
              <w:t>Ankwb@uaa.alaska.edu</w:t>
            </w:r>
          </w:p>
        </w:tc>
        <w:tc>
          <w:tcPr>
            <w:tcW w:w="1884" w:type="dxa"/>
            <w:tcBorders>
              <w:left w:val="single" w:color="000000" w:sz="12" w:space="0"/>
            </w:tcBorders>
            <w:shd w:val="clear" w:color="auto" w:fill="auto"/>
          </w:tcPr>
          <w:p w:rsidRPr="00B92FAD" w:rsidR="00B92FAD" w:rsidP="008341DD" w:rsidRDefault="00B92FAD" w14:paraId="5AA57E98" w14:textId="77777777">
            <w:r w:rsidRPr="00B92FAD">
              <w:t>None</w:t>
            </w:r>
          </w:p>
        </w:tc>
        <w:tc>
          <w:tcPr>
            <w:tcW w:w="2928" w:type="dxa"/>
            <w:shd w:val="clear" w:color="auto" w:fill="auto"/>
          </w:tcPr>
          <w:p w:rsidRPr="00B92FAD" w:rsidR="00B92FAD" w:rsidP="008341DD" w:rsidRDefault="00B92FAD" w14:paraId="19F669FC" w14:textId="77777777">
            <w:r w:rsidRPr="00B92FAD">
              <w:t>None</w:t>
            </w:r>
          </w:p>
        </w:tc>
      </w:tr>
      <w:tr w:rsidRPr="00B92FAD" w:rsidR="00B92FAD" w:rsidTr="00B92FAD" w14:paraId="27994E7A" w14:textId="77777777">
        <w:tc>
          <w:tcPr>
            <w:tcW w:w="2052" w:type="dxa"/>
            <w:tcBorders>
              <w:left w:val="single" w:color="auto" w:sz="12" w:space="0"/>
              <w:bottom w:val="single" w:color="auto" w:sz="2" w:space="0"/>
            </w:tcBorders>
            <w:shd w:val="clear" w:color="auto" w:fill="auto"/>
          </w:tcPr>
          <w:p w:rsidRPr="00B92FAD" w:rsidR="00B92FAD" w:rsidP="008341DD" w:rsidRDefault="00B92FAD" w14:paraId="1E4CAC64" w14:textId="77777777">
            <w:pPr>
              <w:rPr>
                <w:bCs/>
              </w:rPr>
            </w:pPr>
            <w:r w:rsidRPr="00B92FAD">
              <w:rPr>
                <w:bCs/>
              </w:rPr>
              <w:t>None</w:t>
            </w:r>
          </w:p>
        </w:tc>
        <w:tc>
          <w:tcPr>
            <w:tcW w:w="2664" w:type="dxa"/>
            <w:tcBorders>
              <w:right w:val="single" w:color="000000" w:sz="12" w:space="0"/>
            </w:tcBorders>
            <w:shd w:val="clear" w:color="auto" w:fill="auto"/>
          </w:tcPr>
          <w:p w:rsidRPr="00B92FAD" w:rsidR="00B92FAD" w:rsidP="008341DD" w:rsidRDefault="00B92FAD" w14:paraId="7E7E2ECC" w14:textId="77777777">
            <w:r w:rsidRPr="00B92FAD">
              <w:t>None</w:t>
            </w:r>
          </w:p>
        </w:tc>
        <w:tc>
          <w:tcPr>
            <w:tcW w:w="1884" w:type="dxa"/>
            <w:tcBorders>
              <w:left w:val="single" w:color="000000" w:sz="12" w:space="0"/>
              <w:bottom w:val="single" w:color="auto" w:sz="2" w:space="0"/>
            </w:tcBorders>
            <w:shd w:val="clear" w:color="auto" w:fill="auto"/>
          </w:tcPr>
          <w:p w:rsidRPr="00B92FAD" w:rsidR="00B92FAD" w:rsidP="008341DD" w:rsidRDefault="00B92FAD" w14:paraId="49D64A56" w14:textId="77777777">
            <w:r w:rsidRPr="00B92FAD">
              <w:t>None</w:t>
            </w:r>
          </w:p>
        </w:tc>
        <w:tc>
          <w:tcPr>
            <w:tcW w:w="2928" w:type="dxa"/>
            <w:shd w:val="clear" w:color="auto" w:fill="auto"/>
          </w:tcPr>
          <w:p w:rsidRPr="00B92FAD" w:rsidR="00B92FAD" w:rsidP="008341DD" w:rsidRDefault="00B92FAD" w14:paraId="3CEE9365" w14:textId="77777777">
            <w:r w:rsidRPr="00B92FAD">
              <w:t>None</w:t>
            </w:r>
          </w:p>
        </w:tc>
      </w:tr>
    </w:tbl>
    <w:p w:rsidR="00B92FAD" w:rsidP="00B92FAD" w:rsidRDefault="00B92FAD" w14:paraId="3F646E6B" w14:textId="77777777"/>
    <w:p w:rsidRPr="008E3BFE" w:rsidR="00E94A11" w:rsidP="00B92FAD" w:rsidRDefault="00E94A11" w14:paraId="62449425" w14:textId="2B17C03B">
      <w:pPr>
        <w:pStyle w:val="InfoPara"/>
        <w:rPr>
          <w:b w:val="0"/>
          <w:bCs/>
        </w:rPr>
      </w:pPr>
      <w:r>
        <w:t xml:space="preserve">Reviewer: </w:t>
      </w:r>
      <w:r>
        <w:rPr>
          <w:b w:val="0"/>
          <w:bCs/>
        </w:rPr>
        <w:t>Robin Innes</w:t>
      </w:r>
    </w:p>
    <w:p w:rsidR="00B92FAD" w:rsidP="00B92FAD" w:rsidRDefault="00B92FAD" w14:paraId="0AECDF62" w14:textId="388F0877">
      <w:pPr>
        <w:pStyle w:val="InfoPara"/>
      </w:pPr>
      <w:r>
        <w:t>Vegetation Type</w:t>
      </w:r>
    </w:p>
    <w:p w:rsidR="00B92FAD" w:rsidP="00B92FAD" w:rsidRDefault="00B92FAD" w14:paraId="3C426448" w14:textId="77777777">
      <w:r>
        <w:t>Upland Shrubland</w:t>
      </w:r>
    </w:p>
    <w:p w:rsidR="00B92FAD" w:rsidP="00B92FAD" w:rsidRDefault="3C941C69" w14:paraId="5A0DE20A" w14:textId="77777777">
      <w:pPr>
        <w:pStyle w:val="InfoPara"/>
      </w:pPr>
      <w:r>
        <w:t>Map Zones</w:t>
      </w:r>
    </w:p>
    <w:p w:rsidR="3C941C69" w:rsidP="3C941C69" w:rsidRDefault="3C941C69" w14:paraId="747A697F" w14:textId="30ACB2D2">
      <w:pPr>
        <w:spacing w:line="259" w:lineRule="auto"/>
      </w:pPr>
      <w:r>
        <w:t>68</w:t>
      </w:r>
    </w:p>
    <w:p w:rsidR="00555A00" w:rsidP="00555A00" w:rsidRDefault="00555A00" w14:paraId="3EDC8FDA" w14:textId="77777777">
      <w:pPr>
        <w:pStyle w:val="InfoPara"/>
      </w:pPr>
      <w:r>
        <w:t>Model Splits or Lumps</w:t>
      </w:r>
    </w:p>
    <w:p w:rsidRPr="00CA4B0B" w:rsidR="00555A00" w:rsidP="3FB09EA5" w:rsidRDefault="00555A00" w14:paraId="1C853F5D" w14:textId="529120FA">
      <w:pPr>
        <w:pStyle w:val="InfoPara"/>
        <w:rPr>
          <w:b w:val="0"/>
          <w:bCs w:val="0"/>
        </w:rPr>
      </w:pPr>
      <w:r w:rsidR="3FB09EA5">
        <w:rPr>
          <w:b w:val="0"/>
          <w:bCs w:val="0"/>
        </w:rPr>
        <w:t>This Biophysical Setting (</w:t>
      </w:r>
      <w:proofErr w:type="spellStart"/>
      <w:r w:rsidR="3FB09EA5">
        <w:rPr>
          <w:b w:val="0"/>
          <w:bCs w:val="0"/>
        </w:rPr>
        <w:t>BpS</w:t>
      </w:r>
      <w:proofErr w:type="spellEnd"/>
      <w:r w:rsidR="3FB09EA5">
        <w:rPr>
          <w:b w:val="0"/>
          <w:bCs w:val="0"/>
        </w:rPr>
        <w:t>) was split into frequent and infrequent fire variants so regional differences in fire frequency could be represented. The frequent fire variant applies to map zone 68 within level 2 ecoregions (Nowacki et al. 2001): Intermontane Boreal and Bering Tundra. In all other areas the infrequent fire variant applies.</w:t>
      </w:r>
    </w:p>
    <w:p w:rsidR="00B92FAD" w:rsidP="00B92FAD" w:rsidRDefault="00B92FAD" w14:paraId="268D5520" w14:textId="77777777">
      <w:pPr>
        <w:pStyle w:val="InfoPara"/>
      </w:pPr>
      <w:r>
        <w:t>Geographic Range</w:t>
      </w:r>
    </w:p>
    <w:p w:rsidR="00B92FAD" w:rsidP="00B92FAD" w:rsidRDefault="00B92FAD" w14:paraId="1707802C" w14:textId="77777777">
      <w:r>
        <w:t>This BpS occurs throughout arctic AK and in MZ76, from the Bristol Bay lowlands in southwestern AK to the North Slope on the Arctic Ocean.</w:t>
      </w:r>
    </w:p>
    <w:p w:rsidR="00B92FAD" w:rsidP="00B92FAD" w:rsidRDefault="00B92FAD" w14:paraId="15CCDFC5" w14:textId="77777777">
      <w:pPr>
        <w:pStyle w:val="InfoPara"/>
      </w:pPr>
      <w:r>
        <w:t>Biophysical Site Description</w:t>
      </w:r>
    </w:p>
    <w:p w:rsidR="00B92FAD" w:rsidP="00B92FAD" w:rsidRDefault="00B92FAD" w14:paraId="6FB13C7D" w14:textId="53535A98">
      <w:r>
        <w:t>This system is common on mountain and hill slopes, drained lake basins, stabilized dunes</w:t>
      </w:r>
      <w:r w:rsidR="000A5807">
        <w:t>,</w:t>
      </w:r>
      <w:r>
        <w:t xml:space="preserve"> and snow</w:t>
      </w:r>
      <w:r w:rsidR="000A5807">
        <w:t xml:space="preserve"> </w:t>
      </w:r>
      <w:r>
        <w:t>beds (Boggs et al. 2008). Permafrost is present.</w:t>
      </w:r>
    </w:p>
    <w:p w:rsidR="00B92FAD" w:rsidP="00B92FAD" w:rsidRDefault="00B92FAD" w14:paraId="7D6A82E3" w14:textId="77777777">
      <w:pPr>
        <w:pStyle w:val="InfoPara"/>
      </w:pPr>
      <w:r>
        <w:t>Vegetation Description</w:t>
      </w:r>
    </w:p>
    <w:p w:rsidR="00B92FAD" w:rsidP="00B92FAD" w:rsidRDefault="00B92FAD" w14:paraId="7A2C4BDA" w14:textId="77777777">
      <w:r>
        <w:t>The following information was taken from the draft Arctic Ecological Systems description (Boggs et al. 2008):</w:t>
      </w:r>
    </w:p>
    <w:p w:rsidR="00B92FAD" w:rsidP="00B92FAD" w:rsidRDefault="00B92FAD" w14:paraId="1066E11C" w14:textId="383634E3">
      <w:r>
        <w:t>The mesic sedge-willow tundra system is codominated by sedges and dwarf- and low</w:t>
      </w:r>
      <w:r w:rsidR="000A5807">
        <w:t>-</w:t>
      </w:r>
      <w:r>
        <w:t xml:space="preserve">shrubs, although low-shrub cover is &lt;25%; </w:t>
      </w:r>
      <w:r w:rsidRPr="000A5807">
        <w:rPr>
          <w:i/>
          <w:iCs/>
        </w:rPr>
        <w:t>Salix</w:t>
      </w:r>
      <w:r>
        <w:t xml:space="preserve"> cover is &gt;20%. The dominant shrubs </w:t>
      </w:r>
      <w:r w:rsidR="00C70D12">
        <w:t xml:space="preserve">species </w:t>
      </w:r>
      <w:r>
        <w:t xml:space="preserve">are </w:t>
      </w:r>
      <w:r w:rsidRPr="000A5807">
        <w:rPr>
          <w:i/>
          <w:iCs/>
        </w:rPr>
        <w:t>Salix pulchra, Salix richardsonii</w:t>
      </w:r>
      <w:r>
        <w:t xml:space="preserve"> (= </w:t>
      </w:r>
      <w:r w:rsidRPr="000A5807">
        <w:rPr>
          <w:i/>
          <w:iCs/>
        </w:rPr>
        <w:t>Salix lanata</w:t>
      </w:r>
      <w:r>
        <w:t xml:space="preserve">), </w:t>
      </w:r>
      <w:r w:rsidRPr="000A5807">
        <w:rPr>
          <w:i/>
          <w:iCs/>
        </w:rPr>
        <w:t xml:space="preserve">Betula nana </w:t>
      </w:r>
      <w:r w:rsidRPr="000A5807">
        <w:t>and</w:t>
      </w:r>
      <w:r w:rsidRPr="000A5807">
        <w:rPr>
          <w:i/>
          <w:iCs/>
        </w:rPr>
        <w:t xml:space="preserve"> Vaccinium uliginosum</w:t>
      </w:r>
      <w:r>
        <w:t xml:space="preserve">. The dominant sedges are </w:t>
      </w:r>
      <w:r w:rsidRPr="000A5807">
        <w:rPr>
          <w:i/>
          <w:iCs/>
        </w:rPr>
        <w:t xml:space="preserve">Carex aquatilis, Eriophorum angustifolium, </w:t>
      </w:r>
      <w:r w:rsidRPr="000A5807">
        <w:t>and</w:t>
      </w:r>
      <w:r w:rsidRPr="000A5807">
        <w:rPr>
          <w:i/>
          <w:iCs/>
        </w:rPr>
        <w:t xml:space="preserve"> Carex microchaeta</w:t>
      </w:r>
      <w:r>
        <w:t xml:space="preserve">. Other include </w:t>
      </w:r>
      <w:r w:rsidRPr="000A5807">
        <w:rPr>
          <w:i/>
          <w:iCs/>
        </w:rPr>
        <w:t>Petasites frigidus, Polemonium acutiflorum</w:t>
      </w:r>
      <w:r w:rsidR="000A5807">
        <w:rPr>
          <w:i/>
          <w:iCs/>
        </w:rPr>
        <w:t>,</w:t>
      </w:r>
      <w:r w:rsidRPr="000A5807">
        <w:rPr>
          <w:i/>
          <w:iCs/>
        </w:rPr>
        <w:t xml:space="preserve"> </w:t>
      </w:r>
      <w:r w:rsidRPr="000A5807">
        <w:t>and</w:t>
      </w:r>
      <w:r w:rsidRPr="000A5807">
        <w:rPr>
          <w:i/>
          <w:iCs/>
        </w:rPr>
        <w:t xml:space="preserve"> Sphagnum</w:t>
      </w:r>
      <w:r>
        <w:t xml:space="preserve"> spp.</w:t>
      </w:r>
    </w:p>
    <w:p w:rsidR="00B92FAD" w:rsidP="00B92FAD" w:rsidRDefault="00B92FAD" w14:paraId="55D6ACD6"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SAPU15</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pulchra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Tealeaf 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SARI4</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richardsonii</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Richardson's 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BENA</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Betula nana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Dwarf birch</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VAUL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Vaccinium uliginosum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Bog blueberry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CAAQ</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Carex aquatilis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Water sedge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ERAN6</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Eriophorum angustifolium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Tall cottongrass</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CAMI4</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Carex microchaeta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Smallawned sedge</w:t>
            </w:r>
          </w:p>
        </w:tc>
      </w:tr>
    </w:tbl>
    <w:p>
      <w:r>
        <w:rPr>
          <w:sz w:val="16"/>
        </w:rPr>
        <w:t>Species names are from the NRCS PLANTS database. Check species codes at http://plants.usda.gov.</w:t>
      </w:r>
    </w:p>
    <w:p w:rsidR="00B92FAD" w:rsidP="00B92FAD" w:rsidRDefault="00B92FAD" w14:paraId="02512349" w14:textId="77777777">
      <w:pPr>
        <w:pStyle w:val="InfoPara"/>
      </w:pPr>
      <w:r>
        <w:t>Disturbance Description</w:t>
      </w:r>
    </w:p>
    <w:p w:rsidR="00B92FAD" w:rsidP="00B92FAD" w:rsidRDefault="00B92FAD" w14:paraId="7DC3573F" w14:textId="77777777">
      <w:r>
        <w:t>The successional status of this BpS is unclear but some communities appear to be stable (Viereck et al. 1992; II.C.2.h and II.D.1.b). Drier site conditions may lead to the development of tussock tundra while wetter site conditions may lead to the loss of shrubs and development of a wet sedge meadow community (Viereck et al. 1992; II.C.2.h.).</w:t>
      </w:r>
    </w:p>
    <w:p w:rsidR="00B92FAD" w:rsidP="00B92FAD" w:rsidRDefault="00B92FAD" w14:paraId="49F700C7" w14:textId="77777777"/>
    <w:p w:rsidR="00B92FAD" w:rsidP="00B92FAD" w:rsidRDefault="00555A00" w14:paraId="23E5AAA3" w14:textId="300953F6">
      <w:r w:rsidRPr="001424A9">
        <w:t>The fire regime of tundra systems</w:t>
      </w:r>
      <w:r>
        <w:t xml:space="preserve"> </w:t>
      </w:r>
      <w:r w:rsidRPr="001424A9">
        <w:t>vari</w:t>
      </w:r>
      <w:r>
        <w:t>es</w:t>
      </w:r>
      <w:r w:rsidRPr="001424A9">
        <w:t xml:space="preserve"> from one region to another</w:t>
      </w:r>
      <w:r w:rsidR="00023E3E">
        <w:t>,</w:t>
      </w:r>
      <w:r w:rsidRPr="001424A9">
        <w:t xml:space="preserve"> making generalizations difficult (Viereck and Schandelmeier 1980)</w:t>
      </w:r>
      <w:r>
        <w:t xml:space="preserve">, and rapid recovery following fire makes fire frequency difficult to determine (Wein 1971). </w:t>
      </w:r>
      <w:r w:rsidR="00B92FAD">
        <w:t>Sedge-dryas dominated sites would likely burn with the adjacent tussock tundra, but the wetter sedge-willow dominated sites likely would not carry fire (personal communication Arctic modeling meeting April 2008).</w:t>
      </w:r>
      <w:r>
        <w:t xml:space="preserve"> </w:t>
      </w:r>
      <w:r w:rsidRPr="00985210">
        <w:t xml:space="preserve">Charcoal </w:t>
      </w:r>
      <w:r w:rsidRPr="00985210" w:rsidR="00023E3E">
        <w:t>sediment-based</w:t>
      </w:r>
      <w:r w:rsidRPr="00985210">
        <w:t xml:space="preserve"> </w:t>
      </w:r>
      <w:r>
        <w:t xml:space="preserve">estimates of fire frequency for tundra in the Brook Range and to the north report fire frequencies of well over 1000 years </w:t>
      </w:r>
      <w:r w:rsidRPr="00985210">
        <w:t>(Sae-Lim et al. 2019).</w:t>
      </w:r>
      <w:r>
        <w:t xml:space="preserve"> More frequent fire has been reported for arctic tundra in the Noatak Watershed and Yukon-Kuskokwim Delta </w:t>
      </w:r>
      <w:r w:rsidRPr="00985210">
        <w:t>(Sae-Lim et al. 2019)</w:t>
      </w:r>
      <w:r>
        <w:t xml:space="preserve">. </w:t>
      </w:r>
    </w:p>
    <w:p w:rsidR="00943241" w:rsidP="00B92FAD" w:rsidRDefault="00943241" w14:paraId="55C72E6D" w14:textId="77777777"/>
    <w:p w:rsidR="00B92FAD" w:rsidP="00B92FAD" w:rsidRDefault="00B92FAD" w14:paraId="554CE9A2" w14:textId="0B8D2D14">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253</w:t>
            </w:r>
          </w:p>
        </w:tc>
        <w:tc>
          <w:p>
            <w:pPr>
              <w:jc w:val="center"/>
            </w:pPr>
            <w:r>
              <w:t>100</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253</w:t>
            </w:r>
          </w:p>
        </w:tc>
        <w:tc>
          <w:p>
            <w:pPr>
              <w:jc w:val="center"/>
            </w:pPr>
            <w:r>
              <w:t>100</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B92FAD" w:rsidP="00B92FAD" w:rsidRDefault="00B92FAD" w14:paraId="7B1E2786" w14:textId="77777777">
      <w:pPr>
        <w:pStyle w:val="InfoPara"/>
      </w:pPr>
      <w:r>
        <w:t>Scale Description</w:t>
      </w:r>
    </w:p>
    <w:p w:rsidR="00B92FAD" w:rsidP="00B92FAD" w:rsidRDefault="00B92FAD" w14:paraId="4EDF4B0C" w14:textId="77777777">
      <w:r>
        <w:t>Patch size is small to large.</w:t>
      </w:r>
    </w:p>
    <w:p w:rsidR="00B92FAD" w:rsidP="00B92FAD" w:rsidRDefault="00B92FAD" w14:paraId="57E13107" w14:textId="77777777">
      <w:pPr>
        <w:pStyle w:val="InfoPara"/>
      </w:pPr>
      <w:r>
        <w:t>Adjacency or Identification Concerns</w:t>
      </w:r>
    </w:p>
    <w:p w:rsidR="00B92FAD" w:rsidP="00B92FAD" w:rsidRDefault="00B92FAD" w14:paraId="7522B939" w14:textId="77777777">
      <w:r>
        <w:t>This BpS may occur adjacent to tussock tundra. It could be confused with Arctic Mesic-Wet Willow Shrubland but is distinguished by the sedge component.</w:t>
      </w:r>
    </w:p>
    <w:p w:rsidR="00B92FAD" w:rsidP="00B92FAD" w:rsidRDefault="00B92FAD" w14:paraId="5028BE2F" w14:textId="26BC96FD">
      <w:pPr>
        <w:pStyle w:val="InfoPara"/>
      </w:pPr>
      <w:r>
        <w:t>Issues or Problems</w:t>
      </w:r>
    </w:p>
    <w:p w:rsidR="00F9664B" w:rsidP="00F9664B" w:rsidRDefault="00F9664B" w14:paraId="0FB629F7" w14:textId="216DD800">
      <w:r w:rsidRPr="001F1600">
        <w:t>In 2015 an extensive search was done by FEIS staff to locate information for a synthesis on</w:t>
      </w:r>
      <w:r w:rsidR="009F4859">
        <w:t>f</w:t>
      </w:r>
      <w:r w:rsidRPr="001F1600">
        <w:t xml:space="preserve">Fire regimes of Alaskan </w:t>
      </w:r>
      <w:r w:rsidRPr="00A94672">
        <w:rPr>
          <w:color w:val="000000"/>
          <w:shd w:val="clear" w:color="auto" w:fill="FFFFFF"/>
        </w:rPr>
        <w:t>alder and willow shrublands</w:t>
      </w:r>
      <w:r>
        <w:rPr>
          <w:color w:val="000000"/>
          <w:shd w:val="clear" w:color="auto" w:fill="FFFFFF"/>
        </w:rPr>
        <w:t xml:space="preserve"> (Innes 2015)</w:t>
      </w:r>
      <w:r w:rsidRPr="001F1600">
        <w:t xml:space="preserve">. </w:t>
      </w:r>
      <w:r>
        <w:t xml:space="preserve">At that time, </w:t>
      </w:r>
      <w:r w:rsidRPr="00A94672">
        <w:rPr>
          <w:color w:val="000000"/>
          <w:shd w:val="clear" w:color="auto" w:fill="FFFFFF"/>
        </w:rPr>
        <w:t>the scientific literature about fire regimes in Alaska</w:t>
      </w:r>
      <w:r>
        <w:rPr>
          <w:color w:val="000000"/>
          <w:shd w:val="clear" w:color="auto" w:fill="FFFFFF"/>
        </w:rPr>
        <w:t>n alder and willow shrublands was</w:t>
      </w:r>
      <w:r w:rsidRPr="00A94672">
        <w:rPr>
          <w:color w:val="000000"/>
          <w:shd w:val="clear" w:color="auto" w:fill="FFFFFF"/>
        </w:rPr>
        <w:t xml:space="preserve"> scarce. Descriptions of fire ignition, season, pattern, and size specific to alder and willow shrublands w</w:t>
      </w:r>
      <w:r>
        <w:rPr>
          <w:color w:val="000000"/>
          <w:shd w:val="clear" w:color="auto" w:fill="FFFFFF"/>
        </w:rPr>
        <w:t>ere not found in the literature</w:t>
      </w:r>
      <w:r w:rsidRPr="00A94672">
        <w:rPr>
          <w:color w:val="000000"/>
          <w:shd w:val="clear" w:color="auto" w:fill="FFFFFF"/>
        </w:rPr>
        <w:t xml:space="preserve">. </w:t>
      </w:r>
      <w:r>
        <w:t>In 2013, a similar review was done for Alaska tundra systems (Innes 2013). This report notes: “</w:t>
      </w:r>
      <w:r w:rsidRPr="00201EE1">
        <w:t>Due to a scarcity of information, LANDFIRE's Biophysical Settings Models lack information on fire regimes for most of the Alaskan tundra communities included in this review. A lack of fire records hinders knowledge of fire regimes in many communities. Where fire records are available, their quality is often noted as a concern.</w:t>
      </w:r>
      <w:r>
        <w:t>”</w:t>
      </w:r>
    </w:p>
    <w:p w:rsidR="00B92FAD" w:rsidP="00B92FAD" w:rsidRDefault="00B92FAD" w14:paraId="2F05BC55" w14:textId="77777777">
      <w:pPr>
        <w:pStyle w:val="InfoPara"/>
      </w:pPr>
      <w:r>
        <w:t>Native Uncharacteristic Conditions</w:t>
      </w:r>
    </w:p>
    <w:p w:rsidR="009203F1" w:rsidP="009203F1" w:rsidRDefault="009203F1" w14:paraId="09B858CD" w14:textId="0D488C02">
      <w:r>
        <w:t xml:space="preserve">For discussion on contemporary changes in this BpS see Innes 2015. </w:t>
      </w:r>
    </w:p>
    <w:p w:rsidR="00B92FAD" w:rsidP="00B92FAD" w:rsidRDefault="00B92FAD" w14:paraId="36C747F0" w14:textId="77777777">
      <w:pPr>
        <w:pStyle w:val="InfoPara"/>
      </w:pPr>
      <w:r>
        <w:t>Comments</w:t>
      </w:r>
    </w:p>
    <w:p w:rsidR="00201EE1" w:rsidP="008E3BFE" w:rsidRDefault="00201EE1" w14:paraId="7A3158CD" w14:textId="077B9A06">
      <w:r w:rsidRPr="00A3201F">
        <w:t>1/2023</w:t>
      </w:r>
      <w:r>
        <w:t xml:space="preserve"> Kori Blankenship split the BpS model and description into frequent and infrequent fire model variants based on feedback from participants in the virtual Tundra Work Session held in the winter 2022. </w:t>
      </w:r>
      <w:r w:rsidR="00F9664B">
        <w:t>For the frequent fire model</w:t>
      </w:r>
      <w:r w:rsidR="001C08D8">
        <w:t>,</w:t>
      </w:r>
      <w:r w:rsidR="00F9664B">
        <w:t xml:space="preserve"> it was assumed that fire would be less frequent than </w:t>
      </w:r>
      <w:r w:rsidR="00F9664B">
        <w:t>the tussock tundra and shrub-tussock tundra BpS. It was difficult to select a fire frequency for the infrequent fire variant because studies report frequencies of ~1600 to 6000 years for tundra ecosystems in and north of the Brooks Range and from ~140 to 6000 in the Yukon-Kuskokwim Delta ecoregion (</w:t>
      </w:r>
      <w:r w:rsidRPr="00985210" w:rsidR="00F9664B">
        <w:t>Sae-Lim et al. 2019</w:t>
      </w:r>
      <w:r w:rsidR="00F9664B">
        <w:t>). Because fire is generally so infrequent, fire related successional dynamics are not included in this model.</w:t>
      </w:r>
      <w:r w:rsidR="007606EE">
        <w:t xml:space="preserve"> Reviewer feedback is needed to refine the geographic range of the frequent and infrequent fire model variants.</w:t>
      </w:r>
    </w:p>
    <w:p w:rsidR="00201EE1" w:rsidP="00B92FAD" w:rsidRDefault="00201EE1" w14:paraId="793B4BF0" w14:textId="77777777"/>
    <w:p w:rsidR="00140177" w:rsidP="00B92FAD" w:rsidRDefault="009203F1" w14:paraId="70EEEB56" w14:textId="61BB2580">
      <w:r>
        <w:t>For LANDFIRE National</w:t>
      </w:r>
      <w:r w:rsidR="00E252C4">
        <w:t>,</w:t>
      </w:r>
      <w:r>
        <w:t xml:space="preserve"> this </w:t>
      </w:r>
      <w:r w:rsidR="00B92FAD">
        <w:t>system was created for the AK Arctic region and did not receive review for other regions in the state.</w:t>
      </w:r>
      <w:r>
        <w:t xml:space="preserve"> </w:t>
      </w:r>
      <w:r w:rsidR="00B92FAD">
        <w:t>This model was created by Kori Blankenship and Keith Boggs based input from experts who attended the LANDFIRE Arctic Modeling Meeting (April 2008) and the draft Arctic Ecological Systems description (Boggs et al. 2008).</w:t>
      </w:r>
    </w:p>
    <w:p w:rsidR="00B92FAD" w:rsidP="00B92FAD" w:rsidRDefault="00B92FAD" w14:paraId="49668BFD" w14:textId="77777777">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B92FAD" w:rsidP="00B92FAD" w:rsidRDefault="00B92FAD" w14:paraId="110EDD21" w14:textId="0983FDB5">
      <w:pPr>
        <w:pStyle w:val="InfoPara"/>
        <w:pBdr>
          <w:top w:val="single" w:color="auto" w:sz="4" w:space="1"/>
        </w:pBdr>
      </w:pPr>
      <w:r xmlns:w="http://schemas.openxmlformats.org/wordprocessingml/2006/main">
        <w:t>Class A</w:t>
      </w:r>
      <w:r xmlns:w="http://schemas.openxmlformats.org/wordprocessingml/2006/main">
        <w:tab/>
        <w:t>4</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1 - All Structures</w:t>
      </w:r>
    </w:p>
    <w:p w:rsidR="00B92FAD" w:rsidP="00B92FAD" w:rsidRDefault="00B92FAD" w14:paraId="009CEA68" w14:textId="77777777"/>
    <w:p w:rsidR="00B92FAD" w:rsidP="00B92FAD" w:rsidRDefault="00B92FAD" w14:paraId="1ED9566C" w14:textId="77777777">
      <w:pPr>
        <w:pStyle w:val="SClassInfoPara"/>
      </w:pPr>
      <w:r>
        <w:t>Indicator Species</w:t>
      </w:r>
    </w:p>
    <w:tbl>
      <w:tblPr>
        <w:tblW w:w="944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76"/>
        <w:gridCol w:w="2961"/>
        <w:gridCol w:w="2340"/>
        <w:gridCol w:w="2970"/>
      </w:tblGrid>
      <w:tr w:rsidRPr="00B92FAD" w:rsidR="00B92FAD" w:rsidTr="00F6306F" w14:paraId="466E2141" w14:textId="77777777">
        <w:tc>
          <w:tcPr>
            <w:tcW w:w="1176" w:type="dxa"/>
            <w:tcBorders>
              <w:top w:val="single" w:color="auto" w:sz="2" w:space="0"/>
              <w:bottom w:val="single" w:color="000000" w:sz="12" w:space="0"/>
            </w:tcBorders>
            <w:shd w:val="clear" w:color="auto" w:fill="auto"/>
          </w:tcPr>
          <w:p w:rsidRPr="00B92FAD" w:rsidR="00B92FAD" w:rsidP="00FD3DFF" w:rsidRDefault="00B92FAD" w14:paraId="12D54162" w14:textId="77777777">
            <w:pPr>
              <w:rPr>
                <w:b/>
                <w:bCs/>
              </w:rPr>
            </w:pPr>
            <w:r w:rsidRPr="00B92FAD">
              <w:rPr>
                <w:b/>
                <w:bCs/>
              </w:rPr>
              <w:t>Symbol</w:t>
            </w:r>
          </w:p>
        </w:tc>
        <w:tc>
          <w:tcPr>
            <w:tcW w:w="2961" w:type="dxa"/>
            <w:tcBorders>
              <w:top w:val="single" w:color="auto" w:sz="2" w:space="0"/>
              <w:bottom w:val="single" w:color="000000" w:sz="12" w:space="0"/>
            </w:tcBorders>
            <w:shd w:val="clear" w:color="auto" w:fill="auto"/>
          </w:tcPr>
          <w:p w:rsidRPr="00B92FAD" w:rsidR="00B92FAD" w:rsidP="00FD3DFF" w:rsidRDefault="00B92FAD" w14:paraId="1A3A0AE8" w14:textId="77777777">
            <w:pPr>
              <w:rPr>
                <w:b/>
                <w:bCs/>
              </w:rPr>
            </w:pPr>
            <w:r w:rsidRPr="00B92FAD">
              <w:rPr>
                <w:b/>
                <w:bCs/>
              </w:rPr>
              <w:t>Scientific Name</w:t>
            </w:r>
          </w:p>
        </w:tc>
        <w:tc>
          <w:tcPr>
            <w:tcW w:w="2340" w:type="dxa"/>
            <w:tcBorders>
              <w:top w:val="single" w:color="auto" w:sz="2" w:space="0"/>
              <w:bottom w:val="single" w:color="000000" w:sz="12" w:space="0"/>
            </w:tcBorders>
            <w:shd w:val="clear" w:color="auto" w:fill="auto"/>
          </w:tcPr>
          <w:p w:rsidRPr="00B92FAD" w:rsidR="00B92FAD" w:rsidP="00FD3DFF" w:rsidRDefault="00B92FAD" w14:paraId="3FC12E40" w14:textId="77777777">
            <w:pPr>
              <w:rPr>
                <w:b/>
                <w:bCs/>
              </w:rPr>
            </w:pPr>
            <w:r w:rsidRPr="00B92FAD">
              <w:rPr>
                <w:b/>
                <w:bCs/>
              </w:rPr>
              <w:t>Common Name</w:t>
            </w:r>
          </w:p>
        </w:tc>
        <w:tc>
          <w:tcPr>
            <w:tcW w:w="2970" w:type="dxa"/>
            <w:tcBorders>
              <w:top w:val="single" w:color="auto" w:sz="2" w:space="0"/>
              <w:bottom w:val="single" w:color="000000" w:sz="12" w:space="0"/>
            </w:tcBorders>
            <w:shd w:val="clear" w:color="auto" w:fill="auto"/>
          </w:tcPr>
          <w:p w:rsidRPr="00B92FAD" w:rsidR="00B92FAD" w:rsidP="00FD3DFF" w:rsidRDefault="00B92FAD" w14:paraId="711825C6" w14:textId="77777777">
            <w:pPr>
              <w:rPr>
                <w:b/>
                <w:bCs/>
              </w:rPr>
            </w:pPr>
            <w:r w:rsidRPr="00B92FAD">
              <w:rPr>
                <w:b/>
                <w:bCs/>
              </w:rPr>
              <w:t>Canopy Position</w:t>
            </w:r>
          </w:p>
        </w:tc>
      </w:tr>
      <w:tr w:rsidRPr="00B92FAD" w:rsidR="00DF5B02" w:rsidTr="00F6306F" w14:paraId="4E056D20" w14:textId="77777777">
        <w:tc>
          <w:tcPr>
            <w:tcW w:w="1176" w:type="dxa"/>
            <w:shd w:val="clear" w:color="auto" w:fill="auto"/>
          </w:tcPr>
          <w:p w:rsidRPr="00B92FAD" w:rsidR="00DF5B02" w:rsidP="00DF5B02" w:rsidRDefault="00DF5B02" w14:paraId="14A30878" w14:textId="0294CB0B">
            <w:pPr>
              <w:rPr>
                <w:bCs/>
              </w:rPr>
            </w:pPr>
            <w:r w:rsidRPr="00B92FAD">
              <w:rPr>
                <w:bCs/>
              </w:rPr>
              <w:t>CAMI4</w:t>
            </w:r>
          </w:p>
        </w:tc>
        <w:tc>
          <w:tcPr>
            <w:tcW w:w="2961" w:type="dxa"/>
            <w:shd w:val="clear" w:color="auto" w:fill="auto"/>
          </w:tcPr>
          <w:p w:rsidRPr="00A632AC" w:rsidR="00DF5B02" w:rsidP="00DF5B02" w:rsidRDefault="00DF5B02" w14:paraId="4D889665" w14:textId="213E1135">
            <w:pPr>
              <w:rPr>
                <w:i/>
                <w:iCs/>
              </w:rPr>
            </w:pPr>
            <w:r w:rsidRPr="00A632AC">
              <w:rPr>
                <w:i/>
                <w:iCs/>
              </w:rPr>
              <w:t>Carex microchaeta</w:t>
            </w:r>
          </w:p>
        </w:tc>
        <w:tc>
          <w:tcPr>
            <w:tcW w:w="2340" w:type="dxa"/>
            <w:shd w:val="clear" w:color="auto" w:fill="auto"/>
          </w:tcPr>
          <w:p w:rsidRPr="00B92FAD" w:rsidR="00DF5B02" w:rsidP="00DF5B02" w:rsidRDefault="00DF5B02" w14:paraId="0BFE8061" w14:textId="6526D82D">
            <w:r w:rsidRPr="00B92FAD">
              <w:t>Smallawned sedge</w:t>
            </w:r>
          </w:p>
        </w:tc>
        <w:tc>
          <w:tcPr>
            <w:tcW w:w="2970" w:type="dxa"/>
            <w:shd w:val="clear" w:color="auto" w:fill="auto"/>
          </w:tcPr>
          <w:p w:rsidRPr="00B92FAD" w:rsidR="00DF5B02" w:rsidP="00DF5B02" w:rsidRDefault="00DF5B02" w14:paraId="3D8FBAFE" w14:textId="77777777">
            <w:r w:rsidRPr="00B92FAD">
              <w:t>Upper</w:t>
            </w:r>
          </w:p>
        </w:tc>
      </w:tr>
      <w:tr w:rsidRPr="00B92FAD" w:rsidR="00DF5B02" w:rsidTr="00F6306F" w14:paraId="4866E290" w14:textId="77777777">
        <w:tc>
          <w:tcPr>
            <w:tcW w:w="1176" w:type="dxa"/>
            <w:shd w:val="clear" w:color="auto" w:fill="auto"/>
          </w:tcPr>
          <w:p w:rsidRPr="00B92FAD" w:rsidR="00DF5B02" w:rsidP="00DF5B02" w:rsidRDefault="00DF5B02" w14:paraId="41385013" w14:textId="1E40107D">
            <w:pPr>
              <w:rPr>
                <w:bCs/>
              </w:rPr>
            </w:pPr>
            <w:r w:rsidRPr="00B92FAD">
              <w:rPr>
                <w:bCs/>
              </w:rPr>
              <w:t>CAAQ</w:t>
            </w:r>
          </w:p>
        </w:tc>
        <w:tc>
          <w:tcPr>
            <w:tcW w:w="2961" w:type="dxa"/>
            <w:shd w:val="clear" w:color="auto" w:fill="auto"/>
          </w:tcPr>
          <w:p w:rsidRPr="00A632AC" w:rsidR="00DF5B02" w:rsidP="00DF5B02" w:rsidRDefault="00DF5B02" w14:paraId="2864AE83" w14:textId="1AC55298">
            <w:pPr>
              <w:rPr>
                <w:i/>
                <w:iCs/>
              </w:rPr>
            </w:pPr>
            <w:r w:rsidRPr="00A632AC">
              <w:rPr>
                <w:i/>
                <w:iCs/>
              </w:rPr>
              <w:t>Carex aquatilis</w:t>
            </w:r>
          </w:p>
        </w:tc>
        <w:tc>
          <w:tcPr>
            <w:tcW w:w="2340" w:type="dxa"/>
            <w:shd w:val="clear" w:color="auto" w:fill="auto"/>
          </w:tcPr>
          <w:p w:rsidRPr="00B92FAD" w:rsidR="00DF5B02" w:rsidP="00DF5B02" w:rsidRDefault="00DF5B02" w14:paraId="3987A79D" w14:textId="1EFE5A20">
            <w:r w:rsidRPr="00B92FAD">
              <w:t>Water sedge</w:t>
            </w:r>
          </w:p>
        </w:tc>
        <w:tc>
          <w:tcPr>
            <w:tcW w:w="2970" w:type="dxa"/>
            <w:shd w:val="clear" w:color="auto" w:fill="auto"/>
          </w:tcPr>
          <w:p w:rsidRPr="00B92FAD" w:rsidR="00DF5B02" w:rsidP="00DF5B02" w:rsidRDefault="00DF5B02" w14:paraId="24360B94" w14:textId="77777777">
            <w:r w:rsidRPr="00B92FAD">
              <w:t>Upper</w:t>
            </w:r>
          </w:p>
        </w:tc>
      </w:tr>
      <w:tr w:rsidRPr="00B92FAD" w:rsidR="00DF5B02" w:rsidTr="00F6306F" w14:paraId="18FAD01F" w14:textId="77777777">
        <w:tc>
          <w:tcPr>
            <w:tcW w:w="1176" w:type="dxa"/>
            <w:shd w:val="clear" w:color="auto" w:fill="auto"/>
          </w:tcPr>
          <w:p w:rsidRPr="00B92FAD" w:rsidR="00DF5B02" w:rsidP="00DF5B02" w:rsidRDefault="00DF5B02" w14:paraId="4FF4D324" w14:textId="690F06DB">
            <w:pPr>
              <w:rPr>
                <w:bCs/>
              </w:rPr>
            </w:pPr>
            <w:r w:rsidRPr="00B92FAD">
              <w:rPr>
                <w:bCs/>
              </w:rPr>
              <w:t>ERAN6</w:t>
            </w:r>
          </w:p>
        </w:tc>
        <w:tc>
          <w:tcPr>
            <w:tcW w:w="2961" w:type="dxa"/>
            <w:shd w:val="clear" w:color="auto" w:fill="auto"/>
          </w:tcPr>
          <w:p w:rsidRPr="00A632AC" w:rsidR="00DF5B02" w:rsidP="00DF5B02" w:rsidRDefault="00DF5B02" w14:paraId="7E54E59D" w14:textId="0086F859">
            <w:pPr>
              <w:rPr>
                <w:i/>
                <w:iCs/>
              </w:rPr>
            </w:pPr>
            <w:r w:rsidRPr="00A632AC">
              <w:rPr>
                <w:i/>
                <w:iCs/>
              </w:rPr>
              <w:t>Eriophorum angustifolium</w:t>
            </w:r>
          </w:p>
        </w:tc>
        <w:tc>
          <w:tcPr>
            <w:tcW w:w="2340" w:type="dxa"/>
            <w:shd w:val="clear" w:color="auto" w:fill="auto"/>
          </w:tcPr>
          <w:p w:rsidRPr="00B92FAD" w:rsidR="00DF5B02" w:rsidP="00DF5B02" w:rsidRDefault="00DF5B02" w14:paraId="19F9BA90" w14:textId="54F21A50">
            <w:r w:rsidRPr="00B92FAD">
              <w:t>Tall cottongrass</w:t>
            </w:r>
          </w:p>
        </w:tc>
        <w:tc>
          <w:tcPr>
            <w:tcW w:w="2970" w:type="dxa"/>
            <w:shd w:val="clear" w:color="auto" w:fill="auto"/>
          </w:tcPr>
          <w:p w:rsidRPr="00B92FAD" w:rsidR="00DF5B02" w:rsidP="00DF5B02" w:rsidRDefault="00DF5B02" w14:paraId="1C76E9FA" w14:textId="56FAD14A">
            <w:r>
              <w:t>Upper</w:t>
            </w:r>
          </w:p>
        </w:tc>
      </w:tr>
    </w:tbl>
    <w:p w:rsidR="00B92FAD" w:rsidP="00B92FAD" w:rsidRDefault="00B92FAD" w14:paraId="2E0E9830" w14:textId="77777777"/>
    <w:p w:rsidR="00B92FAD" w:rsidP="00B92FAD" w:rsidRDefault="00B92FAD" w14:paraId="00F1362B" w14:textId="77777777">
      <w:pPr>
        <w:pStyle w:val="SClassInfoPara"/>
      </w:pPr>
      <w:r>
        <w:t>Description</w:t>
      </w:r>
    </w:p>
    <w:p w:rsidR="00DF5B02" w:rsidP="00C70D12" w:rsidRDefault="00DF5B02" w14:paraId="40E3C1BB" w14:textId="1ED44D5A">
      <w:pPr>
        <w:pStyle w:val="InfoPara"/>
      </w:pPr>
      <w:r>
        <w:rPr>
          <w:b w:val="0"/>
        </w:rPr>
        <w:t>In the f</w:t>
      </w:r>
      <w:r w:rsidRPr="00C70D12" w:rsidR="00C70D12">
        <w:rPr>
          <w:b w:val="0"/>
        </w:rPr>
        <w:t>irst year following fire</w:t>
      </w:r>
      <w:r>
        <w:rPr>
          <w:b w:val="0"/>
        </w:rPr>
        <w:t xml:space="preserve"> </w:t>
      </w:r>
      <w:r w:rsidRPr="00A632AC">
        <w:rPr>
          <w:b w:val="0"/>
          <w:i/>
          <w:iCs/>
        </w:rPr>
        <w:t>Eriophorum</w:t>
      </w:r>
      <w:r w:rsidRPr="00DF5B02">
        <w:rPr>
          <w:b w:val="0"/>
        </w:rPr>
        <w:t xml:space="preserve"> (cottongrass) and </w:t>
      </w:r>
      <w:r w:rsidRPr="00A632AC">
        <w:rPr>
          <w:b w:val="0"/>
          <w:i/>
          <w:iCs/>
        </w:rPr>
        <w:t>Carex</w:t>
      </w:r>
      <w:r w:rsidRPr="00DF5B02">
        <w:rPr>
          <w:b w:val="0"/>
        </w:rPr>
        <w:t xml:space="preserve"> spp. (sedges)</w:t>
      </w:r>
      <w:r w:rsidRPr="00C70D12" w:rsidR="00C70D12">
        <w:rPr>
          <w:b w:val="0"/>
        </w:rPr>
        <w:t xml:space="preserve"> regrow via rhizomes, most vascular species begin to recover,</w:t>
      </w:r>
      <w:r>
        <w:rPr>
          <w:b w:val="0"/>
        </w:rPr>
        <w:t xml:space="preserve"> and</w:t>
      </w:r>
      <w:r w:rsidRPr="00C70D12" w:rsidR="00C70D12">
        <w:rPr>
          <w:b w:val="0"/>
        </w:rPr>
        <w:t xml:space="preserve"> shrubs sprout from rootstock. Sedges often capture</w:t>
      </w:r>
      <w:r w:rsidR="00C70D12">
        <w:rPr>
          <w:b w:val="0"/>
        </w:rPr>
        <w:t xml:space="preserve"> the</w:t>
      </w:r>
      <w:r w:rsidRPr="00C70D12" w:rsidR="00C70D12">
        <w:rPr>
          <w:b w:val="0"/>
        </w:rPr>
        <w:t xml:space="preserve"> site 6-10yrs post fire. </w:t>
      </w:r>
    </w:p>
    <w:p w:rsidR="00C70D12" w:rsidP="00C70D12" w:rsidRDefault="00C70D12" w14:paraId="2F922A2C" w14:textId="77777777"/>
    <w:p>
      <w:r>
        <w:rPr>
          <w:i/>
          <w:u w:val="single"/>
        </w:rPr>
        <w:t>Maximum Tree Size Class</w:t>
      </w:r>
      <w:br/>
      <w:r>
        <w:t>None</w:t>
      </w:r>
    </w:p>
    <w:p w:rsidR="00C70D12" w:rsidP="00C70D12" w:rsidRDefault="00C70D12" w14:paraId="1568A361" w14:textId="295CF711">
      <w:pPr>
        <w:pStyle w:val="InfoPara"/>
        <w:pBdr>
          <w:top w:val="single" w:color="auto" w:sz="4" w:space="1"/>
        </w:pBdr>
      </w:pPr>
      <w:r xmlns:w="http://schemas.openxmlformats.org/wordprocessingml/2006/main">
        <w:t>Class B</w:t>
      </w:r>
      <w:r xmlns:w="http://schemas.openxmlformats.org/wordprocessingml/2006/main">
        <w:tab/>
        <w:t>96</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1 - All Structures</w:t>
      </w:r>
    </w:p>
    <w:p w:rsidR="00C70D12" w:rsidP="00C70D12" w:rsidRDefault="00C70D12" w14:paraId="14AFD22E" w14:textId="77777777"/>
    <w:p w:rsidR="00C70D12" w:rsidP="00C70D12" w:rsidRDefault="00C70D12" w14:paraId="381EE988" w14:textId="030CAB9B">
      <w:pPr>
        <w:pStyle w:val="SClassInfoPara"/>
      </w:pPr>
      <w:r>
        <w:t>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76"/>
        <w:gridCol w:w="2961"/>
        <w:gridCol w:w="2430"/>
        <w:gridCol w:w="2970"/>
      </w:tblGrid>
      <w:tr w:rsidRPr="00B92FAD" w:rsidR="00DF5B02" w:rsidTr="00F6306F" w14:paraId="51147A80" w14:textId="77777777">
        <w:tc>
          <w:tcPr>
            <w:tcW w:w="1176" w:type="dxa"/>
            <w:tcBorders>
              <w:top w:val="single" w:color="auto" w:sz="2" w:space="0"/>
              <w:bottom w:val="single" w:color="000000" w:sz="12" w:space="0"/>
            </w:tcBorders>
            <w:shd w:val="clear" w:color="auto" w:fill="auto"/>
          </w:tcPr>
          <w:p w:rsidRPr="00B92FAD" w:rsidR="00DF5B02" w:rsidP="00143346" w:rsidRDefault="00DF5B02" w14:paraId="5674BBD7" w14:textId="77777777">
            <w:pPr>
              <w:rPr>
                <w:b/>
                <w:bCs/>
              </w:rPr>
            </w:pPr>
            <w:r w:rsidRPr="00B92FAD">
              <w:rPr>
                <w:b/>
                <w:bCs/>
              </w:rPr>
              <w:t>Symbol</w:t>
            </w:r>
          </w:p>
        </w:tc>
        <w:tc>
          <w:tcPr>
            <w:tcW w:w="2961" w:type="dxa"/>
            <w:tcBorders>
              <w:top w:val="single" w:color="auto" w:sz="2" w:space="0"/>
              <w:bottom w:val="single" w:color="000000" w:sz="12" w:space="0"/>
            </w:tcBorders>
            <w:shd w:val="clear" w:color="auto" w:fill="auto"/>
          </w:tcPr>
          <w:p w:rsidRPr="00B92FAD" w:rsidR="00DF5B02" w:rsidP="00143346" w:rsidRDefault="00DF5B02" w14:paraId="57571087" w14:textId="77777777">
            <w:pPr>
              <w:rPr>
                <w:b/>
                <w:bCs/>
              </w:rPr>
            </w:pPr>
            <w:r w:rsidRPr="00B92FAD">
              <w:rPr>
                <w:b/>
                <w:bCs/>
              </w:rPr>
              <w:t>Scientific Name</w:t>
            </w:r>
          </w:p>
        </w:tc>
        <w:tc>
          <w:tcPr>
            <w:tcW w:w="2430" w:type="dxa"/>
            <w:tcBorders>
              <w:top w:val="single" w:color="auto" w:sz="2" w:space="0"/>
              <w:bottom w:val="single" w:color="000000" w:sz="12" w:space="0"/>
            </w:tcBorders>
            <w:shd w:val="clear" w:color="auto" w:fill="auto"/>
          </w:tcPr>
          <w:p w:rsidRPr="00B92FAD" w:rsidR="00DF5B02" w:rsidP="00143346" w:rsidRDefault="00DF5B02" w14:paraId="4221FAB0" w14:textId="77777777">
            <w:pPr>
              <w:rPr>
                <w:b/>
                <w:bCs/>
              </w:rPr>
            </w:pPr>
            <w:r w:rsidRPr="00B92FAD">
              <w:rPr>
                <w:b/>
                <w:bCs/>
              </w:rPr>
              <w:t>Common Name</w:t>
            </w:r>
          </w:p>
        </w:tc>
        <w:tc>
          <w:tcPr>
            <w:tcW w:w="2970" w:type="dxa"/>
            <w:tcBorders>
              <w:top w:val="single" w:color="auto" w:sz="2" w:space="0"/>
              <w:bottom w:val="single" w:color="000000" w:sz="12" w:space="0"/>
            </w:tcBorders>
            <w:shd w:val="clear" w:color="auto" w:fill="auto"/>
          </w:tcPr>
          <w:p w:rsidRPr="00B92FAD" w:rsidR="00DF5B02" w:rsidP="00143346" w:rsidRDefault="00DF5B02" w14:paraId="2C9AFE24" w14:textId="77777777">
            <w:pPr>
              <w:rPr>
                <w:b/>
                <w:bCs/>
              </w:rPr>
            </w:pPr>
            <w:r w:rsidRPr="00B92FAD">
              <w:rPr>
                <w:b/>
                <w:bCs/>
              </w:rPr>
              <w:t>Canopy Position</w:t>
            </w:r>
          </w:p>
        </w:tc>
      </w:tr>
      <w:tr w:rsidRPr="00B92FAD" w:rsidR="00DF5B02" w:rsidTr="00F6306F" w14:paraId="322B4292" w14:textId="77777777">
        <w:tc>
          <w:tcPr>
            <w:tcW w:w="1176" w:type="dxa"/>
            <w:tcBorders>
              <w:top w:val="single" w:color="000000" w:sz="12" w:space="0"/>
            </w:tcBorders>
            <w:shd w:val="clear" w:color="auto" w:fill="auto"/>
          </w:tcPr>
          <w:p w:rsidRPr="00B92FAD" w:rsidR="00DF5B02" w:rsidP="00143346" w:rsidRDefault="00DF5B02" w14:paraId="19AC6F06" w14:textId="77777777">
            <w:pPr>
              <w:rPr>
                <w:bCs/>
              </w:rPr>
            </w:pPr>
            <w:r w:rsidRPr="00B92FAD">
              <w:rPr>
                <w:bCs/>
              </w:rPr>
              <w:t>SAPU15</w:t>
            </w:r>
          </w:p>
        </w:tc>
        <w:tc>
          <w:tcPr>
            <w:tcW w:w="2961" w:type="dxa"/>
            <w:tcBorders>
              <w:top w:val="single" w:color="000000" w:sz="12" w:space="0"/>
            </w:tcBorders>
            <w:shd w:val="clear" w:color="auto" w:fill="auto"/>
          </w:tcPr>
          <w:p w:rsidRPr="00A632AC" w:rsidR="00DF5B02" w:rsidP="00143346" w:rsidRDefault="00DF5B02" w14:paraId="072BE996" w14:textId="77777777">
            <w:pPr>
              <w:rPr>
                <w:i/>
                <w:iCs/>
              </w:rPr>
            </w:pPr>
            <w:r w:rsidRPr="00A632AC">
              <w:rPr>
                <w:i/>
                <w:iCs/>
              </w:rPr>
              <w:t>Salix pulchra</w:t>
            </w:r>
          </w:p>
        </w:tc>
        <w:tc>
          <w:tcPr>
            <w:tcW w:w="2430" w:type="dxa"/>
            <w:tcBorders>
              <w:top w:val="single" w:color="000000" w:sz="12" w:space="0"/>
            </w:tcBorders>
            <w:shd w:val="clear" w:color="auto" w:fill="auto"/>
          </w:tcPr>
          <w:p w:rsidRPr="00B92FAD" w:rsidR="00DF5B02" w:rsidP="00143346" w:rsidRDefault="00DF5B02" w14:paraId="3AACE002" w14:textId="77777777">
            <w:r w:rsidRPr="00B92FAD">
              <w:t>Tealeaf willow</w:t>
            </w:r>
          </w:p>
        </w:tc>
        <w:tc>
          <w:tcPr>
            <w:tcW w:w="2970" w:type="dxa"/>
            <w:tcBorders>
              <w:top w:val="single" w:color="000000" w:sz="12" w:space="0"/>
            </w:tcBorders>
            <w:shd w:val="clear" w:color="auto" w:fill="auto"/>
          </w:tcPr>
          <w:p w:rsidRPr="00B92FAD" w:rsidR="00DF5B02" w:rsidP="00143346" w:rsidRDefault="00DF5B02" w14:paraId="151A6F44" w14:textId="77777777">
            <w:r w:rsidRPr="00B92FAD">
              <w:t>Upper</w:t>
            </w:r>
          </w:p>
        </w:tc>
      </w:tr>
      <w:tr w:rsidRPr="00B92FAD" w:rsidR="00DF5B02" w:rsidTr="00F6306F" w14:paraId="37DF8C5F" w14:textId="77777777">
        <w:tc>
          <w:tcPr>
            <w:tcW w:w="1176" w:type="dxa"/>
            <w:shd w:val="clear" w:color="auto" w:fill="auto"/>
          </w:tcPr>
          <w:p w:rsidRPr="00B92FAD" w:rsidR="00DF5B02" w:rsidP="00143346" w:rsidRDefault="00DF5B02" w14:paraId="40A59DBA" w14:textId="77777777">
            <w:pPr>
              <w:rPr>
                <w:bCs/>
              </w:rPr>
            </w:pPr>
            <w:r w:rsidRPr="00B92FAD">
              <w:rPr>
                <w:bCs/>
              </w:rPr>
              <w:t>SARI4</w:t>
            </w:r>
          </w:p>
        </w:tc>
        <w:tc>
          <w:tcPr>
            <w:tcW w:w="2961" w:type="dxa"/>
            <w:shd w:val="clear" w:color="auto" w:fill="auto"/>
          </w:tcPr>
          <w:p w:rsidRPr="00A632AC" w:rsidR="00DF5B02" w:rsidP="00143346" w:rsidRDefault="00DF5B02" w14:paraId="2CA0B560" w14:textId="77777777">
            <w:pPr>
              <w:rPr>
                <w:i/>
                <w:iCs/>
              </w:rPr>
            </w:pPr>
            <w:r w:rsidRPr="00A632AC">
              <w:rPr>
                <w:i/>
                <w:iCs/>
              </w:rPr>
              <w:t>Salix richardsonii</w:t>
            </w:r>
          </w:p>
        </w:tc>
        <w:tc>
          <w:tcPr>
            <w:tcW w:w="2430" w:type="dxa"/>
            <w:shd w:val="clear" w:color="auto" w:fill="auto"/>
          </w:tcPr>
          <w:p w:rsidRPr="00B92FAD" w:rsidR="00DF5B02" w:rsidP="00143346" w:rsidRDefault="00DF5B02" w14:paraId="2C5ADE52" w14:textId="77777777">
            <w:r w:rsidRPr="00B92FAD">
              <w:t>Richardson's willow</w:t>
            </w:r>
          </w:p>
        </w:tc>
        <w:tc>
          <w:tcPr>
            <w:tcW w:w="2970" w:type="dxa"/>
            <w:shd w:val="clear" w:color="auto" w:fill="auto"/>
          </w:tcPr>
          <w:p w:rsidRPr="00B92FAD" w:rsidR="00DF5B02" w:rsidP="00143346" w:rsidRDefault="00DF5B02" w14:paraId="350FBD57" w14:textId="77777777">
            <w:r w:rsidRPr="00B92FAD">
              <w:t>Upper</w:t>
            </w:r>
          </w:p>
        </w:tc>
      </w:tr>
      <w:tr w:rsidRPr="00B92FAD" w:rsidR="00DF5B02" w:rsidTr="00F6306F" w14:paraId="618A6FA3" w14:textId="77777777">
        <w:tc>
          <w:tcPr>
            <w:tcW w:w="1176" w:type="dxa"/>
            <w:shd w:val="clear" w:color="auto" w:fill="auto"/>
          </w:tcPr>
          <w:p w:rsidRPr="00B92FAD" w:rsidR="00DF5B02" w:rsidP="00143346" w:rsidRDefault="00DF5B02" w14:paraId="1618E338" w14:textId="77777777">
            <w:pPr>
              <w:rPr>
                <w:bCs/>
              </w:rPr>
            </w:pPr>
            <w:r w:rsidRPr="00B92FAD">
              <w:rPr>
                <w:bCs/>
              </w:rPr>
              <w:t>BENA</w:t>
            </w:r>
          </w:p>
        </w:tc>
        <w:tc>
          <w:tcPr>
            <w:tcW w:w="2961" w:type="dxa"/>
            <w:shd w:val="clear" w:color="auto" w:fill="auto"/>
          </w:tcPr>
          <w:p w:rsidRPr="00A632AC" w:rsidR="00DF5B02" w:rsidP="00143346" w:rsidRDefault="00DF5B02" w14:paraId="53D1927D" w14:textId="77777777">
            <w:pPr>
              <w:rPr>
                <w:i/>
                <w:iCs/>
              </w:rPr>
            </w:pPr>
            <w:r w:rsidRPr="00A632AC">
              <w:rPr>
                <w:i/>
                <w:iCs/>
              </w:rPr>
              <w:t>Betula nana</w:t>
            </w:r>
          </w:p>
        </w:tc>
        <w:tc>
          <w:tcPr>
            <w:tcW w:w="2430" w:type="dxa"/>
            <w:shd w:val="clear" w:color="auto" w:fill="auto"/>
          </w:tcPr>
          <w:p w:rsidRPr="00B92FAD" w:rsidR="00DF5B02" w:rsidP="00143346" w:rsidRDefault="00DF5B02" w14:paraId="29EDB9A0" w14:textId="77777777">
            <w:r w:rsidRPr="00B92FAD">
              <w:t>Dwarf birch</w:t>
            </w:r>
          </w:p>
        </w:tc>
        <w:tc>
          <w:tcPr>
            <w:tcW w:w="2970" w:type="dxa"/>
            <w:shd w:val="clear" w:color="auto" w:fill="auto"/>
          </w:tcPr>
          <w:p w:rsidRPr="00B92FAD" w:rsidR="00DF5B02" w:rsidP="00143346" w:rsidRDefault="00DF5B02" w14:paraId="1FF6FE67" w14:textId="77777777">
            <w:r w:rsidRPr="00B92FAD">
              <w:t>Upper</w:t>
            </w:r>
          </w:p>
        </w:tc>
      </w:tr>
      <w:tr w:rsidRPr="00B92FAD" w:rsidR="00DF5B02" w:rsidTr="00F6306F" w14:paraId="3420C297" w14:textId="77777777">
        <w:tc>
          <w:tcPr>
            <w:tcW w:w="1176" w:type="dxa"/>
            <w:shd w:val="clear" w:color="auto" w:fill="auto"/>
          </w:tcPr>
          <w:p w:rsidRPr="00B92FAD" w:rsidR="00DF5B02" w:rsidP="00143346" w:rsidRDefault="00DF5B02" w14:paraId="16E99F3A" w14:textId="77777777">
            <w:pPr>
              <w:rPr>
                <w:bCs/>
              </w:rPr>
            </w:pPr>
            <w:r w:rsidRPr="00B92FAD">
              <w:rPr>
                <w:bCs/>
              </w:rPr>
              <w:t>VAUL</w:t>
            </w:r>
          </w:p>
        </w:tc>
        <w:tc>
          <w:tcPr>
            <w:tcW w:w="2961" w:type="dxa"/>
            <w:shd w:val="clear" w:color="auto" w:fill="auto"/>
          </w:tcPr>
          <w:p w:rsidRPr="00A632AC" w:rsidR="00DF5B02" w:rsidP="00143346" w:rsidRDefault="00DF5B02" w14:paraId="1B8E33D6" w14:textId="77777777">
            <w:pPr>
              <w:rPr>
                <w:i/>
                <w:iCs/>
              </w:rPr>
            </w:pPr>
            <w:r w:rsidRPr="00A632AC">
              <w:rPr>
                <w:i/>
                <w:iCs/>
              </w:rPr>
              <w:t>Vaccinium uliginosum</w:t>
            </w:r>
          </w:p>
        </w:tc>
        <w:tc>
          <w:tcPr>
            <w:tcW w:w="2430" w:type="dxa"/>
            <w:shd w:val="clear" w:color="auto" w:fill="auto"/>
          </w:tcPr>
          <w:p w:rsidRPr="00B92FAD" w:rsidR="00DF5B02" w:rsidP="00143346" w:rsidRDefault="00DF5B02" w14:paraId="39676253" w14:textId="77777777">
            <w:r w:rsidRPr="00B92FAD">
              <w:t>Bog blueberry</w:t>
            </w:r>
          </w:p>
        </w:tc>
        <w:tc>
          <w:tcPr>
            <w:tcW w:w="2970" w:type="dxa"/>
            <w:shd w:val="clear" w:color="auto" w:fill="auto"/>
          </w:tcPr>
          <w:p w:rsidRPr="00B92FAD" w:rsidR="00DF5B02" w:rsidP="00143346" w:rsidRDefault="00DF5B02" w14:paraId="4E33CBDD" w14:textId="77777777">
            <w:r w:rsidRPr="00B92FAD">
              <w:t>Upper</w:t>
            </w:r>
          </w:p>
        </w:tc>
      </w:tr>
    </w:tbl>
    <w:p w:rsidR="00C70D12" w:rsidP="00C70D12" w:rsidRDefault="00C70D12" w14:paraId="47088DEA" w14:textId="77777777"/>
    <w:p w:rsidR="00C70D12" w:rsidP="00C70D12" w:rsidRDefault="00C70D12" w14:paraId="2E3937EE" w14:textId="77777777">
      <w:pPr>
        <w:pStyle w:val="SClassInfoPara"/>
      </w:pPr>
      <w:r>
        <w:t>Description</w:t>
      </w:r>
    </w:p>
    <w:p w:rsidR="00DF5B02" w:rsidP="00C70D12" w:rsidRDefault="00DF5B02" w14:paraId="679153CE" w14:textId="6BC582D5">
      <w:r>
        <w:t xml:space="preserve">Shrub cover returns to pre-burn levels about 10 years post fire (Frost et al. 2020). </w:t>
      </w:r>
    </w:p>
    <w:p>
      <w:r>
        <w:rPr>
          <w:i/>
          <w:u w:val="single"/>
        </w:rPr>
        <w:t>Maximum Tree Size Class</w:t>
      </w:r>
      <w:br/>
      <w:r>
        <w:t>None</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Early1:ALL</w:t>
            </w:r>
          </w:p>
        </w:tc>
        <w:tc>
          <w:p>
            <w:pPr>
              <w:jc w:val="center"/>
            </w:pPr>
            <w:r>
              <w:rPr>
                <w:sz w:val="20"/>
              </w:rPr>
              <w:t>0</w:t>
            </w:r>
          </w:p>
        </w:tc>
        <w:tc>
          <w:p>
            <w:pPr>
              <w:jc w:val="center"/>
            </w:pPr>
            <w:r>
              <w:rPr>
                <w:sz w:val="20"/>
              </w:rPr>
              <w:t>Late1:ALL</w:t>
            </w:r>
          </w:p>
        </w:tc>
        <w:tc>
          <w:p>
            <w:pPr>
              <w:jc w:val="center"/>
            </w:pPr>
            <w:r>
              <w:rPr>
                <w:sz w:val="20"/>
              </w:rPr>
              <w:t>9</w:t>
            </w:r>
          </w:p>
        </w:tc>
      </w:tr>
      <w:tr>
        <w:tc>
          <w:p>
            <w:pPr>
              <w:jc w:val="center"/>
            </w:pPr>
            <w:r>
              <w:rPr>
                <w:sz w:val="20"/>
              </w:rPr>
              <w:t>Late1:ALL</w:t>
            </w:r>
          </w:p>
        </w:tc>
        <w:tc>
          <w:p>
            <w:pPr>
              <w:jc w:val="center"/>
            </w:pPr>
            <w:r>
              <w:rPr>
                <w:sz w:val="20"/>
              </w:rPr>
              <w:t>10</w:t>
            </w:r>
          </w:p>
        </w:tc>
        <w:tc>
          <w:p>
            <w:pPr>
              <w:jc w:val="center"/>
            </w:pPr>
            <w:r>
              <w:rPr>
                <w:sz w:val="20"/>
              </w:rPr>
              <w:t>Late1:ALL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Replacement Fire</w:t>
            </w:r>
          </w:p>
        </w:tc>
        <w:tc>
          <w:p>
            <w:pPr>
              <w:jc w:val="center"/>
            </w:pPr>
            <w:r>
              <w:rPr>
                <w:sz w:val="20"/>
              </w:rPr>
              <w:t>Early1:ALL</w:t>
            </w:r>
          </w:p>
        </w:tc>
        <w:tc>
          <w:p>
            <w:pPr>
              <w:jc w:val="center"/>
            </w:pPr>
            <w:r>
              <w:rPr>
                <w:sz w:val="20"/>
              </w:rPr>
              <w:t>Early1:ALL</w:t>
            </w:r>
          </w:p>
        </w:tc>
        <w:tc>
          <w:p>
            <w:pPr>
              <w:jc w:val="center"/>
            </w:pPr>
            <w:r>
              <w:rPr>
                <w:sz w:val="20"/>
              </w:rPr>
              <w:t>0.004</w:t>
            </w:r>
          </w:p>
        </w:tc>
        <w:tc>
          <w:p>
            <w:pPr>
              <w:jc w:val="center"/>
            </w:pPr>
            <w:r>
              <w:rPr>
                <w:sz w:val="20"/>
              </w:rPr>
              <w:t>250</w:t>
            </w:r>
          </w:p>
        </w:tc>
        <w:tc>
          <w:p>
            <w:pPr>
              <w:jc w:val="center"/>
            </w:pPr>
            <w:r>
              <w:rPr>
                <w:sz w:val="20"/>
              </w:rPr>
              <w:t>Yes</w:t>
            </w:r>
          </w:p>
        </w:tc>
        <w:tc>
          <w:p>
            <w:pPr>
              <w:jc w:val="center"/>
            </w:pPr>
            <w:r>
              <w:rPr>
                <w:sz w:val="20"/>
              </w:rPr>
              <w:t>0</w:t>
            </w:r>
          </w:p>
        </w:tc>
      </w:tr>
      <w:tr>
        <w:tc>
          <w:p>
            <w:pPr>
              <w:jc w:val="center"/>
            </w:pPr>
            <w:r>
              <w:rPr>
                <w:sz w:val="20"/>
              </w:rPr>
              <w:t>Replacement Fire</w:t>
            </w:r>
          </w:p>
        </w:tc>
        <w:tc>
          <w:p>
            <w:pPr>
              <w:jc w:val="center"/>
            </w:pPr>
            <w:r>
              <w:rPr>
                <w:sz w:val="20"/>
              </w:rPr>
              <w:t>Late1:ALL</w:t>
            </w:r>
          </w:p>
        </w:tc>
        <w:tc>
          <w:p>
            <w:pPr>
              <w:jc w:val="center"/>
            </w:pPr>
            <w:r>
              <w:rPr>
                <w:sz w:val="20"/>
              </w:rPr>
              <w:t>Early1:ALL</w:t>
            </w:r>
          </w:p>
        </w:tc>
        <w:tc>
          <w:p>
            <w:pPr>
              <w:jc w:val="center"/>
            </w:pPr>
            <w:r>
              <w:rPr>
                <w:sz w:val="20"/>
              </w:rPr>
              <w:t>0.004</w:t>
            </w:r>
          </w:p>
        </w:tc>
        <w:tc>
          <w:p>
            <w:pPr>
              <w:jc w:val="center"/>
            </w:pPr>
            <w:r>
              <w:rPr>
                <w:sz w:val="20"/>
              </w:rPr>
              <w:t>250</w:t>
            </w:r>
          </w:p>
        </w:tc>
        <w:tc>
          <w:p>
            <w:pPr>
              <w:jc w:val="center"/>
            </w:pPr>
            <w:r>
              <w:rPr>
                <w:sz w:val="20"/>
              </w:rPr>
              <w:t>Yes</w:t>
            </w:r>
          </w:p>
        </w:tc>
        <w:tc>
          <w:p>
            <w:pPr>
              <w:jc w:val="center"/>
            </w:pPr>
            <w:r>
              <w:rPr>
                <w:sz w:val="20"/>
              </w:rPr>
              <w:t>0</w:t>
            </w:r>
          </w:p>
        </w:tc>
      </w:tr>
    </w:tbl>
    <w:p>
      <w:r>
        <w:t/>
      </w:r>
    </w:p>
    <w:p>
      <w:pPr xmlns:w="http://schemas.openxmlformats.org/wordprocessingml/2006/main">
        <w:pStyle w:val="ReportSection"/>
      </w:pPr>
      <w:r xmlns:w="http://schemas.openxmlformats.org/wordprocessingml/2006/main">
        <w:t>References</w:t>
      </w:r>
    </w:p>
    <w:p>
      <w:r>
        <w:t/>
      </w:r>
    </w:p>
    <w:p w:rsidR="00B92FAD" w:rsidP="00B92FAD" w:rsidRDefault="00B92FAD" w14:paraId="30D5E225" w14:textId="1AA3D9A0">
      <w:r>
        <w:t xml:space="preserve">Boggs et al. 2008. International Ecological Classification Standard: Terrestrial Ecological Classifications. Draft Ecological Systems Description for the Alaska Arctic Region. </w:t>
      </w:r>
    </w:p>
    <w:p w:rsidR="00201EE1" w:rsidP="00B92FAD" w:rsidRDefault="00201EE1" w14:paraId="1AE0829A" w14:textId="22C1A346"/>
    <w:p w:rsidRPr="00FE0D89" w:rsidR="00DF5B02" w:rsidP="00DF5B02" w:rsidRDefault="00DF5B02" w14:paraId="434F3C18" w14:textId="77777777">
      <w:r w:rsidRPr="00143346">
        <w:rPr>
          <w:color w:val="333333"/>
        </w:rPr>
        <w:t>Frost, G.V. </w:t>
      </w:r>
      <w:r w:rsidRPr="00143346">
        <w:rPr>
          <w:rStyle w:val="Emphasis"/>
          <w:color w:val="333333"/>
          <w:bdr w:val="none" w:color="auto" w:sz="0" w:space="0" w:frame="1"/>
        </w:rPr>
        <w:t>et al</w:t>
      </w:r>
      <w:r w:rsidRPr="00143346">
        <w:rPr>
          <w:color w:val="333333"/>
        </w:rPr>
        <w:t xml:space="preserve">. 2020. Multi-decadal patterns of vegetation succession after tundra fire on the Yukon-Kuskokwim Delta, Alaska. </w:t>
      </w:r>
      <w:r w:rsidRPr="00F6306F">
        <w:rPr>
          <w:rStyle w:val="Emphasis"/>
          <w:i w:val="0"/>
          <w:iCs w:val="0"/>
          <w:color w:val="333333"/>
          <w:bdr w:val="none" w:color="auto" w:sz="0" w:space="0" w:frame="1"/>
        </w:rPr>
        <w:t>Environ. Res. Lett.</w:t>
      </w:r>
      <w:r w:rsidRPr="00F6306F">
        <w:rPr>
          <w:i/>
          <w:color w:val="333333"/>
        </w:rPr>
        <w:t> </w:t>
      </w:r>
      <w:r w:rsidRPr="00143346">
        <w:rPr>
          <w:color w:val="333333"/>
          <w:bdr w:val="none" w:color="auto" w:sz="0" w:space="0" w:frame="1"/>
        </w:rPr>
        <w:t>15</w:t>
      </w:r>
      <w:r w:rsidRPr="00143346">
        <w:rPr>
          <w:color w:val="333333"/>
        </w:rPr>
        <w:t> 025003</w:t>
      </w:r>
      <w:r>
        <w:rPr>
          <w:color w:val="333333"/>
        </w:rPr>
        <w:t>.</w:t>
      </w:r>
    </w:p>
    <w:p w:rsidR="00DF5B02" w:rsidP="00B92FAD" w:rsidRDefault="00DF5B02" w14:paraId="79A17D42" w14:textId="77777777"/>
    <w:p w:rsidRPr="00C568C2" w:rsidR="00201EE1" w:rsidP="00201EE1" w:rsidRDefault="00201EE1" w14:paraId="1F86189C" w14:textId="77777777">
      <w:r w:rsidRPr="00C568C2">
        <w:t>Innes, Robin J. 2013. Fire regimes of Alaskan tundra communities. In: Fire Effects Information System, [Online]. U.S. Department of Agriculture, Forest Service, Rocky Mountain Research Station, Fire Sciences Laboratory (Producer). Available: http://www.fs.fed.us</w:t>
      </w:r>
    </w:p>
    <w:p w:rsidR="00201EE1" w:rsidP="00B92FAD" w:rsidRDefault="00201EE1" w14:paraId="236CC9CA" w14:textId="4DAE29DB">
      <w:r w:rsidRPr="00C568C2">
        <w:t>/database/feis/fire_regimes/AK_tundra/all.html [2016, June 28].</w:t>
      </w:r>
    </w:p>
    <w:p w:rsidR="005D66D1" w:rsidP="00B92FAD" w:rsidRDefault="005D66D1" w14:paraId="185166C8" w14:textId="77777777"/>
    <w:p w:rsidR="00140177" w:rsidP="00140177" w:rsidRDefault="005D66D1" w14:paraId="05E0C91F" w14:textId="0ECC8499">
      <w:r>
        <w:t>I</w:t>
      </w:r>
      <w:r w:rsidRPr="001F1600" w:rsidR="00140177">
        <w:t>nnes, Robin J. 2015. Fire regimes of Alaskan alder and willow shrublands. In: Fire Effects Information System, [Online]. U.S. Department of Agriculture, Forest Service, Rocky Mountain Research Station, Missoula Fire Sciences Laboratory (Producer). Available: http://www.fs.fed.us/database/feis/fire_regimes/AK_alder_shrub/all.html [ 2016, August 3].</w:t>
      </w:r>
    </w:p>
    <w:p w:rsidR="00201EE1" w:rsidP="00140177" w:rsidRDefault="00201EE1" w14:paraId="5707A77D" w14:textId="5BB1524E"/>
    <w:p w:rsidR="00201EE1" w:rsidP="00201EE1" w:rsidRDefault="00201EE1" w14:paraId="3078EEC6" w14:textId="77777777">
      <w:pPr>
        <w:rPr>
          <w:color w:val="222222"/>
          <w:shd w:val="clear" w:color="auto" w:fill="FFFFFF"/>
        </w:rPr>
      </w:pPr>
      <w:r>
        <w:rPr>
          <w:color w:val="222222"/>
          <w:shd w:val="clear" w:color="auto" w:fill="FFFFFF"/>
        </w:rPr>
        <w:t>Sae-Lim, J., Russell, J. M., Vachula, R. S., Holmes, R. M., Mann, P. J., Schade, J. D., and Natali, S. M. 2019. Temperature-controlled tundra fire severity and frequency during the last millennium in the Yukon-Kuskokwim Delta, Alaska. The Holocene. 29(7): 1223-1233.</w:t>
      </w:r>
    </w:p>
    <w:p w:rsidR="00B92FAD" w:rsidP="00B92FAD" w:rsidRDefault="00B92FAD" w14:paraId="0D1285B5" w14:textId="77777777"/>
    <w:p w:rsidR="00B92FAD" w:rsidP="00B92FAD" w:rsidRDefault="00B92FAD" w14:paraId="1AA016D2" w14:textId="77777777">
      <w:r>
        <w:t>Viereck, L.A., Dyrness, C.T., Batten, A.R., Wenzlick, K.J. 1992. The Alaska vegetation classification. Pacific Northwest Research Station, USDA Forest Service, Portland, OR. Gen. Tech. Rep. PNW-GTR286. 278 p.</w:t>
      </w:r>
    </w:p>
    <w:p w:rsidR="004D5F12" w:rsidP="00B92FAD" w:rsidRDefault="004D5F12" w14:paraId="0A983442" w14:textId="2648D58F"/>
    <w:p w:rsidR="00E94A11" w:rsidP="00E94A11" w:rsidRDefault="00E94A11" w14:paraId="47047F54" w14:textId="5F7001DD">
      <w:r w:rsidRPr="00E212EE">
        <w:t>Viereck, Leslie A.; Schandelmeier, Linda A. 1980. Effects of fire in Alaska and adjacent Canada: a literature review. BLM-Alaska Tech. Rep. 6, BLM/AK/TR-80/06. Anchorage, AK: U.S. Department of the Interior, Bureau of Land Management, Alaska State Office. 124 p</w:t>
      </w:r>
    </w:p>
    <w:p w:rsidR="00201EE1" w:rsidP="00E94A11" w:rsidRDefault="00201EE1" w14:paraId="67045A4B" w14:textId="2D08D560"/>
    <w:p w:rsidR="00201EE1" w:rsidP="00201EE1" w:rsidRDefault="00201EE1" w14:paraId="48B58337" w14:textId="77777777">
      <w:r w:rsidRPr="00C568C2">
        <w:t>Wein, R.W. 1971. Panel discussion: In: Slaughter, C.W., Barney, Richard J., and Hansen, G.M. (editors). 1971. Fire in the Northern Environment – A Symposium. Sponsors: Alaska Forest Fire Counc il and Society of American Foresters. Held at: The University of Alaska, Fairbanks. April 13-14, 1971. Published by: Pacific.</w:t>
      </w:r>
    </w:p>
    <w:p w:rsidRPr="00E212EE" w:rsidR="00201EE1" w:rsidP="00E94A11" w:rsidRDefault="00201EE1" w14:paraId="46EE8D74" w14:textId="77777777"/>
    <w:p w:rsidRPr="00A43E41" w:rsidR="00E94A11" w:rsidP="00B92FAD" w:rsidRDefault="00E94A11" w14:paraId="5335838C" w14:textId="77777777"/>
    <w:sectPr w:rsidRPr="00A43E41" w:rsidR="00E94A11" w:rsidSect="00FE41CA">
      <w:headerReference w:type="default" r:id="rId7"/>
      <w:footerReference w:type="default" r:id="rId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61EDD" w:rsidRDefault="00761EDD" w14:paraId="79648A8C" w14:textId="77777777">
      <w:r>
        <w:separator/>
      </w:r>
    </w:p>
  </w:endnote>
  <w:endnote w:type="continuationSeparator" w:id="0">
    <w:p w:rsidR="00761EDD" w:rsidRDefault="00761EDD" w14:paraId="7DCA0B2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92FAD" w:rsidP="00B92FAD" w:rsidRDefault="00B92FAD" w14:paraId="2DFC3223"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61EDD" w:rsidRDefault="00761EDD" w14:paraId="34507FE4" w14:textId="77777777">
      <w:r>
        <w:separator/>
      </w:r>
    </w:p>
  </w:footnote>
  <w:footnote w:type="continuationSeparator" w:id="0">
    <w:p w:rsidR="00761EDD" w:rsidRDefault="00761EDD" w14:paraId="37D23C68"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3E41" w:rsidP="00B92FAD" w:rsidRDefault="00A43E41" w14:paraId="4B3A682F"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474953906">
    <w:abstractNumId w:val="1"/>
  </w:num>
  <w:num w:numId="2" w16cid:durableId="1615090967">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FAD"/>
    <w:rsid w:val="00007C48"/>
    <w:rsid w:val="00023E3E"/>
    <w:rsid w:val="0003202F"/>
    <w:rsid w:val="0004797F"/>
    <w:rsid w:val="000534C5"/>
    <w:rsid w:val="00077A85"/>
    <w:rsid w:val="00097251"/>
    <w:rsid w:val="000A5807"/>
    <w:rsid w:val="000E1EC5"/>
    <w:rsid w:val="000E759B"/>
    <w:rsid w:val="00110079"/>
    <w:rsid w:val="00113A14"/>
    <w:rsid w:val="00117805"/>
    <w:rsid w:val="00140177"/>
    <w:rsid w:val="001514F9"/>
    <w:rsid w:val="00174486"/>
    <w:rsid w:val="00175C60"/>
    <w:rsid w:val="001824B8"/>
    <w:rsid w:val="00193946"/>
    <w:rsid w:val="00196C68"/>
    <w:rsid w:val="001A07B5"/>
    <w:rsid w:val="001A5277"/>
    <w:rsid w:val="001A6573"/>
    <w:rsid w:val="001C08D8"/>
    <w:rsid w:val="001E43F5"/>
    <w:rsid w:val="001F77AB"/>
    <w:rsid w:val="00201EE1"/>
    <w:rsid w:val="00205A47"/>
    <w:rsid w:val="002206B7"/>
    <w:rsid w:val="00220975"/>
    <w:rsid w:val="002233CE"/>
    <w:rsid w:val="00242A9C"/>
    <w:rsid w:val="00272B25"/>
    <w:rsid w:val="00292706"/>
    <w:rsid w:val="002A69B2"/>
    <w:rsid w:val="002E41A1"/>
    <w:rsid w:val="00300000"/>
    <w:rsid w:val="0031662A"/>
    <w:rsid w:val="00317111"/>
    <w:rsid w:val="003172E2"/>
    <w:rsid w:val="00320910"/>
    <w:rsid w:val="003319D8"/>
    <w:rsid w:val="00357DA6"/>
    <w:rsid w:val="0037413E"/>
    <w:rsid w:val="003C703C"/>
    <w:rsid w:val="003F322E"/>
    <w:rsid w:val="004148BE"/>
    <w:rsid w:val="00414DA8"/>
    <w:rsid w:val="00424E99"/>
    <w:rsid w:val="0042550C"/>
    <w:rsid w:val="0042737A"/>
    <w:rsid w:val="004375BE"/>
    <w:rsid w:val="00447BAA"/>
    <w:rsid w:val="00452B5E"/>
    <w:rsid w:val="00455D4C"/>
    <w:rsid w:val="00467245"/>
    <w:rsid w:val="004735F7"/>
    <w:rsid w:val="00476F39"/>
    <w:rsid w:val="00491F12"/>
    <w:rsid w:val="00492A22"/>
    <w:rsid w:val="004D24E0"/>
    <w:rsid w:val="004D5F12"/>
    <w:rsid w:val="004D6A70"/>
    <w:rsid w:val="004D7DCF"/>
    <w:rsid w:val="004E7DB5"/>
    <w:rsid w:val="005035F5"/>
    <w:rsid w:val="00503C61"/>
    <w:rsid w:val="00513848"/>
    <w:rsid w:val="00513AFB"/>
    <w:rsid w:val="0052386E"/>
    <w:rsid w:val="00530D3E"/>
    <w:rsid w:val="00537D33"/>
    <w:rsid w:val="0054090D"/>
    <w:rsid w:val="005446EB"/>
    <w:rsid w:val="00555A00"/>
    <w:rsid w:val="00557492"/>
    <w:rsid w:val="00571480"/>
    <w:rsid w:val="005B1DDE"/>
    <w:rsid w:val="005C10DA"/>
    <w:rsid w:val="005C7A42"/>
    <w:rsid w:val="005D0D3F"/>
    <w:rsid w:val="005D242C"/>
    <w:rsid w:val="005D3740"/>
    <w:rsid w:val="005D66D1"/>
    <w:rsid w:val="005E46EE"/>
    <w:rsid w:val="005E6650"/>
    <w:rsid w:val="005F3253"/>
    <w:rsid w:val="00605473"/>
    <w:rsid w:val="006115AB"/>
    <w:rsid w:val="006161B9"/>
    <w:rsid w:val="00616941"/>
    <w:rsid w:val="00621C0C"/>
    <w:rsid w:val="0063157E"/>
    <w:rsid w:val="00634703"/>
    <w:rsid w:val="00646981"/>
    <w:rsid w:val="00653235"/>
    <w:rsid w:val="00680BD0"/>
    <w:rsid w:val="006E57D4"/>
    <w:rsid w:val="006F39FC"/>
    <w:rsid w:val="00720032"/>
    <w:rsid w:val="00722B5D"/>
    <w:rsid w:val="0074072B"/>
    <w:rsid w:val="00740E0B"/>
    <w:rsid w:val="00747459"/>
    <w:rsid w:val="007606EE"/>
    <w:rsid w:val="00761EDD"/>
    <w:rsid w:val="00772476"/>
    <w:rsid w:val="007742B4"/>
    <w:rsid w:val="007A721A"/>
    <w:rsid w:val="007A7797"/>
    <w:rsid w:val="007B514C"/>
    <w:rsid w:val="007B5284"/>
    <w:rsid w:val="007C7863"/>
    <w:rsid w:val="0080166D"/>
    <w:rsid w:val="00804888"/>
    <w:rsid w:val="00820371"/>
    <w:rsid w:val="00821A9F"/>
    <w:rsid w:val="0083018E"/>
    <w:rsid w:val="0084119C"/>
    <w:rsid w:val="00844388"/>
    <w:rsid w:val="00850C8E"/>
    <w:rsid w:val="0087316E"/>
    <w:rsid w:val="00875276"/>
    <w:rsid w:val="008779C3"/>
    <w:rsid w:val="00877F55"/>
    <w:rsid w:val="008931F5"/>
    <w:rsid w:val="008B400F"/>
    <w:rsid w:val="008E3BFE"/>
    <w:rsid w:val="008F01B1"/>
    <w:rsid w:val="008F41EE"/>
    <w:rsid w:val="00901CA2"/>
    <w:rsid w:val="00907797"/>
    <w:rsid w:val="009203F1"/>
    <w:rsid w:val="0093206E"/>
    <w:rsid w:val="00943241"/>
    <w:rsid w:val="00945DBA"/>
    <w:rsid w:val="009606C8"/>
    <w:rsid w:val="00966095"/>
    <w:rsid w:val="00986A7A"/>
    <w:rsid w:val="009903A9"/>
    <w:rsid w:val="009B03E6"/>
    <w:rsid w:val="009B232E"/>
    <w:rsid w:val="009D25CD"/>
    <w:rsid w:val="009D674B"/>
    <w:rsid w:val="009E0DB5"/>
    <w:rsid w:val="009E6357"/>
    <w:rsid w:val="009F3F19"/>
    <w:rsid w:val="009F4859"/>
    <w:rsid w:val="009F5F8E"/>
    <w:rsid w:val="009F747E"/>
    <w:rsid w:val="00A16194"/>
    <w:rsid w:val="00A2791D"/>
    <w:rsid w:val="00A309E2"/>
    <w:rsid w:val="00A36D75"/>
    <w:rsid w:val="00A43E41"/>
    <w:rsid w:val="00A6020D"/>
    <w:rsid w:val="00A632AC"/>
    <w:rsid w:val="00AB3795"/>
    <w:rsid w:val="00AC4242"/>
    <w:rsid w:val="00AC570D"/>
    <w:rsid w:val="00AF1CDE"/>
    <w:rsid w:val="00AF1E11"/>
    <w:rsid w:val="00AF4B2B"/>
    <w:rsid w:val="00B145FE"/>
    <w:rsid w:val="00B30030"/>
    <w:rsid w:val="00B44A3C"/>
    <w:rsid w:val="00B60870"/>
    <w:rsid w:val="00B60C63"/>
    <w:rsid w:val="00B84C7B"/>
    <w:rsid w:val="00B92FAD"/>
    <w:rsid w:val="00BC14B6"/>
    <w:rsid w:val="00C07F5E"/>
    <w:rsid w:val="00C261B7"/>
    <w:rsid w:val="00C41DFA"/>
    <w:rsid w:val="00C47EAE"/>
    <w:rsid w:val="00C50B12"/>
    <w:rsid w:val="00C5204F"/>
    <w:rsid w:val="00C66E45"/>
    <w:rsid w:val="00C70D12"/>
    <w:rsid w:val="00C827A9"/>
    <w:rsid w:val="00C97EE8"/>
    <w:rsid w:val="00CA0BB9"/>
    <w:rsid w:val="00CA1418"/>
    <w:rsid w:val="00CA4B0B"/>
    <w:rsid w:val="00CB7469"/>
    <w:rsid w:val="00CD6118"/>
    <w:rsid w:val="00CD68F6"/>
    <w:rsid w:val="00CE79FF"/>
    <w:rsid w:val="00CF2056"/>
    <w:rsid w:val="00D060DC"/>
    <w:rsid w:val="00D16916"/>
    <w:rsid w:val="00D17369"/>
    <w:rsid w:val="00D178C7"/>
    <w:rsid w:val="00D306FA"/>
    <w:rsid w:val="00D367FB"/>
    <w:rsid w:val="00D422DB"/>
    <w:rsid w:val="00D46D39"/>
    <w:rsid w:val="00D52C2E"/>
    <w:rsid w:val="00D534D2"/>
    <w:rsid w:val="00D553D0"/>
    <w:rsid w:val="00D5569B"/>
    <w:rsid w:val="00D62775"/>
    <w:rsid w:val="00D81349"/>
    <w:rsid w:val="00D92158"/>
    <w:rsid w:val="00D95971"/>
    <w:rsid w:val="00DA63B1"/>
    <w:rsid w:val="00DB16CA"/>
    <w:rsid w:val="00DC22EA"/>
    <w:rsid w:val="00DC4BA7"/>
    <w:rsid w:val="00DD3902"/>
    <w:rsid w:val="00DE0F2D"/>
    <w:rsid w:val="00DE25D6"/>
    <w:rsid w:val="00DE40A7"/>
    <w:rsid w:val="00DE7AB5"/>
    <w:rsid w:val="00DF0616"/>
    <w:rsid w:val="00DF5B02"/>
    <w:rsid w:val="00E109E9"/>
    <w:rsid w:val="00E252C4"/>
    <w:rsid w:val="00E50BB8"/>
    <w:rsid w:val="00E61C50"/>
    <w:rsid w:val="00E73056"/>
    <w:rsid w:val="00E7520B"/>
    <w:rsid w:val="00E94A11"/>
    <w:rsid w:val="00EB0F43"/>
    <w:rsid w:val="00EB2776"/>
    <w:rsid w:val="00EC4A14"/>
    <w:rsid w:val="00EE247F"/>
    <w:rsid w:val="00EF02EA"/>
    <w:rsid w:val="00F06F11"/>
    <w:rsid w:val="00F32230"/>
    <w:rsid w:val="00F43204"/>
    <w:rsid w:val="00F6306F"/>
    <w:rsid w:val="00F86C13"/>
    <w:rsid w:val="00F948F2"/>
    <w:rsid w:val="00F9664B"/>
    <w:rsid w:val="00FE2EE9"/>
    <w:rsid w:val="00FE3B73"/>
    <w:rsid w:val="00FE41CA"/>
    <w:rsid w:val="00FE6871"/>
    <w:rsid w:val="00FF0FAC"/>
    <w:rsid w:val="3C941C69"/>
    <w:rsid w:val="3FB09E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E23B90"/>
  <w15:docId w15:val="{D5F448C5-7138-4E1B-BB62-4503D8D8888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ListParagraph">
    <w:name w:val="List Paragraph"/>
    <w:basedOn w:val="Normal"/>
    <w:uiPriority w:val="34"/>
    <w:qFormat/>
    <w:rsid w:val="005D3740"/>
    <w:pPr>
      <w:ind w:left="720"/>
    </w:pPr>
    <w:rPr>
      <w:rFonts w:ascii="Calibri" w:hAnsi="Calibri" w:eastAsia="Calibri"/>
      <w:sz w:val="22"/>
      <w:szCs w:val="22"/>
    </w:rPr>
  </w:style>
  <w:style w:type="character" w:styleId="Hyperlink">
    <w:name w:val="Hyperlink"/>
    <w:rsid w:val="005D3740"/>
    <w:rPr>
      <w:color w:val="0000FF"/>
      <w:u w:val="single"/>
    </w:rPr>
  </w:style>
  <w:style w:type="character" w:styleId="Strong">
    <w:name w:val="Strong"/>
    <w:basedOn w:val="DefaultParagraphFont"/>
    <w:uiPriority w:val="22"/>
    <w:qFormat/>
    <w:rsid w:val="00943241"/>
    <w:rPr>
      <w:b/>
      <w:bCs/>
    </w:rPr>
  </w:style>
  <w:style w:type="character" w:styleId="CommentReference">
    <w:name w:val="annotation reference"/>
    <w:basedOn w:val="DefaultParagraphFont"/>
    <w:uiPriority w:val="99"/>
    <w:semiHidden/>
    <w:unhideWhenUsed/>
    <w:rsid w:val="00943241"/>
    <w:rPr>
      <w:sz w:val="16"/>
      <w:szCs w:val="16"/>
    </w:rPr>
  </w:style>
  <w:style w:type="paragraph" w:styleId="CommentText">
    <w:name w:val="annotation text"/>
    <w:basedOn w:val="Normal"/>
    <w:link w:val="CommentTextChar"/>
    <w:uiPriority w:val="99"/>
    <w:semiHidden/>
    <w:unhideWhenUsed/>
    <w:rsid w:val="00943241"/>
    <w:rPr>
      <w:sz w:val="20"/>
      <w:szCs w:val="20"/>
    </w:rPr>
  </w:style>
  <w:style w:type="character" w:styleId="CommentTextChar" w:customStyle="1">
    <w:name w:val="Comment Text Char"/>
    <w:basedOn w:val="DefaultParagraphFont"/>
    <w:link w:val="CommentText"/>
    <w:uiPriority w:val="99"/>
    <w:semiHidden/>
    <w:rsid w:val="00943241"/>
  </w:style>
  <w:style w:type="paragraph" w:styleId="CommentSubject">
    <w:name w:val="annotation subject"/>
    <w:basedOn w:val="CommentText"/>
    <w:next w:val="CommentText"/>
    <w:link w:val="CommentSubjectChar"/>
    <w:uiPriority w:val="99"/>
    <w:semiHidden/>
    <w:unhideWhenUsed/>
    <w:rsid w:val="00943241"/>
    <w:rPr>
      <w:b/>
      <w:bCs/>
    </w:rPr>
  </w:style>
  <w:style w:type="character" w:styleId="CommentSubjectChar" w:customStyle="1">
    <w:name w:val="Comment Subject Char"/>
    <w:basedOn w:val="CommentTextChar"/>
    <w:link w:val="CommentSubject"/>
    <w:uiPriority w:val="99"/>
    <w:semiHidden/>
    <w:rsid w:val="00943241"/>
    <w:rPr>
      <w:b/>
      <w:bCs/>
    </w:rPr>
  </w:style>
  <w:style w:type="paragraph" w:styleId="BalloonText">
    <w:name w:val="Balloon Text"/>
    <w:basedOn w:val="Normal"/>
    <w:link w:val="BalloonTextChar"/>
    <w:uiPriority w:val="99"/>
    <w:semiHidden/>
    <w:unhideWhenUsed/>
    <w:rsid w:val="00943241"/>
    <w:rPr>
      <w:rFonts w:ascii="Segoe UI" w:hAnsi="Segoe UI" w:cs="Segoe UI"/>
      <w:sz w:val="18"/>
      <w:szCs w:val="18"/>
    </w:rPr>
  </w:style>
  <w:style w:type="character" w:styleId="BalloonTextChar" w:customStyle="1">
    <w:name w:val="Balloon Text Char"/>
    <w:basedOn w:val="DefaultParagraphFont"/>
    <w:link w:val="BalloonText"/>
    <w:uiPriority w:val="99"/>
    <w:semiHidden/>
    <w:rsid w:val="00943241"/>
    <w:rPr>
      <w:rFonts w:ascii="Segoe UI" w:hAnsi="Segoe UI" w:cs="Segoe UI"/>
      <w:sz w:val="18"/>
      <w:szCs w:val="18"/>
    </w:rPr>
  </w:style>
  <w:style w:type="character" w:styleId="Emphasis">
    <w:name w:val="Emphasis"/>
    <w:basedOn w:val="DefaultParagraphFont"/>
    <w:uiPriority w:val="20"/>
    <w:qFormat/>
    <w:rsid w:val="00DF5B0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3159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811AF1B2-1953-4F74-9128-D77BF8A7EE8B}"/>
</file>

<file path=customXml/itemProps2.xml><?xml version="1.0" encoding="utf-8"?>
<ds:datastoreItem xmlns:ds="http://schemas.openxmlformats.org/officeDocument/2006/customXml" ds:itemID="{BBBCC0C6-76C0-4441-AE4C-234053551150}"/>
</file>

<file path=customXml/itemProps3.xml><?xml version="1.0" encoding="utf-8"?>
<ds:datastoreItem xmlns:ds="http://schemas.openxmlformats.org/officeDocument/2006/customXml" ds:itemID="{E9759023-9333-4F11-88E4-E4F249A28E0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Report_Template.dot</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Kori Blankenship</cp:lastModifiedBy>
  <cp:revision>16</cp:revision>
  <cp:lastPrinted>2015-09-11T19:38:00Z</cp:lastPrinted>
  <dcterms:created xsi:type="dcterms:W3CDTF">2023-01-20T18:40:00Z</dcterms:created>
  <dcterms:modified xsi:type="dcterms:W3CDTF">2024-11-02T16:39:24Z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