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919B5" w:rsidP="00D919B5" w:rsidRDefault="00D919B5" w14:paraId="22D7DAE0" w14:textId="1B662707">
      <w:pPr>
        <w:pStyle w:val="BpSTitle"/>
      </w:pPr>
      <w:r>
        <w:t>1682</w:t>
      </w:r>
      <w:r w:rsidR="00E65004">
        <w:t>1</w:t>
      </w:r>
    </w:p>
    <w:p w:rsidR="00D919B5" w:rsidP="00D919B5" w:rsidRDefault="008A18CE" w14:paraId="4DF47A5F" w14:textId="01B7D90D">
      <w:pPr>
        <w:pStyle w:val="BpSTitle"/>
      </w:pPr>
      <w:r w:rsidRPr="008A18CE">
        <w:t>North American Arctic Scrub Birch-Ericaceous Shrubland - Frequent Fire</w:t>
      </w:r>
    </w:p>
    <w:p w:rsidR="00D919B5" w:rsidP="00D919B5" w:rsidRDefault="00D919B5" w14:paraId="370774CA" w14:textId="77777777">
      <w:r>
        <w:t xmlns:w="http://schemas.openxmlformats.org/wordprocessingml/2006/main">BpS Model/Description Version: Nov. 2024</w:t>
      </w:r>
      <w:r>
        <w:tab/>
      </w:r>
      <w:r>
        <w:tab/>
      </w:r>
      <w:r>
        <w:tab/>
      </w:r>
      <w:r>
        <w:tab/>
      </w:r>
      <w:r>
        <w:tab/>
      </w:r>
      <w:r>
        <w:tab/>
      </w:r>
      <w:r>
        <w:tab/>
      </w:r>
      <w:r>
        <w:tab/>
      </w:r>
    </w:p>
    <w:p w:rsidR="00D919B5" w:rsidP="00D919B5" w:rsidRDefault="00D919B5" w14:paraId="341840E6"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664"/>
        <w:gridCol w:w="1884"/>
        <w:gridCol w:w="2928"/>
      </w:tblGrid>
      <w:tr w:rsidRPr="00D919B5" w:rsidR="00D919B5" w:rsidTr="00D919B5" w14:paraId="4E8BF2AD" w14:textId="77777777">
        <w:tc>
          <w:tcPr>
            <w:tcW w:w="2052" w:type="dxa"/>
            <w:tcBorders>
              <w:top w:val="single" w:color="auto" w:sz="2" w:space="0"/>
              <w:left w:val="single" w:color="auto" w:sz="12" w:space="0"/>
              <w:bottom w:val="single" w:color="000000" w:sz="12" w:space="0"/>
            </w:tcBorders>
            <w:shd w:val="clear" w:color="auto" w:fill="auto"/>
          </w:tcPr>
          <w:p w:rsidRPr="00D919B5" w:rsidR="00D919B5" w:rsidP="001F0E2B" w:rsidRDefault="00D919B5" w14:paraId="217E9764" w14:textId="77777777">
            <w:pPr>
              <w:rPr>
                <w:b/>
                <w:bCs/>
              </w:rPr>
            </w:pPr>
            <w:r w:rsidRPr="00D919B5">
              <w:rPr>
                <w:b/>
                <w:bCs/>
              </w:rPr>
              <w:t>Modelers</w:t>
            </w:r>
          </w:p>
        </w:tc>
        <w:tc>
          <w:tcPr>
            <w:tcW w:w="2664" w:type="dxa"/>
            <w:tcBorders>
              <w:top w:val="single" w:color="auto" w:sz="2" w:space="0"/>
              <w:bottom w:val="single" w:color="000000" w:sz="12" w:space="0"/>
              <w:right w:val="single" w:color="000000" w:sz="12" w:space="0"/>
            </w:tcBorders>
            <w:shd w:val="clear" w:color="auto" w:fill="auto"/>
          </w:tcPr>
          <w:p w:rsidRPr="00D919B5" w:rsidR="00D919B5" w:rsidP="001F0E2B" w:rsidRDefault="00D919B5" w14:paraId="10829705" w14:textId="77777777">
            <w:pPr>
              <w:rPr>
                <w:b/>
                <w:bCs/>
              </w:rPr>
            </w:pPr>
          </w:p>
        </w:tc>
        <w:tc>
          <w:tcPr>
            <w:tcW w:w="1884" w:type="dxa"/>
            <w:tcBorders>
              <w:top w:val="single" w:color="auto" w:sz="2" w:space="0"/>
              <w:left w:val="single" w:color="000000" w:sz="12" w:space="0"/>
              <w:bottom w:val="single" w:color="000000" w:sz="12" w:space="0"/>
            </w:tcBorders>
            <w:shd w:val="clear" w:color="auto" w:fill="auto"/>
          </w:tcPr>
          <w:p w:rsidRPr="00D919B5" w:rsidR="00D919B5" w:rsidP="001F0E2B" w:rsidRDefault="00D919B5" w14:paraId="7CE85D6D" w14:textId="77777777">
            <w:pPr>
              <w:rPr>
                <w:b/>
                <w:bCs/>
              </w:rPr>
            </w:pPr>
            <w:r w:rsidRPr="00D919B5">
              <w:rPr>
                <w:b/>
                <w:bCs/>
              </w:rPr>
              <w:t>Reviewers</w:t>
            </w:r>
          </w:p>
        </w:tc>
        <w:tc>
          <w:tcPr>
            <w:tcW w:w="2928" w:type="dxa"/>
            <w:tcBorders>
              <w:top w:val="single" w:color="auto" w:sz="2" w:space="0"/>
              <w:bottom w:val="single" w:color="000000" w:sz="12" w:space="0"/>
            </w:tcBorders>
            <w:shd w:val="clear" w:color="auto" w:fill="auto"/>
          </w:tcPr>
          <w:p w:rsidRPr="00D919B5" w:rsidR="00D919B5" w:rsidP="001F0E2B" w:rsidRDefault="00D919B5" w14:paraId="79550ACA" w14:textId="77777777">
            <w:pPr>
              <w:rPr>
                <w:b/>
                <w:bCs/>
              </w:rPr>
            </w:pPr>
          </w:p>
        </w:tc>
      </w:tr>
      <w:tr w:rsidRPr="00D919B5" w:rsidR="00D919B5" w:rsidTr="00D919B5" w14:paraId="32A70865" w14:textId="77777777">
        <w:tc>
          <w:tcPr>
            <w:tcW w:w="2052" w:type="dxa"/>
            <w:tcBorders>
              <w:top w:val="single" w:color="000000" w:sz="12" w:space="0"/>
              <w:left w:val="single" w:color="auto" w:sz="12" w:space="0"/>
            </w:tcBorders>
            <w:shd w:val="clear" w:color="auto" w:fill="auto"/>
          </w:tcPr>
          <w:p w:rsidRPr="00D919B5" w:rsidR="00D919B5" w:rsidP="001F0E2B" w:rsidRDefault="00D919B5" w14:paraId="69E9A419" w14:textId="77777777">
            <w:pPr>
              <w:rPr>
                <w:bCs/>
              </w:rPr>
            </w:pPr>
            <w:r w:rsidRPr="00D919B5">
              <w:rPr>
                <w:bCs/>
              </w:rPr>
              <w:t>Colleen Ryan</w:t>
            </w:r>
          </w:p>
        </w:tc>
        <w:tc>
          <w:tcPr>
            <w:tcW w:w="2664" w:type="dxa"/>
            <w:tcBorders>
              <w:top w:val="single" w:color="000000" w:sz="12" w:space="0"/>
              <w:right w:val="single" w:color="000000" w:sz="12" w:space="0"/>
            </w:tcBorders>
            <w:shd w:val="clear" w:color="auto" w:fill="auto"/>
          </w:tcPr>
          <w:p w:rsidRPr="00D919B5" w:rsidR="00D919B5" w:rsidP="001F0E2B" w:rsidRDefault="00D919B5" w14:paraId="43493756" w14:textId="77777777">
            <w:r w:rsidRPr="00D919B5">
              <w:t>colleen_ryan@tnc.org</w:t>
            </w:r>
          </w:p>
        </w:tc>
        <w:tc>
          <w:tcPr>
            <w:tcW w:w="1884" w:type="dxa"/>
            <w:tcBorders>
              <w:top w:val="single" w:color="000000" w:sz="12" w:space="0"/>
              <w:left w:val="single" w:color="000000" w:sz="12" w:space="0"/>
            </w:tcBorders>
            <w:shd w:val="clear" w:color="auto" w:fill="auto"/>
          </w:tcPr>
          <w:p w:rsidRPr="00D919B5" w:rsidR="00D919B5" w:rsidP="001F0E2B" w:rsidRDefault="00D919B5" w14:paraId="6ADCB96D" w14:textId="77777777">
            <w:r w:rsidRPr="00D919B5">
              <w:t>Janet Jorgenson</w:t>
            </w:r>
          </w:p>
        </w:tc>
        <w:tc>
          <w:tcPr>
            <w:tcW w:w="2928" w:type="dxa"/>
            <w:tcBorders>
              <w:top w:val="single" w:color="000000" w:sz="12" w:space="0"/>
            </w:tcBorders>
            <w:shd w:val="clear" w:color="auto" w:fill="auto"/>
          </w:tcPr>
          <w:p w:rsidRPr="00D919B5" w:rsidR="00D919B5" w:rsidP="001F0E2B" w:rsidRDefault="00D919B5" w14:paraId="30C28CF9" w14:textId="77777777">
            <w:r w:rsidRPr="00D919B5">
              <w:t>Janet_Jorgenson@fws.gov</w:t>
            </w:r>
          </w:p>
        </w:tc>
      </w:tr>
      <w:tr w:rsidRPr="00D919B5" w:rsidR="00D919B5" w:rsidTr="00D919B5" w14:paraId="6973EAD1" w14:textId="77777777">
        <w:tc>
          <w:tcPr>
            <w:tcW w:w="2052" w:type="dxa"/>
            <w:tcBorders>
              <w:left w:val="single" w:color="auto" w:sz="12" w:space="0"/>
            </w:tcBorders>
            <w:shd w:val="clear" w:color="auto" w:fill="auto"/>
          </w:tcPr>
          <w:p w:rsidRPr="00D919B5" w:rsidR="00D919B5" w:rsidP="001F0E2B" w:rsidRDefault="00D919B5" w14:paraId="4CF9DFA9" w14:textId="77777777">
            <w:pPr>
              <w:rPr>
                <w:bCs/>
              </w:rPr>
            </w:pPr>
            <w:r w:rsidRPr="00D919B5">
              <w:rPr>
                <w:bCs/>
              </w:rPr>
              <w:t>Kori Blankenship</w:t>
            </w:r>
          </w:p>
        </w:tc>
        <w:tc>
          <w:tcPr>
            <w:tcW w:w="2664" w:type="dxa"/>
            <w:tcBorders>
              <w:right w:val="single" w:color="000000" w:sz="12" w:space="0"/>
            </w:tcBorders>
            <w:shd w:val="clear" w:color="auto" w:fill="auto"/>
          </w:tcPr>
          <w:p w:rsidRPr="00D919B5" w:rsidR="00D919B5" w:rsidP="001F0E2B" w:rsidRDefault="00D919B5" w14:paraId="29062F7C" w14:textId="77777777">
            <w:r w:rsidRPr="00D919B5">
              <w:t>kblankenship@tnc.org</w:t>
            </w:r>
          </w:p>
        </w:tc>
        <w:tc>
          <w:tcPr>
            <w:tcW w:w="1884" w:type="dxa"/>
            <w:tcBorders>
              <w:left w:val="single" w:color="000000" w:sz="12" w:space="0"/>
            </w:tcBorders>
            <w:shd w:val="clear" w:color="auto" w:fill="auto"/>
          </w:tcPr>
          <w:p w:rsidRPr="00D919B5" w:rsidR="00D919B5" w:rsidP="001F0E2B" w:rsidRDefault="00D919B5" w14:paraId="6D5880C2" w14:textId="77777777">
            <w:r w:rsidRPr="00D919B5">
              <w:t>None</w:t>
            </w:r>
          </w:p>
        </w:tc>
        <w:tc>
          <w:tcPr>
            <w:tcW w:w="2928" w:type="dxa"/>
            <w:shd w:val="clear" w:color="auto" w:fill="auto"/>
          </w:tcPr>
          <w:p w:rsidRPr="00D919B5" w:rsidR="00D919B5" w:rsidP="001F0E2B" w:rsidRDefault="00D919B5" w14:paraId="77509513" w14:textId="77777777">
            <w:r w:rsidRPr="00D919B5">
              <w:t>None</w:t>
            </w:r>
          </w:p>
        </w:tc>
      </w:tr>
      <w:tr w:rsidRPr="00D919B5" w:rsidR="00D919B5" w:rsidTr="00D919B5" w14:paraId="57E3F175" w14:textId="77777777">
        <w:tc>
          <w:tcPr>
            <w:tcW w:w="2052" w:type="dxa"/>
            <w:tcBorders>
              <w:left w:val="single" w:color="auto" w:sz="12" w:space="0"/>
              <w:bottom w:val="single" w:color="auto" w:sz="2" w:space="0"/>
            </w:tcBorders>
            <w:shd w:val="clear" w:color="auto" w:fill="auto"/>
          </w:tcPr>
          <w:p w:rsidRPr="00D919B5" w:rsidR="00D919B5" w:rsidP="001F0E2B" w:rsidRDefault="00D919B5" w14:paraId="1F0449F1" w14:textId="77777777">
            <w:pPr>
              <w:rPr>
                <w:bCs/>
              </w:rPr>
            </w:pPr>
            <w:r w:rsidRPr="00D919B5">
              <w:rPr>
                <w:bCs/>
              </w:rPr>
              <w:t>Keith Boggs</w:t>
            </w:r>
          </w:p>
        </w:tc>
        <w:tc>
          <w:tcPr>
            <w:tcW w:w="2664" w:type="dxa"/>
            <w:tcBorders>
              <w:right w:val="single" w:color="000000" w:sz="12" w:space="0"/>
            </w:tcBorders>
            <w:shd w:val="clear" w:color="auto" w:fill="auto"/>
          </w:tcPr>
          <w:p w:rsidRPr="00D919B5" w:rsidR="00D919B5" w:rsidP="001F0E2B" w:rsidRDefault="00D919B5" w14:paraId="02955941" w14:textId="77777777">
            <w:r w:rsidRPr="00D919B5">
              <w:t>Ankwb@uaa.alaska.edu</w:t>
            </w:r>
          </w:p>
        </w:tc>
        <w:tc>
          <w:tcPr>
            <w:tcW w:w="1884" w:type="dxa"/>
            <w:tcBorders>
              <w:left w:val="single" w:color="000000" w:sz="12" w:space="0"/>
              <w:bottom w:val="single" w:color="auto" w:sz="2" w:space="0"/>
            </w:tcBorders>
            <w:shd w:val="clear" w:color="auto" w:fill="auto"/>
          </w:tcPr>
          <w:p w:rsidRPr="00D919B5" w:rsidR="00D919B5" w:rsidP="001F0E2B" w:rsidRDefault="00D919B5" w14:paraId="368DB6A8" w14:textId="77777777">
            <w:r w:rsidRPr="00D919B5">
              <w:t>None</w:t>
            </w:r>
          </w:p>
        </w:tc>
        <w:tc>
          <w:tcPr>
            <w:tcW w:w="2928" w:type="dxa"/>
            <w:shd w:val="clear" w:color="auto" w:fill="auto"/>
          </w:tcPr>
          <w:p w:rsidRPr="00D919B5" w:rsidR="00D919B5" w:rsidP="001F0E2B" w:rsidRDefault="00D919B5" w14:paraId="75A50CAB" w14:textId="77777777">
            <w:r w:rsidRPr="00D919B5">
              <w:t>None</w:t>
            </w:r>
          </w:p>
        </w:tc>
      </w:tr>
    </w:tbl>
    <w:p w:rsidR="00D919B5" w:rsidP="00D919B5" w:rsidRDefault="00D919B5" w14:paraId="5EB300BA" w14:textId="77777777"/>
    <w:p w:rsidR="00F53DA2" w:rsidP="00D919B5" w:rsidRDefault="00F53DA2" w14:paraId="0673441C" w14:textId="77777777">
      <w:pPr>
        <w:pStyle w:val="InfoPara"/>
        <w:rPr>
          <w:b w:val="0"/>
          <w:bCs/>
        </w:rPr>
      </w:pPr>
      <w:r>
        <w:t xml:space="preserve">Reviewer: </w:t>
      </w:r>
      <w:r>
        <w:rPr>
          <w:b w:val="0"/>
          <w:bCs/>
        </w:rPr>
        <w:t>Robin Innes</w:t>
      </w:r>
    </w:p>
    <w:p w:rsidR="00D919B5" w:rsidP="00D919B5" w:rsidRDefault="00D919B5" w14:paraId="142FB6A4" w14:textId="1EA3A164">
      <w:pPr>
        <w:pStyle w:val="InfoPara"/>
      </w:pPr>
      <w:r>
        <w:t>Vegetation Type</w:t>
      </w:r>
    </w:p>
    <w:p w:rsidR="00D919B5" w:rsidP="00D919B5" w:rsidRDefault="00D919B5" w14:paraId="057E679B" w14:textId="6BCD461F">
      <w:r>
        <w:t>Shrubland</w:t>
      </w:r>
    </w:p>
    <w:p w:rsidR="00D919B5" w:rsidP="00D919B5" w:rsidRDefault="00D919B5" w14:paraId="5D59575C" w14:textId="77777777">
      <w:pPr>
        <w:pStyle w:val="InfoPara"/>
      </w:pPr>
      <w:r w:rsidR="407070AF">
        <w:rPr/>
        <w:t>Map Zones</w:t>
      </w:r>
    </w:p>
    <w:p w:rsidR="407070AF" w:rsidP="407070AF" w:rsidRDefault="407070AF" w14:paraId="392AABE4" w14:textId="0B2423A7">
      <w:pPr>
        <w:pStyle w:val="Normal"/>
        <w:suppressLineNumbers w:val="0"/>
        <w:bidi w:val="0"/>
        <w:spacing w:before="0" w:beforeAutospacing="off" w:after="0" w:afterAutospacing="off" w:line="259" w:lineRule="auto"/>
        <w:ind w:left="0" w:right="0"/>
        <w:jc w:val="left"/>
      </w:pPr>
      <w:r w:rsidR="407070AF">
        <w:rPr/>
        <w:t>68</w:t>
      </w:r>
    </w:p>
    <w:p w:rsidR="00D919B5" w:rsidP="00D919B5" w:rsidRDefault="00D919B5" w14:paraId="1344CBC5" w14:textId="77777777">
      <w:pPr>
        <w:pStyle w:val="InfoPara"/>
      </w:pPr>
      <w:r>
        <w:t>Model Splits or Lumps</w:t>
      </w:r>
    </w:p>
    <w:p w:rsidRPr="00DF0444" w:rsidR="000F756D" w:rsidP="5DAD0A9A" w:rsidRDefault="000F756D" w14:paraId="5DFC9F6E" w14:textId="195BEE1D">
      <w:pPr>
        <w:pStyle w:val="Normal"/>
      </w:pPr>
      <w:r w:rsidR="5DAD0A9A">
        <w:rPr>
          <w:b w:val="0"/>
          <w:bCs w:val="0"/>
        </w:rPr>
        <w:t>This Biophysical Setting (</w:t>
      </w:r>
      <w:proofErr w:type="spellStart"/>
      <w:r w:rsidR="5DAD0A9A">
        <w:rPr>
          <w:b w:val="0"/>
          <w:bCs w:val="0"/>
        </w:rPr>
        <w:t>BpS</w:t>
      </w:r>
      <w:proofErr w:type="spellEnd"/>
      <w:r w:rsidR="5DAD0A9A">
        <w:rPr>
          <w:b w:val="0"/>
          <w:bCs w:val="0"/>
        </w:rPr>
        <w:t>) was split into frequent and infrequent fire variants so regional differences in fire frequency could be represented. The frequent fire variant applies to map zone 68 within level 2 ecoregions (Nowacki et al. 2001): Intermontane Boreal and Bering Tundra. In all other areas the infrequent fire variant applies.</w:t>
      </w:r>
    </w:p>
    <w:p w:rsidR="00D919B5" w:rsidP="00D919B5" w:rsidRDefault="00D919B5" w14:paraId="684DCBDD" w14:textId="77777777">
      <w:pPr>
        <w:pStyle w:val="InfoPara"/>
      </w:pPr>
      <w:r>
        <w:t>Geographic Range</w:t>
      </w:r>
    </w:p>
    <w:p w:rsidR="00D919B5" w:rsidP="00D919B5" w:rsidRDefault="00D919B5" w14:paraId="0B92C0F1" w14:textId="77777777">
      <w:r>
        <w:t xml:space="preserve">This BpS is found in arctic AK within </w:t>
      </w:r>
      <w:proofErr w:type="spellStart"/>
      <w:r>
        <w:t>Nowakii</w:t>
      </w:r>
      <w:proofErr w:type="spellEnd"/>
      <w:r>
        <w:t xml:space="preserve"> et al. (2001) ecoregions 4, 5, 7 and the south side of the Brooks Range (ecoregion 3).</w:t>
      </w:r>
    </w:p>
    <w:p w:rsidR="00D919B5" w:rsidP="00D919B5" w:rsidRDefault="00D919B5" w14:paraId="1800A75C" w14:textId="77777777">
      <w:pPr>
        <w:pStyle w:val="InfoPara"/>
      </w:pPr>
      <w:r>
        <w:t>Biophysical Site Description</w:t>
      </w:r>
    </w:p>
    <w:p w:rsidR="00D919B5" w:rsidP="00D919B5" w:rsidRDefault="00D919B5" w14:paraId="6C2124AC" w14:textId="77777777">
      <w:r>
        <w:t xml:space="preserve">This system is found on mesic mountain and hill slopes and flats predominantly above </w:t>
      </w:r>
      <w:proofErr w:type="spellStart"/>
      <w:r>
        <w:t>treeline</w:t>
      </w:r>
      <w:proofErr w:type="spellEnd"/>
      <w:r>
        <w:t>. The soils are mesic and generally mineral with a well-decomposed organic layer (</w:t>
      </w:r>
      <w:proofErr w:type="spellStart"/>
      <w:r>
        <w:t>Viereck</w:t>
      </w:r>
      <w:proofErr w:type="spellEnd"/>
      <w:r>
        <w:t xml:space="preserve"> et al. 1992, II.C.2.c). Permafrost is normally present (</w:t>
      </w:r>
      <w:proofErr w:type="spellStart"/>
      <w:r>
        <w:t>Viereck</w:t>
      </w:r>
      <w:proofErr w:type="spellEnd"/>
      <w:r>
        <w:t xml:space="preserve"> et al. 1992, II.C.2.c).</w:t>
      </w:r>
    </w:p>
    <w:p w:rsidR="00D919B5" w:rsidP="00D919B5" w:rsidRDefault="00D919B5" w14:paraId="4E88D9C9" w14:textId="77777777">
      <w:pPr>
        <w:pStyle w:val="InfoPara"/>
      </w:pPr>
      <w:r>
        <w:t>Vegetation Description</w:t>
      </w:r>
    </w:p>
    <w:p w:rsidR="00D919B5" w:rsidP="00D919B5" w:rsidRDefault="00D919B5" w14:paraId="7317E53C" w14:textId="77777777">
      <w:r>
        <w:t>The following information was slightly modified from the draft Arctic Ecological Systems description (Boggs et al. 2008):</w:t>
      </w:r>
    </w:p>
    <w:p w:rsidR="00D919B5" w:rsidP="00D919B5" w:rsidRDefault="00D919B5" w14:paraId="76C21A3E" w14:textId="4006CE90">
      <w:r>
        <w:t xml:space="preserve">The total low- and tall-shrub cover is &gt;25%, and </w:t>
      </w:r>
      <w:r w:rsidRPr="00105E06">
        <w:rPr>
          <w:i/>
          <w:iCs/>
        </w:rPr>
        <w:t xml:space="preserve">Betula nana, Vaccinium </w:t>
      </w:r>
      <w:proofErr w:type="spellStart"/>
      <w:r w:rsidRPr="00105E06">
        <w:rPr>
          <w:i/>
          <w:iCs/>
        </w:rPr>
        <w:t>uliginosum</w:t>
      </w:r>
      <w:proofErr w:type="spellEnd"/>
      <w:r w:rsidRPr="00105E06">
        <w:rPr>
          <w:i/>
          <w:iCs/>
        </w:rPr>
        <w:t xml:space="preserve">, </w:t>
      </w:r>
      <w:r w:rsidRPr="00105E06">
        <w:t>or</w:t>
      </w:r>
      <w:r w:rsidRPr="00105E06">
        <w:rPr>
          <w:i/>
          <w:iCs/>
        </w:rPr>
        <w:t xml:space="preserve"> Ledum </w:t>
      </w:r>
      <w:proofErr w:type="spellStart"/>
      <w:r w:rsidRPr="00105E06">
        <w:rPr>
          <w:i/>
          <w:iCs/>
        </w:rPr>
        <w:t>palustre</w:t>
      </w:r>
      <w:proofErr w:type="spellEnd"/>
      <w:r w:rsidRPr="00105E06">
        <w:rPr>
          <w:i/>
          <w:iCs/>
        </w:rPr>
        <w:t xml:space="preserve"> </w:t>
      </w:r>
      <w:r w:rsidRPr="00105E06">
        <w:t>ssp</w:t>
      </w:r>
      <w:r w:rsidRPr="00105E06">
        <w:rPr>
          <w:i/>
          <w:iCs/>
        </w:rPr>
        <w:t xml:space="preserve">. </w:t>
      </w:r>
      <w:proofErr w:type="spellStart"/>
      <w:r w:rsidRPr="00105E06">
        <w:rPr>
          <w:i/>
          <w:iCs/>
        </w:rPr>
        <w:t>decumbens</w:t>
      </w:r>
      <w:proofErr w:type="spellEnd"/>
      <w:r>
        <w:t xml:space="preserve"> typically dominate</w:t>
      </w:r>
      <w:r w:rsidR="00105E06">
        <w:t>s</w:t>
      </w:r>
      <w:r>
        <w:t xml:space="preserve"> or co</w:t>
      </w:r>
      <w:r w:rsidR="00105E06">
        <w:t>-</w:t>
      </w:r>
      <w:r>
        <w:t>dominate</w:t>
      </w:r>
      <w:r w:rsidR="00105E06">
        <w:t>s</w:t>
      </w:r>
      <w:r>
        <w:t xml:space="preserve">. </w:t>
      </w:r>
      <w:r w:rsidRPr="00105E06">
        <w:rPr>
          <w:i/>
          <w:iCs/>
        </w:rPr>
        <w:t>Salix</w:t>
      </w:r>
      <w:r>
        <w:t xml:space="preserve"> spp. (such as </w:t>
      </w:r>
      <w:r w:rsidRPr="00105E06">
        <w:rPr>
          <w:i/>
          <w:iCs/>
        </w:rPr>
        <w:t>Salix pulchra</w:t>
      </w:r>
      <w:r>
        <w:t>) do not dominate but may co</w:t>
      </w:r>
      <w:r w:rsidR="00105E06">
        <w:t>-</w:t>
      </w:r>
      <w:r>
        <w:t xml:space="preserve">dominate. This system does not include tussock-dominated (&gt;35% tussocks) sites. Dwarf-shrubs such as </w:t>
      </w:r>
      <w:proofErr w:type="spellStart"/>
      <w:r w:rsidRPr="00CB6BA1">
        <w:rPr>
          <w:i/>
          <w:iCs/>
        </w:rPr>
        <w:t>Empetrum</w:t>
      </w:r>
      <w:proofErr w:type="spellEnd"/>
      <w:r w:rsidRPr="00CB6BA1">
        <w:rPr>
          <w:i/>
          <w:iCs/>
        </w:rPr>
        <w:t xml:space="preserve"> nigrum</w:t>
      </w:r>
      <w:r>
        <w:t xml:space="preserve"> and </w:t>
      </w:r>
      <w:r w:rsidRPr="00CB6BA1">
        <w:rPr>
          <w:i/>
          <w:iCs/>
        </w:rPr>
        <w:t>Vaccinium vitis-idaea</w:t>
      </w:r>
      <w:r>
        <w:t xml:space="preserve"> may be common under the low-shrub layer. Herbaceous species are sparse but include </w:t>
      </w:r>
      <w:proofErr w:type="spellStart"/>
      <w:r w:rsidRPr="00CB6BA1">
        <w:rPr>
          <w:i/>
          <w:iCs/>
        </w:rPr>
        <w:t>Arctagrostis</w:t>
      </w:r>
      <w:proofErr w:type="spellEnd"/>
      <w:r w:rsidRPr="00CB6BA1">
        <w:rPr>
          <w:i/>
          <w:iCs/>
        </w:rPr>
        <w:t xml:space="preserve"> latifolia, Poa </w:t>
      </w:r>
      <w:proofErr w:type="spellStart"/>
      <w:r w:rsidRPr="00CB6BA1">
        <w:rPr>
          <w:i/>
          <w:iCs/>
        </w:rPr>
        <w:t>arctica</w:t>
      </w:r>
      <w:proofErr w:type="spellEnd"/>
      <w:r w:rsidRPr="00CB6BA1">
        <w:rPr>
          <w:i/>
          <w:iCs/>
        </w:rPr>
        <w:t>, Senecio congestus</w:t>
      </w:r>
      <w:r w:rsidR="00CB6BA1">
        <w:rPr>
          <w:i/>
          <w:iCs/>
        </w:rPr>
        <w:t>,</w:t>
      </w:r>
      <w:r w:rsidRPr="00CB6BA1">
        <w:rPr>
          <w:i/>
          <w:iCs/>
        </w:rPr>
        <w:t xml:space="preserve"> </w:t>
      </w:r>
      <w:r w:rsidRPr="00CB6BA1">
        <w:t>and</w:t>
      </w:r>
      <w:r w:rsidRPr="00CB6BA1">
        <w:rPr>
          <w:i/>
          <w:iCs/>
        </w:rPr>
        <w:t xml:space="preserve"> </w:t>
      </w:r>
      <w:proofErr w:type="spellStart"/>
      <w:r w:rsidRPr="00CB6BA1">
        <w:rPr>
          <w:i/>
          <w:iCs/>
        </w:rPr>
        <w:t>Carex</w:t>
      </w:r>
      <w:proofErr w:type="spellEnd"/>
      <w:r w:rsidRPr="00CB6BA1">
        <w:rPr>
          <w:i/>
          <w:iCs/>
        </w:rPr>
        <w:t xml:space="preserve"> </w:t>
      </w:r>
      <w:proofErr w:type="spellStart"/>
      <w:r w:rsidRPr="00CB6BA1">
        <w:rPr>
          <w:i/>
          <w:iCs/>
        </w:rPr>
        <w:t>bigelowii</w:t>
      </w:r>
      <w:proofErr w:type="spellEnd"/>
      <w:r w:rsidRPr="00CB6BA1">
        <w:rPr>
          <w:i/>
          <w:iCs/>
        </w:rPr>
        <w:t>.</w:t>
      </w:r>
      <w:r>
        <w:t xml:space="preserve"> Feathermosses (</w:t>
      </w:r>
      <w:proofErr w:type="spellStart"/>
      <w:r w:rsidRPr="00CB6BA1">
        <w:rPr>
          <w:i/>
          <w:iCs/>
        </w:rPr>
        <w:t>Hylocomium</w:t>
      </w:r>
      <w:proofErr w:type="spellEnd"/>
      <w:r w:rsidRPr="00CB6BA1">
        <w:rPr>
          <w:i/>
          <w:iCs/>
        </w:rPr>
        <w:t xml:space="preserve"> splendens </w:t>
      </w:r>
      <w:r w:rsidRPr="00CB6BA1">
        <w:t>and</w:t>
      </w:r>
      <w:r w:rsidRPr="00CB6BA1">
        <w:rPr>
          <w:i/>
          <w:iCs/>
        </w:rPr>
        <w:t xml:space="preserve"> </w:t>
      </w:r>
      <w:proofErr w:type="spellStart"/>
      <w:r w:rsidRPr="00CB6BA1">
        <w:rPr>
          <w:i/>
          <w:iCs/>
        </w:rPr>
        <w:t>Pleurozium</w:t>
      </w:r>
      <w:proofErr w:type="spellEnd"/>
      <w:r w:rsidRPr="00CB6BA1">
        <w:rPr>
          <w:i/>
          <w:iCs/>
        </w:rPr>
        <w:t xml:space="preserve"> </w:t>
      </w:r>
      <w:proofErr w:type="spellStart"/>
      <w:r w:rsidRPr="00CB6BA1">
        <w:rPr>
          <w:i/>
          <w:iCs/>
        </w:rPr>
        <w:t>schreberi</w:t>
      </w:r>
      <w:proofErr w:type="spellEnd"/>
      <w:r>
        <w:t>) and lichens may be common.</w:t>
      </w:r>
    </w:p>
    <w:p w:rsidR="00D919B5" w:rsidP="00D919B5" w:rsidRDefault="00D919B5" w14:paraId="0F75A8A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SABA3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barclayi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Barclay's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 ssp.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vitis-idaea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Lingonberry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HYSP70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Hylocomium splendens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Splendid feather moss</w:t>
            </w:r>
          </w:p>
        </w:tc>
      </w:tr>
    </w:tbl>
    <w:p>
      <w:r>
        <w:rPr>
          <w:sz w:val="16"/>
        </w:rPr>
        <w:t>Species names are from the NRCS PLANTS database. Check species codes at http://plants.usda.gov.</w:t>
      </w:r>
    </w:p>
    <w:p w:rsidR="00D919B5" w:rsidP="00D919B5" w:rsidRDefault="00D919B5" w14:paraId="11075A16" w14:textId="77777777">
      <w:pPr>
        <w:pStyle w:val="InfoPara"/>
      </w:pPr>
      <w:r>
        <w:t>Disturbance Description</w:t>
      </w:r>
    </w:p>
    <w:p w:rsidR="00653B1E" w:rsidP="00653B1E" w:rsidRDefault="00653B1E" w14:paraId="5B1BECAA" w14:textId="04D19E82">
      <w:r w:rsidRPr="00C3110D">
        <w:t xml:space="preserve">In 2013 an extensive search was done by FEIS staff to locate information for a synthesis on </w:t>
      </w:r>
      <w:r>
        <w:t>f</w:t>
      </w:r>
      <w:r w:rsidRPr="00C3110D">
        <w:t>ire regimes of Alaskan tundra communities</w:t>
      </w:r>
      <w:r>
        <w:t xml:space="preserve"> (Innes 2013)</w:t>
      </w:r>
      <w:r w:rsidRPr="00C3110D">
        <w:t xml:space="preserve">. </w:t>
      </w:r>
      <w:r w:rsidRPr="003F2FD1">
        <w:t>This synthesis found</w:t>
      </w:r>
      <w:r>
        <w:t xml:space="preserve"> that s</w:t>
      </w:r>
      <w:r w:rsidRPr="00C3110D">
        <w:t xml:space="preserve">tudies providing information on </w:t>
      </w:r>
      <w:r>
        <w:t>fire frequency</w:t>
      </w:r>
      <w:r w:rsidRPr="00C3110D">
        <w:t xml:space="preserve"> in tundra ecosystems generally do not differentiate among plant communities</w:t>
      </w:r>
      <w:r>
        <w:t xml:space="preserve"> and that for tundra types</w:t>
      </w:r>
      <w:r w:rsidR="004577FD">
        <w:t>,</w:t>
      </w:r>
      <w:r>
        <w:t xml:space="preserve"> </w:t>
      </w:r>
      <w:r w:rsidRPr="003F2FD1">
        <w:t>mean fire-return intervals</w:t>
      </w:r>
      <w:r>
        <w:t xml:space="preserve"> </w:t>
      </w:r>
      <w:r w:rsidRPr="00C3110D">
        <w:t>from 50 to &gt;1,000 years</w:t>
      </w:r>
      <w:r>
        <w:t xml:space="preserve"> were reported</w:t>
      </w:r>
      <w:r w:rsidRPr="00C3110D">
        <w:t xml:space="preserve"> </w:t>
      </w:r>
      <w:r>
        <w:t>(Innes 2013)</w:t>
      </w:r>
      <w:r w:rsidRPr="00C3110D">
        <w:t>.</w:t>
      </w:r>
      <w:r>
        <w:t xml:space="preserve"> When fires burn, stand-replacing crown fires are common (Innes 2013). </w:t>
      </w:r>
    </w:p>
    <w:p w:rsidRPr="00C3110D" w:rsidR="00653B1E" w:rsidP="00653B1E" w:rsidRDefault="00653B1E" w14:paraId="6724BD3A" w14:textId="77777777"/>
    <w:p w:rsidR="00D919B5" w:rsidP="00D919B5" w:rsidRDefault="00653B1E" w14:paraId="6217CB77" w14:textId="5E740DC1">
      <w:r>
        <w:t xml:space="preserve">Selected fire </w:t>
      </w:r>
      <w:r w:rsidR="00D919B5">
        <w:t>return interval estimates for this BpS include:</w:t>
      </w:r>
    </w:p>
    <w:p w:rsidR="00D919B5" w:rsidP="00D919B5" w:rsidRDefault="00D919B5" w14:paraId="45E58D64" w14:textId="77777777">
      <w:r>
        <w:t>-There is little information about fire regimes in the arctic region of Alaska (</w:t>
      </w:r>
      <w:proofErr w:type="spellStart"/>
      <w:r>
        <w:t>Viereck</w:t>
      </w:r>
      <w:proofErr w:type="spellEnd"/>
      <w:r>
        <w:t xml:space="preserve"> and </w:t>
      </w:r>
      <w:proofErr w:type="spellStart"/>
      <w:r>
        <w:t>Schandelmeier</w:t>
      </w:r>
      <w:proofErr w:type="spellEnd"/>
      <w:r>
        <w:t xml:space="preserve"> 1980). </w:t>
      </w:r>
    </w:p>
    <w:p w:rsidR="00D919B5" w:rsidP="00D919B5" w:rsidRDefault="00D919B5" w14:paraId="126E0428" w14:textId="77777777">
      <w:r>
        <w:t>-According to lake-core records, the fire-return interval is approximately 240yrs on the Seward Peninsula, and 1,000yrs+ on the Beaufort Coastal Plain (Jennifer Allen pers. comm.).</w:t>
      </w:r>
    </w:p>
    <w:p w:rsidR="00D919B5" w:rsidP="00D919B5" w:rsidRDefault="00D919B5" w14:paraId="21A2294E" w14:textId="77777777">
      <w:r>
        <w:t>-260yr (</w:t>
      </w:r>
      <w:proofErr w:type="spellStart"/>
      <w:r>
        <w:t>s.d.</w:t>
      </w:r>
      <w:proofErr w:type="spellEnd"/>
      <w:r>
        <w:t xml:space="preserve"> 170) fire return interval for past 1500yrs for Noatak National Preserve (preliminary data from Higuera et al. 2008)</w:t>
      </w:r>
    </w:p>
    <w:p w:rsidR="00D919B5" w:rsidP="00D919B5" w:rsidRDefault="00D919B5" w14:paraId="651766B5" w14:textId="047D7B3B">
      <w:r>
        <w:t>-612yrs for Noatak River watershed (all vegetation types; Racine et al. 1983</w:t>
      </w:r>
      <w:r w:rsidR="00AC7A3A">
        <w:t>, based on post-1900 records</w:t>
      </w:r>
      <w:r>
        <w:t>)</w:t>
      </w:r>
    </w:p>
    <w:p w:rsidR="00D919B5" w:rsidP="00D919B5" w:rsidRDefault="00D919B5" w14:paraId="4DCC11A2" w14:textId="119A4AED">
      <w:r>
        <w:t>-611yr fire rotation for Noatak River watershed (all vegetation below 600m which is predominantly tundra; Racine et al. 1985</w:t>
      </w:r>
      <w:r w:rsidR="00AC7A3A">
        <w:t>, based on post-1900 records</w:t>
      </w:r>
      <w:r>
        <w:t>)</w:t>
      </w:r>
    </w:p>
    <w:p w:rsidR="007D424B" w:rsidP="00D919B5" w:rsidRDefault="007D424B" w14:paraId="3BA19DB9" w14:textId="7F0FFA00"/>
    <w:p w:rsidR="007D424B" w:rsidP="007D424B" w:rsidRDefault="007D424B" w14:paraId="70BD144A" w14:textId="77777777">
      <w:r>
        <w:t>Racine et al. (1987) studied low shrub tundra post-fire vegetation recovery on the Noatak and Seward Peninsulas and found the following:</w:t>
      </w:r>
    </w:p>
    <w:p w:rsidR="007D424B" w:rsidP="007D424B" w:rsidRDefault="007D424B" w14:paraId="20C04CED" w14:textId="0D9BF34E">
      <w:r>
        <w:t>-Postfire increases in soil thaw in tussock tundra stabilized or returned to pre</w:t>
      </w:r>
      <w:r w:rsidR="00046AC0">
        <w:t>-</w:t>
      </w:r>
      <w:r>
        <w:t xml:space="preserve">fire levels within 5-6yrs. </w:t>
      </w:r>
    </w:p>
    <w:p w:rsidR="007D424B" w:rsidP="007D424B" w:rsidRDefault="007D424B" w14:paraId="0C53E543" w14:textId="77777777">
      <w:r>
        <w:t xml:space="preserve">-Bryophyte cover increased rapidly, reaching 75-100% in 2-3 yrs. </w:t>
      </w:r>
    </w:p>
    <w:p w:rsidR="007D424B" w:rsidP="007D424B" w:rsidRDefault="007D424B" w14:paraId="098EE18F" w14:textId="59910195">
      <w:r>
        <w:t xml:space="preserve">-Dominant species, not present in unburned low shrub tundra, included </w:t>
      </w:r>
      <w:proofErr w:type="spellStart"/>
      <w:r w:rsidRPr="00046AC0">
        <w:rPr>
          <w:i/>
          <w:iCs/>
        </w:rPr>
        <w:t>Ceratodon</w:t>
      </w:r>
      <w:proofErr w:type="spellEnd"/>
      <w:r w:rsidRPr="00046AC0">
        <w:rPr>
          <w:i/>
          <w:iCs/>
        </w:rPr>
        <w:t xml:space="preserve"> </w:t>
      </w:r>
      <w:proofErr w:type="spellStart"/>
      <w:r w:rsidRPr="00046AC0">
        <w:rPr>
          <w:i/>
          <w:iCs/>
        </w:rPr>
        <w:t>purpureus</w:t>
      </w:r>
      <w:proofErr w:type="spellEnd"/>
      <w:r w:rsidRPr="00046AC0">
        <w:rPr>
          <w:i/>
          <w:iCs/>
        </w:rPr>
        <w:t xml:space="preserve">, Marchantia polymorpha, </w:t>
      </w:r>
      <w:proofErr w:type="spellStart"/>
      <w:r w:rsidRPr="00046AC0">
        <w:rPr>
          <w:i/>
          <w:iCs/>
        </w:rPr>
        <w:t>Polytricum</w:t>
      </w:r>
      <w:proofErr w:type="spellEnd"/>
      <w:r w:rsidRPr="00046AC0">
        <w:rPr>
          <w:i/>
          <w:iCs/>
        </w:rPr>
        <w:t xml:space="preserve"> </w:t>
      </w:r>
      <w:r w:rsidRPr="00046AC0">
        <w:t>spp</w:t>
      </w:r>
      <w:r w:rsidRPr="00046AC0">
        <w:rPr>
          <w:i/>
          <w:iCs/>
        </w:rPr>
        <w:t xml:space="preserve">., </w:t>
      </w:r>
      <w:proofErr w:type="spellStart"/>
      <w:r w:rsidRPr="00046AC0">
        <w:rPr>
          <w:i/>
          <w:iCs/>
        </w:rPr>
        <w:t>Arctagrostis</w:t>
      </w:r>
      <w:proofErr w:type="spellEnd"/>
      <w:r w:rsidRPr="00046AC0">
        <w:rPr>
          <w:i/>
          <w:iCs/>
        </w:rPr>
        <w:t xml:space="preserve"> latifolia, Poa </w:t>
      </w:r>
      <w:proofErr w:type="spellStart"/>
      <w:r w:rsidRPr="00046AC0">
        <w:rPr>
          <w:i/>
          <w:iCs/>
        </w:rPr>
        <w:t>arctica</w:t>
      </w:r>
      <w:proofErr w:type="spellEnd"/>
      <w:r w:rsidRPr="00046AC0">
        <w:rPr>
          <w:i/>
          <w:iCs/>
        </w:rPr>
        <w:t xml:space="preserve">, Senecio </w:t>
      </w:r>
      <w:r w:rsidR="00046AC0">
        <w:rPr>
          <w:i/>
          <w:iCs/>
        </w:rPr>
        <w:t>congest</w:t>
      </w:r>
      <w:r w:rsidRPr="00046AC0">
        <w:rPr>
          <w:i/>
          <w:iCs/>
        </w:rPr>
        <w:t>s</w:t>
      </w:r>
      <w:r w:rsidR="00046AC0">
        <w:rPr>
          <w:i/>
          <w:iCs/>
        </w:rPr>
        <w:t>,</w:t>
      </w:r>
      <w:r w:rsidRPr="00046AC0">
        <w:rPr>
          <w:i/>
          <w:iCs/>
        </w:rPr>
        <w:t xml:space="preserve"> </w:t>
      </w:r>
      <w:r w:rsidRPr="00046AC0">
        <w:t>and</w:t>
      </w:r>
      <w:r w:rsidRPr="00046AC0">
        <w:rPr>
          <w:i/>
          <w:iCs/>
        </w:rPr>
        <w:t xml:space="preserve"> </w:t>
      </w:r>
      <w:proofErr w:type="spellStart"/>
      <w:r w:rsidRPr="00046AC0">
        <w:rPr>
          <w:i/>
          <w:iCs/>
        </w:rPr>
        <w:t>Carex</w:t>
      </w:r>
      <w:proofErr w:type="spellEnd"/>
      <w:r w:rsidRPr="00046AC0">
        <w:rPr>
          <w:i/>
          <w:iCs/>
        </w:rPr>
        <w:t xml:space="preserve"> </w:t>
      </w:r>
      <w:proofErr w:type="spellStart"/>
      <w:r w:rsidRPr="00046AC0">
        <w:rPr>
          <w:i/>
          <w:iCs/>
        </w:rPr>
        <w:t>bigelowii</w:t>
      </w:r>
      <w:proofErr w:type="spellEnd"/>
      <w:r w:rsidRPr="00046AC0">
        <w:rPr>
          <w:i/>
          <w:iCs/>
        </w:rPr>
        <w:t xml:space="preserve"> </w:t>
      </w:r>
      <w:r>
        <w:t xml:space="preserve">became established. </w:t>
      </w:r>
    </w:p>
    <w:p w:rsidR="007D424B" w:rsidP="007D424B" w:rsidRDefault="007D424B" w14:paraId="496FD07D" w14:textId="77777777">
      <w:r>
        <w:t>-Shrub recovery ranged from nearly 0-100% within in eight years, with willows recovering at one site.</w:t>
      </w:r>
    </w:p>
    <w:p w:rsidR="007D424B" w:rsidP="00D919B5" w:rsidRDefault="007D424B" w14:paraId="22F6CA56" w14:textId="77777777"/>
    <w:p w:rsidR="00D919B5" w:rsidP="00D919B5" w:rsidRDefault="00D919B5" w14:paraId="4E3C13ED" w14:textId="77777777">
      <w:r>
        <w:t xml:space="preserve">This community appears to be stable over time according to </w:t>
      </w:r>
      <w:proofErr w:type="spellStart"/>
      <w:r>
        <w:t>Viereck</w:t>
      </w:r>
      <w:proofErr w:type="spellEnd"/>
      <w:r>
        <w:t xml:space="preserve"> et al. (1992, II.C.2.c) but this model includes successional dynamics related to fire.</w:t>
      </w:r>
    </w:p>
    <w:p w:rsidR="00D919B5" w:rsidP="00D919B5" w:rsidRDefault="00D919B5" w14:paraId="230F61C6" w14:textId="6F0969D1">
      <w:pPr>
        <w:pStyle w:val="InfoPara"/>
      </w:pPr>
      <w:bookmarkStart w:name="FireSeason" w:id="0"/>
      <w:bookmarkStart w:name="FireFrequency" w:id="1"/>
      <w:bookmarkStart w:name="FireEffectsOnPlants" w:id="2"/>
      <w:bookmarkStart w:name="FireEffectsOnSoils" w:id="3"/>
      <w:bookmarkStart w:name="FireType" w:id="4"/>
      <w:bookmarkStart w:name="FireSeverity" w:id="5"/>
      <w:bookmarkStart w:name="FireTiming" w:id="6"/>
      <w:bookmarkStart w:name="RateOfFireSpread" w:id="7"/>
      <w:bookmarkStart w:name="FireIntensity" w:id="8"/>
      <w:bookmarkStart w:name="FireSize" w:id="9"/>
      <w:bookmarkStart w:name="FuelBiomassAndContinuity" w:id="10"/>
      <w:bookmarkEnd w:id="0"/>
      <w:bookmarkEnd w:id="1"/>
      <w:bookmarkEnd w:id="2"/>
      <w:bookmarkEnd w:id="3"/>
      <w:bookmarkEnd w:id="4"/>
      <w:bookmarkEnd w:id="5"/>
      <w:bookmarkEnd w:id="6"/>
      <w:bookmarkEnd w:id="7"/>
      <w:bookmarkEnd w:id="8"/>
      <w:bookmarkEnd w:id="9"/>
      <w:bookmarkEnd w:id="10"/>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559</w:t>
            </w:r>
          </w:p>
        </w:tc>
        <w:tc>
          <w:p>
            <w:pPr>
              <w:jc w:val="center"/>
            </w:pPr>
            <w:r>
              <w:t>100</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559</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D919B5" w:rsidP="00D919B5" w:rsidRDefault="00D919B5" w14:paraId="27F0DCE9" w14:textId="77777777">
      <w:pPr>
        <w:pStyle w:val="InfoPara"/>
      </w:pPr>
      <w:r>
        <w:t>Scale Description</w:t>
      </w:r>
    </w:p>
    <w:p w:rsidR="00D919B5" w:rsidP="00D919B5" w:rsidRDefault="00D919B5" w14:paraId="5E578D91" w14:textId="77777777">
      <w:r>
        <w:t>Large patch or matrix forming.</w:t>
      </w:r>
    </w:p>
    <w:p w:rsidR="00DE3255" w:rsidP="00D919B5" w:rsidRDefault="00DE3255" w14:paraId="368C1C0E" w14:textId="77777777"/>
    <w:p w:rsidR="00D919B5" w:rsidP="00D919B5" w:rsidRDefault="00D919B5" w14:paraId="0250E930" w14:textId="77777777">
      <w:pPr>
        <w:pStyle w:val="InfoPara"/>
      </w:pPr>
      <w:r>
        <w:t>Adjacency or Identification Concerns</w:t>
      </w:r>
    </w:p>
    <w:p w:rsidR="00D919B5" w:rsidP="00D919B5" w:rsidRDefault="00D919B5" w14:paraId="750E8F88" w14:textId="77777777">
      <w:r>
        <w:t>This type tends to grade into tussock shrub communities as moisture increases or dwarf shrub fellfields as moisture decreases with wind exposure (</w:t>
      </w:r>
      <w:proofErr w:type="spellStart"/>
      <w:r>
        <w:t>Viereck</w:t>
      </w:r>
      <w:proofErr w:type="spellEnd"/>
      <w:r>
        <w:t xml:space="preserve"> et al. 1992, II.C.2.c).</w:t>
      </w:r>
    </w:p>
    <w:p w:rsidR="00D919B5" w:rsidP="00D919B5" w:rsidRDefault="00D919B5" w14:paraId="4AA53DFB" w14:textId="77777777">
      <w:pPr>
        <w:pStyle w:val="InfoPara"/>
      </w:pPr>
      <w:r>
        <w:t>Issues or Problems</w:t>
      </w:r>
    </w:p>
    <w:p w:rsidR="00D919B5" w:rsidP="00D919B5" w:rsidRDefault="00D919B5" w14:paraId="4047B467" w14:textId="65A515BE">
      <w:r>
        <w:t>Experts at the Arctic meeting agreed on the model classes, but they noted that there is no solid data to support either fire frequencies or the frequency of open vs. closed classes. In this draft model, alternate succession probabilities were set to create a ratio of open to closed classes that approximately matched Torre Jorgenson's estimate that this type would be 20% closed in the Seward/Yukon-Kuskokwim Delta regions (frequent fire model) and 5% closed on the North Slope (infrequent fire model).</w:t>
      </w:r>
    </w:p>
    <w:p w:rsidR="00AC7A3A" w:rsidP="00AC7A3A" w:rsidRDefault="00AC7A3A" w14:paraId="7C158847" w14:textId="77777777"/>
    <w:p w:rsidR="00AC7A3A" w:rsidP="00AC7A3A" w:rsidRDefault="00AC7A3A" w14:paraId="611A15CF" w14:textId="77777777">
      <w:r>
        <w:t>Most of the fire regime literature available for tundra ecosystems in Alaska is from the Seward Peninsula and Noatak River Watershed where fire occurs more frequently than other regions of the state (Innes 2013). Little is known about fire history in arctic tundra communities in northern and northwestern Alaska (Innes 2013).</w:t>
      </w:r>
    </w:p>
    <w:p w:rsidR="00F65399" w:rsidP="00D919B5" w:rsidRDefault="00F65399" w14:paraId="5E95A7C5" w14:textId="77777777"/>
    <w:p w:rsidR="00D919B5" w:rsidP="00D919B5" w:rsidRDefault="00D919B5" w14:paraId="19E0B4AD" w14:textId="77777777">
      <w:pPr>
        <w:pStyle w:val="InfoPara"/>
      </w:pPr>
      <w:r>
        <w:t>Native Uncharacteristic Conditions</w:t>
      </w:r>
    </w:p>
    <w:p w:rsidRPr="008E6228" w:rsidR="00AC7A3A" w:rsidP="00AC7A3A" w:rsidRDefault="00D919B5" w14:paraId="6FB8C8F7" w14:textId="066CA052">
      <w:r>
        <w:t>The current conditions should be similar to the reference condition.</w:t>
      </w:r>
      <w:r w:rsidR="00AC7A3A">
        <w:t xml:space="preserve"> According to Innes 2013: “</w:t>
      </w:r>
      <w:r w:rsidRPr="008E6228" w:rsidR="00AC7A3A">
        <w:t>Because most of the area occupied by tundra in Alaska is sparsely populated and has little road access, fire regimes in tundra may not differ much from historical regimes [</w:t>
      </w:r>
      <w:r w:rsidRPr="000D0295" w:rsidR="00AC7A3A">
        <w:t>Chapin</w:t>
      </w:r>
      <w:r w:rsidR="00AC7A3A">
        <w:t xml:space="preserve"> et al. 2000, </w:t>
      </w:r>
      <w:proofErr w:type="spellStart"/>
      <w:r w:rsidR="00AC7A3A">
        <w:t>DeWilde</w:t>
      </w:r>
      <w:proofErr w:type="spellEnd"/>
      <w:r w:rsidR="00AC7A3A">
        <w:t xml:space="preserve"> and Chapin 2006, Heinselman 1981</w:t>
      </w:r>
      <w:r w:rsidRPr="008E6228" w:rsidR="00AC7A3A">
        <w:t>]. As of 2006, about 66% of interior Alaska was considered to have an essentially "natural" fire regime, with few human ignitions, negligible suppression activity, and many large, lightning-caused fires.</w:t>
      </w:r>
      <w:r w:rsidR="00AC7A3A">
        <w:t xml:space="preserve">” Innes 2013 provides information about climate change and Alaska tundra communities. </w:t>
      </w:r>
    </w:p>
    <w:p w:rsidR="00F65399" w:rsidP="00D919B5" w:rsidRDefault="00F65399" w14:paraId="1205A382" w14:textId="77777777"/>
    <w:p w:rsidR="00D919B5" w:rsidP="00D919B5" w:rsidRDefault="00D919B5" w14:paraId="3A9F42DF" w14:textId="77777777">
      <w:pPr>
        <w:pStyle w:val="InfoPara"/>
      </w:pPr>
      <w:r w:rsidR="6458B7BF">
        <w:rPr/>
        <w:t>Comments</w:t>
      </w:r>
    </w:p>
    <w:p w:rsidR="00653B1E" w:rsidP="00653B1E" w:rsidRDefault="00E22C41" w14:paraId="693B42BD" w14:textId="74B280EA">
      <w:r w:rsidRPr="6458B7BF" w:rsidR="6458B7B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11/2024: K. Blankenship changed the model to ensure at least 1% in class A. This changed the all FRI from 906 years to 555 years. </w:t>
      </w:r>
      <w:r w:rsidRPr="6458B7BF" w:rsidR="6458B7BF">
        <w:rPr>
          <w:rFonts w:ascii="Times New Roman" w:hAnsi="Times New Roman" w:eastAsia="Times New Roman" w:cs="Times New Roman"/>
          <w:noProof w:val="0"/>
          <w:sz w:val="24"/>
          <w:szCs w:val="24"/>
          <w:lang w:val="en-US"/>
        </w:rPr>
        <w:t xml:space="preserve"> </w:t>
      </w:r>
    </w:p>
    <w:p w:rsidR="00653B1E" w:rsidP="00653B1E" w:rsidRDefault="00E22C41" w14:paraId="4B108F3C" w14:textId="20BA755E"/>
    <w:p w:rsidR="00653B1E" w:rsidP="00653B1E" w:rsidRDefault="00E22C41" w14:paraId="20C63C0D" w14:textId="3352A9A8">
      <w:bookmarkStart w:name="_Hlk72404726" w:id="11"/>
      <w:r w:rsidR="6458B7BF">
        <w:rPr/>
        <w:t>In 2015</w:t>
      </w:r>
      <w:r w:rsidR="6458B7BF">
        <w:rPr/>
        <w:t>, r</w:t>
      </w:r>
      <w:r w:rsidR="6458B7BF">
        <w:rPr/>
        <w:t xml:space="preserve">eviewer Innes suggested that the geographic range for the </w:t>
      </w:r>
      <w:r w:rsidR="6458B7BF">
        <w:rPr/>
        <w:t>Alaska Arctic Scrub Birch-Ericaceous Shrubland</w:t>
      </w:r>
      <w:r w:rsidR="6458B7BF">
        <w:rPr/>
        <w:t xml:space="preserve"> </w:t>
      </w:r>
      <w:r w:rsidR="6458B7BF">
        <w:rPr/>
        <w:t>-</w:t>
      </w:r>
      <w:r w:rsidR="6458B7BF">
        <w:rPr/>
        <w:t xml:space="preserve"> </w:t>
      </w:r>
      <w:r w:rsidR="6458B7BF">
        <w:rPr/>
        <w:t>Infrequent Fire and Alaska Arctic Scrub Birch-Ericaceous Shrubland - Frequent Fire</w:t>
      </w:r>
      <w:r w:rsidR="6458B7BF">
        <w:rPr/>
        <w:t xml:space="preserve"> models should be re-evaluated. </w:t>
      </w:r>
      <w:r w:rsidR="6458B7BF">
        <w:rPr/>
        <w:t>Reviewer feedback is needed to refine the geographic range of the frequent and infrequent fire model variants.</w:t>
      </w:r>
    </w:p>
    <w:bookmarkEnd w:id="11"/>
    <w:p w:rsidR="00653B1E" w:rsidP="00653B1E" w:rsidRDefault="00653B1E" w14:paraId="78D5FF59" w14:textId="77777777"/>
    <w:p w:rsidR="0076002B" w:rsidP="00D919B5" w:rsidRDefault="00AC7A3A" w14:paraId="73D9E2FB" w14:textId="6AAD96FD">
      <w:r>
        <w:t xml:space="preserve">For LANDFIRE </w:t>
      </w:r>
      <w:r w:rsidR="00A10BC0">
        <w:t>National,</w:t>
      </w:r>
      <w:r>
        <w:t xml:space="preserve"> t</w:t>
      </w:r>
      <w:r w:rsidR="00D919B5">
        <w:t>his model was based on input from the experts who attended the LANDFIRE Fairbanks Arctic (April 08) modeling meeting and refined by Colleen Ryan, Kori Blankenship</w:t>
      </w:r>
      <w:r w:rsidR="00A10BC0">
        <w:t>,</w:t>
      </w:r>
      <w:r w:rsidR="00D919B5">
        <w:t xml:space="preserve"> and Keith Boggs.</w:t>
      </w:r>
    </w:p>
    <w:p w:rsidR="00966D70" w:rsidP="00D919B5" w:rsidRDefault="00966D70" w14:paraId="08E5A136" w14:textId="77777777"/>
    <w:p w:rsidR="00D919B5" w:rsidP="00D919B5" w:rsidRDefault="00D919B5" w14:paraId="46299C90"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D919B5" w:rsidP="00D919B5" w:rsidRDefault="00D919B5" w14:paraId="43F43088" w14:textId="77777777">
      <w:pPr>
        <w:pStyle w:val="InfoPara"/>
        <w:pBdr>
          <w:top w:val="single" w:color="auto" w:sz="4" w:space="1"/>
        </w:pBdr>
      </w:pPr>
      <w:r xmlns:w="http://schemas.openxmlformats.org/wordprocessingml/2006/main">
        <w:t>Class A</w:t>
      </w:r>
      <w:r xmlns:w="http://schemas.openxmlformats.org/wordprocessingml/2006/main">
        <w:tab/>
        <w:t>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D919B5" w:rsidP="00D919B5" w:rsidRDefault="00D919B5" w14:paraId="01165F2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2112"/>
        <w:gridCol w:w="1956"/>
      </w:tblGrid>
      <w:tr w:rsidRPr="00D919B5" w:rsidR="00D919B5" w:rsidTr="00D919B5" w14:paraId="09007084" w14:textId="77777777">
        <w:tc>
          <w:tcPr>
            <w:tcW w:w="1128" w:type="dxa"/>
            <w:tcBorders>
              <w:top w:val="single" w:color="auto" w:sz="2" w:space="0"/>
              <w:bottom w:val="single" w:color="000000" w:sz="12" w:space="0"/>
            </w:tcBorders>
            <w:shd w:val="clear" w:color="auto" w:fill="auto"/>
          </w:tcPr>
          <w:p w:rsidRPr="00D919B5" w:rsidR="00D919B5" w:rsidP="001F0E2B" w:rsidRDefault="00D919B5" w14:paraId="524DDF8B" w14:textId="77777777">
            <w:pPr>
              <w:rPr>
                <w:b/>
                <w:bCs/>
              </w:rPr>
            </w:pPr>
            <w:r w:rsidRPr="00D919B5">
              <w:rPr>
                <w:b/>
                <w:bCs/>
              </w:rPr>
              <w:t>Symbol</w:t>
            </w:r>
          </w:p>
        </w:tc>
        <w:tc>
          <w:tcPr>
            <w:tcW w:w="2856" w:type="dxa"/>
            <w:tcBorders>
              <w:top w:val="single" w:color="auto" w:sz="2" w:space="0"/>
              <w:bottom w:val="single" w:color="000000" w:sz="12" w:space="0"/>
            </w:tcBorders>
            <w:shd w:val="clear" w:color="auto" w:fill="auto"/>
          </w:tcPr>
          <w:p w:rsidRPr="00D919B5" w:rsidR="00D919B5" w:rsidP="001F0E2B" w:rsidRDefault="00D919B5" w14:paraId="1085B90F" w14:textId="77777777">
            <w:pPr>
              <w:rPr>
                <w:b/>
                <w:bCs/>
              </w:rPr>
            </w:pPr>
            <w:r w:rsidRPr="00D919B5">
              <w:rPr>
                <w:b/>
                <w:bCs/>
              </w:rPr>
              <w:t>Scientific Name</w:t>
            </w:r>
          </w:p>
        </w:tc>
        <w:tc>
          <w:tcPr>
            <w:tcW w:w="2112" w:type="dxa"/>
            <w:tcBorders>
              <w:top w:val="single" w:color="auto" w:sz="2" w:space="0"/>
              <w:bottom w:val="single" w:color="000000" w:sz="12" w:space="0"/>
            </w:tcBorders>
            <w:shd w:val="clear" w:color="auto" w:fill="auto"/>
          </w:tcPr>
          <w:p w:rsidRPr="00D919B5" w:rsidR="00D919B5" w:rsidP="001F0E2B" w:rsidRDefault="00D919B5" w14:paraId="7519200E" w14:textId="77777777">
            <w:pPr>
              <w:rPr>
                <w:b/>
                <w:bCs/>
              </w:rPr>
            </w:pPr>
            <w:r w:rsidRPr="00D919B5">
              <w:rPr>
                <w:b/>
                <w:bCs/>
              </w:rPr>
              <w:t>Common Name</w:t>
            </w:r>
          </w:p>
        </w:tc>
        <w:tc>
          <w:tcPr>
            <w:tcW w:w="1956" w:type="dxa"/>
            <w:tcBorders>
              <w:top w:val="single" w:color="auto" w:sz="2" w:space="0"/>
              <w:bottom w:val="single" w:color="000000" w:sz="12" w:space="0"/>
            </w:tcBorders>
            <w:shd w:val="clear" w:color="auto" w:fill="auto"/>
          </w:tcPr>
          <w:p w:rsidRPr="00D919B5" w:rsidR="00D919B5" w:rsidP="001F0E2B" w:rsidRDefault="00D919B5" w14:paraId="5FEFAE59" w14:textId="77777777">
            <w:pPr>
              <w:rPr>
                <w:b/>
                <w:bCs/>
              </w:rPr>
            </w:pPr>
            <w:r w:rsidRPr="00D919B5">
              <w:rPr>
                <w:b/>
                <w:bCs/>
              </w:rPr>
              <w:t>Canopy Position</w:t>
            </w:r>
          </w:p>
        </w:tc>
      </w:tr>
      <w:tr w:rsidRPr="00D919B5" w:rsidR="00D919B5" w:rsidTr="00D919B5" w14:paraId="111156B9" w14:textId="77777777">
        <w:tc>
          <w:tcPr>
            <w:tcW w:w="1128" w:type="dxa"/>
            <w:tcBorders>
              <w:top w:val="single" w:color="000000" w:sz="12" w:space="0"/>
            </w:tcBorders>
            <w:shd w:val="clear" w:color="auto" w:fill="auto"/>
          </w:tcPr>
          <w:p w:rsidRPr="00D919B5" w:rsidR="00D919B5" w:rsidP="001F0E2B" w:rsidRDefault="00D919B5" w14:paraId="70E925CE" w14:textId="77777777">
            <w:pPr>
              <w:rPr>
                <w:bCs/>
              </w:rPr>
            </w:pPr>
            <w:r w:rsidRPr="00D919B5">
              <w:rPr>
                <w:bCs/>
              </w:rPr>
              <w:t>FEAL</w:t>
            </w:r>
          </w:p>
        </w:tc>
        <w:tc>
          <w:tcPr>
            <w:tcW w:w="2856" w:type="dxa"/>
            <w:tcBorders>
              <w:top w:val="single" w:color="000000" w:sz="12" w:space="0"/>
            </w:tcBorders>
            <w:shd w:val="clear" w:color="auto" w:fill="auto"/>
          </w:tcPr>
          <w:p w:rsidRPr="00A10BC0" w:rsidR="00D919B5" w:rsidP="001F0E2B" w:rsidRDefault="00D919B5" w14:paraId="3B5C5655" w14:textId="77777777">
            <w:pPr>
              <w:rPr>
                <w:i/>
                <w:iCs/>
              </w:rPr>
            </w:pPr>
            <w:r w:rsidRPr="00A10BC0">
              <w:rPr>
                <w:i/>
                <w:iCs/>
              </w:rPr>
              <w:t xml:space="preserve">Festuca </w:t>
            </w:r>
            <w:proofErr w:type="spellStart"/>
            <w:r w:rsidRPr="00A10BC0">
              <w:rPr>
                <w:i/>
                <w:iCs/>
              </w:rPr>
              <w:t>altaica</w:t>
            </w:r>
            <w:proofErr w:type="spellEnd"/>
          </w:p>
        </w:tc>
        <w:tc>
          <w:tcPr>
            <w:tcW w:w="2112" w:type="dxa"/>
            <w:tcBorders>
              <w:top w:val="single" w:color="000000" w:sz="12" w:space="0"/>
            </w:tcBorders>
            <w:shd w:val="clear" w:color="auto" w:fill="auto"/>
          </w:tcPr>
          <w:p w:rsidRPr="00D919B5" w:rsidR="00D919B5" w:rsidP="001F0E2B" w:rsidRDefault="00D919B5" w14:paraId="6068D684" w14:textId="77777777">
            <w:r w:rsidRPr="00D919B5">
              <w:t>Altai fescue</w:t>
            </w:r>
          </w:p>
        </w:tc>
        <w:tc>
          <w:tcPr>
            <w:tcW w:w="1956" w:type="dxa"/>
            <w:tcBorders>
              <w:top w:val="single" w:color="000000" w:sz="12" w:space="0"/>
            </w:tcBorders>
            <w:shd w:val="clear" w:color="auto" w:fill="auto"/>
          </w:tcPr>
          <w:p w:rsidRPr="00D919B5" w:rsidR="00D919B5" w:rsidP="001F0E2B" w:rsidRDefault="00D919B5" w14:paraId="30FA656A" w14:textId="77777777">
            <w:r w:rsidRPr="00D919B5">
              <w:t>Upper</w:t>
            </w:r>
          </w:p>
        </w:tc>
      </w:tr>
      <w:tr w:rsidRPr="00D919B5" w:rsidR="00D919B5" w:rsidTr="00D919B5" w14:paraId="79A69EA7" w14:textId="77777777">
        <w:tc>
          <w:tcPr>
            <w:tcW w:w="1128" w:type="dxa"/>
            <w:shd w:val="clear" w:color="auto" w:fill="auto"/>
          </w:tcPr>
          <w:p w:rsidRPr="00D919B5" w:rsidR="00D919B5" w:rsidP="001F0E2B" w:rsidRDefault="00D919B5" w14:paraId="6138A80F" w14:textId="77777777">
            <w:pPr>
              <w:rPr>
                <w:bCs/>
              </w:rPr>
            </w:pPr>
            <w:r w:rsidRPr="00D919B5">
              <w:rPr>
                <w:bCs/>
              </w:rPr>
              <w:t>HIAL3</w:t>
            </w:r>
          </w:p>
        </w:tc>
        <w:tc>
          <w:tcPr>
            <w:tcW w:w="2856" w:type="dxa"/>
            <w:shd w:val="clear" w:color="auto" w:fill="auto"/>
          </w:tcPr>
          <w:p w:rsidRPr="00A10BC0" w:rsidR="00D919B5" w:rsidP="001F0E2B" w:rsidRDefault="00D919B5" w14:paraId="559431C5" w14:textId="77777777">
            <w:pPr>
              <w:rPr>
                <w:i/>
                <w:iCs/>
              </w:rPr>
            </w:pPr>
            <w:proofErr w:type="spellStart"/>
            <w:r w:rsidRPr="00A10BC0">
              <w:rPr>
                <w:i/>
                <w:iCs/>
              </w:rPr>
              <w:t>Hierochloe</w:t>
            </w:r>
            <w:proofErr w:type="spellEnd"/>
            <w:r w:rsidRPr="00A10BC0">
              <w:rPr>
                <w:i/>
                <w:iCs/>
              </w:rPr>
              <w:t xml:space="preserve"> </w:t>
            </w:r>
            <w:proofErr w:type="spellStart"/>
            <w:r w:rsidRPr="00A10BC0">
              <w:rPr>
                <w:i/>
                <w:iCs/>
              </w:rPr>
              <w:t>alpina</w:t>
            </w:r>
            <w:proofErr w:type="spellEnd"/>
          </w:p>
        </w:tc>
        <w:tc>
          <w:tcPr>
            <w:tcW w:w="2112" w:type="dxa"/>
            <w:shd w:val="clear" w:color="auto" w:fill="auto"/>
          </w:tcPr>
          <w:p w:rsidRPr="00D919B5" w:rsidR="00D919B5" w:rsidP="001F0E2B" w:rsidRDefault="00D919B5" w14:paraId="3146491B" w14:textId="77777777">
            <w:r w:rsidRPr="00D919B5">
              <w:t>Alpine sweetgrass</w:t>
            </w:r>
          </w:p>
        </w:tc>
        <w:tc>
          <w:tcPr>
            <w:tcW w:w="1956" w:type="dxa"/>
            <w:shd w:val="clear" w:color="auto" w:fill="auto"/>
          </w:tcPr>
          <w:p w:rsidRPr="00D919B5" w:rsidR="00D919B5" w:rsidP="001F0E2B" w:rsidRDefault="00D919B5" w14:paraId="706F51EB" w14:textId="77777777">
            <w:r w:rsidRPr="00D919B5">
              <w:t>Upper</w:t>
            </w:r>
          </w:p>
        </w:tc>
      </w:tr>
      <w:tr w:rsidRPr="00D919B5" w:rsidR="00D919B5" w:rsidTr="00D919B5" w14:paraId="382606B1" w14:textId="77777777">
        <w:tc>
          <w:tcPr>
            <w:tcW w:w="1128" w:type="dxa"/>
            <w:shd w:val="clear" w:color="auto" w:fill="auto"/>
          </w:tcPr>
          <w:p w:rsidRPr="00D919B5" w:rsidR="00D919B5" w:rsidP="001F0E2B" w:rsidRDefault="00D919B5" w14:paraId="0821574B" w14:textId="77777777">
            <w:pPr>
              <w:rPr>
                <w:bCs/>
              </w:rPr>
            </w:pPr>
            <w:r w:rsidRPr="00D919B5">
              <w:rPr>
                <w:bCs/>
              </w:rPr>
              <w:t>CACA4</w:t>
            </w:r>
          </w:p>
        </w:tc>
        <w:tc>
          <w:tcPr>
            <w:tcW w:w="2856" w:type="dxa"/>
            <w:shd w:val="clear" w:color="auto" w:fill="auto"/>
          </w:tcPr>
          <w:p w:rsidRPr="00A10BC0" w:rsidR="00D919B5" w:rsidP="001F0E2B" w:rsidRDefault="00D919B5" w14:paraId="021E9E02" w14:textId="77777777">
            <w:pPr>
              <w:rPr>
                <w:i/>
                <w:iCs/>
              </w:rPr>
            </w:pPr>
            <w:r w:rsidRPr="00A10BC0">
              <w:rPr>
                <w:i/>
                <w:iCs/>
              </w:rPr>
              <w:t>Calamagrostis canadensis</w:t>
            </w:r>
          </w:p>
        </w:tc>
        <w:tc>
          <w:tcPr>
            <w:tcW w:w="2112" w:type="dxa"/>
            <w:shd w:val="clear" w:color="auto" w:fill="auto"/>
          </w:tcPr>
          <w:p w:rsidRPr="00D919B5" w:rsidR="00D919B5" w:rsidP="001F0E2B" w:rsidRDefault="00D919B5" w14:paraId="6BA06A52" w14:textId="77777777">
            <w:r w:rsidRPr="00D919B5">
              <w:t>Bluejoint</w:t>
            </w:r>
          </w:p>
        </w:tc>
        <w:tc>
          <w:tcPr>
            <w:tcW w:w="1956" w:type="dxa"/>
            <w:shd w:val="clear" w:color="auto" w:fill="auto"/>
          </w:tcPr>
          <w:p w:rsidRPr="00D919B5" w:rsidR="00D919B5" w:rsidP="001F0E2B" w:rsidRDefault="00D919B5" w14:paraId="041BC375" w14:textId="77777777">
            <w:r w:rsidRPr="00D919B5">
              <w:t>Upper</w:t>
            </w:r>
          </w:p>
        </w:tc>
      </w:tr>
      <w:tr w:rsidRPr="00D919B5" w:rsidR="00D919B5" w:rsidTr="00D919B5" w14:paraId="0EA2FECC" w14:textId="77777777">
        <w:tc>
          <w:tcPr>
            <w:tcW w:w="1128" w:type="dxa"/>
            <w:shd w:val="clear" w:color="auto" w:fill="auto"/>
          </w:tcPr>
          <w:p w:rsidRPr="00D919B5" w:rsidR="00D919B5" w:rsidP="001F0E2B" w:rsidRDefault="00D919B5" w14:paraId="25DB8E11" w14:textId="77777777">
            <w:pPr>
              <w:rPr>
                <w:bCs/>
              </w:rPr>
            </w:pPr>
            <w:r w:rsidRPr="00D919B5">
              <w:rPr>
                <w:bCs/>
              </w:rPr>
              <w:t>CHAN9</w:t>
            </w:r>
          </w:p>
        </w:tc>
        <w:tc>
          <w:tcPr>
            <w:tcW w:w="2856" w:type="dxa"/>
            <w:shd w:val="clear" w:color="auto" w:fill="auto"/>
          </w:tcPr>
          <w:p w:rsidRPr="00A10BC0" w:rsidR="00D919B5" w:rsidP="001F0E2B" w:rsidRDefault="00D919B5" w14:paraId="72E5ECE0" w14:textId="77777777">
            <w:pPr>
              <w:rPr>
                <w:i/>
                <w:iCs/>
              </w:rPr>
            </w:pPr>
            <w:r w:rsidRPr="00A10BC0">
              <w:rPr>
                <w:i/>
                <w:iCs/>
              </w:rPr>
              <w:t>Chamerion angustifolium</w:t>
            </w:r>
          </w:p>
        </w:tc>
        <w:tc>
          <w:tcPr>
            <w:tcW w:w="2112" w:type="dxa"/>
            <w:shd w:val="clear" w:color="auto" w:fill="auto"/>
          </w:tcPr>
          <w:p w:rsidRPr="00D919B5" w:rsidR="00D919B5" w:rsidP="001F0E2B" w:rsidRDefault="00D919B5" w14:paraId="79BD513F" w14:textId="77777777">
            <w:r w:rsidRPr="00D919B5">
              <w:t>Fireweed</w:t>
            </w:r>
          </w:p>
        </w:tc>
        <w:tc>
          <w:tcPr>
            <w:tcW w:w="1956" w:type="dxa"/>
            <w:shd w:val="clear" w:color="auto" w:fill="auto"/>
          </w:tcPr>
          <w:p w:rsidRPr="00D919B5" w:rsidR="00D919B5" w:rsidP="001F0E2B" w:rsidRDefault="00D919B5" w14:paraId="6EE2D219" w14:textId="77777777">
            <w:r w:rsidRPr="00D919B5">
              <w:t>Upper</w:t>
            </w:r>
          </w:p>
        </w:tc>
      </w:tr>
    </w:tbl>
    <w:p w:rsidR="00D919B5" w:rsidP="00D919B5" w:rsidRDefault="00D919B5" w14:paraId="1E159960" w14:textId="77777777"/>
    <w:p w:rsidR="00D919B5" w:rsidP="00D919B5" w:rsidRDefault="00D919B5" w14:paraId="3DA9B35E" w14:textId="77777777">
      <w:pPr>
        <w:pStyle w:val="SClassInfoPara"/>
      </w:pPr>
      <w:r>
        <w:t>Description</w:t>
      </w:r>
    </w:p>
    <w:p w:rsidR="00D919B5" w:rsidP="00D919B5" w:rsidRDefault="00D919B5" w14:paraId="6C6F6A0D" w14:textId="77777777">
      <w:r>
        <w:t xml:space="preserve">After fire, herbaceous species such as </w:t>
      </w:r>
      <w:r w:rsidRPr="00A10BC0">
        <w:rPr>
          <w:i/>
          <w:iCs/>
        </w:rPr>
        <w:t xml:space="preserve">Festuca </w:t>
      </w:r>
      <w:proofErr w:type="spellStart"/>
      <w:r w:rsidRPr="00A10BC0">
        <w:rPr>
          <w:i/>
          <w:iCs/>
        </w:rPr>
        <w:t>altaica</w:t>
      </w:r>
      <w:proofErr w:type="spellEnd"/>
      <w:r>
        <w:t xml:space="preserve"> and </w:t>
      </w:r>
      <w:proofErr w:type="spellStart"/>
      <w:r w:rsidRPr="00A10BC0">
        <w:rPr>
          <w:i/>
          <w:iCs/>
        </w:rPr>
        <w:t>Hierochloe</w:t>
      </w:r>
      <w:proofErr w:type="spellEnd"/>
      <w:r w:rsidRPr="00A10BC0">
        <w:rPr>
          <w:i/>
          <w:iCs/>
        </w:rPr>
        <w:t xml:space="preserve"> </w:t>
      </w:r>
      <w:proofErr w:type="spellStart"/>
      <w:r w:rsidRPr="00A10BC0">
        <w:rPr>
          <w:i/>
          <w:iCs/>
        </w:rPr>
        <w:t>alpina</w:t>
      </w:r>
      <w:proofErr w:type="spellEnd"/>
      <w:r>
        <w:t xml:space="preserve"> typically dominate. Low shrubs can resprout following fire, quickly regaining dominance of a site. This class may persist for more than 5yrs if fire severity is high enough to remove the organic layer.</w:t>
      </w:r>
    </w:p>
    <w:p w:rsidR="00D919B5" w:rsidP="00D919B5" w:rsidRDefault="00D919B5" w14:paraId="3C11F44E" w14:textId="77777777"/>
    <w:p>
      <w:r>
        <w:rPr>
          <w:i/>
          <w:u w:val="single"/>
        </w:rPr>
        <w:t>Maximum Tree Size Class</w:t>
      </w:r>
      <w:br/>
      <w:r>
        <w:t>None</w:t>
      </w:r>
    </w:p>
    <w:p w:rsidR="00D919B5" w:rsidP="00D919B5" w:rsidRDefault="00D919B5" w14:paraId="17D61C58" w14:textId="77777777">
      <w:pPr>
        <w:pStyle w:val="InfoPara"/>
        <w:pBdr>
          <w:top w:val="single" w:color="auto" w:sz="4" w:space="1"/>
        </w:pBdr>
      </w:pPr>
      <w:r xmlns:w="http://schemas.openxmlformats.org/wordprocessingml/2006/main">
        <w:t>Class B</w:t>
      </w:r>
      <w:r xmlns:w="http://schemas.openxmlformats.org/wordprocessingml/2006/main">
        <w:tab/>
        <w:t>88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D919B5" w:rsidP="00D919B5" w:rsidRDefault="00D919B5" w14:paraId="4DE549A9" w14:textId="77777777"/>
    <w:p w:rsidR="00D919B5" w:rsidP="00D919B5" w:rsidRDefault="00D919B5" w14:paraId="7047B6C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D919B5" w:rsidR="00D919B5" w:rsidTr="00D919B5" w14:paraId="1B12480D" w14:textId="77777777">
        <w:tc>
          <w:tcPr>
            <w:tcW w:w="1116" w:type="dxa"/>
            <w:tcBorders>
              <w:top w:val="single" w:color="auto" w:sz="2" w:space="0"/>
              <w:bottom w:val="single" w:color="000000" w:sz="12" w:space="0"/>
            </w:tcBorders>
            <w:shd w:val="clear" w:color="auto" w:fill="auto"/>
          </w:tcPr>
          <w:p w:rsidRPr="00D919B5" w:rsidR="00D919B5" w:rsidP="001F0E2B" w:rsidRDefault="00D919B5" w14:paraId="0A3CD195" w14:textId="77777777">
            <w:pPr>
              <w:rPr>
                <w:b/>
                <w:bCs/>
              </w:rPr>
            </w:pPr>
            <w:r w:rsidRPr="00D919B5">
              <w:rPr>
                <w:b/>
                <w:bCs/>
              </w:rPr>
              <w:t>Symbol</w:t>
            </w:r>
          </w:p>
        </w:tc>
        <w:tc>
          <w:tcPr>
            <w:tcW w:w="3444" w:type="dxa"/>
            <w:tcBorders>
              <w:top w:val="single" w:color="auto" w:sz="2" w:space="0"/>
              <w:bottom w:val="single" w:color="000000" w:sz="12" w:space="0"/>
            </w:tcBorders>
            <w:shd w:val="clear" w:color="auto" w:fill="auto"/>
          </w:tcPr>
          <w:p w:rsidRPr="00D919B5" w:rsidR="00D919B5" w:rsidP="001F0E2B" w:rsidRDefault="00D919B5" w14:paraId="5A410563" w14:textId="77777777">
            <w:pPr>
              <w:rPr>
                <w:b/>
                <w:bCs/>
              </w:rPr>
            </w:pPr>
            <w:r w:rsidRPr="00D919B5">
              <w:rPr>
                <w:b/>
                <w:bCs/>
              </w:rPr>
              <w:t>Scientific Name</w:t>
            </w:r>
          </w:p>
        </w:tc>
        <w:tc>
          <w:tcPr>
            <w:tcW w:w="2184" w:type="dxa"/>
            <w:tcBorders>
              <w:top w:val="single" w:color="auto" w:sz="2" w:space="0"/>
              <w:bottom w:val="single" w:color="000000" w:sz="12" w:space="0"/>
            </w:tcBorders>
            <w:shd w:val="clear" w:color="auto" w:fill="auto"/>
          </w:tcPr>
          <w:p w:rsidRPr="00D919B5" w:rsidR="00D919B5" w:rsidP="001F0E2B" w:rsidRDefault="00D919B5" w14:paraId="0B789304" w14:textId="77777777">
            <w:pPr>
              <w:rPr>
                <w:b/>
                <w:bCs/>
              </w:rPr>
            </w:pPr>
            <w:r w:rsidRPr="00D919B5">
              <w:rPr>
                <w:b/>
                <w:bCs/>
              </w:rPr>
              <w:t>Common Name</w:t>
            </w:r>
          </w:p>
        </w:tc>
        <w:tc>
          <w:tcPr>
            <w:tcW w:w="1956" w:type="dxa"/>
            <w:tcBorders>
              <w:top w:val="single" w:color="auto" w:sz="2" w:space="0"/>
              <w:bottom w:val="single" w:color="000000" w:sz="12" w:space="0"/>
            </w:tcBorders>
            <w:shd w:val="clear" w:color="auto" w:fill="auto"/>
          </w:tcPr>
          <w:p w:rsidRPr="00D919B5" w:rsidR="00D919B5" w:rsidP="001F0E2B" w:rsidRDefault="00D919B5" w14:paraId="2BACB115" w14:textId="77777777">
            <w:pPr>
              <w:rPr>
                <w:b/>
                <w:bCs/>
              </w:rPr>
            </w:pPr>
            <w:r w:rsidRPr="00D919B5">
              <w:rPr>
                <w:b/>
                <w:bCs/>
              </w:rPr>
              <w:t>Canopy Position</w:t>
            </w:r>
          </w:p>
        </w:tc>
      </w:tr>
      <w:tr w:rsidRPr="00D919B5" w:rsidR="00D919B5" w:rsidTr="00D919B5" w14:paraId="1F73749F" w14:textId="77777777">
        <w:tc>
          <w:tcPr>
            <w:tcW w:w="1116" w:type="dxa"/>
            <w:tcBorders>
              <w:top w:val="single" w:color="000000" w:sz="12" w:space="0"/>
            </w:tcBorders>
            <w:shd w:val="clear" w:color="auto" w:fill="auto"/>
          </w:tcPr>
          <w:p w:rsidRPr="00D919B5" w:rsidR="00D919B5" w:rsidP="001F0E2B" w:rsidRDefault="00D919B5" w14:paraId="2762D0E6" w14:textId="77777777">
            <w:pPr>
              <w:rPr>
                <w:bCs/>
              </w:rPr>
            </w:pPr>
            <w:r w:rsidRPr="00D919B5">
              <w:rPr>
                <w:bCs/>
              </w:rPr>
              <w:t>BENA</w:t>
            </w:r>
          </w:p>
        </w:tc>
        <w:tc>
          <w:tcPr>
            <w:tcW w:w="3444" w:type="dxa"/>
            <w:tcBorders>
              <w:top w:val="single" w:color="000000" w:sz="12" w:space="0"/>
            </w:tcBorders>
            <w:shd w:val="clear" w:color="auto" w:fill="auto"/>
          </w:tcPr>
          <w:p w:rsidRPr="00A10BC0" w:rsidR="00D919B5" w:rsidP="001F0E2B" w:rsidRDefault="00D919B5" w14:paraId="14F4C78C" w14:textId="77777777">
            <w:pPr>
              <w:rPr>
                <w:i/>
                <w:iCs/>
              </w:rPr>
            </w:pPr>
            <w:r w:rsidRPr="00A10BC0">
              <w:rPr>
                <w:i/>
                <w:iCs/>
              </w:rPr>
              <w:t>Betula nana</w:t>
            </w:r>
          </w:p>
        </w:tc>
        <w:tc>
          <w:tcPr>
            <w:tcW w:w="2184" w:type="dxa"/>
            <w:tcBorders>
              <w:top w:val="single" w:color="000000" w:sz="12" w:space="0"/>
            </w:tcBorders>
            <w:shd w:val="clear" w:color="auto" w:fill="auto"/>
          </w:tcPr>
          <w:p w:rsidRPr="00D919B5" w:rsidR="00D919B5" w:rsidP="001F0E2B" w:rsidRDefault="00D919B5" w14:paraId="0D97FDFC" w14:textId="77777777">
            <w:r w:rsidRPr="00D919B5">
              <w:t>Dwarf birch</w:t>
            </w:r>
          </w:p>
        </w:tc>
        <w:tc>
          <w:tcPr>
            <w:tcW w:w="1956" w:type="dxa"/>
            <w:tcBorders>
              <w:top w:val="single" w:color="000000" w:sz="12" w:space="0"/>
            </w:tcBorders>
            <w:shd w:val="clear" w:color="auto" w:fill="auto"/>
          </w:tcPr>
          <w:p w:rsidRPr="00D919B5" w:rsidR="00D919B5" w:rsidP="001F0E2B" w:rsidRDefault="00D919B5" w14:paraId="1AF761E6" w14:textId="77777777">
            <w:r w:rsidRPr="00D919B5">
              <w:t>Upper</w:t>
            </w:r>
          </w:p>
        </w:tc>
      </w:tr>
      <w:tr w:rsidRPr="00D919B5" w:rsidR="00D919B5" w:rsidTr="00D919B5" w14:paraId="7C250CB1" w14:textId="77777777">
        <w:tc>
          <w:tcPr>
            <w:tcW w:w="1116" w:type="dxa"/>
            <w:shd w:val="clear" w:color="auto" w:fill="auto"/>
          </w:tcPr>
          <w:p w:rsidRPr="00D919B5" w:rsidR="00D919B5" w:rsidP="001F0E2B" w:rsidRDefault="00D919B5" w14:paraId="2B4DB6DA" w14:textId="77777777">
            <w:pPr>
              <w:rPr>
                <w:bCs/>
              </w:rPr>
            </w:pPr>
            <w:r w:rsidRPr="00D919B5">
              <w:rPr>
                <w:bCs/>
              </w:rPr>
              <w:t>VAUL</w:t>
            </w:r>
          </w:p>
        </w:tc>
        <w:tc>
          <w:tcPr>
            <w:tcW w:w="3444" w:type="dxa"/>
            <w:shd w:val="clear" w:color="auto" w:fill="auto"/>
          </w:tcPr>
          <w:p w:rsidRPr="00A10BC0" w:rsidR="00D919B5" w:rsidP="001F0E2B" w:rsidRDefault="00D919B5" w14:paraId="5F6CA0C9" w14:textId="77777777">
            <w:pPr>
              <w:rPr>
                <w:i/>
                <w:iCs/>
              </w:rPr>
            </w:pPr>
            <w:r w:rsidRPr="00A10BC0">
              <w:rPr>
                <w:i/>
                <w:iCs/>
              </w:rPr>
              <w:t xml:space="preserve">Vaccinium </w:t>
            </w:r>
            <w:proofErr w:type="spellStart"/>
            <w:r w:rsidRPr="00A10BC0">
              <w:rPr>
                <w:i/>
                <w:iCs/>
              </w:rPr>
              <w:t>uliginosum</w:t>
            </w:r>
            <w:proofErr w:type="spellEnd"/>
          </w:p>
        </w:tc>
        <w:tc>
          <w:tcPr>
            <w:tcW w:w="2184" w:type="dxa"/>
            <w:shd w:val="clear" w:color="auto" w:fill="auto"/>
          </w:tcPr>
          <w:p w:rsidRPr="00D919B5" w:rsidR="00D919B5" w:rsidP="001F0E2B" w:rsidRDefault="00D919B5" w14:paraId="656125D2" w14:textId="77777777">
            <w:r w:rsidRPr="00D919B5">
              <w:t>Bog blueberry</w:t>
            </w:r>
          </w:p>
        </w:tc>
        <w:tc>
          <w:tcPr>
            <w:tcW w:w="1956" w:type="dxa"/>
            <w:shd w:val="clear" w:color="auto" w:fill="auto"/>
          </w:tcPr>
          <w:p w:rsidRPr="00D919B5" w:rsidR="00D919B5" w:rsidP="001F0E2B" w:rsidRDefault="00D919B5" w14:paraId="5AF4CB38" w14:textId="77777777">
            <w:r w:rsidRPr="00D919B5">
              <w:t>Upper</w:t>
            </w:r>
          </w:p>
        </w:tc>
      </w:tr>
      <w:tr w:rsidRPr="00D919B5" w:rsidR="00D919B5" w:rsidTr="00D919B5" w14:paraId="0877475B" w14:textId="77777777">
        <w:tc>
          <w:tcPr>
            <w:tcW w:w="1116" w:type="dxa"/>
            <w:shd w:val="clear" w:color="auto" w:fill="auto"/>
          </w:tcPr>
          <w:p w:rsidRPr="00D919B5" w:rsidR="00D919B5" w:rsidP="001F0E2B" w:rsidRDefault="00D919B5" w14:paraId="3464CAFA" w14:textId="77777777">
            <w:pPr>
              <w:rPr>
                <w:bCs/>
              </w:rPr>
            </w:pPr>
            <w:r w:rsidRPr="00D919B5">
              <w:rPr>
                <w:bCs/>
              </w:rPr>
              <w:t>LEPAD</w:t>
            </w:r>
          </w:p>
        </w:tc>
        <w:tc>
          <w:tcPr>
            <w:tcW w:w="3444" w:type="dxa"/>
            <w:shd w:val="clear" w:color="auto" w:fill="auto"/>
          </w:tcPr>
          <w:p w:rsidRPr="00A10BC0" w:rsidR="00D919B5" w:rsidP="001F0E2B" w:rsidRDefault="00D919B5" w14:paraId="19CBA939" w14:textId="77777777">
            <w:pPr>
              <w:rPr>
                <w:i/>
                <w:iCs/>
              </w:rPr>
            </w:pPr>
            <w:r w:rsidRPr="00A10BC0">
              <w:rPr>
                <w:i/>
                <w:iCs/>
              </w:rPr>
              <w:t xml:space="preserve">Ledum </w:t>
            </w:r>
            <w:proofErr w:type="spellStart"/>
            <w:r w:rsidRPr="00A10BC0">
              <w:rPr>
                <w:i/>
                <w:iCs/>
              </w:rPr>
              <w:t>palustre</w:t>
            </w:r>
            <w:proofErr w:type="spellEnd"/>
            <w:r w:rsidRPr="00A10BC0">
              <w:rPr>
                <w:i/>
                <w:iCs/>
              </w:rPr>
              <w:t xml:space="preserve"> </w:t>
            </w:r>
            <w:r w:rsidRPr="00A10BC0">
              <w:t>ssp</w:t>
            </w:r>
            <w:r w:rsidRPr="00A10BC0">
              <w:rPr>
                <w:i/>
                <w:iCs/>
              </w:rPr>
              <w:t xml:space="preserve">. </w:t>
            </w:r>
            <w:proofErr w:type="spellStart"/>
            <w:r w:rsidRPr="00A10BC0">
              <w:rPr>
                <w:i/>
                <w:iCs/>
              </w:rPr>
              <w:t>decumbens</w:t>
            </w:r>
            <w:proofErr w:type="spellEnd"/>
          </w:p>
        </w:tc>
        <w:tc>
          <w:tcPr>
            <w:tcW w:w="2184" w:type="dxa"/>
            <w:shd w:val="clear" w:color="auto" w:fill="auto"/>
          </w:tcPr>
          <w:p w:rsidRPr="00D919B5" w:rsidR="00D919B5" w:rsidP="001F0E2B" w:rsidRDefault="00D919B5" w14:paraId="35279F5D" w14:textId="77777777">
            <w:r w:rsidRPr="00D919B5">
              <w:t>Marsh labrador tea</w:t>
            </w:r>
          </w:p>
        </w:tc>
        <w:tc>
          <w:tcPr>
            <w:tcW w:w="1956" w:type="dxa"/>
            <w:shd w:val="clear" w:color="auto" w:fill="auto"/>
          </w:tcPr>
          <w:p w:rsidRPr="00D919B5" w:rsidR="00D919B5" w:rsidP="001F0E2B" w:rsidRDefault="00D919B5" w14:paraId="4C197A57" w14:textId="77777777">
            <w:r w:rsidRPr="00D919B5">
              <w:t>Upper</w:t>
            </w:r>
          </w:p>
        </w:tc>
      </w:tr>
      <w:tr w:rsidRPr="00D919B5" w:rsidR="00D919B5" w:rsidTr="00D919B5" w14:paraId="1BEC9E30" w14:textId="77777777">
        <w:tc>
          <w:tcPr>
            <w:tcW w:w="1116" w:type="dxa"/>
            <w:shd w:val="clear" w:color="auto" w:fill="auto"/>
          </w:tcPr>
          <w:p w:rsidRPr="00D919B5" w:rsidR="00D919B5" w:rsidP="001F0E2B" w:rsidRDefault="00D919B5" w14:paraId="62F9292D" w14:textId="77777777">
            <w:pPr>
              <w:rPr>
                <w:bCs/>
              </w:rPr>
            </w:pPr>
            <w:r w:rsidRPr="00D919B5">
              <w:rPr>
                <w:bCs/>
              </w:rPr>
              <w:t>SALIX</w:t>
            </w:r>
          </w:p>
        </w:tc>
        <w:tc>
          <w:tcPr>
            <w:tcW w:w="3444" w:type="dxa"/>
            <w:shd w:val="clear" w:color="auto" w:fill="auto"/>
          </w:tcPr>
          <w:p w:rsidRPr="00A10BC0" w:rsidR="00D919B5" w:rsidP="001F0E2B" w:rsidRDefault="00D919B5" w14:paraId="0BAD8941" w14:textId="0C5FCFC2">
            <w:r w:rsidRPr="00A10BC0">
              <w:rPr>
                <w:i/>
                <w:iCs/>
              </w:rPr>
              <w:t>Salix</w:t>
            </w:r>
            <w:r w:rsidR="00A10BC0">
              <w:rPr>
                <w:i/>
                <w:iCs/>
              </w:rPr>
              <w:t xml:space="preserve"> </w:t>
            </w:r>
            <w:r w:rsidR="00A10BC0">
              <w:t>spp.</w:t>
            </w:r>
          </w:p>
        </w:tc>
        <w:tc>
          <w:tcPr>
            <w:tcW w:w="2184" w:type="dxa"/>
            <w:shd w:val="clear" w:color="auto" w:fill="auto"/>
          </w:tcPr>
          <w:p w:rsidRPr="00D919B5" w:rsidR="00D919B5" w:rsidP="001F0E2B" w:rsidRDefault="00D919B5" w14:paraId="1B77374A" w14:textId="77777777">
            <w:r w:rsidRPr="00D919B5">
              <w:t>Willow</w:t>
            </w:r>
          </w:p>
        </w:tc>
        <w:tc>
          <w:tcPr>
            <w:tcW w:w="1956" w:type="dxa"/>
            <w:shd w:val="clear" w:color="auto" w:fill="auto"/>
          </w:tcPr>
          <w:p w:rsidRPr="00D919B5" w:rsidR="00D919B5" w:rsidP="001F0E2B" w:rsidRDefault="00D919B5" w14:paraId="4790DFF5" w14:textId="77777777">
            <w:r w:rsidRPr="00D919B5">
              <w:t>Upper</w:t>
            </w:r>
          </w:p>
        </w:tc>
      </w:tr>
    </w:tbl>
    <w:p w:rsidR="00D919B5" w:rsidP="00D919B5" w:rsidRDefault="00D919B5" w14:paraId="5F7D454B" w14:textId="77777777"/>
    <w:p w:rsidR="00D919B5" w:rsidP="00D919B5" w:rsidRDefault="00D919B5" w14:paraId="63D82E61" w14:textId="77777777">
      <w:pPr>
        <w:pStyle w:val="SClassInfoPara"/>
      </w:pPr>
      <w:r>
        <w:t>Description</w:t>
      </w:r>
    </w:p>
    <w:p w:rsidR="00B47B35" w:rsidP="00D919B5" w:rsidRDefault="00D919B5" w14:paraId="2EF5AD5A" w14:textId="1D122E64">
      <w:r>
        <w:t xml:space="preserve">This class represents an open shrub stage. Under appropriate conditions, the canopy can close around age 25, causing a transition to </w:t>
      </w:r>
      <w:r w:rsidR="00A10BC0">
        <w:t>C</w:t>
      </w:r>
      <w:r>
        <w:t xml:space="preserve">lass C, but most sites will remain open indefinitely. This class is dominated by shrubs, often </w:t>
      </w:r>
      <w:r w:rsidRPr="00A10BC0">
        <w:rPr>
          <w:i/>
          <w:iCs/>
        </w:rPr>
        <w:t xml:space="preserve">Betula nana, Vaccinium </w:t>
      </w:r>
      <w:proofErr w:type="spellStart"/>
      <w:r w:rsidRPr="00A10BC0">
        <w:rPr>
          <w:i/>
          <w:iCs/>
        </w:rPr>
        <w:t>uliginosum</w:t>
      </w:r>
      <w:proofErr w:type="spellEnd"/>
      <w:r w:rsidRPr="00A10BC0">
        <w:rPr>
          <w:i/>
          <w:iCs/>
        </w:rPr>
        <w:t xml:space="preserve">, Ledum </w:t>
      </w:r>
      <w:proofErr w:type="spellStart"/>
      <w:r w:rsidRPr="00A10BC0">
        <w:rPr>
          <w:i/>
          <w:iCs/>
        </w:rPr>
        <w:t>decumbens</w:t>
      </w:r>
      <w:proofErr w:type="spellEnd"/>
      <w:r w:rsidRPr="00A10BC0">
        <w:rPr>
          <w:i/>
          <w:iCs/>
        </w:rPr>
        <w:t xml:space="preserve">, Salix pulchra, S. </w:t>
      </w:r>
      <w:proofErr w:type="spellStart"/>
      <w:r w:rsidRPr="00A10BC0">
        <w:rPr>
          <w:i/>
          <w:iCs/>
        </w:rPr>
        <w:t>barclayi</w:t>
      </w:r>
      <w:proofErr w:type="spellEnd"/>
      <w:r w:rsidR="00A10BC0">
        <w:rPr>
          <w:i/>
          <w:iCs/>
        </w:rPr>
        <w:t>,</w:t>
      </w:r>
      <w:r w:rsidRPr="00A10BC0">
        <w:rPr>
          <w:i/>
          <w:iCs/>
        </w:rPr>
        <w:t xml:space="preserve"> </w:t>
      </w:r>
      <w:r w:rsidRPr="00A10BC0">
        <w:t>or</w:t>
      </w:r>
      <w:r w:rsidRPr="00A10BC0">
        <w:rPr>
          <w:i/>
          <w:iCs/>
        </w:rPr>
        <w:t xml:space="preserve"> </w:t>
      </w:r>
      <w:r w:rsidRPr="00A10BC0">
        <w:t>other</w:t>
      </w:r>
      <w:r w:rsidRPr="00A10BC0">
        <w:rPr>
          <w:i/>
          <w:iCs/>
        </w:rPr>
        <w:t xml:space="preserve"> Salix</w:t>
      </w:r>
      <w:r>
        <w:t xml:space="preserve"> spp. may also be common (</w:t>
      </w:r>
      <w:proofErr w:type="spellStart"/>
      <w:r>
        <w:t>Viereck</w:t>
      </w:r>
      <w:proofErr w:type="spellEnd"/>
      <w:r>
        <w:t xml:space="preserve"> 1979</w:t>
      </w:r>
      <w:r w:rsidR="00735FA8">
        <w:t>;</w:t>
      </w:r>
      <w:r>
        <w:t xml:space="preserve"> </w:t>
      </w:r>
      <w:proofErr w:type="spellStart"/>
      <w:r>
        <w:t>Viereck</w:t>
      </w:r>
      <w:proofErr w:type="spellEnd"/>
      <w:r>
        <w:t xml:space="preserve"> et al. 1992). Dwarf shrubs such as </w:t>
      </w:r>
      <w:proofErr w:type="spellStart"/>
      <w:r w:rsidRPr="00735FA8">
        <w:rPr>
          <w:i/>
          <w:iCs/>
        </w:rPr>
        <w:t>Empetrum</w:t>
      </w:r>
      <w:proofErr w:type="spellEnd"/>
      <w:r w:rsidRPr="00735FA8">
        <w:rPr>
          <w:i/>
          <w:iCs/>
        </w:rPr>
        <w:t xml:space="preserve"> nigrum</w:t>
      </w:r>
      <w:r>
        <w:t xml:space="preserve"> and </w:t>
      </w:r>
      <w:r w:rsidRPr="00735FA8">
        <w:rPr>
          <w:i/>
          <w:iCs/>
        </w:rPr>
        <w:t>Vaccinium vitis-idaea</w:t>
      </w:r>
      <w:r>
        <w:t xml:space="preserve"> may be common under the low shrub layer. </w:t>
      </w:r>
    </w:p>
    <w:p w:rsidR="00B47B35" w:rsidP="00D919B5" w:rsidRDefault="00B47B35" w14:paraId="1DC09D18" w14:textId="77777777"/>
    <w:p>
      <w:r>
        <w:rPr>
          <w:i/>
          <w:u w:val="single"/>
        </w:rPr>
        <w:t>Maximum Tree Size Class</w:t>
      </w:r>
      <w:br/>
      <w:r>
        <w:t>None</w:t>
      </w:r>
    </w:p>
    <w:p w:rsidR="00D919B5" w:rsidP="00D919B5" w:rsidRDefault="00D919B5" w14:paraId="77CFD61E" w14:textId="77777777">
      <w:pPr>
        <w:pStyle w:val="InfoPara"/>
        <w:pBdr>
          <w:top w:val="single" w:color="auto" w:sz="4" w:space="1"/>
        </w:pBdr>
      </w:pPr>
      <w:r xmlns:w="http://schemas.openxmlformats.org/wordprocessingml/2006/main">
        <w:t>Class C</w:t>
      </w:r>
      <w:r xmlns:w="http://schemas.openxmlformats.org/wordprocessingml/2006/main">
        <w:tab/>
        <w:t>11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Closed</w:t>
      </w:r>
    </w:p>
    <w:p w:rsidR="00D919B5" w:rsidP="00D919B5" w:rsidRDefault="00D919B5" w14:paraId="5E80D469" w14:textId="77777777"/>
    <w:p w:rsidR="00D919B5" w:rsidP="00D919B5" w:rsidRDefault="00D919B5" w14:paraId="0F61A4C7"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16"/>
        <w:gridCol w:w="3444"/>
        <w:gridCol w:w="2184"/>
        <w:gridCol w:w="1956"/>
      </w:tblGrid>
      <w:tr w:rsidRPr="00D919B5" w:rsidR="00D919B5" w:rsidTr="00D919B5" w14:paraId="269A35E8" w14:textId="77777777">
        <w:tc>
          <w:tcPr>
            <w:tcW w:w="1116" w:type="dxa"/>
            <w:tcBorders>
              <w:top w:val="single" w:color="auto" w:sz="2" w:space="0"/>
              <w:bottom w:val="single" w:color="000000" w:sz="12" w:space="0"/>
            </w:tcBorders>
            <w:shd w:val="clear" w:color="auto" w:fill="auto"/>
          </w:tcPr>
          <w:p w:rsidRPr="00D919B5" w:rsidR="00D919B5" w:rsidP="001F0E2B" w:rsidRDefault="00D919B5" w14:paraId="2FFB1799" w14:textId="77777777">
            <w:pPr>
              <w:rPr>
                <w:b/>
                <w:bCs/>
              </w:rPr>
            </w:pPr>
            <w:r w:rsidRPr="00D919B5">
              <w:rPr>
                <w:b/>
                <w:bCs/>
              </w:rPr>
              <w:t>Symbol</w:t>
            </w:r>
          </w:p>
        </w:tc>
        <w:tc>
          <w:tcPr>
            <w:tcW w:w="3444" w:type="dxa"/>
            <w:tcBorders>
              <w:top w:val="single" w:color="auto" w:sz="2" w:space="0"/>
              <w:bottom w:val="single" w:color="000000" w:sz="12" w:space="0"/>
            </w:tcBorders>
            <w:shd w:val="clear" w:color="auto" w:fill="auto"/>
          </w:tcPr>
          <w:p w:rsidRPr="00D919B5" w:rsidR="00D919B5" w:rsidP="001F0E2B" w:rsidRDefault="00D919B5" w14:paraId="4EC50FFD" w14:textId="77777777">
            <w:pPr>
              <w:rPr>
                <w:b/>
                <w:bCs/>
              </w:rPr>
            </w:pPr>
            <w:r w:rsidRPr="00D919B5">
              <w:rPr>
                <w:b/>
                <w:bCs/>
              </w:rPr>
              <w:t>Scientific Name</w:t>
            </w:r>
          </w:p>
        </w:tc>
        <w:tc>
          <w:tcPr>
            <w:tcW w:w="2184" w:type="dxa"/>
            <w:tcBorders>
              <w:top w:val="single" w:color="auto" w:sz="2" w:space="0"/>
              <w:bottom w:val="single" w:color="000000" w:sz="12" w:space="0"/>
            </w:tcBorders>
            <w:shd w:val="clear" w:color="auto" w:fill="auto"/>
          </w:tcPr>
          <w:p w:rsidRPr="00D919B5" w:rsidR="00D919B5" w:rsidP="001F0E2B" w:rsidRDefault="00D919B5" w14:paraId="79033AB8" w14:textId="77777777">
            <w:pPr>
              <w:rPr>
                <w:b/>
                <w:bCs/>
              </w:rPr>
            </w:pPr>
            <w:r w:rsidRPr="00D919B5">
              <w:rPr>
                <w:b/>
                <w:bCs/>
              </w:rPr>
              <w:t>Common Name</w:t>
            </w:r>
          </w:p>
        </w:tc>
        <w:tc>
          <w:tcPr>
            <w:tcW w:w="1956" w:type="dxa"/>
            <w:tcBorders>
              <w:top w:val="single" w:color="auto" w:sz="2" w:space="0"/>
              <w:bottom w:val="single" w:color="000000" w:sz="12" w:space="0"/>
            </w:tcBorders>
            <w:shd w:val="clear" w:color="auto" w:fill="auto"/>
          </w:tcPr>
          <w:p w:rsidRPr="00D919B5" w:rsidR="00D919B5" w:rsidP="001F0E2B" w:rsidRDefault="00D919B5" w14:paraId="0BF08E92" w14:textId="77777777">
            <w:pPr>
              <w:rPr>
                <w:b/>
                <w:bCs/>
              </w:rPr>
            </w:pPr>
            <w:r w:rsidRPr="00D919B5">
              <w:rPr>
                <w:b/>
                <w:bCs/>
              </w:rPr>
              <w:t>Canopy Position</w:t>
            </w:r>
          </w:p>
        </w:tc>
      </w:tr>
      <w:tr w:rsidRPr="00D919B5" w:rsidR="00D919B5" w:rsidTr="00D919B5" w14:paraId="37BDFAFD" w14:textId="77777777">
        <w:tc>
          <w:tcPr>
            <w:tcW w:w="1116" w:type="dxa"/>
            <w:tcBorders>
              <w:top w:val="single" w:color="000000" w:sz="12" w:space="0"/>
            </w:tcBorders>
            <w:shd w:val="clear" w:color="auto" w:fill="auto"/>
          </w:tcPr>
          <w:p w:rsidRPr="00D919B5" w:rsidR="00D919B5" w:rsidP="001F0E2B" w:rsidRDefault="00D919B5" w14:paraId="0512C7F9" w14:textId="77777777">
            <w:pPr>
              <w:rPr>
                <w:bCs/>
              </w:rPr>
            </w:pPr>
            <w:r w:rsidRPr="00D919B5">
              <w:rPr>
                <w:bCs/>
              </w:rPr>
              <w:t>BENA</w:t>
            </w:r>
          </w:p>
        </w:tc>
        <w:tc>
          <w:tcPr>
            <w:tcW w:w="3444" w:type="dxa"/>
            <w:tcBorders>
              <w:top w:val="single" w:color="000000" w:sz="12" w:space="0"/>
            </w:tcBorders>
            <w:shd w:val="clear" w:color="auto" w:fill="auto"/>
          </w:tcPr>
          <w:p w:rsidRPr="00735FA8" w:rsidR="00D919B5" w:rsidP="001F0E2B" w:rsidRDefault="00D919B5" w14:paraId="3C8E41E5" w14:textId="77777777">
            <w:pPr>
              <w:rPr>
                <w:i/>
                <w:iCs/>
              </w:rPr>
            </w:pPr>
            <w:r w:rsidRPr="00735FA8">
              <w:rPr>
                <w:i/>
                <w:iCs/>
              </w:rPr>
              <w:t>Betula nana</w:t>
            </w:r>
          </w:p>
        </w:tc>
        <w:tc>
          <w:tcPr>
            <w:tcW w:w="2184" w:type="dxa"/>
            <w:tcBorders>
              <w:top w:val="single" w:color="000000" w:sz="12" w:space="0"/>
            </w:tcBorders>
            <w:shd w:val="clear" w:color="auto" w:fill="auto"/>
          </w:tcPr>
          <w:p w:rsidRPr="00D919B5" w:rsidR="00D919B5" w:rsidP="001F0E2B" w:rsidRDefault="00D919B5" w14:paraId="3882CF00" w14:textId="77777777">
            <w:r w:rsidRPr="00D919B5">
              <w:t>Dwarf birch</w:t>
            </w:r>
          </w:p>
        </w:tc>
        <w:tc>
          <w:tcPr>
            <w:tcW w:w="1956" w:type="dxa"/>
            <w:tcBorders>
              <w:top w:val="single" w:color="000000" w:sz="12" w:space="0"/>
            </w:tcBorders>
            <w:shd w:val="clear" w:color="auto" w:fill="auto"/>
          </w:tcPr>
          <w:p w:rsidRPr="00D919B5" w:rsidR="00D919B5" w:rsidP="001F0E2B" w:rsidRDefault="00D919B5" w14:paraId="0D4C008E" w14:textId="77777777">
            <w:r w:rsidRPr="00D919B5">
              <w:t>Upper</w:t>
            </w:r>
          </w:p>
        </w:tc>
      </w:tr>
      <w:tr w:rsidRPr="00D919B5" w:rsidR="00D919B5" w:rsidTr="00D919B5" w14:paraId="6916DFE9" w14:textId="77777777">
        <w:tc>
          <w:tcPr>
            <w:tcW w:w="1116" w:type="dxa"/>
            <w:shd w:val="clear" w:color="auto" w:fill="auto"/>
          </w:tcPr>
          <w:p w:rsidRPr="00D919B5" w:rsidR="00D919B5" w:rsidP="001F0E2B" w:rsidRDefault="00D919B5" w14:paraId="0E52869E" w14:textId="77777777">
            <w:pPr>
              <w:rPr>
                <w:bCs/>
              </w:rPr>
            </w:pPr>
            <w:r w:rsidRPr="00D919B5">
              <w:rPr>
                <w:bCs/>
              </w:rPr>
              <w:t>VAUL</w:t>
            </w:r>
          </w:p>
        </w:tc>
        <w:tc>
          <w:tcPr>
            <w:tcW w:w="3444" w:type="dxa"/>
            <w:shd w:val="clear" w:color="auto" w:fill="auto"/>
          </w:tcPr>
          <w:p w:rsidRPr="00735FA8" w:rsidR="00D919B5" w:rsidP="001F0E2B" w:rsidRDefault="00D919B5" w14:paraId="0F03128D" w14:textId="77777777">
            <w:pPr>
              <w:rPr>
                <w:i/>
                <w:iCs/>
              </w:rPr>
            </w:pPr>
            <w:r w:rsidRPr="00735FA8">
              <w:rPr>
                <w:i/>
                <w:iCs/>
              </w:rPr>
              <w:t xml:space="preserve">Vaccinium </w:t>
            </w:r>
            <w:proofErr w:type="spellStart"/>
            <w:r w:rsidRPr="00735FA8">
              <w:rPr>
                <w:i/>
                <w:iCs/>
              </w:rPr>
              <w:t>uliginosum</w:t>
            </w:r>
            <w:proofErr w:type="spellEnd"/>
          </w:p>
        </w:tc>
        <w:tc>
          <w:tcPr>
            <w:tcW w:w="2184" w:type="dxa"/>
            <w:shd w:val="clear" w:color="auto" w:fill="auto"/>
          </w:tcPr>
          <w:p w:rsidRPr="00D919B5" w:rsidR="00D919B5" w:rsidP="001F0E2B" w:rsidRDefault="00D919B5" w14:paraId="03EB52B7" w14:textId="77777777">
            <w:r w:rsidRPr="00D919B5">
              <w:t>Bog blueberry</w:t>
            </w:r>
          </w:p>
        </w:tc>
        <w:tc>
          <w:tcPr>
            <w:tcW w:w="1956" w:type="dxa"/>
            <w:shd w:val="clear" w:color="auto" w:fill="auto"/>
          </w:tcPr>
          <w:p w:rsidRPr="00D919B5" w:rsidR="00D919B5" w:rsidP="001F0E2B" w:rsidRDefault="00D919B5" w14:paraId="75D0DF63" w14:textId="77777777">
            <w:r w:rsidRPr="00D919B5">
              <w:t>Upper</w:t>
            </w:r>
          </w:p>
        </w:tc>
      </w:tr>
      <w:tr w:rsidRPr="00D919B5" w:rsidR="00D919B5" w:rsidTr="00D919B5" w14:paraId="6FCCF2C2" w14:textId="77777777">
        <w:tc>
          <w:tcPr>
            <w:tcW w:w="1116" w:type="dxa"/>
            <w:shd w:val="clear" w:color="auto" w:fill="auto"/>
          </w:tcPr>
          <w:p w:rsidRPr="00D919B5" w:rsidR="00D919B5" w:rsidP="001F0E2B" w:rsidRDefault="00D919B5" w14:paraId="2D98CCBB" w14:textId="77777777">
            <w:pPr>
              <w:rPr>
                <w:bCs/>
              </w:rPr>
            </w:pPr>
            <w:r w:rsidRPr="00D919B5">
              <w:rPr>
                <w:bCs/>
              </w:rPr>
              <w:t>LEPAD</w:t>
            </w:r>
          </w:p>
        </w:tc>
        <w:tc>
          <w:tcPr>
            <w:tcW w:w="3444" w:type="dxa"/>
            <w:shd w:val="clear" w:color="auto" w:fill="auto"/>
          </w:tcPr>
          <w:p w:rsidRPr="00735FA8" w:rsidR="00D919B5" w:rsidP="001F0E2B" w:rsidRDefault="00D919B5" w14:paraId="59F2E8AA" w14:textId="77777777">
            <w:pPr>
              <w:rPr>
                <w:i/>
                <w:iCs/>
              </w:rPr>
            </w:pPr>
            <w:r w:rsidRPr="00735FA8">
              <w:rPr>
                <w:i/>
                <w:iCs/>
              </w:rPr>
              <w:t xml:space="preserve">Ledum </w:t>
            </w:r>
            <w:proofErr w:type="spellStart"/>
            <w:r w:rsidRPr="00735FA8">
              <w:rPr>
                <w:i/>
                <w:iCs/>
              </w:rPr>
              <w:t>palustre</w:t>
            </w:r>
            <w:proofErr w:type="spellEnd"/>
            <w:r w:rsidRPr="00735FA8">
              <w:rPr>
                <w:i/>
                <w:iCs/>
              </w:rPr>
              <w:t xml:space="preserve"> </w:t>
            </w:r>
            <w:r w:rsidRPr="00735FA8">
              <w:t>ssp</w:t>
            </w:r>
            <w:r w:rsidRPr="00735FA8">
              <w:rPr>
                <w:i/>
                <w:iCs/>
              </w:rPr>
              <w:t xml:space="preserve">. </w:t>
            </w:r>
            <w:proofErr w:type="spellStart"/>
            <w:r w:rsidRPr="00735FA8">
              <w:rPr>
                <w:i/>
                <w:iCs/>
              </w:rPr>
              <w:t>decumbens</w:t>
            </w:r>
            <w:proofErr w:type="spellEnd"/>
          </w:p>
        </w:tc>
        <w:tc>
          <w:tcPr>
            <w:tcW w:w="2184" w:type="dxa"/>
            <w:shd w:val="clear" w:color="auto" w:fill="auto"/>
          </w:tcPr>
          <w:p w:rsidRPr="00D919B5" w:rsidR="00D919B5" w:rsidP="001F0E2B" w:rsidRDefault="00D919B5" w14:paraId="56D4AD94" w14:textId="77777777">
            <w:r w:rsidRPr="00D919B5">
              <w:t>Marsh labrador tea</w:t>
            </w:r>
          </w:p>
        </w:tc>
        <w:tc>
          <w:tcPr>
            <w:tcW w:w="1956" w:type="dxa"/>
            <w:shd w:val="clear" w:color="auto" w:fill="auto"/>
          </w:tcPr>
          <w:p w:rsidRPr="00D919B5" w:rsidR="00D919B5" w:rsidP="001F0E2B" w:rsidRDefault="00D919B5" w14:paraId="3813EF37" w14:textId="77777777">
            <w:r w:rsidRPr="00D919B5">
              <w:t>Upper</w:t>
            </w:r>
          </w:p>
        </w:tc>
      </w:tr>
      <w:tr w:rsidRPr="00D919B5" w:rsidR="00D919B5" w:rsidTr="00D919B5" w14:paraId="41974580" w14:textId="77777777">
        <w:tc>
          <w:tcPr>
            <w:tcW w:w="1116" w:type="dxa"/>
            <w:shd w:val="clear" w:color="auto" w:fill="auto"/>
          </w:tcPr>
          <w:p w:rsidRPr="00D919B5" w:rsidR="00D919B5" w:rsidP="001F0E2B" w:rsidRDefault="00D919B5" w14:paraId="2489FE41" w14:textId="77777777">
            <w:pPr>
              <w:rPr>
                <w:bCs/>
              </w:rPr>
            </w:pPr>
            <w:r w:rsidRPr="00D919B5">
              <w:rPr>
                <w:bCs/>
              </w:rPr>
              <w:t>SALIX</w:t>
            </w:r>
          </w:p>
        </w:tc>
        <w:tc>
          <w:tcPr>
            <w:tcW w:w="3444" w:type="dxa"/>
            <w:shd w:val="clear" w:color="auto" w:fill="auto"/>
          </w:tcPr>
          <w:p w:rsidRPr="00735FA8" w:rsidR="00D919B5" w:rsidP="001F0E2B" w:rsidRDefault="00D919B5" w14:paraId="5CEBCE2A" w14:textId="5A1FAB99">
            <w:r w:rsidRPr="00735FA8">
              <w:rPr>
                <w:i/>
                <w:iCs/>
              </w:rPr>
              <w:t>Salix</w:t>
            </w:r>
            <w:r w:rsidR="00735FA8">
              <w:rPr>
                <w:i/>
                <w:iCs/>
              </w:rPr>
              <w:t xml:space="preserve"> </w:t>
            </w:r>
            <w:r w:rsidR="00735FA8">
              <w:t>spp.</w:t>
            </w:r>
          </w:p>
        </w:tc>
        <w:tc>
          <w:tcPr>
            <w:tcW w:w="2184" w:type="dxa"/>
            <w:shd w:val="clear" w:color="auto" w:fill="auto"/>
          </w:tcPr>
          <w:p w:rsidRPr="00D919B5" w:rsidR="00D919B5" w:rsidP="001F0E2B" w:rsidRDefault="00D919B5" w14:paraId="5D511732" w14:textId="77777777">
            <w:r w:rsidRPr="00D919B5">
              <w:t>Willow</w:t>
            </w:r>
          </w:p>
        </w:tc>
        <w:tc>
          <w:tcPr>
            <w:tcW w:w="1956" w:type="dxa"/>
            <w:shd w:val="clear" w:color="auto" w:fill="auto"/>
          </w:tcPr>
          <w:p w:rsidRPr="00D919B5" w:rsidR="00D919B5" w:rsidP="001F0E2B" w:rsidRDefault="00D919B5" w14:paraId="0AF3AF43" w14:textId="77777777">
            <w:r w:rsidRPr="00D919B5">
              <w:t>Upper</w:t>
            </w:r>
          </w:p>
        </w:tc>
      </w:tr>
    </w:tbl>
    <w:p w:rsidR="00D919B5" w:rsidP="00D919B5" w:rsidRDefault="00D919B5" w14:paraId="63522720" w14:textId="77777777"/>
    <w:p w:rsidR="00D919B5" w:rsidP="00D919B5" w:rsidRDefault="00D919B5" w14:paraId="61B3D87B" w14:textId="77777777">
      <w:pPr>
        <w:pStyle w:val="SClassInfoPara"/>
      </w:pPr>
      <w:r>
        <w:t>Description</w:t>
      </w:r>
    </w:p>
    <w:p w:rsidR="00D919B5" w:rsidP="00D919B5" w:rsidRDefault="00D919B5" w14:paraId="0087CBA0" w14:textId="5EDFC6CB">
      <w:r>
        <w:t xml:space="preserve">This class represents a mature closed canopy shrub class that may occur on a minority of sites where conditions are appropriate. The canopy will close in around age 25. This class is dominated by shrubs, often </w:t>
      </w:r>
      <w:r w:rsidRPr="00A74EC1">
        <w:rPr>
          <w:i/>
          <w:iCs/>
        </w:rPr>
        <w:t xml:space="preserve">Betula nana, Vaccinium </w:t>
      </w:r>
      <w:proofErr w:type="spellStart"/>
      <w:r w:rsidRPr="00A74EC1">
        <w:rPr>
          <w:i/>
          <w:iCs/>
        </w:rPr>
        <w:t>uliginosum</w:t>
      </w:r>
      <w:proofErr w:type="spellEnd"/>
      <w:r w:rsidRPr="00A74EC1">
        <w:rPr>
          <w:i/>
          <w:iCs/>
        </w:rPr>
        <w:t xml:space="preserve">, Ledum </w:t>
      </w:r>
      <w:proofErr w:type="spellStart"/>
      <w:r w:rsidRPr="00A74EC1">
        <w:rPr>
          <w:i/>
          <w:iCs/>
        </w:rPr>
        <w:t>decumbens</w:t>
      </w:r>
      <w:proofErr w:type="spellEnd"/>
      <w:r w:rsidRPr="00A74EC1">
        <w:rPr>
          <w:i/>
          <w:iCs/>
        </w:rPr>
        <w:t xml:space="preserve">, Salix pulchra, S. </w:t>
      </w:r>
      <w:proofErr w:type="spellStart"/>
      <w:r w:rsidRPr="00A74EC1">
        <w:rPr>
          <w:i/>
          <w:iCs/>
        </w:rPr>
        <w:t>barclayi</w:t>
      </w:r>
      <w:proofErr w:type="spellEnd"/>
      <w:r w:rsidR="00A74EC1">
        <w:rPr>
          <w:i/>
          <w:iCs/>
        </w:rPr>
        <w:t>,</w:t>
      </w:r>
      <w:r>
        <w:t xml:space="preserve"> or other </w:t>
      </w:r>
      <w:r w:rsidRPr="00A74EC1">
        <w:rPr>
          <w:i/>
          <w:iCs/>
        </w:rPr>
        <w:t>Salix</w:t>
      </w:r>
      <w:r>
        <w:t xml:space="preserve"> spp. may also be common (</w:t>
      </w:r>
      <w:proofErr w:type="spellStart"/>
      <w:r>
        <w:t>Viereck</w:t>
      </w:r>
      <w:proofErr w:type="spellEnd"/>
      <w:r>
        <w:t xml:space="preserve"> 1979</w:t>
      </w:r>
      <w:r w:rsidR="00A74EC1">
        <w:t>;</w:t>
      </w:r>
      <w:r>
        <w:t xml:space="preserve"> </w:t>
      </w:r>
      <w:proofErr w:type="spellStart"/>
      <w:r>
        <w:t>Viereck</w:t>
      </w:r>
      <w:proofErr w:type="spellEnd"/>
      <w:r>
        <w:t xml:space="preserve"> et al. 1992). Dwarf shrubs such as </w:t>
      </w:r>
      <w:proofErr w:type="spellStart"/>
      <w:r w:rsidRPr="00A74EC1">
        <w:rPr>
          <w:i/>
          <w:iCs/>
        </w:rPr>
        <w:t>Empetrum</w:t>
      </w:r>
      <w:proofErr w:type="spellEnd"/>
      <w:r w:rsidRPr="00A74EC1">
        <w:rPr>
          <w:i/>
          <w:iCs/>
        </w:rPr>
        <w:t xml:space="preserve"> nigrum </w:t>
      </w:r>
      <w:r w:rsidRPr="00A74EC1">
        <w:t>and</w:t>
      </w:r>
      <w:r w:rsidRPr="00A74EC1">
        <w:rPr>
          <w:i/>
          <w:iCs/>
        </w:rPr>
        <w:t xml:space="preserve"> Vaccinium vitis-idaea</w:t>
      </w:r>
      <w:r>
        <w:t xml:space="preserve"> may be common under the low shrub layer. </w:t>
      </w:r>
    </w:p>
    <w:p w:rsidR="00D919B5" w:rsidP="00D919B5" w:rsidRDefault="00D919B5" w14:paraId="63427001"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Late1:OPN</w:t>
            </w:r>
          </w:p>
        </w:tc>
        <w:tc>
          <w:p>
            <w:pPr>
              <w:jc w:val="center"/>
            </w:pPr>
            <w:r>
              <w:rPr>
                <w:sz w:val="20"/>
              </w:rPr>
              <w:t>4</w:t>
            </w:r>
          </w:p>
        </w:tc>
      </w:tr>
      <w:tr>
        <w:tc>
          <w:p>
            <w:pPr>
              <w:jc w:val="center"/>
            </w:pPr>
            <w:r>
              <w:rPr>
                <w:sz w:val="20"/>
              </w:rPr>
              <w:t>Late1:OPN</w:t>
            </w:r>
          </w:p>
        </w:tc>
        <w:tc>
          <w:p>
            <w:pPr>
              <w:jc w:val="center"/>
            </w:pPr>
            <w:r>
              <w:rPr>
                <w:sz w:val="20"/>
              </w:rPr>
              <w:t>5</w:t>
            </w:r>
          </w:p>
        </w:tc>
        <w:tc>
          <w:p>
            <w:pPr>
              <w:jc w:val="center"/>
            </w:pPr>
            <w:r>
              <w:rPr>
                <w:sz w:val="20"/>
              </w:rPr>
              <w:t>Late1:OPN</w:t>
            </w:r>
          </w:p>
        </w:tc>
        <w:tc>
          <w:p>
            <w:pPr>
              <w:jc w:val="center"/>
            </w:pPr>
            <w:r>
              <w:rPr>
                <w:sz w:val="20"/>
              </w:rPr>
              <w:t>999</w:t>
            </w:r>
          </w:p>
        </w:tc>
      </w:tr>
      <w:tr>
        <w:tc>
          <w:p>
            <w:pPr>
              <w:jc w:val="center"/>
            </w:pPr>
            <w:r>
              <w:rPr>
                <w:sz w:val="20"/>
              </w:rPr>
              <w:t>Late2:CLS</w:t>
            </w:r>
          </w:p>
        </w:tc>
        <w:tc>
          <w:p>
            <w:pPr>
              <w:jc w:val="center"/>
            </w:pPr>
            <w:r>
              <w:rPr>
                <w:sz w:val="20"/>
              </w:rPr>
              <w:t>25</w:t>
            </w:r>
          </w:p>
        </w:tc>
        <w:tc>
          <w:p>
            <w:pPr>
              <w:jc w:val="center"/>
            </w:pPr>
            <w:r>
              <w:rPr>
                <w:sz w:val="20"/>
              </w:rPr>
              <w:t>Late2:CLS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Replacement Fire</w:t>
            </w:r>
          </w:p>
        </w:tc>
        <w:tc>
          <w:p>
            <w:pPr>
              <w:jc w:val="center"/>
            </w:pPr>
            <w:r>
              <w:rPr>
                <w:sz w:val="20"/>
              </w:rPr>
              <w:t>Early1:ALL</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Late2:CLS</w:t>
            </w:r>
          </w:p>
        </w:tc>
        <w:tc>
          <w:p>
            <w:pPr>
              <w:jc w:val="center"/>
            </w:pPr>
            <w:r>
              <w:rPr>
                <w:sz w:val="20"/>
              </w:rPr>
              <w:t>0.0001</w:t>
            </w:r>
          </w:p>
        </w:tc>
        <w:tc>
          <w:p>
            <w:pPr>
              <w:jc w:val="center"/>
            </w:pPr>
            <w:r>
              <w:rPr>
                <w:sz w:val="20"/>
              </w:rPr>
              <w:t>10000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0.0018</w:t>
            </w:r>
          </w:p>
        </w:tc>
        <w:tc>
          <w:p>
            <w:pPr>
              <w:jc w:val="center"/>
            </w:pPr>
            <w:r>
              <w:rPr>
                <w:sz w:val="20"/>
              </w:rPr>
              <w:t>556</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Late2:CLS</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D919B5" w:rsidP="00D919B5" w:rsidRDefault="00D919B5" w14:paraId="6DDA70AF" w14:textId="77777777">
      <w:r>
        <w:t xml:space="preserve">Anderson, J.H. 1974. Plants, Soils, </w:t>
      </w:r>
      <w:proofErr w:type="spellStart"/>
      <w:r>
        <w:t>Phytocenology</w:t>
      </w:r>
      <w:proofErr w:type="spellEnd"/>
      <w:r>
        <w:t xml:space="preserve"> and Primary Production of the Eagle Summit Tundra Biome Site. US Tundra Biome Data Report 74-42. Ecosystem Analysis Studies, US International Biological Program, US Arctic Research Program. 142 p.</w:t>
      </w:r>
    </w:p>
    <w:p w:rsidR="00D919B5" w:rsidP="00D919B5" w:rsidRDefault="00D919B5" w14:paraId="7021CD14" w14:textId="77777777"/>
    <w:p w:rsidR="00D919B5" w:rsidP="00D919B5" w:rsidRDefault="00D919B5" w14:paraId="5BC55A7F" w14:textId="77777777">
      <w:r>
        <w:t>Batten, A.R. 1977. The vascular floristics, major vegetation units, and phytogeography of the Lake Peters area, northeastern Alaska. M.S. thesis. University of Alaska, Fairbanks, AK. 330 p.</w:t>
      </w:r>
    </w:p>
    <w:p w:rsidR="00D919B5" w:rsidP="00D919B5" w:rsidRDefault="00D919B5" w14:paraId="3D2D9912" w14:textId="77777777"/>
    <w:p w:rsidR="00D919B5" w:rsidP="00D919B5" w:rsidRDefault="00D919B5" w14:paraId="195626B3" w14:textId="73A0AE75">
      <w:r>
        <w:t xml:space="preserve">Batten, A.R., Murray, D.F., Dawe, J.C. 1979. Threatened and Endangered Plants in selected areas of the BLM </w:t>
      </w:r>
      <w:proofErr w:type="spellStart"/>
      <w:r>
        <w:t>Fortymile</w:t>
      </w:r>
      <w:proofErr w:type="spellEnd"/>
      <w:r>
        <w:t xml:space="preserve"> Planning Unit. File Report for Contract No. YA-512-CT8-162. USDI BLM AK State Office 701 C street, Anchorage, AK 99513. 127 p.</w:t>
      </w:r>
    </w:p>
    <w:p w:rsidR="00D919B5" w:rsidP="00D919B5" w:rsidRDefault="00D919B5" w14:paraId="19176EBB" w14:textId="77777777"/>
    <w:p w:rsidR="00D919B5" w:rsidP="00D919B5" w:rsidRDefault="00D919B5" w14:paraId="32FFBD46" w14:textId="77777777">
      <w:r>
        <w:t>Boggs et al. 2008. International Ecological Classification Standard: Terrestrial Ecological Classifications. Draft Ecological Systems Description for the Alaska Arctic Region.</w:t>
      </w:r>
    </w:p>
    <w:p w:rsidR="00D919B5" w:rsidP="00D919B5" w:rsidRDefault="00D919B5" w14:paraId="180CE8E5" w14:textId="56354047"/>
    <w:p w:rsidRPr="008E6228" w:rsidR="00AC7A3A" w:rsidP="00AC7A3A" w:rsidRDefault="00AC7A3A" w14:paraId="2F284314" w14:textId="77777777">
      <w:r w:rsidRPr="000D0295">
        <w:t xml:space="preserve">Chapin, F. S., III; McGuire, A. D.; Randerson, J.; Pielke, R., Sr.; </w:t>
      </w:r>
      <w:proofErr w:type="spellStart"/>
      <w:r w:rsidRPr="000D0295">
        <w:t>Baldocchi</w:t>
      </w:r>
      <w:proofErr w:type="spellEnd"/>
      <w:r w:rsidRPr="000D0295">
        <w:t xml:space="preserve">, D.; </w:t>
      </w:r>
      <w:proofErr w:type="spellStart"/>
      <w:r w:rsidRPr="000D0295">
        <w:t>Hobbie</w:t>
      </w:r>
      <w:proofErr w:type="spellEnd"/>
      <w:r w:rsidRPr="000D0295">
        <w:t xml:space="preserve">, S. E.; </w:t>
      </w:r>
      <w:proofErr w:type="spellStart"/>
      <w:r w:rsidRPr="000D0295">
        <w:t>Roulet</w:t>
      </w:r>
      <w:proofErr w:type="spellEnd"/>
      <w:r w:rsidRPr="000D0295">
        <w:t xml:space="preserve">, N.; </w:t>
      </w:r>
      <w:proofErr w:type="spellStart"/>
      <w:r w:rsidRPr="000D0295">
        <w:t>Eugster</w:t>
      </w:r>
      <w:proofErr w:type="spellEnd"/>
      <w:r w:rsidRPr="000D0295">
        <w:t xml:space="preserve">, W.; </w:t>
      </w:r>
      <w:proofErr w:type="spellStart"/>
      <w:r w:rsidRPr="000D0295">
        <w:t>Kasischke</w:t>
      </w:r>
      <w:proofErr w:type="spellEnd"/>
      <w:r w:rsidRPr="000D0295">
        <w:t xml:space="preserve">, E.; </w:t>
      </w:r>
      <w:proofErr w:type="spellStart"/>
      <w:r w:rsidRPr="000D0295">
        <w:t>Rastetter</w:t>
      </w:r>
      <w:proofErr w:type="spellEnd"/>
      <w:r w:rsidRPr="000D0295">
        <w:t xml:space="preserve">, E. B.; </w:t>
      </w:r>
      <w:proofErr w:type="spellStart"/>
      <w:r w:rsidRPr="000D0295">
        <w:t>Zimov</w:t>
      </w:r>
      <w:proofErr w:type="spellEnd"/>
      <w:r w:rsidRPr="000D0295">
        <w:t>, S. A.; Running, S. W. 2000. Arctic and boreal ecosystems of western North America as components of the climate system. Global Change Biology. 6(Supplement 1): 211-223.</w:t>
      </w:r>
    </w:p>
    <w:p w:rsidR="00AC7A3A" w:rsidP="00AC7A3A" w:rsidRDefault="00AC7A3A" w14:paraId="36A21462" w14:textId="77777777"/>
    <w:p w:rsidR="00AC7A3A" w:rsidP="00AC7A3A" w:rsidRDefault="00AC7A3A" w14:paraId="02F4BD56" w14:textId="77777777">
      <w:proofErr w:type="spellStart"/>
      <w:r w:rsidRPr="000D0295">
        <w:t>DeWilde</w:t>
      </w:r>
      <w:proofErr w:type="spellEnd"/>
      <w:r w:rsidRPr="000D0295">
        <w:t xml:space="preserve">, </w:t>
      </w:r>
      <w:proofErr w:type="spellStart"/>
      <w:r w:rsidRPr="000D0295">
        <w:t>La'ona</w:t>
      </w:r>
      <w:proofErr w:type="spellEnd"/>
      <w:r w:rsidRPr="000D0295">
        <w:t>; Chapin, F. Stuart, III. 2006. Human impacts on the fire regime of interior Alaska: interactions among fuels, ignition sources, and fire suppression. Ecosystems. 9(8): 1342-1353. </w:t>
      </w:r>
    </w:p>
    <w:p w:rsidR="00AC7A3A" w:rsidP="00D919B5" w:rsidRDefault="00AC7A3A" w14:paraId="53EFBCBB" w14:textId="77777777"/>
    <w:p w:rsidR="00D919B5" w:rsidP="00D919B5" w:rsidRDefault="00D919B5" w14:paraId="424F5117" w14:textId="77777777">
      <w:r>
        <w:t xml:space="preserve">Hanson, H.C. 1951. Characteristics of some grassland, marsh, and other plant communities in western Alaska. Ecol. </w:t>
      </w:r>
      <w:proofErr w:type="spellStart"/>
      <w:r>
        <w:t>Monogr</w:t>
      </w:r>
      <w:proofErr w:type="spellEnd"/>
      <w:r>
        <w:t>. 21 (4):317-378.</w:t>
      </w:r>
    </w:p>
    <w:p w:rsidR="00D919B5" w:rsidP="00D919B5" w:rsidRDefault="00D919B5" w14:paraId="77E6A629" w14:textId="77777777"/>
    <w:p w:rsidR="00D919B5" w:rsidP="00D919B5" w:rsidRDefault="00D919B5" w14:paraId="668165AF" w14:textId="5EB22775">
      <w:r>
        <w:t>Hanson, H.C. 1953. Vegetation types in northwestern Alaska and comparisons with communities in other arctic regions. Ecology 34(1): 11 1-140.</w:t>
      </w:r>
    </w:p>
    <w:p w:rsidR="00D919B5" w:rsidP="00D919B5" w:rsidRDefault="00D919B5" w14:paraId="0D26CEE8" w14:textId="20F49D57"/>
    <w:p w:rsidR="00AC7A3A" w:rsidP="00AC7A3A" w:rsidRDefault="00AC7A3A" w14:paraId="644F98AE" w14:textId="77777777"/>
    <w:p w:rsidR="00AC7A3A" w:rsidP="00AC7A3A" w:rsidRDefault="00AC7A3A" w14:paraId="5CA148A4" w14:textId="77777777">
      <w:proofErr w:type="spellStart"/>
      <w:r w:rsidRPr="000D0295">
        <w:t>Heinselman</w:t>
      </w:r>
      <w:proofErr w:type="spellEnd"/>
      <w:r w:rsidRPr="000D0295">
        <w:t xml:space="preserve">, </w:t>
      </w:r>
      <w:proofErr w:type="spellStart"/>
      <w:r w:rsidRPr="000D0295">
        <w:t>Miron</w:t>
      </w:r>
      <w:proofErr w:type="spellEnd"/>
      <w:r w:rsidRPr="000D0295">
        <w:t xml:space="preserve"> L. 1981. Fire intensity and frequency as factors in the distribution and structure of northern ecosystems. In: Mooney, H. A.; </w:t>
      </w:r>
      <w:proofErr w:type="spellStart"/>
      <w:r w:rsidRPr="000D0295">
        <w:t>Bonnicksen</w:t>
      </w:r>
      <w:proofErr w:type="spellEnd"/>
      <w:r w:rsidRPr="000D0295">
        <w:t xml:space="preserve">, T. M.; Christensen, N. L.; Lotan, J. E.; </w:t>
      </w:r>
      <w:proofErr w:type="spellStart"/>
      <w:r w:rsidRPr="000D0295">
        <w:t>Reiners</w:t>
      </w:r>
      <w:proofErr w:type="spellEnd"/>
      <w:r w:rsidRPr="000D0295">
        <w:t xml:space="preserve">, W. A., technical coordinators. Fire regimes and ecosystem properties: </w:t>
      </w:r>
      <w:r w:rsidRPr="000D0295">
        <w:t>Proceedings of the conference; 1978 December 11-15; Honolulu, HI. Gen. Tech. Rep. WO-26. Washington, DC: U.S. Department of Agriculture, Forest Service: 7-57.</w:t>
      </w:r>
    </w:p>
    <w:p w:rsidR="00AC7A3A" w:rsidP="00D919B5" w:rsidRDefault="00AC7A3A" w14:paraId="6344DFEE" w14:textId="77777777"/>
    <w:p w:rsidR="00D919B5" w:rsidP="00D919B5" w:rsidRDefault="00D919B5" w14:paraId="24DC5613" w14:textId="77777777">
      <w:r>
        <w:t xml:space="preserve">Hettinger, L.R. and A. J. </w:t>
      </w:r>
      <w:proofErr w:type="spellStart"/>
      <w:r>
        <w:t>Janz</w:t>
      </w:r>
      <w:proofErr w:type="spellEnd"/>
      <w:r>
        <w:t xml:space="preserve">. 1974. Vegetation and soils of northeastern Alaska. </w:t>
      </w:r>
      <w:proofErr w:type="spellStart"/>
      <w:r>
        <w:t>Arct</w:t>
      </w:r>
      <w:proofErr w:type="spellEnd"/>
      <w:r>
        <w:t>. Gas Biol. Rep. Ser. 21, 206 p. North. Eng. Serv., Co., Ltd., Edmonton, Can.</w:t>
      </w:r>
    </w:p>
    <w:p w:rsidR="00D919B5" w:rsidP="00D919B5" w:rsidRDefault="00D919B5" w14:paraId="33DEEECB" w14:textId="77777777"/>
    <w:p w:rsidR="00D919B5" w:rsidP="00D919B5" w:rsidRDefault="00D919B5" w14:paraId="0A7BBE10" w14:textId="77777777">
      <w:r>
        <w:t>Higuera, P.E., M. Chipman, J. Allen, S. Rupp and F.S. Hu. 2008. Preliminary data provided by Jenifer Allen from a study of tundra fire regimes in the Noatak National Preserve since 6000 years before present.</w:t>
      </w:r>
    </w:p>
    <w:p w:rsidR="00D919B5" w:rsidP="00D919B5" w:rsidRDefault="00D919B5" w14:paraId="483716E5" w14:textId="77777777"/>
    <w:p w:rsidR="00D919B5" w:rsidP="00D919B5" w:rsidRDefault="00D919B5" w14:paraId="04763A0B" w14:textId="77777777">
      <w:proofErr w:type="spellStart"/>
      <w:r>
        <w:t>Hulten</w:t>
      </w:r>
      <w:proofErr w:type="spellEnd"/>
      <w:r>
        <w:t xml:space="preserve">, E. 1966. Contributions to the knowledge of flora and vegetation of the southwestern Alaskan mainland. Sven. Bot. </w:t>
      </w:r>
      <w:proofErr w:type="spellStart"/>
      <w:r>
        <w:t>Tidskr</w:t>
      </w:r>
      <w:proofErr w:type="spellEnd"/>
      <w:r>
        <w:t>. 60(1): 175-1 89.</w:t>
      </w:r>
    </w:p>
    <w:p w:rsidR="00D919B5" w:rsidP="00D919B5" w:rsidRDefault="00D919B5" w14:paraId="469D6C39" w14:textId="77777777"/>
    <w:p w:rsidRPr="0076002B" w:rsidR="0076002B" w:rsidP="0076002B" w:rsidRDefault="0076002B" w14:paraId="204D9156" w14:textId="77777777">
      <w:r w:rsidRPr="0076002B">
        <w:t>Innes, Robin J. 2013. Fire regimes of Alaskan tundra communities. In: Fire Effects Information System, [Online]. U.S. Department of Agriculture, Forest Service, Rocky Mountain Research Station, Fire Sciences Laboratory (Producer). Available: http://www.fs.fed.us</w:t>
      </w:r>
    </w:p>
    <w:p w:rsidR="0076002B" w:rsidP="0076002B" w:rsidRDefault="0076002B" w14:paraId="14ECFEFE" w14:textId="4926C3B2">
      <w:r w:rsidRPr="0076002B">
        <w:t>/database/</w:t>
      </w:r>
      <w:proofErr w:type="spellStart"/>
      <w:r w:rsidRPr="0076002B">
        <w:t>feis</w:t>
      </w:r>
      <w:proofErr w:type="spellEnd"/>
      <w:r w:rsidRPr="0076002B">
        <w:t>/</w:t>
      </w:r>
      <w:proofErr w:type="spellStart"/>
      <w:r w:rsidRPr="0076002B">
        <w:t>fire_regimes</w:t>
      </w:r>
      <w:proofErr w:type="spellEnd"/>
      <w:r w:rsidRPr="0076002B">
        <w:t>/</w:t>
      </w:r>
      <w:proofErr w:type="spellStart"/>
      <w:r w:rsidRPr="0076002B">
        <w:t>AK_tundra</w:t>
      </w:r>
      <w:proofErr w:type="spellEnd"/>
      <w:r w:rsidRPr="0076002B">
        <w:t>/all.html [2016, June 28].</w:t>
      </w:r>
    </w:p>
    <w:p w:rsidRPr="0076002B" w:rsidR="00653B1E" w:rsidP="0076002B" w:rsidRDefault="00653B1E" w14:paraId="6F2E4FA4" w14:textId="77777777"/>
    <w:p w:rsidR="00D919B5" w:rsidP="00D919B5" w:rsidRDefault="00D919B5" w14:paraId="7141ED16" w14:textId="77777777">
      <w:r>
        <w:t xml:space="preserve">Jorgenson, M.T. 1984. The response of vegetation to landscape evolution on glacial till near </w:t>
      </w:r>
      <w:proofErr w:type="spellStart"/>
      <w:r>
        <w:t>Toolik</w:t>
      </w:r>
      <w:proofErr w:type="spellEnd"/>
      <w:r>
        <w:t xml:space="preserve"> Lake, Alaska. Pages 134-142 in Inventorying forest and other vegetation of the high latitude and high altitude regions: Proceedings of an International Symposium, Society of American Foresters Regional Technical Conference. Fairbanks, AK. Society of American Foresters, Bethesda, MD.</w:t>
      </w:r>
    </w:p>
    <w:p w:rsidR="00D919B5" w:rsidP="00D919B5" w:rsidRDefault="00D919B5" w14:paraId="0931589C" w14:textId="77777777"/>
    <w:p w:rsidR="00D919B5" w:rsidP="00D919B5" w:rsidRDefault="00D919B5" w14:paraId="452116A3" w14:textId="77777777">
      <w:r>
        <w:t>Nowacki, G., P. Spencer, M. Fleming, T. Brock and T. Jorgenson. 2001. Unified ecoregions of Alaska. U.S. Department of the Interior, U.S. Geological Survey. Open file-report 02-297. 2 page map.</w:t>
      </w:r>
    </w:p>
    <w:p w:rsidR="00D919B5" w:rsidP="00D919B5" w:rsidRDefault="00D919B5" w14:paraId="216E4D60" w14:textId="77777777"/>
    <w:p w:rsidR="00D919B5" w:rsidP="00D919B5" w:rsidRDefault="00D919B5" w14:paraId="1F9B0D68" w14:textId="77777777">
      <w:r>
        <w:t>Pegau, R.E. 1968. Reindeer range appraisal in Alaska. M.S. thesis. University of Alaska, Fairbanks, AK. 130 p.</w:t>
      </w:r>
    </w:p>
    <w:p w:rsidR="00D919B5" w:rsidP="00D919B5" w:rsidRDefault="00D919B5" w14:paraId="1A5E04BB" w14:textId="77777777"/>
    <w:p w:rsidR="00D919B5" w:rsidP="00D919B5" w:rsidRDefault="00D919B5" w14:paraId="23E84B62" w14:textId="77777777">
      <w:r>
        <w:t>Pegau, R.E. 1972. Caribou investigations-analysis of range. In: Pegau, R.E. and J.E. Hemming (ed.). Caribou report. Volume 12. Progress report. Federal Aid in Wildlife Restoration, Projects W-17-2 and W-17-3, Job 3.3R. Alaska Dept. of Fish and Game, Juneau, AK: 1-216.</w:t>
      </w:r>
    </w:p>
    <w:p w:rsidR="00D919B5" w:rsidP="00D919B5" w:rsidRDefault="00D919B5" w14:paraId="21A0B317" w14:textId="77777777"/>
    <w:p w:rsidR="00D919B5" w:rsidP="00D919B5" w:rsidRDefault="00D919B5" w14:paraId="2D032D95" w14:textId="77777777">
      <w:r>
        <w:t xml:space="preserve">Racine. 1979. Climate of the </w:t>
      </w:r>
      <w:proofErr w:type="spellStart"/>
      <w:r>
        <w:t>Chucki-Imuruk</w:t>
      </w:r>
      <w:proofErr w:type="spellEnd"/>
      <w:r>
        <w:t xml:space="preserve"> area. Pages 32-37 in H. R. Melchior, ed., Biological Survey of the Bering Land Bridge National Monument. Alaska Cooperative Park Studies Unit, University of Alaska Fairbanks, Fairbanks, AK.</w:t>
      </w:r>
    </w:p>
    <w:p w:rsidR="00D919B5" w:rsidP="00D919B5" w:rsidRDefault="00D919B5" w14:paraId="6DF877C1" w14:textId="77777777"/>
    <w:p w:rsidR="00D919B5" w:rsidP="00D919B5" w:rsidRDefault="00D919B5" w14:paraId="70172404" w14:textId="77777777">
      <w:r>
        <w:t>Racine, C.H., Dennis, J.G. and W.A. Patterson. 1983. An analysis of the tundra fire regime in the Noatak River Watershed, Alaska. USDOI BLM Report.</w:t>
      </w:r>
    </w:p>
    <w:p w:rsidR="00D919B5" w:rsidP="00D919B5" w:rsidRDefault="00D919B5" w14:paraId="42CDA5DD" w14:textId="77777777"/>
    <w:p w:rsidR="00D919B5" w:rsidP="00D919B5" w:rsidRDefault="00D919B5" w14:paraId="6660E53A" w14:textId="77777777">
      <w:r>
        <w:t>Racine, C.H., J.G. Dennis and W.A. Patterson III. 1985. Tundra fire regimes in the Noatak River Watershed, Alaska: 1956-83. Arctic 38:194-200.</w:t>
      </w:r>
    </w:p>
    <w:p w:rsidR="00D919B5" w:rsidP="00D919B5" w:rsidRDefault="00D919B5" w14:paraId="2E46C906" w14:textId="77777777"/>
    <w:p w:rsidR="00D919B5" w:rsidP="00D919B5" w:rsidRDefault="00D919B5" w14:paraId="6C9AB4AF" w14:textId="77777777">
      <w:r>
        <w:t xml:space="preserve">Racine, C.H., L.A. Johnson and L.A. </w:t>
      </w:r>
      <w:proofErr w:type="spellStart"/>
      <w:r>
        <w:t>Viereck</w:t>
      </w:r>
      <w:proofErr w:type="spellEnd"/>
      <w:r>
        <w:t>. 1987. Patterns of vegetation recovery after tundra fires in Northwestern Alaska, U.S.A. Arctic and Alpine Research, vol.19, no. 4. 461-469</w:t>
      </w:r>
    </w:p>
    <w:p w:rsidR="00D919B5" w:rsidP="00D919B5" w:rsidRDefault="00D919B5" w14:paraId="06127EAF" w14:textId="77777777"/>
    <w:p w:rsidR="00D919B5" w:rsidP="00D919B5" w:rsidRDefault="00D919B5" w14:paraId="0E92C2A3" w14:textId="77777777">
      <w:r>
        <w:t xml:space="preserve">Steigers, W.D., D. Helm, J.G. MacCracken, [and others]. 1983. Alaska Power Authority, Susitna </w:t>
      </w:r>
      <w:proofErr w:type="spellStart"/>
      <w:r>
        <w:t>Hydroelectirc</w:t>
      </w:r>
      <w:proofErr w:type="spellEnd"/>
      <w:r>
        <w:t xml:space="preserve"> Authority, environmental studies--subtask 7.12: 1982 plant ecology studies. Final Report. University of Alaska, Agricultural Experiment Station, Palmer. 288 pp. </w:t>
      </w:r>
    </w:p>
    <w:p w:rsidR="00D919B5" w:rsidP="00D919B5" w:rsidRDefault="00D919B5" w14:paraId="2F41B07F" w14:textId="77777777">
      <w:r>
        <w:t xml:space="preserve"> </w:t>
      </w:r>
    </w:p>
    <w:p w:rsidR="00D919B5" w:rsidP="00D919B5" w:rsidRDefault="00D919B5" w14:paraId="061CC458" w14:textId="77777777">
      <w:proofErr w:type="spellStart"/>
      <w:r>
        <w:t>Viereck</w:t>
      </w:r>
      <w:proofErr w:type="spellEnd"/>
      <w:r>
        <w:t xml:space="preserve">, L.A. 1962. Range survey: Sheep and goat investigations. Job completion report: Federal aid in wildlife restoration. W-6-R-3. Department of Fish and Game, Alaska work plan E, Job 2a. 21 pp. </w:t>
      </w:r>
    </w:p>
    <w:p w:rsidR="00D919B5" w:rsidP="00D919B5" w:rsidRDefault="00D919B5" w14:paraId="18A50D08" w14:textId="77777777"/>
    <w:p w:rsidR="00D919B5" w:rsidP="00D919B5" w:rsidRDefault="00D919B5" w14:paraId="0EF1B411" w14:textId="77777777">
      <w:proofErr w:type="spellStart"/>
      <w:r>
        <w:t>Viereck</w:t>
      </w:r>
      <w:proofErr w:type="spellEnd"/>
      <w:r>
        <w:t xml:space="preserve">, L.A. 1963. Sheep investigations: survey of range ecology. Project W-6-R-4, Work plan E. Job 2-A. Alaska Department of Fish and Game, Juneau, AK. </w:t>
      </w:r>
    </w:p>
    <w:p w:rsidR="00D919B5" w:rsidP="00D919B5" w:rsidRDefault="00D919B5" w14:paraId="6995A094" w14:textId="77777777"/>
    <w:p w:rsidR="00D919B5" w:rsidP="00D919B5" w:rsidRDefault="00D919B5" w14:paraId="2C3E34A5" w14:textId="77777777">
      <w:proofErr w:type="spellStart"/>
      <w:r>
        <w:t>Viereck</w:t>
      </w:r>
      <w:proofErr w:type="spellEnd"/>
      <w:r>
        <w:t xml:space="preserve">, L.A. 1979. Characteristics of </w:t>
      </w:r>
      <w:proofErr w:type="spellStart"/>
      <w:r>
        <w:t>treeline</w:t>
      </w:r>
      <w:proofErr w:type="spellEnd"/>
      <w:r>
        <w:t xml:space="preserve"> plant communities in Alaska. Holarctic Ecology. 2: 228-238.</w:t>
      </w:r>
    </w:p>
    <w:p w:rsidR="00D919B5" w:rsidP="00D919B5" w:rsidRDefault="00D919B5" w14:paraId="6976607A" w14:textId="77777777"/>
    <w:p w:rsidR="00D919B5" w:rsidP="00D919B5" w:rsidRDefault="00D919B5" w14:paraId="7D600D8C" w14:textId="77777777">
      <w:proofErr w:type="spellStart"/>
      <w:r>
        <w:t>Viereck</w:t>
      </w:r>
      <w:proofErr w:type="spellEnd"/>
      <w:r>
        <w:t xml:space="preserve">, L.A. and E.L. Little. 1972. Alaska Trees and Shrubs. USDA Forest Service Ag. Handbook 410. University of Alaska Press, Fairbanks, Alaska. 265 p. </w:t>
      </w:r>
    </w:p>
    <w:p w:rsidR="00D919B5" w:rsidP="00D919B5" w:rsidRDefault="00D919B5" w14:paraId="68F49CE8" w14:textId="77777777"/>
    <w:p w:rsidR="00D919B5" w:rsidP="00D919B5" w:rsidRDefault="00D919B5" w14:paraId="0B346399" w14:textId="77777777">
      <w:proofErr w:type="spellStart"/>
      <w:r>
        <w:t>Viereck</w:t>
      </w:r>
      <w:proofErr w:type="spellEnd"/>
      <w:r>
        <w:t xml:space="preserve">, L.A. and L.A. </w:t>
      </w:r>
      <w:proofErr w:type="spellStart"/>
      <w:r>
        <w:t>Schandelmeier</w:t>
      </w:r>
      <w:proofErr w:type="spellEnd"/>
      <w:r>
        <w:t>. 1980. Effects of fire in Alaska and adjacent Canada--a literature review. BLM-</w:t>
      </w:r>
      <w:proofErr w:type="spellStart"/>
      <w:r>
        <w:t>Aalska</w:t>
      </w:r>
      <w:proofErr w:type="spellEnd"/>
      <w:r>
        <w:t xml:space="preserve"> Tech. Rep. No. 6. Anchorage, Alaska: U.S. Department of the Interior, Bureau of Land Management. 124 p</w:t>
      </w:r>
    </w:p>
    <w:p w:rsidR="00D919B5" w:rsidP="00D919B5" w:rsidRDefault="00D919B5" w14:paraId="73DDACF6" w14:textId="77777777"/>
    <w:p w:rsidR="00D919B5" w:rsidP="00D919B5" w:rsidRDefault="00D919B5" w14:paraId="1A41450B" w14:textId="77777777">
      <w:proofErr w:type="spellStart"/>
      <w:r>
        <w:t>Viereck</w:t>
      </w:r>
      <w:proofErr w:type="spellEnd"/>
      <w:r>
        <w:t xml:space="preserve">, L.A., C.T. </w:t>
      </w:r>
      <w:proofErr w:type="spellStart"/>
      <w:r>
        <w:t>Dyrness</w:t>
      </w:r>
      <w:proofErr w:type="spellEnd"/>
      <w:r>
        <w:t xml:space="preserve">, A.R. Batten, K.J. </w:t>
      </w:r>
      <w:proofErr w:type="spellStart"/>
      <w:r>
        <w:t>Wenzlick</w:t>
      </w:r>
      <w:proofErr w:type="spellEnd"/>
      <w:r>
        <w:t xml:space="preserve">. 1992. The Alaska vegetation classification. Pacific Northwest Research Station, USDA Forest Service, Portland, OR. Gen. Tech. Rep. PNW-GTR286. 278 p. </w:t>
      </w:r>
    </w:p>
    <w:p w:rsidR="00D919B5" w:rsidP="00D919B5" w:rsidRDefault="00D919B5" w14:paraId="55026B38" w14:textId="77777777"/>
    <w:p w:rsidR="00D919B5" w:rsidP="00D919B5" w:rsidRDefault="00D919B5" w14:paraId="58D83456" w14:textId="77777777">
      <w:r>
        <w:t xml:space="preserve">Webber, P.J., </w:t>
      </w:r>
      <w:proofErr w:type="spellStart"/>
      <w:r>
        <w:t>Komarkova</w:t>
      </w:r>
      <w:proofErr w:type="spellEnd"/>
      <w:r>
        <w:t xml:space="preserve">, V., Walker, D.A. and E. </w:t>
      </w:r>
      <w:proofErr w:type="spellStart"/>
      <w:r>
        <w:t>Werbe</w:t>
      </w:r>
      <w:proofErr w:type="spellEnd"/>
      <w:r>
        <w:t>. 1978. Vegetation mapping and response to disturbance along the Yukon River-Prudhoe Bay Haul Road. In: Brown, J. (principal investigator). Ecological baseline investigations along the Yukon River-Prudhoe Bay Haul Road, Alaska. Hanover, NH: Corps of Engineers, U.S. Army Cold Region Research and Engineering Laboratory: 25-87.</w:t>
      </w:r>
    </w:p>
    <w:p w:rsidR="00D919B5" w:rsidP="00D919B5" w:rsidRDefault="00D919B5" w14:paraId="795C9DC8" w14:textId="77777777"/>
    <w:p w:rsidR="00D919B5" w:rsidP="00D919B5" w:rsidRDefault="00D919B5" w14:paraId="711DF9FD" w14:textId="77777777">
      <w:r>
        <w:t>Young, S. B. and C. H. Racine. 1978. Ecosystems or the proposed Katmai western extension, Bristol Bay Lowlands, Alaska. Final report. Contributions from the Center for Northern Studies, Wolcott, VT. 94 pp.</w:t>
      </w:r>
    </w:p>
    <w:p w:rsidRPr="00A43E41" w:rsidR="004D5F12" w:rsidP="00D919B5" w:rsidRDefault="004D5F12" w14:paraId="260C5453"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2065" w:rsidRDefault="009F2065" w14:paraId="311A42BF" w14:textId="77777777">
      <w:r>
        <w:separator/>
      </w:r>
    </w:p>
  </w:endnote>
  <w:endnote w:type="continuationSeparator" w:id="0">
    <w:p w:rsidR="009F2065" w:rsidRDefault="009F2065" w14:paraId="4D1E702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424B" w:rsidP="00D919B5" w:rsidRDefault="007D424B" w14:paraId="3F47FF22"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2065" w:rsidRDefault="009F2065" w14:paraId="68504EAF" w14:textId="77777777">
      <w:r>
        <w:separator/>
      </w:r>
    </w:p>
  </w:footnote>
  <w:footnote w:type="continuationSeparator" w:id="0">
    <w:p w:rsidR="009F2065" w:rsidRDefault="009F2065" w14:paraId="2CA640E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424B" w:rsidP="00D919B5" w:rsidRDefault="007D424B" w14:paraId="0B98E2D7"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01647589">
    <w:abstractNumId w:val="1"/>
  </w:num>
  <w:num w:numId="2" w16cid:durableId="896356802">
    <w:abstractNumId w:val="0"/>
  </w:num>
  <w:num w:numId="3" w16cid:durableId="2998419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9B5"/>
    <w:rsid w:val="00007C48"/>
    <w:rsid w:val="0001761A"/>
    <w:rsid w:val="0003202F"/>
    <w:rsid w:val="00046AC0"/>
    <w:rsid w:val="0004797F"/>
    <w:rsid w:val="00077A85"/>
    <w:rsid w:val="00097251"/>
    <w:rsid w:val="000B5948"/>
    <w:rsid w:val="000D0B1F"/>
    <w:rsid w:val="000E1EC5"/>
    <w:rsid w:val="000E759B"/>
    <w:rsid w:val="000F3569"/>
    <w:rsid w:val="000F756D"/>
    <w:rsid w:val="00105E06"/>
    <w:rsid w:val="00110079"/>
    <w:rsid w:val="00117805"/>
    <w:rsid w:val="00144BEF"/>
    <w:rsid w:val="001514F9"/>
    <w:rsid w:val="00155100"/>
    <w:rsid w:val="00174486"/>
    <w:rsid w:val="001824B8"/>
    <w:rsid w:val="00193946"/>
    <w:rsid w:val="00196C68"/>
    <w:rsid w:val="001A07B5"/>
    <w:rsid w:val="001A5277"/>
    <w:rsid w:val="001A6573"/>
    <w:rsid w:val="001B1261"/>
    <w:rsid w:val="001C3560"/>
    <w:rsid w:val="001E43F5"/>
    <w:rsid w:val="001F0E2B"/>
    <w:rsid w:val="001F77AB"/>
    <w:rsid w:val="002206B7"/>
    <w:rsid w:val="00220975"/>
    <w:rsid w:val="002233CE"/>
    <w:rsid w:val="00242A9C"/>
    <w:rsid w:val="00243E8D"/>
    <w:rsid w:val="00251AD3"/>
    <w:rsid w:val="00272B25"/>
    <w:rsid w:val="00292706"/>
    <w:rsid w:val="002A69B2"/>
    <w:rsid w:val="002B0666"/>
    <w:rsid w:val="002C507C"/>
    <w:rsid w:val="002E41A1"/>
    <w:rsid w:val="002F52A4"/>
    <w:rsid w:val="00300000"/>
    <w:rsid w:val="0031662A"/>
    <w:rsid w:val="00317111"/>
    <w:rsid w:val="003172E2"/>
    <w:rsid w:val="00320910"/>
    <w:rsid w:val="003319D8"/>
    <w:rsid w:val="0037413E"/>
    <w:rsid w:val="003C703C"/>
    <w:rsid w:val="003E589C"/>
    <w:rsid w:val="003F322E"/>
    <w:rsid w:val="004148BE"/>
    <w:rsid w:val="00414DA8"/>
    <w:rsid w:val="00424E99"/>
    <w:rsid w:val="0042550C"/>
    <w:rsid w:val="00425664"/>
    <w:rsid w:val="0042737A"/>
    <w:rsid w:val="004375BE"/>
    <w:rsid w:val="00446F38"/>
    <w:rsid w:val="00447BAA"/>
    <w:rsid w:val="00452B5E"/>
    <w:rsid w:val="00455D4C"/>
    <w:rsid w:val="004577FD"/>
    <w:rsid w:val="00467245"/>
    <w:rsid w:val="00476F39"/>
    <w:rsid w:val="00480C6E"/>
    <w:rsid w:val="00484A16"/>
    <w:rsid w:val="00491F12"/>
    <w:rsid w:val="00492A22"/>
    <w:rsid w:val="004C3C7C"/>
    <w:rsid w:val="004D24E0"/>
    <w:rsid w:val="004D5F12"/>
    <w:rsid w:val="004D6A70"/>
    <w:rsid w:val="004D7DCF"/>
    <w:rsid w:val="004E23E4"/>
    <w:rsid w:val="004E7DB5"/>
    <w:rsid w:val="005035F5"/>
    <w:rsid w:val="00503C61"/>
    <w:rsid w:val="00513848"/>
    <w:rsid w:val="00513AFB"/>
    <w:rsid w:val="0052386E"/>
    <w:rsid w:val="00530D3E"/>
    <w:rsid w:val="00537D33"/>
    <w:rsid w:val="0054090D"/>
    <w:rsid w:val="005446EB"/>
    <w:rsid w:val="00557492"/>
    <w:rsid w:val="00573E59"/>
    <w:rsid w:val="005815A4"/>
    <w:rsid w:val="00592423"/>
    <w:rsid w:val="005B1DDE"/>
    <w:rsid w:val="005C7A42"/>
    <w:rsid w:val="005D242C"/>
    <w:rsid w:val="005E46EE"/>
    <w:rsid w:val="005E6650"/>
    <w:rsid w:val="005F3253"/>
    <w:rsid w:val="00605473"/>
    <w:rsid w:val="006115AB"/>
    <w:rsid w:val="006161B9"/>
    <w:rsid w:val="00616941"/>
    <w:rsid w:val="00621C0C"/>
    <w:rsid w:val="006304F6"/>
    <w:rsid w:val="0063157E"/>
    <w:rsid w:val="00634703"/>
    <w:rsid w:val="0064321F"/>
    <w:rsid w:val="00646981"/>
    <w:rsid w:val="00653235"/>
    <w:rsid w:val="00653B1E"/>
    <w:rsid w:val="0068076B"/>
    <w:rsid w:val="006B2CB5"/>
    <w:rsid w:val="006D1625"/>
    <w:rsid w:val="006E57D4"/>
    <w:rsid w:val="006F39FC"/>
    <w:rsid w:val="00700604"/>
    <w:rsid w:val="007104A1"/>
    <w:rsid w:val="00722B5D"/>
    <w:rsid w:val="00735FA8"/>
    <w:rsid w:val="0074072B"/>
    <w:rsid w:val="00740E0B"/>
    <w:rsid w:val="00747459"/>
    <w:rsid w:val="00750C42"/>
    <w:rsid w:val="0076002B"/>
    <w:rsid w:val="007742B4"/>
    <w:rsid w:val="0078098C"/>
    <w:rsid w:val="00786F8F"/>
    <w:rsid w:val="007A721A"/>
    <w:rsid w:val="007B5284"/>
    <w:rsid w:val="007C1C7A"/>
    <w:rsid w:val="007C7863"/>
    <w:rsid w:val="007D424B"/>
    <w:rsid w:val="0080166D"/>
    <w:rsid w:val="00804888"/>
    <w:rsid w:val="00820371"/>
    <w:rsid w:val="00821A9F"/>
    <w:rsid w:val="0083018E"/>
    <w:rsid w:val="0084119C"/>
    <w:rsid w:val="00844388"/>
    <w:rsid w:val="00850C8E"/>
    <w:rsid w:val="0087316E"/>
    <w:rsid w:val="008779C3"/>
    <w:rsid w:val="00877F55"/>
    <w:rsid w:val="008A18CE"/>
    <w:rsid w:val="008A6770"/>
    <w:rsid w:val="008F01B1"/>
    <w:rsid w:val="008F1A85"/>
    <w:rsid w:val="00901CA2"/>
    <w:rsid w:val="00907797"/>
    <w:rsid w:val="0092630F"/>
    <w:rsid w:val="00933B0F"/>
    <w:rsid w:val="00936F61"/>
    <w:rsid w:val="00945DBA"/>
    <w:rsid w:val="009477BB"/>
    <w:rsid w:val="009606C8"/>
    <w:rsid w:val="00960FC5"/>
    <w:rsid w:val="00966095"/>
    <w:rsid w:val="00966D70"/>
    <w:rsid w:val="009732DB"/>
    <w:rsid w:val="00986588"/>
    <w:rsid w:val="00986A7A"/>
    <w:rsid w:val="009903A9"/>
    <w:rsid w:val="009B03E6"/>
    <w:rsid w:val="009B232E"/>
    <w:rsid w:val="009D25CD"/>
    <w:rsid w:val="009D674B"/>
    <w:rsid w:val="009E0DB5"/>
    <w:rsid w:val="009E6357"/>
    <w:rsid w:val="009F2065"/>
    <w:rsid w:val="009F5F8E"/>
    <w:rsid w:val="009F747E"/>
    <w:rsid w:val="00A10BC0"/>
    <w:rsid w:val="00A16194"/>
    <w:rsid w:val="00A2791D"/>
    <w:rsid w:val="00A309E2"/>
    <w:rsid w:val="00A34894"/>
    <w:rsid w:val="00A36D75"/>
    <w:rsid w:val="00A40D15"/>
    <w:rsid w:val="00A43E41"/>
    <w:rsid w:val="00A6020D"/>
    <w:rsid w:val="00A6704E"/>
    <w:rsid w:val="00A74EC1"/>
    <w:rsid w:val="00A86285"/>
    <w:rsid w:val="00AB3795"/>
    <w:rsid w:val="00AC570D"/>
    <w:rsid w:val="00AC7A3A"/>
    <w:rsid w:val="00AC7F16"/>
    <w:rsid w:val="00AF1CDE"/>
    <w:rsid w:val="00AF1E11"/>
    <w:rsid w:val="00AF4B2B"/>
    <w:rsid w:val="00B30030"/>
    <w:rsid w:val="00B333B0"/>
    <w:rsid w:val="00B36820"/>
    <w:rsid w:val="00B44A3C"/>
    <w:rsid w:val="00B47B35"/>
    <w:rsid w:val="00B54260"/>
    <w:rsid w:val="00B60870"/>
    <w:rsid w:val="00B60C63"/>
    <w:rsid w:val="00B84C7B"/>
    <w:rsid w:val="00BB62CA"/>
    <w:rsid w:val="00BC14B6"/>
    <w:rsid w:val="00BC4945"/>
    <w:rsid w:val="00BF416D"/>
    <w:rsid w:val="00C07F5E"/>
    <w:rsid w:val="00C10615"/>
    <w:rsid w:val="00C261B7"/>
    <w:rsid w:val="00C50B12"/>
    <w:rsid w:val="00C5204F"/>
    <w:rsid w:val="00C57101"/>
    <w:rsid w:val="00C62427"/>
    <w:rsid w:val="00C66E45"/>
    <w:rsid w:val="00C726A0"/>
    <w:rsid w:val="00C74645"/>
    <w:rsid w:val="00C74C9B"/>
    <w:rsid w:val="00C80031"/>
    <w:rsid w:val="00C827A9"/>
    <w:rsid w:val="00CA0BB9"/>
    <w:rsid w:val="00CA1418"/>
    <w:rsid w:val="00CB6BA1"/>
    <w:rsid w:val="00CB7469"/>
    <w:rsid w:val="00CC48CD"/>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0291"/>
    <w:rsid w:val="00D919B5"/>
    <w:rsid w:val="00D92158"/>
    <w:rsid w:val="00D95971"/>
    <w:rsid w:val="00DA63B1"/>
    <w:rsid w:val="00DB16CA"/>
    <w:rsid w:val="00DC22EA"/>
    <w:rsid w:val="00DC4BA7"/>
    <w:rsid w:val="00DD3902"/>
    <w:rsid w:val="00DE0F2D"/>
    <w:rsid w:val="00DE3255"/>
    <w:rsid w:val="00DE40A7"/>
    <w:rsid w:val="00DE7AB5"/>
    <w:rsid w:val="00DF0616"/>
    <w:rsid w:val="00E109E9"/>
    <w:rsid w:val="00E22C41"/>
    <w:rsid w:val="00E36A8D"/>
    <w:rsid w:val="00E46890"/>
    <w:rsid w:val="00E50BB8"/>
    <w:rsid w:val="00E57445"/>
    <w:rsid w:val="00E61C50"/>
    <w:rsid w:val="00E65004"/>
    <w:rsid w:val="00E7520B"/>
    <w:rsid w:val="00E7672D"/>
    <w:rsid w:val="00EB2776"/>
    <w:rsid w:val="00EC4A14"/>
    <w:rsid w:val="00ED181C"/>
    <w:rsid w:val="00EE247F"/>
    <w:rsid w:val="00EF02EA"/>
    <w:rsid w:val="00F06F11"/>
    <w:rsid w:val="00F43204"/>
    <w:rsid w:val="00F46BC1"/>
    <w:rsid w:val="00F53DA2"/>
    <w:rsid w:val="00F65399"/>
    <w:rsid w:val="00F863DE"/>
    <w:rsid w:val="00F86C13"/>
    <w:rsid w:val="00F948F2"/>
    <w:rsid w:val="00FA3931"/>
    <w:rsid w:val="00FE2EE9"/>
    <w:rsid w:val="00FE3B73"/>
    <w:rsid w:val="00FE41CA"/>
    <w:rsid w:val="00FE6871"/>
    <w:rsid w:val="00FF0FAC"/>
    <w:rsid w:val="407070AF"/>
    <w:rsid w:val="5DAD0A9A"/>
    <w:rsid w:val="6458B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E8069"/>
  <w15:docId w15:val="{4E4ECEA0-F737-4E36-85B6-15952F1E8F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966D70"/>
    <w:pPr>
      <w:ind w:left="720"/>
    </w:pPr>
    <w:rPr>
      <w:rFonts w:ascii="Calibri" w:hAnsi="Calibri" w:eastAsia="Calibri"/>
      <w:sz w:val="22"/>
      <w:szCs w:val="22"/>
    </w:rPr>
  </w:style>
  <w:style w:type="character" w:styleId="Hyperlink">
    <w:name w:val="Hyperlink"/>
    <w:uiPriority w:val="99"/>
    <w:rsid w:val="00966D70"/>
    <w:rPr>
      <w:color w:val="0000FF"/>
      <w:u w:val="single"/>
    </w:rPr>
  </w:style>
  <w:style w:type="paragraph" w:styleId="BalloonText">
    <w:name w:val="Balloon Text"/>
    <w:basedOn w:val="Normal"/>
    <w:link w:val="BalloonTextChar"/>
    <w:uiPriority w:val="99"/>
    <w:semiHidden/>
    <w:unhideWhenUsed/>
    <w:rsid w:val="0076002B"/>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6002B"/>
    <w:rPr>
      <w:rFonts w:ascii="Segoe UI" w:hAnsi="Segoe UI" w:cs="Segoe UI"/>
      <w:sz w:val="18"/>
      <w:szCs w:val="18"/>
    </w:rPr>
  </w:style>
  <w:style w:type="character" w:styleId="CommentReference">
    <w:name w:val="annotation reference"/>
    <w:basedOn w:val="DefaultParagraphFont"/>
    <w:uiPriority w:val="99"/>
    <w:semiHidden/>
    <w:unhideWhenUsed/>
    <w:rsid w:val="0076002B"/>
    <w:rPr>
      <w:sz w:val="16"/>
      <w:szCs w:val="16"/>
    </w:rPr>
  </w:style>
  <w:style w:type="paragraph" w:styleId="CommentText">
    <w:name w:val="annotation text"/>
    <w:basedOn w:val="Normal"/>
    <w:link w:val="CommentTextChar"/>
    <w:uiPriority w:val="99"/>
    <w:semiHidden/>
    <w:unhideWhenUsed/>
    <w:rsid w:val="0076002B"/>
    <w:rPr>
      <w:sz w:val="20"/>
      <w:szCs w:val="20"/>
    </w:rPr>
  </w:style>
  <w:style w:type="character" w:styleId="CommentTextChar" w:customStyle="1">
    <w:name w:val="Comment Text Char"/>
    <w:basedOn w:val="DefaultParagraphFont"/>
    <w:link w:val="CommentText"/>
    <w:uiPriority w:val="99"/>
    <w:semiHidden/>
    <w:rsid w:val="0076002B"/>
  </w:style>
  <w:style w:type="paragraph" w:styleId="CommentSubject">
    <w:name w:val="annotation subject"/>
    <w:basedOn w:val="CommentText"/>
    <w:next w:val="CommentText"/>
    <w:link w:val="CommentSubjectChar"/>
    <w:uiPriority w:val="99"/>
    <w:semiHidden/>
    <w:unhideWhenUsed/>
    <w:rsid w:val="0076002B"/>
    <w:rPr>
      <w:b/>
      <w:bCs/>
    </w:rPr>
  </w:style>
  <w:style w:type="character" w:styleId="CommentSubjectChar" w:customStyle="1">
    <w:name w:val="Comment Subject Char"/>
    <w:basedOn w:val="CommentTextChar"/>
    <w:link w:val="CommentSubject"/>
    <w:uiPriority w:val="99"/>
    <w:semiHidden/>
    <w:rsid w:val="0076002B"/>
    <w:rPr>
      <w:b/>
      <w:bCs/>
    </w:rPr>
  </w:style>
  <w:style w:type="character" w:styleId="Strong">
    <w:name w:val="Strong"/>
    <w:basedOn w:val="DefaultParagraphFont"/>
    <w:uiPriority w:val="22"/>
    <w:qFormat/>
    <w:rsid w:val="001F0E2B"/>
    <w:rPr>
      <w:b/>
      <w:bCs/>
    </w:rPr>
  </w:style>
  <w:style w:type="character" w:styleId="apple-converted-space" w:customStyle="1">
    <w:name w:val="apple-converted-space"/>
    <w:basedOn w:val="DefaultParagraphFont"/>
    <w:rsid w:val="001F0E2B"/>
  </w:style>
  <w:style w:type="character" w:styleId="Emphasis">
    <w:name w:val="Emphasis"/>
    <w:basedOn w:val="DefaultParagraphFont"/>
    <w:uiPriority w:val="20"/>
    <w:qFormat/>
    <w:rsid w:val="001F0E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082831">
      <w:bodyDiv w:val="1"/>
      <w:marLeft w:val="0"/>
      <w:marRight w:val="0"/>
      <w:marTop w:val="0"/>
      <w:marBottom w:val="0"/>
      <w:divBdr>
        <w:top w:val="none" w:sz="0" w:space="0" w:color="auto"/>
        <w:left w:val="none" w:sz="0" w:space="0" w:color="auto"/>
        <w:bottom w:val="none" w:sz="0" w:space="0" w:color="auto"/>
        <w:right w:val="none" w:sz="0" w:space="0" w:color="auto"/>
      </w:divBdr>
    </w:div>
    <w:div w:id="1166356950">
      <w:bodyDiv w:val="1"/>
      <w:marLeft w:val="0"/>
      <w:marRight w:val="0"/>
      <w:marTop w:val="0"/>
      <w:marBottom w:val="0"/>
      <w:divBdr>
        <w:top w:val="none" w:sz="0" w:space="0" w:color="auto"/>
        <w:left w:val="none" w:sz="0" w:space="0" w:color="auto"/>
        <w:bottom w:val="none" w:sz="0" w:space="0" w:color="auto"/>
        <w:right w:val="none" w:sz="0" w:space="0" w:color="auto"/>
      </w:divBdr>
    </w:div>
    <w:div w:id="132292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A962C28E-1111-4DCA-B22B-2A1A18FCF38A}"/>
</file>

<file path=customXml/itemProps2.xml><?xml version="1.0" encoding="utf-8"?>
<ds:datastoreItem xmlns:ds="http://schemas.openxmlformats.org/officeDocument/2006/customXml" ds:itemID="{F1ED838C-D733-4E8C-8088-0BA019B772DA}"/>
</file>

<file path=customXml/itemProps3.xml><?xml version="1.0" encoding="utf-8"?>
<ds:datastoreItem xmlns:ds="http://schemas.openxmlformats.org/officeDocument/2006/customXml" ds:itemID="{0BF18DA2-3A0C-49B5-B815-9F74E27A0FE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21</cp:revision>
  <cp:lastPrinted>2015-09-11T19:40:00Z</cp:lastPrinted>
  <dcterms:created xsi:type="dcterms:W3CDTF">2023-01-17T23:27:00Z</dcterms:created>
  <dcterms:modified xsi:type="dcterms:W3CDTF">2024-11-05T21:56:25Z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