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A08DC" w:rsidP="00AA6973" w:rsidRDefault="00BA08DC" w14:paraId="65337CC9" w14:textId="16E29C8B">
      <w:pPr>
        <w:pStyle w:val="Heading1"/>
      </w:pPr>
      <w:r>
        <w:t>16810</w:t>
      </w:r>
    </w:p>
    <w:p w:rsidR="00562ED5" w:rsidP="00BA08DC" w:rsidRDefault="00562ED5" w14:paraId="018A8BCF" w14:textId="77777777">
      <w:pPr>
        <w:rPr>
          <w:rFonts w:ascii="Arial" w:hAnsi="Arial" w:cs="Arial"/>
          <w:b/>
          <w:bCs/>
          <w:kern w:val="32"/>
          <w:sz w:val="28"/>
          <w:szCs w:val="32"/>
        </w:rPr>
      </w:pPr>
      <w:r w:rsidRPr="00562ED5">
        <w:rPr>
          <w:rFonts w:ascii="Arial" w:hAnsi="Arial" w:cs="Arial"/>
          <w:b/>
          <w:bCs/>
          <w:kern w:val="32"/>
          <w:sz w:val="28"/>
          <w:szCs w:val="32"/>
        </w:rPr>
        <w:t>Alaskan Pacific Poorly Drained Conifer Woodland</w:t>
      </w:r>
    </w:p>
    <w:p w:rsidR="00BA08DC" w:rsidP="00BA08DC" w:rsidRDefault="00BA08DC" w14:paraId="58EDE26F" w14:textId="7EB504EA">
      <w:r>
        <w:t xmlns:w="http://schemas.openxmlformats.org/wordprocessingml/2006/main">BpS Model/Description Version: Nov. 2024</w:t>
      </w:r>
      <w:r>
        <w:tab/>
      </w:r>
      <w:r>
        <w:tab/>
      </w:r>
      <w:r>
        <w:tab/>
      </w:r>
      <w:r>
        <w:tab/>
      </w:r>
      <w:r>
        <w:tab/>
      </w:r>
      <w:r>
        <w:tab/>
      </w:r>
      <w:r>
        <w:tab/>
      </w:r>
      <w:r>
        <w:tab/>
      </w:r>
    </w:p>
    <w:p w:rsidR="00BA08DC" w:rsidP="00BA08DC" w:rsidRDefault="00BA08DC" w14:paraId="3914A6A7" w14:textId="77777777"/>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584"/>
        <w:gridCol w:w="2100"/>
        <w:gridCol w:w="1668"/>
        <w:gridCol w:w="3144"/>
      </w:tblGrid>
      <w:tr w:rsidRPr="00BA08DC" w:rsidR="00BA08DC" w:rsidTr="00BA08DC" w14:paraId="39047775" w14:textId="77777777">
        <w:tc>
          <w:tcPr>
            <w:tcW w:w="1584" w:type="dxa"/>
            <w:tcBorders>
              <w:top w:val="single" w:color="auto" w:sz="2" w:space="0"/>
              <w:left w:val="single" w:color="auto" w:sz="12" w:space="0"/>
              <w:bottom w:val="single" w:color="000000" w:sz="12" w:space="0"/>
            </w:tcBorders>
            <w:shd w:val="clear" w:color="auto" w:fill="auto"/>
          </w:tcPr>
          <w:p w:rsidRPr="00BA08DC" w:rsidR="00BA08DC" w:rsidP="00406CBD" w:rsidRDefault="00BA08DC" w14:paraId="684A157B" w14:textId="77777777">
            <w:pPr>
              <w:rPr>
                <w:b/>
                <w:bCs/>
              </w:rPr>
            </w:pPr>
            <w:r w:rsidRPr="00BA08DC">
              <w:rPr>
                <w:b/>
                <w:bCs/>
              </w:rPr>
              <w:t>Modelers</w:t>
            </w:r>
          </w:p>
        </w:tc>
        <w:tc>
          <w:tcPr>
            <w:tcW w:w="2100" w:type="dxa"/>
            <w:tcBorders>
              <w:top w:val="single" w:color="auto" w:sz="2" w:space="0"/>
              <w:bottom w:val="single" w:color="000000" w:sz="12" w:space="0"/>
              <w:right w:val="single" w:color="000000" w:sz="12" w:space="0"/>
            </w:tcBorders>
            <w:shd w:val="clear" w:color="auto" w:fill="auto"/>
          </w:tcPr>
          <w:p w:rsidRPr="00BA08DC" w:rsidR="00BA08DC" w:rsidP="00406CBD" w:rsidRDefault="00BA08DC" w14:paraId="7D26EE17" w14:textId="77777777">
            <w:pPr>
              <w:rPr>
                <w:b/>
                <w:bCs/>
              </w:rPr>
            </w:pPr>
          </w:p>
        </w:tc>
        <w:tc>
          <w:tcPr>
            <w:tcW w:w="1668" w:type="dxa"/>
            <w:tcBorders>
              <w:top w:val="single" w:color="auto" w:sz="2" w:space="0"/>
              <w:left w:val="single" w:color="000000" w:sz="12" w:space="0"/>
              <w:bottom w:val="single" w:color="000000" w:sz="12" w:space="0"/>
            </w:tcBorders>
            <w:shd w:val="clear" w:color="auto" w:fill="auto"/>
          </w:tcPr>
          <w:p w:rsidRPr="00BA08DC" w:rsidR="00BA08DC" w:rsidP="00406CBD" w:rsidRDefault="00BA08DC" w14:paraId="5988E376" w14:textId="77777777">
            <w:pPr>
              <w:rPr>
                <w:b/>
                <w:bCs/>
              </w:rPr>
            </w:pPr>
            <w:r w:rsidRPr="00BA08DC">
              <w:rPr>
                <w:b/>
                <w:bCs/>
              </w:rPr>
              <w:t>Reviewers</w:t>
            </w:r>
          </w:p>
        </w:tc>
        <w:tc>
          <w:tcPr>
            <w:tcW w:w="3144" w:type="dxa"/>
            <w:tcBorders>
              <w:top w:val="single" w:color="auto" w:sz="2" w:space="0"/>
              <w:bottom w:val="single" w:color="000000" w:sz="12" w:space="0"/>
            </w:tcBorders>
            <w:shd w:val="clear" w:color="auto" w:fill="auto"/>
          </w:tcPr>
          <w:p w:rsidRPr="00BA08DC" w:rsidR="00BA08DC" w:rsidP="00406CBD" w:rsidRDefault="00BA08DC" w14:paraId="738B107D" w14:textId="77777777">
            <w:pPr>
              <w:rPr>
                <w:b/>
                <w:bCs/>
              </w:rPr>
            </w:pPr>
          </w:p>
        </w:tc>
      </w:tr>
      <w:tr w:rsidRPr="00BA08DC" w:rsidR="00BA08DC" w:rsidTr="00BA08DC" w14:paraId="1528B60B" w14:textId="77777777">
        <w:tc>
          <w:tcPr>
            <w:tcW w:w="1584" w:type="dxa"/>
            <w:tcBorders>
              <w:top w:val="single" w:color="000000" w:sz="12" w:space="0"/>
              <w:left w:val="single" w:color="auto" w:sz="12" w:space="0"/>
            </w:tcBorders>
            <w:shd w:val="clear" w:color="auto" w:fill="auto"/>
          </w:tcPr>
          <w:p w:rsidRPr="00BA08DC" w:rsidR="00BA08DC" w:rsidP="00406CBD" w:rsidRDefault="00BA08DC" w14:paraId="7B679AA4" w14:textId="77777777">
            <w:pPr>
              <w:rPr>
                <w:bCs/>
              </w:rPr>
            </w:pPr>
            <w:r w:rsidRPr="00BA08DC">
              <w:rPr>
                <w:bCs/>
              </w:rPr>
              <w:t>Tom DeMeo</w:t>
            </w:r>
          </w:p>
        </w:tc>
        <w:tc>
          <w:tcPr>
            <w:tcW w:w="2100" w:type="dxa"/>
            <w:tcBorders>
              <w:top w:val="single" w:color="000000" w:sz="12" w:space="0"/>
              <w:right w:val="single" w:color="000000" w:sz="12" w:space="0"/>
            </w:tcBorders>
            <w:shd w:val="clear" w:color="auto" w:fill="auto"/>
          </w:tcPr>
          <w:p w:rsidRPr="00BA08DC" w:rsidR="00BA08DC" w:rsidP="00406CBD" w:rsidRDefault="00BA08DC" w14:paraId="50A48F4C" w14:textId="77777777">
            <w:r w:rsidRPr="00BA08DC">
              <w:t>tdemeo@fs.fed.us</w:t>
            </w:r>
          </w:p>
        </w:tc>
        <w:tc>
          <w:tcPr>
            <w:tcW w:w="1668" w:type="dxa"/>
            <w:tcBorders>
              <w:top w:val="single" w:color="000000" w:sz="12" w:space="0"/>
              <w:left w:val="single" w:color="000000" w:sz="12" w:space="0"/>
            </w:tcBorders>
            <w:shd w:val="clear" w:color="auto" w:fill="auto"/>
          </w:tcPr>
          <w:p w:rsidRPr="00BA08DC" w:rsidR="00BA08DC" w:rsidP="00406CBD" w:rsidRDefault="00BA08DC" w14:paraId="541A2B0D" w14:textId="77777777">
            <w:r w:rsidRPr="00BA08DC">
              <w:t>Paul Alaback</w:t>
            </w:r>
          </w:p>
        </w:tc>
        <w:tc>
          <w:tcPr>
            <w:tcW w:w="3144" w:type="dxa"/>
            <w:tcBorders>
              <w:top w:val="single" w:color="000000" w:sz="12" w:space="0"/>
            </w:tcBorders>
            <w:shd w:val="clear" w:color="auto" w:fill="auto"/>
          </w:tcPr>
          <w:p w:rsidRPr="00BA08DC" w:rsidR="00BA08DC" w:rsidP="00406CBD" w:rsidRDefault="00BA08DC" w14:paraId="0AF286C4" w14:textId="77777777">
            <w:r w:rsidRPr="00BA08DC">
              <w:t>paul.alaback@umontana.edu</w:t>
            </w:r>
          </w:p>
        </w:tc>
      </w:tr>
      <w:tr w:rsidRPr="00BA08DC" w:rsidR="00BA08DC" w:rsidTr="00BA08DC" w14:paraId="5D210160" w14:textId="77777777">
        <w:tc>
          <w:tcPr>
            <w:tcW w:w="1584" w:type="dxa"/>
            <w:tcBorders>
              <w:left w:val="single" w:color="auto" w:sz="12" w:space="0"/>
            </w:tcBorders>
            <w:shd w:val="clear" w:color="auto" w:fill="auto"/>
          </w:tcPr>
          <w:p w:rsidRPr="00BA08DC" w:rsidR="00BA08DC" w:rsidP="00406CBD" w:rsidRDefault="00BA08DC" w14:paraId="55DC773F" w14:textId="77777777">
            <w:pPr>
              <w:rPr>
                <w:bCs/>
              </w:rPr>
            </w:pPr>
            <w:r w:rsidRPr="00BA08DC">
              <w:rPr>
                <w:bCs/>
              </w:rPr>
              <w:t>None</w:t>
            </w:r>
          </w:p>
        </w:tc>
        <w:tc>
          <w:tcPr>
            <w:tcW w:w="2100" w:type="dxa"/>
            <w:tcBorders>
              <w:right w:val="single" w:color="000000" w:sz="12" w:space="0"/>
            </w:tcBorders>
            <w:shd w:val="clear" w:color="auto" w:fill="auto"/>
          </w:tcPr>
          <w:p w:rsidRPr="00BA08DC" w:rsidR="00BA08DC" w:rsidP="00406CBD" w:rsidRDefault="00BA08DC" w14:paraId="05D78F05" w14:textId="77777777">
            <w:r w:rsidRPr="00BA08DC">
              <w:t>None</w:t>
            </w:r>
          </w:p>
        </w:tc>
        <w:tc>
          <w:tcPr>
            <w:tcW w:w="1668" w:type="dxa"/>
            <w:tcBorders>
              <w:left w:val="single" w:color="000000" w:sz="12" w:space="0"/>
            </w:tcBorders>
            <w:shd w:val="clear" w:color="auto" w:fill="auto"/>
          </w:tcPr>
          <w:p w:rsidRPr="00BA08DC" w:rsidR="00BA08DC" w:rsidP="00406CBD" w:rsidRDefault="00BA08DC" w14:paraId="39967235" w14:textId="77777777">
            <w:r w:rsidRPr="00BA08DC">
              <w:t>Sheila Spores</w:t>
            </w:r>
          </w:p>
        </w:tc>
        <w:tc>
          <w:tcPr>
            <w:tcW w:w="3144" w:type="dxa"/>
            <w:shd w:val="clear" w:color="auto" w:fill="auto"/>
          </w:tcPr>
          <w:p w:rsidRPr="00BA08DC" w:rsidR="00BA08DC" w:rsidP="00406CBD" w:rsidRDefault="00BA08DC" w14:paraId="5BA8285B" w14:textId="77777777">
            <w:r w:rsidRPr="00BA08DC">
              <w:t>sspores@fs.fed.us</w:t>
            </w:r>
          </w:p>
        </w:tc>
      </w:tr>
      <w:tr w:rsidRPr="00BA08DC" w:rsidR="00BA08DC" w:rsidTr="00BA08DC" w14:paraId="44141D55" w14:textId="77777777">
        <w:tc>
          <w:tcPr>
            <w:tcW w:w="1584" w:type="dxa"/>
            <w:tcBorders>
              <w:left w:val="single" w:color="auto" w:sz="12" w:space="0"/>
              <w:bottom w:val="single" w:color="auto" w:sz="2" w:space="0"/>
            </w:tcBorders>
            <w:shd w:val="clear" w:color="auto" w:fill="auto"/>
          </w:tcPr>
          <w:p w:rsidRPr="00BA08DC" w:rsidR="00BA08DC" w:rsidP="00406CBD" w:rsidRDefault="00BA08DC" w14:paraId="563EA34E" w14:textId="77777777">
            <w:pPr>
              <w:rPr>
                <w:bCs/>
              </w:rPr>
            </w:pPr>
            <w:r w:rsidRPr="00BA08DC">
              <w:rPr>
                <w:bCs/>
              </w:rPr>
              <w:t>None</w:t>
            </w:r>
          </w:p>
        </w:tc>
        <w:tc>
          <w:tcPr>
            <w:tcW w:w="2100" w:type="dxa"/>
            <w:tcBorders>
              <w:right w:val="single" w:color="000000" w:sz="12" w:space="0"/>
            </w:tcBorders>
            <w:shd w:val="clear" w:color="auto" w:fill="auto"/>
          </w:tcPr>
          <w:p w:rsidRPr="00BA08DC" w:rsidR="00BA08DC" w:rsidP="00406CBD" w:rsidRDefault="00BA08DC" w14:paraId="3C0BC299" w14:textId="77777777">
            <w:r w:rsidRPr="00BA08DC">
              <w:t>None</w:t>
            </w:r>
          </w:p>
        </w:tc>
        <w:tc>
          <w:tcPr>
            <w:tcW w:w="1668" w:type="dxa"/>
            <w:tcBorders>
              <w:left w:val="single" w:color="000000" w:sz="12" w:space="0"/>
              <w:bottom w:val="single" w:color="auto" w:sz="2" w:space="0"/>
            </w:tcBorders>
            <w:shd w:val="clear" w:color="auto" w:fill="auto"/>
          </w:tcPr>
          <w:p w:rsidRPr="00BA08DC" w:rsidR="00BA08DC" w:rsidP="00406CBD" w:rsidRDefault="00BA08DC" w14:paraId="2A354A90" w14:textId="77777777">
            <w:r w:rsidRPr="00BA08DC">
              <w:t>Sue Kesti</w:t>
            </w:r>
          </w:p>
        </w:tc>
        <w:tc>
          <w:tcPr>
            <w:tcW w:w="3144" w:type="dxa"/>
            <w:shd w:val="clear" w:color="auto" w:fill="auto"/>
          </w:tcPr>
          <w:p w:rsidRPr="00BA08DC" w:rsidR="00BA08DC" w:rsidP="00406CBD" w:rsidRDefault="00BA08DC" w14:paraId="597A4E21" w14:textId="77777777">
            <w:r w:rsidRPr="00BA08DC">
              <w:t>skesti@fs.fed.us</w:t>
            </w:r>
          </w:p>
        </w:tc>
      </w:tr>
    </w:tbl>
    <w:p w:rsidR="00BA08DC" w:rsidP="00BA08DC" w:rsidRDefault="00BA08DC" w14:paraId="52B61B72" w14:textId="77777777"/>
    <w:p w:rsidR="00BA08DC" w:rsidP="00BA08DC" w:rsidRDefault="00BA08DC" w14:paraId="2F47CEE3" w14:textId="77777777">
      <w:pPr>
        <w:pStyle w:val="InfoPara"/>
      </w:pPr>
      <w:r>
        <w:t>Vegetation Type</w:t>
      </w:r>
    </w:p>
    <w:p w:rsidR="00BA08DC" w:rsidP="00BA08DC" w:rsidRDefault="00BA08DC" w14:paraId="70D8B892" w14:textId="77777777">
      <w:r>
        <w:t>Forest and Woodland</w:t>
      </w:r>
    </w:p>
    <w:p w:rsidR="00BA08DC" w:rsidP="00BA08DC" w:rsidRDefault="00BA08DC" w14:paraId="452DBEA3" w14:textId="77777777">
      <w:pPr>
        <w:pStyle w:val="InfoPara"/>
      </w:pPr>
      <w:r w:rsidR="1968C9C5">
        <w:rPr/>
        <w:t>Map Zones</w:t>
      </w:r>
    </w:p>
    <w:p w:rsidR="1968C9C5" w:rsidP="1968C9C5" w:rsidRDefault="1968C9C5" w14:paraId="5231CC15" w14:textId="54835A67">
      <w:pPr>
        <w:pStyle w:val="Normal"/>
      </w:pPr>
      <w:r w:rsidR="1968C9C5">
        <w:rPr/>
        <w:t>73, 75, 76, 77, 78</w:t>
      </w:r>
    </w:p>
    <w:p w:rsidR="00BA08DC" w:rsidP="00BA08DC" w:rsidRDefault="00BA08DC" w14:paraId="57906C8D" w14:textId="77777777">
      <w:pPr>
        <w:pStyle w:val="InfoPara"/>
      </w:pPr>
      <w:r>
        <w:t>Geographic Range</w:t>
      </w:r>
    </w:p>
    <w:p w:rsidR="00BA08DC" w:rsidP="00BA08DC" w:rsidRDefault="00BA08DC" w14:paraId="5AA1424D" w14:textId="174322AA">
      <w:r>
        <w:t xml:space="preserve">This </w:t>
      </w:r>
      <w:r w:rsidR="00372B39">
        <w:t>Biophysical Setting (BpS)</w:t>
      </w:r>
      <w:r>
        <w:t xml:space="preserve"> is found in the subpolar and perhumid rainforest regions (defined by Alaback 1991, 1995</w:t>
      </w:r>
      <w:r w:rsidR="00372B39">
        <w:t>)</w:t>
      </w:r>
      <w:r>
        <w:t xml:space="preserve"> of the AK maritime regions from Kenai Fjords and Prince William Sound to Yakutat, and south through southeastern AK.</w:t>
      </w:r>
    </w:p>
    <w:p w:rsidR="00BA08DC" w:rsidP="00BA08DC" w:rsidRDefault="00BA08DC" w14:paraId="77795F15" w14:textId="77777777">
      <w:pPr>
        <w:pStyle w:val="InfoPara"/>
      </w:pPr>
      <w:r>
        <w:t>Biophysical Site Description</w:t>
      </w:r>
    </w:p>
    <w:p w:rsidR="00BA08DC" w:rsidP="00BA08DC" w:rsidRDefault="00BA08DC" w14:paraId="0641A40A" w14:textId="57D9E94E">
      <w:r>
        <w:t>In the perhumid rainforest region</w:t>
      </w:r>
      <w:r w:rsidR="00423145">
        <w:t>,</w:t>
      </w:r>
      <w:r>
        <w:t xml:space="preserve"> this </w:t>
      </w:r>
      <w:r w:rsidR="00423145">
        <w:t>BpS</w:t>
      </w:r>
      <w:r>
        <w:t xml:space="preserve"> is common on rolling terrain, benches, and gentle slopes with restricted drainage. Soils are poorly drained and usually have a thick organic layer. In the subpolar rainforest region this system occurs on low to mid elevations on poorly drained sites. Soils may be shallow to deep and usually have at least some peat development. In some places, stands are often a fine mosaic of peatlands and better-drained inclusions. These are low-productivity sites that are intermediate between shore pine or mountain hemlock peatland sites and productive western hemlock - western Red-cedar sites. </w:t>
      </w:r>
    </w:p>
    <w:p w:rsidR="00BA08DC" w:rsidP="00BA08DC" w:rsidRDefault="00BA08DC" w14:paraId="1F3ECD68" w14:textId="77777777"/>
    <w:p w:rsidR="00BA08DC" w:rsidP="00BA08DC" w:rsidRDefault="00BA08DC" w14:paraId="475AC3FB" w14:textId="3595E1FA">
      <w:r>
        <w:t xml:space="preserve">The poorly drained conifer community includes the concept of </w:t>
      </w:r>
      <w:r w:rsidR="00423145">
        <w:t>w</w:t>
      </w:r>
      <w:r>
        <w:t xml:space="preserve">estern hemlock small tree old-growth (see Caouette and DeGayner 2008). The Western Hemlock BpS represents the western hemlock large tree </w:t>
      </w:r>
      <w:r w:rsidR="006B1862">
        <w:t>old growth</w:t>
      </w:r>
      <w:r>
        <w:t xml:space="preserve"> found on more productive sites.</w:t>
      </w:r>
    </w:p>
    <w:p w:rsidR="00BA08DC" w:rsidP="00BA08DC" w:rsidRDefault="00BA08DC" w14:paraId="001D4CAE" w14:textId="77777777">
      <w:pPr>
        <w:pStyle w:val="InfoPara"/>
      </w:pPr>
      <w:r>
        <w:t>Vegetation Description</w:t>
      </w:r>
    </w:p>
    <w:p w:rsidR="00BA08DC" w:rsidP="00BA08DC" w:rsidRDefault="00BA08DC" w14:paraId="7F13502D" w14:textId="25FA141B">
      <w:r>
        <w:t xml:space="preserve">Open canopy (typically &lt;45% canopy cover) conifer stands tend to dominate these low productivity sites. Trees often show signs of stress such as spike-top or chlorotic foliage (especially spruce) and standing dead trees are common. Average overstory tree height ranges from 18-21m (DeMeo et al. 1992) and dbh averages 25-50cm (Viereck et al. 1992). Overstory trees may include several of the following species: </w:t>
      </w:r>
      <w:r w:rsidRPr="0007754C">
        <w:rPr>
          <w:i/>
          <w:iCs/>
        </w:rPr>
        <w:t xml:space="preserve">Tsuga heterophylla, T. mertensiana, Thuja plicata </w:t>
      </w:r>
      <w:r>
        <w:t>(found only in the southern most portion of the range of this BpS)</w:t>
      </w:r>
      <w:r w:rsidR="0007754C">
        <w:t>,</w:t>
      </w:r>
      <w:r>
        <w:t xml:space="preserve"> and </w:t>
      </w:r>
      <w:r w:rsidRPr="0007754C">
        <w:rPr>
          <w:i/>
          <w:iCs/>
        </w:rPr>
        <w:t>Chamaecyparis nootkatensis</w:t>
      </w:r>
      <w:r>
        <w:t xml:space="preserve"> (= </w:t>
      </w:r>
      <w:r w:rsidRPr="0007754C">
        <w:rPr>
          <w:i/>
          <w:iCs/>
        </w:rPr>
        <w:t>Cupressus nootkatensis</w:t>
      </w:r>
      <w:r>
        <w:t xml:space="preserve">). </w:t>
      </w:r>
      <w:r w:rsidRPr="0007754C">
        <w:rPr>
          <w:i/>
          <w:iCs/>
        </w:rPr>
        <w:t>Picea sitchensis</w:t>
      </w:r>
      <w:r>
        <w:t xml:space="preserve"> and </w:t>
      </w:r>
      <w:r w:rsidRPr="0007754C">
        <w:rPr>
          <w:i/>
          <w:iCs/>
        </w:rPr>
        <w:t>Pinus contorta</w:t>
      </w:r>
      <w:r>
        <w:t xml:space="preserve"> may also be </w:t>
      </w:r>
      <w:r w:rsidR="0007754C">
        <w:t>present but</w:t>
      </w:r>
      <w:r>
        <w:t xml:space="preserve"> are not dominant and are nearly always stunted. </w:t>
      </w:r>
      <w:r w:rsidRPr="0007754C">
        <w:rPr>
          <w:i/>
          <w:iCs/>
        </w:rPr>
        <w:t>T. mertensiana</w:t>
      </w:r>
      <w:r>
        <w:t xml:space="preserve"> becomes the dominant overstory species in the northern portion of the maritime region (subpolar rainforest) while most other species, except </w:t>
      </w:r>
      <w:r w:rsidRPr="004413EE">
        <w:rPr>
          <w:i/>
          <w:iCs/>
        </w:rPr>
        <w:t>Picea sitchensis</w:t>
      </w:r>
      <w:r>
        <w:t xml:space="preserve">, drop out. Common understory species include </w:t>
      </w:r>
      <w:r w:rsidRPr="004413EE">
        <w:rPr>
          <w:i/>
          <w:iCs/>
        </w:rPr>
        <w:t>Nephrophyllidium crista-galli, Elliottia pyroliflorus, Gaultheria shallon</w:t>
      </w:r>
      <w:r>
        <w:t xml:space="preserve"> (found only in the southern most portion of the range of this BpS), </w:t>
      </w:r>
      <w:r w:rsidRPr="004413EE">
        <w:rPr>
          <w:i/>
          <w:iCs/>
        </w:rPr>
        <w:t xml:space="preserve">Lysichiton americanus, </w:t>
      </w:r>
      <w:r w:rsidR="004413EE">
        <w:t xml:space="preserve">and </w:t>
      </w:r>
      <w:r w:rsidRPr="004413EE">
        <w:rPr>
          <w:i/>
          <w:iCs/>
        </w:rPr>
        <w:t xml:space="preserve">Vaccinium </w:t>
      </w:r>
      <w:r w:rsidRPr="004413EE">
        <w:rPr>
          <w:i/>
          <w:iCs/>
        </w:rPr>
        <w:t>ovalifolium</w:t>
      </w:r>
      <w:r w:rsidR="004413EE">
        <w:t xml:space="preserve"> </w:t>
      </w:r>
      <w:r>
        <w:t>(Demeo et al. 1992</w:t>
      </w:r>
      <w:r w:rsidR="004413EE">
        <w:t>;</w:t>
      </w:r>
      <w:r>
        <w:t xml:space="preserve"> Martin et al. 1995</w:t>
      </w:r>
      <w:r w:rsidR="004413EE">
        <w:t>;</w:t>
      </w:r>
      <w:r>
        <w:t xml:space="preserve"> Shephard et al. 1995). Further north where</w:t>
      </w:r>
      <w:r w:rsidR="004413EE">
        <w:t xml:space="preserve"> mountain</w:t>
      </w:r>
      <w:r>
        <w:t xml:space="preserve"> hemlock dominates</w:t>
      </w:r>
      <w:r w:rsidR="004413EE">
        <w:t>,</w:t>
      </w:r>
      <w:r>
        <w:t xml:space="preserve"> common understory species include </w:t>
      </w:r>
      <w:r w:rsidRPr="004413EE">
        <w:rPr>
          <w:i/>
          <w:iCs/>
        </w:rPr>
        <w:t>Vaccinium ovalifolium, Elliottia pyroliflora, Nephrophyllidium crista-galli, Thelypteris quelpaertensis, Phegopteris connectilis, Trichophorum caespitosum, Carex anthoxanthea C. pluriflora, C. stylosa, Eriophorum</w:t>
      </w:r>
      <w:r>
        <w:t xml:space="preserve"> spp</w:t>
      </w:r>
      <w:r w:rsidRPr="004413EE">
        <w:rPr>
          <w:i/>
          <w:iCs/>
        </w:rPr>
        <w:t>., Lysichiton americanus</w:t>
      </w:r>
      <w:r w:rsidR="004413EE">
        <w:t>,</w:t>
      </w:r>
      <w:r>
        <w:t xml:space="preserve"> and </w:t>
      </w:r>
      <w:r w:rsidRPr="004413EE">
        <w:rPr>
          <w:i/>
          <w:iCs/>
        </w:rPr>
        <w:t>Sphagnum</w:t>
      </w:r>
      <w:r>
        <w:t xml:space="preserve"> spp.</w:t>
      </w:r>
    </w:p>
    <w:p w:rsidR="00BA08DC" w:rsidP="00BA08DC" w:rsidRDefault="00BA08DC" w14:paraId="22F7CB8E" w14:textId="77777777">
      <w:pPr>
        <w:pStyle w:val="InfoPara"/>
      </w:pPr>
      <w:r>
        <w:t>BpS Dominant and Indicator Species</w:t>
      </w:r>
    </w:p>
    <w:tbl>
      <w:tblPr>
        <w:tblW w:w="9537"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tblPr>
      <w:tblGrid>
        <w:gridCol w:w="1164"/>
        <w:gridCol w:w="4413"/>
        <w:gridCol w:w="3960"/>
      </w:tblGrid>
      <w:tr xmlns:w14="http://schemas.microsoft.com/office/word/2010/wordml" w:rsidRPr="004F7795" w:rsidR="004F7795" w:rsidTr="00102927" w14:paraId="7D99D469" w14:textId="77777777">
        <w:tc>
          <w:tcPr>
            <w:tcW w:w="1164" w:type="dxa"/>
            <w:tcBorders>
              <w:top w:val="single" w:color="auto" w:sz="2" w:space="0"/>
              <w:bottom w:val="single" w:color="000000" w:sz="12" w:space="0"/>
            </w:tcBorders>
            <w:shd w:val="clear" w:color="auto" w:fill="auto"/>
          </w:tcPr>
          <w:p w:rsidRPr="004F7795" w:rsidR="004F7795" w:rsidP="00BB0BE3" w:rsidRDefault="004F7795" w14:paraId="09D13754" w14:textId="77777777">
            <w:pPr>
              <w:rPr>
                <w:b/>
                <w:bCs/>
              </w:rPr>
            </w:pPr>
            <w:r w:rsidRPr="004F7795">
              <w:rPr>
                <w:b/>
                <w:bCs/>
              </w:rPr>
              <w:t>Symbol</w:t>
            </w:r>
          </w:p>
        </w:tc>
        <w:tc>
          <w:tcPr>
            <w:tcW w:w="4413" w:type="dxa"/>
            <w:tcBorders>
              <w:top w:val="single" w:color="auto" w:sz="2" w:space="0"/>
              <w:bottom w:val="single" w:color="000000" w:sz="12" w:space="0"/>
            </w:tcBorders>
            <w:shd w:val="clear" w:color="auto" w:fill="auto"/>
          </w:tcPr>
          <w:p w:rsidRPr="004F7795" w:rsidR="004F7795" w:rsidP="00BB0BE3" w:rsidRDefault="004F7795" w14:paraId="3A4444EB" w14:textId="77777777">
            <w:pPr>
              <w:rPr>
                <w:b/>
                <w:bCs/>
              </w:rPr>
            </w:pPr>
            <w:r w:rsidRPr="004F7795">
              <w:rPr>
                <w:b/>
                <w:bCs/>
              </w:rPr>
              <w:t>Scientific Name</w:t>
            </w:r>
          </w:p>
        </w:tc>
        <w:tc>
          <w:tcPr>
            <w:tcW w:w="3960" w:type="dxa"/>
            <w:tcBorders>
              <w:top w:val="single" w:color="auto" w:sz="2" w:space="0"/>
              <w:bottom w:val="single" w:color="000000" w:sz="12" w:space="0"/>
            </w:tcBorders>
            <w:shd w:val="clear" w:color="auto" w:fill="auto"/>
          </w:tcPr>
          <w:p w:rsidRPr="004F7795" w:rsidR="004F7795" w:rsidP="00BB0BE3" w:rsidRDefault="004F7795" w14:paraId="6814B613" w14:textId="77777777">
            <w:pPr>
              <w:rPr>
                <w:b/>
                <w:bCs/>
              </w:rPr>
            </w:pPr>
            <w:r w:rsidRPr="004F7795">
              <w:rPr>
                <w:b/>
                <w:bCs/>
              </w:rPr>
              <w:t>Common Name</w:t>
            </w:r>
          </w:p>
        </w:tc>
      </w:tr>
      {0}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TSHE</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Tsuga heterophylla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Western hemlock</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TSME</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Tsuga mertensiana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Mountain hemlock</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THPL</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Thuja plicata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Western red cedar</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CHNO</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Chamaecyparis nootkatensis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Alaska cedar</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NECR2</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Nephrophyllidium crista-galli</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Deercabbage</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ELPY</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Elliottia pyroliflorus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Copperbush</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LYAM3</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Lysichiton americanus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American skunkcabbage</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VAOV</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Vaccinium ovalifolium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Oval-leaf blueberry</w:t>
            </w:r>
          </w:p>
        </w:tc>
      </w:tr>
    </w:tbl>
    <w:p>
      <w:r>
        <w:rPr>
          <w:sz w:val="16"/>
        </w:rPr>
        <w:t>Species names are from the NRCS PLANTS database. Check species codes at http://plants.usda.gov.</w:t>
      </w:r>
    </w:p>
    <w:p w:rsidR="00BA08DC" w:rsidP="00BA08DC" w:rsidRDefault="00BA08DC" w14:paraId="4BAE4737" w14:textId="77777777">
      <w:pPr>
        <w:pStyle w:val="InfoPara"/>
      </w:pPr>
      <w:r>
        <w:t>Disturbance Description</w:t>
      </w:r>
    </w:p>
    <w:p w:rsidR="00BA08DC" w:rsidP="00BA08DC" w:rsidRDefault="00BA08DC" w14:paraId="77EEE092" w14:textId="77777777">
      <w:r>
        <w:t>According to Viereck et al. (1992) secondary succession in this type is largely unknown because disturbance is rare. However, Paul Hennon offered the following information related to the successional dynamics of this system:</w:t>
      </w:r>
    </w:p>
    <w:p w:rsidR="00BA08DC" w:rsidP="00BA08DC" w:rsidRDefault="00BA08DC" w14:paraId="222A334F" w14:textId="20A4DDF9">
      <w:r>
        <w:t xml:space="preserve">Short term succession occurs from single tree mortality from a variety of causes [Note: this is not included in the </w:t>
      </w:r>
      <w:r w:rsidR="0031509E">
        <w:t xml:space="preserve">state-and-transition simulation </w:t>
      </w:r>
      <w:r>
        <w:t xml:space="preserve">model because these </w:t>
      </w:r>
      <w:r w:rsidR="000C2807">
        <w:t>small-scale</w:t>
      </w:r>
      <w:r>
        <w:t xml:space="preserve"> dynamics </w:t>
      </w:r>
      <w:r w:rsidR="000C2807">
        <w:t>cannot</w:t>
      </w:r>
      <w:r>
        <w:t xml:space="preserve"> be mapped into seral stages by LANDFIRE; therefore, the model is represented by a single seral stage]. Tree regeneration frequently occurs on raised organic microsites on the remains of previous trees. Tree growth is generally very slow. Longer term succession is probably influenced by climatic patterns that dictate drainage</w:t>
      </w:r>
      <w:r w:rsidR="005522B5">
        <w:t xml:space="preserve">, </w:t>
      </w:r>
      <w:r>
        <w:t>either favoring poorer drainage, increased tree mortality, and more open canopy</w:t>
      </w:r>
      <w:r w:rsidR="005522B5">
        <w:t>,</w:t>
      </w:r>
      <w:r>
        <w:t xml:space="preserve"> or improved drainage, greater tree growth, and a more closed canopy. These patterns can also favor individual tree species based on their tolerance or intolerance of wet soils. </w:t>
      </w:r>
    </w:p>
    <w:p w:rsidR="00BA08DC" w:rsidP="00BA08DC" w:rsidRDefault="00BA08DC" w14:paraId="47FF1153" w14:textId="77777777"/>
    <w:p w:rsidR="00BA08DC" w:rsidP="00BA08DC" w:rsidRDefault="00BA08DC" w14:paraId="1F487CC3" w14:textId="48E37339">
      <w:r>
        <w:t xml:space="preserve">There is some anecdotal evidence of anthropogenic fire in southern </w:t>
      </w:r>
      <w:r w:rsidR="001F6975">
        <w:t>southeast</w:t>
      </w:r>
      <w:r>
        <w:t xml:space="preserve"> </w:t>
      </w:r>
      <w:r w:rsidR="006B1862">
        <w:t>Alaska,</w:t>
      </w:r>
      <w:r>
        <w:t xml:space="preserve"> but it remains largely unstudied. Fire may become a more important factor in this type as climate warms [Note: a reviewer commented that the effects of climate warming are still uncertain and that the assumption of increased fire activity in some areas, particularly Prince William Sound, may not be well founded]. The widespread yellow-cedar decline, which covers 200,000 ha of this type in southeast Alaska, is an example of a climate-induced tree death that has resulted in a composition shift away from yellow-cedar due to this mortality (Hennon et al. 2008).</w:t>
      </w:r>
    </w:p>
    <w:p w:rsidR="00BA08DC" w:rsidP="00BA08DC" w:rsidRDefault="00BA08DC" w14:paraId="3AE715FD" w14:textId="165A6AC1">
      <w:pPr>
        <w:pStyle w:val="InfoPara"/>
      </w:pPr>
      <w:r>
        <w:t>Fire Frequency</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Severity</w:t>
            </w:r>
          </w:p>
        </w:tc>
        <w:tc>
          <w:p>
            <w:pPr>
              <w:jc w:val="center"/>
            </w:pPr>
            <w:r>
              <w:rPr>
                <w:b/>
                <w:sz w:val="20"/>
              </w:rPr>
              <w:t>Avg FI</w:t>
            </w:r>
          </w:p>
        </w:tc>
        <w:tc>
          <w:p>
            <w:pPr>
              <w:jc w:val="center"/>
            </w:pPr>
            <w:r>
              <w:rPr>
                <w:b/>
                <w:sz w:val="20"/>
              </w:rPr>
              <w:t>Percent of All Fires</w:t>
            </w:r>
          </w:p>
        </w:tc>
        <w:tc>
          <w:p>
            <w:pPr>
              <w:jc w:val="center"/>
            </w:pPr>
            <w:r>
              <w:rPr>
                <w:b/>
                <w:sz w:val="20"/>
              </w:rPr>
              <w:t>Min FI</w:t>
            </w:r>
          </w:p>
        </w:tc>
        <w:tc>
          <w:p>
            <w:pPr>
              <w:jc w:val="center"/>
            </w:pPr>
            <w:r>
              <w:rPr>
                <w:b/>
                <w:sz w:val="20"/>
              </w:rPr>
              <w:t>Max FI</w:t>
            </w:r>
          </w:p>
        </w:tc>
      </w:tr>
      <w:tr>
        <w:tc>
          <w:p>
            <w:pPr>
              <w:jc w:val="center"/>
            </w:pPr>
            <w:r>
              <w:t>Replacement</w:t>
            </w:r>
          </w:p>
        </w:tc>
        <w:tc>
          <w:p>
            <w:pPr>
              <w:jc w:val="center"/>
            </w:pPr>
            <w:r>
              <w:t/>
            </w:r>
          </w:p>
        </w:tc>
        <w:tc>
          <w:p>
            <w:pPr>
              <w:jc w:val="center"/>
            </w:pPr>
            <w:r>
              <w:t/>
            </w:r>
          </w:p>
        </w:tc>
        <w:tc>
          <w:p>
            <w:pPr>
              <w:jc w:val="center"/>
            </w:pPr>
            <w:r>
              <w:t/>
            </w:r>
          </w:p>
        </w:tc>
        <w:tc>
          <w:p>
            <w:pPr>
              <w:jc w:val="center"/>
            </w:pPr>
            <w:r>
              <w:t/>
            </w:r>
          </w:p>
        </w:tc>
      </w:tr>
      <w:tr>
        <w:tc>
          <w:p>
            <w:pPr>
              <w:jc w:val="center"/>
            </w:pPr>
            <w:r>
              <w:t>Moderate (Mixed)</w:t>
            </w:r>
          </w:p>
        </w:tc>
        <w:tc>
          <w:p>
            <w:pPr>
              <w:jc w:val="center"/>
            </w:pPr>
            <w:r>
              <w:t/>
            </w:r>
          </w:p>
        </w:tc>
        <w:tc>
          <w:p>
            <w:pPr>
              <w:jc w:val="center"/>
            </w:pPr>
            <w:r>
              <w:t/>
            </w:r>
          </w:p>
        </w:tc>
        <w:tc>
          <w:p>
            <w:pPr>
              <w:jc w:val="center"/>
            </w:pPr>
            <w:r>
              <w:t/>
            </w:r>
          </w:p>
        </w:tc>
        <w:tc>
          <w:p>
            <w:pPr>
              <w:jc w:val="center"/>
            </w:pPr>
            <w:r>
              <w:t/>
            </w:r>
          </w:p>
        </w:tc>
      </w:tr>
      <w:tr>
        <w:tc>
          <w:p>
            <w:pPr>
              <w:jc w:val="center"/>
            </w:pPr>
            <w:r>
              <w:t>Low (Surface)</w:t>
            </w:r>
          </w:p>
        </w:tc>
        <w:tc>
          <w:p>
            <w:pPr>
              <w:jc w:val="center"/>
            </w:pPr>
            <w:r>
              <w:t/>
            </w:r>
          </w:p>
        </w:tc>
        <w:tc>
          <w:p>
            <w:pPr>
              <w:jc w:val="center"/>
            </w:pPr>
            <w:r>
              <w:t/>
            </w:r>
          </w:p>
        </w:tc>
        <w:tc>
          <w:p>
            <w:pPr>
              <w:jc w:val="center"/>
            </w:pPr>
            <w:r>
              <w:t/>
            </w:r>
          </w:p>
        </w:tc>
        <w:tc>
          <w:p>
            <w:pPr>
              <w:jc w:val="center"/>
            </w:pPr>
            <w:r>
              <w:t/>
            </w:r>
          </w:p>
        </w:tc>
      </w:tr>
      <w:tr>
        <w:tc>
          <w:p>
            <w:pPr>
              <w:jc w:val="center"/>
            </w:pPr>
            <w:r>
              <w:t>All Fires</w:t>
            </w:r>
          </w:p>
        </w:tc>
        <w:tc>
          <w:p>
            <w:pPr>
              <w:jc w:val="center"/>
            </w:pPr>
            <w:r>
              <w:t/>
            </w:r>
          </w:p>
        </w:tc>
        <w:tc>
          <w:p>
            <w:pPr>
              <w:jc w:val="center"/>
            </w:pPr>
            <w:r>
              <w:t/>
            </w:r>
          </w:p>
        </w:tc>
        <w:tc>
          <w:p>
            <w:pPr>
              <w:jc w:val="center"/>
            </w:pPr>
            <w:r>
              <w:t/>
            </w:r>
          </w:p>
        </w:tc>
        <w:tc>
          <w:p>
            <w:pPr>
              <w:jc w:val="center"/>
            </w:pPr>
            <w:r>
              <w:t/>
            </w:r>
          </w:p>
        </w:tc>
      </w:tr>
    </w:tbl>
    <w:p>
      <w:r>
        <w:rPr>
          <w:sz w:val="16"/>
        </w:rPr>
        <w:t>Fire interval is expressed in years for each fire severity class and for all types of fire combined (All Fires). Average FI is the central tendency modeled. Percent of all fires is the percent of all fires modeled in that severity class. Minimum and Maximum FIs show the relative range of fire intervals as estimated by model contributors, if known.</w:t>
      </w:r>
    </w:p>
    <w:p w:rsidR="00BA08DC" w:rsidP="00BA08DC" w:rsidRDefault="00BA08DC" w14:paraId="172F3FAD" w14:textId="77777777">
      <w:pPr>
        <w:pStyle w:val="InfoPara"/>
      </w:pPr>
      <w:r>
        <w:t>Scale Description</w:t>
      </w:r>
    </w:p>
    <w:p w:rsidR="00BA08DC" w:rsidP="00BA08DC" w:rsidRDefault="00BA08DC" w14:paraId="0AAA8D41" w14:textId="77777777">
      <w:r>
        <w:t>Matrix</w:t>
      </w:r>
    </w:p>
    <w:p w:rsidR="00BA08DC" w:rsidP="00BA08DC" w:rsidRDefault="00BA08DC" w14:paraId="4608BE8E" w14:textId="77777777">
      <w:pPr>
        <w:pStyle w:val="InfoPara"/>
      </w:pPr>
      <w:r>
        <w:t>Adjacency or Identification Concerns</w:t>
      </w:r>
    </w:p>
    <w:p w:rsidR="00BA08DC" w:rsidP="00BA08DC" w:rsidRDefault="00BA08DC" w14:paraId="5883270D" w14:textId="2A9716B1">
      <w:r>
        <w:t xml:space="preserve">This </w:t>
      </w:r>
      <w:r w:rsidR="0013598C">
        <w:t>BpS</w:t>
      </w:r>
      <w:r>
        <w:t xml:space="preserve"> is found adjacent to low productivity shore pine peatland and higher productivity western hemlock-western red cedar communities.</w:t>
      </w:r>
    </w:p>
    <w:p w:rsidR="00BA08DC" w:rsidP="00BA08DC" w:rsidRDefault="00BA08DC" w14:paraId="3A7DF2EB" w14:textId="77777777"/>
    <w:p w:rsidR="00BA08DC" w:rsidP="00BA08DC" w:rsidRDefault="00BA08DC" w14:paraId="0CDCE902" w14:textId="2529C8F8">
      <w:r>
        <w:t xml:space="preserve">This BpS is referred to as mixed conifer in the </w:t>
      </w:r>
      <w:r w:rsidR="0013598C">
        <w:t>southeast</w:t>
      </w:r>
      <w:r>
        <w:t xml:space="preserve"> AK plant association guides.</w:t>
      </w:r>
    </w:p>
    <w:p w:rsidR="00BA08DC" w:rsidP="00BA08DC" w:rsidRDefault="00BA08DC" w14:paraId="11E397B8" w14:textId="77777777">
      <w:pPr>
        <w:pStyle w:val="InfoPara"/>
      </w:pPr>
      <w:r>
        <w:t>Issues or Problems</w:t>
      </w:r>
    </w:p>
    <w:p w:rsidR="00BA08DC" w:rsidP="00BA08DC" w:rsidRDefault="00BA08DC" w14:paraId="634024D7" w14:textId="77777777"/>
    <w:p w:rsidR="00BA08DC" w:rsidP="00BA08DC" w:rsidRDefault="00BA08DC" w14:paraId="2ED23262" w14:textId="77777777">
      <w:pPr>
        <w:pStyle w:val="InfoPara"/>
      </w:pPr>
      <w:r>
        <w:t>Native Uncharacteristic Conditions</w:t>
      </w:r>
    </w:p>
    <w:p w:rsidR="00BA08DC" w:rsidP="00BA08DC" w:rsidRDefault="00BA08DC" w14:paraId="50E3B11E" w14:textId="77777777">
      <w:r>
        <w:t>This type is sensitive to changes in climate and hydrology. Neiland (1971) documents the shift between forest and bog noting that climate and surface physical features determine the vegetation on a site at a particular time.</w:t>
      </w:r>
    </w:p>
    <w:p w:rsidR="00BA08DC" w:rsidP="00BA08DC" w:rsidRDefault="00BA08DC" w14:paraId="4A0EABBB" w14:textId="77777777">
      <w:pPr>
        <w:pStyle w:val="InfoPara"/>
      </w:pPr>
      <w:r>
        <w:t>Comments</w:t>
      </w:r>
    </w:p>
    <w:p w:rsidR="00BA08DC" w:rsidP="00BA08DC" w:rsidRDefault="00BA08DC" w14:paraId="2FDF0AFD" w14:textId="3BDFC789">
      <w:r>
        <w:t xml:space="preserve">This model was developed by Tom DeMeo for </w:t>
      </w:r>
      <w:r w:rsidR="00E0514E">
        <w:t>southeast</w:t>
      </w:r>
      <w:r>
        <w:t xml:space="preserve"> AK. Review comments resulted in minor descriptive changes to the general description and expanding the description to include poorly drained </w:t>
      </w:r>
      <w:r w:rsidR="00E0514E">
        <w:t>mountain</w:t>
      </w:r>
      <w:r>
        <w:t xml:space="preserve"> hemlock sites that occur in the northern portion of the maritime region (subpolar rainforest). Comments made by Paul Hennon related to the successional dynamics of this system were added to the Disturbance Description. Patricia Krosse (pkrosse@fs.fed.us) also provided review comments on this model.</w:t>
      </w:r>
    </w:p>
    <w:p w:rsidR="00A57AF2" w:rsidP="00BA08DC" w:rsidRDefault="00A57AF2" w14:paraId="48AD73A2" w14:textId="04F3E061"/>
    <w:p w:rsidR="00BA08DC" w:rsidP="00BA08DC" w:rsidRDefault="00BA08DC" w14:paraId="1AB54E86" w14:textId="77777777">
      <w:pPr>
        <w:pStyle w:val="ReportSection"/>
      </w:pPr>
      <w:r>
        <w:t>Succession Classes</w:t>
      </w:r>
    </w:p>
    <w:p>
      <w:r>
        <w:rPr>
          <w:b/>
        </w:rPr>
        <w:t>Mapping Rules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tcPr>
            <w:tcW w:w="1041" w:type="dxa"/>
            <w:vMerge w:val="restart"/>
            <w:vAlign w:val="bottom"/>
          </w:tcPr>
          <w:p w:rsidRPr="00F43331" w:rsidR="00F43331" w:rsidP="00F43331" w:rsidRDefault="00F43331">
            <w:pPr>
              <w:jc w:val="center"/>
              <w:rPr>
                <w:b/>
              </w:rPr>
            </w:pPr>
            <w:r w:rsidRPr="00F43331">
              <w:rPr>
                <w:b/>
              </w:rPr>
              <w:t>Upper Layer Lifeform</w:t>
            </w:r>
          </w:p>
        </w:tc>
        <w:tc>
          <w:tcPr>
            <w:tcW w:w="861" w:type="dxa"/>
            <w:vMerge w:val="restart"/>
            <w:vAlign w:val="bottom"/>
          </w:tcPr>
          <w:p w:rsidRPr="00F43331" w:rsidR="00F43331" w:rsidP="00F43331" w:rsidRDefault="00F43331">
            <w:pPr>
              <w:jc w:val="center"/>
              <w:rPr>
                <w:b/>
              </w:rPr>
            </w:pPr>
            <w:r w:rsidRPr="00F43331">
              <w:rPr>
                <w:b/>
              </w:rPr>
              <w:t>Height (m)</w:t>
            </w:r>
          </w:p>
        </w:tc>
        <w:tc>
          <w:tcPr>
            <w:tcW w:w="7448" w:type="dxa"/>
            <w:gridSpan w:val="10"/>
            <w:vAlign w:val="bottom"/>
          </w:tcPr>
          <w:p w:rsidRPr="00F43331" w:rsidR="00F43331" w:rsidP="00F43331" w:rsidRDefault="00F43331">
            <w:pPr>
              <w:jc w:val="center"/>
              <w:rPr>
                <w:b/>
              </w:rPr>
            </w:pPr>
            <w:r w:rsidRPr="00F43331">
              <w:rPr>
                <w:b/>
              </w:rPr>
              <w:t>Canopy Cover (%)</w:t>
            </w:r>
          </w:p>
        </w:tc>
      </w:tr>
      <w:tr>
        <w:tc>
          <w:tcPr>
            <w:tcW w:w="1041" w:type="dxa"/>
            <w:vMerge/>
          </w:tcPr>
          <w:p w:rsidR="00F43331" w:rsidRDefault="00F43331"/>
        </w:tc>
        <w:tc>
          <w:tcPr>
            <w:tcW w:w="861" w:type="dxa"/>
            <w:vMerge/>
          </w:tcPr>
          <w:p w:rsidR="00F43331" w:rsidRDefault="00F43331"/>
        </w:tc>
        <w:tc>
          <w:tcPr>
            <w:tcW w:w="833" w:type="dxa"/>
          </w:tcPr>
          <w:p w:rsidR="00F43331" w:rsidRDefault="00F43331">
            <w:r>
              <w:rPr>
                <w:b/>
              </w:rPr>
              <w:t>0-10</w:t>
            </w:r>
          </w:p>
        </w:tc>
        <w:tc>
          <w:tcPr>
            <w:tcW w:w="735" w:type="dxa"/>
          </w:tcPr>
          <w:p w:rsidR="00F43331" w:rsidRDefault="00F43331">
            <w:r>
              <w:rPr>
                <w:b/>
              </w:rPr>
              <w:t>11-20</w:t>
            </w:r>
          </w:p>
        </w:tc>
        <w:tc>
          <w:tcPr>
            <w:tcW w:w="735" w:type="dxa"/>
          </w:tcPr>
          <w:p w:rsidR="00F43331" w:rsidRDefault="00F43331">
            <w:r>
              <w:rPr>
                <w:b/>
              </w:rPr>
              <w:t>21-30</w:t>
            </w:r>
          </w:p>
        </w:tc>
        <w:tc>
          <w:tcPr>
            <w:tcW w:w="735" w:type="dxa"/>
          </w:tcPr>
          <w:p w:rsidR="00F43331" w:rsidRDefault="00F43331">
            <w:r>
              <w:rPr>
                <w:b/>
              </w:rPr>
              <w:t>31-40</w:t>
            </w:r>
          </w:p>
        </w:tc>
        <w:tc>
          <w:tcPr>
            <w:tcW w:w="735" w:type="dxa"/>
          </w:tcPr>
          <w:p w:rsidR="00F43331" w:rsidRDefault="00F43331">
            <w:r>
              <w:rPr>
                <w:b/>
              </w:rPr>
              <w:t>41 - 50</w:t>
            </w:r>
          </w:p>
        </w:tc>
        <w:tc>
          <w:tcPr>
            <w:tcW w:w="735" w:type="dxa"/>
          </w:tcPr>
          <w:p w:rsidR="00F43331" w:rsidRDefault="00F43331">
            <w:r>
              <w:rPr>
                <w:b/>
              </w:rPr>
              <w:t>51-60</w:t>
            </w:r>
          </w:p>
        </w:tc>
        <w:tc>
          <w:tcPr>
            <w:tcW w:w="735" w:type="dxa"/>
          </w:tcPr>
          <w:p w:rsidR="00F43331" w:rsidRDefault="00F43331">
            <w:r>
              <w:rPr>
                <w:b/>
              </w:rPr>
              <w:t>61-70</w:t>
            </w:r>
          </w:p>
        </w:tc>
        <w:tc>
          <w:tcPr>
            <w:tcW w:w="735" w:type="dxa"/>
          </w:tcPr>
          <w:p w:rsidR="00F43331" w:rsidRDefault="00F43331">
            <w:r>
              <w:rPr>
                <w:b/>
              </w:rPr>
              <w:t>71-80</w:t>
            </w:r>
          </w:p>
        </w:tc>
        <w:tc>
          <w:tcPr>
            <w:tcW w:w="735" w:type="dxa"/>
          </w:tcPr>
          <w:p w:rsidR="00F43331" w:rsidRDefault="00F43331">
            <w:r>
              <w:rPr>
                <w:b/>
              </w:rPr>
              <w:t>81-90</w:t>
            </w:r>
          </w:p>
        </w:tc>
        <w:tc>
          <w:tcPr>
            <w:tcW w:w="735" w:type="dxa"/>
          </w:tcPr>
          <w:p w:rsidR="00F43331" w:rsidRDefault="00F43331">
            <w:r>
              <w:rPr>
                <w:b/>
              </w:rPr>
              <w:t>91-100</w:t>
            </w:r>
          </w:p>
        </w:tc>
      </w:tr>
      <w:tr>
        <w:tc>
          <w:tcPr>
            <w:tcW w:w="0" w:type="auto"/>
          </w:tcPr>
          <w:p>
            <w:pPr>
              <w:jc w:val="center"/>
            </w:pPr>
            <w:r>
              <w:rPr>
                <w:sz w:val="20"/>
              </w:rPr>
              <w:t>Herb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&gt;1.0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1.0-3.0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&gt;3.0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bl>
    <w:p>
      <w:r>
        <w:rPr>
          <w:sz w:val="20"/>
        </w:rPr>
        <w:t>Succession class letters A-E are described in the Succession Class Description section. Some classes use a leafform distinction where a qualifier is added to the class letter: Brdl (broadleaf), Con (conifer), or Mix (mixed conifer and broadleaf). UN refers to uncharacteristic native or a combination of height and cover that would not be expected under the reference condition. NP refers to not possible or a combination of height and cover which is not physiologically possible for the species in the BpS.</w:t>
      </w:r>
    </w:p>
    <w:p>
      <w:r>
        <w:br/>
      </w:r>
    </w:p>
    <w:p>
      <w:r>
        <w:rPr>
          <w:b/>
        </w:rPr>
        <w:t>Description</w:t>
      </w:r>
    </w:p>
    <w:p w:rsidR="00BA08DC" w:rsidP="00BA08DC" w:rsidRDefault="00BA08DC" w14:paraId="5B5BF684" w14:textId="2A459D46">
      <w:pPr>
        <w:pStyle w:val="InfoPara"/>
        <w:pBdr>
          <w:top w:val="single" w:color="auto" w:sz="4" w:space="1"/>
        </w:pBdr>
      </w:pPr>
      <w:r xmlns:w="http://schemas.openxmlformats.org/wordprocessingml/2006/main">
        <w:t>Class A</w:t>
      </w:r>
      <w:r xmlns:w="http://schemas.openxmlformats.org/wordprocessingml/2006/main">
        <w:tab/>
        <w:t>100</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Mid Development 1 - All Structures</w:t>
      </w:r>
    </w:p>
    <w:p w:rsidR="00BA08DC" w:rsidP="00BA08DC" w:rsidRDefault="00BA08DC" w14:paraId="58CE36F1" w14:textId="77777777"/>
    <w:p w:rsidR="00BA08DC" w:rsidP="00BA08DC" w:rsidRDefault="00BA08DC" w14:paraId="7A1E8F9E"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056"/>
        <w:gridCol w:w="3120"/>
        <w:gridCol w:w="2184"/>
        <w:gridCol w:w="1956"/>
      </w:tblGrid>
      <w:tr w:rsidRPr="00BA08DC" w:rsidR="00BA08DC" w:rsidTr="00BA08DC" w14:paraId="0D9D1F41" w14:textId="77777777">
        <w:tc>
          <w:tcPr>
            <w:tcW w:w="1056" w:type="dxa"/>
            <w:tcBorders>
              <w:top w:val="single" w:color="auto" w:sz="2" w:space="0"/>
              <w:bottom w:val="single" w:color="000000" w:sz="12" w:space="0"/>
            </w:tcBorders>
            <w:shd w:val="clear" w:color="auto" w:fill="auto"/>
          </w:tcPr>
          <w:p w:rsidRPr="00BA08DC" w:rsidR="00BA08DC" w:rsidP="00096277" w:rsidRDefault="00BA08DC" w14:paraId="017898F6" w14:textId="77777777">
            <w:pPr>
              <w:rPr>
                <w:b/>
                <w:bCs/>
              </w:rPr>
            </w:pPr>
            <w:r w:rsidRPr="00BA08DC">
              <w:rPr>
                <w:b/>
                <w:bCs/>
              </w:rPr>
              <w:t>Symbol</w:t>
            </w:r>
          </w:p>
        </w:tc>
        <w:tc>
          <w:tcPr>
            <w:tcW w:w="3120" w:type="dxa"/>
            <w:tcBorders>
              <w:top w:val="single" w:color="auto" w:sz="2" w:space="0"/>
              <w:bottom w:val="single" w:color="000000" w:sz="12" w:space="0"/>
            </w:tcBorders>
            <w:shd w:val="clear" w:color="auto" w:fill="auto"/>
          </w:tcPr>
          <w:p w:rsidRPr="00BA08DC" w:rsidR="00BA08DC" w:rsidP="00096277" w:rsidRDefault="00BA08DC" w14:paraId="0A90D2E3" w14:textId="77777777">
            <w:pPr>
              <w:rPr>
                <w:b/>
                <w:bCs/>
              </w:rPr>
            </w:pPr>
            <w:r w:rsidRPr="00BA08DC">
              <w:rPr>
                <w:b/>
                <w:bCs/>
              </w:rPr>
              <w:t>Scientific Name</w:t>
            </w:r>
          </w:p>
        </w:tc>
        <w:tc>
          <w:tcPr>
            <w:tcW w:w="2184" w:type="dxa"/>
            <w:tcBorders>
              <w:top w:val="single" w:color="auto" w:sz="2" w:space="0"/>
              <w:bottom w:val="single" w:color="000000" w:sz="12" w:space="0"/>
            </w:tcBorders>
            <w:shd w:val="clear" w:color="auto" w:fill="auto"/>
          </w:tcPr>
          <w:p w:rsidRPr="00BA08DC" w:rsidR="00BA08DC" w:rsidP="00096277" w:rsidRDefault="00BA08DC" w14:paraId="70F706CF" w14:textId="77777777">
            <w:pPr>
              <w:rPr>
                <w:b/>
                <w:bCs/>
              </w:rPr>
            </w:pPr>
            <w:r w:rsidRPr="00BA08DC">
              <w:rPr>
                <w:b/>
                <w:bCs/>
              </w:rPr>
              <w:t>Common Name</w:t>
            </w:r>
          </w:p>
        </w:tc>
        <w:tc>
          <w:tcPr>
            <w:tcW w:w="1956" w:type="dxa"/>
            <w:tcBorders>
              <w:top w:val="single" w:color="auto" w:sz="2" w:space="0"/>
              <w:bottom w:val="single" w:color="000000" w:sz="12" w:space="0"/>
            </w:tcBorders>
            <w:shd w:val="clear" w:color="auto" w:fill="auto"/>
          </w:tcPr>
          <w:p w:rsidRPr="00BA08DC" w:rsidR="00BA08DC" w:rsidP="00096277" w:rsidRDefault="00BA08DC" w14:paraId="4FCD2F51" w14:textId="77777777">
            <w:pPr>
              <w:rPr>
                <w:b/>
                <w:bCs/>
              </w:rPr>
            </w:pPr>
            <w:r w:rsidRPr="00BA08DC">
              <w:rPr>
                <w:b/>
                <w:bCs/>
              </w:rPr>
              <w:t>Canopy Position</w:t>
            </w:r>
          </w:p>
        </w:tc>
      </w:tr>
      <w:tr w:rsidRPr="00BA08DC" w:rsidR="00BA08DC" w:rsidTr="00BA08DC" w14:paraId="31D23952" w14:textId="77777777">
        <w:tc>
          <w:tcPr>
            <w:tcW w:w="1056" w:type="dxa"/>
            <w:tcBorders>
              <w:top w:val="single" w:color="000000" w:sz="12" w:space="0"/>
            </w:tcBorders>
            <w:shd w:val="clear" w:color="auto" w:fill="auto"/>
          </w:tcPr>
          <w:p w:rsidRPr="00BA08DC" w:rsidR="00BA08DC" w:rsidP="00096277" w:rsidRDefault="00BA08DC" w14:paraId="5FC4B882" w14:textId="77777777">
            <w:pPr>
              <w:rPr>
                <w:bCs/>
              </w:rPr>
            </w:pPr>
            <w:r w:rsidRPr="00BA08DC">
              <w:rPr>
                <w:bCs/>
              </w:rPr>
              <w:t>TSHE</w:t>
            </w:r>
          </w:p>
        </w:tc>
        <w:tc>
          <w:tcPr>
            <w:tcW w:w="3120" w:type="dxa"/>
            <w:tcBorders>
              <w:top w:val="single" w:color="000000" w:sz="12" w:space="0"/>
            </w:tcBorders>
            <w:shd w:val="clear" w:color="auto" w:fill="auto"/>
          </w:tcPr>
          <w:p w:rsidRPr="00E0514E" w:rsidR="00BA08DC" w:rsidP="00096277" w:rsidRDefault="00BA08DC" w14:paraId="18E74066" w14:textId="77777777">
            <w:pPr>
              <w:rPr>
                <w:i/>
                <w:iCs/>
              </w:rPr>
            </w:pPr>
            <w:r w:rsidRPr="00E0514E">
              <w:rPr>
                <w:i/>
                <w:iCs/>
              </w:rPr>
              <w:t>Tsuga heterophylla</w:t>
            </w:r>
          </w:p>
        </w:tc>
        <w:tc>
          <w:tcPr>
            <w:tcW w:w="2184" w:type="dxa"/>
            <w:tcBorders>
              <w:top w:val="single" w:color="000000" w:sz="12" w:space="0"/>
            </w:tcBorders>
            <w:shd w:val="clear" w:color="auto" w:fill="auto"/>
          </w:tcPr>
          <w:p w:rsidRPr="00BA08DC" w:rsidR="00BA08DC" w:rsidP="00096277" w:rsidRDefault="00BA08DC" w14:paraId="7A9E557A" w14:textId="77777777">
            <w:r w:rsidRPr="00BA08DC">
              <w:t>Western hemlock</w:t>
            </w:r>
          </w:p>
        </w:tc>
        <w:tc>
          <w:tcPr>
            <w:tcW w:w="1956" w:type="dxa"/>
            <w:tcBorders>
              <w:top w:val="single" w:color="000000" w:sz="12" w:space="0"/>
            </w:tcBorders>
            <w:shd w:val="clear" w:color="auto" w:fill="auto"/>
          </w:tcPr>
          <w:p w:rsidRPr="00BA08DC" w:rsidR="00BA08DC" w:rsidP="00096277" w:rsidRDefault="00BA08DC" w14:paraId="27423404" w14:textId="77777777">
            <w:r w:rsidRPr="00BA08DC">
              <w:t>Upper</w:t>
            </w:r>
          </w:p>
        </w:tc>
      </w:tr>
      <w:tr w:rsidRPr="00BA08DC" w:rsidR="00BA08DC" w:rsidTr="00BA08DC" w14:paraId="35634EF0" w14:textId="77777777">
        <w:tc>
          <w:tcPr>
            <w:tcW w:w="1056" w:type="dxa"/>
            <w:shd w:val="clear" w:color="auto" w:fill="auto"/>
          </w:tcPr>
          <w:p w:rsidRPr="00BA08DC" w:rsidR="00BA08DC" w:rsidP="00096277" w:rsidRDefault="00BA08DC" w14:paraId="68EDDDA5" w14:textId="77777777">
            <w:pPr>
              <w:rPr>
                <w:bCs/>
              </w:rPr>
            </w:pPr>
            <w:r w:rsidRPr="00BA08DC">
              <w:rPr>
                <w:bCs/>
              </w:rPr>
              <w:t>TSME</w:t>
            </w:r>
          </w:p>
        </w:tc>
        <w:tc>
          <w:tcPr>
            <w:tcW w:w="3120" w:type="dxa"/>
            <w:shd w:val="clear" w:color="auto" w:fill="auto"/>
          </w:tcPr>
          <w:p w:rsidRPr="00E0514E" w:rsidR="00BA08DC" w:rsidP="00096277" w:rsidRDefault="00BA08DC" w14:paraId="085D0180" w14:textId="77777777">
            <w:pPr>
              <w:rPr>
                <w:i/>
                <w:iCs/>
              </w:rPr>
            </w:pPr>
            <w:r w:rsidRPr="00E0514E">
              <w:rPr>
                <w:i/>
                <w:iCs/>
              </w:rPr>
              <w:t>Tsuga mertensiana</w:t>
            </w:r>
          </w:p>
        </w:tc>
        <w:tc>
          <w:tcPr>
            <w:tcW w:w="2184" w:type="dxa"/>
            <w:shd w:val="clear" w:color="auto" w:fill="auto"/>
          </w:tcPr>
          <w:p w:rsidRPr="00BA08DC" w:rsidR="00BA08DC" w:rsidP="00096277" w:rsidRDefault="00BA08DC" w14:paraId="730F36F5" w14:textId="77777777">
            <w:r w:rsidRPr="00BA08DC">
              <w:t>Mountain hemlock</w:t>
            </w:r>
          </w:p>
        </w:tc>
        <w:tc>
          <w:tcPr>
            <w:tcW w:w="1956" w:type="dxa"/>
            <w:shd w:val="clear" w:color="auto" w:fill="auto"/>
          </w:tcPr>
          <w:p w:rsidRPr="00BA08DC" w:rsidR="00BA08DC" w:rsidP="00096277" w:rsidRDefault="00BA08DC" w14:paraId="29BC3C55" w14:textId="77777777">
            <w:r w:rsidRPr="00BA08DC">
              <w:t>Upper</w:t>
            </w:r>
          </w:p>
        </w:tc>
      </w:tr>
      <w:tr w:rsidRPr="00BA08DC" w:rsidR="00BA08DC" w:rsidTr="00BA08DC" w14:paraId="6E787A0C" w14:textId="77777777">
        <w:tc>
          <w:tcPr>
            <w:tcW w:w="1056" w:type="dxa"/>
            <w:shd w:val="clear" w:color="auto" w:fill="auto"/>
          </w:tcPr>
          <w:p w:rsidRPr="00BA08DC" w:rsidR="00BA08DC" w:rsidP="00096277" w:rsidRDefault="00BA08DC" w14:paraId="3DD820A8" w14:textId="77777777">
            <w:pPr>
              <w:rPr>
                <w:bCs/>
              </w:rPr>
            </w:pPr>
            <w:r w:rsidRPr="00BA08DC">
              <w:rPr>
                <w:bCs/>
              </w:rPr>
              <w:t>THPL</w:t>
            </w:r>
          </w:p>
        </w:tc>
        <w:tc>
          <w:tcPr>
            <w:tcW w:w="3120" w:type="dxa"/>
            <w:shd w:val="clear" w:color="auto" w:fill="auto"/>
          </w:tcPr>
          <w:p w:rsidRPr="00E0514E" w:rsidR="00BA08DC" w:rsidP="00096277" w:rsidRDefault="00BA08DC" w14:paraId="2769B436" w14:textId="77777777">
            <w:pPr>
              <w:rPr>
                <w:i/>
                <w:iCs/>
              </w:rPr>
            </w:pPr>
            <w:r w:rsidRPr="00E0514E">
              <w:rPr>
                <w:i/>
                <w:iCs/>
              </w:rPr>
              <w:t>Thuja plicata</w:t>
            </w:r>
          </w:p>
        </w:tc>
        <w:tc>
          <w:tcPr>
            <w:tcW w:w="2184" w:type="dxa"/>
            <w:shd w:val="clear" w:color="auto" w:fill="auto"/>
          </w:tcPr>
          <w:p w:rsidRPr="00BA08DC" w:rsidR="00BA08DC" w:rsidP="00096277" w:rsidRDefault="00BA08DC" w14:paraId="1D3333AA" w14:textId="77777777">
            <w:r w:rsidRPr="00BA08DC">
              <w:t>Western red cedar</w:t>
            </w:r>
          </w:p>
        </w:tc>
        <w:tc>
          <w:tcPr>
            <w:tcW w:w="1956" w:type="dxa"/>
            <w:shd w:val="clear" w:color="auto" w:fill="auto"/>
          </w:tcPr>
          <w:p w:rsidRPr="00BA08DC" w:rsidR="00BA08DC" w:rsidP="00096277" w:rsidRDefault="00BA08DC" w14:paraId="5051D580" w14:textId="77777777">
            <w:r w:rsidRPr="00BA08DC">
              <w:t>Upper</w:t>
            </w:r>
          </w:p>
        </w:tc>
      </w:tr>
      <w:tr w:rsidRPr="00BA08DC" w:rsidR="00BA08DC" w:rsidTr="00BA08DC" w14:paraId="54B3F6E3" w14:textId="77777777">
        <w:tc>
          <w:tcPr>
            <w:tcW w:w="1056" w:type="dxa"/>
            <w:shd w:val="clear" w:color="auto" w:fill="auto"/>
          </w:tcPr>
          <w:p w:rsidRPr="00BA08DC" w:rsidR="00BA08DC" w:rsidP="00096277" w:rsidRDefault="00BA08DC" w14:paraId="1EEF0371" w14:textId="77777777">
            <w:pPr>
              <w:rPr>
                <w:bCs/>
              </w:rPr>
            </w:pPr>
            <w:r w:rsidRPr="00BA08DC">
              <w:rPr>
                <w:bCs/>
              </w:rPr>
              <w:t>CHNO</w:t>
            </w:r>
          </w:p>
        </w:tc>
        <w:tc>
          <w:tcPr>
            <w:tcW w:w="3120" w:type="dxa"/>
            <w:shd w:val="clear" w:color="auto" w:fill="auto"/>
          </w:tcPr>
          <w:p w:rsidRPr="00E0514E" w:rsidR="00BA08DC" w:rsidP="00096277" w:rsidRDefault="00BA08DC" w14:paraId="5263BAE0" w14:textId="77777777">
            <w:pPr>
              <w:rPr>
                <w:i/>
                <w:iCs/>
              </w:rPr>
            </w:pPr>
            <w:r w:rsidRPr="00E0514E">
              <w:rPr>
                <w:i/>
                <w:iCs/>
              </w:rPr>
              <w:t>Chamaecyparis nootkatensis</w:t>
            </w:r>
          </w:p>
        </w:tc>
        <w:tc>
          <w:tcPr>
            <w:tcW w:w="2184" w:type="dxa"/>
            <w:shd w:val="clear" w:color="auto" w:fill="auto"/>
          </w:tcPr>
          <w:p w:rsidRPr="00BA08DC" w:rsidR="00BA08DC" w:rsidP="00096277" w:rsidRDefault="00BA08DC" w14:paraId="5704FF63" w14:textId="77777777">
            <w:r w:rsidRPr="00BA08DC">
              <w:t>Alaska cedar</w:t>
            </w:r>
          </w:p>
        </w:tc>
        <w:tc>
          <w:tcPr>
            <w:tcW w:w="1956" w:type="dxa"/>
            <w:shd w:val="clear" w:color="auto" w:fill="auto"/>
          </w:tcPr>
          <w:p w:rsidRPr="00BA08DC" w:rsidR="00BA08DC" w:rsidP="00096277" w:rsidRDefault="00BA08DC" w14:paraId="75C654E6" w14:textId="77777777">
            <w:r w:rsidRPr="00BA08DC">
              <w:t>Upper</w:t>
            </w:r>
          </w:p>
        </w:tc>
      </w:tr>
    </w:tbl>
    <w:p w:rsidR="00BA08DC" w:rsidP="00BA08DC" w:rsidRDefault="00BA08DC" w14:paraId="17133BB5" w14:textId="77777777"/>
    <w:p w:rsidR="00BA08DC" w:rsidP="00BA08DC" w:rsidRDefault="00BA08DC" w14:paraId="57E64F0B" w14:textId="77777777">
      <w:pPr>
        <w:pStyle w:val="SClassInfoPara"/>
      </w:pPr>
      <w:r>
        <w:t>Description</w:t>
      </w:r>
    </w:p>
    <w:p w:rsidR="00BA08DC" w:rsidP="00BA08DC" w:rsidRDefault="00BA08DC" w14:paraId="0005316E" w14:textId="6DDC9FFD">
      <w:r>
        <w:t xml:space="preserve">This community is characterized by an open canopy and may include several of the following species: </w:t>
      </w:r>
      <w:r w:rsidRPr="0048234B">
        <w:rPr>
          <w:i/>
          <w:iCs/>
        </w:rPr>
        <w:t xml:space="preserve">Tsuga heterophylla, </w:t>
      </w:r>
      <w:r w:rsidR="0048234B">
        <w:rPr>
          <w:i/>
          <w:iCs/>
        </w:rPr>
        <w:t>Tsuga</w:t>
      </w:r>
      <w:r w:rsidRPr="0048234B">
        <w:rPr>
          <w:i/>
          <w:iCs/>
        </w:rPr>
        <w:t xml:space="preserve"> mertensiana, Thuja plicata</w:t>
      </w:r>
      <w:r w:rsidR="0048234B">
        <w:t>,</w:t>
      </w:r>
      <w:r>
        <w:t xml:space="preserve"> and </w:t>
      </w:r>
      <w:r w:rsidRPr="0048234B">
        <w:rPr>
          <w:i/>
          <w:iCs/>
        </w:rPr>
        <w:t>Cupressus nootkatensis</w:t>
      </w:r>
      <w:r>
        <w:t xml:space="preserve">. </w:t>
      </w:r>
      <w:r w:rsidRPr="0048234B">
        <w:rPr>
          <w:i/>
          <w:iCs/>
        </w:rPr>
        <w:t>Picea sitchensis</w:t>
      </w:r>
      <w:r>
        <w:t xml:space="preserve"> and </w:t>
      </w:r>
      <w:r w:rsidRPr="0048234B">
        <w:rPr>
          <w:i/>
          <w:iCs/>
        </w:rPr>
        <w:t>Pinus contorta</w:t>
      </w:r>
      <w:r>
        <w:t xml:space="preserve"> may also be </w:t>
      </w:r>
      <w:r w:rsidR="0048234B">
        <w:t>present but</w:t>
      </w:r>
      <w:r>
        <w:t xml:space="preserve"> are not dominant. </w:t>
      </w:r>
    </w:p>
    <w:p w:rsidR="00BA08DC" w:rsidP="00BA08DC" w:rsidRDefault="00BA08DC" w14:paraId="7AA2D847" w14:textId="77777777"/>
    <w:p>
      <w:r>
        <w:rPr>
          <w:i/>
          <w:u w:val="single"/>
        </w:rPr>
        <w:t>Maximum Tree Size Class</w:t>
      </w:r>
      <w:br/>
      <w:r>
        <w:t>Med. 9–20" (swd)/11–20" (hwd)</w:t>
      </w:r>
    </w:p>
    <w:p>
      <w:pPr xmlns:w="http://schemas.openxmlformats.org/wordprocessingml/2006/main">
        <w:pStyle w:val="ReportSection"/>
      </w:pPr>
      <w:r xmlns:w="http://schemas.openxmlformats.org/wordprocessingml/2006/main">
        <w:t>Model Parameters</w:t>
      </w:r>
    </w:p>
    <w:p>
      <w:pPr xmlns:w="http://schemas.openxmlformats.org/wordprocessingml/2006/main">
        <w:pStyle w:val="InfoPara"/>
      </w:pPr>
      <w:r xmlns:w="http://schemas.openxmlformats.org/wordprocessingml/2006/main">
        <w:t>Deterministic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From Class</w:t>
            </w:r>
          </w:p>
        </w:tc>
        <w:tc>
          <w:p>
            <w:pPr>
              <w:jc w:val="center"/>
            </w:pPr>
            <w:r>
              <w:rPr>
                <w:b/>
                <w:sz w:val="20"/>
              </w:rPr>
              <w:t>Begins at (yr)</w:t>
            </w:r>
          </w:p>
        </w:tc>
        <w:tc>
          <w:p>
            <w:pPr>
              <w:jc w:val="center"/>
            </w:pPr>
            <w:r>
              <w:rPr>
                <w:b/>
                <w:sz w:val="20"/>
              </w:rPr>
              <w:t>Succeeds to</w:t>
            </w:r>
          </w:p>
        </w:tc>
        <w:tc>
          <w:p>
            <w:pPr>
              <w:jc w:val="center"/>
            </w:pPr>
            <w:r>
              <w:rPr>
                <w:b/>
                <w:sz w:val="20"/>
              </w:rPr>
              <w:t>After (years)</w:t>
            </w:r>
          </w:p>
        </w:tc>
      </w:tr>
      <w:tr>
        <w:tc>
          <w:p>
            <w:pPr>
              <w:jc w:val="center"/>
            </w:pPr>
            <w:r>
              <w:rPr>
                <w:sz w:val="20"/>
              </w:rPr>
              <w:t>Mid1:ALL</w:t>
            </w:r>
          </w:p>
        </w:tc>
        <w:tc>
          <w:p>
            <w:pPr>
              <w:jc w:val="center"/>
            </w:pPr>
            <w:r>
              <w:rPr>
                <w:sz w:val="20"/>
              </w:rPr>
              <w:t>0</w:t>
            </w:r>
          </w:p>
        </w:tc>
        <w:tc>
          <w:p>
            <w:pPr>
              <w:jc w:val="center"/>
            </w:pPr>
            <w:r>
              <w:rPr>
                <w:sz w:val="20"/>
              </w:rPr>
              <w:t>Mid1:ALL</w:t>
            </w:r>
          </w:p>
        </w:tc>
        <w:tc>
          <w:p>
            <w:pPr>
              <w:jc w:val="center"/>
            </w:pPr>
            <w:r>
              <w:rPr>
                <w:sz w:val="20"/>
              </w:rPr>
              <w:t>999</w:t>
            </w:r>
          </w:p>
        </w:tc>
      </w:tr>
    </w:tbl>
    <w:p>
      <w:pPr xmlns:w="http://schemas.openxmlformats.org/wordprocessingml/2006/main">
        <w:pStyle w:val="InfoPara"/>
      </w:pPr>
      <w:r xmlns:w="http://schemas.openxmlformats.org/wordprocessingml/2006/main">
        <w:t>Probabilistic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Disturbance Type</w:t>
            </w:r>
          </w:p>
        </w:tc>
        <w:tc>
          <w:p>
            <w:pPr>
              <w:jc w:val="center"/>
            </w:pPr>
            <w:r>
              <w:rPr>
                <w:b/>
                <w:sz w:val="20"/>
              </w:rPr>
              <w:t>Disturbance occurs In</w:t>
            </w:r>
          </w:p>
        </w:tc>
        <w:tc>
          <w:p>
            <w:pPr>
              <w:jc w:val="center"/>
            </w:pPr>
            <w:r>
              <w:rPr>
                <w:b/>
                <w:sz w:val="20"/>
              </w:rPr>
              <w:t>Moves vegetation to</w:t>
            </w:r>
          </w:p>
        </w:tc>
        <w:tc>
          <w:p>
            <w:pPr>
              <w:jc w:val="center"/>
            </w:pPr>
            <w:r>
              <w:rPr>
                <w:b/>
                <w:sz w:val="20"/>
              </w:rPr>
              <w:t>Disturbance Probability</w:t>
            </w:r>
          </w:p>
        </w:tc>
        <w:tc>
          <w:p>
            <w:pPr>
              <w:jc w:val="center"/>
            </w:pPr>
            <w:r>
              <w:rPr>
                <w:b/>
                <w:sz w:val="20"/>
              </w:rPr>
              <w:t>Return Interval (yrs)</w:t>
            </w:r>
          </w:p>
        </w:tc>
        <w:tc>
          <w:p>
            <w:pPr>
              <w:jc w:val="center"/>
            </w:pPr>
            <w:r>
              <w:rPr>
                <w:b/>
                <w:sz w:val="20"/>
              </w:rPr>
              <w:t>Reset Age to New Class Start Age After Disturbance?</w:t>
            </w:r>
          </w:p>
        </w:tc>
        <w:tc>
          <w:p>
            <w:pPr>
              <w:jc w:val="center"/>
            </w:pPr>
            <w:r>
              <w:rPr>
                <w:b/>
                <w:sz w:val="20"/>
              </w:rPr>
              <w:t>Years Since Last Disturbance</w:t>
            </w:r>
          </w:p>
        </w:tc>
      </w:tr>
    </w:tbl>
    <w:p>
      <w:r>
        <w:t/>
      </w:r>
    </w:p>
    <w:p>
      <w:pPr xmlns:w="http://schemas.openxmlformats.org/wordprocessingml/2006/main">
        <w:pStyle w:val="ReportSection"/>
      </w:pPr>
      <w:r xmlns:w="http://schemas.openxmlformats.org/wordprocessingml/2006/main">
        <w:t>References</w:t>
      </w:r>
    </w:p>
    <w:p>
      <w:r>
        <w:t/>
      </w:r>
    </w:p>
    <w:p w:rsidR="00BA08DC" w:rsidP="00BA08DC" w:rsidRDefault="00BA08DC" w14:paraId="202F38BC" w14:textId="77777777">
      <w:r>
        <w:t>Alaback, P.B. 1991. Comparative ecology of temperate rainforests of the Americas along analogous climatic gradients. Rev. Chil. Hist. Nat. 64: 399–412.</w:t>
      </w:r>
    </w:p>
    <w:p w:rsidR="00BA08DC" w:rsidP="00BA08DC" w:rsidRDefault="00BA08DC" w14:paraId="4EA03E4A" w14:textId="77777777"/>
    <w:p w:rsidR="00BA08DC" w:rsidP="00BA08DC" w:rsidRDefault="00BA08DC" w14:paraId="74828D59" w14:textId="77777777">
      <w:r>
        <w:t>Alaback, P.B. 1995. Biodiversity patterns in relation to climate and a genetic base for the rainforests of the west coast of North America. In R. Lawford, P.B. Alaback, and E.R. Fuentes, eds. 1995. High Latitude Rain Forests of the West Coast of the Americas: Climate, Hydrology, Ecology and Conservation. Berlin: Springer-Verlag.</w:t>
      </w:r>
    </w:p>
    <w:p w:rsidR="00BA08DC" w:rsidP="00BA08DC" w:rsidRDefault="00BA08DC" w14:paraId="4F7581D2" w14:textId="77777777"/>
    <w:p w:rsidR="00BA08DC" w:rsidP="00BA08DC" w:rsidRDefault="00BA08DC" w14:paraId="6A02441B" w14:textId="77777777">
      <w:r>
        <w:t>Caouette, J.P. and E.J. DeGayner. 2008. Broad-Scale Classification and Mapping of Tree</w:t>
      </w:r>
    </w:p>
    <w:p w:rsidR="00BA08DC" w:rsidP="00BA08DC" w:rsidRDefault="00BA08DC" w14:paraId="73FBB272" w14:textId="77777777">
      <w:r>
        <w:t>Size and Density Attributes in Productive Old-Growth Forests in Southeast Alaska’s</w:t>
      </w:r>
    </w:p>
    <w:p w:rsidR="00BA08DC" w:rsidP="00BA08DC" w:rsidRDefault="00BA08DC" w14:paraId="19F9BC2C" w14:textId="77777777">
      <w:r>
        <w:t>Tongass National Forest. Western Journal of Applied Forestry. 23(2): 106-112.</w:t>
      </w:r>
    </w:p>
    <w:p w:rsidR="00BA08DC" w:rsidP="00BA08DC" w:rsidRDefault="00BA08DC" w14:paraId="1CB4A819" w14:textId="77777777"/>
    <w:p w:rsidR="00BA08DC" w:rsidP="00BA08DC" w:rsidRDefault="00BA08DC" w14:paraId="59A17ED4" w14:textId="77777777">
      <w:r>
        <w:t>DeMeo, T., J. Martin and R.A. West. 1992. Forest plant association management guide, Ketchikan Area, Tongass National Forest. USDA Forest Service, Alaska Region. R10-MB-210. 405p.</w:t>
      </w:r>
    </w:p>
    <w:p w:rsidR="00BA08DC" w:rsidP="00BA08DC" w:rsidRDefault="00BA08DC" w14:paraId="238B6A40" w14:textId="77777777"/>
    <w:p w:rsidR="00BA08DC" w:rsidP="00BA08DC" w:rsidRDefault="00BA08DC" w14:paraId="3677EDEB" w14:textId="77777777">
      <w:r>
        <w:t>Hennon, P.E.; D’Amore, D.; Wittwer, D.; Caouette, J. 2008. Yellow-cedar decline: conserving a climate-sensitive tree species as Alaska warms. In: Deal. R., ed. Integrated restoration of forested ecosystems to achieve multiresource benefits: proceedings of the 2007 national silviculture workshop. Gen. Tech. Rep. PNW-GTR-733. Portland, OR: USDA Forest Service Pacific Northwest Research Station: 233-245.</w:t>
      </w:r>
    </w:p>
    <w:p w:rsidR="00BA08DC" w:rsidP="00BA08DC" w:rsidRDefault="00BA08DC" w14:paraId="31EF33F4" w14:textId="77777777"/>
    <w:p w:rsidR="00BA08DC" w:rsidP="00BA08DC" w:rsidRDefault="00BA08DC" w14:paraId="40A8DA7A" w14:textId="77777777">
      <w:r>
        <w:t xml:space="preserve">Martin, Jon R., Susan J. Trull, Ward W. Brady, Randolph A. West and Jim M. Downs. 1995. Forest plant association management guide, Chatham Area, Tongass National Forest. USDA Forest Service, Alaska Region. R10-TP-57. </w:t>
      </w:r>
    </w:p>
    <w:p w:rsidR="00BA08DC" w:rsidP="00BA08DC" w:rsidRDefault="00BA08DC" w14:paraId="28D2550F" w14:textId="77777777"/>
    <w:p w:rsidR="00BA08DC" w:rsidP="00BA08DC" w:rsidRDefault="00BA08DC" w14:paraId="2815F904" w14:textId="77777777">
      <w:r>
        <w:t>NatureServe. 2008. International Ecological Classification Standard: Terrestrial Ecological Classifications. Draft Ecological Systems Description for the Alaska Maritime Region.</w:t>
      </w:r>
    </w:p>
    <w:p w:rsidR="00BA08DC" w:rsidP="00BA08DC" w:rsidRDefault="00BA08DC" w14:paraId="6DFEDCC0" w14:textId="77777777"/>
    <w:p w:rsidR="00BA08DC" w:rsidP="00BA08DC" w:rsidRDefault="00BA08DC" w14:paraId="6567AAD5" w14:textId="77777777">
      <w:r>
        <w:t>Neiland, Bonita J. 1971. The forest-bog complex of southeast Alaska. Vegetatio. 22: 1-64.</w:t>
      </w:r>
    </w:p>
    <w:p w:rsidR="00BA08DC" w:rsidP="00BA08DC" w:rsidRDefault="00BA08DC" w14:paraId="55119B99" w14:textId="77777777">
      <w:r>
        <w:t xml:space="preserve"> </w:t>
      </w:r>
    </w:p>
    <w:p w:rsidR="00BA08DC" w:rsidP="00BA08DC" w:rsidRDefault="00BA08DC" w14:paraId="1F8B1DD7" w14:textId="77777777">
      <w:r>
        <w:t>Shephard, M.E. 1995. Plant community ecology and classification of the Yakutat Foreland, Alaska. Technical Report R10-TP-56. Juneau, AK: USDA Forest Service Alaska Region. 206 p.</w:t>
      </w:r>
    </w:p>
    <w:p w:rsidR="00BA08DC" w:rsidP="00BA08DC" w:rsidRDefault="00BA08DC" w14:paraId="3704921B" w14:textId="77777777"/>
    <w:p w:rsidR="00BA08DC" w:rsidP="00BA08DC" w:rsidRDefault="00BA08DC" w14:paraId="4565D6D9" w14:textId="77777777">
      <w:r>
        <w:t>Viereck, L., Dryness, C., Batten A. and K. Wenzlick. 1992. The Alaska vegetation classification. General Technical Report PNW-GTR-286. Portland, Oregon. USDA Forest Service, Pacific Northwest Research Station. 278 p.</w:t>
      </w:r>
    </w:p>
    <w:p w:rsidRPr="00A43E41" w:rsidR="004D5F12" w:rsidP="00BA08DC" w:rsidRDefault="004D5F12" w14:paraId="6EF00FC8" w14:textId="77777777"/>
    <w:sectPr w:rsidRPr="00A43E41" w:rsidR="004D5F12" w:rsidSect="00FE41CA">
      <w:headerReference w:type="default" r:id="rId7"/>
      <w:footerReference w:type="default" r:id="rId8"/>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D676C" w:rsidRDefault="00FD676C" w14:paraId="70D80092" w14:textId="77777777">
      <w:r>
        <w:separator/>
      </w:r>
    </w:p>
  </w:endnote>
  <w:endnote w:type="continuationSeparator" w:id="0">
    <w:p w:rsidR="00FD676C" w:rsidRDefault="00FD676C" w14:paraId="31DA6613"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A08DC" w:rsidP="00BA08DC" w:rsidRDefault="00BA08DC" w14:paraId="0F2BB025" w14:textId="7777777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D676C" w:rsidRDefault="00FD676C" w14:paraId="60CADF2F" w14:textId="77777777">
      <w:r>
        <w:separator/>
      </w:r>
    </w:p>
  </w:footnote>
  <w:footnote w:type="continuationSeparator" w:id="0">
    <w:p w:rsidR="00FD676C" w:rsidRDefault="00FD676C" w14:paraId="0DCE9AEE"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43E41" w:rsidP="00BA08DC" w:rsidRDefault="00A43E41" w14:paraId="1FFCA021" w14:textId="7777777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0700B"/>
    <w:multiLevelType w:val="hybridMultilevel"/>
    <w:tmpl w:val="42D0B80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59183A2E"/>
    <w:multiLevelType w:val="hybridMultilevel"/>
    <w:tmpl w:val="07D613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2098477484">
    <w:abstractNumId w:val="0"/>
  </w:num>
  <w:num w:numId="2" w16cid:durableId="14095708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oNotTrackMoves/>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A08DC"/>
    <w:rsid w:val="00007C48"/>
    <w:rsid w:val="0001761A"/>
    <w:rsid w:val="0003202F"/>
    <w:rsid w:val="0004703B"/>
    <w:rsid w:val="0004797F"/>
    <w:rsid w:val="0007754C"/>
    <w:rsid w:val="00077A85"/>
    <w:rsid w:val="00097251"/>
    <w:rsid w:val="000B5948"/>
    <w:rsid w:val="000C2807"/>
    <w:rsid w:val="000D0B1F"/>
    <w:rsid w:val="000E1EC5"/>
    <w:rsid w:val="000E759B"/>
    <w:rsid w:val="000F3569"/>
    <w:rsid w:val="00110079"/>
    <w:rsid w:val="00116D8D"/>
    <w:rsid w:val="00117805"/>
    <w:rsid w:val="0013598C"/>
    <w:rsid w:val="00144BEF"/>
    <w:rsid w:val="001514F9"/>
    <w:rsid w:val="00155100"/>
    <w:rsid w:val="00174486"/>
    <w:rsid w:val="001824B8"/>
    <w:rsid w:val="00193946"/>
    <w:rsid w:val="00196C68"/>
    <w:rsid w:val="001A07B5"/>
    <w:rsid w:val="001A5277"/>
    <w:rsid w:val="001A6573"/>
    <w:rsid w:val="001B1261"/>
    <w:rsid w:val="001C3560"/>
    <w:rsid w:val="001E43F5"/>
    <w:rsid w:val="001F6975"/>
    <w:rsid w:val="001F77AB"/>
    <w:rsid w:val="002206B7"/>
    <w:rsid w:val="00220975"/>
    <w:rsid w:val="002233CE"/>
    <w:rsid w:val="00242A9C"/>
    <w:rsid w:val="00243E8D"/>
    <w:rsid w:val="00272B25"/>
    <w:rsid w:val="00292706"/>
    <w:rsid w:val="002A69B2"/>
    <w:rsid w:val="002C507C"/>
    <w:rsid w:val="002C5B76"/>
    <w:rsid w:val="002E41A1"/>
    <w:rsid w:val="002F52A4"/>
    <w:rsid w:val="00300000"/>
    <w:rsid w:val="0031509E"/>
    <w:rsid w:val="0031662A"/>
    <w:rsid w:val="00317111"/>
    <w:rsid w:val="003172E2"/>
    <w:rsid w:val="00320910"/>
    <w:rsid w:val="003319D8"/>
    <w:rsid w:val="00372B39"/>
    <w:rsid w:val="0037413E"/>
    <w:rsid w:val="003C703C"/>
    <w:rsid w:val="003E589C"/>
    <w:rsid w:val="003E661A"/>
    <w:rsid w:val="003F322E"/>
    <w:rsid w:val="004148BE"/>
    <w:rsid w:val="00414DA8"/>
    <w:rsid w:val="00423145"/>
    <w:rsid w:val="00424E99"/>
    <w:rsid w:val="0042550C"/>
    <w:rsid w:val="0042737A"/>
    <w:rsid w:val="004375BE"/>
    <w:rsid w:val="004413EE"/>
    <w:rsid w:val="00446F38"/>
    <w:rsid w:val="00447BAA"/>
    <w:rsid w:val="00452B5E"/>
    <w:rsid w:val="00455D4C"/>
    <w:rsid w:val="00467245"/>
    <w:rsid w:val="00476F39"/>
    <w:rsid w:val="00480C6E"/>
    <w:rsid w:val="0048234B"/>
    <w:rsid w:val="00484A16"/>
    <w:rsid w:val="00491F12"/>
    <w:rsid w:val="00492A22"/>
    <w:rsid w:val="004D24E0"/>
    <w:rsid w:val="004D5F12"/>
    <w:rsid w:val="004D6A70"/>
    <w:rsid w:val="004D7DCF"/>
    <w:rsid w:val="004E7DB5"/>
    <w:rsid w:val="005035F5"/>
    <w:rsid w:val="00503C61"/>
    <w:rsid w:val="00513848"/>
    <w:rsid w:val="00513AFB"/>
    <w:rsid w:val="0052386E"/>
    <w:rsid w:val="00530D3E"/>
    <w:rsid w:val="00537D33"/>
    <w:rsid w:val="0054090D"/>
    <w:rsid w:val="005446EB"/>
    <w:rsid w:val="005522B5"/>
    <w:rsid w:val="00557492"/>
    <w:rsid w:val="00562ED5"/>
    <w:rsid w:val="00573E59"/>
    <w:rsid w:val="005B1DDE"/>
    <w:rsid w:val="005C7A42"/>
    <w:rsid w:val="005D242C"/>
    <w:rsid w:val="005E46EE"/>
    <w:rsid w:val="005E6650"/>
    <w:rsid w:val="005F3253"/>
    <w:rsid w:val="00605473"/>
    <w:rsid w:val="006115AB"/>
    <w:rsid w:val="006161B9"/>
    <w:rsid w:val="00616941"/>
    <w:rsid w:val="00621C0C"/>
    <w:rsid w:val="006304F6"/>
    <w:rsid w:val="0063157E"/>
    <w:rsid w:val="00634703"/>
    <w:rsid w:val="00636758"/>
    <w:rsid w:val="0064321F"/>
    <w:rsid w:val="00646981"/>
    <w:rsid w:val="00653235"/>
    <w:rsid w:val="0068076B"/>
    <w:rsid w:val="006B1862"/>
    <w:rsid w:val="006B2CB5"/>
    <w:rsid w:val="006E3BF7"/>
    <w:rsid w:val="006E57D4"/>
    <w:rsid w:val="006F39FC"/>
    <w:rsid w:val="00700604"/>
    <w:rsid w:val="007104A1"/>
    <w:rsid w:val="00722B5D"/>
    <w:rsid w:val="0074072B"/>
    <w:rsid w:val="00740E0B"/>
    <w:rsid w:val="00747459"/>
    <w:rsid w:val="007742B4"/>
    <w:rsid w:val="0078098C"/>
    <w:rsid w:val="00786F8F"/>
    <w:rsid w:val="007A721A"/>
    <w:rsid w:val="007B5284"/>
    <w:rsid w:val="007C1C7A"/>
    <w:rsid w:val="007C7863"/>
    <w:rsid w:val="0080166D"/>
    <w:rsid w:val="00804888"/>
    <w:rsid w:val="00820371"/>
    <w:rsid w:val="00821A9F"/>
    <w:rsid w:val="0083018E"/>
    <w:rsid w:val="0084119C"/>
    <w:rsid w:val="00844388"/>
    <w:rsid w:val="00850C8E"/>
    <w:rsid w:val="0087316E"/>
    <w:rsid w:val="008779C3"/>
    <w:rsid w:val="00877F55"/>
    <w:rsid w:val="008A6770"/>
    <w:rsid w:val="008F01B1"/>
    <w:rsid w:val="00901CA2"/>
    <w:rsid w:val="00907797"/>
    <w:rsid w:val="00933B0F"/>
    <w:rsid w:val="00936F61"/>
    <w:rsid w:val="00945DBA"/>
    <w:rsid w:val="009606C8"/>
    <w:rsid w:val="00966095"/>
    <w:rsid w:val="009732DB"/>
    <w:rsid w:val="00986588"/>
    <w:rsid w:val="00986A7A"/>
    <w:rsid w:val="009903A9"/>
    <w:rsid w:val="009B03E6"/>
    <w:rsid w:val="009B232E"/>
    <w:rsid w:val="009D07C1"/>
    <w:rsid w:val="009D25CD"/>
    <w:rsid w:val="009D674B"/>
    <w:rsid w:val="009E0DB5"/>
    <w:rsid w:val="009E6357"/>
    <w:rsid w:val="009F5F8E"/>
    <w:rsid w:val="009F747E"/>
    <w:rsid w:val="00A16194"/>
    <w:rsid w:val="00A2791D"/>
    <w:rsid w:val="00A309E2"/>
    <w:rsid w:val="00A36D75"/>
    <w:rsid w:val="00A43E41"/>
    <w:rsid w:val="00A57AF2"/>
    <w:rsid w:val="00A6020D"/>
    <w:rsid w:val="00A86285"/>
    <w:rsid w:val="00AA6973"/>
    <w:rsid w:val="00AB3795"/>
    <w:rsid w:val="00AC570D"/>
    <w:rsid w:val="00AC7F16"/>
    <w:rsid w:val="00AF1CDE"/>
    <w:rsid w:val="00AF1E11"/>
    <w:rsid w:val="00AF4B2B"/>
    <w:rsid w:val="00B30030"/>
    <w:rsid w:val="00B44A3C"/>
    <w:rsid w:val="00B54260"/>
    <w:rsid w:val="00B60870"/>
    <w:rsid w:val="00B60C63"/>
    <w:rsid w:val="00B84C7B"/>
    <w:rsid w:val="00BA08DC"/>
    <w:rsid w:val="00BB62CA"/>
    <w:rsid w:val="00BC14B6"/>
    <w:rsid w:val="00BF416D"/>
    <w:rsid w:val="00C07F5E"/>
    <w:rsid w:val="00C10615"/>
    <w:rsid w:val="00C261B7"/>
    <w:rsid w:val="00C50B12"/>
    <w:rsid w:val="00C5204F"/>
    <w:rsid w:val="00C62427"/>
    <w:rsid w:val="00C66E45"/>
    <w:rsid w:val="00C726A0"/>
    <w:rsid w:val="00C74C9B"/>
    <w:rsid w:val="00C827A9"/>
    <w:rsid w:val="00CA0BB9"/>
    <w:rsid w:val="00CA1418"/>
    <w:rsid w:val="00CB7469"/>
    <w:rsid w:val="00CC48CD"/>
    <w:rsid w:val="00CD6118"/>
    <w:rsid w:val="00CD68F6"/>
    <w:rsid w:val="00CE79FF"/>
    <w:rsid w:val="00CF2056"/>
    <w:rsid w:val="00D060DC"/>
    <w:rsid w:val="00D16916"/>
    <w:rsid w:val="00D17369"/>
    <w:rsid w:val="00D178C7"/>
    <w:rsid w:val="00D306FA"/>
    <w:rsid w:val="00D367FB"/>
    <w:rsid w:val="00D422DB"/>
    <w:rsid w:val="00D46D39"/>
    <w:rsid w:val="00D52C2E"/>
    <w:rsid w:val="00D534D2"/>
    <w:rsid w:val="00D553D0"/>
    <w:rsid w:val="00D62775"/>
    <w:rsid w:val="00D81349"/>
    <w:rsid w:val="00D92158"/>
    <w:rsid w:val="00D95971"/>
    <w:rsid w:val="00DA63B1"/>
    <w:rsid w:val="00DB16CA"/>
    <w:rsid w:val="00DC22EA"/>
    <w:rsid w:val="00DC4BA7"/>
    <w:rsid w:val="00DD3902"/>
    <w:rsid w:val="00DE0F2D"/>
    <w:rsid w:val="00DE40A7"/>
    <w:rsid w:val="00DE7AB5"/>
    <w:rsid w:val="00DF0616"/>
    <w:rsid w:val="00E0514E"/>
    <w:rsid w:val="00E109E9"/>
    <w:rsid w:val="00E46890"/>
    <w:rsid w:val="00E50BB8"/>
    <w:rsid w:val="00E61C50"/>
    <w:rsid w:val="00E7520B"/>
    <w:rsid w:val="00EB2776"/>
    <w:rsid w:val="00EC4A14"/>
    <w:rsid w:val="00EE247F"/>
    <w:rsid w:val="00EF02EA"/>
    <w:rsid w:val="00F06F11"/>
    <w:rsid w:val="00F43204"/>
    <w:rsid w:val="00F6336F"/>
    <w:rsid w:val="00F863DE"/>
    <w:rsid w:val="00F86C13"/>
    <w:rsid w:val="00F948F2"/>
    <w:rsid w:val="00FA3931"/>
    <w:rsid w:val="00FD676C"/>
    <w:rsid w:val="00FE2EE9"/>
    <w:rsid w:val="00FE3B73"/>
    <w:rsid w:val="00FE41CA"/>
    <w:rsid w:val="00FE6871"/>
    <w:rsid w:val="00FF0FAC"/>
    <w:rsid w:val="1968C9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BAD690"/>
  <w15:docId w15:val="{5C93FA28-FEC5-4EDE-964C-4D3F847DC7F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rPr>
  </w:style>
  <w:style w:type="paragraph" w:styleId="Heading1">
    <w:name w:val="heading 1"/>
    <w:basedOn w:val="Normal"/>
    <w:next w:val="Normal"/>
    <w:qFormat/>
    <w:rsid w:val="00F948F2"/>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F948F2"/>
    <w:pPr>
      <w:keepNext/>
      <w:spacing w:before="240" w:after="60"/>
      <w:outlineLvl w:val="2"/>
    </w:pPr>
    <w:rPr>
      <w:rFonts w:ascii="Arial" w:hAnsi="Arial" w:cs="Arial"/>
      <w:b/>
      <w:bCs/>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pSTitle" w:customStyle="1">
    <w:name w:val="BpS_Title"/>
    <w:basedOn w:val="Heading1"/>
    <w:rsid w:val="00901CA2"/>
    <w:pPr>
      <w:spacing w:before="0"/>
    </w:pPr>
    <w:rPr>
      <w:sz w:val="28"/>
    </w:rPr>
  </w:style>
  <w:style w:type="paragraph" w:styleId="Header">
    <w:name w:val="header"/>
    <w:basedOn w:val="Normal"/>
    <w:rsid w:val="00F948F2"/>
    <w:pPr>
      <w:tabs>
        <w:tab w:val="center" w:pos="4320"/>
        <w:tab w:val="right" w:pos="8640"/>
      </w:tabs>
    </w:pPr>
  </w:style>
  <w:style w:type="paragraph" w:styleId="Footer">
    <w:name w:val="footer"/>
    <w:basedOn w:val="Normal"/>
    <w:rsid w:val="00F948F2"/>
    <w:pPr>
      <w:tabs>
        <w:tab w:val="center" w:pos="4320"/>
        <w:tab w:val="right" w:pos="8640"/>
      </w:tabs>
    </w:pPr>
  </w:style>
  <w:style w:type="paragraph" w:styleId="InfoPara" w:customStyle="1">
    <w:name w:val="Info_Para"/>
    <w:basedOn w:val="Normal"/>
    <w:next w:val="Normal"/>
    <w:rsid w:val="00F86C13"/>
    <w:pPr>
      <w:spacing w:before="120" w:after="20"/>
    </w:pPr>
    <w:rPr>
      <w:b/>
    </w:rPr>
  </w:style>
  <w:style w:type="paragraph" w:styleId="ReportSection" w:customStyle="1">
    <w:name w:val="Report_Section"/>
    <w:basedOn w:val="BpSTitle"/>
    <w:next w:val="Normal"/>
    <w:rsid w:val="00D81349"/>
    <w:pPr>
      <w:pBdr>
        <w:top w:val="single" w:color="auto" w:sz="4" w:space="1"/>
        <w:left w:val="single" w:color="auto" w:sz="4" w:space="4"/>
        <w:bottom w:val="single" w:color="auto" w:sz="4" w:space="1"/>
        <w:right w:val="single" w:color="auto" w:sz="4" w:space="4"/>
      </w:pBdr>
      <w:shd w:val="clear" w:color="auto" w:fill="E6E6E6"/>
      <w:spacing w:before="360"/>
    </w:pPr>
    <w:rPr>
      <w:rFonts w:cs="Times New Roman"/>
      <w:i/>
      <w:sz w:val="24"/>
      <w:szCs w:val="20"/>
    </w:rPr>
  </w:style>
  <w:style w:type="paragraph" w:styleId="BpSHeader" w:customStyle="1">
    <w:name w:val="BpS_Header"/>
    <w:basedOn w:val="Normal"/>
    <w:next w:val="Normal"/>
    <w:rsid w:val="009E0DB5"/>
    <w:pPr>
      <w:pBdr>
        <w:top w:val="dotted" w:color="auto" w:sz="4" w:space="1"/>
        <w:left w:val="dotted" w:color="auto" w:sz="4" w:space="4"/>
        <w:bottom w:val="dotted" w:color="auto" w:sz="4" w:space="1"/>
        <w:right w:val="dotted" w:color="auto" w:sz="4" w:space="4"/>
      </w:pBdr>
      <w:shd w:val="clear" w:color="auto" w:fill="F3F3F3"/>
    </w:pPr>
  </w:style>
  <w:style w:type="paragraph" w:styleId="SClassInfoPara" w:customStyle="1">
    <w:name w:val="SClass_Info_Para"/>
    <w:basedOn w:val="Normal"/>
    <w:next w:val="Normal"/>
    <w:rsid w:val="00EC4A14"/>
    <w:pPr>
      <w:spacing w:before="120"/>
    </w:pPr>
    <w:rPr>
      <w:i/>
      <w:u w:val="single"/>
    </w:rPr>
  </w:style>
  <w:style w:type="paragraph" w:styleId="ListParagraph">
    <w:name w:val="List Paragraph"/>
    <w:basedOn w:val="Normal"/>
    <w:uiPriority w:val="34"/>
    <w:qFormat/>
    <w:rsid w:val="00A57AF2"/>
    <w:pPr>
      <w:ind w:left="720"/>
    </w:pPr>
    <w:rPr>
      <w:rFonts w:ascii="Calibri" w:hAnsi="Calibri" w:eastAsia="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098101">
      <w:bodyDiv w:val="1"/>
      <w:marLeft w:val="0"/>
      <w:marRight w:val="0"/>
      <w:marTop w:val="0"/>
      <w:marBottom w:val="0"/>
      <w:divBdr>
        <w:top w:val="none" w:sz="0" w:space="0" w:color="auto"/>
        <w:left w:val="none" w:sz="0" w:space="0" w:color="auto"/>
        <w:bottom w:val="none" w:sz="0" w:space="0" w:color="auto"/>
        <w:right w:val="none" w:sz="0" w:space="0" w:color="auto"/>
      </w:divBdr>
    </w:div>
    <w:div w:id="581838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lankenship\Documents\aLANDFIRE\MODELING\BpSreview\AKdocs\Report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FC25EB0F5F1B47A147C1069552941B" ma:contentTypeVersion="18" ma:contentTypeDescription="Create a new document." ma:contentTypeScope="" ma:versionID="c0c22340c383a171eea21e5fb0e47c00">
  <xsd:schema xmlns:xsd="http://www.w3.org/2001/XMLSchema" xmlns:xs="http://www.w3.org/2001/XMLSchema" xmlns:p="http://schemas.microsoft.com/office/2006/metadata/properties" xmlns:ns2="f7150514-e00d-476b-bcb5-d5550f23b602" xmlns:ns3="b69ed995-7a83-40e1-bc38-91362fbbc812" xmlns:ns4="31062a0d-ede8-4112-b4bb-00a9c1bc8e16" targetNamespace="http://schemas.microsoft.com/office/2006/metadata/properties" ma:root="true" ma:fieldsID="8d640616f3a9217f1b060616fbef1cbd" ns2:_="" ns3:_="" ns4:_="">
    <xsd:import namespace="f7150514-e00d-476b-bcb5-d5550f23b602"/>
    <xsd:import namespace="b69ed995-7a83-40e1-bc38-91362fbbc812"/>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LengthInSeconds" minOccurs="0"/>
                <xsd:element ref="ns4:TaxCatchAll" minOccurs="0"/>
                <xsd:element ref="ns3:lcf76f155ced4ddcb4097134ff3c332f" minOccurs="0"/>
                <xsd:element ref="ns3:MediaServiceDateTaken"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50514-e00d-476b-bcb5-d5550f23b60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9ed995-7a83-40e1-bc38-91362fbbc81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46122e0-9f1a-4db9-8bb1-b9007d9eb88b}" ma:internalName="TaxCatchAll" ma:showField="CatchAllData" ma:web="f7150514-e00d-476b-bcb5-d5550f23b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69ed995-7a83-40e1-bc38-91362fbbc812">
      <Terms xmlns="http://schemas.microsoft.com/office/infopath/2007/PartnerControls"/>
    </lcf76f155ced4ddcb4097134ff3c332f>
    <TaxCatchAll xmlns="31062a0d-ede8-4112-b4bb-00a9c1bc8e16" xsi:nil="true"/>
  </documentManagement>
</p:properties>
</file>

<file path=customXml/itemProps1.xml><?xml version="1.0" encoding="utf-8"?>
<ds:datastoreItem xmlns:ds="http://schemas.openxmlformats.org/officeDocument/2006/customXml" ds:itemID="{8308DADE-83F8-4AE2-8432-B3DA592EC1E4}"/>
</file>

<file path=customXml/itemProps2.xml><?xml version="1.0" encoding="utf-8"?>
<ds:datastoreItem xmlns:ds="http://schemas.openxmlformats.org/officeDocument/2006/customXml" ds:itemID="{D0D8D627-E819-40EE-BFAE-557FB945FCDE}"/>
</file>

<file path=customXml/itemProps3.xml><?xml version="1.0" encoding="utf-8"?>
<ds:datastoreItem xmlns:ds="http://schemas.openxmlformats.org/officeDocument/2006/customXml" ds:itemID="{F5408C49-B19E-49D6-B2D1-14334540DB49}"/>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Report_Template.dot</ap:Template>
  <ap:Application>Microsoft Word for the web</ap:Application>
  <ap:DocSecurity>0</ap:DocSecurity>
  <ap:ScaleCrop>false</ap:ScaleCrop>
  <ap:Company>USDA Forest Service</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 Blankenship</dc:creator>
  <cp:keywords/>
  <dc:description/>
  <cp:lastModifiedBy>Randy Swaty</cp:lastModifiedBy>
  <cp:revision>16</cp:revision>
  <cp:lastPrinted>1900-01-01T08:00:00Z</cp:lastPrinted>
  <dcterms:created xsi:type="dcterms:W3CDTF">2022-11-05T20:29:00Z</dcterms:created>
  <dcterms:modified xsi:type="dcterms:W3CDTF">2024-09-27T19:39:57Z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0x01010072FC25EB0F5F1B47A147C1069552941B</vt:lpwstr>
  </property>
</Properties>
</file>