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5793" w:rsidP="008D5793" w:rsidRDefault="008D5793" w14:paraId="320AA2BE" w14:textId="1D89D728">
      <w:pPr>
        <w:pStyle w:val="BpSTitle"/>
      </w:pPr>
      <w:r>
        <w:t>16790</w:t>
      </w:r>
    </w:p>
    <w:p w:rsidR="008D5793" w:rsidP="008D5793" w:rsidRDefault="00572945" w14:paraId="5D122179" w14:textId="7B5A2619">
      <w:pPr>
        <w:pStyle w:val="BpSTitle"/>
      </w:pPr>
      <w:r w:rsidRPr="00572945">
        <w:t>Alaska Sub-boreal White-Lutz Spruce-Hardwood Forest and Woodland</w:t>
      </w:r>
      <w:r>
        <w:t xml:space="preserve"> </w:t>
      </w:r>
    </w:p>
    <w:p w:rsidR="008D5793" w:rsidP="008D5793" w:rsidRDefault="008D5793" w14:paraId="1B9AFF9E" w14:textId="77777777">
      <w:r>
        <w:t xmlns:w="http://schemas.openxmlformats.org/wordprocessingml/2006/main">BpS Model/Description Version: Nov. 2024</w:t>
      </w:r>
      <w:r>
        <w:tab/>
      </w:r>
      <w:r>
        <w:tab/>
      </w:r>
      <w:r>
        <w:tab/>
      </w:r>
      <w:r>
        <w:tab/>
      </w:r>
      <w:r>
        <w:tab/>
      </w:r>
      <w:r>
        <w:tab/>
      </w:r>
      <w:r>
        <w:tab/>
      </w:r>
      <w:r>
        <w:tab/>
      </w:r>
    </w:p>
    <w:p w:rsidR="008D5793" w:rsidP="008D5793" w:rsidRDefault="008D5793" w14:paraId="244D1004" w14:textId="77777777"/>
    <w:tbl>
      <w:tblPr>
        <w:tblW w:w="9000"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964"/>
        <w:gridCol w:w="1704"/>
        <w:gridCol w:w="2280"/>
      </w:tblGrid>
      <w:tr w:rsidRPr="008D5793" w:rsidR="008D5793" w:rsidTr="008D5793" w14:paraId="5A77624C" w14:textId="77777777">
        <w:tc>
          <w:tcPr>
            <w:tcW w:w="2052" w:type="dxa"/>
            <w:tcBorders>
              <w:top w:val="single" w:color="auto" w:sz="2" w:space="0"/>
              <w:left w:val="single" w:color="auto" w:sz="12" w:space="0"/>
              <w:bottom w:val="single" w:color="000000" w:sz="12" w:space="0"/>
            </w:tcBorders>
            <w:shd w:val="clear" w:color="auto" w:fill="auto"/>
          </w:tcPr>
          <w:p w:rsidRPr="008D5793" w:rsidR="008D5793" w:rsidP="004B4E15" w:rsidRDefault="008D5793" w14:paraId="3B6C2519" w14:textId="77777777">
            <w:pPr>
              <w:rPr>
                <w:b/>
                <w:bCs/>
              </w:rPr>
            </w:pPr>
            <w:r w:rsidRPr="008D5793">
              <w:rPr>
                <w:b/>
                <w:bCs/>
              </w:rPr>
              <w:t>Modelers</w:t>
            </w:r>
          </w:p>
        </w:tc>
        <w:tc>
          <w:tcPr>
            <w:tcW w:w="2964" w:type="dxa"/>
            <w:tcBorders>
              <w:top w:val="single" w:color="auto" w:sz="2" w:space="0"/>
              <w:bottom w:val="single" w:color="000000" w:sz="12" w:space="0"/>
              <w:right w:val="single" w:color="000000" w:sz="12" w:space="0"/>
            </w:tcBorders>
            <w:shd w:val="clear" w:color="auto" w:fill="auto"/>
          </w:tcPr>
          <w:p w:rsidRPr="008D5793" w:rsidR="008D5793" w:rsidP="004B4E15" w:rsidRDefault="008D5793" w14:paraId="3ED7FA09" w14:textId="77777777">
            <w:pPr>
              <w:rPr>
                <w:b/>
                <w:bCs/>
              </w:rPr>
            </w:pPr>
          </w:p>
        </w:tc>
        <w:tc>
          <w:tcPr>
            <w:tcW w:w="1704" w:type="dxa"/>
            <w:tcBorders>
              <w:top w:val="single" w:color="auto" w:sz="2" w:space="0"/>
              <w:left w:val="single" w:color="000000" w:sz="12" w:space="0"/>
              <w:bottom w:val="single" w:color="000000" w:sz="12" w:space="0"/>
            </w:tcBorders>
            <w:shd w:val="clear" w:color="auto" w:fill="auto"/>
          </w:tcPr>
          <w:p w:rsidRPr="008D5793" w:rsidR="008D5793" w:rsidP="004B4E15" w:rsidRDefault="008D5793" w14:paraId="7EA00FD2" w14:textId="77777777">
            <w:pPr>
              <w:rPr>
                <w:b/>
                <w:bCs/>
              </w:rPr>
            </w:pPr>
            <w:r w:rsidRPr="008D5793">
              <w:rPr>
                <w:b/>
                <w:bCs/>
              </w:rPr>
              <w:t>Reviewers</w:t>
            </w:r>
          </w:p>
        </w:tc>
        <w:tc>
          <w:tcPr>
            <w:tcW w:w="2280" w:type="dxa"/>
            <w:tcBorders>
              <w:top w:val="single" w:color="auto" w:sz="2" w:space="0"/>
              <w:bottom w:val="single" w:color="000000" w:sz="12" w:space="0"/>
            </w:tcBorders>
            <w:shd w:val="clear" w:color="auto" w:fill="auto"/>
          </w:tcPr>
          <w:p w:rsidRPr="008D5793" w:rsidR="008D5793" w:rsidP="004B4E15" w:rsidRDefault="008D5793" w14:paraId="5D8BE259" w14:textId="77777777">
            <w:pPr>
              <w:rPr>
                <w:b/>
                <w:bCs/>
              </w:rPr>
            </w:pPr>
          </w:p>
        </w:tc>
      </w:tr>
      <w:tr w:rsidRPr="008D5793" w:rsidR="008D5793" w:rsidTr="008D5793" w14:paraId="5ECC179D" w14:textId="77777777">
        <w:tc>
          <w:tcPr>
            <w:tcW w:w="2052" w:type="dxa"/>
            <w:tcBorders>
              <w:top w:val="single" w:color="000000" w:sz="12" w:space="0"/>
              <w:left w:val="single" w:color="auto" w:sz="12" w:space="0"/>
            </w:tcBorders>
            <w:shd w:val="clear" w:color="auto" w:fill="auto"/>
          </w:tcPr>
          <w:p w:rsidRPr="008D5793" w:rsidR="008D5793" w:rsidP="004B4E15" w:rsidRDefault="008D5793" w14:paraId="3102E204" w14:textId="77777777">
            <w:pPr>
              <w:rPr>
                <w:bCs/>
              </w:rPr>
            </w:pPr>
            <w:r w:rsidRPr="008D5793">
              <w:rPr>
                <w:bCs/>
              </w:rPr>
              <w:t>Karen Murphy</w:t>
            </w:r>
          </w:p>
        </w:tc>
        <w:tc>
          <w:tcPr>
            <w:tcW w:w="2964" w:type="dxa"/>
            <w:tcBorders>
              <w:top w:val="single" w:color="000000" w:sz="12" w:space="0"/>
              <w:right w:val="single" w:color="000000" w:sz="12" w:space="0"/>
            </w:tcBorders>
            <w:shd w:val="clear" w:color="auto" w:fill="auto"/>
          </w:tcPr>
          <w:p w:rsidRPr="008D5793" w:rsidR="008D5793" w:rsidP="004B4E15" w:rsidRDefault="008D5793" w14:paraId="56A57637" w14:textId="77777777">
            <w:r w:rsidRPr="008D5793">
              <w:t>karen_a_murphy@fws.gov</w:t>
            </w:r>
          </w:p>
        </w:tc>
        <w:tc>
          <w:tcPr>
            <w:tcW w:w="1704" w:type="dxa"/>
            <w:tcBorders>
              <w:top w:val="single" w:color="000000" w:sz="12" w:space="0"/>
              <w:left w:val="single" w:color="000000" w:sz="12" w:space="0"/>
            </w:tcBorders>
            <w:shd w:val="clear" w:color="auto" w:fill="auto"/>
          </w:tcPr>
          <w:p w:rsidRPr="008D5793" w:rsidR="008D5793" w:rsidP="004B4E15" w:rsidRDefault="008D5793" w14:paraId="24B4EFC1" w14:textId="77777777">
            <w:r w:rsidRPr="008D5793">
              <w:t>Rob DeVelice</w:t>
            </w:r>
          </w:p>
        </w:tc>
        <w:tc>
          <w:tcPr>
            <w:tcW w:w="2280" w:type="dxa"/>
            <w:tcBorders>
              <w:top w:val="single" w:color="000000" w:sz="12" w:space="0"/>
            </w:tcBorders>
            <w:shd w:val="clear" w:color="auto" w:fill="auto"/>
          </w:tcPr>
          <w:p w:rsidRPr="008D5793" w:rsidR="008D5793" w:rsidP="004B4E15" w:rsidRDefault="008D5793" w14:paraId="4C5E7570" w14:textId="77777777">
            <w:r w:rsidRPr="008D5793">
              <w:t>rdevelice@fs.fed.us</w:t>
            </w:r>
          </w:p>
        </w:tc>
      </w:tr>
      <w:tr w:rsidRPr="008D5793" w:rsidR="008D5793" w:rsidTr="008D5793" w14:paraId="7FAE6EDC" w14:textId="77777777">
        <w:tc>
          <w:tcPr>
            <w:tcW w:w="2052" w:type="dxa"/>
            <w:tcBorders>
              <w:left w:val="single" w:color="auto" w:sz="12" w:space="0"/>
            </w:tcBorders>
            <w:shd w:val="clear" w:color="auto" w:fill="auto"/>
          </w:tcPr>
          <w:p w:rsidRPr="008D5793" w:rsidR="008D5793" w:rsidP="004B4E15" w:rsidRDefault="008D5793" w14:paraId="56B2B847" w14:textId="77777777">
            <w:pPr>
              <w:rPr>
                <w:bCs/>
              </w:rPr>
            </w:pPr>
            <w:r w:rsidRPr="008D5793">
              <w:rPr>
                <w:bCs/>
              </w:rPr>
              <w:t>Evie Witten</w:t>
            </w:r>
          </w:p>
        </w:tc>
        <w:tc>
          <w:tcPr>
            <w:tcW w:w="2964" w:type="dxa"/>
            <w:tcBorders>
              <w:right w:val="single" w:color="000000" w:sz="12" w:space="0"/>
            </w:tcBorders>
            <w:shd w:val="clear" w:color="auto" w:fill="auto"/>
          </w:tcPr>
          <w:p w:rsidRPr="008D5793" w:rsidR="008D5793" w:rsidP="004B4E15" w:rsidRDefault="008D5793" w14:paraId="21545842" w14:textId="77777777">
            <w:r w:rsidRPr="008D5793">
              <w:t>ewitten@tnc.org</w:t>
            </w:r>
          </w:p>
        </w:tc>
        <w:tc>
          <w:tcPr>
            <w:tcW w:w="1704" w:type="dxa"/>
            <w:tcBorders>
              <w:left w:val="single" w:color="000000" w:sz="12" w:space="0"/>
            </w:tcBorders>
            <w:shd w:val="clear" w:color="auto" w:fill="auto"/>
          </w:tcPr>
          <w:p w:rsidRPr="008D5793" w:rsidR="008D5793" w:rsidP="004B4E15" w:rsidRDefault="008D5793" w14:paraId="3BCA94FF" w14:textId="77777777">
            <w:r w:rsidRPr="008D5793">
              <w:t>None</w:t>
            </w:r>
          </w:p>
        </w:tc>
        <w:tc>
          <w:tcPr>
            <w:tcW w:w="2280" w:type="dxa"/>
            <w:shd w:val="clear" w:color="auto" w:fill="auto"/>
          </w:tcPr>
          <w:p w:rsidRPr="008D5793" w:rsidR="008D5793" w:rsidP="004B4E15" w:rsidRDefault="008D5793" w14:paraId="65C2DD3E" w14:textId="77777777">
            <w:r w:rsidRPr="008D5793">
              <w:t>None</w:t>
            </w:r>
          </w:p>
        </w:tc>
      </w:tr>
      <w:tr w:rsidRPr="008D5793" w:rsidR="008D5793" w:rsidTr="008D5793" w14:paraId="4AF35AA3" w14:textId="77777777">
        <w:tc>
          <w:tcPr>
            <w:tcW w:w="2052" w:type="dxa"/>
            <w:tcBorders>
              <w:left w:val="single" w:color="auto" w:sz="12" w:space="0"/>
              <w:bottom w:val="single" w:color="auto" w:sz="2" w:space="0"/>
            </w:tcBorders>
            <w:shd w:val="clear" w:color="auto" w:fill="auto"/>
          </w:tcPr>
          <w:p w:rsidRPr="008D5793" w:rsidR="008D5793" w:rsidP="004B4E15" w:rsidRDefault="008D5793" w14:paraId="61DFD7DE" w14:textId="77777777">
            <w:pPr>
              <w:rPr>
                <w:bCs/>
              </w:rPr>
            </w:pPr>
            <w:r w:rsidRPr="008D5793">
              <w:rPr>
                <w:bCs/>
              </w:rPr>
              <w:t>Kori Blankenship</w:t>
            </w:r>
          </w:p>
        </w:tc>
        <w:tc>
          <w:tcPr>
            <w:tcW w:w="2964" w:type="dxa"/>
            <w:tcBorders>
              <w:right w:val="single" w:color="000000" w:sz="12" w:space="0"/>
            </w:tcBorders>
            <w:shd w:val="clear" w:color="auto" w:fill="auto"/>
          </w:tcPr>
          <w:p w:rsidRPr="008D5793" w:rsidR="008D5793" w:rsidP="004B4E15" w:rsidRDefault="008D5793" w14:paraId="636959DB" w14:textId="77777777">
            <w:r w:rsidRPr="008D5793">
              <w:t>kblankenship@tnc.org</w:t>
            </w:r>
          </w:p>
        </w:tc>
        <w:tc>
          <w:tcPr>
            <w:tcW w:w="1704" w:type="dxa"/>
            <w:tcBorders>
              <w:left w:val="single" w:color="000000" w:sz="12" w:space="0"/>
              <w:bottom w:val="single" w:color="auto" w:sz="2" w:space="0"/>
            </w:tcBorders>
            <w:shd w:val="clear" w:color="auto" w:fill="auto"/>
          </w:tcPr>
          <w:p w:rsidRPr="008D5793" w:rsidR="008D5793" w:rsidP="004B4E15" w:rsidRDefault="008D5793" w14:paraId="5BA90A36" w14:textId="77777777">
            <w:r w:rsidRPr="008D5793">
              <w:t>None</w:t>
            </w:r>
          </w:p>
        </w:tc>
        <w:tc>
          <w:tcPr>
            <w:tcW w:w="2280" w:type="dxa"/>
            <w:shd w:val="clear" w:color="auto" w:fill="auto"/>
          </w:tcPr>
          <w:p w:rsidRPr="008D5793" w:rsidR="008D5793" w:rsidP="004B4E15" w:rsidRDefault="008D5793" w14:paraId="7EF9A9C8" w14:textId="77777777">
            <w:r w:rsidRPr="008D5793">
              <w:t>None</w:t>
            </w:r>
          </w:p>
        </w:tc>
      </w:tr>
    </w:tbl>
    <w:p w:rsidR="008D5793" w:rsidP="008D5793" w:rsidRDefault="008D5793" w14:paraId="74E8F827" w14:textId="77777777"/>
    <w:p w:rsidR="006657E6" w:rsidP="008D5793" w:rsidRDefault="006657E6" w14:paraId="3B4E6A23" w14:textId="3BE6CBA3">
      <w:pPr>
        <w:pStyle w:val="InfoPara"/>
        <w:rPr>
          <w:b w:val="0"/>
          <w:bCs/>
        </w:rPr>
      </w:pPr>
      <w:r>
        <w:t xml:space="preserve">Reviewer: </w:t>
      </w:r>
      <w:r>
        <w:rPr>
          <w:b w:val="0"/>
          <w:bCs/>
        </w:rPr>
        <w:t>Ilana Abrahamson</w:t>
      </w:r>
      <w:r w:rsidR="000A7758">
        <w:rPr>
          <w:b w:val="0"/>
          <w:bCs/>
        </w:rPr>
        <w:t xml:space="preserve">, Lindsey Flagstad, Hunter </w:t>
      </w:r>
      <w:proofErr w:type="spellStart"/>
      <w:r w:rsidR="000A7758">
        <w:rPr>
          <w:b w:val="0"/>
          <w:bCs/>
        </w:rPr>
        <w:t>Gravley</w:t>
      </w:r>
      <w:proofErr w:type="spellEnd"/>
      <w:r w:rsidR="000A7758">
        <w:rPr>
          <w:b w:val="0"/>
          <w:bCs/>
        </w:rPr>
        <w:t>, Beth Schulz, Anjanette Steer</w:t>
      </w:r>
    </w:p>
    <w:p w:rsidR="008D5793" w:rsidP="008D5793" w:rsidRDefault="008D5793" w14:paraId="2884E150" w14:textId="5A0CE231">
      <w:pPr>
        <w:pStyle w:val="InfoPara"/>
      </w:pPr>
      <w:r>
        <w:t>Vegetation Type</w:t>
      </w:r>
    </w:p>
    <w:p w:rsidR="008D5793" w:rsidP="008D5793" w:rsidRDefault="008D5793" w14:paraId="0CC47855" w14:textId="77777777">
      <w:r>
        <w:t>Forest and Woodland</w:t>
      </w:r>
    </w:p>
    <w:p w:rsidR="008D5793" w:rsidP="008D5793" w:rsidRDefault="008D5793" w14:paraId="6849062E" w14:textId="77777777">
      <w:pPr>
        <w:pStyle w:val="InfoPara"/>
      </w:pPr>
      <w:r>
        <w:t>Map Zones</w:t>
      </w:r>
    </w:p>
    <w:p w:rsidR="008D5793" w:rsidP="008D5793" w:rsidRDefault="006752EE" w14:paraId="547F007B" w14:textId="2B4BADC1">
      <w:r w:rsidR="22B1B4AA">
        <w:rPr/>
        <w:t xml:space="preserve">73, 74, 75, 76, 77, 78, 80 </w:t>
      </w:r>
    </w:p>
    <w:p w:rsidR="008D5793" w:rsidP="008D5793" w:rsidRDefault="008D5793" w14:paraId="26F8584B" w14:textId="77777777">
      <w:pPr>
        <w:pStyle w:val="InfoPara"/>
      </w:pPr>
      <w:r>
        <w:t>Geographic Range</w:t>
      </w:r>
    </w:p>
    <w:p w:rsidR="006657E6" w:rsidP="006657E6" w:rsidRDefault="00CD0F50" w14:paraId="21FEBE5A" w14:textId="629C6889">
      <w:bookmarkStart w:name="_Hlk84668051" w:id="0"/>
      <w:r>
        <w:t xml:space="preserve">This </w:t>
      </w:r>
      <w:r w:rsidR="00970FB4">
        <w:t>Biophysical Setting (</w:t>
      </w:r>
      <w:proofErr w:type="spellStart"/>
      <w:r w:rsidR="00970FB4">
        <w:t>BpS</w:t>
      </w:r>
      <w:proofErr w:type="spellEnd"/>
      <w:r w:rsidR="00970FB4">
        <w:t>)</w:t>
      </w:r>
      <w:r>
        <w:t xml:space="preserve"> occurs throughout the boreal </w:t>
      </w:r>
      <w:r w:rsidR="00600DD5">
        <w:t xml:space="preserve">transition </w:t>
      </w:r>
      <w:r>
        <w:t xml:space="preserve">region of Alaska and is commonly found on the Kenai Peninsula. </w:t>
      </w:r>
    </w:p>
    <w:bookmarkEnd w:id="0"/>
    <w:p w:rsidR="008D5793" w:rsidP="008D5793" w:rsidRDefault="008D5793" w14:paraId="1BAC04A8" w14:textId="77777777">
      <w:pPr>
        <w:pStyle w:val="InfoPara"/>
      </w:pPr>
      <w:r>
        <w:t>Biophysical Site Description</w:t>
      </w:r>
    </w:p>
    <w:p w:rsidR="00CD0F50" w:rsidP="00CD0F50" w:rsidRDefault="00CD0F50" w14:paraId="219EDFF4" w14:textId="6F21CC17">
      <w:r w:rsidRPr="00935445">
        <w:t xml:space="preserve">This </w:t>
      </w:r>
      <w:proofErr w:type="spellStart"/>
      <w:r w:rsidR="004D2111">
        <w:t>BpS</w:t>
      </w:r>
      <w:proofErr w:type="spellEnd"/>
      <w:r w:rsidRPr="00935445">
        <w:t xml:space="preserve"> occurs on well-drained upland terrain. </w:t>
      </w:r>
      <w:r w:rsidR="003509EB">
        <w:t xml:space="preserve">Soils generally develop on surficial deposits including glacial till, colluvium, and loess. </w:t>
      </w:r>
      <w:r>
        <w:t xml:space="preserve">Forested sites that are hardwood-dominated are </w:t>
      </w:r>
      <w:r w:rsidR="003509EB">
        <w:t xml:space="preserve">more </w:t>
      </w:r>
      <w:r>
        <w:t xml:space="preserve">common at low elevations and at the upper elevational limit of broad-leaved trees. At low elevations </w:t>
      </w:r>
      <w:r w:rsidR="00301A66">
        <w:t>this system</w:t>
      </w:r>
      <w:r>
        <w:t xml:space="preserve"> is found predominantly on gentle lower hillslopes, side slopes, toe slopes, large moraines</w:t>
      </w:r>
      <w:r w:rsidR="0004698D">
        <w:t>,</w:t>
      </w:r>
      <w:r>
        <w:t xml:space="preserve"> and inactive riparian terraces, although floodplain stands of cottonwood are not included in this system. In Katmai National Park and </w:t>
      </w:r>
      <w:r w:rsidR="0093020F">
        <w:t>Preserve, the</w:t>
      </w:r>
      <w:r w:rsidR="003509EB">
        <w:t xml:space="preserve"> system</w:t>
      </w:r>
      <w:r>
        <w:t xml:space="preserve"> occurs between </w:t>
      </w:r>
      <w:r w:rsidR="006368EE">
        <w:t>19- and 286-meters</w:t>
      </w:r>
      <w:r>
        <w:t xml:space="preserve"> elevation mostly on slopes and valley bottoms (Boggs et al. 2003). </w:t>
      </w:r>
    </w:p>
    <w:p w:rsidR="008D5793" w:rsidP="008D5793" w:rsidRDefault="008D5793" w14:paraId="4D22C584" w14:textId="77777777">
      <w:pPr>
        <w:pStyle w:val="InfoPara"/>
      </w:pPr>
      <w:r>
        <w:t>Vegetation Description</w:t>
      </w:r>
    </w:p>
    <w:p w:rsidR="00CD0F50" w:rsidP="00CD0F50" w:rsidRDefault="00CD0F50" w14:paraId="593ABAB2" w14:textId="7786D8BC">
      <w:proofErr w:type="spellStart"/>
      <w:r>
        <w:rPr>
          <w:i/>
        </w:rPr>
        <w:t>Picea</w:t>
      </w:r>
      <w:proofErr w:type="spellEnd"/>
      <w:r>
        <w:rPr>
          <w:i/>
        </w:rPr>
        <w:t xml:space="preserve"> glauca</w:t>
      </w:r>
      <w:r>
        <w:t xml:space="preserve"> or </w:t>
      </w:r>
      <w:proofErr w:type="spellStart"/>
      <w:r>
        <w:rPr>
          <w:i/>
        </w:rPr>
        <w:t>Picea</w:t>
      </w:r>
      <w:proofErr w:type="spellEnd"/>
      <w:r>
        <w:rPr>
          <w:i/>
        </w:rPr>
        <w:t xml:space="preserve"> x </w:t>
      </w:r>
      <w:proofErr w:type="spellStart"/>
      <w:r>
        <w:rPr>
          <w:i/>
        </w:rPr>
        <w:t>lutzii</w:t>
      </w:r>
      <w:proofErr w:type="spellEnd"/>
      <w:r>
        <w:t xml:space="preserve"> (the hybrid produced where the ranges of </w:t>
      </w:r>
      <w:r>
        <w:rPr>
          <w:i/>
          <w:iCs/>
        </w:rPr>
        <w:t>Picea sitchensis</w:t>
      </w:r>
      <w:r>
        <w:t xml:space="preserve"> and </w:t>
      </w:r>
      <w:r>
        <w:rPr>
          <w:i/>
          <w:iCs/>
        </w:rPr>
        <w:t>Picea glauca</w:t>
      </w:r>
      <w:r>
        <w:t xml:space="preserve"> overlap) are the dominant conifers. Other tree species include </w:t>
      </w:r>
      <w:r>
        <w:rPr>
          <w:i/>
        </w:rPr>
        <w:t xml:space="preserve">Betula </w:t>
      </w:r>
      <w:proofErr w:type="spellStart"/>
      <w:r w:rsidR="00E10304">
        <w:rPr>
          <w:i/>
        </w:rPr>
        <w:t>neoalaskana</w:t>
      </w:r>
      <w:proofErr w:type="spellEnd"/>
      <w:r>
        <w:rPr>
          <w:iCs/>
        </w:rPr>
        <w:t>, which may be</w:t>
      </w:r>
      <w:r w:rsidR="00301A66">
        <w:rPr>
          <w:iCs/>
        </w:rPr>
        <w:t xml:space="preserve"> </w:t>
      </w:r>
      <w:r>
        <w:rPr>
          <w:iCs/>
        </w:rPr>
        <w:t xml:space="preserve">codominant with </w:t>
      </w:r>
      <w:proofErr w:type="spellStart"/>
      <w:r>
        <w:rPr>
          <w:i/>
        </w:rPr>
        <w:t>Picea</w:t>
      </w:r>
      <w:proofErr w:type="spellEnd"/>
      <w:r>
        <w:rPr>
          <w:i/>
        </w:rPr>
        <w:t xml:space="preserve"> glauca, Populus balsamifera</w:t>
      </w:r>
      <w:r w:rsidR="0093020F">
        <w:rPr>
          <w:i/>
        </w:rPr>
        <w:t xml:space="preserve"> </w:t>
      </w:r>
      <w:r w:rsidRPr="00036A7B" w:rsidR="0093020F">
        <w:rPr>
          <w:iCs/>
        </w:rPr>
        <w:t>ssp</w:t>
      </w:r>
      <w:r w:rsidR="0093020F">
        <w:rPr>
          <w:i/>
        </w:rPr>
        <w:t xml:space="preserve">. </w:t>
      </w:r>
      <w:r w:rsidR="00301A66">
        <w:rPr>
          <w:i/>
        </w:rPr>
        <w:t>trichocarpa</w:t>
      </w:r>
      <w:r w:rsidR="0093020F">
        <w:rPr>
          <w:i/>
        </w:rPr>
        <w:t xml:space="preserve">, P. balsamifera </w:t>
      </w:r>
      <w:r w:rsidRPr="00036A7B" w:rsidR="0093020F">
        <w:rPr>
          <w:iCs/>
        </w:rPr>
        <w:t>ssp</w:t>
      </w:r>
      <w:r w:rsidR="0093020F">
        <w:rPr>
          <w:i/>
        </w:rPr>
        <w:t>. balsamifera</w:t>
      </w:r>
      <w:r>
        <w:t>, and</w:t>
      </w:r>
      <w:r w:rsidR="00301A66">
        <w:t>/or</w:t>
      </w:r>
      <w:r>
        <w:t xml:space="preserve"> </w:t>
      </w:r>
      <w:r>
        <w:rPr>
          <w:i/>
        </w:rPr>
        <w:t>Populus tremuloides</w:t>
      </w:r>
      <w:r>
        <w:t xml:space="preserve">. </w:t>
      </w:r>
      <w:r>
        <w:rPr>
          <w:i/>
        </w:rPr>
        <w:t>Picea mariana</w:t>
      </w:r>
      <w:r>
        <w:t xml:space="preserve"> may also be present. </w:t>
      </w:r>
      <w:r w:rsidRPr="00D62912" w:rsidR="00B616E9">
        <w:rPr>
          <w:i/>
          <w:iCs/>
        </w:rPr>
        <w:t xml:space="preserve">Betula </w:t>
      </w:r>
      <w:proofErr w:type="spellStart"/>
      <w:r w:rsidRPr="00D62912" w:rsidR="00B616E9">
        <w:rPr>
          <w:i/>
          <w:iCs/>
        </w:rPr>
        <w:t>papyrifera</w:t>
      </w:r>
      <w:proofErr w:type="spellEnd"/>
      <w:r w:rsidR="00B616E9">
        <w:t xml:space="preserve"> </w:t>
      </w:r>
      <w:r w:rsidRPr="00036A7B" w:rsidR="00B616E9">
        <w:rPr>
          <w:i/>
          <w:iCs/>
        </w:rPr>
        <w:t>var.</w:t>
      </w:r>
      <w:r w:rsidR="00B616E9">
        <w:t xml:space="preserve"> </w:t>
      </w:r>
      <w:proofErr w:type="spellStart"/>
      <w:r w:rsidRPr="00D62912" w:rsidR="00B616E9">
        <w:rPr>
          <w:i/>
          <w:iCs/>
        </w:rPr>
        <w:t>kenaica</w:t>
      </w:r>
      <w:proofErr w:type="spellEnd"/>
      <w:r w:rsidRPr="00B616E9" w:rsidR="00B616E9">
        <w:t xml:space="preserve"> may replace Alaska birch towards the boreal-temperate transition</w:t>
      </w:r>
      <w:r w:rsidR="00B616E9">
        <w:t xml:space="preserve">. </w:t>
      </w:r>
      <w:r>
        <w:t>Total hardwood tree species cover is &gt;25% on hardwood-dominated sites</w:t>
      </w:r>
      <w:r w:rsidR="00301A66">
        <w:t>.</w:t>
      </w:r>
      <w:r w:rsidR="00D62912">
        <w:t xml:space="preserve"> </w:t>
      </w:r>
      <w:r>
        <w:t xml:space="preserve">Tree height ranges from 6 to 21 meters. </w:t>
      </w:r>
      <w:bookmarkStart w:name="_Hlk81493483" w:id="1"/>
      <w:r w:rsidRPr="00BF008C">
        <w:rPr>
          <w:i/>
          <w:iCs/>
        </w:rPr>
        <w:t>Salix scouleriana</w:t>
      </w:r>
      <w:r>
        <w:t xml:space="preserve"> is locally common.</w:t>
      </w:r>
      <w:bookmarkEnd w:id="1"/>
      <w:r>
        <w:t xml:space="preserve"> </w:t>
      </w:r>
    </w:p>
    <w:p w:rsidR="00CD0F50" w:rsidP="00CD0F50" w:rsidRDefault="00CD0F50" w14:paraId="3D192205" w14:textId="77777777"/>
    <w:p w:rsidR="00CD0F50" w:rsidP="00CD0F50" w:rsidRDefault="00CD0F50" w14:paraId="083AEE1D" w14:textId="77777777">
      <w:r>
        <w:t xml:space="preserve">Common understory shrubs include </w:t>
      </w:r>
      <w:r w:rsidRPr="00BF008C">
        <w:rPr>
          <w:i/>
          <w:iCs/>
        </w:rPr>
        <w:t xml:space="preserve">Alnus viridis </w:t>
      </w:r>
      <w:r w:rsidRPr="00E70846">
        <w:t>ssp</w:t>
      </w:r>
      <w:r w:rsidRPr="00BF008C">
        <w:rPr>
          <w:i/>
          <w:iCs/>
        </w:rPr>
        <w:t>. sinuata, Viburnum edule, Rosa acicularis, Ribes triste, Vaccinium vitis-idaea, Linnaea borealis, Salix barclayi, Rubus spectabilis</w:t>
      </w:r>
      <w:r>
        <w:t xml:space="preserve">, and </w:t>
      </w:r>
      <w:r w:rsidRPr="00BF008C">
        <w:rPr>
          <w:i/>
          <w:iCs/>
        </w:rPr>
        <w:t>Sambucus racemosa. Menziesia ferruginea, Vaccinium ovalifolium</w:t>
      </w:r>
      <w:r>
        <w:t xml:space="preserve"> and </w:t>
      </w:r>
      <w:r w:rsidRPr="00BF008C">
        <w:rPr>
          <w:i/>
          <w:iCs/>
        </w:rPr>
        <w:t>Oplopanax horridus</w:t>
      </w:r>
      <w:r>
        <w:t xml:space="preserve"> may also be common, especially in spruce-dominated sites.</w:t>
      </w:r>
    </w:p>
    <w:p w:rsidR="00CD0F50" w:rsidP="00CD0F50" w:rsidRDefault="00CD0F50" w14:paraId="57CD8F46" w14:textId="77777777"/>
    <w:p w:rsidR="00CD0F50" w:rsidP="00CD0F50" w:rsidRDefault="00CD0F50" w14:paraId="03FE47E0" w14:textId="2A129273">
      <w:r>
        <w:t xml:space="preserve">Herbaceous species may also dominate the understory. Common herbaceous species include </w:t>
      </w:r>
      <w:r w:rsidRPr="00BF008C">
        <w:rPr>
          <w:i/>
          <w:iCs/>
        </w:rPr>
        <w:t xml:space="preserve">Athyrium </w:t>
      </w:r>
      <w:proofErr w:type="spellStart"/>
      <w:r w:rsidRPr="00BF008C">
        <w:rPr>
          <w:i/>
          <w:iCs/>
        </w:rPr>
        <w:t>filix-femina</w:t>
      </w:r>
      <w:proofErr w:type="spellEnd"/>
      <w:r w:rsidRPr="00BF008C">
        <w:rPr>
          <w:i/>
          <w:iCs/>
        </w:rPr>
        <w:t xml:space="preserve">, Calamagrostis canadensis, Chamerion angustifolium, </w:t>
      </w:r>
      <w:proofErr w:type="spellStart"/>
      <w:r w:rsidRPr="00BF008C">
        <w:rPr>
          <w:i/>
          <w:iCs/>
        </w:rPr>
        <w:t>Gymnocarpium</w:t>
      </w:r>
      <w:proofErr w:type="spellEnd"/>
      <w:r w:rsidRPr="00BF008C">
        <w:rPr>
          <w:i/>
          <w:iCs/>
        </w:rPr>
        <w:t xml:space="preserve"> </w:t>
      </w:r>
      <w:proofErr w:type="spellStart"/>
      <w:r w:rsidRPr="00BF008C">
        <w:rPr>
          <w:i/>
          <w:iCs/>
        </w:rPr>
        <w:t>dryopteris</w:t>
      </w:r>
      <w:proofErr w:type="spellEnd"/>
      <w:r w:rsidRPr="00BF008C">
        <w:rPr>
          <w:i/>
          <w:iCs/>
        </w:rPr>
        <w:t>, Heracleum maximum, Cornus canadensis</w:t>
      </w:r>
      <w:r w:rsidR="001C6626">
        <w:rPr>
          <w:i/>
          <w:iCs/>
        </w:rPr>
        <w:t>,</w:t>
      </w:r>
      <w:r>
        <w:t xml:space="preserve"> and, especially in spruce-dominated sites, </w:t>
      </w:r>
      <w:r w:rsidRPr="00BF008C">
        <w:rPr>
          <w:i/>
          <w:iCs/>
        </w:rPr>
        <w:t>Equisetum</w:t>
      </w:r>
      <w:r>
        <w:t xml:space="preserve"> spp. and </w:t>
      </w:r>
      <w:r w:rsidRPr="00BF008C">
        <w:rPr>
          <w:i/>
          <w:iCs/>
        </w:rPr>
        <w:t>Dryopteris expansa</w:t>
      </w:r>
      <w:r>
        <w:t xml:space="preserve">. Common mosses include </w:t>
      </w:r>
      <w:r w:rsidRPr="00BF008C">
        <w:rPr>
          <w:i/>
          <w:iCs/>
        </w:rPr>
        <w:t>Hylocomium splendens</w:t>
      </w:r>
      <w:r>
        <w:t xml:space="preserve"> and </w:t>
      </w:r>
      <w:r w:rsidRPr="00BF008C">
        <w:rPr>
          <w:i/>
          <w:iCs/>
        </w:rPr>
        <w:t>Pleurozium schreberi</w:t>
      </w:r>
      <w:r>
        <w:t xml:space="preserve"> (DeVelice et al. 1999).</w:t>
      </w:r>
    </w:p>
    <w:p w:rsidR="008D5793" w:rsidP="008D5793" w:rsidRDefault="008D5793" w14:paraId="134B6B0C"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PIGL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glauca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White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BEPA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neoalaskana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paper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 ssp.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POTR5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tremuloides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Quaking aspen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MEFE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Menziesia ferruginea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Rusty menziesia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OPHO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Oplopanax horridus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Devilsclub</w:t>
            </w:r>
          </w:p>
        </w:tc>
      </w:tr>
    </w:tbl>
    <w:p>
      <w:r>
        <w:rPr>
          <w:sz w:val="16"/>
        </w:rPr>
        <w:t>Species names are from the NRCS PLANTS database. Check species codes at http://plants.usda.gov.</w:t>
      </w:r>
    </w:p>
    <w:p w:rsidR="008D5793" w:rsidP="008D5793" w:rsidRDefault="008D5793" w14:paraId="79397AC5" w14:textId="77777777">
      <w:pPr>
        <w:pStyle w:val="InfoPara"/>
      </w:pPr>
      <w:r>
        <w:t>Disturbance Description</w:t>
      </w:r>
    </w:p>
    <w:p w:rsidR="00A22564" w:rsidP="00A22564" w:rsidRDefault="008D5793" w14:paraId="132BE97C" w14:textId="52A02FD2">
      <w:r>
        <w:t xml:space="preserve">The major disturbance processes are fire, </w:t>
      </w:r>
      <w:r w:rsidR="00A22564">
        <w:t>insect infestations</w:t>
      </w:r>
      <w:r w:rsidR="00CD0F50">
        <w:t xml:space="preserve"> and diseases</w:t>
      </w:r>
      <w:r w:rsidR="00A22564">
        <w:t xml:space="preserve">, </w:t>
      </w:r>
      <w:r>
        <w:t xml:space="preserve">blowdown, </w:t>
      </w:r>
      <w:r w:rsidR="00874E29">
        <w:t>landslides, and</w:t>
      </w:r>
      <w:r>
        <w:t xml:space="preserve"> (in the Kenai Mountains) snow avalanches. </w:t>
      </w:r>
      <w:r w:rsidR="00A22564">
        <w:t>Windthrow gap disturbances are important in both spruce and hemlock recruitment in these forests (</w:t>
      </w:r>
      <w:proofErr w:type="spellStart"/>
      <w:r w:rsidR="00A22564">
        <w:t>Potkin</w:t>
      </w:r>
      <w:proofErr w:type="spellEnd"/>
      <w:r w:rsidR="00A22564">
        <w:t xml:space="preserve"> 1997). </w:t>
      </w:r>
    </w:p>
    <w:p w:rsidR="006657E6" w:rsidP="008D5793" w:rsidRDefault="006657E6" w14:paraId="040D4538" w14:textId="77777777"/>
    <w:p w:rsidR="00DB7AAA" w:rsidP="00DB7AAA" w:rsidRDefault="008D5793" w14:paraId="48BA4A0E" w14:textId="3C2118BF">
      <w:r>
        <w:t>Although lightning and natural fires have historically been infrequent</w:t>
      </w:r>
      <w:r w:rsidR="00CD0F50">
        <w:t xml:space="preserve"> and rare in the region,</w:t>
      </w:r>
      <w:r>
        <w:t xml:space="preserve"> wildfire plays an important role in the disturbance regime of this system (</w:t>
      </w:r>
      <w:r w:rsidR="00CD0F50">
        <w:t>Comer et al. 2003</w:t>
      </w:r>
      <w:r>
        <w:t xml:space="preserve">). Under the natural fire regime, fires were infrequent, but </w:t>
      </w:r>
      <w:r w:rsidR="006657E6">
        <w:t xml:space="preserve">could be very </w:t>
      </w:r>
      <w:r>
        <w:t>large (USDA Forest Service 2002). Estimates of the mean fire return interval range from 600-800</w:t>
      </w:r>
      <w:r w:rsidR="00CD0F50">
        <w:t xml:space="preserve"> </w:t>
      </w:r>
      <w:r>
        <w:t>y</w:t>
      </w:r>
      <w:r w:rsidR="00CD0F50">
        <w:t>ea</w:t>
      </w:r>
      <w:r>
        <w:t>rs (Berg and Anderson 2006</w:t>
      </w:r>
      <w:r w:rsidR="00A03773">
        <w:t>;</w:t>
      </w:r>
      <w:r>
        <w:t xml:space="preserve"> Berg et al. 2004</w:t>
      </w:r>
      <w:r w:rsidR="00A03773">
        <w:t>;</w:t>
      </w:r>
      <w:r>
        <w:t xml:space="preserve"> </w:t>
      </w:r>
      <w:proofErr w:type="spellStart"/>
      <w:r>
        <w:t>Potkin</w:t>
      </w:r>
      <w:proofErr w:type="spellEnd"/>
      <w:r>
        <w:t xml:space="preserve"> 1997</w:t>
      </w:r>
      <w:r w:rsidR="00E916A4">
        <w:t>;</w:t>
      </w:r>
      <w:r>
        <w:t xml:space="preserve"> personal communication FRCC experts’ workshop March 2004).</w:t>
      </w:r>
      <w:r w:rsidR="00DB7AAA">
        <w:t xml:space="preserve"> White spruce is typically killed by fire (Abrahamson 2015). Post-fire regeneration of white spruce appears to be more successful when fires occur in mast years (Peters et al. 2005). This interaction between fire, masting</w:t>
      </w:r>
      <w:r w:rsidR="000C7DE8">
        <w:t>,</w:t>
      </w:r>
      <w:r w:rsidR="00DB7AAA">
        <w:t xml:space="preserve"> and subsequent tree regeneration could have implications for historical stand structure and successional dynamics over time (Peters et al. 2005).</w:t>
      </w:r>
    </w:p>
    <w:p w:rsidR="006657E6" w:rsidP="008D5793" w:rsidRDefault="006657E6" w14:paraId="08961239" w14:textId="0045CFFB"/>
    <w:p w:rsidR="008D5793" w:rsidP="008D5793" w:rsidRDefault="006657E6" w14:paraId="6A8DC955" w14:textId="31DB3F7E">
      <w:r>
        <w:t xml:space="preserve">In 2014, an extensive literature search was done by </w:t>
      </w:r>
      <w:r w:rsidRPr="00B17713">
        <w:t>Fire</w:t>
      </w:r>
      <w:r>
        <w:t xml:space="preserve"> Effects Information System staff to locate information for a synthesis on </w:t>
      </w:r>
      <w:r w:rsidR="00935425">
        <w:t>f</w:t>
      </w:r>
      <w:r>
        <w:t>ire regimes of Alaskan white spruce communities (Abrahamson 2014)</w:t>
      </w:r>
      <w:r w:rsidRPr="00ED705C">
        <w:t>.</w:t>
      </w:r>
      <w:r w:rsidR="00DB7AAA">
        <w:t xml:space="preserve"> According to this </w:t>
      </w:r>
      <w:r w:rsidRPr="00874E29" w:rsidR="00DB7AAA">
        <w:t xml:space="preserve">synthesis: </w:t>
      </w:r>
      <w:r w:rsidRPr="00874E29" w:rsidR="00DA2752">
        <w:t xml:space="preserve">“Most historical and </w:t>
      </w:r>
      <w:proofErr w:type="spellStart"/>
      <w:r w:rsidRPr="00874E29" w:rsidR="00DA2752">
        <w:t>paleological</w:t>
      </w:r>
      <w:proofErr w:type="spellEnd"/>
      <w:r w:rsidRPr="00874E29" w:rsidR="00DA2752">
        <w:t xml:space="preserve"> evidence suggests that subboreal white spruce communities on the Kenai Peninsula burned infrequently [</w:t>
      </w:r>
      <w:r w:rsidRPr="00874E29" w:rsidR="00DB7AAA">
        <w:t xml:space="preserve">Berg and Anderson 2006, Boucher 2003, </w:t>
      </w:r>
      <w:proofErr w:type="spellStart"/>
      <w:r w:rsidRPr="00874E29" w:rsidR="00DB7AAA">
        <w:t>Potkin</w:t>
      </w:r>
      <w:proofErr w:type="spellEnd"/>
      <w:r w:rsidRPr="00874E29" w:rsidR="00DB7AAA">
        <w:t xml:space="preserve"> 1997</w:t>
      </w:r>
      <w:r w:rsidRPr="00874E29" w:rsidR="00DA2752">
        <w:t>]. Soil charcoal data from the western Kenai Peninsula suggest that upland white spruce and Lutz spruce forests have not burned for an average of 600 years. Across 22 sites, time-since-fire ranged from 90 to ~1,500 years. Over the last ~2,500 years, the mean fire-return interval was 515 ± 355, with intervals ranging from 105 to 1,642 years [</w:t>
      </w:r>
      <w:hyperlink w:history="1" w:anchor="16" r:id="rId8">
        <w:r w:rsidRPr="00874E29" w:rsidR="00DB7AAA">
          <w:rPr>
            <w:rStyle w:val="Hyperlink"/>
            <w:color w:val="auto"/>
            <w:u w:val="none"/>
          </w:rPr>
          <w:t>Berg</w:t>
        </w:r>
      </w:hyperlink>
      <w:r w:rsidRPr="00874E29" w:rsidR="00DB7AAA">
        <w:rPr>
          <w:rStyle w:val="Hyperlink"/>
          <w:color w:val="auto"/>
          <w:u w:val="none"/>
        </w:rPr>
        <w:t xml:space="preserve"> and Anderson 2006</w:t>
      </w:r>
      <w:r w:rsidRPr="00874E29" w:rsidR="00DA2752">
        <w:t>].”</w:t>
      </w:r>
      <w:r w:rsidR="00716D39">
        <w:t xml:space="preserve">  However, research is indicating a shorter fire return interval based on warmer average summer temperatures and </w:t>
      </w:r>
      <w:r w:rsidR="008D63CB">
        <w:t>lower annual precipitation (Young et al.</w:t>
      </w:r>
      <w:r w:rsidR="005A2D9B">
        <w:t xml:space="preserve"> 2017</w:t>
      </w:r>
      <w:r w:rsidR="008D63CB">
        <w:t xml:space="preserve">) indicating a higher wildfire frequency especially in the forest-tundra boundary.  </w:t>
      </w:r>
    </w:p>
    <w:p w:rsidR="00DA2752" w:rsidP="008D5793" w:rsidRDefault="00DA2752" w14:paraId="005B25FD" w14:textId="77777777"/>
    <w:p w:rsidR="00440DCA" w:rsidP="00440DCA" w:rsidRDefault="008D5793" w14:paraId="56EDC06A" w14:textId="272CE38D">
      <w:r>
        <w:t>Spruce bark beetle (</w:t>
      </w:r>
      <w:proofErr w:type="spellStart"/>
      <w:r w:rsidRPr="00D53FCE">
        <w:rPr>
          <w:i/>
          <w:iCs/>
        </w:rPr>
        <w:t>Dendroctonus</w:t>
      </w:r>
      <w:proofErr w:type="spellEnd"/>
      <w:r w:rsidRPr="00D53FCE">
        <w:rPr>
          <w:i/>
          <w:iCs/>
        </w:rPr>
        <w:t xml:space="preserve"> </w:t>
      </w:r>
      <w:proofErr w:type="spellStart"/>
      <w:r w:rsidRPr="00D53FCE">
        <w:rPr>
          <w:i/>
          <w:iCs/>
        </w:rPr>
        <w:t>rufipennis</w:t>
      </w:r>
      <w:proofErr w:type="spellEnd"/>
      <w:r>
        <w:t xml:space="preserve">) infestations are a major natural disturbance of </w:t>
      </w:r>
      <w:r w:rsidR="00D62912">
        <w:t>s</w:t>
      </w:r>
      <w:r>
        <w:t xml:space="preserve">ub-boreal spruce and spruce-hardwood forests. Spruce beetles typically attack larger, slow-growing spruce, but infestations periodically escalate to epidemic levels when forest and climatic conditions are favorable for beetle expansion (NatureServe 2008). During epidemic-level </w:t>
      </w:r>
      <w:r>
        <w:t xml:space="preserve">infestations, beetles are less selective and may attack and kill a wider range of spruce trees. </w:t>
      </w:r>
      <w:r w:rsidRPr="00764807">
        <w:t>Beetle outbreaks that thin stands and produce a growth release in surviving trees occur on average every 50yrs in white and Lutz spruce forests on the Kenai Peninsula (Berg et al 2006</w:t>
      </w:r>
      <w:r>
        <w:t xml:space="preserve">). Spruce bark beetle outbreaks that produce a more substantial thinning occur at longer intervals, with the last two severe infestations occurring in the 1870s-1880s and 1987–present (Berg et al 2006). The bark beetle outbreak that began in 1987 on the Kenai Peninsula has killed over 1.3 million acres of spruce (USDA Forest Service 2002). Berg (2004) found no association between spruce bark beetle mortality and fire in the </w:t>
      </w:r>
      <w:r w:rsidRPr="00874E29">
        <w:t xml:space="preserve">past. </w:t>
      </w:r>
      <w:r w:rsidRPr="00874E29" w:rsidR="00764807">
        <w:t xml:space="preserve">In </w:t>
      </w:r>
      <w:r w:rsidRPr="00874E29" w:rsidR="00440DCA">
        <w:t>south-central and southwest Alaska,</w:t>
      </w:r>
      <w:r w:rsidRPr="00874E29" w:rsidR="00764807">
        <w:t xml:space="preserve"> </w:t>
      </w:r>
      <w:proofErr w:type="gramStart"/>
      <w:r w:rsidRPr="00874E29" w:rsidR="00764807">
        <w:t>Sheriff</w:t>
      </w:r>
      <w:proofErr w:type="gramEnd"/>
      <w:r w:rsidRPr="00874E29" w:rsidR="00764807">
        <w:t xml:space="preserve"> and others (2011) reported a </w:t>
      </w:r>
      <w:r w:rsidRPr="00874E29" w:rsidR="008A70D6">
        <w:t>10-to-165-year</w:t>
      </w:r>
      <w:r w:rsidRPr="00874E29" w:rsidR="00764807">
        <w:t xml:space="preserve"> interval between outbreaks </w:t>
      </w:r>
      <w:r w:rsidRPr="00874E29" w:rsidR="00440DCA">
        <w:t xml:space="preserve">and </w:t>
      </w:r>
      <w:r w:rsidRPr="00874E29" w:rsidR="00764807">
        <w:t xml:space="preserve">an </w:t>
      </w:r>
      <w:r w:rsidRPr="00874E29" w:rsidR="00440DCA">
        <w:t>average</w:t>
      </w:r>
      <w:r w:rsidRPr="00874E29" w:rsidR="00764807">
        <w:t xml:space="preserve"> of</w:t>
      </w:r>
      <w:r w:rsidRPr="00874E29" w:rsidR="00440DCA">
        <w:t xml:space="preserve"> 48 years</w:t>
      </w:r>
      <w:r w:rsidRPr="00874E29" w:rsidR="00874E29">
        <w:t xml:space="preserve"> based on a 250-year record</w:t>
      </w:r>
      <w:r w:rsidRPr="00874E29" w:rsidR="00440DCA">
        <w:t xml:space="preserve">. </w:t>
      </w:r>
    </w:p>
    <w:p w:rsidR="00DB7AAA" w:rsidP="00440DCA" w:rsidRDefault="00DB7AAA" w14:paraId="5822B336" w14:textId="1C154EA5"/>
    <w:p w:rsidR="008D5793" w:rsidP="008D5793" w:rsidRDefault="008D5793" w14:paraId="40424A0D" w14:textId="3ED06BB3">
      <w:r>
        <w:t>When the canopy of these forests is thinned by heavy spruce bark beetle-mortality, bluejoint grass (</w:t>
      </w:r>
      <w:r w:rsidRPr="00D53FCE">
        <w:rPr>
          <w:i/>
          <w:iCs/>
        </w:rPr>
        <w:t>Calamagrostis canadensis</w:t>
      </w:r>
      <w:r>
        <w:t>) and fireweed (</w:t>
      </w:r>
      <w:r w:rsidRPr="00D53FCE">
        <w:rPr>
          <w:i/>
          <w:iCs/>
        </w:rPr>
        <w:t>Epilobium angustifolium</w:t>
      </w:r>
      <w:r>
        <w:t>) tend to increase rapidly and dominate the site for at least 10</w:t>
      </w:r>
      <w:r w:rsidR="00D53FCE">
        <w:t xml:space="preserve"> </w:t>
      </w:r>
      <w:r>
        <w:t>y</w:t>
      </w:r>
      <w:r w:rsidR="00D53FCE">
        <w:t>ea</w:t>
      </w:r>
      <w:r>
        <w:t xml:space="preserve">rs (Holsten et al. 1995). </w:t>
      </w:r>
      <w:r w:rsidRPr="00D53FCE">
        <w:rPr>
          <w:i/>
          <w:iCs/>
        </w:rPr>
        <w:t>Calamagrostis</w:t>
      </w:r>
      <w:r>
        <w:t xml:space="preserve"> may proliferate rapidly from its pre-disturbance low level network of rhizomatous roots and may develop into a thick, seedling-excluding sod within a few years (Berg et al 2006). Boucher (2003) found that rapid spread of </w:t>
      </w:r>
      <w:r w:rsidRPr="00D53FCE">
        <w:rPr>
          <w:i/>
          <w:iCs/>
        </w:rPr>
        <w:t>Calamagrostis</w:t>
      </w:r>
      <w:r>
        <w:t xml:space="preserve"> occurs primarily on sites with deep, loamy soils. Thinning of the spruce canopy by beetle attacks also helps to maintain hardwoods in the canopy over time.</w:t>
      </w:r>
    </w:p>
    <w:p w:rsidR="008D5793" w:rsidP="008D5793" w:rsidRDefault="008D5793" w14:paraId="13792F69" w14:textId="77777777"/>
    <w:p w:rsidR="008D5793" w:rsidP="008D5793" w:rsidRDefault="008D5793" w14:paraId="026F610C" w14:textId="34CD5E45">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712</w:t>
            </w:r>
          </w:p>
        </w:tc>
        <w:tc>
          <w:p>
            <w:pPr>
              <w:jc w:val="center"/>
            </w:pPr>
            <w:r>
              <w:t>86</w:t>
            </w:r>
          </w:p>
        </w:tc>
        <w:tc>
          <w:p>
            <w:pPr>
              <w:jc w:val="center"/>
            </w:pPr>
            <w:r>
              <w:t/>
            </w:r>
          </w:p>
        </w:tc>
        <w:tc>
          <w:p>
            <w:pPr>
              <w:jc w:val="center"/>
            </w:pPr>
            <w:r>
              <w:t/>
            </w:r>
          </w:p>
        </w:tc>
      </w:tr>
      <w:tr>
        <w:tc>
          <w:p>
            <w:pPr>
              <w:jc w:val="center"/>
            </w:pPr>
            <w:r>
              <w:t>Moderate (Mixed)</w:t>
            </w:r>
          </w:p>
        </w:tc>
        <w:tc>
          <w:p>
            <w:pPr>
              <w:jc w:val="center"/>
            </w:pPr>
            <w:r>
              <w:t>4529</w:t>
            </w:r>
          </w:p>
        </w:tc>
        <w:tc>
          <w:p>
            <w:pPr>
              <w:jc w:val="center"/>
            </w:pPr>
            <w:r>
              <w:t>14</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615</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8D5793" w:rsidP="008D5793" w:rsidRDefault="008D5793" w14:paraId="2224DE1A" w14:textId="77777777">
      <w:pPr>
        <w:pStyle w:val="InfoPara"/>
      </w:pPr>
      <w:r>
        <w:t>Scale Description</w:t>
      </w:r>
    </w:p>
    <w:p w:rsidR="008D5793" w:rsidP="008D5793" w:rsidRDefault="00D53FCE" w14:paraId="7B6946A3" w14:textId="3064203C">
      <w:r>
        <w:t>Matrix, small or large patch</w:t>
      </w:r>
    </w:p>
    <w:p w:rsidR="008D5793" w:rsidP="008D5793" w:rsidRDefault="008D5793" w14:paraId="389EFAF7" w14:textId="77777777">
      <w:pPr>
        <w:pStyle w:val="InfoPara"/>
      </w:pPr>
      <w:r>
        <w:t>Adjacency or Identification Concerns</w:t>
      </w:r>
    </w:p>
    <w:p w:rsidR="008D5793" w:rsidP="008D5793" w:rsidRDefault="008D5793" w14:paraId="460EB244" w14:textId="77777777"/>
    <w:p w:rsidR="008D5793" w:rsidP="008D5793" w:rsidRDefault="008D5793" w14:paraId="3CD9C10E" w14:textId="77777777">
      <w:pPr>
        <w:pStyle w:val="InfoPara"/>
      </w:pPr>
      <w:r>
        <w:t>Issues or Problems</w:t>
      </w:r>
    </w:p>
    <w:p w:rsidR="00764807" w:rsidP="00764807" w:rsidRDefault="00764807" w14:paraId="2445A29A" w14:textId="236F0AAD">
      <w:r>
        <w:t xml:space="preserve">There is little scientific literature </w:t>
      </w:r>
      <w:r w:rsidRPr="00764807">
        <w:t xml:space="preserve">about fire regimes in Alaskan white spruce communities </w:t>
      </w:r>
      <w:r>
        <w:t>(Abrahamson 2014).</w:t>
      </w:r>
      <w:r w:rsidR="00405E31">
        <w:t xml:space="preserve"> </w:t>
      </w:r>
      <w:r w:rsidR="005A2D9B">
        <w:t xml:space="preserve">However, Roland et al. (2019) includes a comparison of two coniferous systems in Interior Alaska that may be helpful for white spruce communities (not Lutz spruce).  </w:t>
      </w:r>
    </w:p>
    <w:p w:rsidR="008D5793" w:rsidP="008D5793" w:rsidRDefault="008D5793" w14:paraId="31B200C1" w14:textId="77777777">
      <w:pPr>
        <w:pStyle w:val="InfoPara"/>
      </w:pPr>
      <w:r>
        <w:t>Native Uncharacteristic Conditions</w:t>
      </w:r>
    </w:p>
    <w:p w:rsidR="008D5793" w:rsidP="008D5793" w:rsidRDefault="008D5793" w14:paraId="14D3AC2E" w14:textId="0CB3CC95">
      <w:r>
        <w:t>The present landscape of the western Kenai Peninsula reflects human-caused fires that occurred over the last 100 years, creating areas of early successional plant communities, which include large stands of broadleaved forests (</w:t>
      </w:r>
      <w:proofErr w:type="spellStart"/>
      <w:r>
        <w:t>Potkin</w:t>
      </w:r>
      <w:proofErr w:type="spellEnd"/>
      <w:r>
        <w:t xml:space="preserve"> 1997). Over 99% of the fires occurring on the Kenai Peninsula portion of the Chugach National Forest between 1914 and 1997 were ignited by human actions (</w:t>
      </w:r>
      <w:proofErr w:type="spellStart"/>
      <w:r>
        <w:t>Potkin</w:t>
      </w:r>
      <w:proofErr w:type="spellEnd"/>
      <w:r>
        <w:t xml:space="preserve"> 1997). These human-caused fires have generally increased the richness and patchiness of the vegetation at the landscape scale (USDA Forest Service 2002). The large </w:t>
      </w:r>
      <w:r>
        <w:t>number of acres burned on the Kenai Peninsula during settlement caused conversion of some mature spruce stands to grass, brush</w:t>
      </w:r>
      <w:r w:rsidR="00B062FB">
        <w:t>,</w:t>
      </w:r>
      <w:r>
        <w:t xml:space="preserve"> and broadleaf tree vegetation types. Prior to the settlement period of the late 1800s, the majority of the age structures of the coniferous forest surveyed by </w:t>
      </w:r>
      <w:proofErr w:type="spellStart"/>
      <w:r>
        <w:t>Potkin</w:t>
      </w:r>
      <w:proofErr w:type="spellEnd"/>
      <w:r>
        <w:t xml:space="preserve"> (1997) were likely in the late successional stages (</w:t>
      </w:r>
      <w:proofErr w:type="spellStart"/>
      <w:r>
        <w:t>Langille</w:t>
      </w:r>
      <w:proofErr w:type="spellEnd"/>
      <w:r>
        <w:t xml:space="preserve"> 1904 in </w:t>
      </w:r>
      <w:proofErr w:type="spellStart"/>
      <w:r>
        <w:t>Potkin</w:t>
      </w:r>
      <w:proofErr w:type="spellEnd"/>
      <w:r>
        <w:t xml:space="preserve"> 1997) and conifers were likely dominant. </w:t>
      </w:r>
    </w:p>
    <w:p w:rsidR="008D5793" w:rsidP="008D5793" w:rsidRDefault="008D5793" w14:paraId="17811FCE" w14:textId="77777777"/>
    <w:p w:rsidR="008D5793" w:rsidP="008D5793" w:rsidRDefault="008D5793" w14:paraId="4FADD310" w14:textId="476E015F">
      <w:r>
        <w:t xml:space="preserve">Following spruce bark beetle outbreaks on the Kenai Peninsula grass and other fine vegetation increased (Holsten et al 1995). Fire spreads rapidly through this type of vegetation; </w:t>
      </w:r>
      <w:r w:rsidR="009548E7">
        <w:t>indeed,</w:t>
      </w:r>
      <w:r>
        <w:t xml:space="preserve"> the majority of fires (most of which were human caused) on the Kenai Peninsula portion of the Chugach National Forest between 1914 and 1997 occurred in grassy vegetation (</w:t>
      </w:r>
      <w:proofErr w:type="spellStart"/>
      <w:r>
        <w:t>Potkin</w:t>
      </w:r>
      <w:proofErr w:type="spellEnd"/>
      <w:r>
        <w:t xml:space="preserve"> 1997). Standing and downed beetle killed trees increase the amount of both fine, flashy fuels and heavy fuels. Spruce bark beetle outbreaks may be increasing in frequency and severity in southcentral Alaska due to the warming climate. Berg et al. (2006) found that recent outbreaks on the Kenai peninsula were positively associated with average summer temperature in the preceding years. If this is true, current patterns of beetle attack and current fire regimes are likely atypical of reference conditions for this type.</w:t>
      </w:r>
    </w:p>
    <w:p w:rsidR="008D5793" w:rsidP="008D5793" w:rsidRDefault="008D5793" w14:paraId="5A86F39D" w14:textId="3657202D">
      <w:pPr>
        <w:pStyle w:val="InfoPara"/>
      </w:pPr>
      <w:r>
        <w:t>Comments</w:t>
      </w:r>
    </w:p>
    <w:p w:rsidR="00933F26" w:rsidP="00D62912" w:rsidRDefault="00933F26" w14:paraId="6BAAF497" w14:textId="1EBDC57F">
      <w:r>
        <w:t xml:space="preserve">Reviewers noted that information on spruce bark beetle should be updated in the Disturbance </w:t>
      </w:r>
      <w:r w:rsidR="005A2D9B">
        <w:t>S</w:t>
      </w:r>
      <w:r>
        <w:t>ection</w:t>
      </w:r>
      <w:r w:rsidR="005A2D9B">
        <w:t xml:space="preserve"> and that t</w:t>
      </w:r>
      <w:r>
        <w:t xml:space="preserve">he </w:t>
      </w:r>
      <w:r w:rsidR="005A2D9B">
        <w:t xml:space="preserve">Region 10 - Forest &amp; Grassland Health report is </w:t>
      </w:r>
      <w:r>
        <w:t>a good resource</w:t>
      </w:r>
      <w:r w:rsidR="005A2D9B">
        <w:t xml:space="preserve"> for more current information than is currently in this description.</w:t>
      </w:r>
    </w:p>
    <w:p w:rsidR="00D62912" w:rsidP="00D62912" w:rsidRDefault="00D62912" w14:paraId="714E6C01" w14:textId="77777777"/>
    <w:p w:rsidRPr="00331FF0" w:rsidR="00DD432B" w:rsidP="00DD432B" w:rsidRDefault="00DD432B" w14:paraId="0472E959" w14:textId="77777777">
      <w:bookmarkStart w:name="_Hlk84849878" w:id="2"/>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2"/>
    </w:p>
    <w:p w:rsidR="00DD432B" w:rsidP="008D5793" w:rsidRDefault="00DD432B" w14:paraId="624E14C2" w14:textId="77777777"/>
    <w:p w:rsidR="008D5793" w:rsidP="008D5793" w:rsidRDefault="00764807" w14:paraId="293967F1" w14:textId="7615E6A0">
      <w:r>
        <w:t>For LANDFIRE National t</w:t>
      </w:r>
      <w:r w:rsidR="008D5793">
        <w:t>his model did not receive review specifically for z76.</w:t>
      </w:r>
      <w:r>
        <w:t xml:space="preserve"> </w:t>
      </w:r>
      <w:r w:rsidR="008D5793">
        <w:t>This model was based on the FRCC Guidebook Potential Natural Vegetation Group model for Coastal Boreal Transition Forest (CBTF) (Murphy and Witten 2006). Disturbances with a probability of .0001 (</w:t>
      </w:r>
      <w:proofErr w:type="gramStart"/>
      <w:r w:rsidR="008D5793">
        <w:t>i.e.</w:t>
      </w:r>
      <w:proofErr w:type="gramEnd"/>
      <w:r w:rsidR="008D5793">
        <w:t xml:space="preserve"> 10,000 year return interval) were removed from the model because their effect is insignificant in a 1000 year simulation. Class ages were adjusted slightly to make them line up along the main successional pathway, and the relative age function was not used in any class except </w:t>
      </w:r>
      <w:r w:rsidR="009B3ED5">
        <w:t xml:space="preserve">Class </w:t>
      </w:r>
      <w:r w:rsidR="008D5793">
        <w:t>A to comply with LANDFIRE modeling rules. These changes did not change the fire return intervals or the percent of the landscape in each class. Because only minor changes were made to the CBTF VDDT model, its original authors are included as contributors to this model, and Kori Blankenship's name was added. Much of the text in the General Information section of this description was taken from the draft Boreal Ecological Systems legend (NatureServe 2008).</w:t>
      </w:r>
    </w:p>
    <w:p w:rsidR="006752EE" w:rsidP="008D5793" w:rsidRDefault="006752EE" w14:paraId="1A5558E0" w14:textId="77777777"/>
    <w:p w:rsidR="008D5793" w:rsidP="008D5793" w:rsidRDefault="008D5793" w14:paraId="3540CF7B" w14:textId="77777777">
      <w:pPr>
        <w:pStyle w:val="ReportSection"/>
      </w:pPr>
      <w:r>
        <w:t>Succession Classes</w:t>
      </w:r>
    </w:p>
    <w:p w:rsidR="00970FB4" w:rsidP="008D5793" w:rsidRDefault="00970FB4" w14:paraId="3A19E930"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8D5793" w:rsidP="008D5793" w:rsidRDefault="008D5793" w14:paraId="3503086C" w14:textId="3880A3D5">
      <w:pPr>
        <w:pStyle w:val="InfoPara"/>
        <w:pBdr>
          <w:top w:val="single" w:color="auto" w:sz="4" w:space="1"/>
        </w:pBdr>
      </w:pPr>
      <w:r xmlns:w="http://schemas.openxmlformats.org/wordprocessingml/2006/main">
        <w:t>Class A</w:t>
      </w:r>
      <w:r xmlns:w="http://schemas.openxmlformats.org/wordprocessingml/2006/main">
        <w:tab/>
        <w:t>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8D5793" w:rsidP="008D5793" w:rsidRDefault="008D5793" w14:paraId="6971F586" w14:textId="77777777"/>
    <w:p w:rsidR="008D5793" w:rsidP="008D5793" w:rsidRDefault="008D5793" w14:paraId="53E4FB2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2856"/>
        <w:gridCol w:w="1944"/>
        <w:gridCol w:w="1956"/>
      </w:tblGrid>
      <w:tr w:rsidRPr="008D5793" w:rsidR="008D5793" w:rsidTr="008D5793" w14:paraId="0F83E1C9" w14:textId="77777777">
        <w:tc>
          <w:tcPr>
            <w:tcW w:w="1128" w:type="dxa"/>
            <w:tcBorders>
              <w:top w:val="single" w:color="auto" w:sz="2" w:space="0"/>
              <w:bottom w:val="single" w:color="000000" w:sz="12" w:space="0"/>
            </w:tcBorders>
            <w:shd w:val="clear" w:color="auto" w:fill="auto"/>
          </w:tcPr>
          <w:p w:rsidRPr="008D5793" w:rsidR="008D5793" w:rsidP="004B4E15" w:rsidRDefault="008D5793" w14:paraId="12831EF2" w14:textId="77777777">
            <w:pPr>
              <w:rPr>
                <w:b/>
                <w:bCs/>
              </w:rPr>
            </w:pPr>
            <w:r w:rsidRPr="008D5793">
              <w:rPr>
                <w:b/>
                <w:bCs/>
              </w:rPr>
              <w:t>Symbol</w:t>
            </w:r>
          </w:p>
        </w:tc>
        <w:tc>
          <w:tcPr>
            <w:tcW w:w="2856" w:type="dxa"/>
            <w:tcBorders>
              <w:top w:val="single" w:color="auto" w:sz="2" w:space="0"/>
              <w:bottom w:val="single" w:color="000000" w:sz="12" w:space="0"/>
            </w:tcBorders>
            <w:shd w:val="clear" w:color="auto" w:fill="auto"/>
          </w:tcPr>
          <w:p w:rsidRPr="008D5793" w:rsidR="008D5793" w:rsidP="004B4E15" w:rsidRDefault="008D5793" w14:paraId="4B46EA5A" w14:textId="77777777">
            <w:pPr>
              <w:rPr>
                <w:b/>
                <w:bCs/>
              </w:rPr>
            </w:pPr>
            <w:r w:rsidRPr="008D5793">
              <w:rPr>
                <w:b/>
                <w:bCs/>
              </w:rPr>
              <w:t>Scientific Name</w:t>
            </w:r>
          </w:p>
        </w:tc>
        <w:tc>
          <w:tcPr>
            <w:tcW w:w="1944" w:type="dxa"/>
            <w:tcBorders>
              <w:top w:val="single" w:color="auto" w:sz="2" w:space="0"/>
              <w:bottom w:val="single" w:color="000000" w:sz="12" w:space="0"/>
            </w:tcBorders>
            <w:shd w:val="clear" w:color="auto" w:fill="auto"/>
          </w:tcPr>
          <w:p w:rsidRPr="008D5793" w:rsidR="008D5793" w:rsidP="004B4E15" w:rsidRDefault="008D5793" w14:paraId="7A9960A0" w14:textId="77777777">
            <w:pPr>
              <w:rPr>
                <w:b/>
                <w:bCs/>
              </w:rPr>
            </w:pPr>
            <w:r w:rsidRPr="008D5793">
              <w:rPr>
                <w:b/>
                <w:bCs/>
              </w:rPr>
              <w:t>Common Name</w:t>
            </w:r>
          </w:p>
        </w:tc>
        <w:tc>
          <w:tcPr>
            <w:tcW w:w="1956" w:type="dxa"/>
            <w:tcBorders>
              <w:top w:val="single" w:color="auto" w:sz="2" w:space="0"/>
              <w:bottom w:val="single" w:color="000000" w:sz="12" w:space="0"/>
            </w:tcBorders>
            <w:shd w:val="clear" w:color="auto" w:fill="auto"/>
          </w:tcPr>
          <w:p w:rsidRPr="008D5793" w:rsidR="008D5793" w:rsidP="004B4E15" w:rsidRDefault="008D5793" w14:paraId="691CC379" w14:textId="77777777">
            <w:pPr>
              <w:rPr>
                <w:b/>
                <w:bCs/>
              </w:rPr>
            </w:pPr>
            <w:r w:rsidRPr="008D5793">
              <w:rPr>
                <w:b/>
                <w:bCs/>
              </w:rPr>
              <w:t>Canopy Position</w:t>
            </w:r>
          </w:p>
        </w:tc>
      </w:tr>
      <w:tr w:rsidRPr="008D5793" w:rsidR="008D5793" w:rsidTr="008D5793" w14:paraId="2BC03128" w14:textId="77777777">
        <w:tc>
          <w:tcPr>
            <w:tcW w:w="1128" w:type="dxa"/>
            <w:tcBorders>
              <w:top w:val="single" w:color="000000" w:sz="12" w:space="0"/>
            </w:tcBorders>
            <w:shd w:val="clear" w:color="auto" w:fill="auto"/>
          </w:tcPr>
          <w:p w:rsidRPr="008D5793" w:rsidR="008D5793" w:rsidP="004B4E15" w:rsidRDefault="008D5793" w14:paraId="517993EA" w14:textId="77777777">
            <w:pPr>
              <w:rPr>
                <w:bCs/>
              </w:rPr>
            </w:pPr>
            <w:r w:rsidRPr="008D5793">
              <w:rPr>
                <w:bCs/>
              </w:rPr>
              <w:t>CACA4</w:t>
            </w:r>
          </w:p>
        </w:tc>
        <w:tc>
          <w:tcPr>
            <w:tcW w:w="2856" w:type="dxa"/>
            <w:tcBorders>
              <w:top w:val="single" w:color="000000" w:sz="12" w:space="0"/>
            </w:tcBorders>
            <w:shd w:val="clear" w:color="auto" w:fill="auto"/>
          </w:tcPr>
          <w:p w:rsidRPr="009C47D7" w:rsidR="008D5793" w:rsidP="004B4E15" w:rsidRDefault="008D5793" w14:paraId="402C652E" w14:textId="77777777">
            <w:pPr>
              <w:rPr>
                <w:i/>
                <w:iCs/>
              </w:rPr>
            </w:pPr>
            <w:r w:rsidRPr="009C47D7">
              <w:rPr>
                <w:i/>
                <w:iCs/>
              </w:rPr>
              <w:t>Calamagrostis canadensis</w:t>
            </w:r>
          </w:p>
        </w:tc>
        <w:tc>
          <w:tcPr>
            <w:tcW w:w="1944" w:type="dxa"/>
            <w:tcBorders>
              <w:top w:val="single" w:color="000000" w:sz="12" w:space="0"/>
            </w:tcBorders>
            <w:shd w:val="clear" w:color="auto" w:fill="auto"/>
          </w:tcPr>
          <w:p w:rsidRPr="008D5793" w:rsidR="008D5793" w:rsidP="004B4E15" w:rsidRDefault="008D5793" w14:paraId="02326224" w14:textId="77777777">
            <w:r w:rsidRPr="008D5793">
              <w:t>Bluejoint</w:t>
            </w:r>
          </w:p>
        </w:tc>
        <w:tc>
          <w:tcPr>
            <w:tcW w:w="1956" w:type="dxa"/>
            <w:tcBorders>
              <w:top w:val="single" w:color="000000" w:sz="12" w:space="0"/>
            </w:tcBorders>
            <w:shd w:val="clear" w:color="auto" w:fill="auto"/>
          </w:tcPr>
          <w:p w:rsidRPr="008D5793" w:rsidR="008D5793" w:rsidP="004B4E15" w:rsidRDefault="008D5793" w14:paraId="61EBBD0B" w14:textId="77777777">
            <w:r w:rsidRPr="008D5793">
              <w:t>Upper</w:t>
            </w:r>
          </w:p>
        </w:tc>
      </w:tr>
      <w:tr w:rsidRPr="008D5793" w:rsidR="008D5793" w:rsidTr="008D5793" w14:paraId="6AEC3404" w14:textId="77777777">
        <w:tc>
          <w:tcPr>
            <w:tcW w:w="1128" w:type="dxa"/>
            <w:shd w:val="clear" w:color="auto" w:fill="auto"/>
          </w:tcPr>
          <w:p w:rsidRPr="008D5793" w:rsidR="008D5793" w:rsidP="004B4E15" w:rsidRDefault="008D5793" w14:paraId="072A9411" w14:textId="77777777">
            <w:pPr>
              <w:rPr>
                <w:bCs/>
              </w:rPr>
            </w:pPr>
            <w:r w:rsidRPr="008D5793">
              <w:rPr>
                <w:bCs/>
              </w:rPr>
              <w:t>EQAR</w:t>
            </w:r>
          </w:p>
        </w:tc>
        <w:tc>
          <w:tcPr>
            <w:tcW w:w="2856" w:type="dxa"/>
            <w:shd w:val="clear" w:color="auto" w:fill="auto"/>
          </w:tcPr>
          <w:p w:rsidRPr="009C47D7" w:rsidR="008D5793" w:rsidP="004B4E15" w:rsidRDefault="008D5793" w14:paraId="077EFD10" w14:textId="77777777">
            <w:pPr>
              <w:rPr>
                <w:i/>
                <w:iCs/>
              </w:rPr>
            </w:pPr>
            <w:r w:rsidRPr="009C47D7">
              <w:rPr>
                <w:i/>
                <w:iCs/>
              </w:rPr>
              <w:t>Equisetum arvense</w:t>
            </w:r>
          </w:p>
        </w:tc>
        <w:tc>
          <w:tcPr>
            <w:tcW w:w="1944" w:type="dxa"/>
            <w:shd w:val="clear" w:color="auto" w:fill="auto"/>
          </w:tcPr>
          <w:p w:rsidRPr="008D5793" w:rsidR="008D5793" w:rsidP="004B4E15" w:rsidRDefault="008D5793" w14:paraId="2DBEFAB9" w14:textId="77777777">
            <w:r w:rsidRPr="008D5793">
              <w:t>Field horsetail</w:t>
            </w:r>
          </w:p>
        </w:tc>
        <w:tc>
          <w:tcPr>
            <w:tcW w:w="1956" w:type="dxa"/>
            <w:shd w:val="clear" w:color="auto" w:fill="auto"/>
          </w:tcPr>
          <w:p w:rsidRPr="008D5793" w:rsidR="008D5793" w:rsidP="004B4E15" w:rsidRDefault="008D5793" w14:paraId="12A54F9F" w14:textId="77777777">
            <w:r w:rsidRPr="008D5793">
              <w:t>Upper</w:t>
            </w:r>
          </w:p>
        </w:tc>
      </w:tr>
      <w:tr w:rsidRPr="008D5793" w:rsidR="008D5793" w:rsidTr="008D5793" w14:paraId="74DFC2BD" w14:textId="77777777">
        <w:tc>
          <w:tcPr>
            <w:tcW w:w="1128" w:type="dxa"/>
            <w:shd w:val="clear" w:color="auto" w:fill="auto"/>
          </w:tcPr>
          <w:p w:rsidRPr="008D5793" w:rsidR="008D5793" w:rsidP="004B4E15" w:rsidRDefault="008D5793" w14:paraId="02947292" w14:textId="77777777">
            <w:pPr>
              <w:rPr>
                <w:bCs/>
              </w:rPr>
            </w:pPr>
            <w:r w:rsidRPr="008D5793">
              <w:rPr>
                <w:bCs/>
              </w:rPr>
              <w:t>CHAN9</w:t>
            </w:r>
          </w:p>
        </w:tc>
        <w:tc>
          <w:tcPr>
            <w:tcW w:w="2856" w:type="dxa"/>
            <w:shd w:val="clear" w:color="auto" w:fill="auto"/>
          </w:tcPr>
          <w:p w:rsidRPr="009C47D7" w:rsidR="008D5793" w:rsidP="004B4E15" w:rsidRDefault="008D5793" w14:paraId="13FBFAEC" w14:textId="77777777">
            <w:pPr>
              <w:rPr>
                <w:i/>
                <w:iCs/>
              </w:rPr>
            </w:pPr>
            <w:r w:rsidRPr="009C47D7">
              <w:rPr>
                <w:i/>
                <w:iCs/>
              </w:rPr>
              <w:t>Chamerion angustifolium</w:t>
            </w:r>
          </w:p>
        </w:tc>
        <w:tc>
          <w:tcPr>
            <w:tcW w:w="1944" w:type="dxa"/>
            <w:shd w:val="clear" w:color="auto" w:fill="auto"/>
          </w:tcPr>
          <w:p w:rsidRPr="008D5793" w:rsidR="008D5793" w:rsidP="004B4E15" w:rsidRDefault="008D5793" w14:paraId="44D5E5D6" w14:textId="77777777">
            <w:r w:rsidRPr="008D5793">
              <w:t>Fireweed</w:t>
            </w:r>
          </w:p>
        </w:tc>
        <w:tc>
          <w:tcPr>
            <w:tcW w:w="1956" w:type="dxa"/>
            <w:shd w:val="clear" w:color="auto" w:fill="auto"/>
          </w:tcPr>
          <w:p w:rsidRPr="008D5793" w:rsidR="008D5793" w:rsidP="004B4E15" w:rsidRDefault="008D5793" w14:paraId="5CDF12C4" w14:textId="77777777">
            <w:r w:rsidRPr="008D5793">
              <w:t>Upper</w:t>
            </w:r>
          </w:p>
        </w:tc>
      </w:tr>
      <w:tr w:rsidRPr="008D5793" w:rsidR="008D5793" w:rsidTr="008D5793" w14:paraId="25392EF8" w14:textId="77777777">
        <w:tc>
          <w:tcPr>
            <w:tcW w:w="1128" w:type="dxa"/>
            <w:shd w:val="clear" w:color="auto" w:fill="auto"/>
          </w:tcPr>
          <w:p w:rsidRPr="008D5793" w:rsidR="008D5793" w:rsidP="004B4E15" w:rsidRDefault="008D5793" w14:paraId="473ECF2F" w14:textId="77777777">
            <w:pPr>
              <w:rPr>
                <w:bCs/>
              </w:rPr>
            </w:pPr>
            <w:r w:rsidRPr="008D5793">
              <w:rPr>
                <w:bCs/>
              </w:rPr>
              <w:t>MEFE</w:t>
            </w:r>
          </w:p>
        </w:tc>
        <w:tc>
          <w:tcPr>
            <w:tcW w:w="2856" w:type="dxa"/>
            <w:shd w:val="clear" w:color="auto" w:fill="auto"/>
          </w:tcPr>
          <w:p w:rsidRPr="009C47D7" w:rsidR="008D5793" w:rsidP="004B4E15" w:rsidRDefault="008D5793" w14:paraId="4F9F2819" w14:textId="77777777">
            <w:pPr>
              <w:rPr>
                <w:i/>
                <w:iCs/>
              </w:rPr>
            </w:pPr>
            <w:r w:rsidRPr="009C47D7">
              <w:rPr>
                <w:i/>
                <w:iCs/>
              </w:rPr>
              <w:t>Menziesia ferruginea</w:t>
            </w:r>
          </w:p>
        </w:tc>
        <w:tc>
          <w:tcPr>
            <w:tcW w:w="1944" w:type="dxa"/>
            <w:shd w:val="clear" w:color="auto" w:fill="auto"/>
          </w:tcPr>
          <w:p w:rsidRPr="008D5793" w:rsidR="008D5793" w:rsidP="004B4E15" w:rsidRDefault="008D5793" w14:paraId="27D221BF" w14:textId="77777777">
            <w:r w:rsidRPr="008D5793">
              <w:t>Rusty menziesia</w:t>
            </w:r>
          </w:p>
        </w:tc>
        <w:tc>
          <w:tcPr>
            <w:tcW w:w="1956" w:type="dxa"/>
            <w:shd w:val="clear" w:color="auto" w:fill="auto"/>
          </w:tcPr>
          <w:p w:rsidRPr="008D5793" w:rsidR="008D5793" w:rsidP="004B4E15" w:rsidRDefault="008D5793" w14:paraId="43656DFC" w14:textId="77777777">
            <w:r w:rsidRPr="008D5793">
              <w:t>Upper</w:t>
            </w:r>
          </w:p>
        </w:tc>
      </w:tr>
    </w:tbl>
    <w:p w:rsidR="008D5793" w:rsidP="008D5793" w:rsidRDefault="008D5793" w14:paraId="1DCBB271" w14:textId="77777777"/>
    <w:p w:rsidR="008D5793" w:rsidP="008D5793" w:rsidRDefault="008D5793" w14:paraId="2A89646E" w14:textId="77777777">
      <w:pPr>
        <w:pStyle w:val="SClassInfoPara"/>
      </w:pPr>
      <w:r>
        <w:t>Description</w:t>
      </w:r>
    </w:p>
    <w:p w:rsidR="008D5793" w:rsidP="008D5793" w:rsidRDefault="008D5793" w14:paraId="720222EB" w14:textId="63E14564">
      <w:r>
        <w:t>Post disturbance regeneration: herbaceous to tall shrub-sapling. Following a moderate severity burn, vegetative reproduction of shrubs and birch and aspen from shoots and suckers. Light-seeded herbs establish where mineral soil is exposed. White and Lutz spruce seedlings are rare, but may be present if mineral soil was exposed, seed trees remained after fire</w:t>
      </w:r>
      <w:r w:rsidR="00836C74">
        <w:t>,</w:t>
      </w:r>
      <w:r>
        <w:t xml:space="preserve"> and they produced a good seed crop (Foote 1983). Following severe fire on loamy soil, </w:t>
      </w:r>
      <w:r w:rsidRPr="00836C74">
        <w:rPr>
          <w:i/>
          <w:iCs/>
        </w:rPr>
        <w:t>Calamagrostis</w:t>
      </w:r>
      <w:r>
        <w:t xml:space="preserve"> may spread rapidly from rhizomes and capture a large percentage of the site (Boucher 2003). Mosses and lichens exist but are not an important component. If </w:t>
      </w:r>
      <w:r w:rsidRPr="008607C8">
        <w:rPr>
          <w:i/>
          <w:iCs/>
        </w:rPr>
        <w:t>Calamagrostis</w:t>
      </w:r>
      <w:r>
        <w:t xml:space="preserve"> captures the site, it may persist throughout this class but may become less dominant within 20yrs (Schulz 2000).</w:t>
      </w:r>
    </w:p>
    <w:p w:rsidR="008D5793" w:rsidP="008D5793" w:rsidRDefault="008D5793" w14:paraId="5702789F" w14:textId="77777777"/>
    <w:p w:rsidRPr="008607C8" w:rsidR="008D5793" w:rsidP="008D5793" w:rsidRDefault="008D5793" w14:paraId="14DA514B" w14:textId="77777777">
      <w:pPr>
        <w:rPr>
          <w:i/>
          <w:iCs/>
        </w:rPr>
      </w:pPr>
      <w:r>
        <w:t xml:space="preserve">Common shrubs include </w:t>
      </w:r>
      <w:r w:rsidRPr="008607C8">
        <w:rPr>
          <w:i/>
          <w:iCs/>
        </w:rPr>
        <w:t xml:space="preserve">Menziesia ferruginea, Alnus viridis </w:t>
      </w:r>
      <w:r w:rsidRPr="008607C8">
        <w:t>ssp</w:t>
      </w:r>
      <w:r w:rsidRPr="008607C8">
        <w:rPr>
          <w:i/>
          <w:iCs/>
        </w:rPr>
        <w:t xml:space="preserve">. sinuata, Vaccinium ovalifolium, Oplopanax horridus, Vaccinium vitis-idaea </w:t>
      </w:r>
      <w:r w:rsidRPr="008607C8">
        <w:t>and</w:t>
      </w:r>
      <w:r w:rsidRPr="008607C8">
        <w:rPr>
          <w:i/>
          <w:iCs/>
        </w:rPr>
        <w:t xml:space="preserve"> Linnaea borealis</w:t>
      </w:r>
      <w:r>
        <w:t xml:space="preserve">. Common herbaceous species include </w:t>
      </w:r>
      <w:r w:rsidRPr="008607C8">
        <w:rPr>
          <w:i/>
          <w:iCs/>
        </w:rPr>
        <w:t xml:space="preserve">Calamagrostis canadensis, Equisetum arvense, Dryopteris expansa </w:t>
      </w:r>
      <w:r w:rsidRPr="0093659B">
        <w:t>and</w:t>
      </w:r>
      <w:r w:rsidRPr="008607C8">
        <w:rPr>
          <w:i/>
          <w:iCs/>
        </w:rPr>
        <w:t xml:space="preserve"> Gymnocarpium dryopteris.</w:t>
      </w:r>
    </w:p>
    <w:p w:rsidR="008D5793" w:rsidP="008D5793" w:rsidRDefault="008D5793" w14:paraId="166D6272" w14:textId="77777777"/>
    <w:p w:rsidR="008D5793" w:rsidP="008D5793" w:rsidRDefault="008D5793" w14:paraId="7D666BBA" w14:textId="0E7A8B09">
      <w:r>
        <w:t>More open sites are represented by an alternate succession pathway</w:t>
      </w:r>
      <w:r w:rsidR="00764807">
        <w:t>.</w:t>
      </w:r>
    </w:p>
    <w:p w:rsidR="008D5793" w:rsidP="008D5793" w:rsidRDefault="008D5793" w14:paraId="5D3FC73D" w14:textId="77777777"/>
    <w:p w:rsidR="00970FB4" w:rsidP="008D5793" w:rsidRDefault="00970FB4" w14:paraId="7F5BDC9C" w14:textId="77777777"/>
    <w:p>
      <w:r>
        <w:rPr>
          <w:i/>
          <w:u w:val="single"/>
        </w:rPr>
        <w:t>Maximum Tree Size Class</w:t>
      </w:r>
      <w:br/>
      <w:r>
        <w:t>Seedling/Sapling &lt;5"</w:t>
      </w:r>
    </w:p>
    <w:p w:rsidR="008D5793" w:rsidP="008D5793" w:rsidRDefault="008D5793" w14:paraId="72CB54FC" w14:textId="77777777">
      <w:pPr>
        <w:pStyle w:val="InfoPara"/>
        <w:pBdr>
          <w:top w:val="single" w:color="auto" w:sz="4" w:space="1"/>
        </w:pBdr>
      </w:pPr>
      <w:r xmlns:w="http://schemas.openxmlformats.org/wordprocessingml/2006/main">
        <w:t>Class B</w:t>
      </w:r>
      <w:r xmlns:w="http://schemas.openxmlformats.org/wordprocessingml/2006/main">
        <w:tab/>
        <w:t>12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8D5793" w:rsidP="008D5793" w:rsidRDefault="008D5793" w14:paraId="05BBE7AA" w14:textId="77777777"/>
    <w:p w:rsidR="008D5793" w:rsidP="008D5793" w:rsidRDefault="008D5793" w14:paraId="14B322A7" w14:textId="77777777">
      <w:pPr>
        <w:pStyle w:val="SClassInfoPara"/>
      </w:pPr>
      <w:r>
        <w:t>Indicator Species</w:t>
      </w:r>
    </w:p>
    <w:tbl>
      <w:tblPr>
        <w:tblW w:w="970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4041"/>
        <w:gridCol w:w="2250"/>
        <w:gridCol w:w="2235"/>
      </w:tblGrid>
      <w:tr w:rsidRPr="008D5793" w:rsidR="008D5793" w:rsidTr="0093659B" w14:paraId="1146A86C" w14:textId="77777777">
        <w:trPr>
          <w:trHeight w:val="269"/>
        </w:trPr>
        <w:tc>
          <w:tcPr>
            <w:tcW w:w="1176" w:type="dxa"/>
            <w:tcBorders>
              <w:top w:val="single" w:color="auto" w:sz="2" w:space="0"/>
              <w:bottom w:val="single" w:color="000000" w:sz="12" w:space="0"/>
            </w:tcBorders>
            <w:shd w:val="clear" w:color="auto" w:fill="auto"/>
          </w:tcPr>
          <w:p w:rsidRPr="008D5793" w:rsidR="008D5793" w:rsidP="004B4E15" w:rsidRDefault="008D5793" w14:paraId="3745157E" w14:textId="77777777">
            <w:pPr>
              <w:rPr>
                <w:b/>
                <w:bCs/>
              </w:rPr>
            </w:pPr>
            <w:r w:rsidRPr="008D5793">
              <w:rPr>
                <w:b/>
                <w:bCs/>
              </w:rPr>
              <w:t>Symbol</w:t>
            </w:r>
          </w:p>
        </w:tc>
        <w:tc>
          <w:tcPr>
            <w:tcW w:w="4041" w:type="dxa"/>
            <w:tcBorders>
              <w:top w:val="single" w:color="auto" w:sz="2" w:space="0"/>
              <w:bottom w:val="single" w:color="000000" w:sz="12" w:space="0"/>
            </w:tcBorders>
            <w:shd w:val="clear" w:color="auto" w:fill="auto"/>
          </w:tcPr>
          <w:p w:rsidRPr="008D5793" w:rsidR="008D5793" w:rsidP="004B4E15" w:rsidRDefault="008D5793" w14:paraId="70565EC8" w14:textId="77777777">
            <w:pPr>
              <w:rPr>
                <w:b/>
                <w:bCs/>
              </w:rPr>
            </w:pPr>
            <w:r w:rsidRPr="008D5793">
              <w:rPr>
                <w:b/>
                <w:bCs/>
              </w:rPr>
              <w:t>Scientific Name</w:t>
            </w:r>
          </w:p>
        </w:tc>
        <w:tc>
          <w:tcPr>
            <w:tcW w:w="2250" w:type="dxa"/>
            <w:tcBorders>
              <w:top w:val="single" w:color="auto" w:sz="2" w:space="0"/>
              <w:bottom w:val="single" w:color="000000" w:sz="12" w:space="0"/>
            </w:tcBorders>
            <w:shd w:val="clear" w:color="auto" w:fill="auto"/>
          </w:tcPr>
          <w:p w:rsidRPr="008D5793" w:rsidR="008D5793" w:rsidP="004B4E15" w:rsidRDefault="008D5793" w14:paraId="3C7F20F5" w14:textId="77777777">
            <w:pPr>
              <w:rPr>
                <w:b/>
                <w:bCs/>
              </w:rPr>
            </w:pPr>
            <w:r w:rsidRPr="008D5793">
              <w:rPr>
                <w:b/>
                <w:bCs/>
              </w:rPr>
              <w:t>Common Name</w:t>
            </w:r>
          </w:p>
        </w:tc>
        <w:tc>
          <w:tcPr>
            <w:tcW w:w="2235" w:type="dxa"/>
            <w:tcBorders>
              <w:top w:val="single" w:color="auto" w:sz="2" w:space="0"/>
              <w:bottom w:val="single" w:color="000000" w:sz="12" w:space="0"/>
            </w:tcBorders>
            <w:shd w:val="clear" w:color="auto" w:fill="auto"/>
          </w:tcPr>
          <w:p w:rsidRPr="008D5793" w:rsidR="008D5793" w:rsidP="004B4E15" w:rsidRDefault="008D5793" w14:paraId="74202C0B" w14:textId="77777777">
            <w:pPr>
              <w:rPr>
                <w:b/>
                <w:bCs/>
              </w:rPr>
            </w:pPr>
            <w:r w:rsidRPr="008D5793">
              <w:rPr>
                <w:b/>
                <w:bCs/>
              </w:rPr>
              <w:t>Canopy Position</w:t>
            </w:r>
          </w:p>
        </w:tc>
      </w:tr>
      <w:tr w:rsidRPr="008D5793" w:rsidR="008D5793" w:rsidTr="0093659B" w14:paraId="72F0F230" w14:textId="77777777">
        <w:trPr>
          <w:trHeight w:val="269"/>
        </w:trPr>
        <w:tc>
          <w:tcPr>
            <w:tcW w:w="1176" w:type="dxa"/>
            <w:tcBorders>
              <w:top w:val="single" w:color="000000" w:sz="12" w:space="0"/>
            </w:tcBorders>
            <w:shd w:val="clear" w:color="auto" w:fill="auto"/>
          </w:tcPr>
          <w:p w:rsidRPr="008D5793" w:rsidR="008D5793" w:rsidP="004B4E15" w:rsidRDefault="008D5793" w14:paraId="5EB7E59D" w14:textId="77777777">
            <w:pPr>
              <w:rPr>
                <w:bCs/>
              </w:rPr>
            </w:pPr>
            <w:r w:rsidRPr="008D5793">
              <w:rPr>
                <w:bCs/>
              </w:rPr>
              <w:t>PIGL</w:t>
            </w:r>
          </w:p>
        </w:tc>
        <w:tc>
          <w:tcPr>
            <w:tcW w:w="4041" w:type="dxa"/>
            <w:tcBorders>
              <w:top w:val="single" w:color="000000" w:sz="12" w:space="0"/>
            </w:tcBorders>
            <w:shd w:val="clear" w:color="auto" w:fill="auto"/>
          </w:tcPr>
          <w:p w:rsidRPr="0093659B" w:rsidR="008D5793" w:rsidP="004B4E15" w:rsidRDefault="008D5793" w14:paraId="4FF0A295" w14:textId="77777777">
            <w:pPr>
              <w:rPr>
                <w:i/>
                <w:iCs/>
              </w:rPr>
            </w:pPr>
            <w:r w:rsidRPr="0093659B">
              <w:rPr>
                <w:i/>
                <w:iCs/>
              </w:rPr>
              <w:t>Picea glauca</w:t>
            </w:r>
          </w:p>
        </w:tc>
        <w:tc>
          <w:tcPr>
            <w:tcW w:w="2250" w:type="dxa"/>
            <w:tcBorders>
              <w:top w:val="single" w:color="000000" w:sz="12" w:space="0"/>
            </w:tcBorders>
            <w:shd w:val="clear" w:color="auto" w:fill="auto"/>
          </w:tcPr>
          <w:p w:rsidRPr="008D5793" w:rsidR="008D5793" w:rsidP="004B4E15" w:rsidRDefault="008D5793" w14:paraId="5D9A1335" w14:textId="77777777">
            <w:r w:rsidRPr="008D5793">
              <w:t>White spruce</w:t>
            </w:r>
          </w:p>
        </w:tc>
        <w:tc>
          <w:tcPr>
            <w:tcW w:w="2235" w:type="dxa"/>
            <w:tcBorders>
              <w:top w:val="single" w:color="000000" w:sz="12" w:space="0"/>
            </w:tcBorders>
            <w:shd w:val="clear" w:color="auto" w:fill="auto"/>
          </w:tcPr>
          <w:p w:rsidRPr="008D5793" w:rsidR="008D5793" w:rsidP="004B4E15" w:rsidRDefault="008D5793" w14:paraId="7ADFB35D" w14:textId="77777777">
            <w:r w:rsidRPr="008D5793">
              <w:t>Upper</w:t>
            </w:r>
          </w:p>
        </w:tc>
      </w:tr>
      <w:tr w:rsidRPr="008D5793" w:rsidR="008D5793" w:rsidTr="0093659B" w14:paraId="4924D6C9" w14:textId="77777777">
        <w:trPr>
          <w:trHeight w:val="269"/>
        </w:trPr>
        <w:tc>
          <w:tcPr>
            <w:tcW w:w="1176" w:type="dxa"/>
            <w:shd w:val="clear" w:color="auto" w:fill="auto"/>
          </w:tcPr>
          <w:p w:rsidRPr="008D5793" w:rsidR="008D5793" w:rsidP="004B4E15" w:rsidRDefault="008D5793" w14:paraId="208821F0" w14:textId="77777777">
            <w:pPr>
              <w:rPr>
                <w:bCs/>
              </w:rPr>
            </w:pPr>
            <w:r w:rsidRPr="008D5793">
              <w:rPr>
                <w:bCs/>
              </w:rPr>
              <w:t>BEPA</w:t>
            </w:r>
          </w:p>
        </w:tc>
        <w:tc>
          <w:tcPr>
            <w:tcW w:w="4041" w:type="dxa"/>
            <w:shd w:val="clear" w:color="auto" w:fill="auto"/>
          </w:tcPr>
          <w:p w:rsidRPr="0093659B" w:rsidR="008D5793" w:rsidP="004B4E15" w:rsidRDefault="008D5793" w14:paraId="218AA977" w14:textId="2636EB21">
            <w:pPr>
              <w:rPr>
                <w:i/>
                <w:iCs/>
              </w:rPr>
            </w:pPr>
            <w:r w:rsidRPr="0093659B">
              <w:rPr>
                <w:i/>
                <w:iCs/>
              </w:rPr>
              <w:t xml:space="preserve">Betula </w:t>
            </w:r>
            <w:proofErr w:type="spellStart"/>
            <w:r w:rsidRPr="0093659B" w:rsidR="00041B18">
              <w:rPr>
                <w:i/>
                <w:iCs/>
              </w:rPr>
              <w:t>neoalaskana</w:t>
            </w:r>
            <w:proofErr w:type="spellEnd"/>
          </w:p>
        </w:tc>
        <w:tc>
          <w:tcPr>
            <w:tcW w:w="2250" w:type="dxa"/>
            <w:shd w:val="clear" w:color="auto" w:fill="auto"/>
          </w:tcPr>
          <w:p w:rsidRPr="008D5793" w:rsidR="008D5793" w:rsidP="004B4E15" w:rsidRDefault="008D5793" w14:paraId="5F93F353" w14:textId="77777777">
            <w:r w:rsidRPr="008D5793">
              <w:t>Paper birch</w:t>
            </w:r>
          </w:p>
        </w:tc>
        <w:tc>
          <w:tcPr>
            <w:tcW w:w="2235" w:type="dxa"/>
            <w:shd w:val="clear" w:color="auto" w:fill="auto"/>
          </w:tcPr>
          <w:p w:rsidRPr="008D5793" w:rsidR="008D5793" w:rsidP="004B4E15" w:rsidRDefault="008D5793" w14:paraId="49EAA0BA" w14:textId="77777777">
            <w:r w:rsidRPr="008D5793">
              <w:t>Upper</w:t>
            </w:r>
          </w:p>
        </w:tc>
      </w:tr>
      <w:tr w:rsidRPr="008D5793" w:rsidR="008D5793" w:rsidTr="0093659B" w14:paraId="2C85317D" w14:textId="77777777">
        <w:trPr>
          <w:trHeight w:val="273"/>
        </w:trPr>
        <w:tc>
          <w:tcPr>
            <w:tcW w:w="1176" w:type="dxa"/>
            <w:shd w:val="clear" w:color="auto" w:fill="auto"/>
          </w:tcPr>
          <w:p w:rsidRPr="008D5793" w:rsidR="008D5793" w:rsidP="004B4E15" w:rsidRDefault="008D5793" w14:paraId="2550C758" w14:textId="77777777">
            <w:pPr>
              <w:rPr>
                <w:bCs/>
              </w:rPr>
            </w:pPr>
            <w:r w:rsidRPr="008D5793">
              <w:rPr>
                <w:bCs/>
              </w:rPr>
              <w:t>POBA2</w:t>
            </w:r>
          </w:p>
        </w:tc>
        <w:tc>
          <w:tcPr>
            <w:tcW w:w="4041" w:type="dxa"/>
            <w:shd w:val="clear" w:color="auto" w:fill="auto"/>
          </w:tcPr>
          <w:p w:rsidRPr="0093659B" w:rsidR="008D5793" w:rsidP="004B4E15" w:rsidRDefault="008D5793" w14:paraId="26FC4B25" w14:textId="39D03C7D">
            <w:pPr>
              <w:rPr>
                <w:i/>
                <w:iCs/>
              </w:rPr>
            </w:pPr>
            <w:r w:rsidRPr="0093659B">
              <w:rPr>
                <w:i/>
                <w:iCs/>
              </w:rPr>
              <w:t>Populus balsamifera</w:t>
            </w:r>
            <w:r w:rsidRPr="0093659B" w:rsidR="00041B18">
              <w:rPr>
                <w:i/>
                <w:iCs/>
              </w:rPr>
              <w:t xml:space="preserve"> </w:t>
            </w:r>
            <w:r w:rsidRPr="0093659B" w:rsidR="00041B18">
              <w:t>ssp</w:t>
            </w:r>
            <w:r w:rsidRPr="0093659B" w:rsidR="00041B18">
              <w:rPr>
                <w:i/>
                <w:iCs/>
              </w:rPr>
              <w:t xml:space="preserve">. </w:t>
            </w:r>
            <w:proofErr w:type="spellStart"/>
            <w:r w:rsidRPr="0093659B" w:rsidR="00041B18">
              <w:rPr>
                <w:i/>
                <w:iCs/>
              </w:rPr>
              <w:t>b</w:t>
            </w:r>
            <w:r w:rsidRPr="0093659B" w:rsidR="005A2D9B">
              <w:rPr>
                <w:i/>
                <w:iCs/>
              </w:rPr>
              <w:t>a</w:t>
            </w:r>
            <w:r w:rsidRPr="0093659B" w:rsidR="00041B18">
              <w:rPr>
                <w:i/>
                <w:iCs/>
              </w:rPr>
              <w:t>lasamifera</w:t>
            </w:r>
            <w:proofErr w:type="spellEnd"/>
          </w:p>
        </w:tc>
        <w:tc>
          <w:tcPr>
            <w:tcW w:w="2250" w:type="dxa"/>
            <w:shd w:val="clear" w:color="auto" w:fill="auto"/>
          </w:tcPr>
          <w:p w:rsidRPr="008D5793" w:rsidR="008D5793" w:rsidP="004B4E15" w:rsidRDefault="008D5793" w14:paraId="37DB8B8E" w14:textId="77777777">
            <w:r w:rsidRPr="008D5793">
              <w:t>Balsam poplar</w:t>
            </w:r>
          </w:p>
        </w:tc>
        <w:tc>
          <w:tcPr>
            <w:tcW w:w="2235" w:type="dxa"/>
            <w:shd w:val="clear" w:color="auto" w:fill="auto"/>
          </w:tcPr>
          <w:p w:rsidRPr="008D5793" w:rsidR="008D5793" w:rsidP="004B4E15" w:rsidRDefault="008D5793" w14:paraId="7C859A81" w14:textId="77777777">
            <w:r w:rsidRPr="008D5793">
              <w:t>Upper</w:t>
            </w:r>
          </w:p>
        </w:tc>
      </w:tr>
      <w:tr w:rsidRPr="008D5793" w:rsidR="008D5793" w:rsidTr="0093659B" w14:paraId="2715AE01" w14:textId="77777777">
        <w:trPr>
          <w:trHeight w:val="260"/>
        </w:trPr>
        <w:tc>
          <w:tcPr>
            <w:tcW w:w="1176" w:type="dxa"/>
            <w:shd w:val="clear" w:color="auto" w:fill="auto"/>
          </w:tcPr>
          <w:p w:rsidRPr="008D5793" w:rsidR="008D5793" w:rsidP="004B4E15" w:rsidRDefault="008D5793" w14:paraId="0CC84E2C" w14:textId="77777777">
            <w:pPr>
              <w:rPr>
                <w:bCs/>
              </w:rPr>
            </w:pPr>
            <w:r w:rsidRPr="008D5793">
              <w:rPr>
                <w:bCs/>
              </w:rPr>
              <w:t>POTR5</w:t>
            </w:r>
          </w:p>
        </w:tc>
        <w:tc>
          <w:tcPr>
            <w:tcW w:w="4041" w:type="dxa"/>
            <w:shd w:val="clear" w:color="auto" w:fill="auto"/>
          </w:tcPr>
          <w:p w:rsidRPr="0093659B" w:rsidR="008D5793" w:rsidP="004B4E15" w:rsidRDefault="008D5793" w14:paraId="7B6BA594" w14:textId="77777777">
            <w:pPr>
              <w:rPr>
                <w:i/>
                <w:iCs/>
              </w:rPr>
            </w:pPr>
            <w:r w:rsidRPr="0093659B">
              <w:rPr>
                <w:i/>
                <w:iCs/>
              </w:rPr>
              <w:t>Populus tremuloides</w:t>
            </w:r>
          </w:p>
        </w:tc>
        <w:tc>
          <w:tcPr>
            <w:tcW w:w="2250" w:type="dxa"/>
            <w:shd w:val="clear" w:color="auto" w:fill="auto"/>
          </w:tcPr>
          <w:p w:rsidRPr="008D5793" w:rsidR="008D5793" w:rsidP="004B4E15" w:rsidRDefault="008D5793" w14:paraId="6BBC166C" w14:textId="77777777">
            <w:r w:rsidRPr="008D5793">
              <w:t>Quaking aspen</w:t>
            </w:r>
          </w:p>
        </w:tc>
        <w:tc>
          <w:tcPr>
            <w:tcW w:w="2235" w:type="dxa"/>
            <w:shd w:val="clear" w:color="auto" w:fill="auto"/>
          </w:tcPr>
          <w:p w:rsidRPr="008D5793" w:rsidR="008D5793" w:rsidP="004B4E15" w:rsidRDefault="008D5793" w14:paraId="29B53096" w14:textId="77777777">
            <w:r w:rsidRPr="008D5793">
              <w:t>Upper</w:t>
            </w:r>
          </w:p>
        </w:tc>
      </w:tr>
    </w:tbl>
    <w:p w:rsidR="008D5793" w:rsidP="008D5793" w:rsidRDefault="008D5793" w14:paraId="05C12918" w14:textId="77777777"/>
    <w:p w:rsidR="008D5793" w:rsidP="008D5793" w:rsidRDefault="008D5793" w14:paraId="5E523131" w14:textId="77777777">
      <w:pPr>
        <w:pStyle w:val="SClassInfoPara"/>
      </w:pPr>
      <w:r>
        <w:t>Description</w:t>
      </w:r>
    </w:p>
    <w:p w:rsidR="008D5793" w:rsidP="008D5793" w:rsidRDefault="008D5793" w14:paraId="486D4194" w14:textId="22C31105">
      <w:r>
        <w:t>Closed conifer, hardwood, or mixed. Tree saplings gain canopy dominance over shrubs. Tree species may include spruce, hardwoods</w:t>
      </w:r>
      <w:r w:rsidR="00E7045F">
        <w:t>,</w:t>
      </w:r>
      <w:r>
        <w:t xml:space="preserve"> or both. </w:t>
      </w:r>
      <w:r w:rsidRPr="00E7045F">
        <w:rPr>
          <w:i/>
          <w:iCs/>
        </w:rPr>
        <w:t xml:space="preserve">Rosa acicularis, Equisetum </w:t>
      </w:r>
      <w:r w:rsidRPr="00E7045F">
        <w:t>spp.</w:t>
      </w:r>
      <w:r w:rsidRPr="00E7045F" w:rsidR="00E7045F">
        <w:t>,</w:t>
      </w:r>
      <w:r w:rsidRPr="00E7045F">
        <w:t xml:space="preserve"> and</w:t>
      </w:r>
      <w:r w:rsidRPr="00E7045F">
        <w:rPr>
          <w:i/>
          <w:iCs/>
        </w:rPr>
        <w:t xml:space="preserve"> Linnaea borealis </w:t>
      </w:r>
      <w:r>
        <w:t>are commonly in the understory. Mosses and lichens become established.</w:t>
      </w:r>
    </w:p>
    <w:p w:rsidR="008D5793" w:rsidP="008D5793" w:rsidRDefault="008D5793" w14:paraId="10CC7622" w14:textId="77777777"/>
    <w:p w:rsidR="00970FB4" w:rsidP="008D5793" w:rsidRDefault="00970FB4" w14:paraId="537010D7" w14:textId="77777777"/>
    <w:p>
      <w:r>
        <w:rPr>
          <w:i/>
          <w:u w:val="single"/>
        </w:rPr>
        <w:t>Maximum Tree Size Class</w:t>
      </w:r>
      <w:br/>
      <w:r>
        <w:t>Pole 5–9" (swd)/5–11" (hwd)</w:t>
      </w:r>
    </w:p>
    <w:p w:rsidR="008D5793" w:rsidP="008D5793" w:rsidRDefault="008D5793" w14:paraId="0EDCA483" w14:textId="77777777">
      <w:pPr>
        <w:pStyle w:val="InfoPara"/>
        <w:pBdr>
          <w:top w:val="single" w:color="auto" w:sz="4" w:space="1"/>
        </w:pBdr>
      </w:pPr>
      <w:r xmlns:w="http://schemas.openxmlformats.org/wordprocessingml/2006/main">
        <w:t>Class C</w:t>
      </w:r>
      <w:r xmlns:w="http://schemas.openxmlformats.org/wordprocessingml/2006/main">
        <w:tab/>
        <w:t>14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8D5793" w:rsidP="008D5793" w:rsidRDefault="008D5793" w14:paraId="6B0CB72E" w14:textId="77777777"/>
    <w:p w:rsidR="008D5793" w:rsidP="008D5793" w:rsidRDefault="008D5793" w14:paraId="61DC4B4E" w14:textId="77777777">
      <w:pPr>
        <w:pStyle w:val="SClassInfoPara"/>
      </w:pPr>
      <w:r>
        <w:t>Indicator Species</w:t>
      </w:r>
    </w:p>
    <w:tbl>
      <w:tblPr>
        <w:tblW w:w="9704"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475"/>
        <w:gridCol w:w="4012"/>
        <w:gridCol w:w="2166"/>
        <w:gridCol w:w="2051"/>
      </w:tblGrid>
      <w:tr w:rsidRPr="008D5793" w:rsidR="008D5793" w:rsidTr="00E7045F" w14:paraId="2202B95E" w14:textId="77777777">
        <w:trPr>
          <w:trHeight w:val="311"/>
        </w:trPr>
        <w:tc>
          <w:tcPr>
            <w:tcW w:w="1475" w:type="dxa"/>
            <w:tcBorders>
              <w:top w:val="single" w:color="auto" w:sz="2" w:space="0"/>
              <w:bottom w:val="single" w:color="000000" w:sz="12" w:space="0"/>
            </w:tcBorders>
            <w:shd w:val="clear" w:color="auto" w:fill="auto"/>
          </w:tcPr>
          <w:p w:rsidRPr="008D5793" w:rsidR="008D5793" w:rsidP="004B4E15" w:rsidRDefault="008D5793" w14:paraId="5B41E93E" w14:textId="77777777">
            <w:pPr>
              <w:rPr>
                <w:b/>
                <w:bCs/>
              </w:rPr>
            </w:pPr>
            <w:r w:rsidRPr="008D5793">
              <w:rPr>
                <w:b/>
                <w:bCs/>
              </w:rPr>
              <w:t>Symbol</w:t>
            </w:r>
          </w:p>
        </w:tc>
        <w:tc>
          <w:tcPr>
            <w:tcW w:w="4012" w:type="dxa"/>
            <w:tcBorders>
              <w:top w:val="single" w:color="auto" w:sz="2" w:space="0"/>
              <w:bottom w:val="single" w:color="000000" w:sz="12" w:space="0"/>
            </w:tcBorders>
            <w:shd w:val="clear" w:color="auto" w:fill="auto"/>
          </w:tcPr>
          <w:p w:rsidRPr="008D5793" w:rsidR="008D5793" w:rsidP="004B4E15" w:rsidRDefault="008D5793" w14:paraId="0A9DDDAC" w14:textId="77777777">
            <w:pPr>
              <w:rPr>
                <w:b/>
                <w:bCs/>
              </w:rPr>
            </w:pPr>
            <w:r w:rsidRPr="008D5793">
              <w:rPr>
                <w:b/>
                <w:bCs/>
              </w:rPr>
              <w:t>Scientific Name</w:t>
            </w:r>
          </w:p>
        </w:tc>
        <w:tc>
          <w:tcPr>
            <w:tcW w:w="2166" w:type="dxa"/>
            <w:tcBorders>
              <w:top w:val="single" w:color="auto" w:sz="2" w:space="0"/>
              <w:bottom w:val="single" w:color="000000" w:sz="12" w:space="0"/>
            </w:tcBorders>
            <w:shd w:val="clear" w:color="auto" w:fill="auto"/>
          </w:tcPr>
          <w:p w:rsidRPr="008D5793" w:rsidR="008D5793" w:rsidP="004B4E15" w:rsidRDefault="008D5793" w14:paraId="654DC368" w14:textId="77777777">
            <w:pPr>
              <w:rPr>
                <w:b/>
                <w:bCs/>
              </w:rPr>
            </w:pPr>
            <w:r w:rsidRPr="008D5793">
              <w:rPr>
                <w:b/>
                <w:bCs/>
              </w:rPr>
              <w:t>Common Name</w:t>
            </w:r>
          </w:p>
        </w:tc>
        <w:tc>
          <w:tcPr>
            <w:tcW w:w="2051" w:type="dxa"/>
            <w:tcBorders>
              <w:top w:val="single" w:color="auto" w:sz="2" w:space="0"/>
              <w:bottom w:val="single" w:color="000000" w:sz="12" w:space="0"/>
            </w:tcBorders>
            <w:shd w:val="clear" w:color="auto" w:fill="auto"/>
          </w:tcPr>
          <w:p w:rsidRPr="008D5793" w:rsidR="008D5793" w:rsidP="004B4E15" w:rsidRDefault="008D5793" w14:paraId="734E6843" w14:textId="77777777">
            <w:pPr>
              <w:rPr>
                <w:b/>
                <w:bCs/>
              </w:rPr>
            </w:pPr>
            <w:r w:rsidRPr="008D5793">
              <w:rPr>
                <w:b/>
                <w:bCs/>
              </w:rPr>
              <w:t>Canopy Position</w:t>
            </w:r>
          </w:p>
        </w:tc>
      </w:tr>
      <w:tr w:rsidRPr="008D5793" w:rsidR="008D5793" w:rsidTr="00E7045F" w14:paraId="5279FA7E" w14:textId="77777777">
        <w:trPr>
          <w:trHeight w:val="311"/>
        </w:trPr>
        <w:tc>
          <w:tcPr>
            <w:tcW w:w="1475" w:type="dxa"/>
            <w:tcBorders>
              <w:top w:val="single" w:color="000000" w:sz="12" w:space="0"/>
            </w:tcBorders>
            <w:shd w:val="clear" w:color="auto" w:fill="auto"/>
          </w:tcPr>
          <w:p w:rsidRPr="008D5793" w:rsidR="008D5793" w:rsidP="004B4E15" w:rsidRDefault="008D5793" w14:paraId="5D8E1BB2" w14:textId="77777777">
            <w:pPr>
              <w:rPr>
                <w:bCs/>
              </w:rPr>
            </w:pPr>
            <w:r w:rsidRPr="008D5793">
              <w:rPr>
                <w:bCs/>
              </w:rPr>
              <w:t>PIGL</w:t>
            </w:r>
          </w:p>
        </w:tc>
        <w:tc>
          <w:tcPr>
            <w:tcW w:w="4012" w:type="dxa"/>
            <w:tcBorders>
              <w:top w:val="single" w:color="000000" w:sz="12" w:space="0"/>
            </w:tcBorders>
            <w:shd w:val="clear" w:color="auto" w:fill="auto"/>
          </w:tcPr>
          <w:p w:rsidRPr="00E7045F" w:rsidR="008D5793" w:rsidP="004B4E15" w:rsidRDefault="008D5793" w14:paraId="2FC95F9F" w14:textId="77777777">
            <w:pPr>
              <w:rPr>
                <w:i/>
                <w:iCs/>
              </w:rPr>
            </w:pPr>
            <w:proofErr w:type="spellStart"/>
            <w:r w:rsidRPr="00E7045F">
              <w:rPr>
                <w:i/>
                <w:iCs/>
              </w:rPr>
              <w:t>Picea</w:t>
            </w:r>
            <w:proofErr w:type="spellEnd"/>
            <w:r w:rsidRPr="00E7045F">
              <w:rPr>
                <w:i/>
                <w:iCs/>
              </w:rPr>
              <w:t xml:space="preserve"> glauca</w:t>
            </w:r>
          </w:p>
        </w:tc>
        <w:tc>
          <w:tcPr>
            <w:tcW w:w="2166" w:type="dxa"/>
            <w:tcBorders>
              <w:top w:val="single" w:color="000000" w:sz="12" w:space="0"/>
            </w:tcBorders>
            <w:shd w:val="clear" w:color="auto" w:fill="auto"/>
          </w:tcPr>
          <w:p w:rsidRPr="008D5793" w:rsidR="008D5793" w:rsidP="004B4E15" w:rsidRDefault="008D5793" w14:paraId="5B661613" w14:textId="77777777">
            <w:r w:rsidRPr="008D5793">
              <w:t>White spruce</w:t>
            </w:r>
          </w:p>
        </w:tc>
        <w:tc>
          <w:tcPr>
            <w:tcW w:w="2051" w:type="dxa"/>
            <w:tcBorders>
              <w:top w:val="single" w:color="000000" w:sz="12" w:space="0"/>
            </w:tcBorders>
            <w:shd w:val="clear" w:color="auto" w:fill="auto"/>
          </w:tcPr>
          <w:p w:rsidRPr="008D5793" w:rsidR="008D5793" w:rsidP="004B4E15" w:rsidRDefault="008D5793" w14:paraId="7669C365" w14:textId="77777777">
            <w:r w:rsidRPr="008D5793">
              <w:t>Upper</w:t>
            </w:r>
          </w:p>
        </w:tc>
      </w:tr>
      <w:tr w:rsidRPr="008D5793" w:rsidR="008D5793" w:rsidTr="00E7045F" w14:paraId="14457FB6" w14:textId="77777777">
        <w:trPr>
          <w:trHeight w:val="311"/>
        </w:trPr>
        <w:tc>
          <w:tcPr>
            <w:tcW w:w="1475" w:type="dxa"/>
            <w:shd w:val="clear" w:color="auto" w:fill="auto"/>
          </w:tcPr>
          <w:p w:rsidRPr="008D5793" w:rsidR="008D5793" w:rsidP="004B4E15" w:rsidRDefault="008D5793" w14:paraId="2C8B96E8" w14:textId="77777777">
            <w:pPr>
              <w:rPr>
                <w:bCs/>
              </w:rPr>
            </w:pPr>
            <w:r w:rsidRPr="008D5793">
              <w:rPr>
                <w:bCs/>
              </w:rPr>
              <w:t>BEPA</w:t>
            </w:r>
          </w:p>
        </w:tc>
        <w:tc>
          <w:tcPr>
            <w:tcW w:w="4012" w:type="dxa"/>
            <w:shd w:val="clear" w:color="auto" w:fill="auto"/>
          </w:tcPr>
          <w:p w:rsidRPr="00E7045F" w:rsidR="008D5793" w:rsidP="004B4E15" w:rsidRDefault="008D5793" w14:paraId="022901AD" w14:textId="23E717F3">
            <w:pPr>
              <w:rPr>
                <w:i/>
                <w:iCs/>
              </w:rPr>
            </w:pPr>
            <w:r w:rsidRPr="00E7045F">
              <w:rPr>
                <w:i/>
                <w:iCs/>
              </w:rPr>
              <w:t xml:space="preserve">Betula </w:t>
            </w:r>
            <w:proofErr w:type="spellStart"/>
            <w:r w:rsidRPr="00E7045F" w:rsidR="00041B18">
              <w:rPr>
                <w:i/>
                <w:iCs/>
              </w:rPr>
              <w:t>neoalaskana</w:t>
            </w:r>
            <w:proofErr w:type="spellEnd"/>
          </w:p>
        </w:tc>
        <w:tc>
          <w:tcPr>
            <w:tcW w:w="2166" w:type="dxa"/>
            <w:shd w:val="clear" w:color="auto" w:fill="auto"/>
          </w:tcPr>
          <w:p w:rsidRPr="008D5793" w:rsidR="008D5793" w:rsidP="004B4E15" w:rsidRDefault="008D5793" w14:paraId="7A31F095" w14:textId="77777777">
            <w:r w:rsidRPr="008D5793">
              <w:t>Paper birch</w:t>
            </w:r>
          </w:p>
        </w:tc>
        <w:tc>
          <w:tcPr>
            <w:tcW w:w="2051" w:type="dxa"/>
            <w:shd w:val="clear" w:color="auto" w:fill="auto"/>
          </w:tcPr>
          <w:p w:rsidRPr="008D5793" w:rsidR="008D5793" w:rsidP="004B4E15" w:rsidRDefault="008D5793" w14:paraId="68E780CF" w14:textId="77777777">
            <w:r w:rsidRPr="008D5793">
              <w:t>Upper</w:t>
            </w:r>
          </w:p>
        </w:tc>
      </w:tr>
      <w:tr w:rsidRPr="008D5793" w:rsidR="008D5793" w:rsidTr="00E7045F" w14:paraId="04563C79" w14:textId="77777777">
        <w:trPr>
          <w:trHeight w:val="309"/>
        </w:trPr>
        <w:tc>
          <w:tcPr>
            <w:tcW w:w="1475" w:type="dxa"/>
            <w:shd w:val="clear" w:color="auto" w:fill="auto"/>
          </w:tcPr>
          <w:p w:rsidRPr="008D5793" w:rsidR="008D5793" w:rsidP="004B4E15" w:rsidRDefault="008D5793" w14:paraId="49411BEB" w14:textId="77777777">
            <w:pPr>
              <w:rPr>
                <w:bCs/>
              </w:rPr>
            </w:pPr>
            <w:r w:rsidRPr="008D5793">
              <w:rPr>
                <w:bCs/>
              </w:rPr>
              <w:t>POBA2</w:t>
            </w:r>
          </w:p>
        </w:tc>
        <w:tc>
          <w:tcPr>
            <w:tcW w:w="4012" w:type="dxa"/>
            <w:shd w:val="clear" w:color="auto" w:fill="auto"/>
          </w:tcPr>
          <w:p w:rsidRPr="00E7045F" w:rsidR="008D5793" w:rsidP="004B4E15" w:rsidRDefault="008D5793" w14:paraId="61D8E60E" w14:textId="7DEB66F0">
            <w:pPr>
              <w:rPr>
                <w:i/>
                <w:iCs/>
              </w:rPr>
            </w:pPr>
            <w:r w:rsidRPr="00E7045F">
              <w:rPr>
                <w:i/>
                <w:iCs/>
              </w:rPr>
              <w:t>Populus balsamifera</w:t>
            </w:r>
            <w:r w:rsidRPr="00E7045F" w:rsidR="00041B18">
              <w:rPr>
                <w:i/>
                <w:iCs/>
              </w:rPr>
              <w:t xml:space="preserve"> </w:t>
            </w:r>
            <w:r w:rsidRPr="00E7045F" w:rsidR="00041B18">
              <w:t>ssp</w:t>
            </w:r>
            <w:r w:rsidR="00E7045F">
              <w:rPr>
                <w:i/>
                <w:iCs/>
              </w:rPr>
              <w:t>.</w:t>
            </w:r>
            <w:r w:rsidRPr="00E7045F" w:rsidR="00041B18">
              <w:rPr>
                <w:i/>
                <w:iCs/>
              </w:rPr>
              <w:t xml:space="preserve"> balsamifera</w:t>
            </w:r>
          </w:p>
        </w:tc>
        <w:tc>
          <w:tcPr>
            <w:tcW w:w="2166" w:type="dxa"/>
            <w:shd w:val="clear" w:color="auto" w:fill="auto"/>
          </w:tcPr>
          <w:p w:rsidRPr="008D5793" w:rsidR="008D5793" w:rsidP="004B4E15" w:rsidRDefault="008D5793" w14:paraId="58FE7F33" w14:textId="77777777">
            <w:r w:rsidRPr="008D5793">
              <w:t>Balsam poplar</w:t>
            </w:r>
          </w:p>
        </w:tc>
        <w:tc>
          <w:tcPr>
            <w:tcW w:w="2051" w:type="dxa"/>
            <w:shd w:val="clear" w:color="auto" w:fill="auto"/>
          </w:tcPr>
          <w:p w:rsidRPr="008D5793" w:rsidR="008D5793" w:rsidP="004B4E15" w:rsidRDefault="008D5793" w14:paraId="3662B8BF" w14:textId="77777777">
            <w:r w:rsidRPr="008D5793">
              <w:t>Upper</w:t>
            </w:r>
          </w:p>
        </w:tc>
      </w:tr>
      <w:tr w:rsidRPr="008D5793" w:rsidR="008D5793" w:rsidTr="00E7045F" w14:paraId="5DB15AC4" w14:textId="77777777">
        <w:trPr>
          <w:trHeight w:val="301"/>
        </w:trPr>
        <w:tc>
          <w:tcPr>
            <w:tcW w:w="1475" w:type="dxa"/>
            <w:shd w:val="clear" w:color="auto" w:fill="auto"/>
          </w:tcPr>
          <w:p w:rsidRPr="008D5793" w:rsidR="008D5793" w:rsidP="004B4E15" w:rsidRDefault="008D5793" w14:paraId="7B5AB390" w14:textId="77777777">
            <w:pPr>
              <w:rPr>
                <w:bCs/>
              </w:rPr>
            </w:pPr>
            <w:r w:rsidRPr="008D5793">
              <w:rPr>
                <w:bCs/>
              </w:rPr>
              <w:t>POTR5</w:t>
            </w:r>
          </w:p>
        </w:tc>
        <w:tc>
          <w:tcPr>
            <w:tcW w:w="4012" w:type="dxa"/>
            <w:shd w:val="clear" w:color="auto" w:fill="auto"/>
          </w:tcPr>
          <w:p w:rsidRPr="00E7045F" w:rsidR="008D5793" w:rsidP="004B4E15" w:rsidRDefault="008D5793" w14:paraId="61A791B3" w14:textId="77777777">
            <w:pPr>
              <w:rPr>
                <w:i/>
                <w:iCs/>
              </w:rPr>
            </w:pPr>
            <w:r w:rsidRPr="00E7045F">
              <w:rPr>
                <w:i/>
                <w:iCs/>
              </w:rPr>
              <w:t>Populus tremuloides</w:t>
            </w:r>
          </w:p>
        </w:tc>
        <w:tc>
          <w:tcPr>
            <w:tcW w:w="2166" w:type="dxa"/>
            <w:shd w:val="clear" w:color="auto" w:fill="auto"/>
          </w:tcPr>
          <w:p w:rsidRPr="008D5793" w:rsidR="008D5793" w:rsidP="004B4E15" w:rsidRDefault="008D5793" w14:paraId="748D5990" w14:textId="77777777">
            <w:r w:rsidRPr="008D5793">
              <w:t>Quaking aspen</w:t>
            </w:r>
          </w:p>
        </w:tc>
        <w:tc>
          <w:tcPr>
            <w:tcW w:w="2051" w:type="dxa"/>
            <w:shd w:val="clear" w:color="auto" w:fill="auto"/>
          </w:tcPr>
          <w:p w:rsidRPr="008D5793" w:rsidR="008D5793" w:rsidP="004B4E15" w:rsidRDefault="008D5793" w14:paraId="6DB1EBD6" w14:textId="77777777">
            <w:r w:rsidRPr="008D5793">
              <w:t>Upper</w:t>
            </w:r>
          </w:p>
        </w:tc>
      </w:tr>
    </w:tbl>
    <w:p w:rsidR="008D5793" w:rsidP="008D5793" w:rsidRDefault="008D5793" w14:paraId="77F3EBF0" w14:textId="77777777"/>
    <w:p w:rsidR="008D5793" w:rsidP="008D5793" w:rsidRDefault="008D5793" w14:paraId="63AF551D" w14:textId="77777777">
      <w:pPr>
        <w:pStyle w:val="SClassInfoPara"/>
      </w:pPr>
      <w:r>
        <w:t>Description</w:t>
      </w:r>
    </w:p>
    <w:p w:rsidR="008D5793" w:rsidP="008D5793" w:rsidRDefault="008D5793" w14:paraId="4CFF8BE3" w14:textId="4AD90072">
      <w:r>
        <w:t xml:space="preserve">Open conifer, hardwood, or mixed. Young trees become dominant in the overstory. </w:t>
      </w:r>
      <w:r w:rsidRPr="00E7045F">
        <w:rPr>
          <w:i/>
          <w:iCs/>
        </w:rPr>
        <w:t>Calamagrostis</w:t>
      </w:r>
      <w:r>
        <w:t xml:space="preserve">, if dominant in Class A, diminishes in importance. </w:t>
      </w:r>
      <w:r w:rsidRPr="00E7045F">
        <w:rPr>
          <w:i/>
          <w:iCs/>
        </w:rPr>
        <w:t xml:space="preserve">Rosa </w:t>
      </w:r>
      <w:proofErr w:type="spellStart"/>
      <w:r w:rsidRPr="00E7045F">
        <w:rPr>
          <w:i/>
          <w:iCs/>
        </w:rPr>
        <w:t>acicularis</w:t>
      </w:r>
      <w:proofErr w:type="spellEnd"/>
      <w:r w:rsidRPr="00E7045F">
        <w:rPr>
          <w:i/>
          <w:iCs/>
        </w:rPr>
        <w:t xml:space="preserve">, Equisetum </w:t>
      </w:r>
      <w:r w:rsidRPr="00E7045F">
        <w:t>spp</w:t>
      </w:r>
      <w:r w:rsidRPr="00E7045F">
        <w:rPr>
          <w:i/>
          <w:iCs/>
        </w:rPr>
        <w:t>.</w:t>
      </w:r>
      <w:r w:rsidR="00E7045F">
        <w:rPr>
          <w:i/>
          <w:iCs/>
        </w:rPr>
        <w:t>,</w:t>
      </w:r>
      <w:r w:rsidRPr="00E7045F">
        <w:rPr>
          <w:i/>
          <w:iCs/>
        </w:rPr>
        <w:t xml:space="preserve"> </w:t>
      </w:r>
      <w:r w:rsidRPr="00E7045F">
        <w:t>and</w:t>
      </w:r>
      <w:r w:rsidRPr="00E7045F">
        <w:rPr>
          <w:i/>
          <w:iCs/>
        </w:rPr>
        <w:t xml:space="preserve"> Linnea borealis</w:t>
      </w:r>
      <w:r>
        <w:t xml:space="preserve"> are commonly in the understory. Lichens and mosses become established.</w:t>
      </w:r>
    </w:p>
    <w:p w:rsidR="008D5793" w:rsidP="008D5793" w:rsidRDefault="008D5793" w14:paraId="54837B33" w14:textId="77777777"/>
    <w:p w:rsidR="00970FB4" w:rsidP="008D5793" w:rsidRDefault="00970FB4" w14:paraId="7C304E2A" w14:textId="77777777"/>
    <w:p>
      <w:r>
        <w:rPr>
          <w:i/>
          <w:u w:val="single"/>
        </w:rPr>
        <w:t>Maximum Tree Size Class</w:t>
      </w:r>
      <w:br/>
      <w:r>
        <w:t>Pole 5–9" (swd)/5–11" (hwd)</w:t>
      </w:r>
    </w:p>
    <w:p w:rsidR="008D5793" w:rsidP="008D5793" w:rsidRDefault="008D5793" w14:paraId="531A3B3A" w14:textId="77777777">
      <w:pPr>
        <w:pStyle w:val="InfoPara"/>
        <w:pBdr>
          <w:top w:val="single" w:color="auto" w:sz="4" w:space="1"/>
        </w:pBdr>
      </w:pPr>
      <w:r xmlns:w="http://schemas.openxmlformats.org/wordprocessingml/2006/main">
        <w:t>Class D</w:t>
      </w:r>
      <w:r xmlns:w="http://schemas.openxmlformats.org/wordprocessingml/2006/main">
        <w:tab/>
        <w:t>64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8D5793" w:rsidP="008D5793" w:rsidRDefault="008D5793" w14:paraId="78DF172D" w14:textId="77777777"/>
    <w:p w:rsidR="008D5793" w:rsidP="008D5793" w:rsidRDefault="008D5793" w14:paraId="21891F79" w14:textId="77777777">
      <w:pPr>
        <w:pStyle w:val="SClassInfoPara"/>
      </w:pPr>
      <w:r>
        <w:t>Indicator Species</w:t>
      </w:r>
    </w:p>
    <w:tbl>
      <w:tblPr>
        <w:tblW w:w="946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57"/>
        <w:gridCol w:w="3960"/>
        <w:gridCol w:w="2160"/>
        <w:gridCol w:w="2085"/>
      </w:tblGrid>
      <w:tr w:rsidRPr="008D5793" w:rsidR="008D5793" w:rsidTr="00E7045F" w14:paraId="27B27CE3" w14:textId="77777777">
        <w:trPr>
          <w:trHeight w:val="280"/>
        </w:trPr>
        <w:tc>
          <w:tcPr>
            <w:tcW w:w="1257" w:type="dxa"/>
            <w:tcBorders>
              <w:top w:val="single" w:color="auto" w:sz="2" w:space="0"/>
              <w:bottom w:val="single" w:color="000000" w:sz="12" w:space="0"/>
            </w:tcBorders>
            <w:shd w:val="clear" w:color="auto" w:fill="auto"/>
          </w:tcPr>
          <w:p w:rsidRPr="008D5793" w:rsidR="008D5793" w:rsidP="004B4E15" w:rsidRDefault="008D5793" w14:paraId="24891DD4" w14:textId="77777777">
            <w:pPr>
              <w:rPr>
                <w:b/>
                <w:bCs/>
              </w:rPr>
            </w:pPr>
            <w:r w:rsidRPr="008D5793">
              <w:rPr>
                <w:b/>
                <w:bCs/>
              </w:rPr>
              <w:t>Symbol</w:t>
            </w:r>
          </w:p>
        </w:tc>
        <w:tc>
          <w:tcPr>
            <w:tcW w:w="3960" w:type="dxa"/>
            <w:tcBorders>
              <w:top w:val="single" w:color="auto" w:sz="2" w:space="0"/>
              <w:bottom w:val="single" w:color="000000" w:sz="12" w:space="0"/>
            </w:tcBorders>
            <w:shd w:val="clear" w:color="auto" w:fill="auto"/>
          </w:tcPr>
          <w:p w:rsidRPr="008D5793" w:rsidR="008D5793" w:rsidP="004B4E15" w:rsidRDefault="008D5793" w14:paraId="3B4A22AF" w14:textId="77777777">
            <w:pPr>
              <w:rPr>
                <w:b/>
                <w:bCs/>
              </w:rPr>
            </w:pPr>
            <w:r w:rsidRPr="008D5793">
              <w:rPr>
                <w:b/>
                <w:bCs/>
              </w:rPr>
              <w:t>Scientific Name</w:t>
            </w:r>
          </w:p>
        </w:tc>
        <w:tc>
          <w:tcPr>
            <w:tcW w:w="2160" w:type="dxa"/>
            <w:tcBorders>
              <w:top w:val="single" w:color="auto" w:sz="2" w:space="0"/>
              <w:bottom w:val="single" w:color="000000" w:sz="12" w:space="0"/>
            </w:tcBorders>
            <w:shd w:val="clear" w:color="auto" w:fill="auto"/>
          </w:tcPr>
          <w:p w:rsidRPr="008D5793" w:rsidR="008D5793" w:rsidP="004B4E15" w:rsidRDefault="008D5793" w14:paraId="26217728" w14:textId="77777777">
            <w:pPr>
              <w:rPr>
                <w:b/>
                <w:bCs/>
              </w:rPr>
            </w:pPr>
            <w:r w:rsidRPr="008D5793">
              <w:rPr>
                <w:b/>
                <w:bCs/>
              </w:rPr>
              <w:t>Common Name</w:t>
            </w:r>
          </w:p>
        </w:tc>
        <w:tc>
          <w:tcPr>
            <w:tcW w:w="2085" w:type="dxa"/>
            <w:tcBorders>
              <w:top w:val="single" w:color="auto" w:sz="2" w:space="0"/>
              <w:bottom w:val="single" w:color="000000" w:sz="12" w:space="0"/>
            </w:tcBorders>
            <w:shd w:val="clear" w:color="auto" w:fill="auto"/>
          </w:tcPr>
          <w:p w:rsidRPr="008D5793" w:rsidR="008D5793" w:rsidP="004B4E15" w:rsidRDefault="008D5793" w14:paraId="6CE4FC5D" w14:textId="77777777">
            <w:pPr>
              <w:rPr>
                <w:b/>
                <w:bCs/>
              </w:rPr>
            </w:pPr>
            <w:r w:rsidRPr="008D5793">
              <w:rPr>
                <w:b/>
                <w:bCs/>
              </w:rPr>
              <w:t>Canopy Position</w:t>
            </w:r>
          </w:p>
        </w:tc>
      </w:tr>
      <w:tr w:rsidRPr="008D5793" w:rsidR="008D5793" w:rsidTr="00E7045F" w14:paraId="1F08847A" w14:textId="77777777">
        <w:trPr>
          <w:trHeight w:val="280"/>
        </w:trPr>
        <w:tc>
          <w:tcPr>
            <w:tcW w:w="1257" w:type="dxa"/>
            <w:tcBorders>
              <w:top w:val="single" w:color="000000" w:sz="12" w:space="0"/>
            </w:tcBorders>
            <w:shd w:val="clear" w:color="auto" w:fill="auto"/>
          </w:tcPr>
          <w:p w:rsidRPr="008D5793" w:rsidR="008D5793" w:rsidP="004B4E15" w:rsidRDefault="008D5793" w14:paraId="056DE91C" w14:textId="77777777">
            <w:pPr>
              <w:rPr>
                <w:bCs/>
              </w:rPr>
            </w:pPr>
            <w:r w:rsidRPr="008D5793">
              <w:rPr>
                <w:bCs/>
              </w:rPr>
              <w:t>PIGL</w:t>
            </w:r>
          </w:p>
        </w:tc>
        <w:tc>
          <w:tcPr>
            <w:tcW w:w="3960" w:type="dxa"/>
            <w:tcBorders>
              <w:top w:val="single" w:color="000000" w:sz="12" w:space="0"/>
            </w:tcBorders>
            <w:shd w:val="clear" w:color="auto" w:fill="auto"/>
          </w:tcPr>
          <w:p w:rsidRPr="00E7045F" w:rsidR="008D5793" w:rsidP="004B4E15" w:rsidRDefault="008D5793" w14:paraId="64948613" w14:textId="77777777">
            <w:pPr>
              <w:rPr>
                <w:i/>
                <w:iCs/>
              </w:rPr>
            </w:pPr>
            <w:r w:rsidRPr="00E7045F">
              <w:rPr>
                <w:i/>
                <w:iCs/>
              </w:rPr>
              <w:t>Picea glauca</w:t>
            </w:r>
          </w:p>
        </w:tc>
        <w:tc>
          <w:tcPr>
            <w:tcW w:w="2160" w:type="dxa"/>
            <w:tcBorders>
              <w:top w:val="single" w:color="000000" w:sz="12" w:space="0"/>
            </w:tcBorders>
            <w:shd w:val="clear" w:color="auto" w:fill="auto"/>
          </w:tcPr>
          <w:p w:rsidRPr="008D5793" w:rsidR="008D5793" w:rsidP="004B4E15" w:rsidRDefault="008D5793" w14:paraId="30E87BDE" w14:textId="77777777">
            <w:r w:rsidRPr="008D5793">
              <w:t>White spruce</w:t>
            </w:r>
          </w:p>
        </w:tc>
        <w:tc>
          <w:tcPr>
            <w:tcW w:w="2085" w:type="dxa"/>
            <w:tcBorders>
              <w:top w:val="single" w:color="000000" w:sz="12" w:space="0"/>
            </w:tcBorders>
            <w:shd w:val="clear" w:color="auto" w:fill="auto"/>
          </w:tcPr>
          <w:p w:rsidRPr="008D5793" w:rsidR="008D5793" w:rsidP="004B4E15" w:rsidRDefault="008D5793" w14:paraId="61E4BBE1" w14:textId="77777777">
            <w:r w:rsidRPr="008D5793">
              <w:t>Upper</w:t>
            </w:r>
          </w:p>
        </w:tc>
      </w:tr>
      <w:tr w:rsidRPr="008D5793" w:rsidR="008D5793" w:rsidTr="00E7045F" w14:paraId="04054529" w14:textId="77777777">
        <w:trPr>
          <w:trHeight w:val="280"/>
        </w:trPr>
        <w:tc>
          <w:tcPr>
            <w:tcW w:w="1257" w:type="dxa"/>
            <w:shd w:val="clear" w:color="auto" w:fill="auto"/>
          </w:tcPr>
          <w:p w:rsidRPr="008D5793" w:rsidR="008D5793" w:rsidP="004B4E15" w:rsidRDefault="008D5793" w14:paraId="24CEF8B7" w14:textId="77777777">
            <w:pPr>
              <w:rPr>
                <w:bCs/>
              </w:rPr>
            </w:pPr>
            <w:r w:rsidRPr="008D5793">
              <w:rPr>
                <w:bCs/>
              </w:rPr>
              <w:t>BEPA</w:t>
            </w:r>
          </w:p>
        </w:tc>
        <w:tc>
          <w:tcPr>
            <w:tcW w:w="3960" w:type="dxa"/>
            <w:shd w:val="clear" w:color="auto" w:fill="auto"/>
          </w:tcPr>
          <w:p w:rsidRPr="00E7045F" w:rsidR="008D5793" w:rsidP="004B4E15" w:rsidRDefault="008D5793" w14:paraId="33284764" w14:textId="738E7946">
            <w:pPr>
              <w:rPr>
                <w:i/>
                <w:iCs/>
              </w:rPr>
            </w:pPr>
            <w:r w:rsidRPr="00E7045F">
              <w:rPr>
                <w:i/>
                <w:iCs/>
              </w:rPr>
              <w:t xml:space="preserve">Betula </w:t>
            </w:r>
            <w:proofErr w:type="spellStart"/>
            <w:r w:rsidRPr="00E7045F" w:rsidR="00041B18">
              <w:rPr>
                <w:i/>
                <w:iCs/>
              </w:rPr>
              <w:t>neoalaskana</w:t>
            </w:r>
            <w:proofErr w:type="spellEnd"/>
          </w:p>
        </w:tc>
        <w:tc>
          <w:tcPr>
            <w:tcW w:w="2160" w:type="dxa"/>
            <w:shd w:val="clear" w:color="auto" w:fill="auto"/>
          </w:tcPr>
          <w:p w:rsidRPr="008D5793" w:rsidR="008D5793" w:rsidP="004B4E15" w:rsidRDefault="008D5793" w14:paraId="2B47A909" w14:textId="77777777">
            <w:r w:rsidRPr="008D5793">
              <w:t>Paper birch</w:t>
            </w:r>
          </w:p>
        </w:tc>
        <w:tc>
          <w:tcPr>
            <w:tcW w:w="2085" w:type="dxa"/>
            <w:shd w:val="clear" w:color="auto" w:fill="auto"/>
          </w:tcPr>
          <w:p w:rsidRPr="008D5793" w:rsidR="008D5793" w:rsidP="004B4E15" w:rsidRDefault="008D5793" w14:paraId="772C92B6" w14:textId="77777777">
            <w:r w:rsidRPr="008D5793">
              <w:t>Upper</w:t>
            </w:r>
          </w:p>
        </w:tc>
      </w:tr>
      <w:tr w:rsidRPr="008D5793" w:rsidR="008D5793" w:rsidTr="00E7045F" w14:paraId="50BC4699" w14:textId="77777777">
        <w:trPr>
          <w:trHeight w:val="264"/>
        </w:trPr>
        <w:tc>
          <w:tcPr>
            <w:tcW w:w="1257" w:type="dxa"/>
            <w:shd w:val="clear" w:color="auto" w:fill="auto"/>
          </w:tcPr>
          <w:p w:rsidRPr="008D5793" w:rsidR="008D5793" w:rsidP="004B4E15" w:rsidRDefault="008D5793" w14:paraId="593ADEE1" w14:textId="77777777">
            <w:pPr>
              <w:rPr>
                <w:bCs/>
              </w:rPr>
            </w:pPr>
            <w:r w:rsidRPr="008D5793">
              <w:rPr>
                <w:bCs/>
              </w:rPr>
              <w:t>POBA2</w:t>
            </w:r>
          </w:p>
        </w:tc>
        <w:tc>
          <w:tcPr>
            <w:tcW w:w="3960" w:type="dxa"/>
            <w:shd w:val="clear" w:color="auto" w:fill="auto"/>
          </w:tcPr>
          <w:p w:rsidRPr="00E7045F" w:rsidR="008D5793" w:rsidP="004B4E15" w:rsidRDefault="008D5793" w14:paraId="4285454A" w14:textId="3FBE151D">
            <w:pPr>
              <w:rPr>
                <w:i/>
                <w:iCs/>
              </w:rPr>
            </w:pPr>
            <w:r w:rsidRPr="00E7045F">
              <w:rPr>
                <w:i/>
                <w:iCs/>
              </w:rPr>
              <w:t>Populus balsamifera</w:t>
            </w:r>
            <w:r w:rsidRPr="00E7045F" w:rsidR="00041B18">
              <w:rPr>
                <w:i/>
                <w:iCs/>
              </w:rPr>
              <w:t xml:space="preserve"> </w:t>
            </w:r>
            <w:r w:rsidRPr="00E7045F" w:rsidR="00041B18">
              <w:t>ssp</w:t>
            </w:r>
            <w:r w:rsidRPr="00E7045F" w:rsidR="00041B18">
              <w:rPr>
                <w:i/>
                <w:iCs/>
              </w:rPr>
              <w:t>. balsamifera</w:t>
            </w:r>
          </w:p>
        </w:tc>
        <w:tc>
          <w:tcPr>
            <w:tcW w:w="2160" w:type="dxa"/>
            <w:shd w:val="clear" w:color="auto" w:fill="auto"/>
          </w:tcPr>
          <w:p w:rsidRPr="008D5793" w:rsidR="008D5793" w:rsidP="004B4E15" w:rsidRDefault="008D5793" w14:paraId="0DC002C6" w14:textId="77777777">
            <w:r w:rsidRPr="008D5793">
              <w:t>Balsam poplar</w:t>
            </w:r>
          </w:p>
        </w:tc>
        <w:tc>
          <w:tcPr>
            <w:tcW w:w="2085" w:type="dxa"/>
            <w:shd w:val="clear" w:color="auto" w:fill="auto"/>
          </w:tcPr>
          <w:p w:rsidRPr="008D5793" w:rsidR="008D5793" w:rsidP="004B4E15" w:rsidRDefault="008D5793" w14:paraId="1A372612" w14:textId="77777777">
            <w:r w:rsidRPr="008D5793">
              <w:t>Upper</w:t>
            </w:r>
          </w:p>
        </w:tc>
      </w:tr>
      <w:tr w:rsidRPr="008D5793" w:rsidR="008D5793" w:rsidTr="00E7045F" w14:paraId="5393DD81" w14:textId="77777777">
        <w:trPr>
          <w:trHeight w:val="270"/>
        </w:trPr>
        <w:tc>
          <w:tcPr>
            <w:tcW w:w="1257" w:type="dxa"/>
            <w:shd w:val="clear" w:color="auto" w:fill="auto"/>
          </w:tcPr>
          <w:p w:rsidRPr="008D5793" w:rsidR="008D5793" w:rsidP="004B4E15" w:rsidRDefault="008D5793" w14:paraId="61ED2F0D" w14:textId="77777777">
            <w:pPr>
              <w:rPr>
                <w:bCs/>
              </w:rPr>
            </w:pPr>
            <w:r w:rsidRPr="008D5793">
              <w:rPr>
                <w:bCs/>
              </w:rPr>
              <w:t>POTR5</w:t>
            </w:r>
          </w:p>
        </w:tc>
        <w:tc>
          <w:tcPr>
            <w:tcW w:w="3960" w:type="dxa"/>
            <w:shd w:val="clear" w:color="auto" w:fill="auto"/>
          </w:tcPr>
          <w:p w:rsidRPr="00E7045F" w:rsidR="008D5793" w:rsidP="004B4E15" w:rsidRDefault="008D5793" w14:paraId="6332ECE6" w14:textId="77777777">
            <w:pPr>
              <w:rPr>
                <w:i/>
                <w:iCs/>
              </w:rPr>
            </w:pPr>
            <w:r w:rsidRPr="00E7045F">
              <w:rPr>
                <w:i/>
                <w:iCs/>
              </w:rPr>
              <w:t>Populus tremuloides</w:t>
            </w:r>
          </w:p>
        </w:tc>
        <w:tc>
          <w:tcPr>
            <w:tcW w:w="2160" w:type="dxa"/>
            <w:shd w:val="clear" w:color="auto" w:fill="auto"/>
          </w:tcPr>
          <w:p w:rsidRPr="008D5793" w:rsidR="008D5793" w:rsidP="004B4E15" w:rsidRDefault="008D5793" w14:paraId="33B711F7" w14:textId="77777777">
            <w:r w:rsidRPr="008D5793">
              <w:t>Quaking aspen</w:t>
            </w:r>
          </w:p>
        </w:tc>
        <w:tc>
          <w:tcPr>
            <w:tcW w:w="2085" w:type="dxa"/>
            <w:shd w:val="clear" w:color="auto" w:fill="auto"/>
          </w:tcPr>
          <w:p w:rsidRPr="008D5793" w:rsidR="008D5793" w:rsidP="004B4E15" w:rsidRDefault="008D5793" w14:paraId="1139057A" w14:textId="77777777">
            <w:r w:rsidRPr="008D5793">
              <w:t>Upper</w:t>
            </w:r>
          </w:p>
        </w:tc>
      </w:tr>
    </w:tbl>
    <w:p w:rsidR="008D5793" w:rsidP="008D5793" w:rsidRDefault="008D5793" w14:paraId="6AA582F0" w14:textId="77777777"/>
    <w:p w:rsidR="008D5793" w:rsidP="008D5793" w:rsidRDefault="008D5793" w14:paraId="6A9D32A9" w14:textId="77777777">
      <w:pPr>
        <w:pStyle w:val="SClassInfoPara"/>
      </w:pPr>
      <w:r>
        <w:t>Description</w:t>
      </w:r>
    </w:p>
    <w:p w:rsidR="008D5793" w:rsidP="008D5793" w:rsidRDefault="008D5793" w14:paraId="5752A600" w14:textId="67B8F0CC">
      <w:r>
        <w:t>Open conifer</w:t>
      </w:r>
      <w:r w:rsidR="00165095">
        <w:t>, o</w:t>
      </w:r>
      <w:r>
        <w:t>pen spruce, hardwood</w:t>
      </w:r>
      <w:r w:rsidR="00E7045F">
        <w:t>,</w:t>
      </w:r>
      <w:r>
        <w:t xml:space="preserve"> or mixed stands with tree density &lt; 60%. Hardwoods, if present and mixed with spruce, lose dominance in overstory during this phase. Occasional hardwoods may remain. The understory may include various combinations of tall shrubs, low shrubs, herbs, mosses</w:t>
      </w:r>
      <w:r w:rsidR="00313510">
        <w:t>,</w:t>
      </w:r>
      <w:r>
        <w:t xml:space="preserve"> and lichens.</w:t>
      </w:r>
    </w:p>
    <w:p w:rsidR="008D5793" w:rsidP="008D5793" w:rsidRDefault="008D5793" w14:paraId="52A2DDA3" w14:textId="77777777"/>
    <w:p w:rsidR="00970FB4" w:rsidP="008D5793" w:rsidRDefault="00970FB4" w14:paraId="5C586D44" w14:textId="77777777"/>
    <w:p>
      <w:r>
        <w:rPr>
          <w:i/>
          <w:u w:val="single"/>
        </w:rPr>
        <w:t>Maximum Tree Size Class</w:t>
      </w:r>
      <w:br/>
      <w:r>
        <w:t>Large 20" – 40"</w:t>
      </w:r>
    </w:p>
    <w:p w:rsidR="008D5793" w:rsidP="008D5793" w:rsidRDefault="008D5793" w14:paraId="4D1D924D" w14:textId="77777777">
      <w:pPr>
        <w:pStyle w:val="InfoPara"/>
        <w:pBdr>
          <w:top w:val="single" w:color="auto" w:sz="4" w:space="1"/>
        </w:pBdr>
      </w:pPr>
      <w:r xmlns:w="http://schemas.openxmlformats.org/wordprocessingml/2006/main">
        <w:t>Class E</w:t>
      </w:r>
      <w:r xmlns:w="http://schemas.openxmlformats.org/wordprocessingml/2006/main">
        <w:tab/>
        <w:t>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8D5793" w:rsidP="008D5793" w:rsidRDefault="008D5793" w14:paraId="73D7212F" w14:textId="77777777"/>
    <w:p w:rsidR="008D5793" w:rsidP="008D5793" w:rsidRDefault="008D5793" w14:paraId="1F2101D6" w14:textId="77777777">
      <w:pPr>
        <w:pStyle w:val="SClassInfoPara"/>
      </w:pPr>
      <w:r>
        <w:t>Indicator Species</w:t>
      </w:r>
    </w:p>
    <w:tbl>
      <w:tblPr>
        <w:tblW w:w="9379"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426"/>
        <w:gridCol w:w="3881"/>
        <w:gridCol w:w="2070"/>
        <w:gridCol w:w="2002"/>
      </w:tblGrid>
      <w:tr w:rsidRPr="008D5793" w:rsidR="008D5793" w:rsidTr="00313510" w14:paraId="4C8D2026" w14:textId="77777777">
        <w:trPr>
          <w:trHeight w:val="267"/>
        </w:trPr>
        <w:tc>
          <w:tcPr>
            <w:tcW w:w="1426" w:type="dxa"/>
            <w:tcBorders>
              <w:top w:val="single" w:color="auto" w:sz="2" w:space="0"/>
              <w:bottom w:val="single" w:color="000000" w:sz="12" w:space="0"/>
            </w:tcBorders>
            <w:shd w:val="clear" w:color="auto" w:fill="auto"/>
          </w:tcPr>
          <w:p w:rsidRPr="008D5793" w:rsidR="008D5793" w:rsidP="004B4E15" w:rsidRDefault="008D5793" w14:paraId="505028A9" w14:textId="77777777">
            <w:pPr>
              <w:rPr>
                <w:b/>
                <w:bCs/>
              </w:rPr>
            </w:pPr>
            <w:r w:rsidRPr="008D5793">
              <w:rPr>
                <w:b/>
                <w:bCs/>
              </w:rPr>
              <w:t>Symbol</w:t>
            </w:r>
          </w:p>
        </w:tc>
        <w:tc>
          <w:tcPr>
            <w:tcW w:w="3881" w:type="dxa"/>
            <w:tcBorders>
              <w:top w:val="single" w:color="auto" w:sz="2" w:space="0"/>
              <w:bottom w:val="single" w:color="000000" w:sz="12" w:space="0"/>
            </w:tcBorders>
            <w:shd w:val="clear" w:color="auto" w:fill="auto"/>
          </w:tcPr>
          <w:p w:rsidRPr="008D5793" w:rsidR="008D5793" w:rsidP="004B4E15" w:rsidRDefault="008D5793" w14:paraId="2E34C4E5" w14:textId="77777777">
            <w:pPr>
              <w:rPr>
                <w:b/>
                <w:bCs/>
              </w:rPr>
            </w:pPr>
            <w:r w:rsidRPr="008D5793">
              <w:rPr>
                <w:b/>
                <w:bCs/>
              </w:rPr>
              <w:t>Scientific Name</w:t>
            </w:r>
          </w:p>
        </w:tc>
        <w:tc>
          <w:tcPr>
            <w:tcW w:w="2070" w:type="dxa"/>
            <w:tcBorders>
              <w:top w:val="single" w:color="auto" w:sz="2" w:space="0"/>
              <w:bottom w:val="single" w:color="000000" w:sz="12" w:space="0"/>
            </w:tcBorders>
            <w:shd w:val="clear" w:color="auto" w:fill="auto"/>
          </w:tcPr>
          <w:p w:rsidRPr="008D5793" w:rsidR="008D5793" w:rsidP="004B4E15" w:rsidRDefault="008D5793" w14:paraId="39725571" w14:textId="77777777">
            <w:pPr>
              <w:rPr>
                <w:b/>
                <w:bCs/>
              </w:rPr>
            </w:pPr>
            <w:r w:rsidRPr="008D5793">
              <w:rPr>
                <w:b/>
                <w:bCs/>
              </w:rPr>
              <w:t>Common Name</w:t>
            </w:r>
          </w:p>
        </w:tc>
        <w:tc>
          <w:tcPr>
            <w:tcW w:w="2002" w:type="dxa"/>
            <w:tcBorders>
              <w:top w:val="single" w:color="auto" w:sz="2" w:space="0"/>
              <w:bottom w:val="single" w:color="000000" w:sz="12" w:space="0"/>
            </w:tcBorders>
            <w:shd w:val="clear" w:color="auto" w:fill="auto"/>
          </w:tcPr>
          <w:p w:rsidRPr="008D5793" w:rsidR="008D5793" w:rsidP="004B4E15" w:rsidRDefault="008D5793" w14:paraId="72449821" w14:textId="77777777">
            <w:pPr>
              <w:rPr>
                <w:b/>
                <w:bCs/>
              </w:rPr>
            </w:pPr>
            <w:r w:rsidRPr="008D5793">
              <w:rPr>
                <w:b/>
                <w:bCs/>
              </w:rPr>
              <w:t>Canopy Position</w:t>
            </w:r>
          </w:p>
        </w:tc>
      </w:tr>
      <w:tr w:rsidRPr="008D5793" w:rsidR="008D5793" w:rsidTr="00313510" w14:paraId="266FD247" w14:textId="77777777">
        <w:trPr>
          <w:trHeight w:val="267"/>
        </w:trPr>
        <w:tc>
          <w:tcPr>
            <w:tcW w:w="1426" w:type="dxa"/>
            <w:tcBorders>
              <w:top w:val="single" w:color="000000" w:sz="12" w:space="0"/>
            </w:tcBorders>
            <w:shd w:val="clear" w:color="auto" w:fill="auto"/>
          </w:tcPr>
          <w:p w:rsidRPr="008D5793" w:rsidR="008D5793" w:rsidP="004B4E15" w:rsidRDefault="008D5793" w14:paraId="5D173CE0" w14:textId="77777777">
            <w:pPr>
              <w:rPr>
                <w:bCs/>
              </w:rPr>
            </w:pPr>
            <w:r w:rsidRPr="008D5793">
              <w:rPr>
                <w:bCs/>
              </w:rPr>
              <w:t>PIGL</w:t>
            </w:r>
          </w:p>
        </w:tc>
        <w:tc>
          <w:tcPr>
            <w:tcW w:w="3881" w:type="dxa"/>
            <w:tcBorders>
              <w:top w:val="single" w:color="000000" w:sz="12" w:space="0"/>
            </w:tcBorders>
            <w:shd w:val="clear" w:color="auto" w:fill="auto"/>
          </w:tcPr>
          <w:p w:rsidRPr="00313510" w:rsidR="008D5793" w:rsidP="004B4E15" w:rsidRDefault="008D5793" w14:paraId="5F874CDE" w14:textId="77777777">
            <w:pPr>
              <w:rPr>
                <w:i/>
                <w:iCs/>
              </w:rPr>
            </w:pPr>
            <w:r w:rsidRPr="00313510">
              <w:rPr>
                <w:i/>
                <w:iCs/>
              </w:rPr>
              <w:t>Picea glauca</w:t>
            </w:r>
          </w:p>
        </w:tc>
        <w:tc>
          <w:tcPr>
            <w:tcW w:w="2070" w:type="dxa"/>
            <w:tcBorders>
              <w:top w:val="single" w:color="000000" w:sz="12" w:space="0"/>
            </w:tcBorders>
            <w:shd w:val="clear" w:color="auto" w:fill="auto"/>
          </w:tcPr>
          <w:p w:rsidRPr="008D5793" w:rsidR="008D5793" w:rsidP="004B4E15" w:rsidRDefault="008D5793" w14:paraId="649CC546" w14:textId="77777777">
            <w:r w:rsidRPr="008D5793">
              <w:t>White spruce</w:t>
            </w:r>
          </w:p>
        </w:tc>
        <w:tc>
          <w:tcPr>
            <w:tcW w:w="2002" w:type="dxa"/>
            <w:tcBorders>
              <w:top w:val="single" w:color="000000" w:sz="12" w:space="0"/>
            </w:tcBorders>
            <w:shd w:val="clear" w:color="auto" w:fill="auto"/>
          </w:tcPr>
          <w:p w:rsidRPr="008D5793" w:rsidR="008D5793" w:rsidP="004B4E15" w:rsidRDefault="008D5793" w14:paraId="6D490C75" w14:textId="77777777">
            <w:r w:rsidRPr="008D5793">
              <w:t>Upper</w:t>
            </w:r>
          </w:p>
        </w:tc>
      </w:tr>
      <w:tr w:rsidRPr="008D5793" w:rsidR="008D5793" w:rsidTr="00313510" w14:paraId="7B4A28F4" w14:textId="77777777">
        <w:trPr>
          <w:trHeight w:val="267"/>
        </w:trPr>
        <w:tc>
          <w:tcPr>
            <w:tcW w:w="1426" w:type="dxa"/>
            <w:shd w:val="clear" w:color="auto" w:fill="auto"/>
          </w:tcPr>
          <w:p w:rsidRPr="008D5793" w:rsidR="008D5793" w:rsidP="004B4E15" w:rsidRDefault="008D5793" w14:paraId="2AE2A551" w14:textId="77777777">
            <w:pPr>
              <w:rPr>
                <w:bCs/>
              </w:rPr>
            </w:pPr>
            <w:r w:rsidRPr="008D5793">
              <w:rPr>
                <w:bCs/>
              </w:rPr>
              <w:t>BEPA</w:t>
            </w:r>
          </w:p>
        </w:tc>
        <w:tc>
          <w:tcPr>
            <w:tcW w:w="3881" w:type="dxa"/>
            <w:shd w:val="clear" w:color="auto" w:fill="auto"/>
          </w:tcPr>
          <w:p w:rsidRPr="00313510" w:rsidR="008D5793" w:rsidP="004B4E15" w:rsidRDefault="008D5793" w14:paraId="53ECDEC1" w14:textId="3BCF74E1">
            <w:pPr>
              <w:rPr>
                <w:i/>
                <w:iCs/>
              </w:rPr>
            </w:pPr>
            <w:r w:rsidRPr="00313510">
              <w:rPr>
                <w:i/>
                <w:iCs/>
              </w:rPr>
              <w:t xml:space="preserve">Betula </w:t>
            </w:r>
            <w:proofErr w:type="spellStart"/>
            <w:r w:rsidRPr="00313510" w:rsidR="00041B18">
              <w:rPr>
                <w:i/>
                <w:iCs/>
              </w:rPr>
              <w:t>neoalaskana</w:t>
            </w:r>
            <w:proofErr w:type="spellEnd"/>
          </w:p>
        </w:tc>
        <w:tc>
          <w:tcPr>
            <w:tcW w:w="2070" w:type="dxa"/>
            <w:shd w:val="clear" w:color="auto" w:fill="auto"/>
          </w:tcPr>
          <w:p w:rsidRPr="008D5793" w:rsidR="008D5793" w:rsidP="004B4E15" w:rsidRDefault="008D5793" w14:paraId="412A7325" w14:textId="77777777">
            <w:r w:rsidRPr="008D5793">
              <w:t>Paper birch</w:t>
            </w:r>
          </w:p>
        </w:tc>
        <w:tc>
          <w:tcPr>
            <w:tcW w:w="2002" w:type="dxa"/>
            <w:shd w:val="clear" w:color="auto" w:fill="auto"/>
          </w:tcPr>
          <w:p w:rsidRPr="008D5793" w:rsidR="008D5793" w:rsidP="004B4E15" w:rsidRDefault="008D5793" w14:paraId="149034E6" w14:textId="77777777">
            <w:r w:rsidRPr="008D5793">
              <w:t>Upper</w:t>
            </w:r>
          </w:p>
        </w:tc>
      </w:tr>
      <w:tr w:rsidRPr="008D5793" w:rsidR="008D5793" w:rsidTr="00313510" w14:paraId="7D9C2D09" w14:textId="77777777">
        <w:trPr>
          <w:trHeight w:val="273"/>
        </w:trPr>
        <w:tc>
          <w:tcPr>
            <w:tcW w:w="1426" w:type="dxa"/>
            <w:shd w:val="clear" w:color="auto" w:fill="auto"/>
          </w:tcPr>
          <w:p w:rsidRPr="008D5793" w:rsidR="008D5793" w:rsidP="004B4E15" w:rsidRDefault="008D5793" w14:paraId="67120AD4" w14:textId="77777777">
            <w:pPr>
              <w:rPr>
                <w:bCs/>
              </w:rPr>
            </w:pPr>
            <w:r w:rsidRPr="008D5793">
              <w:rPr>
                <w:bCs/>
              </w:rPr>
              <w:t>POBA2</w:t>
            </w:r>
          </w:p>
        </w:tc>
        <w:tc>
          <w:tcPr>
            <w:tcW w:w="3881" w:type="dxa"/>
            <w:shd w:val="clear" w:color="auto" w:fill="auto"/>
          </w:tcPr>
          <w:p w:rsidRPr="00313510" w:rsidR="008D5793" w:rsidP="004B4E15" w:rsidRDefault="008D5793" w14:paraId="3A366053" w14:textId="16BD9107">
            <w:pPr>
              <w:rPr>
                <w:i/>
                <w:iCs/>
              </w:rPr>
            </w:pPr>
            <w:r w:rsidRPr="00313510">
              <w:rPr>
                <w:i/>
                <w:iCs/>
              </w:rPr>
              <w:t>Populus balsamifera</w:t>
            </w:r>
            <w:r w:rsidRPr="00313510" w:rsidR="00041B18">
              <w:rPr>
                <w:i/>
                <w:iCs/>
              </w:rPr>
              <w:t xml:space="preserve"> </w:t>
            </w:r>
            <w:r w:rsidRPr="00313510" w:rsidR="00041B18">
              <w:t>ssp</w:t>
            </w:r>
            <w:r w:rsidRPr="00313510" w:rsidR="00041B18">
              <w:rPr>
                <w:i/>
                <w:iCs/>
              </w:rPr>
              <w:t>. balsamifera</w:t>
            </w:r>
          </w:p>
        </w:tc>
        <w:tc>
          <w:tcPr>
            <w:tcW w:w="2070" w:type="dxa"/>
            <w:shd w:val="clear" w:color="auto" w:fill="auto"/>
          </w:tcPr>
          <w:p w:rsidRPr="008D5793" w:rsidR="008D5793" w:rsidP="004B4E15" w:rsidRDefault="008D5793" w14:paraId="531A2CEA" w14:textId="77777777">
            <w:r w:rsidRPr="008D5793">
              <w:t>Balsam poplar</w:t>
            </w:r>
          </w:p>
        </w:tc>
        <w:tc>
          <w:tcPr>
            <w:tcW w:w="2002" w:type="dxa"/>
            <w:shd w:val="clear" w:color="auto" w:fill="auto"/>
          </w:tcPr>
          <w:p w:rsidRPr="008D5793" w:rsidR="008D5793" w:rsidP="004B4E15" w:rsidRDefault="008D5793" w14:paraId="2E39E1E7" w14:textId="77777777">
            <w:r w:rsidRPr="008D5793">
              <w:t>Upper</w:t>
            </w:r>
          </w:p>
        </w:tc>
      </w:tr>
      <w:tr w:rsidRPr="008D5793" w:rsidR="008D5793" w:rsidTr="00313510" w14:paraId="4C011356" w14:textId="77777777">
        <w:trPr>
          <w:trHeight w:val="258"/>
        </w:trPr>
        <w:tc>
          <w:tcPr>
            <w:tcW w:w="1426" w:type="dxa"/>
            <w:shd w:val="clear" w:color="auto" w:fill="auto"/>
          </w:tcPr>
          <w:p w:rsidRPr="008D5793" w:rsidR="008D5793" w:rsidP="004B4E15" w:rsidRDefault="008D5793" w14:paraId="6B78B577" w14:textId="77777777">
            <w:pPr>
              <w:rPr>
                <w:bCs/>
              </w:rPr>
            </w:pPr>
            <w:r w:rsidRPr="008D5793">
              <w:rPr>
                <w:bCs/>
              </w:rPr>
              <w:t>POTR5</w:t>
            </w:r>
          </w:p>
        </w:tc>
        <w:tc>
          <w:tcPr>
            <w:tcW w:w="3881" w:type="dxa"/>
            <w:shd w:val="clear" w:color="auto" w:fill="auto"/>
          </w:tcPr>
          <w:p w:rsidRPr="00313510" w:rsidR="008D5793" w:rsidP="004B4E15" w:rsidRDefault="008D5793" w14:paraId="10D69889" w14:textId="77777777">
            <w:pPr>
              <w:rPr>
                <w:i/>
                <w:iCs/>
              </w:rPr>
            </w:pPr>
            <w:r w:rsidRPr="00313510">
              <w:rPr>
                <w:i/>
                <w:iCs/>
              </w:rPr>
              <w:t>Populus tremuloides</w:t>
            </w:r>
          </w:p>
        </w:tc>
        <w:tc>
          <w:tcPr>
            <w:tcW w:w="2070" w:type="dxa"/>
            <w:shd w:val="clear" w:color="auto" w:fill="auto"/>
          </w:tcPr>
          <w:p w:rsidRPr="008D5793" w:rsidR="008D5793" w:rsidP="004B4E15" w:rsidRDefault="008D5793" w14:paraId="13A66E74" w14:textId="77777777">
            <w:r w:rsidRPr="008D5793">
              <w:t>Quaking aspen</w:t>
            </w:r>
          </w:p>
        </w:tc>
        <w:tc>
          <w:tcPr>
            <w:tcW w:w="2002" w:type="dxa"/>
            <w:shd w:val="clear" w:color="auto" w:fill="auto"/>
          </w:tcPr>
          <w:p w:rsidRPr="008D5793" w:rsidR="008D5793" w:rsidP="004B4E15" w:rsidRDefault="008D5793" w14:paraId="72E811D5" w14:textId="77777777">
            <w:r w:rsidRPr="008D5793">
              <w:t>Upper</w:t>
            </w:r>
          </w:p>
        </w:tc>
      </w:tr>
    </w:tbl>
    <w:p w:rsidR="008D5793" w:rsidP="008D5793" w:rsidRDefault="008D5793" w14:paraId="604FA6ED" w14:textId="77777777"/>
    <w:p w:rsidR="008D5793" w:rsidP="008D5793" w:rsidRDefault="008D5793" w14:paraId="6AC3C662" w14:textId="77777777">
      <w:pPr>
        <w:pStyle w:val="SClassInfoPara"/>
      </w:pPr>
      <w:r>
        <w:t>Description</w:t>
      </w:r>
    </w:p>
    <w:p w:rsidR="008D5793" w:rsidP="008D5793" w:rsidRDefault="008D5793" w14:paraId="4D5DAF03" w14:textId="078D921C">
      <w:r>
        <w:t>Closed conifer, hardwood, or mixed. Site is dominated by mature conifers with &gt; 60% canopy closure. Hardwoods, if present and mixed with spruce, lose dominance in overstory during this phase. The understory may include various combinations of tall shrubs, low shrubs, herbs, mosses</w:t>
      </w:r>
      <w:r w:rsidR="00181ECB">
        <w:t>,</w:t>
      </w:r>
      <w:r>
        <w:t xml:space="preserve"> and lichens.</w:t>
      </w:r>
    </w:p>
    <w:p w:rsidR="008D5793" w:rsidP="008D5793" w:rsidRDefault="008D5793" w14:paraId="6687699C" w14:textId="77777777"/>
    <w:p>
      <w:r>
        <w:rPr>
          <w:i/>
          <w:u w:val="single"/>
        </w:rPr>
        <w:t>Maximum Tree Size Class</w:t>
      </w:r>
      <w:br/>
      <w:r>
        <w:t>Large 20" – 40"</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29</w:t>
            </w:r>
          </w:p>
        </w:tc>
      </w:tr>
      <w:tr>
        <w:tc>
          <w:p>
            <w:pPr>
              <w:jc w:val="center"/>
            </w:pPr>
            <w:r>
              <w:rPr>
                <w:sz w:val="20"/>
              </w:rPr>
              <w:t>Mid1:OPN</w:t>
            </w:r>
          </w:p>
        </w:tc>
        <w:tc>
          <w:p>
            <w:pPr>
              <w:jc w:val="center"/>
            </w:pPr>
            <w:r>
              <w:rPr>
                <w:sz w:val="20"/>
              </w:rPr>
              <w:t>30</w:t>
            </w:r>
          </w:p>
        </w:tc>
        <w:tc>
          <w:p>
            <w:pPr>
              <w:jc w:val="center"/>
            </w:pPr>
            <w:r>
              <w:rPr>
                <w:sz w:val="20"/>
              </w:rPr>
              <w:t>Late1:OPN</w:t>
            </w:r>
          </w:p>
        </w:tc>
        <w:tc>
          <w:p>
            <w:pPr>
              <w:jc w:val="center"/>
            </w:pPr>
            <w:r>
              <w:rPr>
                <w:sz w:val="20"/>
              </w:rPr>
              <w:t>129</w:t>
            </w:r>
          </w:p>
        </w:tc>
      </w:tr>
      <w:tr>
        <w:tc>
          <w:p>
            <w:pPr>
              <w:jc w:val="center"/>
            </w:pPr>
            <w:r>
              <w:rPr>
                <w:sz w:val="20"/>
              </w:rPr>
              <w:t>Mid1:CLS</w:t>
            </w:r>
          </w:p>
        </w:tc>
        <w:tc>
          <w:p>
            <w:pPr>
              <w:jc w:val="center"/>
            </w:pPr>
            <w:r>
              <w:rPr>
                <w:sz w:val="20"/>
              </w:rPr>
              <w:t>30</w:t>
            </w:r>
          </w:p>
        </w:tc>
        <w:tc>
          <w:p>
            <w:pPr>
              <w:jc w:val="center"/>
            </w:pPr>
            <w:r>
              <w:rPr>
                <w:sz w:val="20"/>
              </w:rPr>
              <w:t>Late1:CLS</w:t>
            </w:r>
          </w:p>
        </w:tc>
        <w:tc>
          <w:p>
            <w:pPr>
              <w:jc w:val="center"/>
            </w:pPr>
            <w:r>
              <w:rPr>
                <w:sz w:val="20"/>
              </w:rPr>
              <w:t>129</w:t>
            </w:r>
          </w:p>
        </w:tc>
      </w:tr>
      <w:tr>
        <w:tc>
          <w:p>
            <w:pPr>
              <w:jc w:val="center"/>
            </w:pPr>
            <w:r>
              <w:rPr>
                <w:sz w:val="20"/>
              </w:rPr>
              <w:t>Late1:OPN</w:t>
            </w:r>
          </w:p>
        </w:tc>
        <w:tc>
          <w:p>
            <w:pPr>
              <w:jc w:val="center"/>
            </w:pPr>
            <w:r>
              <w:rPr>
                <w:sz w:val="20"/>
              </w:rPr>
              <w:t>130</w:t>
            </w:r>
          </w:p>
        </w:tc>
        <w:tc>
          <w:p>
            <w:pPr>
              <w:jc w:val="center"/>
            </w:pPr>
            <w:r>
              <w:rPr>
                <w:sz w:val="20"/>
              </w:rPr>
              <w:t>Late1:OPN</w:t>
            </w:r>
          </w:p>
        </w:tc>
        <w:tc>
          <w:p>
            <w:pPr>
              <w:jc w:val="center"/>
            </w:pPr>
            <w:r>
              <w:rPr>
                <w:sz w:val="20"/>
              </w:rPr>
              <w:t>399</w:t>
            </w:r>
          </w:p>
        </w:tc>
      </w:tr>
      <w:tr>
        <w:tc>
          <w:p>
            <w:pPr>
              <w:jc w:val="center"/>
            </w:pPr>
            <w:r>
              <w:rPr>
                <w:sz w:val="20"/>
              </w:rPr>
              <w:t>Late1:CLS</w:t>
            </w:r>
          </w:p>
        </w:tc>
        <w:tc>
          <w:p>
            <w:pPr>
              <w:jc w:val="center"/>
            </w:pPr>
            <w:r>
              <w:rPr>
                <w:sz w:val="20"/>
              </w:rPr>
              <w:t>130</w:t>
            </w:r>
          </w:p>
        </w:tc>
        <w:tc>
          <w:p>
            <w:pPr>
              <w:jc w:val="center"/>
            </w:pPr>
            <w:r>
              <w:rPr>
                <w:sz w:val="20"/>
              </w:rPr>
              <w:t>Late1:CLS</w:t>
            </w:r>
          </w:p>
        </w:tc>
        <w:tc>
          <w:p>
            <w:pPr>
              <w:jc w:val="center"/>
            </w:pPr>
            <w:r>
              <w:rPr>
                <w:sz w:val="20"/>
              </w:rPr>
              <w:t>400</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Mid1:OPN</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Mid1:OPN</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Mid1:CLS</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Mid1:OPN</w:t>
            </w:r>
          </w:p>
        </w:tc>
        <w:tc>
          <w:p>
            <w:pPr>
              <w:jc w:val="center"/>
            </w:pPr>
            <w:r>
              <w:rPr>
                <w:sz w:val="20"/>
              </w:rPr>
              <w:t>0.0003</w:t>
            </w:r>
          </w:p>
        </w:tc>
        <w:tc>
          <w:p>
            <w:pPr>
              <w:jc w:val="center"/>
            </w:pPr>
            <w:r>
              <w:rPr>
                <w:sz w:val="20"/>
              </w:rPr>
              <w:t>3333</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Late1:OPN</w:t>
            </w:r>
          </w:p>
        </w:tc>
        <w:tc>
          <w:p>
            <w:pPr>
              <w:jc w:val="center"/>
            </w:pPr>
            <w:r>
              <w:rPr>
                <w:sz w:val="20"/>
              </w:rPr>
              <w:t>Mid1:OPN</w:t>
            </w:r>
          </w:p>
        </w:tc>
        <w:tc>
          <w:p>
            <w:pPr>
              <w:jc w:val="center"/>
            </w:pPr>
            <w:r>
              <w:rPr>
                <w:sz w:val="20"/>
              </w:rPr>
              <w:t>0.0015</w:t>
            </w:r>
          </w:p>
        </w:tc>
        <w:tc>
          <w:p>
            <w:pPr>
              <w:jc w:val="center"/>
            </w:pPr>
            <w:r>
              <w:rPr>
                <w:sz w:val="20"/>
              </w:rPr>
              <w:t>667</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Late1:OPN</w:t>
            </w:r>
          </w:p>
        </w:tc>
        <w:tc>
          <w:p>
            <w:pPr>
              <w:jc w:val="center"/>
            </w:pPr>
            <w:r>
              <w:rPr>
                <w:sz w:val="20"/>
              </w:rPr>
              <w:t>Late1:OPN</w:t>
            </w:r>
          </w:p>
        </w:tc>
        <w:tc>
          <w:p>
            <w:pPr>
              <w:jc w:val="center"/>
            </w:pPr>
            <w:r>
              <w:rPr>
                <w:sz w:val="20"/>
              </w:rPr>
              <w:t>0.028</w:t>
            </w:r>
          </w:p>
        </w:tc>
        <w:tc>
          <w:p>
            <w:pPr>
              <w:jc w:val="center"/>
            </w:pPr>
            <w:r>
              <w:rPr>
                <w:sz w:val="20"/>
              </w:rPr>
              <w:t>36</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0.0016</w:t>
            </w:r>
          </w:p>
        </w:tc>
        <w:tc>
          <w:p>
            <w:pPr>
              <w:jc w:val="center"/>
            </w:pPr>
            <w:r>
              <w:rPr>
                <w:sz w:val="20"/>
              </w:rPr>
              <w:t>625</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Mid1:OPN</w:t>
            </w:r>
          </w:p>
        </w:tc>
        <w:tc>
          <w:p>
            <w:pPr>
              <w:jc w:val="center"/>
            </w:pPr>
            <w:r>
              <w:rPr>
                <w:sz w:val="20"/>
              </w:rPr>
              <w:t>0.0018</w:t>
            </w:r>
          </w:p>
        </w:tc>
        <w:tc>
          <w:p>
            <w:pPr>
              <w:jc w:val="center"/>
            </w:pPr>
            <w:r>
              <w:rPr>
                <w:sz w:val="20"/>
              </w:rPr>
              <w:t>556</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Late1:CLS</w:t>
            </w:r>
          </w:p>
        </w:tc>
        <w:tc>
          <w:p>
            <w:pPr>
              <w:jc w:val="center"/>
            </w:pPr>
            <w:r>
              <w:rPr>
                <w:sz w:val="20"/>
              </w:rPr>
              <w:t>Late1:OPN</w:t>
            </w:r>
          </w:p>
        </w:tc>
        <w:tc>
          <w:p>
            <w:pPr>
              <w:jc w:val="center"/>
            </w:pPr>
            <w:r>
              <w:rPr>
                <w:sz w:val="20"/>
              </w:rPr>
              <w:t>0.0004</w:t>
            </w:r>
          </w:p>
        </w:tc>
        <w:tc>
          <w:p>
            <w:pPr>
              <w:jc w:val="center"/>
            </w:pPr>
            <w:r>
              <w:rPr>
                <w:sz w:val="20"/>
              </w:rPr>
              <w:t>2500</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Late1:OPN</w:t>
            </w:r>
          </w:p>
        </w:tc>
        <w:tc>
          <w:p>
            <w:pPr>
              <w:jc w:val="center"/>
            </w:pPr>
            <w:r>
              <w:rPr>
                <w:sz w:val="20"/>
              </w:rPr>
              <w:t>0.013</w:t>
            </w:r>
          </w:p>
        </w:tc>
        <w:tc>
          <w:p>
            <w:pPr>
              <w:jc w:val="center"/>
            </w:pPr>
            <w:r>
              <w:rPr>
                <w:sz w:val="20"/>
              </w:rPr>
              <w:t>77</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Late1:CLS</w:t>
            </w:r>
          </w:p>
        </w:tc>
        <w:tc>
          <w:p>
            <w:pPr>
              <w:jc w:val="center"/>
            </w:pPr>
            <w:r>
              <w:rPr>
                <w:sz w:val="20"/>
              </w:rPr>
              <w:t>0.012</w:t>
            </w:r>
          </w:p>
        </w:tc>
        <w:tc>
          <w:p>
            <w:pPr>
              <w:jc w:val="center"/>
            </w:pPr>
            <w:r>
              <w:rPr>
                <w:sz w:val="20"/>
              </w:rPr>
              <w:t>83</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Late1:CLS</w:t>
            </w:r>
          </w:p>
        </w:tc>
        <w:tc>
          <w:p>
            <w:pPr>
              <w:jc w:val="center"/>
            </w:pPr>
            <w:r>
              <w:rPr>
                <w:sz w:val="20"/>
              </w:rPr>
              <w:t>Early1:ALL</w:t>
            </w:r>
          </w:p>
        </w:tc>
        <w:tc>
          <w:p>
            <w:pPr>
              <w:jc w:val="center"/>
            </w:pPr>
            <w:r>
              <w:rPr>
                <w:sz w:val="20"/>
              </w:rPr>
              <w:t>0.0017</w:t>
            </w:r>
          </w:p>
        </w:tc>
        <w:tc>
          <w:p>
            <w:pPr>
              <w:jc w:val="center"/>
            </w:pPr>
            <w:r>
              <w:rPr>
                <w:sz w:val="20"/>
              </w:rPr>
              <w:t>588</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B60A91" w:rsidP="00B60A91" w:rsidRDefault="00B60A91" w14:paraId="7CCC0B99" w14:textId="1CBC061B">
      <w:r>
        <w:t>Abrahamson, Ilana L. 2014. Fire regimes of Alaskan white spruce communities. In: Fire Effects Information System, [Online]. U.S. Department of Agriculture, Forest Service, Rocky Mountain Research Station, Fire Sciences Laboratory (Producer). Available: http://www.fs.fed.us/database/feis/fire_regimes/AK_white_spruce/all.html [2016, October 20].</w:t>
      </w:r>
    </w:p>
    <w:p w:rsidR="00B60A91" w:rsidP="00B60A91" w:rsidRDefault="00B60A91" w14:paraId="7442E94F" w14:textId="77777777"/>
    <w:p w:rsidR="00B60A91" w:rsidP="00B60A91" w:rsidRDefault="00B60A91" w14:paraId="45FD820C" w14:textId="4994A413">
      <w:r>
        <w:t>Abrahamson, Ilana. 2015. Picea glauca, white spruce. In: Fire Effects Information System, [Online]. U.S. Department of Agriculture, Forest Service, Rocky Mountain Research Station, Fire Sciences Laboratory (Producer). Available: http://www.fs.fed.us/database/feis/plants/tree/picgla/all.html [2016, October 20].</w:t>
      </w:r>
    </w:p>
    <w:p w:rsidR="00B60A91" w:rsidP="00B60A91" w:rsidRDefault="00B60A91" w14:paraId="66674AEF" w14:textId="09F7F086"/>
    <w:p w:rsidR="00645603" w:rsidP="00B60A91" w:rsidRDefault="00645603" w14:paraId="07D309D8" w14:textId="4BA5742F">
      <w:proofErr w:type="spellStart"/>
      <w:r>
        <w:t>Bellante</w:t>
      </w:r>
      <w:proofErr w:type="spellEnd"/>
      <w:r>
        <w:t xml:space="preserve">, G.; Boucher, T.; </w:t>
      </w:r>
      <w:proofErr w:type="spellStart"/>
      <w:r>
        <w:t>Charnon</w:t>
      </w:r>
      <w:proofErr w:type="spellEnd"/>
      <w:r>
        <w:t xml:space="preserve">, B.; Goetz, W.; Homan, K.; Pan, C.; Pugh, N.; </w:t>
      </w:r>
      <w:proofErr w:type="spellStart"/>
      <w:r>
        <w:t>Megown</w:t>
      </w:r>
      <w:proofErr w:type="spellEnd"/>
      <w:r>
        <w:t xml:space="preserve">, K; Schrader, B.; Schulz, B.; </w:t>
      </w:r>
      <w:proofErr w:type="spellStart"/>
      <w:r>
        <w:t>Wittwer</w:t>
      </w:r>
      <w:proofErr w:type="spellEnd"/>
      <w:r>
        <w:t>, D. 2020. Kenai Peninsula Existing Vegetation Map Project. GTAC-10209-RPT1. Salt Lake City, UT: U.S. Department of Agriculture, Forest Service, Geospatial Technology and Applications Center. 39 p.</w:t>
      </w:r>
    </w:p>
    <w:p w:rsidRPr="00B60A91" w:rsidR="00645603" w:rsidP="00B60A91" w:rsidRDefault="00645603" w14:paraId="47464A8A" w14:textId="77777777"/>
    <w:p w:rsidR="008D5793" w:rsidP="008D5793" w:rsidRDefault="008D5793" w14:paraId="2B81CACF" w14:textId="77777777">
      <w:r>
        <w:t xml:space="preserve">Berg, E. 2004. White spruce fire history on the Kenai Peninsula, Alaska, based on radiocarbon-dated soil charcoal. Unpublished manuscript. Kenai National Wildlife Refuge, Alaska. </w:t>
      </w:r>
    </w:p>
    <w:p w:rsidR="008D5793" w:rsidP="008D5793" w:rsidRDefault="008D5793" w14:paraId="2D4E3D25" w14:textId="77777777"/>
    <w:p w:rsidR="008D5793" w:rsidP="008D5793" w:rsidRDefault="008D5793" w14:paraId="2D8C7508" w14:textId="77777777">
      <w:r>
        <w:t xml:space="preserve">Berg, E.E., J.D. Henry, C.L. </w:t>
      </w:r>
      <w:proofErr w:type="spellStart"/>
      <w:r>
        <w:t>Fastie</w:t>
      </w:r>
      <w:proofErr w:type="spellEnd"/>
      <w:r>
        <w:t xml:space="preserve">, A.D. De </w:t>
      </w:r>
      <w:proofErr w:type="spellStart"/>
      <w:r>
        <w:t>Volder</w:t>
      </w:r>
      <w:proofErr w:type="spellEnd"/>
      <w:r>
        <w:t xml:space="preserve"> and S.M. Matsuoka. 2006. Spruce beetle outbreaks on the Kenai Peninsula, Alaska, and Kluane National Park and Reserve, Yukon Territory: Relationship to summer temperatures and regional differences in disturbance regimes. For. Ecol. Man. 227(3):219-232.</w:t>
      </w:r>
    </w:p>
    <w:p w:rsidR="008D5793" w:rsidP="008D5793" w:rsidRDefault="008D5793" w14:paraId="00727D6A" w14:textId="77777777"/>
    <w:p w:rsidR="008D5793" w:rsidP="008D5793" w:rsidRDefault="008D5793" w14:paraId="43420640" w14:textId="10AA40FF">
      <w:r>
        <w:t xml:space="preserve">Berg, </w:t>
      </w:r>
      <w:proofErr w:type="gramStart"/>
      <w:r>
        <w:t>E.</w:t>
      </w:r>
      <w:proofErr w:type="gramEnd"/>
      <w:r>
        <w:t xml:space="preserve"> and R.S. Anderson. 2006. Fire history of white and Lutz spruce forests on the Kenai Peninsula, Alaska, over the last two millennia as determined from soil charcoal. For. Ecol. Man 227: 275-283. </w:t>
      </w:r>
      <w:proofErr w:type="gramStart"/>
      <w:r w:rsidRPr="000A7758" w:rsidR="000A7758">
        <w:t>doi:10.1016/j.foreco</w:t>
      </w:r>
      <w:proofErr w:type="gramEnd"/>
      <w:r w:rsidRPr="000A7758" w:rsidR="000A7758">
        <w:t>.2006.02.042</w:t>
      </w:r>
    </w:p>
    <w:p w:rsidR="00DB7AAA" w:rsidP="008D5793" w:rsidRDefault="00DB7AAA" w14:paraId="5B02AF6E" w14:textId="7636682F"/>
    <w:p w:rsidR="00D53FCE" w:rsidP="00D53FCE" w:rsidRDefault="00D53FCE" w14:paraId="7B50C144" w14:textId="77777777">
      <w:r>
        <w:t xml:space="preserve">Boggs, K., S. C. Klein, J. </w:t>
      </w:r>
      <w:proofErr w:type="spellStart"/>
      <w:r>
        <w:t>Grunblatt</w:t>
      </w:r>
      <w:proofErr w:type="spellEnd"/>
      <w:r>
        <w:t xml:space="preserve"> and B. Koltun. 2003. Landcover classes, ecoregions and plant associations of Katmai National Park and Preserve. Alaska Natural Heritage Program, Environment and Natural Resources Institute, University of Alaska Anchorage, 707 A Street, Anchorage, AK 99501. 274 p. </w:t>
      </w:r>
    </w:p>
    <w:p w:rsidR="00D53FCE" w:rsidP="008D5793" w:rsidRDefault="00D53FCE" w14:paraId="2047BE00" w14:textId="77777777"/>
    <w:p w:rsidR="008D5793" w:rsidP="008D5793" w:rsidRDefault="008D5793" w14:paraId="5097F797" w14:textId="77777777">
      <w:r>
        <w:t>Boucher, T.V. 2003. Vegetation response to prescribed fire in the Kenai Mountains, Alaska. Res. Pap. PNW-RP-554. Portland, OR: USDA Forest Service, Pacific Northwest Research Station. 59 p.</w:t>
      </w:r>
    </w:p>
    <w:p w:rsidR="008D5793" w:rsidP="008D5793" w:rsidRDefault="008D5793" w14:paraId="71024667" w14:textId="32002375"/>
    <w:p w:rsidR="00D53FCE" w:rsidP="00D53FCE" w:rsidRDefault="00D53FCE" w14:paraId="6F7A03F5" w14:textId="77777777">
      <w:r>
        <w:t xml:space="preserve">Comer, P., D. Faber-Langendoen, R. Evans, S. </w:t>
      </w:r>
      <w:proofErr w:type="spellStart"/>
      <w:r>
        <w:t>Gawler</w:t>
      </w:r>
      <w:proofErr w:type="spellEnd"/>
      <w:r>
        <w:t xml:space="preserve">, C. </w:t>
      </w:r>
      <w:proofErr w:type="spellStart"/>
      <w:r>
        <w:t>Josse</w:t>
      </w:r>
      <w:proofErr w:type="spellEnd"/>
      <w:r>
        <w:t xml:space="preserve">, G. Kittel, S. Menard, C. </w:t>
      </w:r>
      <w:proofErr w:type="spellStart"/>
      <w:r>
        <w:t>Nordman</w:t>
      </w:r>
      <w:proofErr w:type="spellEnd"/>
      <w:r>
        <w:t xml:space="preserve">, M. </w:t>
      </w:r>
      <w:proofErr w:type="spellStart"/>
      <w:r>
        <w:t>Pyne</w:t>
      </w:r>
      <w:proofErr w:type="spellEnd"/>
      <w:r>
        <w:t xml:space="preserve">, M. Reid, M. Russo, K. Schulz, K. Snow, J. Teague, and R. White. 2003-present. Ecological systems of the United States: A working classification of U.S. terrestrial systems. NatureServe, Arlington, VA. </w:t>
      </w:r>
    </w:p>
    <w:p w:rsidR="00D53FCE" w:rsidP="008D5793" w:rsidRDefault="00D53FCE" w14:paraId="4A5D11A0" w14:textId="77777777"/>
    <w:p w:rsidR="008D5793" w:rsidP="008D5793" w:rsidRDefault="008D5793" w14:paraId="7F53C27E" w14:textId="77777777">
      <w:r>
        <w:t>DeVelice, R.L., Hubbard, C.J., Boggs, K. et al. 1999. Plant community types of the Chugach National Forest. Tech. Publ. R10-TP-76. Juneau, AK: USDA Forest Service, Alaska Region. 375 p.</w:t>
      </w:r>
    </w:p>
    <w:p w:rsidR="008D5793" w:rsidP="008D5793" w:rsidRDefault="008D5793" w14:paraId="4B595D53" w14:textId="77777777"/>
    <w:p w:rsidR="008D5793" w:rsidP="008D5793" w:rsidRDefault="008D5793" w14:paraId="3E5E153D" w14:textId="77777777">
      <w:r>
        <w:t xml:space="preserve">Foote, J. M. 1983. Classification, description, and dynamics of plant communities after fire in the taiga of interior Alaska. Res. Pap. PNW-307. Portland, OR. USDA Forest Service. Pacific Northwest Research Station. 108 p. </w:t>
      </w:r>
    </w:p>
    <w:p w:rsidR="008D5793" w:rsidP="008D5793" w:rsidRDefault="008D5793" w14:paraId="3A61A811" w14:textId="77777777"/>
    <w:p w:rsidR="008D5793" w:rsidP="008D5793" w:rsidRDefault="008D5793" w14:paraId="4F796506" w14:textId="77777777">
      <w:r>
        <w:t>Holsten, E.H., R.A. Werner and R.L. DeVelice. 1995. Effects of spruce beetle (Coleoptera: Scolytidae) outbreak and fire on Lutz spruce in Alaska. Environmental Entomology 24(6): 1539-1547.</w:t>
      </w:r>
    </w:p>
    <w:p w:rsidR="008D5793" w:rsidP="008D5793" w:rsidRDefault="008D5793" w14:paraId="7F2570A4" w14:textId="77777777"/>
    <w:p w:rsidR="008D5793" w:rsidP="008D5793" w:rsidRDefault="008D5793" w14:paraId="5A5F3F22" w14:textId="77777777">
      <w:r>
        <w:t>Murphy, K.A. and E. Witten. 2006. Coastal Boreal Transition Forest. In Fire Regime Condition Class (FRCC) Interagency Guidebook Reference Conditions. Available at www.frcc.gov.</w:t>
      </w:r>
    </w:p>
    <w:p w:rsidR="008D5793" w:rsidP="008D5793" w:rsidRDefault="008D5793" w14:paraId="66A0CBD3" w14:textId="77777777"/>
    <w:p w:rsidR="008D5793" w:rsidP="008D5793" w:rsidRDefault="008D5793" w14:paraId="41B8444E" w14:textId="77777777">
      <w:r>
        <w:t>Peters, V.S., S.E. Macdonald and M.R.T. Dale. 2005. The interaction between masting and fire is key to white spruce regeneration. Ecology 86(7): 1744-1750.</w:t>
      </w:r>
    </w:p>
    <w:p w:rsidR="008D5793" w:rsidP="008D5793" w:rsidRDefault="008D5793" w14:paraId="55213854" w14:textId="77777777"/>
    <w:p w:rsidR="008D5793" w:rsidP="008D5793" w:rsidRDefault="008D5793" w14:paraId="767AE01B" w14:textId="77777777">
      <w:proofErr w:type="spellStart"/>
      <w:r>
        <w:t>Potkin</w:t>
      </w:r>
      <w:proofErr w:type="spellEnd"/>
      <w:r>
        <w:t>, M. 1997. Fire history disturbance study of the Kenai Peninsula mountainous portion of the Chugach National Forest. Draft. USDA Forest Service, Chugach National Forest. December 5, 1997. Anchorage, Alaska</w:t>
      </w:r>
    </w:p>
    <w:p w:rsidR="008D5793" w:rsidP="008D5793" w:rsidRDefault="008D5793" w14:paraId="62F453BB" w14:textId="77777777"/>
    <w:p w:rsidR="008D5793" w:rsidP="008D5793" w:rsidRDefault="008D5793" w14:paraId="523D2ABD" w14:textId="77777777">
      <w:r>
        <w:t>Ritter, D. F. 1986. Process geomorphology. Wm. C. Brown Publishers, Dubuque, Iowa. 579 p.</w:t>
      </w:r>
    </w:p>
    <w:p w:rsidR="008D5793" w:rsidP="008D5793" w:rsidRDefault="008D5793" w14:paraId="0F9D6D87" w14:textId="454DDF8F"/>
    <w:p w:rsidR="00775976" w:rsidP="008D5793" w:rsidRDefault="00775976" w14:paraId="57863D73" w14:textId="00729CB1">
      <w:r>
        <w:t xml:space="preserve">Roland, C. A., J. H. Schmidt, S. G. Winder, S. E. </w:t>
      </w:r>
      <w:proofErr w:type="spellStart"/>
      <w:r>
        <w:t>Stehn</w:t>
      </w:r>
      <w:proofErr w:type="spellEnd"/>
      <w:r>
        <w:t>, and E. F. Nicklen. 2019. Regional variation in interior Alaskan boreal forests is driven by fire disturbance, topography, and climate. Ecological Monographs 89(3</w:t>
      </w:r>
      <w:proofErr w:type="gramStart"/>
      <w:r>
        <w:t>):e</w:t>
      </w:r>
      <w:proofErr w:type="gramEnd"/>
      <w:r>
        <w:t>01369. 10.1002/ecm.1369</w:t>
      </w:r>
    </w:p>
    <w:p w:rsidR="00775976" w:rsidP="008D5793" w:rsidRDefault="00775976" w14:paraId="47F1D298" w14:textId="77777777"/>
    <w:p w:rsidR="008D5793" w:rsidP="008D5793" w:rsidRDefault="008D5793" w14:paraId="257F97DB" w14:textId="77777777">
      <w:r>
        <w:t>Rowe, J.S. 1972. Forest Regions of Canada. Canadian Forest Service, Department of Environment. Ottawa. Inform. Can. Catalogue #FO 47-1300.</w:t>
      </w:r>
    </w:p>
    <w:p w:rsidR="008D5793" w:rsidP="008D5793" w:rsidRDefault="008D5793" w14:paraId="2AF16ECC" w14:textId="77777777"/>
    <w:p w:rsidR="008D5793" w:rsidP="008D5793" w:rsidRDefault="008D5793" w14:paraId="0B345178" w14:textId="77777777">
      <w:r>
        <w:t xml:space="preserve">Rude, M. Kenai Peninsula Spruce Bark Beetle Mitigation Program, unpublished data </w:t>
      </w:r>
    </w:p>
    <w:p w:rsidR="008D5793" w:rsidP="008D5793" w:rsidRDefault="008D5793" w14:paraId="71261566" w14:textId="77777777"/>
    <w:p w:rsidR="008D5793" w:rsidP="008D5793" w:rsidRDefault="008D5793" w14:paraId="5D0FDBB8" w14:textId="77777777">
      <w:r>
        <w:t>Schulz, B. 2000. Resurrection Creek Permanent Plots Revisited. USDA Forest Service, Forest Health Protection, Alaska Region, Anchorage, AK. Technical report R10-TP-89. 14 p.</w:t>
      </w:r>
    </w:p>
    <w:p w:rsidR="008D5793" w:rsidP="008D5793" w:rsidRDefault="008D5793" w14:paraId="446D10D0" w14:textId="3006D3BD"/>
    <w:p w:rsidR="00764807" w:rsidP="008D5793" w:rsidRDefault="00764807" w14:paraId="10F5BD2C" w14:textId="1183A57F">
      <w:r w:rsidRPr="00764807">
        <w:t>Sherriff, R. L.; Berg, E. E.; Miller, A. E. 2011. Climate variability and spruce beetle (</w:t>
      </w:r>
      <w:proofErr w:type="spellStart"/>
      <w:r w:rsidRPr="00764807">
        <w:t>Dendroctonus</w:t>
      </w:r>
      <w:proofErr w:type="spellEnd"/>
      <w:r w:rsidRPr="00764807">
        <w:t xml:space="preserve"> </w:t>
      </w:r>
      <w:proofErr w:type="spellStart"/>
      <w:r w:rsidRPr="00764807">
        <w:t>rufipennis</w:t>
      </w:r>
      <w:proofErr w:type="spellEnd"/>
      <w:r w:rsidRPr="00764807">
        <w:t>) outbreaks in south-central and southwest Alaska. Ecology. 92(7): 1459-1470.</w:t>
      </w:r>
    </w:p>
    <w:p w:rsidR="00764807" w:rsidP="008D5793" w:rsidRDefault="00764807" w14:paraId="214E1106" w14:textId="77777777"/>
    <w:p w:rsidR="008D5793" w:rsidP="008D5793" w:rsidRDefault="008D5793" w14:paraId="272AD5C7" w14:textId="77777777">
      <w:r>
        <w:t xml:space="preserve">USDA Forest Service. 2004. Forest insect and disease conditions in Alaska in 2003. U.S. For. Ser., For. Pest Manage. Tech. Rep. R10-TP-123, Anchorage, Alaska. </w:t>
      </w:r>
    </w:p>
    <w:p w:rsidR="008D5793" w:rsidP="008D5793" w:rsidRDefault="008D5793" w14:paraId="31580172" w14:textId="77777777"/>
    <w:p w:rsidR="008D5793" w:rsidP="008D5793" w:rsidRDefault="008D5793" w14:paraId="183C3733" w14:textId="77777777">
      <w:r>
        <w:t>USDA Forest Service. 2002. Final Environmental Impact Statement, Chugach National Forest</w:t>
      </w:r>
    </w:p>
    <w:p w:rsidR="008D5793" w:rsidP="008D5793" w:rsidRDefault="008D5793" w14:paraId="591E6FA0" w14:textId="77777777">
      <w:r>
        <w:t>Land Management Plan Revision. Available at: http://www.fs.fed.us/r10/chugach/forest_plan/feis_docs.html.</w:t>
      </w:r>
    </w:p>
    <w:p w:rsidR="008D5793" w:rsidP="008D5793" w:rsidRDefault="008D5793" w14:paraId="7FAD2DA1" w14:textId="77777777"/>
    <w:p w:rsidR="008D5793" w:rsidP="008D5793" w:rsidRDefault="008D5793" w14:paraId="31BC77E5" w14:textId="77777777">
      <w:r>
        <w:t xml:space="preserve">Van </w:t>
      </w:r>
      <w:proofErr w:type="spellStart"/>
      <w:r>
        <w:t>Hees</w:t>
      </w:r>
      <w:proofErr w:type="spellEnd"/>
      <w:r>
        <w:t xml:space="preserve">, W.W.S. and F.R. Larson. 1991. Timberland resources of the Kenai Peninsula, Alaska, 1987. U.S. For. Ser. </w:t>
      </w:r>
      <w:proofErr w:type="spellStart"/>
      <w:r>
        <w:t>Resour</w:t>
      </w:r>
      <w:proofErr w:type="spellEnd"/>
      <w:r>
        <w:t xml:space="preserve">. Bull. PNW-RB-180. Portland, Oregon. 56 p. </w:t>
      </w:r>
    </w:p>
    <w:p w:rsidR="008D5793" w:rsidP="008D5793" w:rsidRDefault="008D5793" w14:paraId="26505027" w14:textId="0CCB28CE"/>
    <w:p w:rsidR="00D53FCE" w:rsidP="00D53FCE" w:rsidRDefault="00D53FCE" w14:paraId="5391AA7D" w14:textId="77777777">
      <w:proofErr w:type="spellStart"/>
      <w:r>
        <w:t>Viereck</w:t>
      </w:r>
      <w:proofErr w:type="spellEnd"/>
      <w:r>
        <w:t xml:space="preserve">, L.A., C.T. </w:t>
      </w:r>
      <w:proofErr w:type="spellStart"/>
      <w:r>
        <w:t>Dyrness</w:t>
      </w:r>
      <w:proofErr w:type="spellEnd"/>
      <w:r>
        <w:t xml:space="preserve">, A.R. Batten and K.J. </w:t>
      </w:r>
      <w:proofErr w:type="spellStart"/>
      <w:r>
        <w:t>Wenzlick</w:t>
      </w:r>
      <w:proofErr w:type="spellEnd"/>
      <w:r>
        <w:t>. 1992. The Alaska vegetation classification. Pacific Northwest Research Station, USDA Forest Service, Portland, OR. Gen. Tech. Rep. PNW-GTR286. 278 p.</w:t>
      </w:r>
    </w:p>
    <w:p w:rsidR="00D53FCE" w:rsidP="008D5793" w:rsidRDefault="00D53FCE" w14:paraId="68E92732" w14:textId="77777777"/>
    <w:p w:rsidR="008D5793" w:rsidP="008D5793" w:rsidRDefault="008D5793" w14:paraId="721FB857" w14:textId="15475B99">
      <w:r>
        <w:t xml:space="preserve">Werner, R.A., E.H. Holsten, S.M. </w:t>
      </w:r>
      <w:proofErr w:type="gramStart"/>
      <w:r>
        <w:t>Matsuoka</w:t>
      </w:r>
      <w:proofErr w:type="gramEnd"/>
      <w:r>
        <w:t xml:space="preserve"> and R.E. Burnside. 2006. Spruce beetles and forest ecosystems in south-central Alaska: A review of 30 years of research. Forest Ecology and Management. 227(3):195-206.</w:t>
      </w:r>
    </w:p>
    <w:p w:rsidR="008D5793" w:rsidP="008D5793" w:rsidRDefault="008D5793" w14:paraId="45EFC915" w14:textId="77777777"/>
    <w:p w:rsidR="008D5793" w:rsidP="008D5793" w:rsidRDefault="008D5793" w14:paraId="1B01FEA0" w14:textId="77777777">
      <w:proofErr w:type="spellStart"/>
      <w:r>
        <w:t>Yarie</w:t>
      </w:r>
      <w:proofErr w:type="spellEnd"/>
      <w:r>
        <w:t xml:space="preserve"> J. 1983. Forest community classification of the Porcupine River drainage, interior Alaska, and its application to forest management. USDA Forest Service GTR PNW-154.</w:t>
      </w:r>
    </w:p>
    <w:p w:rsidR="008D5793" w:rsidP="008D5793" w:rsidRDefault="008D5793" w14:paraId="36920B5B" w14:textId="77777777"/>
    <w:p w:rsidR="008D5793" w:rsidP="008D5793" w:rsidRDefault="008D5793" w14:paraId="1BCA63A0" w14:textId="6B647A62">
      <w:proofErr w:type="spellStart"/>
      <w:r>
        <w:t>Yarie</w:t>
      </w:r>
      <w:proofErr w:type="spellEnd"/>
      <w:r>
        <w:t xml:space="preserve"> J. 1981. Forest fire cycles and life tables – a case study from interior Alaska. Can. J Forest Res. 11:554-562.</w:t>
      </w:r>
    </w:p>
    <w:p w:rsidR="00943C43" w:rsidP="008D5793" w:rsidRDefault="00943C43" w14:paraId="08B7E722" w14:textId="77777777"/>
    <w:p w:rsidRPr="00D62912" w:rsidR="00BF501D" w:rsidP="00D62912" w:rsidRDefault="00BF501D" w14:paraId="38638044" w14:textId="107870AA">
      <w:r>
        <w:t xml:space="preserve">Young, A.M, Higuera, P., Duffy, </w:t>
      </w:r>
      <w:proofErr w:type="gramStart"/>
      <w:r>
        <w:t>P.A.</w:t>
      </w:r>
      <w:proofErr w:type="gramEnd"/>
      <w:r>
        <w:t xml:space="preserve"> and Feng Sheng Hu. 2017.  Climatic thresholds shape northern high-latitude fire regimes and imply vulnerability to future climate change.  </w:t>
      </w:r>
      <w:proofErr w:type="spellStart"/>
      <w:r>
        <w:t>Ecography</w:t>
      </w:r>
      <w:proofErr w:type="spellEnd"/>
      <w:r>
        <w:t xml:space="preserve">.  40 (5):  666-617. </w:t>
      </w:r>
      <w:r>
        <w:rPr>
          <w:rFonts w:ascii="Arial" w:hAnsi="Arial" w:cs="Arial"/>
          <w:color w:val="767676"/>
          <w:sz w:val="21"/>
          <w:szCs w:val="21"/>
          <w:shd w:val="clear" w:color="auto" w:fill="FFFFFF"/>
        </w:rPr>
        <w:t> </w:t>
      </w:r>
      <w:r w:rsidRPr="00D62912" w:rsidR="005A2D9B">
        <w:rPr>
          <w:color w:val="767676"/>
        </w:rPr>
        <w:t>https://doi.org/10.1111/ecog.02205</w:t>
      </w:r>
      <w:r w:rsidR="005A2D9B">
        <w:rPr>
          <w:color w:val="767676"/>
        </w:rPr>
        <w:t>.</w:t>
      </w:r>
    </w:p>
    <w:p w:rsidRPr="00A43E41" w:rsidR="00BF501D" w:rsidP="00BF501D" w:rsidRDefault="00BF501D" w14:paraId="5C3C7A82" w14:textId="77777777"/>
    <w:p w:rsidRPr="00A43E41" w:rsidR="00BC4F78" w:rsidP="008D5793" w:rsidRDefault="00BC4F78" w14:paraId="0F80728E" w14:textId="6C9C2B04"/>
    <w:sectPr w:rsidRPr="00A43E41" w:rsidR="00BC4F78" w:rsidSect="00FE41CA">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D3DDF" w:rsidRDefault="007D3DDF" w14:paraId="405C6174" w14:textId="77777777">
      <w:r>
        <w:separator/>
      </w:r>
    </w:p>
  </w:endnote>
  <w:endnote w:type="continuationSeparator" w:id="0">
    <w:p w:rsidR="007D3DDF" w:rsidRDefault="007D3DDF" w14:paraId="0CD009F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2F7E" w:rsidP="008D5793" w:rsidRDefault="000F2F7E" w14:paraId="48EB1043"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D3DDF" w:rsidRDefault="007D3DDF" w14:paraId="658F32F8" w14:textId="77777777">
      <w:r>
        <w:separator/>
      </w:r>
    </w:p>
  </w:footnote>
  <w:footnote w:type="continuationSeparator" w:id="0">
    <w:p w:rsidR="007D3DDF" w:rsidRDefault="007D3DDF" w14:paraId="30254D7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2F7E" w:rsidP="008D5793" w:rsidRDefault="000F2F7E" w14:paraId="6B08FA64"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10117228">
    <w:abstractNumId w:val="1"/>
  </w:num>
  <w:num w:numId="2" w16cid:durableId="627247779">
    <w:abstractNumId w:val="0"/>
  </w:num>
  <w:num w:numId="3" w16cid:durableId="12025969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793"/>
    <w:rsid w:val="00007C48"/>
    <w:rsid w:val="0003202F"/>
    <w:rsid w:val="00036A7B"/>
    <w:rsid w:val="00041B18"/>
    <w:rsid w:val="0004698D"/>
    <w:rsid w:val="0004797F"/>
    <w:rsid w:val="00072511"/>
    <w:rsid w:val="00077A85"/>
    <w:rsid w:val="00097251"/>
    <w:rsid w:val="000A7758"/>
    <w:rsid w:val="000B6458"/>
    <w:rsid w:val="000C7DE8"/>
    <w:rsid w:val="000E1EC5"/>
    <w:rsid w:val="000E759B"/>
    <w:rsid w:val="000F2F7E"/>
    <w:rsid w:val="000F753D"/>
    <w:rsid w:val="00110079"/>
    <w:rsid w:val="00117805"/>
    <w:rsid w:val="001514F9"/>
    <w:rsid w:val="00160A1F"/>
    <w:rsid w:val="00165095"/>
    <w:rsid w:val="00174486"/>
    <w:rsid w:val="00181ECB"/>
    <w:rsid w:val="001824B8"/>
    <w:rsid w:val="00193946"/>
    <w:rsid w:val="00196C68"/>
    <w:rsid w:val="001A07B5"/>
    <w:rsid w:val="001A5277"/>
    <w:rsid w:val="001A6573"/>
    <w:rsid w:val="001C6626"/>
    <w:rsid w:val="001E43F5"/>
    <w:rsid w:val="001F77AB"/>
    <w:rsid w:val="002206B7"/>
    <w:rsid w:val="00220975"/>
    <w:rsid w:val="002233CE"/>
    <w:rsid w:val="00242A9C"/>
    <w:rsid w:val="00256B27"/>
    <w:rsid w:val="00272B25"/>
    <w:rsid w:val="00292706"/>
    <w:rsid w:val="002A69B2"/>
    <w:rsid w:val="002B2B81"/>
    <w:rsid w:val="002E41A1"/>
    <w:rsid w:val="002E4204"/>
    <w:rsid w:val="002F3500"/>
    <w:rsid w:val="002F4E15"/>
    <w:rsid w:val="00300000"/>
    <w:rsid w:val="00301A66"/>
    <w:rsid w:val="00313510"/>
    <w:rsid w:val="003160A1"/>
    <w:rsid w:val="0031662A"/>
    <w:rsid w:val="00317111"/>
    <w:rsid w:val="003172E2"/>
    <w:rsid w:val="00320910"/>
    <w:rsid w:val="003319D8"/>
    <w:rsid w:val="003509EB"/>
    <w:rsid w:val="00352BBE"/>
    <w:rsid w:val="00372B72"/>
    <w:rsid w:val="0037413E"/>
    <w:rsid w:val="00395600"/>
    <w:rsid w:val="003C703C"/>
    <w:rsid w:val="003F322E"/>
    <w:rsid w:val="00405E31"/>
    <w:rsid w:val="004148BE"/>
    <w:rsid w:val="00414DA8"/>
    <w:rsid w:val="00424E99"/>
    <w:rsid w:val="0042550C"/>
    <w:rsid w:val="0042737A"/>
    <w:rsid w:val="00436368"/>
    <w:rsid w:val="004375BE"/>
    <w:rsid w:val="004402CE"/>
    <w:rsid w:val="00440DCA"/>
    <w:rsid w:val="00447BAA"/>
    <w:rsid w:val="00452B5E"/>
    <w:rsid w:val="00455D4C"/>
    <w:rsid w:val="00467245"/>
    <w:rsid w:val="00476F39"/>
    <w:rsid w:val="00491F12"/>
    <w:rsid w:val="00492A22"/>
    <w:rsid w:val="004B4E15"/>
    <w:rsid w:val="004D2111"/>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72945"/>
    <w:rsid w:val="005768A8"/>
    <w:rsid w:val="005850DD"/>
    <w:rsid w:val="00585C11"/>
    <w:rsid w:val="005A2D9B"/>
    <w:rsid w:val="005A348F"/>
    <w:rsid w:val="005B1DDE"/>
    <w:rsid w:val="005C7A42"/>
    <w:rsid w:val="005D242C"/>
    <w:rsid w:val="005E46EE"/>
    <w:rsid w:val="005E6650"/>
    <w:rsid w:val="005F3253"/>
    <w:rsid w:val="00600DD5"/>
    <w:rsid w:val="00605473"/>
    <w:rsid w:val="0060688D"/>
    <w:rsid w:val="006115AB"/>
    <w:rsid w:val="00616941"/>
    <w:rsid w:val="00621C0C"/>
    <w:rsid w:val="00627605"/>
    <w:rsid w:val="006306A0"/>
    <w:rsid w:val="0063157E"/>
    <w:rsid w:val="00634703"/>
    <w:rsid w:val="006368EE"/>
    <w:rsid w:val="00645603"/>
    <w:rsid w:val="00646981"/>
    <w:rsid w:val="00653235"/>
    <w:rsid w:val="006657E6"/>
    <w:rsid w:val="00673B69"/>
    <w:rsid w:val="006752EE"/>
    <w:rsid w:val="006779CB"/>
    <w:rsid w:val="006C1D21"/>
    <w:rsid w:val="006E57D4"/>
    <w:rsid w:val="006F39FC"/>
    <w:rsid w:val="00715E4F"/>
    <w:rsid w:val="00715FDB"/>
    <w:rsid w:val="00716D39"/>
    <w:rsid w:val="00722B5D"/>
    <w:rsid w:val="0074072B"/>
    <w:rsid w:val="00740E0B"/>
    <w:rsid w:val="00747459"/>
    <w:rsid w:val="00764807"/>
    <w:rsid w:val="007742B4"/>
    <w:rsid w:val="00775976"/>
    <w:rsid w:val="007A721A"/>
    <w:rsid w:val="007B5284"/>
    <w:rsid w:val="007C7863"/>
    <w:rsid w:val="007D2115"/>
    <w:rsid w:val="007D3DDF"/>
    <w:rsid w:val="0080166D"/>
    <w:rsid w:val="00804888"/>
    <w:rsid w:val="0080626B"/>
    <w:rsid w:val="00820371"/>
    <w:rsid w:val="00821A9F"/>
    <w:rsid w:val="0083018E"/>
    <w:rsid w:val="00836C74"/>
    <w:rsid w:val="0084119C"/>
    <w:rsid w:val="00844388"/>
    <w:rsid w:val="00850C8E"/>
    <w:rsid w:val="008607C8"/>
    <w:rsid w:val="0087316E"/>
    <w:rsid w:val="00874E29"/>
    <w:rsid w:val="008779C3"/>
    <w:rsid w:val="00877F55"/>
    <w:rsid w:val="008A70D6"/>
    <w:rsid w:val="008B0AFA"/>
    <w:rsid w:val="008D5793"/>
    <w:rsid w:val="008D63CB"/>
    <w:rsid w:val="008F01B1"/>
    <w:rsid w:val="00901CA2"/>
    <w:rsid w:val="00907797"/>
    <w:rsid w:val="009244C6"/>
    <w:rsid w:val="0093020F"/>
    <w:rsid w:val="00933F26"/>
    <w:rsid w:val="00935425"/>
    <w:rsid w:val="0093659B"/>
    <w:rsid w:val="00943C43"/>
    <w:rsid w:val="00945DBA"/>
    <w:rsid w:val="00951EF4"/>
    <w:rsid w:val="009548E7"/>
    <w:rsid w:val="009606C8"/>
    <w:rsid w:val="00966095"/>
    <w:rsid w:val="00970FB4"/>
    <w:rsid w:val="00986A7A"/>
    <w:rsid w:val="009903A9"/>
    <w:rsid w:val="009B03E6"/>
    <w:rsid w:val="009B232E"/>
    <w:rsid w:val="009B3ED5"/>
    <w:rsid w:val="009C47D7"/>
    <w:rsid w:val="009D25CD"/>
    <w:rsid w:val="009D674B"/>
    <w:rsid w:val="009E0DB5"/>
    <w:rsid w:val="009E6357"/>
    <w:rsid w:val="009F5F8E"/>
    <w:rsid w:val="009F747E"/>
    <w:rsid w:val="00A03773"/>
    <w:rsid w:val="00A16194"/>
    <w:rsid w:val="00A218A0"/>
    <w:rsid w:val="00A22564"/>
    <w:rsid w:val="00A2791D"/>
    <w:rsid w:val="00A309E2"/>
    <w:rsid w:val="00A36D75"/>
    <w:rsid w:val="00A43E41"/>
    <w:rsid w:val="00A53577"/>
    <w:rsid w:val="00A6020D"/>
    <w:rsid w:val="00A8012E"/>
    <w:rsid w:val="00A959A8"/>
    <w:rsid w:val="00AB3795"/>
    <w:rsid w:val="00AC570D"/>
    <w:rsid w:val="00AF1CDE"/>
    <w:rsid w:val="00AF1E11"/>
    <w:rsid w:val="00AF4B2B"/>
    <w:rsid w:val="00B062FB"/>
    <w:rsid w:val="00B14901"/>
    <w:rsid w:val="00B23789"/>
    <w:rsid w:val="00B276C7"/>
    <w:rsid w:val="00B30030"/>
    <w:rsid w:val="00B44A3C"/>
    <w:rsid w:val="00B60870"/>
    <w:rsid w:val="00B60A91"/>
    <w:rsid w:val="00B60C63"/>
    <w:rsid w:val="00B616E9"/>
    <w:rsid w:val="00B84C7B"/>
    <w:rsid w:val="00B95C89"/>
    <w:rsid w:val="00B97B7B"/>
    <w:rsid w:val="00BC14B6"/>
    <w:rsid w:val="00BC4F78"/>
    <w:rsid w:val="00BF501D"/>
    <w:rsid w:val="00C01518"/>
    <w:rsid w:val="00C0443F"/>
    <w:rsid w:val="00C07F5E"/>
    <w:rsid w:val="00C261B7"/>
    <w:rsid w:val="00C36E82"/>
    <w:rsid w:val="00C50B12"/>
    <w:rsid w:val="00C5204F"/>
    <w:rsid w:val="00C66E45"/>
    <w:rsid w:val="00C72928"/>
    <w:rsid w:val="00C76DDD"/>
    <w:rsid w:val="00C827A9"/>
    <w:rsid w:val="00CA0BB9"/>
    <w:rsid w:val="00CA1418"/>
    <w:rsid w:val="00CA5108"/>
    <w:rsid w:val="00CB7469"/>
    <w:rsid w:val="00CD0F50"/>
    <w:rsid w:val="00CD6118"/>
    <w:rsid w:val="00CD68F6"/>
    <w:rsid w:val="00CE5208"/>
    <w:rsid w:val="00CE79FF"/>
    <w:rsid w:val="00CF0F53"/>
    <w:rsid w:val="00CF2056"/>
    <w:rsid w:val="00D060DC"/>
    <w:rsid w:val="00D16916"/>
    <w:rsid w:val="00D17369"/>
    <w:rsid w:val="00D178C7"/>
    <w:rsid w:val="00D306FA"/>
    <w:rsid w:val="00D367FB"/>
    <w:rsid w:val="00D422DB"/>
    <w:rsid w:val="00D46D39"/>
    <w:rsid w:val="00D52C2E"/>
    <w:rsid w:val="00D534D2"/>
    <w:rsid w:val="00D53FCE"/>
    <w:rsid w:val="00D553D0"/>
    <w:rsid w:val="00D62775"/>
    <w:rsid w:val="00D62912"/>
    <w:rsid w:val="00D81349"/>
    <w:rsid w:val="00D92158"/>
    <w:rsid w:val="00D95971"/>
    <w:rsid w:val="00DA2752"/>
    <w:rsid w:val="00DA63B1"/>
    <w:rsid w:val="00DB16CA"/>
    <w:rsid w:val="00DB7AAA"/>
    <w:rsid w:val="00DC22EA"/>
    <w:rsid w:val="00DC4BA7"/>
    <w:rsid w:val="00DD3902"/>
    <w:rsid w:val="00DD432B"/>
    <w:rsid w:val="00DD63F4"/>
    <w:rsid w:val="00DE0F2D"/>
    <w:rsid w:val="00DE40A7"/>
    <w:rsid w:val="00DE7AB5"/>
    <w:rsid w:val="00DF0616"/>
    <w:rsid w:val="00E00907"/>
    <w:rsid w:val="00E10304"/>
    <w:rsid w:val="00E109E9"/>
    <w:rsid w:val="00E50BB8"/>
    <w:rsid w:val="00E61C50"/>
    <w:rsid w:val="00E7045F"/>
    <w:rsid w:val="00E7520B"/>
    <w:rsid w:val="00E82DCE"/>
    <w:rsid w:val="00E916A4"/>
    <w:rsid w:val="00EB2776"/>
    <w:rsid w:val="00EC4A14"/>
    <w:rsid w:val="00EF02EA"/>
    <w:rsid w:val="00EF7DC3"/>
    <w:rsid w:val="00F06F11"/>
    <w:rsid w:val="00F3636F"/>
    <w:rsid w:val="00F43204"/>
    <w:rsid w:val="00F562C2"/>
    <w:rsid w:val="00F86C13"/>
    <w:rsid w:val="00F948F2"/>
    <w:rsid w:val="00FA09C3"/>
    <w:rsid w:val="00FB74EC"/>
    <w:rsid w:val="00FE2EE9"/>
    <w:rsid w:val="00FE3B73"/>
    <w:rsid w:val="00FE41CA"/>
    <w:rsid w:val="00FE6871"/>
    <w:rsid w:val="00FF0FAC"/>
    <w:rsid w:val="22B1B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2B822"/>
  <w15:docId w15:val="{388FA3C8-38BD-407A-A7CA-3E61EFD164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6752EE"/>
    <w:pPr>
      <w:ind w:left="720"/>
    </w:pPr>
    <w:rPr>
      <w:rFonts w:ascii="Calibri" w:hAnsi="Calibri" w:eastAsia="Calibri"/>
      <w:sz w:val="22"/>
      <w:szCs w:val="22"/>
    </w:rPr>
  </w:style>
  <w:style w:type="character" w:styleId="Hyperlink">
    <w:name w:val="Hyperlink"/>
    <w:rsid w:val="006752EE"/>
    <w:rPr>
      <w:color w:val="0000FF"/>
      <w:u w:val="single"/>
    </w:rPr>
  </w:style>
  <w:style w:type="character" w:styleId="CommentReference">
    <w:name w:val="annotation reference"/>
    <w:basedOn w:val="DefaultParagraphFont"/>
    <w:uiPriority w:val="99"/>
    <w:semiHidden/>
    <w:unhideWhenUsed/>
    <w:rsid w:val="004B4E15"/>
    <w:rPr>
      <w:sz w:val="16"/>
      <w:szCs w:val="16"/>
    </w:rPr>
  </w:style>
  <w:style w:type="paragraph" w:styleId="CommentText">
    <w:name w:val="annotation text"/>
    <w:basedOn w:val="Normal"/>
    <w:link w:val="CommentTextChar"/>
    <w:uiPriority w:val="99"/>
    <w:unhideWhenUsed/>
    <w:rsid w:val="004B4E15"/>
    <w:rPr>
      <w:sz w:val="20"/>
      <w:szCs w:val="20"/>
    </w:rPr>
  </w:style>
  <w:style w:type="character" w:styleId="CommentTextChar" w:customStyle="1">
    <w:name w:val="Comment Text Char"/>
    <w:basedOn w:val="DefaultParagraphFont"/>
    <w:link w:val="CommentText"/>
    <w:uiPriority w:val="99"/>
    <w:rsid w:val="004B4E15"/>
  </w:style>
  <w:style w:type="paragraph" w:styleId="CommentSubject">
    <w:name w:val="annotation subject"/>
    <w:basedOn w:val="CommentText"/>
    <w:next w:val="CommentText"/>
    <w:link w:val="CommentSubjectChar"/>
    <w:uiPriority w:val="99"/>
    <w:semiHidden/>
    <w:unhideWhenUsed/>
    <w:rsid w:val="004B4E15"/>
    <w:rPr>
      <w:b/>
      <w:bCs/>
    </w:rPr>
  </w:style>
  <w:style w:type="character" w:styleId="CommentSubjectChar" w:customStyle="1">
    <w:name w:val="Comment Subject Char"/>
    <w:basedOn w:val="CommentTextChar"/>
    <w:link w:val="CommentSubject"/>
    <w:uiPriority w:val="99"/>
    <w:semiHidden/>
    <w:rsid w:val="004B4E15"/>
    <w:rPr>
      <w:b/>
      <w:bCs/>
    </w:rPr>
  </w:style>
  <w:style w:type="paragraph" w:styleId="BalloonText">
    <w:name w:val="Balloon Text"/>
    <w:basedOn w:val="Normal"/>
    <w:link w:val="BalloonTextChar"/>
    <w:uiPriority w:val="99"/>
    <w:semiHidden/>
    <w:unhideWhenUsed/>
    <w:rsid w:val="004B4E1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B4E15"/>
    <w:rPr>
      <w:rFonts w:ascii="Segoe UI" w:hAnsi="Segoe UI" w:cs="Segoe UI"/>
      <w:sz w:val="18"/>
      <w:szCs w:val="18"/>
    </w:rPr>
  </w:style>
  <w:style w:type="paragraph" w:styleId="NormalWeb">
    <w:name w:val="Normal (Web)"/>
    <w:basedOn w:val="Normal"/>
    <w:uiPriority w:val="99"/>
    <w:unhideWhenUsed/>
    <w:rsid w:val="004B4E15"/>
    <w:pPr>
      <w:spacing w:before="100" w:beforeAutospacing="1" w:after="100" w:afterAutospacing="1"/>
    </w:pPr>
  </w:style>
  <w:style w:type="character" w:styleId="Emphasis">
    <w:name w:val="Emphasis"/>
    <w:basedOn w:val="DefaultParagraphFont"/>
    <w:uiPriority w:val="20"/>
    <w:qFormat/>
    <w:rsid w:val="00B14901"/>
    <w:rPr>
      <w:i/>
      <w:iCs/>
    </w:rPr>
  </w:style>
  <w:style w:type="character" w:styleId="FollowedHyperlink">
    <w:name w:val="FollowedHyperlink"/>
    <w:basedOn w:val="DefaultParagraphFont"/>
    <w:uiPriority w:val="99"/>
    <w:semiHidden/>
    <w:unhideWhenUsed/>
    <w:rsid w:val="00B60A91"/>
    <w:rPr>
      <w:color w:val="800080" w:themeColor="followedHyperlink"/>
      <w:u w:val="single"/>
    </w:rPr>
  </w:style>
  <w:style w:type="character" w:styleId="UnresolvedMention">
    <w:name w:val="Unresolved Mention"/>
    <w:basedOn w:val="DefaultParagraphFont"/>
    <w:uiPriority w:val="99"/>
    <w:semiHidden/>
    <w:unhideWhenUsed/>
    <w:rsid w:val="00764807"/>
    <w:rPr>
      <w:color w:val="605E5C"/>
      <w:shd w:val="clear" w:color="auto" w:fill="E1DFDD"/>
    </w:rPr>
  </w:style>
  <w:style w:type="paragraph" w:styleId="Revision">
    <w:name w:val="Revision"/>
    <w:hidden/>
    <w:uiPriority w:val="99"/>
    <w:semiHidden/>
    <w:rsid w:val="003160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19562">
      <w:bodyDiv w:val="1"/>
      <w:marLeft w:val="0"/>
      <w:marRight w:val="0"/>
      <w:marTop w:val="0"/>
      <w:marBottom w:val="0"/>
      <w:divBdr>
        <w:top w:val="none" w:sz="0" w:space="0" w:color="auto"/>
        <w:left w:val="none" w:sz="0" w:space="0" w:color="auto"/>
        <w:bottom w:val="none" w:sz="0" w:space="0" w:color="auto"/>
        <w:right w:val="none" w:sz="0" w:space="0" w:color="auto"/>
      </w:divBdr>
    </w:div>
    <w:div w:id="286468074">
      <w:bodyDiv w:val="1"/>
      <w:marLeft w:val="0"/>
      <w:marRight w:val="0"/>
      <w:marTop w:val="0"/>
      <w:marBottom w:val="0"/>
      <w:divBdr>
        <w:top w:val="none" w:sz="0" w:space="0" w:color="auto"/>
        <w:left w:val="none" w:sz="0" w:space="0" w:color="auto"/>
        <w:bottom w:val="none" w:sz="0" w:space="0" w:color="auto"/>
        <w:right w:val="none" w:sz="0" w:space="0" w:color="auto"/>
      </w:divBdr>
    </w:div>
    <w:div w:id="329677808">
      <w:bodyDiv w:val="1"/>
      <w:marLeft w:val="0"/>
      <w:marRight w:val="0"/>
      <w:marTop w:val="0"/>
      <w:marBottom w:val="0"/>
      <w:divBdr>
        <w:top w:val="none" w:sz="0" w:space="0" w:color="auto"/>
        <w:left w:val="none" w:sz="0" w:space="0" w:color="auto"/>
        <w:bottom w:val="none" w:sz="0" w:space="0" w:color="auto"/>
        <w:right w:val="none" w:sz="0" w:space="0" w:color="auto"/>
      </w:divBdr>
    </w:div>
    <w:div w:id="587269524">
      <w:bodyDiv w:val="1"/>
      <w:marLeft w:val="0"/>
      <w:marRight w:val="0"/>
      <w:marTop w:val="0"/>
      <w:marBottom w:val="0"/>
      <w:divBdr>
        <w:top w:val="none" w:sz="0" w:space="0" w:color="auto"/>
        <w:left w:val="none" w:sz="0" w:space="0" w:color="auto"/>
        <w:bottom w:val="none" w:sz="0" w:space="0" w:color="auto"/>
        <w:right w:val="none" w:sz="0" w:space="0" w:color="auto"/>
      </w:divBdr>
    </w:div>
    <w:div w:id="805006105">
      <w:bodyDiv w:val="1"/>
      <w:marLeft w:val="0"/>
      <w:marRight w:val="0"/>
      <w:marTop w:val="0"/>
      <w:marBottom w:val="0"/>
      <w:divBdr>
        <w:top w:val="none" w:sz="0" w:space="0" w:color="auto"/>
        <w:left w:val="none" w:sz="0" w:space="0" w:color="auto"/>
        <w:bottom w:val="none" w:sz="0" w:space="0" w:color="auto"/>
        <w:right w:val="none" w:sz="0" w:space="0" w:color="auto"/>
      </w:divBdr>
    </w:div>
    <w:div w:id="839589982">
      <w:bodyDiv w:val="1"/>
      <w:marLeft w:val="0"/>
      <w:marRight w:val="0"/>
      <w:marTop w:val="0"/>
      <w:marBottom w:val="0"/>
      <w:divBdr>
        <w:top w:val="none" w:sz="0" w:space="0" w:color="auto"/>
        <w:left w:val="none" w:sz="0" w:space="0" w:color="auto"/>
        <w:bottom w:val="none" w:sz="0" w:space="0" w:color="auto"/>
        <w:right w:val="none" w:sz="0" w:space="0" w:color="auto"/>
      </w:divBdr>
    </w:div>
    <w:div w:id="858394473">
      <w:bodyDiv w:val="1"/>
      <w:marLeft w:val="0"/>
      <w:marRight w:val="0"/>
      <w:marTop w:val="0"/>
      <w:marBottom w:val="0"/>
      <w:divBdr>
        <w:top w:val="none" w:sz="0" w:space="0" w:color="auto"/>
        <w:left w:val="none" w:sz="0" w:space="0" w:color="auto"/>
        <w:bottom w:val="none" w:sz="0" w:space="0" w:color="auto"/>
        <w:right w:val="none" w:sz="0" w:space="0" w:color="auto"/>
      </w:divBdr>
    </w:div>
    <w:div w:id="18217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fed.us/database/feis/fire_regimes/AK_white_spruce/all.html"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DA2F5AC6-6A93-4F68-A1A7-A291C7BEF93E}">
  <ds:schemaRefs>
    <ds:schemaRef ds:uri="http://schemas.openxmlformats.org/officeDocument/2006/bibliography"/>
  </ds:schemaRefs>
</ds:datastoreItem>
</file>

<file path=customXml/itemProps2.xml><?xml version="1.0" encoding="utf-8"?>
<ds:datastoreItem xmlns:ds="http://schemas.openxmlformats.org/officeDocument/2006/customXml" ds:itemID="{5614B379-1CC3-4119-9331-CEDC683957AA}"/>
</file>

<file path=customXml/itemProps3.xml><?xml version="1.0" encoding="utf-8"?>
<ds:datastoreItem xmlns:ds="http://schemas.openxmlformats.org/officeDocument/2006/customXml" ds:itemID="{3ADCB9A7-0C05-4F47-8119-4BB318E84BF5}"/>
</file>

<file path=customXml/itemProps4.xml><?xml version="1.0" encoding="utf-8"?>
<ds:datastoreItem xmlns:ds="http://schemas.openxmlformats.org/officeDocument/2006/customXml" ds:itemID="{7EF27932-9142-4841-9EE2-D89ED050A8D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27</cp:revision>
  <cp:lastPrinted>2015-09-11T19:38:00Z</cp:lastPrinted>
  <dcterms:created xsi:type="dcterms:W3CDTF">2022-12-02T02:49:00Z</dcterms:created>
  <dcterms:modified xsi:type="dcterms:W3CDTF">2024-09-27T19:41:40Z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