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751A" w:rsidP="000A751A" w:rsidRDefault="000A751A" w14:paraId="6F304EE6" w14:textId="403AD880">
      <w:pPr>
        <w:pStyle w:val="BpSTitle"/>
      </w:pPr>
      <w:r>
        <w:t>16680</w:t>
      </w:r>
    </w:p>
    <w:p w:rsidR="000A751A" w:rsidP="000A751A" w:rsidRDefault="000A751A" w14:paraId="2B4FBE40" w14:textId="77777777">
      <w:pPr>
        <w:pStyle w:val="BpSTitle"/>
      </w:pPr>
      <w:r>
        <w:t>Temperate Pacific Tidal Salt and Brackish Marsh</w:t>
      </w:r>
    </w:p>
    <w:p w:rsidR="000A751A" w:rsidP="000A751A" w:rsidRDefault="000A751A" w14:paraId="2D4257EC" w14:textId="77777777">
      <w:r>
        <w:t xmlns:w="http://schemas.openxmlformats.org/wordprocessingml/2006/main">BpS Model/Description Version: Nov. 2024</w:t>
      </w:r>
      <w:r>
        <w:tab/>
      </w:r>
      <w:r>
        <w:tab/>
      </w:r>
      <w:r>
        <w:tab/>
      </w:r>
      <w:r>
        <w:tab/>
      </w:r>
      <w:r>
        <w:tab/>
      </w:r>
      <w:r>
        <w:tab/>
      </w:r>
      <w:r>
        <w:tab/>
      </w:r>
      <w:r>
        <w:tab/>
      </w:r>
    </w:p>
    <w:p w:rsidR="000A751A" w:rsidP="000A751A" w:rsidRDefault="000A751A" w14:paraId="6533B4D3"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464"/>
        <w:gridCol w:w="2796"/>
        <w:gridCol w:w="1788"/>
        <w:gridCol w:w="2256"/>
      </w:tblGrid>
      <w:tr w:rsidRPr="000A751A" w:rsidR="000A751A" w:rsidTr="000A751A" w14:paraId="494E193D" w14:textId="77777777">
        <w:tc>
          <w:tcPr>
            <w:tcW w:w="1464" w:type="dxa"/>
            <w:tcBorders>
              <w:top w:val="single" w:color="auto" w:sz="2" w:space="0"/>
              <w:left w:val="single" w:color="auto" w:sz="12" w:space="0"/>
              <w:bottom w:val="single" w:color="000000" w:sz="12" w:space="0"/>
            </w:tcBorders>
            <w:shd w:val="clear" w:color="auto" w:fill="auto"/>
          </w:tcPr>
          <w:p w:rsidRPr="000A751A" w:rsidR="000A751A" w:rsidP="006A5760" w:rsidRDefault="000A751A" w14:paraId="0BACF66C" w14:textId="77777777">
            <w:pPr>
              <w:rPr>
                <w:b/>
                <w:bCs/>
              </w:rPr>
            </w:pPr>
            <w:r w:rsidRPr="000A751A">
              <w:rPr>
                <w:b/>
                <w:bCs/>
              </w:rPr>
              <w:t>Modelers</w:t>
            </w:r>
          </w:p>
        </w:tc>
        <w:tc>
          <w:tcPr>
            <w:tcW w:w="2796" w:type="dxa"/>
            <w:tcBorders>
              <w:top w:val="single" w:color="auto" w:sz="2" w:space="0"/>
              <w:bottom w:val="single" w:color="000000" w:sz="12" w:space="0"/>
              <w:right w:val="single" w:color="000000" w:sz="12" w:space="0"/>
            </w:tcBorders>
            <w:shd w:val="clear" w:color="auto" w:fill="auto"/>
          </w:tcPr>
          <w:p w:rsidRPr="000A751A" w:rsidR="000A751A" w:rsidP="006A5760" w:rsidRDefault="000A751A" w14:paraId="057632B4" w14:textId="77777777">
            <w:pPr>
              <w:rPr>
                <w:b/>
                <w:bCs/>
              </w:rPr>
            </w:pPr>
          </w:p>
        </w:tc>
        <w:tc>
          <w:tcPr>
            <w:tcW w:w="1788" w:type="dxa"/>
            <w:tcBorders>
              <w:top w:val="single" w:color="auto" w:sz="2" w:space="0"/>
              <w:left w:val="single" w:color="000000" w:sz="12" w:space="0"/>
              <w:bottom w:val="single" w:color="000000" w:sz="12" w:space="0"/>
            </w:tcBorders>
            <w:shd w:val="clear" w:color="auto" w:fill="auto"/>
          </w:tcPr>
          <w:p w:rsidRPr="000A751A" w:rsidR="000A751A" w:rsidP="006A5760" w:rsidRDefault="000A751A" w14:paraId="2283CFFA" w14:textId="77777777">
            <w:pPr>
              <w:rPr>
                <w:b/>
                <w:bCs/>
              </w:rPr>
            </w:pPr>
            <w:r w:rsidRPr="000A751A">
              <w:rPr>
                <w:b/>
                <w:bCs/>
              </w:rPr>
              <w:t>Reviewers</w:t>
            </w:r>
          </w:p>
        </w:tc>
        <w:tc>
          <w:tcPr>
            <w:tcW w:w="2256" w:type="dxa"/>
            <w:tcBorders>
              <w:top w:val="single" w:color="auto" w:sz="2" w:space="0"/>
              <w:bottom w:val="single" w:color="000000" w:sz="12" w:space="0"/>
            </w:tcBorders>
            <w:shd w:val="clear" w:color="auto" w:fill="auto"/>
          </w:tcPr>
          <w:p w:rsidRPr="000A751A" w:rsidR="000A751A" w:rsidP="006A5760" w:rsidRDefault="000A751A" w14:paraId="35CE6038" w14:textId="77777777">
            <w:pPr>
              <w:rPr>
                <w:b/>
                <w:bCs/>
              </w:rPr>
            </w:pPr>
          </w:p>
        </w:tc>
      </w:tr>
      <w:tr w:rsidRPr="000A751A" w:rsidR="000A751A" w:rsidTr="000A751A" w14:paraId="616D2AB1" w14:textId="77777777">
        <w:tc>
          <w:tcPr>
            <w:tcW w:w="1464" w:type="dxa"/>
            <w:tcBorders>
              <w:top w:val="single" w:color="000000" w:sz="12" w:space="0"/>
              <w:left w:val="single" w:color="auto" w:sz="12" w:space="0"/>
            </w:tcBorders>
            <w:shd w:val="clear" w:color="auto" w:fill="auto"/>
          </w:tcPr>
          <w:p w:rsidRPr="000A751A" w:rsidR="000A751A" w:rsidP="006A5760" w:rsidRDefault="000A751A" w14:paraId="542B0B48" w14:textId="77777777">
            <w:pPr>
              <w:rPr>
                <w:bCs/>
              </w:rPr>
            </w:pPr>
            <w:r w:rsidRPr="000A751A">
              <w:rPr>
                <w:bCs/>
              </w:rPr>
              <w:t>Amy Miller</w:t>
            </w:r>
          </w:p>
        </w:tc>
        <w:tc>
          <w:tcPr>
            <w:tcW w:w="2796" w:type="dxa"/>
            <w:tcBorders>
              <w:top w:val="single" w:color="000000" w:sz="12" w:space="0"/>
              <w:right w:val="single" w:color="000000" w:sz="12" w:space="0"/>
            </w:tcBorders>
            <w:shd w:val="clear" w:color="auto" w:fill="auto"/>
          </w:tcPr>
          <w:p w:rsidRPr="000A751A" w:rsidR="000A751A" w:rsidP="006A5760" w:rsidRDefault="000A751A" w14:paraId="125CA5FF" w14:textId="77777777">
            <w:r w:rsidRPr="000A751A">
              <w:t>Amy_E_Miller@nps.gov</w:t>
            </w:r>
          </w:p>
        </w:tc>
        <w:tc>
          <w:tcPr>
            <w:tcW w:w="1788" w:type="dxa"/>
            <w:tcBorders>
              <w:top w:val="single" w:color="000000" w:sz="12" w:space="0"/>
              <w:left w:val="single" w:color="000000" w:sz="12" w:space="0"/>
            </w:tcBorders>
            <w:shd w:val="clear" w:color="auto" w:fill="auto"/>
          </w:tcPr>
          <w:p w:rsidRPr="000A751A" w:rsidR="000A751A" w:rsidP="006A5760" w:rsidRDefault="000A751A" w14:paraId="0758DD24" w14:textId="77777777">
            <w:r w:rsidRPr="000A751A">
              <w:t xml:space="preserve">Karen </w:t>
            </w:r>
            <w:proofErr w:type="spellStart"/>
            <w:r w:rsidRPr="000A751A">
              <w:t>Dillman</w:t>
            </w:r>
            <w:proofErr w:type="spellEnd"/>
          </w:p>
        </w:tc>
        <w:tc>
          <w:tcPr>
            <w:tcW w:w="2256" w:type="dxa"/>
            <w:tcBorders>
              <w:top w:val="single" w:color="000000" w:sz="12" w:space="0"/>
            </w:tcBorders>
            <w:shd w:val="clear" w:color="auto" w:fill="auto"/>
          </w:tcPr>
          <w:p w:rsidRPr="000A751A" w:rsidR="000A751A" w:rsidP="006A5760" w:rsidRDefault="000A751A" w14:paraId="772855B6" w14:textId="77777777">
            <w:r w:rsidRPr="000A751A">
              <w:t>kdillman@fs.fed.us</w:t>
            </w:r>
          </w:p>
        </w:tc>
      </w:tr>
      <w:tr w:rsidRPr="000A751A" w:rsidR="000A751A" w:rsidTr="000A751A" w14:paraId="7DFF56B4" w14:textId="77777777">
        <w:tc>
          <w:tcPr>
            <w:tcW w:w="1464" w:type="dxa"/>
            <w:tcBorders>
              <w:left w:val="single" w:color="auto" w:sz="12" w:space="0"/>
            </w:tcBorders>
            <w:shd w:val="clear" w:color="auto" w:fill="auto"/>
          </w:tcPr>
          <w:p w:rsidRPr="000A751A" w:rsidR="000A751A" w:rsidP="006A5760" w:rsidRDefault="000A751A" w14:paraId="340BA0A4" w14:textId="77777777">
            <w:pPr>
              <w:rPr>
                <w:bCs/>
              </w:rPr>
            </w:pPr>
            <w:r w:rsidRPr="000A751A">
              <w:rPr>
                <w:bCs/>
              </w:rPr>
              <w:t>None</w:t>
            </w:r>
          </w:p>
        </w:tc>
        <w:tc>
          <w:tcPr>
            <w:tcW w:w="2796" w:type="dxa"/>
            <w:tcBorders>
              <w:right w:val="single" w:color="000000" w:sz="12" w:space="0"/>
            </w:tcBorders>
            <w:shd w:val="clear" w:color="auto" w:fill="auto"/>
          </w:tcPr>
          <w:p w:rsidRPr="000A751A" w:rsidR="000A751A" w:rsidP="006A5760" w:rsidRDefault="000A751A" w14:paraId="3D1E9356" w14:textId="77777777">
            <w:r w:rsidRPr="000A751A">
              <w:t>None</w:t>
            </w:r>
          </w:p>
        </w:tc>
        <w:tc>
          <w:tcPr>
            <w:tcW w:w="1788" w:type="dxa"/>
            <w:tcBorders>
              <w:left w:val="single" w:color="000000" w:sz="12" w:space="0"/>
            </w:tcBorders>
            <w:shd w:val="clear" w:color="auto" w:fill="auto"/>
          </w:tcPr>
          <w:p w:rsidRPr="000A751A" w:rsidR="000A751A" w:rsidP="006A5760" w:rsidRDefault="000A751A" w14:paraId="59072953" w14:textId="77777777">
            <w:r w:rsidRPr="000A751A">
              <w:t>None</w:t>
            </w:r>
          </w:p>
        </w:tc>
        <w:tc>
          <w:tcPr>
            <w:tcW w:w="2256" w:type="dxa"/>
            <w:shd w:val="clear" w:color="auto" w:fill="auto"/>
          </w:tcPr>
          <w:p w:rsidRPr="000A751A" w:rsidR="000A751A" w:rsidP="006A5760" w:rsidRDefault="000A751A" w14:paraId="02C94241" w14:textId="77777777">
            <w:r w:rsidRPr="000A751A">
              <w:t>None</w:t>
            </w:r>
          </w:p>
        </w:tc>
      </w:tr>
      <w:tr w:rsidRPr="000A751A" w:rsidR="000A751A" w:rsidTr="000A751A" w14:paraId="41426533" w14:textId="77777777">
        <w:tc>
          <w:tcPr>
            <w:tcW w:w="1464" w:type="dxa"/>
            <w:tcBorders>
              <w:left w:val="single" w:color="auto" w:sz="12" w:space="0"/>
              <w:bottom w:val="single" w:color="auto" w:sz="2" w:space="0"/>
            </w:tcBorders>
            <w:shd w:val="clear" w:color="auto" w:fill="auto"/>
          </w:tcPr>
          <w:p w:rsidRPr="000A751A" w:rsidR="000A751A" w:rsidP="006A5760" w:rsidRDefault="000A751A" w14:paraId="47AE4635" w14:textId="77777777">
            <w:pPr>
              <w:rPr>
                <w:bCs/>
              </w:rPr>
            </w:pPr>
            <w:r w:rsidRPr="000A751A">
              <w:rPr>
                <w:bCs/>
              </w:rPr>
              <w:t>None</w:t>
            </w:r>
          </w:p>
        </w:tc>
        <w:tc>
          <w:tcPr>
            <w:tcW w:w="2796" w:type="dxa"/>
            <w:tcBorders>
              <w:right w:val="single" w:color="000000" w:sz="12" w:space="0"/>
            </w:tcBorders>
            <w:shd w:val="clear" w:color="auto" w:fill="auto"/>
          </w:tcPr>
          <w:p w:rsidRPr="000A751A" w:rsidR="000A751A" w:rsidP="006A5760" w:rsidRDefault="000A751A" w14:paraId="03C831C1" w14:textId="77777777">
            <w:r w:rsidRPr="000A751A">
              <w:t>None</w:t>
            </w:r>
          </w:p>
        </w:tc>
        <w:tc>
          <w:tcPr>
            <w:tcW w:w="1788" w:type="dxa"/>
            <w:tcBorders>
              <w:left w:val="single" w:color="000000" w:sz="12" w:space="0"/>
              <w:bottom w:val="single" w:color="auto" w:sz="2" w:space="0"/>
            </w:tcBorders>
            <w:shd w:val="clear" w:color="auto" w:fill="auto"/>
          </w:tcPr>
          <w:p w:rsidRPr="000A751A" w:rsidR="000A751A" w:rsidP="006A5760" w:rsidRDefault="000A751A" w14:paraId="32296C11" w14:textId="77777777">
            <w:r w:rsidRPr="000A751A">
              <w:t>None</w:t>
            </w:r>
          </w:p>
        </w:tc>
        <w:tc>
          <w:tcPr>
            <w:tcW w:w="2256" w:type="dxa"/>
            <w:shd w:val="clear" w:color="auto" w:fill="auto"/>
          </w:tcPr>
          <w:p w:rsidRPr="000A751A" w:rsidR="000A751A" w:rsidP="006A5760" w:rsidRDefault="000A751A" w14:paraId="7A238F6E" w14:textId="77777777">
            <w:r w:rsidRPr="000A751A">
              <w:t>None</w:t>
            </w:r>
          </w:p>
        </w:tc>
      </w:tr>
    </w:tbl>
    <w:p w:rsidR="000A751A" w:rsidP="000A751A" w:rsidRDefault="000A751A" w14:paraId="2B312148" w14:textId="77777777"/>
    <w:p w:rsidR="00F925C5" w:rsidP="000A751A" w:rsidRDefault="00F925C5" w14:paraId="4B94ED5B" w14:textId="77777777">
      <w:pPr>
        <w:pStyle w:val="InfoPara"/>
        <w:rPr>
          <w:b w:val="0"/>
          <w:bCs/>
        </w:rPr>
      </w:pPr>
      <w:r>
        <w:t xml:space="preserve">Reviewer: </w:t>
      </w:r>
      <w:r>
        <w:rPr>
          <w:b w:val="0"/>
          <w:bCs/>
        </w:rPr>
        <w:t>Robin Innes</w:t>
      </w:r>
    </w:p>
    <w:p w:rsidR="000A751A" w:rsidP="000A751A" w:rsidRDefault="000A751A" w14:paraId="16D69323" w14:textId="705A1999">
      <w:pPr>
        <w:pStyle w:val="InfoPara"/>
      </w:pPr>
      <w:r>
        <w:t>Vegetation Type</w:t>
      </w:r>
    </w:p>
    <w:p w:rsidR="000A751A" w:rsidP="000A751A" w:rsidRDefault="0046044C" w14:paraId="40D7603C" w14:textId="3D8BC3E3">
      <w:r>
        <w:t xml:space="preserve">Herbaceous </w:t>
      </w:r>
      <w:r w:rsidR="000A751A">
        <w:t>Wetland</w:t>
      </w:r>
    </w:p>
    <w:p w:rsidR="000A751A" w:rsidP="000A751A" w:rsidRDefault="000A751A" w14:paraId="2193B251" w14:textId="77777777">
      <w:pPr>
        <w:pStyle w:val="InfoPara"/>
      </w:pPr>
      <w:r w:rsidR="6297B4A3">
        <w:rPr/>
        <w:t>Map Zones</w:t>
      </w:r>
    </w:p>
    <w:p w:rsidR="6297B4A3" w:rsidP="6297B4A3" w:rsidRDefault="6297B4A3" w14:paraId="6A342C93" w14:textId="0BC138B4">
      <w:pPr>
        <w:pStyle w:val="Normal"/>
      </w:pPr>
      <w:r w:rsidR="6297B4A3">
        <w:rPr/>
        <w:t>73, 75, 76, 77, 78, 80</w:t>
      </w:r>
    </w:p>
    <w:p w:rsidR="000A751A" w:rsidP="000A751A" w:rsidRDefault="000A751A" w14:paraId="5D78B49E" w14:textId="77777777">
      <w:pPr>
        <w:pStyle w:val="InfoPara"/>
      </w:pPr>
      <w:r>
        <w:t>Model Splits or Lumps</w:t>
      </w:r>
    </w:p>
    <w:p w:rsidR="000A751A" w:rsidP="000A751A" w:rsidRDefault="000A751A" w14:paraId="7AB5EB62" w14:textId="1A8582DA">
      <w:r>
        <w:t xml:space="preserve">This </w:t>
      </w:r>
      <w:r w:rsidR="00CF7B7A">
        <w:t>Biophysical Setting (</w:t>
      </w:r>
      <w:proofErr w:type="spellStart"/>
      <w:r>
        <w:t>BpS</w:t>
      </w:r>
      <w:proofErr w:type="spellEnd"/>
      <w:r w:rsidR="00CF7B7A">
        <w:t>)</w:t>
      </w:r>
      <w:r>
        <w:t xml:space="preserve"> is lumped with: Temperate Pacific Intertidal Flat</w:t>
      </w:r>
      <w:r w:rsidR="00F925C5">
        <w:t xml:space="preserve"> (BpS 16690)</w:t>
      </w:r>
    </w:p>
    <w:p w:rsidR="00F925C5" w:rsidP="000A751A" w:rsidRDefault="00F925C5" w14:paraId="26437EC9" w14:textId="4A8EBAA5">
      <w:r w:rsidRPr="00F925C5">
        <w:t xml:space="preserve">Intertidal Flats are modeled with the Tidal Salt and Brackish Marsh because of their successional relationship and because Intertidal Flats may be barren and therefore not mappable as </w:t>
      </w:r>
      <w:proofErr w:type="spellStart"/>
      <w:r w:rsidRPr="00F925C5">
        <w:t>BpS</w:t>
      </w:r>
      <w:proofErr w:type="spellEnd"/>
      <w:r w:rsidRPr="00F925C5">
        <w:t>.</w:t>
      </w:r>
    </w:p>
    <w:p w:rsidR="000A751A" w:rsidP="000A751A" w:rsidRDefault="000A751A" w14:paraId="30141493" w14:textId="77777777">
      <w:pPr>
        <w:pStyle w:val="InfoPara"/>
      </w:pPr>
      <w:r>
        <w:t>Geographic Range</w:t>
      </w:r>
    </w:p>
    <w:p w:rsidR="00812DA7" w:rsidP="000A751A" w:rsidRDefault="000A751A" w14:paraId="01CA0E4B" w14:textId="16F3804A">
      <w:r>
        <w:t>This system is found along the North Pacific coastline from Prince William Sound through southeast AK.</w:t>
      </w:r>
      <w:r w:rsidR="00F925C5">
        <w:t xml:space="preserve"> Its distribution is limited by the lack of area with fine sands and silts, disturbance by sea ice, </w:t>
      </w:r>
      <w:r w:rsidR="00A807B5">
        <w:t>limited tidal amplitude, low water salinity, short growing season, and low soil temperature (Bliss 1988).</w:t>
      </w:r>
    </w:p>
    <w:p w:rsidR="000A751A" w:rsidP="000A751A" w:rsidRDefault="000A751A" w14:paraId="3F931183" w14:textId="77777777">
      <w:pPr>
        <w:pStyle w:val="InfoPara"/>
      </w:pPr>
      <w:r>
        <w:t>Biophysical Site Description</w:t>
      </w:r>
    </w:p>
    <w:p w:rsidR="000A751A" w:rsidP="000A751A" w:rsidRDefault="000A751A" w14:paraId="0813A643" w14:textId="77777777">
      <w:r>
        <w:t xml:space="preserve">The following paragraph was taken from the draft Boreal Ecological Systems description (NatureServe 2008a): </w:t>
      </w:r>
    </w:p>
    <w:p w:rsidR="000A751A" w:rsidP="000A751A" w:rsidRDefault="000A751A" w14:paraId="74DE1062" w14:textId="77777777">
      <w:r>
        <w:t xml:space="preserve">Tidal marshes often have sediment inputs from a freshwater source. The surface gradients are flat. Progradation of the tidal marsh front will occur if sedimentation exceeds erosion. Tidal marshes represent the area of transition from maritime to freshwater terrestrial systems and encompass a complex range of plant communities and ecotones including marshes and herbaceous or barren mudflats. They also feature a range of salinity conditions from saline to nearly fresh. (Tidal marshes in large bays with a high volume of freshwater input, such as </w:t>
      </w:r>
      <w:proofErr w:type="spellStart"/>
      <w:r>
        <w:t>Nushagak</w:t>
      </w:r>
      <w:proofErr w:type="spellEnd"/>
      <w:r>
        <w:t xml:space="preserve"> Bay or Turnagain Arm, may be entirely fresh.) Soils are silts and clays and are periodically inundated by tidal fluctuation. The frequency of flooding may vary from twice daily (lower salt marsh) to once per growing season (upper coastal marsh). Tidal marshes have a limited distribution along the Gulf of Alaska and British Columbia coastline due to the topography and geomorphology of the coast, which features steep slopes and deep fjords and offers limited protection from wave action (National Wetland Working Group 1988).</w:t>
      </w:r>
    </w:p>
    <w:p w:rsidR="000A751A" w:rsidP="000A751A" w:rsidRDefault="000A751A" w14:paraId="06277AB6" w14:textId="77777777"/>
    <w:p w:rsidR="000A751A" w:rsidP="000A751A" w:rsidRDefault="000A751A" w14:paraId="339B5C61" w14:textId="406C5AA7">
      <w:r>
        <w:t xml:space="preserve">Tidal flats form a narrow band along oceanic inlets and are more extensive at the mouths of larger rivers. Algae are the dominant vegetation on mudflats where little vascular vegetation is </w:t>
      </w:r>
      <w:r>
        <w:t>present due to the twice daily tidal flooding of salt or brackish water. The dominant processes are tectonic uplift or subsidence, isostatic rebound</w:t>
      </w:r>
      <w:r w:rsidR="00D3521C">
        <w:t>,</w:t>
      </w:r>
      <w:r>
        <w:t xml:space="preserve"> and sediment deposition.</w:t>
      </w:r>
    </w:p>
    <w:p w:rsidR="000A751A" w:rsidP="000A751A" w:rsidRDefault="000A751A" w14:paraId="6A33BAEB" w14:textId="77777777">
      <w:pPr>
        <w:pStyle w:val="InfoPara"/>
      </w:pPr>
      <w:r>
        <w:t>Vegetation Description</w:t>
      </w:r>
    </w:p>
    <w:p w:rsidR="000A751A" w:rsidP="000A751A" w:rsidRDefault="000A751A" w14:paraId="5D96C6BA" w14:textId="77777777">
      <w:r>
        <w:t xml:space="preserve">The following information was taken from the draft Maritime Ecological Systems description (NatureServe 2008b): </w:t>
      </w:r>
    </w:p>
    <w:p w:rsidR="000A751A" w:rsidP="000A751A" w:rsidRDefault="000A751A" w14:paraId="7C52A2FC" w14:textId="3345437F">
      <w:r>
        <w:t xml:space="preserve">Coastal marshes are often dominated by a near monotypic stand of </w:t>
      </w:r>
      <w:proofErr w:type="spellStart"/>
      <w:r w:rsidRPr="00486995">
        <w:rPr>
          <w:i/>
          <w:iCs/>
        </w:rPr>
        <w:t>Carex</w:t>
      </w:r>
      <w:proofErr w:type="spellEnd"/>
      <w:r w:rsidRPr="00486995">
        <w:rPr>
          <w:i/>
          <w:iCs/>
        </w:rPr>
        <w:t xml:space="preserve"> </w:t>
      </w:r>
      <w:proofErr w:type="spellStart"/>
      <w:r w:rsidRPr="00486995">
        <w:rPr>
          <w:i/>
          <w:iCs/>
        </w:rPr>
        <w:t>lyngbyaei</w:t>
      </w:r>
      <w:proofErr w:type="spellEnd"/>
      <w:r>
        <w:t xml:space="preserve">. These sites often form an ecotone with freshwater wetlands (Viereck et al. 1992). Higher salt marshes often feature </w:t>
      </w:r>
      <w:proofErr w:type="spellStart"/>
      <w:r w:rsidRPr="00486995">
        <w:rPr>
          <w:i/>
          <w:iCs/>
        </w:rPr>
        <w:t>Carex</w:t>
      </w:r>
      <w:proofErr w:type="spellEnd"/>
      <w:r w:rsidRPr="00486995">
        <w:rPr>
          <w:i/>
          <w:iCs/>
        </w:rPr>
        <w:t xml:space="preserve"> </w:t>
      </w:r>
      <w:proofErr w:type="spellStart"/>
      <w:r w:rsidRPr="00486995">
        <w:rPr>
          <w:i/>
          <w:iCs/>
        </w:rPr>
        <w:t>ramenskii</w:t>
      </w:r>
      <w:proofErr w:type="spellEnd"/>
      <w:r w:rsidRPr="00486995">
        <w:rPr>
          <w:i/>
          <w:iCs/>
        </w:rPr>
        <w:t xml:space="preserve">, Poa </w:t>
      </w:r>
      <w:proofErr w:type="spellStart"/>
      <w:r w:rsidRPr="00486995">
        <w:rPr>
          <w:i/>
          <w:iCs/>
        </w:rPr>
        <w:t>eminens</w:t>
      </w:r>
      <w:proofErr w:type="spellEnd"/>
      <w:r w:rsidRPr="00486995">
        <w:rPr>
          <w:i/>
          <w:iCs/>
        </w:rPr>
        <w:t xml:space="preserve">, Argentina </w:t>
      </w:r>
      <w:proofErr w:type="spellStart"/>
      <w:r w:rsidRPr="00486995">
        <w:rPr>
          <w:i/>
          <w:iCs/>
        </w:rPr>
        <w:t>egedii</w:t>
      </w:r>
      <w:proofErr w:type="spellEnd"/>
      <w:r w:rsidR="00896EF2">
        <w:rPr>
          <w:i/>
          <w:iCs/>
        </w:rPr>
        <w:t>,</w:t>
      </w:r>
      <w:r>
        <w:t xml:space="preserve"> and </w:t>
      </w:r>
      <w:proofErr w:type="spellStart"/>
      <w:r w:rsidRPr="00486995">
        <w:rPr>
          <w:i/>
          <w:iCs/>
        </w:rPr>
        <w:t>Deschampsia</w:t>
      </w:r>
      <w:proofErr w:type="spellEnd"/>
      <w:r w:rsidRPr="00486995">
        <w:rPr>
          <w:i/>
          <w:iCs/>
        </w:rPr>
        <w:t xml:space="preserve"> </w:t>
      </w:r>
      <w:proofErr w:type="spellStart"/>
      <w:r w:rsidRPr="00486995">
        <w:rPr>
          <w:i/>
          <w:iCs/>
        </w:rPr>
        <w:t>caespitosa</w:t>
      </w:r>
      <w:proofErr w:type="spellEnd"/>
      <w:r>
        <w:t xml:space="preserve">. Frequently inundated lower salt marshes may feature any of the following species: </w:t>
      </w:r>
      <w:proofErr w:type="spellStart"/>
      <w:r w:rsidRPr="006148F7">
        <w:rPr>
          <w:i/>
          <w:iCs/>
        </w:rPr>
        <w:t>Puccinellia</w:t>
      </w:r>
      <w:proofErr w:type="spellEnd"/>
      <w:r>
        <w:t xml:space="preserve"> spp., </w:t>
      </w:r>
      <w:r w:rsidRPr="006148F7">
        <w:rPr>
          <w:i/>
          <w:iCs/>
        </w:rPr>
        <w:t>Salicornia</w:t>
      </w:r>
      <w:r>
        <w:t xml:space="preserve"> spp., </w:t>
      </w:r>
      <w:proofErr w:type="spellStart"/>
      <w:r w:rsidRPr="006148F7">
        <w:rPr>
          <w:i/>
          <w:iCs/>
        </w:rPr>
        <w:t>Triglochin</w:t>
      </w:r>
      <w:proofErr w:type="spellEnd"/>
      <w:r w:rsidRPr="006148F7">
        <w:rPr>
          <w:i/>
          <w:iCs/>
        </w:rPr>
        <w:t xml:space="preserve"> </w:t>
      </w:r>
      <w:proofErr w:type="spellStart"/>
      <w:r w:rsidRPr="006148F7">
        <w:rPr>
          <w:i/>
          <w:iCs/>
        </w:rPr>
        <w:t>maritimum</w:t>
      </w:r>
      <w:proofErr w:type="spellEnd"/>
      <w:r w:rsidRPr="006148F7">
        <w:rPr>
          <w:i/>
          <w:iCs/>
        </w:rPr>
        <w:t>, Plantago maritima, Cochlearia officinalis</w:t>
      </w:r>
      <w:r>
        <w:t xml:space="preserve">, </w:t>
      </w:r>
      <w:r w:rsidRPr="006148F7">
        <w:rPr>
          <w:i/>
          <w:iCs/>
        </w:rPr>
        <w:t xml:space="preserve">Spergularia canadensis, </w:t>
      </w:r>
      <w:proofErr w:type="spellStart"/>
      <w:r w:rsidRPr="006148F7">
        <w:rPr>
          <w:i/>
          <w:iCs/>
        </w:rPr>
        <w:t>Honckenya</w:t>
      </w:r>
      <w:proofErr w:type="spellEnd"/>
      <w:r w:rsidRPr="006148F7">
        <w:rPr>
          <w:i/>
          <w:iCs/>
        </w:rPr>
        <w:t xml:space="preserve"> </w:t>
      </w:r>
      <w:proofErr w:type="spellStart"/>
      <w:r w:rsidRPr="006148F7">
        <w:rPr>
          <w:i/>
          <w:iCs/>
        </w:rPr>
        <w:t>peploides</w:t>
      </w:r>
      <w:proofErr w:type="spellEnd"/>
      <w:r w:rsidR="00896EF2">
        <w:rPr>
          <w:i/>
          <w:iCs/>
        </w:rPr>
        <w:t>,</w:t>
      </w:r>
      <w:r>
        <w:t xml:space="preserve"> or </w:t>
      </w:r>
      <w:r w:rsidRPr="006148F7">
        <w:rPr>
          <w:i/>
          <w:iCs/>
        </w:rPr>
        <w:t>Glaux maritima</w:t>
      </w:r>
      <w:r>
        <w:t xml:space="preserve"> (</w:t>
      </w:r>
      <w:proofErr w:type="spellStart"/>
      <w:r>
        <w:t>Viereck</w:t>
      </w:r>
      <w:proofErr w:type="spellEnd"/>
      <w:r>
        <w:t xml:space="preserve"> et al. 1992).</w:t>
      </w:r>
    </w:p>
    <w:p w:rsidR="000A751A" w:rsidP="000A751A" w:rsidRDefault="000A751A" w14:paraId="0943A07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CALY3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lyngbyei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Lyngbye's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POEM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Poa eminens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Largeflower speargrass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AREG</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Argentina egedii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Pacific silverweed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DECA18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Deschampsia caespitosa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Tufted hairgrass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PUCCI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Puccinellia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Alkaligrass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Salicornia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Pickleweed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TRMA4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Triglochin maritimum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Seaside arrowgrass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CARA4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ramenskii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Ramensk's sedge</w:t>
            </w:r>
          </w:p>
        </w:tc>
      </w:tr>
    </w:tbl>
    <w:p>
      <w:r>
        <w:rPr>
          <w:sz w:val="16"/>
        </w:rPr>
        <w:t>Species names are from the NRCS PLANTS database. Check species codes at http://plants.usda.gov.</w:t>
      </w:r>
    </w:p>
    <w:p w:rsidR="000A751A" w:rsidP="000A751A" w:rsidRDefault="000A751A" w14:paraId="5FAB3ABB" w14:textId="77777777">
      <w:pPr>
        <w:pStyle w:val="InfoPara"/>
      </w:pPr>
      <w:r>
        <w:t>Disturbance Description</w:t>
      </w:r>
    </w:p>
    <w:p w:rsidR="000A751A" w:rsidP="000A751A" w:rsidRDefault="000A751A" w14:paraId="46F904F4" w14:textId="77777777">
      <w:r>
        <w:t>Common disturbances in the marsh and mudflat system can include freshwater and tidal flooding, storm surge and ice shove.</w:t>
      </w:r>
    </w:p>
    <w:p w:rsidR="000A751A" w:rsidP="000A751A" w:rsidRDefault="000A751A" w14:paraId="5A3FE97E" w14:textId="77777777"/>
    <w:p w:rsidR="000A751A" w:rsidP="000A751A" w:rsidRDefault="000A751A" w14:paraId="60ED7358" w14:textId="77777777">
      <w:r>
        <w:t>The following was taken from the draft Ecological Systems Description (NatureServe 2008a) for this type:</w:t>
      </w:r>
    </w:p>
    <w:p w:rsidR="000A751A" w:rsidP="000A751A" w:rsidRDefault="000A751A" w14:paraId="106ED861" w14:textId="7C1A0901">
      <w:r>
        <w:t xml:space="preserve">Primary succession on the tidal marsh will progress through a series of stages leading from pioneer species establishing on the newly exposed tide flats to a marsh with creeks, levees, and ponds. Pioneer species such as </w:t>
      </w:r>
      <w:r w:rsidRPr="00E7036C">
        <w:rPr>
          <w:i/>
          <w:iCs/>
        </w:rPr>
        <w:t>Cochlearia</w:t>
      </w:r>
      <w:r>
        <w:t xml:space="preserve"> spp., </w:t>
      </w:r>
      <w:proofErr w:type="spellStart"/>
      <w:r w:rsidRPr="00E7036C">
        <w:rPr>
          <w:i/>
          <w:iCs/>
        </w:rPr>
        <w:t>Triglochin</w:t>
      </w:r>
      <w:proofErr w:type="spellEnd"/>
      <w:r w:rsidRPr="00E7036C">
        <w:rPr>
          <w:i/>
          <w:iCs/>
        </w:rPr>
        <w:t xml:space="preserve"> </w:t>
      </w:r>
      <w:proofErr w:type="spellStart"/>
      <w:r w:rsidRPr="00E7036C">
        <w:rPr>
          <w:i/>
          <w:iCs/>
        </w:rPr>
        <w:t>maritimum</w:t>
      </w:r>
      <w:proofErr w:type="spellEnd"/>
      <w:r w:rsidRPr="00E7036C">
        <w:rPr>
          <w:i/>
          <w:iCs/>
        </w:rPr>
        <w:t>, Plantago maritima,</w:t>
      </w:r>
      <w:r>
        <w:t xml:space="preserve"> </w:t>
      </w:r>
      <w:proofErr w:type="spellStart"/>
      <w:r w:rsidRPr="00E7036C">
        <w:rPr>
          <w:i/>
          <w:iCs/>
        </w:rPr>
        <w:t>Puccinellia</w:t>
      </w:r>
      <w:proofErr w:type="spellEnd"/>
      <w:r w:rsidRPr="00E7036C">
        <w:rPr>
          <w:i/>
          <w:iCs/>
        </w:rPr>
        <w:t xml:space="preserve"> pumila</w:t>
      </w:r>
      <w:r>
        <w:t xml:space="preserve">, and </w:t>
      </w:r>
      <w:proofErr w:type="spellStart"/>
      <w:r w:rsidRPr="00E7036C">
        <w:rPr>
          <w:i/>
          <w:iCs/>
        </w:rPr>
        <w:t>Carex</w:t>
      </w:r>
      <w:proofErr w:type="spellEnd"/>
      <w:r w:rsidRPr="00E7036C">
        <w:rPr>
          <w:i/>
          <w:iCs/>
        </w:rPr>
        <w:t xml:space="preserve"> </w:t>
      </w:r>
      <w:proofErr w:type="spellStart"/>
      <w:r w:rsidRPr="00E7036C">
        <w:rPr>
          <w:i/>
          <w:iCs/>
        </w:rPr>
        <w:t>lyngbyaei</w:t>
      </w:r>
      <w:proofErr w:type="spellEnd"/>
      <w:r>
        <w:t xml:space="preserve"> first establish on the tide flats. The newly established vegetation slows the water, allowing for sediment deposition. Water slowed at the edges of swards causes high rates of deposition, typically of coarser sediments. Less sediment is available for deposition in the middle of the sward or marsh further removed from the channel. These differential accretion rates and stabilization by the vegetation leads to the formation of levees (on the edge of the swards and channels) and ponds. The soil surface will continue to increase relative to the mean high tide because of accretion. Because soil surface height is a function of water height, it eventually equilibrates at or above mean high tide or the height of the backed </w:t>
      </w:r>
      <w:r w:rsidR="001E6C1E">
        <w:t>upriver</w:t>
      </w:r>
      <w:r>
        <w:t xml:space="preserve"> channels. </w:t>
      </w:r>
    </w:p>
    <w:p w:rsidR="000A751A" w:rsidP="000A751A" w:rsidRDefault="000A751A" w14:paraId="076FB9D0" w14:textId="77777777"/>
    <w:p w:rsidR="000A751A" w:rsidP="000A751A" w:rsidRDefault="000A751A" w14:paraId="6438195B" w14:textId="14652DCD">
      <w:r>
        <w:t xml:space="preserve">Tidal creeks are formed through a combination of previously established drainage patterns and the coalescing of adjacent swards of vegetation (Steers 1977), primarily </w:t>
      </w:r>
      <w:proofErr w:type="spellStart"/>
      <w:r w:rsidRPr="001E6C1E">
        <w:rPr>
          <w:i/>
          <w:iCs/>
        </w:rPr>
        <w:t>Carex</w:t>
      </w:r>
      <w:proofErr w:type="spellEnd"/>
      <w:r w:rsidRPr="001E6C1E">
        <w:rPr>
          <w:i/>
          <w:iCs/>
        </w:rPr>
        <w:t xml:space="preserve"> </w:t>
      </w:r>
      <w:proofErr w:type="spellStart"/>
      <w:r w:rsidRPr="001E6C1E">
        <w:rPr>
          <w:i/>
          <w:iCs/>
        </w:rPr>
        <w:t>lyngbyaei</w:t>
      </w:r>
      <w:proofErr w:type="spellEnd"/>
      <w:r>
        <w:t xml:space="preserve">, for regions of the northern Pacific coast. The creeks become more entrenched as the surface height increases. </w:t>
      </w:r>
    </w:p>
    <w:p w:rsidR="000A751A" w:rsidP="000A751A" w:rsidRDefault="000A751A" w14:paraId="5731AC1F" w14:textId="77777777"/>
    <w:p w:rsidR="000A751A" w:rsidP="000A751A" w:rsidRDefault="000A751A" w14:paraId="27A508F7" w14:textId="61F71197">
      <w:r>
        <w:t xml:space="preserve">The progradation of the marsh front will be partially limited by water depth. As stated by Batten </w:t>
      </w:r>
      <w:r w:rsidR="00B62B04">
        <w:t>et al.</w:t>
      </w:r>
      <w:r>
        <w:t xml:space="preserve"> (1978) "precise leveling done by NOS (National Oceanic Survey) at three study sites (in the Gulf of Alaska) shows that the marshes do not extend far seaward of mean higher high water (MHHW). Generally, only a few tufts of </w:t>
      </w:r>
      <w:proofErr w:type="spellStart"/>
      <w:r w:rsidRPr="00285C0F">
        <w:rPr>
          <w:i/>
          <w:iCs/>
        </w:rPr>
        <w:t>Puccinellia</w:t>
      </w:r>
      <w:proofErr w:type="spellEnd"/>
      <w:r w:rsidRPr="00285C0F">
        <w:rPr>
          <w:i/>
          <w:iCs/>
        </w:rPr>
        <w:t xml:space="preserve"> </w:t>
      </w:r>
      <w:proofErr w:type="spellStart"/>
      <w:r w:rsidRPr="00285C0F">
        <w:rPr>
          <w:i/>
          <w:iCs/>
        </w:rPr>
        <w:t>nutkaensis</w:t>
      </w:r>
      <w:proofErr w:type="spellEnd"/>
      <w:r>
        <w:t xml:space="preserve"> and other halophytes are present at MHHW and transition to the luxuriant stands of </w:t>
      </w:r>
      <w:proofErr w:type="spellStart"/>
      <w:r w:rsidRPr="00285C0F">
        <w:rPr>
          <w:i/>
          <w:iCs/>
        </w:rPr>
        <w:t>Carex</w:t>
      </w:r>
      <w:proofErr w:type="spellEnd"/>
      <w:r w:rsidRPr="00285C0F">
        <w:rPr>
          <w:i/>
          <w:iCs/>
        </w:rPr>
        <w:t xml:space="preserve"> </w:t>
      </w:r>
      <w:proofErr w:type="spellStart"/>
      <w:r w:rsidRPr="00285C0F">
        <w:rPr>
          <w:i/>
          <w:iCs/>
        </w:rPr>
        <w:t>lyngbyaei</w:t>
      </w:r>
      <w:proofErr w:type="spellEnd"/>
      <w:r>
        <w:t xml:space="preserve"> that constitute the bulk of most marshes occurs substantially above this mark."</w:t>
      </w:r>
    </w:p>
    <w:p w:rsidR="007F1B08" w:rsidP="009B37B2" w:rsidRDefault="009B37B2" w14:paraId="75D84196" w14:textId="6DEA69B5">
      <w:pPr>
        <w:rPr>
          <w:rStyle w:val="Strong"/>
          <w:sz w:val="27"/>
          <w:szCs w:val="27"/>
        </w:rPr>
      </w:pPr>
      <w:r>
        <w:br/>
      </w:r>
      <w:r>
        <w:t xml:space="preserve">In June of 2013 an extensive search was done by </w:t>
      </w:r>
      <w:r w:rsidRPr="001359C6" w:rsidR="00A807B5">
        <w:t>Fire</w:t>
      </w:r>
      <w:r w:rsidR="00A807B5">
        <w:t xml:space="preserve"> Effects Information System</w:t>
      </w:r>
      <w:r>
        <w:t xml:space="preserve"> staff to locate information for a synthesis on </w:t>
      </w:r>
      <w:hyperlink w:history="1" r:id="rId8">
        <w:r w:rsidR="00457826">
          <w:rPr>
            <w:rStyle w:val="Hyperlink"/>
          </w:rPr>
          <w:t>f</w:t>
        </w:r>
        <w:r w:rsidRPr="00652D73">
          <w:rPr>
            <w:rStyle w:val="Hyperlink"/>
          </w:rPr>
          <w:t>ire regimes of Alaskan coastal herbaceous communities and active inland dunes</w:t>
        </w:r>
      </w:hyperlink>
      <w:r>
        <w:t>, with few results</w:t>
      </w:r>
      <w:r w:rsidR="00A807B5">
        <w:t xml:space="preserve"> (Innes 2013)</w:t>
      </w:r>
      <w:r>
        <w:t xml:space="preserve">. </w:t>
      </w:r>
      <w:r w:rsidR="007F1B08">
        <w:t xml:space="preserve"> The synthesis found no record of fire in Alaskan tidal salt and brackish marshes (Innes 2013). In general, fires in this BpS were likely to be very infrequent due to frequent spray or inundation by water (</w:t>
      </w:r>
      <w:r w:rsidRPr="00097412" w:rsidR="007F1B08">
        <w:t>Drury</w:t>
      </w:r>
      <w:r w:rsidR="007F1B08">
        <w:t xml:space="preserve"> </w:t>
      </w:r>
      <w:r w:rsidRPr="00097412" w:rsidR="007F1B08">
        <w:t>1956</w:t>
      </w:r>
      <w:r w:rsidR="007F1B08">
        <w:t>).</w:t>
      </w:r>
    </w:p>
    <w:p w:rsidR="009B37B2" w:rsidP="000A751A" w:rsidRDefault="009B37B2" w14:paraId="041B32EF" w14:textId="77777777">
      <w:bookmarkStart w:name="FireSeason" w:id="0"/>
      <w:bookmarkStart w:name="FireFrequency" w:id="1"/>
      <w:bookmarkStart w:name="Impage5" w:id="2"/>
      <w:bookmarkStart w:name="FireType" w:id="3"/>
      <w:bookmarkStart w:name="FireSeverity" w:id="4"/>
      <w:bookmarkStart w:name="FireSize" w:id="5"/>
      <w:bookmarkEnd w:id="0"/>
      <w:bookmarkEnd w:id="1"/>
      <w:bookmarkEnd w:id="2"/>
      <w:bookmarkEnd w:id="3"/>
      <w:bookmarkEnd w:id="4"/>
      <w:bookmarkEnd w:id="5"/>
    </w:p>
    <w:p w:rsidR="000A751A" w:rsidP="000A751A" w:rsidRDefault="000A751A" w14:paraId="227DA3BD" w14:textId="109F6F80">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A751A" w:rsidP="000A751A" w:rsidRDefault="000A751A" w14:paraId="5D2B8913" w14:textId="77777777">
      <w:pPr>
        <w:pStyle w:val="InfoPara"/>
      </w:pPr>
      <w:r>
        <w:t>Scale Description</w:t>
      </w:r>
    </w:p>
    <w:p w:rsidR="000A751A" w:rsidP="000A751A" w:rsidRDefault="000A751A" w14:paraId="6A369722" w14:textId="77777777">
      <w:r>
        <w:t>Small patch</w:t>
      </w:r>
    </w:p>
    <w:p w:rsidR="000A751A" w:rsidP="000A751A" w:rsidRDefault="000A751A" w14:paraId="764B4744" w14:textId="77777777">
      <w:pPr>
        <w:pStyle w:val="InfoPara"/>
      </w:pPr>
      <w:r>
        <w:t>Adjacency or Identification Concerns</w:t>
      </w:r>
    </w:p>
    <w:p w:rsidR="000A751A" w:rsidP="000A751A" w:rsidRDefault="000A751A" w14:paraId="40FA0280" w14:textId="77777777"/>
    <w:p w:rsidR="000A751A" w:rsidP="000A751A" w:rsidRDefault="000A751A" w14:paraId="523EB9A6" w14:textId="77777777">
      <w:pPr>
        <w:pStyle w:val="InfoPara"/>
      </w:pPr>
      <w:r>
        <w:t>Issues or Problems</w:t>
      </w:r>
    </w:p>
    <w:p w:rsidR="000A751A" w:rsidP="000A751A" w:rsidRDefault="000A751A" w14:paraId="4B64E447" w14:textId="77777777">
      <w:r>
        <w:t>It is unclear what the proportion of the landscape in each class and the disturbance probabilities should be.</w:t>
      </w:r>
    </w:p>
    <w:p w:rsidR="000A751A" w:rsidP="000A751A" w:rsidRDefault="000A751A" w14:paraId="789662DD" w14:textId="77777777">
      <w:pPr>
        <w:pStyle w:val="InfoPara"/>
      </w:pPr>
      <w:r>
        <w:t>Native Uncharacteristic Conditions</w:t>
      </w:r>
    </w:p>
    <w:p w:rsidR="000A751A" w:rsidP="000A751A" w:rsidRDefault="000A751A" w14:paraId="3C5BA7C7" w14:textId="1BB9CCC5">
      <w:proofErr w:type="spellStart"/>
      <w:r w:rsidRPr="00F57393">
        <w:rPr>
          <w:i/>
          <w:iCs/>
        </w:rPr>
        <w:t>Cotula</w:t>
      </w:r>
      <w:proofErr w:type="spellEnd"/>
      <w:r w:rsidRPr="00F57393">
        <w:rPr>
          <w:i/>
          <w:iCs/>
        </w:rPr>
        <w:t xml:space="preserve"> </w:t>
      </w:r>
      <w:proofErr w:type="spellStart"/>
      <w:r w:rsidRPr="00F57393">
        <w:rPr>
          <w:i/>
          <w:iCs/>
        </w:rPr>
        <w:t>coronopifolia</w:t>
      </w:r>
      <w:proofErr w:type="spellEnd"/>
      <w:r>
        <w:t>, an invasive plant that infests tidal flats, is found in large areas of southeast AK. It is suspected to be carried by birds, will likely never be eradicated</w:t>
      </w:r>
      <w:r w:rsidR="00F57393">
        <w:t>,</w:t>
      </w:r>
      <w:r>
        <w:t xml:space="preserve"> and has the potential to invade across the region in time.</w:t>
      </w:r>
    </w:p>
    <w:p w:rsidR="000A751A" w:rsidP="000A751A" w:rsidRDefault="000A751A" w14:paraId="234061EC" w14:textId="77777777">
      <w:pPr>
        <w:pStyle w:val="InfoPara"/>
      </w:pPr>
      <w:r>
        <w:t>Comments</w:t>
      </w:r>
    </w:p>
    <w:p w:rsidR="009B37B2" w:rsidP="000A751A" w:rsidRDefault="007F1B08" w14:paraId="7F899102" w14:textId="75EA02D7">
      <w:r>
        <w:t>During LANDFIRE National t</w:t>
      </w:r>
      <w:r w:rsidR="000A751A">
        <w:t>his system was created for the AK Maritime region and did not receive review for other regions in the state.</w:t>
      </w:r>
      <w:r>
        <w:t xml:space="preserve"> </w:t>
      </w:r>
      <w:r w:rsidR="000A751A">
        <w:t xml:space="preserve">The model description was developed based on information from the Ecological Systems description (NatureServe 2008a, NatureServe 2008b). Amy Miller provided input on the description and the </w:t>
      </w:r>
      <w:r>
        <w:t xml:space="preserve">state-and-transition </w:t>
      </w:r>
      <w:r w:rsidR="000A751A">
        <w:t xml:space="preserve">model and Karen </w:t>
      </w:r>
      <w:proofErr w:type="spellStart"/>
      <w:r w:rsidR="000A751A">
        <w:t>Dillman</w:t>
      </w:r>
      <w:proofErr w:type="spellEnd"/>
      <w:r w:rsidR="000A751A">
        <w:t xml:space="preserve"> reviewed the model.</w:t>
      </w:r>
    </w:p>
    <w:p w:rsidR="000A751A" w:rsidP="000A751A" w:rsidRDefault="000A751A" w14:paraId="108D44AC"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A751A" w:rsidP="000A751A" w:rsidRDefault="000A751A" w14:paraId="34234955" w14:textId="77777777">
      <w:pPr>
        <w:pStyle w:val="InfoPara"/>
        <w:pBdr>
          <w:top w:val="single" w:color="auto" w:sz="4" w:space="1"/>
        </w:pBdr>
      </w:pPr>
      <w:r xmlns:w="http://schemas.openxmlformats.org/wordprocessingml/2006/main">
        <w:t>Class A</w:t>
      </w:r>
      <w:r xmlns:w="http://schemas.openxmlformats.org/wordprocessingml/2006/main">
        <w:tab/>
        <w:t>58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0A751A" w:rsidP="000A751A" w:rsidRDefault="000A751A" w14:paraId="22BD5157" w14:textId="77777777"/>
    <w:p w:rsidR="000A751A" w:rsidP="000A751A" w:rsidRDefault="000A751A" w14:paraId="53E6291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308"/>
        <w:gridCol w:w="2532"/>
        <w:gridCol w:w="2208"/>
        <w:gridCol w:w="1956"/>
      </w:tblGrid>
      <w:tr w:rsidRPr="000A751A" w:rsidR="000A751A" w:rsidTr="000A751A" w14:paraId="526CF0A9" w14:textId="77777777">
        <w:tc>
          <w:tcPr>
            <w:tcW w:w="1308" w:type="dxa"/>
            <w:tcBorders>
              <w:top w:val="single" w:color="auto" w:sz="2" w:space="0"/>
              <w:bottom w:val="single" w:color="000000" w:sz="12" w:space="0"/>
            </w:tcBorders>
            <w:shd w:val="clear" w:color="auto" w:fill="auto"/>
          </w:tcPr>
          <w:p w:rsidRPr="000A751A" w:rsidR="000A751A" w:rsidP="00B73B0E" w:rsidRDefault="000A751A" w14:paraId="3FC3DAFB" w14:textId="77777777">
            <w:pPr>
              <w:rPr>
                <w:b/>
                <w:bCs/>
              </w:rPr>
            </w:pPr>
            <w:r w:rsidRPr="000A751A">
              <w:rPr>
                <w:b/>
                <w:bCs/>
              </w:rPr>
              <w:t>Symbol</w:t>
            </w:r>
          </w:p>
        </w:tc>
        <w:tc>
          <w:tcPr>
            <w:tcW w:w="2532" w:type="dxa"/>
            <w:tcBorders>
              <w:top w:val="single" w:color="auto" w:sz="2" w:space="0"/>
              <w:bottom w:val="single" w:color="000000" w:sz="12" w:space="0"/>
            </w:tcBorders>
            <w:shd w:val="clear" w:color="auto" w:fill="auto"/>
          </w:tcPr>
          <w:p w:rsidRPr="000A751A" w:rsidR="000A751A" w:rsidP="00B73B0E" w:rsidRDefault="000A751A" w14:paraId="57B4B7C8" w14:textId="77777777">
            <w:pPr>
              <w:rPr>
                <w:b/>
                <w:bCs/>
              </w:rPr>
            </w:pPr>
            <w:r w:rsidRPr="000A751A">
              <w:rPr>
                <w:b/>
                <w:bCs/>
              </w:rPr>
              <w:t>Scientific Name</w:t>
            </w:r>
          </w:p>
        </w:tc>
        <w:tc>
          <w:tcPr>
            <w:tcW w:w="2208" w:type="dxa"/>
            <w:tcBorders>
              <w:top w:val="single" w:color="auto" w:sz="2" w:space="0"/>
              <w:bottom w:val="single" w:color="000000" w:sz="12" w:space="0"/>
            </w:tcBorders>
            <w:shd w:val="clear" w:color="auto" w:fill="auto"/>
          </w:tcPr>
          <w:p w:rsidRPr="000A751A" w:rsidR="000A751A" w:rsidP="00B73B0E" w:rsidRDefault="000A751A" w14:paraId="4AFB6360" w14:textId="77777777">
            <w:pPr>
              <w:rPr>
                <w:b/>
                <w:bCs/>
              </w:rPr>
            </w:pPr>
            <w:r w:rsidRPr="000A751A">
              <w:rPr>
                <w:b/>
                <w:bCs/>
              </w:rPr>
              <w:t>Common Name</w:t>
            </w:r>
          </w:p>
        </w:tc>
        <w:tc>
          <w:tcPr>
            <w:tcW w:w="1956" w:type="dxa"/>
            <w:tcBorders>
              <w:top w:val="single" w:color="auto" w:sz="2" w:space="0"/>
              <w:bottom w:val="single" w:color="000000" w:sz="12" w:space="0"/>
            </w:tcBorders>
            <w:shd w:val="clear" w:color="auto" w:fill="auto"/>
          </w:tcPr>
          <w:p w:rsidRPr="000A751A" w:rsidR="000A751A" w:rsidP="00B73B0E" w:rsidRDefault="000A751A" w14:paraId="29202D0C" w14:textId="77777777">
            <w:pPr>
              <w:rPr>
                <w:b/>
                <w:bCs/>
              </w:rPr>
            </w:pPr>
            <w:r w:rsidRPr="000A751A">
              <w:rPr>
                <w:b/>
                <w:bCs/>
              </w:rPr>
              <w:t>Canopy Position</w:t>
            </w:r>
          </w:p>
        </w:tc>
      </w:tr>
      <w:tr w:rsidRPr="000A751A" w:rsidR="000A751A" w:rsidTr="000A751A" w14:paraId="41D8F75F" w14:textId="77777777">
        <w:tc>
          <w:tcPr>
            <w:tcW w:w="1308" w:type="dxa"/>
            <w:tcBorders>
              <w:top w:val="single" w:color="000000" w:sz="12" w:space="0"/>
            </w:tcBorders>
            <w:shd w:val="clear" w:color="auto" w:fill="auto"/>
          </w:tcPr>
          <w:p w:rsidRPr="000A751A" w:rsidR="000A751A" w:rsidP="00B73B0E" w:rsidRDefault="000A751A" w14:paraId="3859724A" w14:textId="77777777">
            <w:pPr>
              <w:rPr>
                <w:bCs/>
              </w:rPr>
            </w:pPr>
            <w:r w:rsidRPr="000A751A">
              <w:rPr>
                <w:bCs/>
              </w:rPr>
              <w:t>COCHL4</w:t>
            </w:r>
          </w:p>
        </w:tc>
        <w:tc>
          <w:tcPr>
            <w:tcW w:w="2532" w:type="dxa"/>
            <w:tcBorders>
              <w:top w:val="single" w:color="000000" w:sz="12" w:space="0"/>
            </w:tcBorders>
            <w:shd w:val="clear" w:color="auto" w:fill="auto"/>
          </w:tcPr>
          <w:p w:rsidRPr="00B94743" w:rsidR="000A751A" w:rsidP="00B73B0E" w:rsidRDefault="000A751A" w14:paraId="5A825420" w14:textId="213B231F">
            <w:r w:rsidRPr="00B94743">
              <w:rPr>
                <w:i/>
                <w:iCs/>
              </w:rPr>
              <w:t>Cochlearia</w:t>
            </w:r>
            <w:r w:rsidR="00B94743">
              <w:rPr>
                <w:i/>
                <w:iCs/>
              </w:rPr>
              <w:t xml:space="preserve"> </w:t>
            </w:r>
            <w:r w:rsidR="00B94743">
              <w:t>spp.</w:t>
            </w:r>
          </w:p>
        </w:tc>
        <w:tc>
          <w:tcPr>
            <w:tcW w:w="2208" w:type="dxa"/>
            <w:tcBorders>
              <w:top w:val="single" w:color="000000" w:sz="12" w:space="0"/>
            </w:tcBorders>
            <w:shd w:val="clear" w:color="auto" w:fill="auto"/>
          </w:tcPr>
          <w:p w:rsidRPr="000A751A" w:rsidR="000A751A" w:rsidP="00B73B0E" w:rsidRDefault="000A751A" w14:paraId="54E24842" w14:textId="77777777">
            <w:r w:rsidRPr="000A751A">
              <w:t>Scurvygrass</w:t>
            </w:r>
          </w:p>
        </w:tc>
        <w:tc>
          <w:tcPr>
            <w:tcW w:w="1956" w:type="dxa"/>
            <w:tcBorders>
              <w:top w:val="single" w:color="000000" w:sz="12" w:space="0"/>
            </w:tcBorders>
            <w:shd w:val="clear" w:color="auto" w:fill="auto"/>
          </w:tcPr>
          <w:p w:rsidRPr="000A751A" w:rsidR="000A751A" w:rsidP="00B73B0E" w:rsidRDefault="000A751A" w14:paraId="07FAF6C1" w14:textId="77777777">
            <w:r w:rsidRPr="000A751A">
              <w:t>Upper</w:t>
            </w:r>
          </w:p>
        </w:tc>
      </w:tr>
      <w:tr w:rsidRPr="000A751A" w:rsidR="000A751A" w:rsidTr="000A751A" w14:paraId="67F3EC90" w14:textId="77777777">
        <w:tc>
          <w:tcPr>
            <w:tcW w:w="1308" w:type="dxa"/>
            <w:shd w:val="clear" w:color="auto" w:fill="auto"/>
          </w:tcPr>
          <w:p w:rsidRPr="000A751A" w:rsidR="000A751A" w:rsidP="00B73B0E" w:rsidRDefault="000A751A" w14:paraId="3B96C643" w14:textId="77777777">
            <w:pPr>
              <w:rPr>
                <w:bCs/>
              </w:rPr>
            </w:pPr>
            <w:r w:rsidRPr="000A751A">
              <w:rPr>
                <w:bCs/>
              </w:rPr>
              <w:t>TRMA4</w:t>
            </w:r>
          </w:p>
        </w:tc>
        <w:tc>
          <w:tcPr>
            <w:tcW w:w="2532" w:type="dxa"/>
            <w:shd w:val="clear" w:color="auto" w:fill="auto"/>
          </w:tcPr>
          <w:p w:rsidRPr="00B94743" w:rsidR="000A751A" w:rsidP="00B73B0E" w:rsidRDefault="000A751A" w14:paraId="2240CE82" w14:textId="77777777">
            <w:pPr>
              <w:rPr>
                <w:i/>
                <w:iCs/>
              </w:rPr>
            </w:pPr>
            <w:proofErr w:type="spellStart"/>
            <w:r w:rsidRPr="00B94743">
              <w:rPr>
                <w:i/>
                <w:iCs/>
              </w:rPr>
              <w:t>Triglochin</w:t>
            </w:r>
            <w:proofErr w:type="spellEnd"/>
            <w:r w:rsidRPr="00B94743">
              <w:rPr>
                <w:i/>
                <w:iCs/>
              </w:rPr>
              <w:t xml:space="preserve"> </w:t>
            </w:r>
            <w:proofErr w:type="spellStart"/>
            <w:r w:rsidRPr="00B94743">
              <w:rPr>
                <w:i/>
                <w:iCs/>
              </w:rPr>
              <w:t>maritimum</w:t>
            </w:r>
            <w:proofErr w:type="spellEnd"/>
          </w:p>
        </w:tc>
        <w:tc>
          <w:tcPr>
            <w:tcW w:w="2208" w:type="dxa"/>
            <w:shd w:val="clear" w:color="auto" w:fill="auto"/>
          </w:tcPr>
          <w:p w:rsidRPr="000A751A" w:rsidR="000A751A" w:rsidP="00B73B0E" w:rsidRDefault="000A751A" w14:paraId="2B3F26B9" w14:textId="77777777">
            <w:r w:rsidRPr="000A751A">
              <w:t>Seaside arrowgrass</w:t>
            </w:r>
          </w:p>
        </w:tc>
        <w:tc>
          <w:tcPr>
            <w:tcW w:w="1956" w:type="dxa"/>
            <w:shd w:val="clear" w:color="auto" w:fill="auto"/>
          </w:tcPr>
          <w:p w:rsidRPr="000A751A" w:rsidR="000A751A" w:rsidP="00B73B0E" w:rsidRDefault="000A751A" w14:paraId="30BD445A" w14:textId="77777777">
            <w:r w:rsidRPr="000A751A">
              <w:t>Upper</w:t>
            </w:r>
          </w:p>
        </w:tc>
      </w:tr>
      <w:tr w:rsidRPr="000A751A" w:rsidR="000A751A" w:rsidTr="000A751A" w14:paraId="245BC756" w14:textId="77777777">
        <w:tc>
          <w:tcPr>
            <w:tcW w:w="1308" w:type="dxa"/>
            <w:shd w:val="clear" w:color="auto" w:fill="auto"/>
          </w:tcPr>
          <w:p w:rsidRPr="000A751A" w:rsidR="000A751A" w:rsidP="00B73B0E" w:rsidRDefault="000A751A" w14:paraId="13C72F2D" w14:textId="77777777">
            <w:pPr>
              <w:rPr>
                <w:bCs/>
              </w:rPr>
            </w:pPr>
            <w:r w:rsidRPr="000A751A">
              <w:rPr>
                <w:bCs/>
              </w:rPr>
              <w:t>PLMA3</w:t>
            </w:r>
          </w:p>
        </w:tc>
        <w:tc>
          <w:tcPr>
            <w:tcW w:w="2532" w:type="dxa"/>
            <w:shd w:val="clear" w:color="auto" w:fill="auto"/>
          </w:tcPr>
          <w:p w:rsidRPr="00B94743" w:rsidR="000A751A" w:rsidP="00B73B0E" w:rsidRDefault="000A751A" w14:paraId="5B69832C" w14:textId="77777777">
            <w:pPr>
              <w:rPr>
                <w:i/>
                <w:iCs/>
              </w:rPr>
            </w:pPr>
            <w:r w:rsidRPr="00B94743">
              <w:rPr>
                <w:i/>
                <w:iCs/>
              </w:rPr>
              <w:t>Plantago maritima</w:t>
            </w:r>
          </w:p>
        </w:tc>
        <w:tc>
          <w:tcPr>
            <w:tcW w:w="2208" w:type="dxa"/>
            <w:shd w:val="clear" w:color="auto" w:fill="auto"/>
          </w:tcPr>
          <w:p w:rsidRPr="000A751A" w:rsidR="000A751A" w:rsidP="00B73B0E" w:rsidRDefault="000A751A" w14:paraId="79DA272B" w14:textId="77777777">
            <w:r w:rsidRPr="000A751A">
              <w:t>Goose tongue</w:t>
            </w:r>
          </w:p>
        </w:tc>
        <w:tc>
          <w:tcPr>
            <w:tcW w:w="1956" w:type="dxa"/>
            <w:shd w:val="clear" w:color="auto" w:fill="auto"/>
          </w:tcPr>
          <w:p w:rsidRPr="000A751A" w:rsidR="000A751A" w:rsidP="00B73B0E" w:rsidRDefault="000A751A" w14:paraId="411D83F3" w14:textId="77777777">
            <w:r w:rsidRPr="000A751A">
              <w:t>Upper</w:t>
            </w:r>
          </w:p>
        </w:tc>
      </w:tr>
      <w:tr w:rsidRPr="000A751A" w:rsidR="000A751A" w:rsidTr="000A751A" w14:paraId="4C85425E" w14:textId="77777777">
        <w:tc>
          <w:tcPr>
            <w:tcW w:w="1308" w:type="dxa"/>
            <w:shd w:val="clear" w:color="auto" w:fill="auto"/>
          </w:tcPr>
          <w:p w:rsidRPr="000A751A" w:rsidR="000A751A" w:rsidP="00B73B0E" w:rsidRDefault="000A751A" w14:paraId="6FFB01B6" w14:textId="77777777">
            <w:pPr>
              <w:rPr>
                <w:bCs/>
              </w:rPr>
            </w:pPr>
            <w:r w:rsidRPr="000A751A">
              <w:rPr>
                <w:bCs/>
              </w:rPr>
              <w:t>PUPU3</w:t>
            </w:r>
          </w:p>
        </w:tc>
        <w:tc>
          <w:tcPr>
            <w:tcW w:w="2532" w:type="dxa"/>
            <w:shd w:val="clear" w:color="auto" w:fill="auto"/>
          </w:tcPr>
          <w:p w:rsidRPr="00B94743" w:rsidR="000A751A" w:rsidP="00B73B0E" w:rsidRDefault="000A751A" w14:paraId="0B7D8A4C" w14:textId="77777777">
            <w:pPr>
              <w:rPr>
                <w:i/>
                <w:iCs/>
              </w:rPr>
            </w:pPr>
            <w:proofErr w:type="spellStart"/>
            <w:r w:rsidRPr="00B94743">
              <w:rPr>
                <w:i/>
                <w:iCs/>
              </w:rPr>
              <w:t>Puccinellia</w:t>
            </w:r>
            <w:proofErr w:type="spellEnd"/>
            <w:r w:rsidRPr="00B94743">
              <w:rPr>
                <w:i/>
                <w:iCs/>
              </w:rPr>
              <w:t xml:space="preserve"> pumila</w:t>
            </w:r>
          </w:p>
        </w:tc>
        <w:tc>
          <w:tcPr>
            <w:tcW w:w="2208" w:type="dxa"/>
            <w:shd w:val="clear" w:color="auto" w:fill="auto"/>
          </w:tcPr>
          <w:p w:rsidRPr="000A751A" w:rsidR="000A751A" w:rsidP="00B73B0E" w:rsidRDefault="000A751A" w14:paraId="6A2F3DBA" w14:textId="77777777">
            <w:proofErr w:type="spellStart"/>
            <w:r w:rsidRPr="000A751A">
              <w:t>Puccinellia</w:t>
            </w:r>
            <w:proofErr w:type="spellEnd"/>
            <w:r w:rsidRPr="000A751A">
              <w:t xml:space="preserve"> pumila</w:t>
            </w:r>
          </w:p>
        </w:tc>
        <w:tc>
          <w:tcPr>
            <w:tcW w:w="1956" w:type="dxa"/>
            <w:shd w:val="clear" w:color="auto" w:fill="auto"/>
          </w:tcPr>
          <w:p w:rsidRPr="000A751A" w:rsidR="000A751A" w:rsidP="00B73B0E" w:rsidRDefault="000A751A" w14:paraId="31600AA6" w14:textId="77777777">
            <w:r w:rsidRPr="000A751A">
              <w:t>Upper</w:t>
            </w:r>
          </w:p>
        </w:tc>
      </w:tr>
    </w:tbl>
    <w:p w:rsidR="000A751A" w:rsidP="000A751A" w:rsidRDefault="000A751A" w14:paraId="2F4FF59A" w14:textId="77777777"/>
    <w:p w:rsidR="000A751A" w:rsidP="000A751A" w:rsidRDefault="000A751A" w14:paraId="298DEC8A" w14:textId="77777777">
      <w:pPr>
        <w:pStyle w:val="SClassInfoPara"/>
      </w:pPr>
      <w:r>
        <w:t>Description</w:t>
      </w:r>
    </w:p>
    <w:p w:rsidR="000A751A" w:rsidP="000A751A" w:rsidRDefault="000A751A" w14:paraId="6ABFC9E4" w14:textId="74BF3220">
      <w:r>
        <w:t xml:space="preserve">Herbaceous Mudflat. This class includes barren or vegetated mudflats. Common species include </w:t>
      </w:r>
      <w:r w:rsidRPr="00B94743">
        <w:rPr>
          <w:i/>
          <w:iCs/>
        </w:rPr>
        <w:t>Cochlearia</w:t>
      </w:r>
      <w:r>
        <w:t xml:space="preserve"> spp., </w:t>
      </w:r>
      <w:proofErr w:type="spellStart"/>
      <w:r w:rsidRPr="00B94743">
        <w:rPr>
          <w:i/>
          <w:iCs/>
        </w:rPr>
        <w:t>Triglochin</w:t>
      </w:r>
      <w:proofErr w:type="spellEnd"/>
      <w:r w:rsidRPr="00B94743">
        <w:rPr>
          <w:i/>
          <w:iCs/>
        </w:rPr>
        <w:t xml:space="preserve"> </w:t>
      </w:r>
      <w:proofErr w:type="spellStart"/>
      <w:r w:rsidRPr="00B94743">
        <w:rPr>
          <w:i/>
          <w:iCs/>
        </w:rPr>
        <w:t>maritimum</w:t>
      </w:r>
      <w:proofErr w:type="spellEnd"/>
      <w:r w:rsidRPr="00B94743">
        <w:rPr>
          <w:i/>
          <w:iCs/>
        </w:rPr>
        <w:t xml:space="preserve">, Plantago maritima, </w:t>
      </w:r>
      <w:proofErr w:type="spellStart"/>
      <w:r w:rsidRPr="00B94743">
        <w:rPr>
          <w:i/>
          <w:iCs/>
        </w:rPr>
        <w:t>Puccinellia</w:t>
      </w:r>
      <w:proofErr w:type="spellEnd"/>
      <w:r w:rsidRPr="00B94743">
        <w:rPr>
          <w:i/>
          <w:iCs/>
        </w:rPr>
        <w:t xml:space="preserve"> pumila</w:t>
      </w:r>
      <w:r w:rsidR="00B94743">
        <w:t>,</w:t>
      </w:r>
      <w:r>
        <w:t xml:space="preserve"> and </w:t>
      </w:r>
      <w:proofErr w:type="spellStart"/>
      <w:r w:rsidRPr="00B94743">
        <w:rPr>
          <w:i/>
          <w:iCs/>
        </w:rPr>
        <w:t>Carex</w:t>
      </w:r>
      <w:proofErr w:type="spellEnd"/>
      <w:r>
        <w:t xml:space="preserve"> </w:t>
      </w:r>
      <w:proofErr w:type="spellStart"/>
      <w:r w:rsidRPr="00B94743">
        <w:rPr>
          <w:i/>
          <w:iCs/>
        </w:rPr>
        <w:t>lyngbyei</w:t>
      </w:r>
      <w:proofErr w:type="spellEnd"/>
      <w:r>
        <w:t>.</w:t>
      </w:r>
      <w:r w:rsidR="007F1B08">
        <w:t xml:space="preserve"> This class is maintained by annual flooding.</w:t>
      </w:r>
    </w:p>
    <w:p w:rsidR="000A751A" w:rsidP="000A751A" w:rsidRDefault="000A751A" w14:paraId="5AB1253D" w14:textId="77777777"/>
    <w:p>
      <w:r>
        <w:rPr>
          <w:i/>
          <w:u w:val="single"/>
        </w:rPr>
        <w:t>Maximum Tree Size Class</w:t>
      </w:r>
      <w:br/>
      <w:r>
        <w:t>None</w:t>
      </w:r>
    </w:p>
    <w:p w:rsidR="000A751A" w:rsidP="000A751A" w:rsidRDefault="000A751A" w14:paraId="58EE8733" w14:textId="77777777">
      <w:pPr>
        <w:pStyle w:val="InfoPara"/>
        <w:pBdr>
          <w:top w:val="single" w:color="auto" w:sz="4" w:space="1"/>
        </w:pBdr>
      </w:pPr>
      <w:r xmlns:w="http://schemas.openxmlformats.org/wordprocessingml/2006/main">
        <w:t>Class B</w:t>
      </w:r>
      <w:r xmlns:w="http://schemas.openxmlformats.org/wordprocessingml/2006/main">
        <w:tab/>
        <w:t>42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0A751A" w:rsidP="000A751A" w:rsidRDefault="000A751A" w14:paraId="64752487" w14:textId="77777777"/>
    <w:p w:rsidR="000A751A" w:rsidP="000A751A" w:rsidRDefault="000A751A" w14:paraId="7D0733F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20"/>
        <w:gridCol w:w="2467"/>
        <w:gridCol w:w="2589"/>
        <w:gridCol w:w="2186"/>
      </w:tblGrid>
      <w:tr w:rsidRPr="000A751A" w:rsidR="000A751A" w:rsidTr="00213285" w14:paraId="6C5BD487" w14:textId="77777777">
        <w:trPr>
          <w:trHeight w:val="258"/>
        </w:trPr>
        <w:tc>
          <w:tcPr>
            <w:tcW w:w="1220" w:type="dxa"/>
            <w:tcBorders>
              <w:top w:val="single" w:color="auto" w:sz="2" w:space="0"/>
              <w:bottom w:val="single" w:color="000000" w:sz="12" w:space="0"/>
            </w:tcBorders>
            <w:shd w:val="clear" w:color="auto" w:fill="auto"/>
          </w:tcPr>
          <w:p w:rsidRPr="000A751A" w:rsidR="000A751A" w:rsidP="00D32D95" w:rsidRDefault="000A751A" w14:paraId="1861A4A3" w14:textId="77777777">
            <w:pPr>
              <w:rPr>
                <w:b/>
                <w:bCs/>
              </w:rPr>
            </w:pPr>
            <w:r w:rsidRPr="000A751A">
              <w:rPr>
                <w:b/>
                <w:bCs/>
              </w:rPr>
              <w:t>Symbol</w:t>
            </w:r>
          </w:p>
        </w:tc>
        <w:tc>
          <w:tcPr>
            <w:tcW w:w="2467" w:type="dxa"/>
            <w:tcBorders>
              <w:top w:val="single" w:color="auto" w:sz="2" w:space="0"/>
              <w:bottom w:val="single" w:color="000000" w:sz="12" w:space="0"/>
            </w:tcBorders>
            <w:shd w:val="clear" w:color="auto" w:fill="auto"/>
          </w:tcPr>
          <w:p w:rsidRPr="000A751A" w:rsidR="000A751A" w:rsidP="00D32D95" w:rsidRDefault="000A751A" w14:paraId="74F5B849" w14:textId="77777777">
            <w:pPr>
              <w:rPr>
                <w:b/>
                <w:bCs/>
              </w:rPr>
            </w:pPr>
            <w:r w:rsidRPr="000A751A">
              <w:rPr>
                <w:b/>
                <w:bCs/>
              </w:rPr>
              <w:t>Scientific Name</w:t>
            </w:r>
          </w:p>
        </w:tc>
        <w:tc>
          <w:tcPr>
            <w:tcW w:w="2589" w:type="dxa"/>
            <w:tcBorders>
              <w:top w:val="single" w:color="auto" w:sz="2" w:space="0"/>
              <w:bottom w:val="single" w:color="000000" w:sz="12" w:space="0"/>
            </w:tcBorders>
            <w:shd w:val="clear" w:color="auto" w:fill="auto"/>
          </w:tcPr>
          <w:p w:rsidRPr="000A751A" w:rsidR="000A751A" w:rsidP="00D32D95" w:rsidRDefault="000A751A" w14:paraId="11ABB5C5" w14:textId="77777777">
            <w:pPr>
              <w:rPr>
                <w:b/>
                <w:bCs/>
              </w:rPr>
            </w:pPr>
            <w:r w:rsidRPr="000A751A">
              <w:rPr>
                <w:b/>
                <w:bCs/>
              </w:rPr>
              <w:t>Common Name</w:t>
            </w:r>
          </w:p>
        </w:tc>
        <w:tc>
          <w:tcPr>
            <w:tcW w:w="2186" w:type="dxa"/>
            <w:tcBorders>
              <w:top w:val="single" w:color="auto" w:sz="2" w:space="0"/>
              <w:bottom w:val="single" w:color="000000" w:sz="12" w:space="0"/>
            </w:tcBorders>
            <w:shd w:val="clear" w:color="auto" w:fill="auto"/>
          </w:tcPr>
          <w:p w:rsidRPr="000A751A" w:rsidR="000A751A" w:rsidP="00D32D95" w:rsidRDefault="000A751A" w14:paraId="0368F3C1" w14:textId="77777777">
            <w:pPr>
              <w:rPr>
                <w:b/>
                <w:bCs/>
              </w:rPr>
            </w:pPr>
            <w:r w:rsidRPr="000A751A">
              <w:rPr>
                <w:b/>
                <w:bCs/>
              </w:rPr>
              <w:t>Canopy Position</w:t>
            </w:r>
          </w:p>
        </w:tc>
      </w:tr>
      <w:tr w:rsidRPr="000A751A" w:rsidR="000A751A" w:rsidTr="00213285" w14:paraId="1870A68D" w14:textId="77777777">
        <w:trPr>
          <w:trHeight w:val="268"/>
        </w:trPr>
        <w:tc>
          <w:tcPr>
            <w:tcW w:w="1220" w:type="dxa"/>
            <w:tcBorders>
              <w:top w:val="single" w:color="000000" w:sz="12" w:space="0"/>
            </w:tcBorders>
            <w:shd w:val="clear" w:color="auto" w:fill="auto"/>
          </w:tcPr>
          <w:p w:rsidRPr="000A751A" w:rsidR="000A751A" w:rsidP="00D32D95" w:rsidRDefault="000A751A" w14:paraId="19F53FB3" w14:textId="77777777">
            <w:pPr>
              <w:rPr>
                <w:bCs/>
              </w:rPr>
            </w:pPr>
            <w:r w:rsidRPr="000A751A">
              <w:rPr>
                <w:bCs/>
              </w:rPr>
              <w:t>CALY3</w:t>
            </w:r>
          </w:p>
        </w:tc>
        <w:tc>
          <w:tcPr>
            <w:tcW w:w="2467" w:type="dxa"/>
            <w:tcBorders>
              <w:top w:val="single" w:color="000000" w:sz="12" w:space="0"/>
            </w:tcBorders>
            <w:shd w:val="clear" w:color="auto" w:fill="auto"/>
          </w:tcPr>
          <w:p w:rsidRPr="00B94743" w:rsidR="000A751A" w:rsidP="00D32D95" w:rsidRDefault="000A751A" w14:paraId="709964DB" w14:textId="77777777">
            <w:pPr>
              <w:rPr>
                <w:i/>
                <w:iCs/>
              </w:rPr>
            </w:pPr>
            <w:proofErr w:type="spellStart"/>
            <w:r w:rsidRPr="00B94743">
              <w:rPr>
                <w:i/>
                <w:iCs/>
              </w:rPr>
              <w:t>Carex</w:t>
            </w:r>
            <w:proofErr w:type="spellEnd"/>
            <w:r w:rsidRPr="00B94743">
              <w:rPr>
                <w:i/>
                <w:iCs/>
              </w:rPr>
              <w:t xml:space="preserve"> </w:t>
            </w:r>
            <w:proofErr w:type="spellStart"/>
            <w:r w:rsidRPr="00B94743">
              <w:rPr>
                <w:i/>
                <w:iCs/>
              </w:rPr>
              <w:t>lyngbyei</w:t>
            </w:r>
            <w:proofErr w:type="spellEnd"/>
          </w:p>
        </w:tc>
        <w:tc>
          <w:tcPr>
            <w:tcW w:w="2589" w:type="dxa"/>
            <w:tcBorders>
              <w:top w:val="single" w:color="000000" w:sz="12" w:space="0"/>
            </w:tcBorders>
            <w:shd w:val="clear" w:color="auto" w:fill="auto"/>
          </w:tcPr>
          <w:p w:rsidRPr="000A751A" w:rsidR="000A751A" w:rsidP="00D32D95" w:rsidRDefault="000A751A" w14:paraId="47BF138E" w14:textId="77777777">
            <w:proofErr w:type="spellStart"/>
            <w:r w:rsidRPr="000A751A">
              <w:t>Lyngbye's</w:t>
            </w:r>
            <w:proofErr w:type="spellEnd"/>
            <w:r w:rsidRPr="000A751A">
              <w:t xml:space="preserve"> sedge</w:t>
            </w:r>
          </w:p>
        </w:tc>
        <w:tc>
          <w:tcPr>
            <w:tcW w:w="2186" w:type="dxa"/>
            <w:tcBorders>
              <w:top w:val="single" w:color="000000" w:sz="12" w:space="0"/>
            </w:tcBorders>
            <w:shd w:val="clear" w:color="auto" w:fill="auto"/>
          </w:tcPr>
          <w:p w:rsidRPr="000A751A" w:rsidR="000A751A" w:rsidP="00D32D95" w:rsidRDefault="000A751A" w14:paraId="085DFAF1" w14:textId="77777777">
            <w:r w:rsidRPr="000A751A">
              <w:t>Upper</w:t>
            </w:r>
          </w:p>
        </w:tc>
      </w:tr>
      <w:tr w:rsidRPr="000A751A" w:rsidR="000A751A" w:rsidTr="00213285" w14:paraId="15E44F17" w14:textId="77777777">
        <w:trPr>
          <w:trHeight w:val="258"/>
        </w:trPr>
        <w:tc>
          <w:tcPr>
            <w:tcW w:w="1220" w:type="dxa"/>
            <w:shd w:val="clear" w:color="auto" w:fill="auto"/>
          </w:tcPr>
          <w:p w:rsidRPr="000A751A" w:rsidR="000A751A" w:rsidP="00D32D95" w:rsidRDefault="000A751A" w14:paraId="34B22F23" w14:textId="77777777">
            <w:pPr>
              <w:rPr>
                <w:bCs/>
              </w:rPr>
            </w:pPr>
            <w:r w:rsidRPr="000A751A">
              <w:rPr>
                <w:bCs/>
              </w:rPr>
              <w:t>POEM</w:t>
            </w:r>
          </w:p>
        </w:tc>
        <w:tc>
          <w:tcPr>
            <w:tcW w:w="2467" w:type="dxa"/>
            <w:shd w:val="clear" w:color="auto" w:fill="auto"/>
          </w:tcPr>
          <w:p w:rsidRPr="00B94743" w:rsidR="000A751A" w:rsidP="00D32D95" w:rsidRDefault="000A751A" w14:paraId="32C7293B" w14:textId="77777777">
            <w:pPr>
              <w:rPr>
                <w:i/>
                <w:iCs/>
              </w:rPr>
            </w:pPr>
            <w:r w:rsidRPr="00B94743">
              <w:rPr>
                <w:i/>
                <w:iCs/>
              </w:rPr>
              <w:t xml:space="preserve">Poa </w:t>
            </w:r>
            <w:proofErr w:type="spellStart"/>
            <w:r w:rsidRPr="00B94743">
              <w:rPr>
                <w:i/>
                <w:iCs/>
              </w:rPr>
              <w:t>eminens</w:t>
            </w:r>
            <w:proofErr w:type="spellEnd"/>
          </w:p>
        </w:tc>
        <w:tc>
          <w:tcPr>
            <w:tcW w:w="2589" w:type="dxa"/>
            <w:shd w:val="clear" w:color="auto" w:fill="auto"/>
          </w:tcPr>
          <w:p w:rsidRPr="000A751A" w:rsidR="000A751A" w:rsidP="00D32D95" w:rsidRDefault="000A751A" w14:paraId="1D859C45" w14:textId="77777777">
            <w:proofErr w:type="spellStart"/>
            <w:r w:rsidRPr="000A751A">
              <w:t>Largeflower</w:t>
            </w:r>
            <w:proofErr w:type="spellEnd"/>
            <w:r w:rsidRPr="000A751A">
              <w:t xml:space="preserve"> </w:t>
            </w:r>
            <w:proofErr w:type="spellStart"/>
            <w:r w:rsidRPr="000A751A">
              <w:t>speargrass</w:t>
            </w:r>
            <w:proofErr w:type="spellEnd"/>
          </w:p>
        </w:tc>
        <w:tc>
          <w:tcPr>
            <w:tcW w:w="2186" w:type="dxa"/>
            <w:shd w:val="clear" w:color="auto" w:fill="auto"/>
          </w:tcPr>
          <w:p w:rsidRPr="000A751A" w:rsidR="000A751A" w:rsidP="00D32D95" w:rsidRDefault="000A751A" w14:paraId="29C8C2C2" w14:textId="77777777">
            <w:r w:rsidRPr="000A751A">
              <w:t>Upper</w:t>
            </w:r>
          </w:p>
        </w:tc>
      </w:tr>
      <w:tr w:rsidRPr="000A751A" w:rsidR="000A751A" w:rsidTr="00213285" w14:paraId="3B718EE3" w14:textId="77777777">
        <w:trPr>
          <w:trHeight w:val="268"/>
        </w:trPr>
        <w:tc>
          <w:tcPr>
            <w:tcW w:w="1220" w:type="dxa"/>
            <w:shd w:val="clear" w:color="auto" w:fill="auto"/>
          </w:tcPr>
          <w:p w:rsidRPr="000A751A" w:rsidR="000A751A" w:rsidP="00D32D95" w:rsidRDefault="000A751A" w14:paraId="72BAEB30" w14:textId="77777777">
            <w:pPr>
              <w:rPr>
                <w:bCs/>
              </w:rPr>
            </w:pPr>
            <w:r w:rsidRPr="000A751A">
              <w:rPr>
                <w:bCs/>
              </w:rPr>
              <w:t>PUCCI</w:t>
            </w:r>
          </w:p>
        </w:tc>
        <w:tc>
          <w:tcPr>
            <w:tcW w:w="2467" w:type="dxa"/>
            <w:shd w:val="clear" w:color="auto" w:fill="auto"/>
          </w:tcPr>
          <w:p w:rsidRPr="00B94743" w:rsidR="000A751A" w:rsidP="00B94743" w:rsidRDefault="000A751A" w14:paraId="07DD755F" w14:textId="59EC2DC9">
            <w:pPr>
              <w:tabs>
                <w:tab w:val="left" w:pos="1542"/>
              </w:tabs>
              <w:rPr>
                <w:i/>
                <w:iCs/>
              </w:rPr>
            </w:pPr>
            <w:proofErr w:type="spellStart"/>
            <w:r w:rsidRPr="00B94743">
              <w:rPr>
                <w:i/>
                <w:iCs/>
              </w:rPr>
              <w:t>Puccinellia</w:t>
            </w:r>
            <w:proofErr w:type="spellEnd"/>
            <w:r w:rsidR="00213285">
              <w:t xml:space="preserve"> spp.</w:t>
            </w:r>
            <w:r w:rsidR="00B94743">
              <w:rPr>
                <w:i/>
                <w:iCs/>
              </w:rPr>
              <w:tab/>
            </w:r>
          </w:p>
        </w:tc>
        <w:tc>
          <w:tcPr>
            <w:tcW w:w="2589" w:type="dxa"/>
            <w:shd w:val="clear" w:color="auto" w:fill="auto"/>
          </w:tcPr>
          <w:p w:rsidRPr="000A751A" w:rsidR="000A751A" w:rsidP="00D32D95" w:rsidRDefault="000A751A" w14:paraId="55EC6466" w14:textId="77777777">
            <w:proofErr w:type="spellStart"/>
            <w:r w:rsidRPr="000A751A">
              <w:t>Alkaligrass</w:t>
            </w:r>
            <w:proofErr w:type="spellEnd"/>
          </w:p>
        </w:tc>
        <w:tc>
          <w:tcPr>
            <w:tcW w:w="2186" w:type="dxa"/>
            <w:shd w:val="clear" w:color="auto" w:fill="auto"/>
          </w:tcPr>
          <w:p w:rsidRPr="000A751A" w:rsidR="000A751A" w:rsidP="00D32D95" w:rsidRDefault="000A751A" w14:paraId="68D4814E" w14:textId="77777777">
            <w:r w:rsidRPr="000A751A">
              <w:t>Upper</w:t>
            </w:r>
          </w:p>
        </w:tc>
      </w:tr>
      <w:tr w:rsidRPr="000A751A" w:rsidR="000A751A" w:rsidTr="00213285" w14:paraId="1E6A0A15" w14:textId="77777777">
        <w:trPr>
          <w:trHeight w:val="258"/>
        </w:trPr>
        <w:tc>
          <w:tcPr>
            <w:tcW w:w="1220" w:type="dxa"/>
            <w:shd w:val="clear" w:color="auto" w:fill="auto"/>
          </w:tcPr>
          <w:p w:rsidRPr="000A751A" w:rsidR="000A751A" w:rsidP="00D32D95" w:rsidRDefault="000A751A" w14:paraId="0E83767B" w14:textId="77777777">
            <w:pPr>
              <w:rPr>
                <w:bCs/>
              </w:rPr>
            </w:pPr>
            <w:r w:rsidRPr="000A751A">
              <w:rPr>
                <w:bCs/>
              </w:rPr>
              <w:t>SALIC</w:t>
            </w:r>
          </w:p>
        </w:tc>
        <w:tc>
          <w:tcPr>
            <w:tcW w:w="2467" w:type="dxa"/>
            <w:shd w:val="clear" w:color="auto" w:fill="auto"/>
          </w:tcPr>
          <w:p w:rsidRPr="00213285" w:rsidR="000A751A" w:rsidP="00D32D95" w:rsidRDefault="000A751A" w14:paraId="64650241" w14:textId="3E9B95D3">
            <w:r w:rsidRPr="00B94743">
              <w:rPr>
                <w:i/>
                <w:iCs/>
              </w:rPr>
              <w:t>Salicornia</w:t>
            </w:r>
            <w:r w:rsidR="00213285">
              <w:rPr>
                <w:i/>
                <w:iCs/>
              </w:rPr>
              <w:t xml:space="preserve"> </w:t>
            </w:r>
            <w:r w:rsidR="00213285">
              <w:t>spp.</w:t>
            </w:r>
          </w:p>
        </w:tc>
        <w:tc>
          <w:tcPr>
            <w:tcW w:w="2589" w:type="dxa"/>
            <w:shd w:val="clear" w:color="auto" w:fill="auto"/>
          </w:tcPr>
          <w:p w:rsidRPr="000A751A" w:rsidR="000A751A" w:rsidP="00D32D95" w:rsidRDefault="000A751A" w14:paraId="121472F3" w14:textId="77777777">
            <w:r w:rsidRPr="000A751A">
              <w:t>Pickleweed</w:t>
            </w:r>
          </w:p>
        </w:tc>
        <w:tc>
          <w:tcPr>
            <w:tcW w:w="2186" w:type="dxa"/>
            <w:shd w:val="clear" w:color="auto" w:fill="auto"/>
          </w:tcPr>
          <w:p w:rsidRPr="000A751A" w:rsidR="000A751A" w:rsidP="00D32D95" w:rsidRDefault="000A751A" w14:paraId="358A8701" w14:textId="77777777">
            <w:r w:rsidRPr="000A751A">
              <w:t>Upper</w:t>
            </w:r>
          </w:p>
        </w:tc>
      </w:tr>
    </w:tbl>
    <w:p w:rsidR="000A751A" w:rsidP="000A751A" w:rsidRDefault="000A751A" w14:paraId="65117D80" w14:textId="77777777"/>
    <w:p w:rsidR="000A751A" w:rsidP="000A751A" w:rsidRDefault="000A751A" w14:paraId="6B088857" w14:textId="77777777">
      <w:pPr>
        <w:pStyle w:val="SClassInfoPara"/>
      </w:pPr>
      <w:r>
        <w:t>Description</w:t>
      </w:r>
    </w:p>
    <w:p w:rsidR="000A751A" w:rsidP="000A751A" w:rsidRDefault="000A751A" w14:paraId="791F786B" w14:textId="44C1A2A0">
      <w:r>
        <w:t xml:space="preserve">Tidal Marsh. Tidal marshes are often dominated by </w:t>
      </w:r>
      <w:proofErr w:type="spellStart"/>
      <w:r w:rsidRPr="00213285">
        <w:rPr>
          <w:i/>
          <w:iCs/>
        </w:rPr>
        <w:t>Carex</w:t>
      </w:r>
      <w:proofErr w:type="spellEnd"/>
      <w:r w:rsidRPr="00213285">
        <w:rPr>
          <w:i/>
          <w:iCs/>
        </w:rPr>
        <w:t xml:space="preserve"> </w:t>
      </w:r>
      <w:proofErr w:type="spellStart"/>
      <w:r w:rsidRPr="00213285">
        <w:rPr>
          <w:i/>
          <w:iCs/>
        </w:rPr>
        <w:t>lyngbyei</w:t>
      </w:r>
      <w:proofErr w:type="spellEnd"/>
      <w:r>
        <w:t xml:space="preserve">. Higher salt marsh vegetation may include </w:t>
      </w:r>
      <w:proofErr w:type="spellStart"/>
      <w:r w:rsidRPr="00213285">
        <w:rPr>
          <w:i/>
          <w:iCs/>
        </w:rPr>
        <w:t>Carex</w:t>
      </w:r>
      <w:proofErr w:type="spellEnd"/>
      <w:r w:rsidRPr="00213285">
        <w:rPr>
          <w:i/>
          <w:iCs/>
        </w:rPr>
        <w:t xml:space="preserve"> </w:t>
      </w:r>
      <w:proofErr w:type="spellStart"/>
      <w:r w:rsidRPr="00213285">
        <w:rPr>
          <w:i/>
          <w:iCs/>
        </w:rPr>
        <w:t>ramenskii</w:t>
      </w:r>
      <w:proofErr w:type="spellEnd"/>
      <w:r w:rsidRPr="00213285">
        <w:rPr>
          <w:i/>
          <w:iCs/>
        </w:rPr>
        <w:t xml:space="preserve">, Poa </w:t>
      </w:r>
      <w:proofErr w:type="spellStart"/>
      <w:r w:rsidRPr="00213285">
        <w:rPr>
          <w:i/>
          <w:iCs/>
        </w:rPr>
        <w:t>eminens</w:t>
      </w:r>
      <w:proofErr w:type="spellEnd"/>
      <w:r w:rsidRPr="00213285">
        <w:rPr>
          <w:i/>
          <w:iCs/>
        </w:rPr>
        <w:t xml:space="preserve">, Argentina </w:t>
      </w:r>
      <w:proofErr w:type="spellStart"/>
      <w:r w:rsidRPr="00213285">
        <w:rPr>
          <w:i/>
          <w:iCs/>
        </w:rPr>
        <w:t>egedii</w:t>
      </w:r>
      <w:proofErr w:type="spellEnd"/>
      <w:r w:rsidR="00213285">
        <w:rPr>
          <w:i/>
          <w:iCs/>
        </w:rPr>
        <w:t>,</w:t>
      </w:r>
      <w:r>
        <w:t xml:space="preserve"> and </w:t>
      </w:r>
      <w:proofErr w:type="spellStart"/>
      <w:r w:rsidRPr="00213285">
        <w:rPr>
          <w:i/>
          <w:iCs/>
        </w:rPr>
        <w:t>Deschampsia</w:t>
      </w:r>
      <w:proofErr w:type="spellEnd"/>
      <w:r w:rsidRPr="00213285">
        <w:rPr>
          <w:i/>
          <w:iCs/>
        </w:rPr>
        <w:t xml:space="preserve"> </w:t>
      </w:r>
      <w:proofErr w:type="spellStart"/>
      <w:r w:rsidRPr="00213285">
        <w:rPr>
          <w:i/>
          <w:iCs/>
        </w:rPr>
        <w:t>caespitosa</w:t>
      </w:r>
      <w:proofErr w:type="spellEnd"/>
      <w:r>
        <w:t xml:space="preserve">. Frequently inundated lower salt marshes may include any of the following species: </w:t>
      </w:r>
      <w:proofErr w:type="spellStart"/>
      <w:r w:rsidRPr="00213285">
        <w:rPr>
          <w:i/>
          <w:iCs/>
        </w:rPr>
        <w:t>Puccinellia</w:t>
      </w:r>
      <w:proofErr w:type="spellEnd"/>
      <w:r>
        <w:t xml:space="preserve"> spp., </w:t>
      </w:r>
      <w:r w:rsidRPr="00213285">
        <w:rPr>
          <w:i/>
          <w:iCs/>
        </w:rPr>
        <w:t>Salicornia</w:t>
      </w:r>
      <w:r>
        <w:t xml:space="preserve"> spp., </w:t>
      </w:r>
      <w:proofErr w:type="spellStart"/>
      <w:r w:rsidRPr="00213285">
        <w:rPr>
          <w:i/>
          <w:iCs/>
        </w:rPr>
        <w:t>Triglochin</w:t>
      </w:r>
      <w:proofErr w:type="spellEnd"/>
      <w:r w:rsidRPr="00213285">
        <w:rPr>
          <w:i/>
          <w:iCs/>
        </w:rPr>
        <w:t xml:space="preserve"> </w:t>
      </w:r>
      <w:proofErr w:type="spellStart"/>
      <w:r w:rsidRPr="00213285">
        <w:rPr>
          <w:i/>
          <w:iCs/>
        </w:rPr>
        <w:t>maritimum</w:t>
      </w:r>
      <w:proofErr w:type="spellEnd"/>
      <w:r w:rsidRPr="00213285">
        <w:rPr>
          <w:i/>
          <w:iCs/>
        </w:rPr>
        <w:t>, Plantago maritima, Cochlearia officinalis</w:t>
      </w:r>
      <w:r>
        <w:t xml:space="preserve">, </w:t>
      </w:r>
      <w:r w:rsidRPr="00213285">
        <w:rPr>
          <w:i/>
          <w:iCs/>
        </w:rPr>
        <w:t xml:space="preserve">Spergularia canadensis, </w:t>
      </w:r>
      <w:proofErr w:type="spellStart"/>
      <w:r w:rsidRPr="00213285">
        <w:rPr>
          <w:i/>
          <w:iCs/>
        </w:rPr>
        <w:t>Honckenya</w:t>
      </w:r>
      <w:proofErr w:type="spellEnd"/>
      <w:r w:rsidRPr="00213285">
        <w:rPr>
          <w:i/>
          <w:iCs/>
        </w:rPr>
        <w:t xml:space="preserve"> </w:t>
      </w:r>
      <w:proofErr w:type="spellStart"/>
      <w:r w:rsidRPr="00213285">
        <w:rPr>
          <w:i/>
          <w:iCs/>
        </w:rPr>
        <w:t>peploides</w:t>
      </w:r>
      <w:proofErr w:type="spellEnd"/>
      <w:r w:rsidR="00213285">
        <w:t>,</w:t>
      </w:r>
      <w:r>
        <w:t xml:space="preserve"> or </w:t>
      </w:r>
      <w:r w:rsidRPr="00213285">
        <w:rPr>
          <w:i/>
          <w:iCs/>
        </w:rPr>
        <w:t>Glaux maritima</w:t>
      </w:r>
      <w:r>
        <w:t xml:space="preserve"> (</w:t>
      </w:r>
      <w:proofErr w:type="spellStart"/>
      <w:r>
        <w:t>Viereck</w:t>
      </w:r>
      <w:proofErr w:type="spellEnd"/>
      <w:r>
        <w:t xml:space="preserve"> et al. 1992).</w:t>
      </w:r>
      <w:r w:rsidR="007F1B08">
        <w:t xml:space="preserve"> This class is maintained by annual flooding.</w:t>
      </w:r>
    </w:p>
    <w:p w:rsidR="000A751A" w:rsidP="000A751A" w:rsidRDefault="000A751A" w14:paraId="5275F066"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49</w:t>
            </w:r>
          </w:p>
        </w:tc>
      </w:tr>
      <w:tr>
        <w:tc>
          <w:p>
            <w:pPr>
              <w:jc w:val="center"/>
            </w:pPr>
            <w:r>
              <w:rPr>
                <w:sz w:val="20"/>
              </w:rPr>
              <w:t>Late1:ALL</w:t>
            </w:r>
          </w:p>
        </w:tc>
        <w:tc>
          <w:p>
            <w:pPr>
              <w:jc w:val="center"/>
            </w:pPr>
            <w:r>
              <w:rPr>
                <w:sz w:val="20"/>
              </w:rPr>
              <w:t>50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0.0667</w:t>
            </w:r>
          </w:p>
        </w:tc>
        <w:tc>
          <w:p>
            <w:pPr>
              <w:jc w:val="center"/>
            </w:pPr>
            <w:r>
              <w:rPr>
                <w:sz w:val="20"/>
              </w:rPr>
              <w:t>15</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bl>
    <w:p>
      <w:r>
        <w:t/>
      </w:r>
    </w:p>
    <w:p>
      <w:pPr>
        <w:pStyle w:val="InfoPara"/>
      </w:pPr>
      <w:r>
        <w:t>Optional Disturbances</w:t>
      </w:r>
    </w:p>
    <w:p>
      <w:r>
        <w:t>Optional 1: tidal flooding</w:t>
      </w:r>
    </w:p>
    <w:p>
      <w:r>
        <w:t/>
      </w:r>
    </w:p>
    <w:p>
      <w:pPr xmlns:w="http://schemas.openxmlformats.org/wordprocessingml/2006/main">
        <w:pStyle w:val="ReportSection"/>
      </w:pPr>
      <w:r xmlns:w="http://schemas.openxmlformats.org/wordprocessingml/2006/main">
        <w:t>References</w:t>
      </w:r>
    </w:p>
    <w:p>
      <w:r>
        <w:t/>
      </w:r>
    </w:p>
    <w:p w:rsidR="000A751A" w:rsidP="000A751A" w:rsidRDefault="000A751A" w14:paraId="0403186F" w14:textId="1AA99FBB">
      <w:r>
        <w:t xml:space="preserve">Batten, A.R., S Murphy, D.F. Murray. 1978. Definition of coastal wetlands by floristic criteria. USEPA no. 804965-01. US Environmental Protection Agency, </w:t>
      </w:r>
      <w:proofErr w:type="spellStart"/>
      <w:r>
        <w:t>Corvalis</w:t>
      </w:r>
      <w:proofErr w:type="spellEnd"/>
      <w:r>
        <w:t xml:space="preserve"> Environmental Research Laboratory, </w:t>
      </w:r>
      <w:proofErr w:type="spellStart"/>
      <w:r>
        <w:t>Corvalis</w:t>
      </w:r>
      <w:proofErr w:type="spellEnd"/>
      <w:r>
        <w:t>, OR. 490 p.</w:t>
      </w:r>
    </w:p>
    <w:p w:rsidR="00A807B5" w:rsidP="000A751A" w:rsidRDefault="00A807B5" w14:paraId="786175F6" w14:textId="4DF764F0"/>
    <w:p w:rsidR="00A807B5" w:rsidP="000A751A" w:rsidRDefault="00A807B5" w14:paraId="26E82DB8" w14:textId="0728D5BE">
      <w:r w:rsidRPr="00A807B5">
        <w:t>Bliss, L. C. 1988. Arctic tundra and polar desert biome. In: Barbour, Michael G.; Billings, William Dwight, eds. North American terrestrial vegetation. New York: Cambridge University Press: 1-32.</w:t>
      </w:r>
    </w:p>
    <w:p w:rsidR="000A751A" w:rsidP="000A751A" w:rsidRDefault="000A751A" w14:paraId="05CD0E67" w14:textId="77777777"/>
    <w:p w:rsidR="00823B2D" w:rsidP="00823B2D" w:rsidRDefault="00823B2D" w14:paraId="26AE421D" w14:textId="77777777">
      <w:pPr>
        <w:autoSpaceDE w:val="0"/>
        <w:autoSpaceDN w:val="0"/>
        <w:adjustRightInd w:val="0"/>
      </w:pPr>
      <w:r>
        <w:t>Innes, Robin J. 2013. Fire regimes of Alaskan coastal herbaceous communities and active inland dunes. In: Fire Effects Information System, [Online]. U.S. Department of Agriculture, Forest Service, Rocky Mountain Research Station, Fire Sciences Laboratory (Producer). Available: http://www.fs.fed.us/database/feis/fire_regimes/AK_coastal/all.html [2016, June 28].</w:t>
      </w:r>
    </w:p>
    <w:p w:rsidR="00823B2D" w:rsidP="000A751A" w:rsidRDefault="00823B2D" w14:paraId="062B0AF6" w14:textId="77777777"/>
    <w:p w:rsidR="000A751A" w:rsidP="000A751A" w:rsidRDefault="000A751A" w14:paraId="3C502A3A" w14:textId="77777777">
      <w:r>
        <w:t xml:space="preserve">National Wetlands Working Group. 1988. Wetlands of Canada. Ecological Land Classification Series No. 24. Sustainable Development Brach, Environment Canada, Ottawa, Ontario, and </w:t>
      </w:r>
      <w:proofErr w:type="spellStart"/>
      <w:r>
        <w:t>Polyscience</w:t>
      </w:r>
      <w:proofErr w:type="spellEnd"/>
      <w:r>
        <w:t xml:space="preserve"> Publications Inc., Montreal, Quebec. 452 pp. </w:t>
      </w:r>
    </w:p>
    <w:p w:rsidR="000A751A" w:rsidP="000A751A" w:rsidRDefault="000A751A" w14:paraId="6A70C903" w14:textId="77777777"/>
    <w:p w:rsidR="000A751A" w:rsidP="000A751A" w:rsidRDefault="000A751A" w14:paraId="03DC5F0C" w14:textId="77777777">
      <w:r>
        <w:t>NatureServe. 2008a. International Ecological Classification Standard: Terrestrial Ecological Classifications. Draft Ecological Systems Description for Alaska Boreal and Sub-boreal Regions.</w:t>
      </w:r>
    </w:p>
    <w:p w:rsidR="000A751A" w:rsidP="000A751A" w:rsidRDefault="000A751A" w14:paraId="3836F280" w14:textId="77777777"/>
    <w:p w:rsidR="000A751A" w:rsidP="000A751A" w:rsidRDefault="000A751A" w14:paraId="2F01F99C" w14:textId="77777777">
      <w:r>
        <w:t>NatureServe. 2008b. International Ecological Classification Standard: Terrestrial Ecological Classifications. Draft Ecological Systems Description for the Alaska Maritime Region.</w:t>
      </w:r>
    </w:p>
    <w:p w:rsidR="000A751A" w:rsidP="000A751A" w:rsidRDefault="000A751A" w14:paraId="79D198BB" w14:textId="77777777"/>
    <w:p w:rsidR="000A751A" w:rsidP="000A751A" w:rsidRDefault="000A751A" w14:paraId="78DD2D93" w14:textId="77777777">
      <w:r>
        <w:t>Steers, J.A. 1977. Physiography. In: Chapman, V.J. ed. Wet coastal ecosystems. Amsterdam, NY. Elsevier:31-60.</w:t>
      </w:r>
    </w:p>
    <w:p w:rsidR="000A751A" w:rsidP="000A751A" w:rsidRDefault="000A751A" w14:paraId="582A531E" w14:textId="77777777"/>
    <w:p w:rsidRPr="00A43E41" w:rsidR="004D5F12" w:rsidP="000A751A" w:rsidRDefault="000A751A" w14:paraId="6992411F" w14:textId="07CD28FB">
      <w:r>
        <w:t>Viereck et al. 1992. The Alaska vegetation classification. Pacific Northwest Research Station, USDA Forest Service, Portland, OR. Gen. Tech. Rep. PNW-GTR286. 278 p.</w:t>
      </w:r>
    </w:p>
    <w:sectPr w:rsidRPr="00A43E41" w:rsidR="004D5F12"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0C83" w:rsidRDefault="005C0C83" w14:paraId="7FD96644" w14:textId="77777777">
      <w:r>
        <w:separator/>
      </w:r>
    </w:p>
  </w:endnote>
  <w:endnote w:type="continuationSeparator" w:id="0">
    <w:p w:rsidR="005C0C83" w:rsidRDefault="005C0C83" w14:paraId="5D98F49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751A" w:rsidP="000A751A" w:rsidRDefault="000A751A" w14:paraId="2FC66200"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0C83" w:rsidRDefault="005C0C83" w14:paraId="1F222CA7" w14:textId="77777777">
      <w:r>
        <w:separator/>
      </w:r>
    </w:p>
  </w:footnote>
  <w:footnote w:type="continuationSeparator" w:id="0">
    <w:p w:rsidR="005C0C83" w:rsidRDefault="005C0C83" w14:paraId="1659859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0A751A" w:rsidRDefault="00A43E41" w14:paraId="64DD45A9"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59791020">
    <w:abstractNumId w:val="1"/>
  </w:num>
  <w:num w:numId="2" w16cid:durableId="1300109268">
    <w:abstractNumId w:val="0"/>
  </w:num>
  <w:num w:numId="3" w16cid:durableId="18538409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51A"/>
    <w:rsid w:val="00007C48"/>
    <w:rsid w:val="0003202F"/>
    <w:rsid w:val="0004797F"/>
    <w:rsid w:val="00063BC4"/>
    <w:rsid w:val="00077A85"/>
    <w:rsid w:val="00097251"/>
    <w:rsid w:val="000A751A"/>
    <w:rsid w:val="000E1EC5"/>
    <w:rsid w:val="000E5BC5"/>
    <w:rsid w:val="000E759B"/>
    <w:rsid w:val="00110079"/>
    <w:rsid w:val="00117805"/>
    <w:rsid w:val="001359C6"/>
    <w:rsid w:val="001514F9"/>
    <w:rsid w:val="00174486"/>
    <w:rsid w:val="001824B8"/>
    <w:rsid w:val="00193946"/>
    <w:rsid w:val="00196C68"/>
    <w:rsid w:val="001A07B5"/>
    <w:rsid w:val="001A5277"/>
    <w:rsid w:val="001A6573"/>
    <w:rsid w:val="001E43F5"/>
    <w:rsid w:val="001E6C1E"/>
    <w:rsid w:val="001F77AB"/>
    <w:rsid w:val="00213285"/>
    <w:rsid w:val="002206B7"/>
    <w:rsid w:val="00220975"/>
    <w:rsid w:val="002233CE"/>
    <w:rsid w:val="00242A9C"/>
    <w:rsid w:val="00272B25"/>
    <w:rsid w:val="0028359B"/>
    <w:rsid w:val="00285C0F"/>
    <w:rsid w:val="00292706"/>
    <w:rsid w:val="002A69B2"/>
    <w:rsid w:val="002E41A1"/>
    <w:rsid w:val="00300000"/>
    <w:rsid w:val="0031662A"/>
    <w:rsid w:val="00317111"/>
    <w:rsid w:val="003172E2"/>
    <w:rsid w:val="00320910"/>
    <w:rsid w:val="003319D8"/>
    <w:rsid w:val="0037413E"/>
    <w:rsid w:val="003C703C"/>
    <w:rsid w:val="003F322E"/>
    <w:rsid w:val="004148BE"/>
    <w:rsid w:val="00414DA8"/>
    <w:rsid w:val="00424E99"/>
    <w:rsid w:val="0042550C"/>
    <w:rsid w:val="0042737A"/>
    <w:rsid w:val="00430989"/>
    <w:rsid w:val="004375BE"/>
    <w:rsid w:val="00447BAA"/>
    <w:rsid w:val="00452B5E"/>
    <w:rsid w:val="00455D4C"/>
    <w:rsid w:val="00457826"/>
    <w:rsid w:val="0046044C"/>
    <w:rsid w:val="00467245"/>
    <w:rsid w:val="00476F39"/>
    <w:rsid w:val="00486995"/>
    <w:rsid w:val="00491F12"/>
    <w:rsid w:val="00492A22"/>
    <w:rsid w:val="004A0A64"/>
    <w:rsid w:val="004D24E0"/>
    <w:rsid w:val="004D5F12"/>
    <w:rsid w:val="004D6A70"/>
    <w:rsid w:val="004D7DCF"/>
    <w:rsid w:val="004E7DB5"/>
    <w:rsid w:val="005035F5"/>
    <w:rsid w:val="00503C61"/>
    <w:rsid w:val="00513848"/>
    <w:rsid w:val="00513AFB"/>
    <w:rsid w:val="0052386E"/>
    <w:rsid w:val="00530D3E"/>
    <w:rsid w:val="00536E77"/>
    <w:rsid w:val="00537D33"/>
    <w:rsid w:val="0054090D"/>
    <w:rsid w:val="005446EB"/>
    <w:rsid w:val="00557492"/>
    <w:rsid w:val="005A271B"/>
    <w:rsid w:val="005B1DDE"/>
    <w:rsid w:val="005C0C83"/>
    <w:rsid w:val="005C7A42"/>
    <w:rsid w:val="005D242C"/>
    <w:rsid w:val="005E46EE"/>
    <w:rsid w:val="005E6650"/>
    <w:rsid w:val="005F3253"/>
    <w:rsid w:val="00605473"/>
    <w:rsid w:val="006115AB"/>
    <w:rsid w:val="006148F7"/>
    <w:rsid w:val="00616941"/>
    <w:rsid w:val="00621C0C"/>
    <w:rsid w:val="00634703"/>
    <w:rsid w:val="00646981"/>
    <w:rsid w:val="00653235"/>
    <w:rsid w:val="006D5C49"/>
    <w:rsid w:val="006E57D4"/>
    <w:rsid w:val="006F39FC"/>
    <w:rsid w:val="00722B5D"/>
    <w:rsid w:val="0074072B"/>
    <w:rsid w:val="00740E0B"/>
    <w:rsid w:val="00747459"/>
    <w:rsid w:val="007742B4"/>
    <w:rsid w:val="007A721A"/>
    <w:rsid w:val="007B5284"/>
    <w:rsid w:val="007C7863"/>
    <w:rsid w:val="007F1B08"/>
    <w:rsid w:val="00804888"/>
    <w:rsid w:val="00812DA7"/>
    <w:rsid w:val="00820371"/>
    <w:rsid w:val="00821A9F"/>
    <w:rsid w:val="00823B2D"/>
    <w:rsid w:val="0083018E"/>
    <w:rsid w:val="0084119C"/>
    <w:rsid w:val="00844388"/>
    <w:rsid w:val="00850C8E"/>
    <w:rsid w:val="0087316E"/>
    <w:rsid w:val="008779C3"/>
    <w:rsid w:val="0089454E"/>
    <w:rsid w:val="00896EF2"/>
    <w:rsid w:val="008F01B1"/>
    <w:rsid w:val="00901CA2"/>
    <w:rsid w:val="00907797"/>
    <w:rsid w:val="00945DBA"/>
    <w:rsid w:val="009606C8"/>
    <w:rsid w:val="00966095"/>
    <w:rsid w:val="00974B1F"/>
    <w:rsid w:val="00986A7A"/>
    <w:rsid w:val="009903A9"/>
    <w:rsid w:val="009B03E6"/>
    <w:rsid w:val="009B232E"/>
    <w:rsid w:val="009B37B2"/>
    <w:rsid w:val="009D25CD"/>
    <w:rsid w:val="009D674B"/>
    <w:rsid w:val="009E0DB5"/>
    <w:rsid w:val="009E6357"/>
    <w:rsid w:val="009F5F8E"/>
    <w:rsid w:val="009F747E"/>
    <w:rsid w:val="00A16194"/>
    <w:rsid w:val="00A2791D"/>
    <w:rsid w:val="00A309E2"/>
    <w:rsid w:val="00A36D75"/>
    <w:rsid w:val="00A43E41"/>
    <w:rsid w:val="00A6020D"/>
    <w:rsid w:val="00A606A7"/>
    <w:rsid w:val="00A807B5"/>
    <w:rsid w:val="00AB3795"/>
    <w:rsid w:val="00AC570D"/>
    <w:rsid w:val="00AF1CDE"/>
    <w:rsid w:val="00AF1E11"/>
    <w:rsid w:val="00AF41BB"/>
    <w:rsid w:val="00AF4B2B"/>
    <w:rsid w:val="00B30030"/>
    <w:rsid w:val="00B44A3C"/>
    <w:rsid w:val="00B60870"/>
    <w:rsid w:val="00B60C63"/>
    <w:rsid w:val="00B62B04"/>
    <w:rsid w:val="00B84C7B"/>
    <w:rsid w:val="00B94743"/>
    <w:rsid w:val="00B96B9A"/>
    <w:rsid w:val="00BC14B6"/>
    <w:rsid w:val="00C07F5E"/>
    <w:rsid w:val="00C261B7"/>
    <w:rsid w:val="00C50B12"/>
    <w:rsid w:val="00C5204F"/>
    <w:rsid w:val="00C66E45"/>
    <w:rsid w:val="00C827A9"/>
    <w:rsid w:val="00CA0BB9"/>
    <w:rsid w:val="00CA1418"/>
    <w:rsid w:val="00CB7469"/>
    <w:rsid w:val="00CD6118"/>
    <w:rsid w:val="00CD68F6"/>
    <w:rsid w:val="00CE79FF"/>
    <w:rsid w:val="00CF2056"/>
    <w:rsid w:val="00CF7B7A"/>
    <w:rsid w:val="00D060DC"/>
    <w:rsid w:val="00D12175"/>
    <w:rsid w:val="00D16916"/>
    <w:rsid w:val="00D17369"/>
    <w:rsid w:val="00D178C7"/>
    <w:rsid w:val="00D306FA"/>
    <w:rsid w:val="00D3521C"/>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7AB5"/>
    <w:rsid w:val="00DF0616"/>
    <w:rsid w:val="00E109E9"/>
    <w:rsid w:val="00E50BB8"/>
    <w:rsid w:val="00E56316"/>
    <w:rsid w:val="00E61C50"/>
    <w:rsid w:val="00E7036C"/>
    <w:rsid w:val="00E7520B"/>
    <w:rsid w:val="00EB2776"/>
    <w:rsid w:val="00EC4A14"/>
    <w:rsid w:val="00EC59EB"/>
    <w:rsid w:val="00EF02EA"/>
    <w:rsid w:val="00F06F11"/>
    <w:rsid w:val="00F43204"/>
    <w:rsid w:val="00F57393"/>
    <w:rsid w:val="00F86C13"/>
    <w:rsid w:val="00F925C5"/>
    <w:rsid w:val="00F948F2"/>
    <w:rsid w:val="00FE2EE9"/>
    <w:rsid w:val="00FE3B73"/>
    <w:rsid w:val="00FE41CA"/>
    <w:rsid w:val="00FE6871"/>
    <w:rsid w:val="00FF0FAC"/>
    <w:rsid w:val="6297B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BA751"/>
  <w15:docId w15:val="{220F5AD2-2EF9-44AE-ADEC-8B697A8C43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B96B9A"/>
    <w:pPr>
      <w:ind w:left="720"/>
    </w:pPr>
    <w:rPr>
      <w:rFonts w:ascii="Calibri" w:hAnsi="Calibri" w:eastAsia="Calibri"/>
      <w:sz w:val="22"/>
      <w:szCs w:val="22"/>
    </w:rPr>
  </w:style>
  <w:style w:type="character" w:styleId="Hyperlink">
    <w:name w:val="Hyperlink"/>
    <w:rsid w:val="00B96B9A"/>
    <w:rPr>
      <w:color w:val="0000FF"/>
      <w:u w:val="single"/>
    </w:rPr>
  </w:style>
  <w:style w:type="character" w:styleId="Strong">
    <w:name w:val="Strong"/>
    <w:basedOn w:val="DefaultParagraphFont"/>
    <w:uiPriority w:val="22"/>
    <w:qFormat/>
    <w:rsid w:val="009B37B2"/>
    <w:rPr>
      <w:b/>
      <w:bCs/>
    </w:rPr>
  </w:style>
  <w:style w:type="paragraph" w:styleId="NormalWeb">
    <w:name w:val="Normal (Web)"/>
    <w:basedOn w:val="Normal"/>
    <w:uiPriority w:val="99"/>
    <w:semiHidden/>
    <w:unhideWhenUsed/>
    <w:rsid w:val="009B37B2"/>
    <w:pPr>
      <w:spacing w:before="100" w:beforeAutospacing="1" w:after="100" w:afterAutospacing="1"/>
    </w:pPr>
  </w:style>
  <w:style w:type="character" w:styleId="FollowedHyperlink">
    <w:name w:val="FollowedHyperlink"/>
    <w:basedOn w:val="DefaultParagraphFont"/>
    <w:uiPriority w:val="99"/>
    <w:semiHidden/>
    <w:unhideWhenUsed/>
    <w:rsid w:val="00A807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568364">
      <w:bodyDiv w:val="1"/>
      <w:marLeft w:val="0"/>
      <w:marRight w:val="0"/>
      <w:marTop w:val="0"/>
      <w:marBottom w:val="0"/>
      <w:divBdr>
        <w:top w:val="none" w:sz="0" w:space="0" w:color="auto"/>
        <w:left w:val="none" w:sz="0" w:space="0" w:color="auto"/>
        <w:bottom w:val="none" w:sz="0" w:space="0" w:color="auto"/>
        <w:right w:val="none" w:sz="0" w:space="0" w:color="auto"/>
      </w:divBdr>
    </w:div>
    <w:div w:id="765073007">
      <w:bodyDiv w:val="1"/>
      <w:marLeft w:val="0"/>
      <w:marRight w:val="0"/>
      <w:marTop w:val="0"/>
      <w:marBottom w:val="0"/>
      <w:divBdr>
        <w:top w:val="none" w:sz="0" w:space="0" w:color="auto"/>
        <w:left w:val="none" w:sz="0" w:space="0" w:color="auto"/>
        <w:bottom w:val="none" w:sz="0" w:space="0" w:color="auto"/>
        <w:right w:val="none" w:sz="0" w:space="0" w:color="auto"/>
      </w:divBdr>
    </w:div>
    <w:div w:id="1455128270">
      <w:bodyDiv w:val="1"/>
      <w:marLeft w:val="0"/>
      <w:marRight w:val="0"/>
      <w:marTop w:val="0"/>
      <w:marBottom w:val="0"/>
      <w:divBdr>
        <w:top w:val="none" w:sz="0" w:space="0" w:color="auto"/>
        <w:left w:val="none" w:sz="0" w:space="0" w:color="auto"/>
        <w:bottom w:val="none" w:sz="0" w:space="0" w:color="auto"/>
        <w:right w:val="none" w:sz="0" w:space="0" w:color="auto"/>
      </w:divBdr>
    </w:div>
    <w:div w:id="1845507394">
      <w:bodyDiv w:val="1"/>
      <w:marLeft w:val="0"/>
      <w:marRight w:val="0"/>
      <w:marTop w:val="0"/>
      <w:marBottom w:val="0"/>
      <w:divBdr>
        <w:top w:val="none" w:sz="0" w:space="0" w:color="auto"/>
        <w:left w:val="none" w:sz="0" w:space="0" w:color="auto"/>
        <w:bottom w:val="none" w:sz="0" w:space="0" w:color="auto"/>
        <w:right w:val="none" w:sz="0" w:space="0" w:color="auto"/>
      </w:divBdr>
    </w:div>
    <w:div w:id="201307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database/feis/fire_regimes/AK_coastal/all.htm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806F0362-9AD5-425C-A9FF-F3E1071D9099}">
  <ds:schemaRefs>
    <ds:schemaRef ds:uri="http://schemas.openxmlformats.org/officeDocument/2006/bibliography"/>
  </ds:schemaRefs>
</ds:datastoreItem>
</file>

<file path=customXml/itemProps2.xml><?xml version="1.0" encoding="utf-8"?>
<ds:datastoreItem xmlns:ds="http://schemas.openxmlformats.org/officeDocument/2006/customXml" ds:itemID="{0551E910-B60F-4969-8EA4-4722DECBEAE3}"/>
</file>

<file path=customXml/itemProps3.xml><?xml version="1.0" encoding="utf-8"?>
<ds:datastoreItem xmlns:ds="http://schemas.openxmlformats.org/officeDocument/2006/customXml" ds:itemID="{B2921EC3-B689-498F-B0D4-9C62471DB655}"/>
</file>

<file path=customXml/itemProps4.xml><?xml version="1.0" encoding="utf-8"?>
<ds:datastoreItem xmlns:ds="http://schemas.openxmlformats.org/officeDocument/2006/customXml" ds:itemID="{E4F72E40-227C-454D-9DC1-AE86D993057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18</cp:revision>
  <cp:lastPrinted>2015-09-11T19:37:00Z</cp:lastPrinted>
  <dcterms:created xsi:type="dcterms:W3CDTF">2022-11-05T01:30:00Z</dcterms:created>
  <dcterms:modified xsi:type="dcterms:W3CDTF">2024-09-27T19:44:20Z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