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A2CD0" w:rsidP="000A2CD0" w:rsidRDefault="000A2CD0" w14:paraId="1A750D1D" w14:textId="33B6CF38">
      <w:pPr>
        <w:pStyle w:val="BpSTitle"/>
      </w:pPr>
      <w:r>
        <w:t>16650</w:t>
      </w:r>
    </w:p>
    <w:p w:rsidR="00831A33" w:rsidP="000A2CD0" w:rsidRDefault="007D22A5" w14:paraId="5FBF3552" w14:textId="6CF8DA0E">
      <w:pPr>
        <w:rPr>
          <w:rFonts w:ascii="Arial" w:hAnsi="Arial" w:cs="Arial"/>
          <w:b/>
          <w:bCs/>
          <w:kern w:val="32"/>
          <w:sz w:val="28"/>
          <w:szCs w:val="32"/>
        </w:rPr>
      </w:pPr>
      <w:r w:rsidRPr="007D22A5">
        <w:rPr>
          <w:rFonts w:ascii="Arial" w:hAnsi="Arial" w:cs="Arial"/>
          <w:b/>
          <w:bCs/>
          <w:kern w:val="32"/>
          <w:sz w:val="28"/>
          <w:szCs w:val="32"/>
        </w:rPr>
        <w:t>Alaskan Pacific-Aleutian Coastal Dune, Beach, and Beach Meadow</w:t>
      </w:r>
    </w:p>
    <w:p w:rsidR="000A2CD0" w:rsidP="000A2CD0" w:rsidRDefault="000A2CD0" w14:paraId="5D80BF00" w14:textId="15D321AA">
      <w:r>
        <w:t xmlns:w="http://schemas.openxmlformats.org/wordprocessingml/2006/main">BpS Model/Description Version: Nov. 2024</w:t>
      </w:r>
      <w:r>
        <w:tab/>
      </w:r>
      <w:r>
        <w:tab/>
      </w:r>
      <w:r>
        <w:tab/>
      </w:r>
      <w:r>
        <w:tab/>
      </w:r>
      <w:r>
        <w:tab/>
      </w:r>
      <w:r>
        <w:tab/>
      </w:r>
      <w:r>
        <w:tab/>
      </w:r>
      <w:r>
        <w:tab/>
      </w:r>
    </w:p>
    <w:p w:rsidR="000A2CD0" w:rsidP="000A2CD0" w:rsidRDefault="000A2CD0" w14:paraId="2F2C3FFD" w14:textId="77777777"/>
    <w:tbl>
      <w:tblPr>
        <w:tblW w:w="9705"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776"/>
        <w:gridCol w:w="2742"/>
        <w:gridCol w:w="2610"/>
        <w:gridCol w:w="2577"/>
      </w:tblGrid>
      <w:tr w:rsidRPr="000A2CD0" w:rsidR="000A2CD0" w:rsidTr="003E0806" w14:paraId="57E7261E" w14:textId="77777777">
        <w:tc>
          <w:tcPr>
            <w:tcW w:w="1776" w:type="dxa"/>
            <w:tcBorders>
              <w:top w:val="single" w:color="auto" w:sz="2" w:space="0"/>
              <w:left w:val="single" w:color="auto" w:sz="12" w:space="0"/>
              <w:bottom w:val="single" w:color="000000" w:sz="12" w:space="0"/>
            </w:tcBorders>
            <w:shd w:val="clear" w:color="auto" w:fill="auto"/>
          </w:tcPr>
          <w:p w:rsidRPr="000A2CD0" w:rsidR="000A2CD0" w:rsidP="00635F9D" w:rsidRDefault="000A2CD0" w14:paraId="4F9F9058" w14:textId="77777777">
            <w:pPr>
              <w:rPr>
                <w:b/>
                <w:bCs/>
              </w:rPr>
            </w:pPr>
            <w:r w:rsidRPr="000A2CD0">
              <w:rPr>
                <w:b/>
                <w:bCs/>
              </w:rPr>
              <w:t>Modelers</w:t>
            </w:r>
          </w:p>
        </w:tc>
        <w:tc>
          <w:tcPr>
            <w:tcW w:w="2742" w:type="dxa"/>
            <w:tcBorders>
              <w:top w:val="single" w:color="auto" w:sz="2" w:space="0"/>
              <w:bottom w:val="single" w:color="000000" w:sz="12" w:space="0"/>
              <w:right w:val="single" w:color="000000" w:sz="12" w:space="0"/>
            </w:tcBorders>
            <w:shd w:val="clear" w:color="auto" w:fill="auto"/>
          </w:tcPr>
          <w:p w:rsidRPr="000A2CD0" w:rsidR="000A2CD0" w:rsidP="00635F9D" w:rsidRDefault="000A2CD0" w14:paraId="37716C17" w14:textId="77777777">
            <w:pPr>
              <w:rPr>
                <w:b/>
                <w:bCs/>
              </w:rPr>
            </w:pPr>
          </w:p>
        </w:tc>
        <w:tc>
          <w:tcPr>
            <w:tcW w:w="2610" w:type="dxa"/>
            <w:tcBorders>
              <w:top w:val="single" w:color="auto" w:sz="2" w:space="0"/>
              <w:left w:val="single" w:color="000000" w:sz="12" w:space="0"/>
              <w:bottom w:val="single" w:color="000000" w:sz="12" w:space="0"/>
            </w:tcBorders>
            <w:shd w:val="clear" w:color="auto" w:fill="auto"/>
          </w:tcPr>
          <w:p w:rsidRPr="000A2CD0" w:rsidR="000A2CD0" w:rsidP="00635F9D" w:rsidRDefault="000A2CD0" w14:paraId="154C8C52" w14:textId="77777777">
            <w:pPr>
              <w:rPr>
                <w:b/>
                <w:bCs/>
              </w:rPr>
            </w:pPr>
            <w:r w:rsidRPr="000A2CD0">
              <w:rPr>
                <w:b/>
                <w:bCs/>
              </w:rPr>
              <w:t>Reviewers</w:t>
            </w:r>
          </w:p>
        </w:tc>
        <w:tc>
          <w:tcPr>
            <w:tcW w:w="2577" w:type="dxa"/>
            <w:tcBorders>
              <w:top w:val="single" w:color="auto" w:sz="2" w:space="0"/>
              <w:bottom w:val="single" w:color="000000" w:sz="12" w:space="0"/>
            </w:tcBorders>
            <w:shd w:val="clear" w:color="auto" w:fill="auto"/>
          </w:tcPr>
          <w:p w:rsidRPr="000A2CD0" w:rsidR="000A2CD0" w:rsidP="00635F9D" w:rsidRDefault="000A2CD0" w14:paraId="34AFD0B9" w14:textId="77777777">
            <w:pPr>
              <w:rPr>
                <w:b/>
                <w:bCs/>
              </w:rPr>
            </w:pPr>
          </w:p>
        </w:tc>
      </w:tr>
      <w:tr w:rsidRPr="000A2CD0" w:rsidR="000A2CD0" w:rsidTr="003E0806" w14:paraId="729CEE46" w14:textId="77777777">
        <w:tc>
          <w:tcPr>
            <w:tcW w:w="1776" w:type="dxa"/>
            <w:tcBorders>
              <w:top w:val="single" w:color="000000" w:sz="12" w:space="0"/>
              <w:left w:val="single" w:color="auto" w:sz="12" w:space="0"/>
            </w:tcBorders>
            <w:shd w:val="clear" w:color="auto" w:fill="auto"/>
          </w:tcPr>
          <w:p w:rsidRPr="000A2CD0" w:rsidR="000A2CD0" w:rsidP="00635F9D" w:rsidRDefault="000A2CD0" w14:paraId="59AE2FBA" w14:textId="77777777">
            <w:pPr>
              <w:rPr>
                <w:bCs/>
              </w:rPr>
            </w:pPr>
            <w:r w:rsidRPr="000A2CD0">
              <w:rPr>
                <w:bCs/>
              </w:rPr>
              <w:t>Amy Miller</w:t>
            </w:r>
          </w:p>
        </w:tc>
        <w:tc>
          <w:tcPr>
            <w:tcW w:w="2742" w:type="dxa"/>
            <w:tcBorders>
              <w:top w:val="single" w:color="000000" w:sz="12" w:space="0"/>
              <w:right w:val="single" w:color="000000" w:sz="12" w:space="0"/>
            </w:tcBorders>
            <w:shd w:val="clear" w:color="auto" w:fill="auto"/>
          </w:tcPr>
          <w:p w:rsidRPr="000A2CD0" w:rsidR="000A2CD0" w:rsidP="00635F9D" w:rsidRDefault="000A2CD0" w14:paraId="0A69E2D1" w14:textId="77777777">
            <w:r w:rsidRPr="000A2CD0">
              <w:t>Amy_E_Miller@nps.gov</w:t>
            </w:r>
          </w:p>
        </w:tc>
        <w:tc>
          <w:tcPr>
            <w:tcW w:w="2610" w:type="dxa"/>
            <w:tcBorders>
              <w:top w:val="single" w:color="000000" w:sz="12" w:space="0"/>
              <w:left w:val="single" w:color="000000" w:sz="12" w:space="0"/>
            </w:tcBorders>
            <w:shd w:val="clear" w:color="auto" w:fill="auto"/>
          </w:tcPr>
          <w:p w:rsidRPr="000A2CD0" w:rsidR="000A2CD0" w:rsidP="00635F9D" w:rsidRDefault="000A2CD0" w14:paraId="1B2F2327" w14:textId="77777777">
            <w:r w:rsidRPr="000A2CD0">
              <w:t>Tom DeMeo</w:t>
            </w:r>
          </w:p>
        </w:tc>
        <w:tc>
          <w:tcPr>
            <w:tcW w:w="2577" w:type="dxa"/>
            <w:tcBorders>
              <w:top w:val="single" w:color="000000" w:sz="12" w:space="0"/>
            </w:tcBorders>
            <w:shd w:val="clear" w:color="auto" w:fill="auto"/>
          </w:tcPr>
          <w:p w:rsidRPr="000A2CD0" w:rsidR="000A2CD0" w:rsidP="00635F9D" w:rsidRDefault="000A2CD0" w14:paraId="7A643D9F" w14:textId="77777777">
            <w:r w:rsidRPr="000A2CD0">
              <w:t>tdemeo@fs.fed.us</w:t>
            </w:r>
          </w:p>
        </w:tc>
      </w:tr>
      <w:tr w:rsidRPr="000A2CD0" w:rsidR="00BD1617" w:rsidTr="003E0806" w14:paraId="04FB7796" w14:textId="77777777">
        <w:tc>
          <w:tcPr>
            <w:tcW w:w="1776" w:type="dxa"/>
            <w:tcBorders>
              <w:left w:val="single" w:color="auto" w:sz="12" w:space="0"/>
            </w:tcBorders>
            <w:shd w:val="clear" w:color="auto" w:fill="auto"/>
          </w:tcPr>
          <w:p w:rsidRPr="000A2CD0" w:rsidR="00BD1617" w:rsidP="00BD1617" w:rsidRDefault="00BD1617" w14:paraId="096DFAD4" w14:textId="77777777">
            <w:pPr>
              <w:rPr>
                <w:bCs/>
              </w:rPr>
            </w:pPr>
            <w:r w:rsidRPr="000A2CD0">
              <w:rPr>
                <w:bCs/>
              </w:rPr>
              <w:t>Karen Dillman</w:t>
            </w:r>
          </w:p>
        </w:tc>
        <w:tc>
          <w:tcPr>
            <w:tcW w:w="2742" w:type="dxa"/>
            <w:tcBorders>
              <w:right w:val="single" w:color="000000" w:sz="12" w:space="0"/>
            </w:tcBorders>
            <w:shd w:val="clear" w:color="auto" w:fill="auto"/>
          </w:tcPr>
          <w:p w:rsidRPr="000A2CD0" w:rsidR="00BD1617" w:rsidP="00BD1617" w:rsidRDefault="00BD1617" w14:paraId="5B3C532F" w14:textId="77777777">
            <w:r w:rsidRPr="000A2CD0">
              <w:t>kdillman@fs.fed.us</w:t>
            </w:r>
          </w:p>
        </w:tc>
        <w:tc>
          <w:tcPr>
            <w:tcW w:w="2610" w:type="dxa"/>
            <w:tcBorders>
              <w:left w:val="single" w:color="000000" w:sz="12" w:space="0"/>
            </w:tcBorders>
            <w:shd w:val="clear" w:color="auto" w:fill="auto"/>
          </w:tcPr>
          <w:p w:rsidRPr="000A2CD0" w:rsidR="00BD1617" w:rsidP="00BD1617" w:rsidRDefault="00BD1617" w14:paraId="34500672" w14:textId="305F8B37">
            <w:r w:rsidRPr="00781140">
              <w:t>Jeff_Williams@fws.gov</w:t>
            </w:r>
          </w:p>
        </w:tc>
        <w:tc>
          <w:tcPr>
            <w:tcW w:w="2577" w:type="dxa"/>
            <w:shd w:val="clear" w:color="auto" w:fill="auto"/>
          </w:tcPr>
          <w:p w:rsidRPr="000A2CD0" w:rsidR="00BD1617" w:rsidP="00BD1617" w:rsidRDefault="00BD1617" w14:paraId="7D140B1E" w14:textId="5C6C86C9">
            <w:r w:rsidRPr="00781140">
              <w:t>Jeff_Williams@fws.gov</w:t>
            </w:r>
          </w:p>
        </w:tc>
      </w:tr>
      <w:tr w:rsidRPr="000A2CD0" w:rsidR="00BD1617" w:rsidTr="003E0806" w14:paraId="5FB60E37" w14:textId="77777777">
        <w:tc>
          <w:tcPr>
            <w:tcW w:w="1776" w:type="dxa"/>
            <w:tcBorders>
              <w:left w:val="single" w:color="auto" w:sz="12" w:space="0"/>
              <w:bottom w:val="single" w:color="auto" w:sz="2" w:space="0"/>
            </w:tcBorders>
            <w:shd w:val="clear" w:color="auto" w:fill="auto"/>
          </w:tcPr>
          <w:p w:rsidRPr="000A2CD0" w:rsidR="00BD1617" w:rsidP="00BD1617" w:rsidRDefault="00BD1617" w14:paraId="3E27685E" w14:textId="4A7BA3A3">
            <w:pPr>
              <w:rPr>
                <w:bCs/>
              </w:rPr>
            </w:pPr>
            <w:r w:rsidRPr="00BC1508">
              <w:rPr>
                <w:bCs/>
              </w:rPr>
              <w:t>Keith Boggs</w:t>
            </w:r>
          </w:p>
        </w:tc>
        <w:tc>
          <w:tcPr>
            <w:tcW w:w="2742" w:type="dxa"/>
            <w:tcBorders>
              <w:right w:val="single" w:color="000000" w:sz="12" w:space="0"/>
            </w:tcBorders>
            <w:shd w:val="clear" w:color="auto" w:fill="auto"/>
          </w:tcPr>
          <w:p w:rsidRPr="000A2CD0" w:rsidR="00BD1617" w:rsidP="00BD1617" w:rsidRDefault="00BD1617" w14:paraId="08DBC4CE" w14:textId="04417D29">
            <w:r w:rsidRPr="00BC1508">
              <w:t>ankwb@uaa.alaska.edu</w:t>
            </w:r>
          </w:p>
        </w:tc>
        <w:tc>
          <w:tcPr>
            <w:tcW w:w="2610" w:type="dxa"/>
            <w:tcBorders>
              <w:left w:val="single" w:color="000000" w:sz="12" w:space="0"/>
              <w:bottom w:val="single" w:color="auto" w:sz="2" w:space="0"/>
            </w:tcBorders>
            <w:shd w:val="clear" w:color="auto" w:fill="auto"/>
          </w:tcPr>
          <w:p w:rsidRPr="000A2CD0" w:rsidR="00BD1617" w:rsidP="00BD1617" w:rsidRDefault="00BD1617" w14:paraId="7219C077" w14:textId="77777777">
            <w:r w:rsidRPr="000A2CD0">
              <w:t>None</w:t>
            </w:r>
          </w:p>
        </w:tc>
        <w:tc>
          <w:tcPr>
            <w:tcW w:w="2577" w:type="dxa"/>
            <w:shd w:val="clear" w:color="auto" w:fill="auto"/>
          </w:tcPr>
          <w:p w:rsidRPr="000A2CD0" w:rsidR="00BD1617" w:rsidP="00BD1617" w:rsidRDefault="00BD1617" w14:paraId="60F986D2" w14:textId="77777777">
            <w:r w:rsidRPr="000A2CD0">
              <w:t>None</w:t>
            </w:r>
          </w:p>
        </w:tc>
      </w:tr>
    </w:tbl>
    <w:p w:rsidR="000A2CD0" w:rsidP="000A2CD0" w:rsidRDefault="000A2CD0" w14:paraId="664C2B58" w14:textId="77777777"/>
    <w:p w:rsidRPr="00924CD7" w:rsidR="00846634" w:rsidP="000A2CD0" w:rsidRDefault="00846634" w14:paraId="4B5285DA" w14:textId="6D168449">
      <w:pPr>
        <w:pStyle w:val="InfoPara"/>
        <w:rPr>
          <w:b w:val="0"/>
          <w:bCs/>
        </w:rPr>
      </w:pPr>
      <w:r>
        <w:t xml:space="preserve">Reviewers: </w:t>
      </w:r>
      <w:r w:rsidRPr="00924CD7">
        <w:rPr>
          <w:b w:val="0"/>
          <w:bCs/>
        </w:rPr>
        <w:t>Lindsey Flagstad,</w:t>
      </w:r>
      <w:r>
        <w:t xml:space="preserve"> </w:t>
      </w:r>
      <w:r>
        <w:rPr>
          <w:b w:val="0"/>
          <w:bCs/>
        </w:rPr>
        <w:t>Hunter Gravley</w:t>
      </w:r>
    </w:p>
    <w:p w:rsidR="000A2CD0" w:rsidP="000A2CD0" w:rsidRDefault="000A2CD0" w14:paraId="1327C73B" w14:textId="44C81821">
      <w:pPr>
        <w:pStyle w:val="InfoPara"/>
      </w:pPr>
      <w:r>
        <w:t>Vegetation Type</w:t>
      </w:r>
    </w:p>
    <w:p w:rsidR="000A2CD0" w:rsidP="000A2CD0" w:rsidRDefault="000A2CD0" w14:paraId="7812EA5D" w14:textId="4779EE8B">
      <w:r>
        <w:t>Herbaceous</w:t>
      </w:r>
    </w:p>
    <w:p w:rsidR="000A2CD0" w:rsidP="000A2CD0" w:rsidRDefault="000A2CD0" w14:paraId="08B5DA04" w14:textId="77777777">
      <w:pPr>
        <w:pStyle w:val="InfoPara"/>
      </w:pPr>
      <w:r w:rsidR="4DF90CDD">
        <w:rPr/>
        <w:t>Map Zones</w:t>
      </w:r>
    </w:p>
    <w:p w:rsidR="4DF90CDD" w:rsidP="4DF90CDD" w:rsidRDefault="4DF90CDD" w14:paraId="202CC766" w14:textId="0FA01E1D">
      <w:pPr>
        <w:pStyle w:val="Normal"/>
      </w:pPr>
      <w:r w:rsidR="4DF90CDD">
        <w:rPr/>
        <w:t>73, 75, 76, 77, 78, 80</w:t>
      </w:r>
    </w:p>
    <w:p w:rsidR="000A2CD0" w:rsidP="000A2CD0" w:rsidRDefault="000A2CD0" w14:paraId="219AC360" w14:textId="77777777">
      <w:pPr>
        <w:pStyle w:val="InfoPara"/>
      </w:pPr>
      <w:r>
        <w:t>Geographic Range</w:t>
      </w:r>
    </w:p>
    <w:p w:rsidR="00BD1617" w:rsidP="00BD1617" w:rsidRDefault="0027309C" w14:paraId="3F324CA8" w14:textId="50061864">
      <w:r>
        <w:t xml:space="preserve">This </w:t>
      </w:r>
      <w:r w:rsidR="003E0806">
        <w:t>Biophysical Setting (BpS)</w:t>
      </w:r>
      <w:r>
        <w:t xml:space="preserve"> is found along the North Pacific coastline from the </w:t>
      </w:r>
      <w:r w:rsidRPr="001424A9">
        <w:t>Cook Inlet Basin</w:t>
      </w:r>
      <w:r>
        <w:t xml:space="preserve"> and Prince William Sound through southeast </w:t>
      </w:r>
      <w:r w:rsidR="004611F4">
        <w:t>Alaska</w:t>
      </w:r>
      <w:r>
        <w:t xml:space="preserve">, the Alaska Peninsula, Aleutian Islands, </w:t>
      </w:r>
      <w:r w:rsidRPr="001424A9">
        <w:t>and Kodiak Island</w:t>
      </w:r>
      <w:r w:rsidR="000C34E9">
        <w:t>.</w:t>
      </w:r>
    </w:p>
    <w:p w:rsidR="000A2CD0" w:rsidP="000A2CD0" w:rsidRDefault="000A2CD0" w14:paraId="1D1C4B6F" w14:textId="77777777">
      <w:pPr>
        <w:pStyle w:val="InfoPara"/>
      </w:pPr>
      <w:r>
        <w:t>Biophysical Site Description</w:t>
      </w:r>
    </w:p>
    <w:p w:rsidR="000C34E9" w:rsidP="000C34E9" w:rsidRDefault="00A17530" w14:paraId="1F6C20F2" w14:textId="74625C85">
      <w:r w:rsidRPr="00780D03">
        <w:t xml:space="preserve">This </w:t>
      </w:r>
      <w:r w:rsidR="009F7E59">
        <w:t>BpS</w:t>
      </w:r>
      <w:r w:rsidRPr="00780D03">
        <w:t xml:space="preserve"> includes </w:t>
      </w:r>
      <w:r>
        <w:t xml:space="preserve">communities </w:t>
      </w:r>
      <w:r w:rsidRPr="00780D03">
        <w:t>associated with delta deposits</w:t>
      </w:r>
      <w:r w:rsidR="0042553F">
        <w:t>,</w:t>
      </w:r>
      <w:r w:rsidRPr="00780D03">
        <w:t xml:space="preserve"> coastal sandy beaches, beach dunes</w:t>
      </w:r>
      <w:r>
        <w:t xml:space="preserve">, </w:t>
      </w:r>
      <w:r w:rsidRPr="00780D03">
        <w:t>sand spits</w:t>
      </w:r>
      <w:r>
        <w:t xml:space="preserve">, as well as </w:t>
      </w:r>
      <w:r w:rsidRPr="00780D03">
        <w:t xml:space="preserve">moist and wet meadows. </w:t>
      </w:r>
      <w:r w:rsidRPr="001424A9" w:rsidR="008B725A">
        <w:t>Processes that</w:t>
      </w:r>
      <w:r w:rsidR="008B725A">
        <w:t xml:space="preserve"> </w:t>
      </w:r>
      <w:r w:rsidRPr="001424A9" w:rsidR="008B725A">
        <w:t>define the system include sand deposition, wind and water erosion, long</w:t>
      </w:r>
      <w:r w:rsidR="008B725A">
        <w:t>-</w:t>
      </w:r>
      <w:r w:rsidRPr="001424A9" w:rsidR="008B725A">
        <w:t xml:space="preserve">shore transport, </w:t>
      </w:r>
      <w:r w:rsidR="008C59EC">
        <w:t>salt spray</w:t>
      </w:r>
      <w:r w:rsidR="00390C91">
        <w:t>,</w:t>
      </w:r>
      <w:r w:rsidR="008C59EC">
        <w:t xml:space="preserve"> </w:t>
      </w:r>
      <w:r w:rsidRPr="001424A9" w:rsidR="008B725A">
        <w:t xml:space="preserve">and overwash from storm surges. </w:t>
      </w:r>
      <w:r w:rsidRPr="00F34F1E" w:rsidR="008B725A">
        <w:t>Vegetation zonation in this system is related to exposure to salt spray and disturbance. Sandy soils may be periodically exposed to overwash from storm surges and exceptionally high tides, but they drain quickly</w:t>
      </w:r>
      <w:r w:rsidR="00F955A3">
        <w:t>,</w:t>
      </w:r>
      <w:r w:rsidRPr="00F34F1E" w:rsidR="008B725A">
        <w:t xml:space="preserve"> and precipitation rapidly leaches salt from the system </w:t>
      </w:r>
      <w:r w:rsidR="008B725A">
        <w:t xml:space="preserve">(Boggs 2000). </w:t>
      </w:r>
      <w:r w:rsidRPr="001424A9" w:rsidR="008B725A">
        <w:t xml:space="preserve">The sites may be unstable, </w:t>
      </w:r>
      <w:r w:rsidR="008C59EC">
        <w:t>due to</w:t>
      </w:r>
      <w:r w:rsidRPr="001424A9" w:rsidR="008B725A">
        <w:t xml:space="preserve"> coastal bluff</w:t>
      </w:r>
      <w:r w:rsidR="008C59EC">
        <w:t xml:space="preserve"> erosion</w:t>
      </w:r>
      <w:r w:rsidRPr="001424A9" w:rsidR="008B725A">
        <w:t xml:space="preserve"> and isolated blowouts. Sites are </w:t>
      </w:r>
      <w:r w:rsidR="008C59EC">
        <w:t>slightly inclined</w:t>
      </w:r>
      <w:r w:rsidRPr="001424A9" w:rsidR="008C59EC">
        <w:t xml:space="preserve"> </w:t>
      </w:r>
      <w:r w:rsidRPr="001424A9" w:rsidR="008B725A">
        <w:t>to steep. The substrates are shallow to deep eolian sand deposits over bedrock.</w:t>
      </w:r>
      <w:r w:rsidR="008B725A">
        <w:t xml:space="preserve"> </w:t>
      </w:r>
      <w:r w:rsidRPr="001424A9" w:rsidR="008F5061">
        <w:t xml:space="preserve">Other sites have loamy soils on colluvium that are </w:t>
      </w:r>
      <w:r w:rsidRPr="001424A9" w:rsidR="0061230A">
        <w:t>nutrient</w:t>
      </w:r>
      <w:r w:rsidR="0061230A">
        <w:t xml:space="preserve"> enriched</w:t>
      </w:r>
      <w:r w:rsidRPr="001424A9" w:rsidR="008F5061">
        <w:t xml:space="preserve"> by seabirds. </w:t>
      </w:r>
      <w:r w:rsidRPr="001424A9" w:rsidR="008B725A">
        <w:t>Soils are usually well</w:t>
      </w:r>
      <w:r w:rsidR="008B725A">
        <w:t>-</w:t>
      </w:r>
      <w:r w:rsidRPr="001424A9" w:rsidR="008B725A">
        <w:t>drained, though dune slacks may be poorly drained</w:t>
      </w:r>
      <w:r w:rsidR="008C59EC">
        <w:t xml:space="preserve"> due to the deposition of fine-grained material during overflow events</w:t>
      </w:r>
      <w:r w:rsidRPr="001424A9" w:rsidR="008B725A">
        <w:t xml:space="preserve">. </w:t>
      </w:r>
    </w:p>
    <w:p w:rsidR="000A2CD0" w:rsidP="000A2CD0" w:rsidRDefault="000A2CD0" w14:paraId="078ADA29" w14:textId="77777777">
      <w:pPr>
        <w:pStyle w:val="InfoPara"/>
      </w:pPr>
      <w:r>
        <w:t>Vegetation Description</w:t>
      </w:r>
    </w:p>
    <w:p w:rsidR="000A2CD0" w:rsidP="000A2CD0" w:rsidRDefault="000A2CD0" w14:paraId="50DB3D1E" w14:textId="303D43D9">
      <w:r>
        <w:t xml:space="preserve">Plant communities on these coastal systems </w:t>
      </w:r>
      <w:r w:rsidR="007A7DB5">
        <w:t>are</w:t>
      </w:r>
      <w:r>
        <w:t xml:space="preserve"> dominated by a variety of grasses and forbs. Salt</w:t>
      </w:r>
      <w:r w:rsidR="008C59EC">
        <w:t>-</w:t>
      </w:r>
      <w:r>
        <w:t xml:space="preserve">tolerant forb communities featuring </w:t>
      </w:r>
      <w:r w:rsidRPr="00F955A3">
        <w:rPr>
          <w:i/>
          <w:iCs/>
        </w:rPr>
        <w:t>Honckenya peploides</w:t>
      </w:r>
      <w:r w:rsidR="00924CD7">
        <w:rPr>
          <w:i/>
          <w:iCs/>
        </w:rPr>
        <w:t>,</w:t>
      </w:r>
      <w:r>
        <w:t xml:space="preserve"> </w:t>
      </w:r>
      <w:r w:rsidRPr="0068134D" w:rsidR="008C59EC">
        <w:rPr>
          <w:i/>
        </w:rPr>
        <w:t>Glaux maritima</w:t>
      </w:r>
      <w:r w:rsidR="003E584A">
        <w:t xml:space="preserve"> (not present in the Aleutians)</w:t>
      </w:r>
      <w:r w:rsidR="008C59EC">
        <w:t xml:space="preserve">, </w:t>
      </w:r>
      <w:r>
        <w:t xml:space="preserve">and </w:t>
      </w:r>
      <w:r w:rsidRPr="00F955A3">
        <w:rPr>
          <w:i/>
          <w:iCs/>
        </w:rPr>
        <w:t>Mertensia maritima var. asiatica</w:t>
      </w:r>
      <w:r>
        <w:t xml:space="preserve"> (not common in SE AK) often occur just above mean high tide.</w:t>
      </w:r>
      <w:r w:rsidR="007A7DB5">
        <w:t xml:space="preserve"> </w:t>
      </w:r>
      <w:r w:rsidRPr="00924CD7" w:rsidR="000A078B">
        <w:rPr>
          <w:i/>
          <w:iCs/>
        </w:rPr>
        <w:t>Plantago maritima</w:t>
      </w:r>
      <w:r w:rsidR="000A078B">
        <w:t xml:space="preserve"> </w:t>
      </w:r>
      <w:r w:rsidR="007A7DB5">
        <w:t xml:space="preserve">and </w:t>
      </w:r>
      <w:r w:rsidRPr="0068134D" w:rsidR="000A078B">
        <w:rPr>
          <w:i/>
        </w:rPr>
        <w:t>Triglochin maritim</w:t>
      </w:r>
      <w:r w:rsidRPr="0068134D" w:rsidR="001209FB">
        <w:rPr>
          <w:i/>
        </w:rPr>
        <w:t>um</w:t>
      </w:r>
      <w:r w:rsidR="000A078B">
        <w:t xml:space="preserve"> occur</w:t>
      </w:r>
      <w:r w:rsidR="007A7DB5">
        <w:t xml:space="preserve"> within the same supratidal zone but are restricted to</w:t>
      </w:r>
      <w:r w:rsidR="000A078B">
        <w:t xml:space="preserve"> more sheltered locations where fine sands are deposited and retained. </w:t>
      </w:r>
      <w:r>
        <w:t xml:space="preserve"> As dune height and distance from the ocean increases, </w:t>
      </w:r>
      <w:r w:rsidR="007A7DB5">
        <w:t xml:space="preserve">vegetation transitions to a graminoid-forb community </w:t>
      </w:r>
      <w:r>
        <w:t xml:space="preserve">dominated by </w:t>
      </w:r>
      <w:r w:rsidRPr="00F955A3">
        <w:rPr>
          <w:i/>
          <w:iCs/>
        </w:rPr>
        <w:t>Leymus mollis</w:t>
      </w:r>
      <w:r w:rsidR="003E584A">
        <w:rPr>
          <w:i/>
          <w:iCs/>
        </w:rPr>
        <w:t xml:space="preserve"> </w:t>
      </w:r>
      <w:r w:rsidR="003E584A">
        <w:t xml:space="preserve">with </w:t>
      </w:r>
      <w:r w:rsidR="007A7DB5">
        <w:t xml:space="preserve">varying contributions of </w:t>
      </w:r>
      <w:r w:rsidRPr="00F955A3">
        <w:rPr>
          <w:i/>
          <w:iCs/>
        </w:rPr>
        <w:t>Lathyrus maritimus</w:t>
      </w:r>
      <w:r>
        <w:t xml:space="preserve"> (</w:t>
      </w:r>
      <w:r w:rsidRPr="00F955A3">
        <w:rPr>
          <w:i/>
          <w:iCs/>
        </w:rPr>
        <w:t>Lathyrus japonicus var. maritimus</w:t>
      </w:r>
      <w:r>
        <w:t xml:space="preserve">) and </w:t>
      </w:r>
      <w:r w:rsidR="003E584A">
        <w:rPr>
          <w:i/>
          <w:iCs/>
        </w:rPr>
        <w:t>Senecio pseudo-arnica</w:t>
      </w:r>
      <w:r>
        <w:t xml:space="preserve">. </w:t>
      </w:r>
      <w:r w:rsidR="00B45A91">
        <w:t xml:space="preserve">Also common are </w:t>
      </w:r>
      <w:r w:rsidRPr="00F955A3" w:rsidR="003E584A">
        <w:rPr>
          <w:i/>
          <w:iCs/>
        </w:rPr>
        <w:t>Ligusticum scoticum, Angelica lucida, A</w:t>
      </w:r>
      <w:r w:rsidR="003E584A">
        <w:rPr>
          <w:i/>
          <w:iCs/>
        </w:rPr>
        <w:t>ngelica</w:t>
      </w:r>
      <w:r w:rsidRPr="00F955A3" w:rsidR="003E584A">
        <w:rPr>
          <w:i/>
          <w:iCs/>
        </w:rPr>
        <w:t xml:space="preserve"> genuflecta</w:t>
      </w:r>
      <w:r w:rsidR="007A7DB5">
        <w:rPr>
          <w:i/>
          <w:iCs/>
        </w:rPr>
        <w:t xml:space="preserve">, </w:t>
      </w:r>
      <w:r w:rsidRPr="0068134D" w:rsidR="001209FB">
        <w:rPr>
          <w:i/>
        </w:rPr>
        <w:t>Galium aparine</w:t>
      </w:r>
      <w:r w:rsidR="00924CD7">
        <w:rPr>
          <w:i/>
        </w:rPr>
        <w:t>,</w:t>
      </w:r>
      <w:r w:rsidRPr="00F955A3" w:rsidR="001209FB">
        <w:rPr>
          <w:i/>
          <w:iCs/>
        </w:rPr>
        <w:t xml:space="preserve"> </w:t>
      </w:r>
      <w:r w:rsidRPr="0068134D" w:rsidR="007A7DB5">
        <w:rPr>
          <w:iCs/>
        </w:rPr>
        <w:t>and</w:t>
      </w:r>
      <w:r w:rsidR="003E584A">
        <w:t xml:space="preserve"> </w:t>
      </w:r>
      <w:r w:rsidRPr="00F955A3" w:rsidR="003E584A">
        <w:rPr>
          <w:i/>
          <w:iCs/>
        </w:rPr>
        <w:t>Potentilla egedii</w:t>
      </w:r>
      <w:r w:rsidR="00B45A91">
        <w:t>.</w:t>
      </w:r>
      <w:r w:rsidRPr="00F955A3" w:rsidR="003E584A">
        <w:rPr>
          <w:i/>
          <w:iCs/>
        </w:rPr>
        <w:t xml:space="preserve"> </w:t>
      </w:r>
      <w:r>
        <w:t xml:space="preserve">These sites are above the high tide line but still experience </w:t>
      </w:r>
      <w:r w:rsidR="003E584A">
        <w:t xml:space="preserve">salt spray and </w:t>
      </w:r>
      <w:r>
        <w:t xml:space="preserve">storm surges. Tidally flooded dune slacks may be colonized by herbaceous communities dominated by </w:t>
      </w:r>
      <w:r w:rsidRPr="00F955A3">
        <w:rPr>
          <w:i/>
          <w:iCs/>
        </w:rPr>
        <w:t>Equisetum variegatum</w:t>
      </w:r>
      <w:r w:rsidR="0043758C">
        <w:t>,</w:t>
      </w:r>
      <w:r w:rsidR="00994D1A">
        <w:t xml:space="preserve"> </w:t>
      </w:r>
      <w:r w:rsidRPr="0068134D" w:rsidR="00994D1A">
        <w:rPr>
          <w:i/>
        </w:rPr>
        <w:t>Eleocharis palustris, Poa macrantha, Carex lyngbyaei</w:t>
      </w:r>
      <w:r w:rsidR="0043758C">
        <w:rPr>
          <w:i/>
        </w:rPr>
        <w:t>,</w:t>
      </w:r>
      <w:r w:rsidRPr="0068134D" w:rsidR="00994D1A">
        <w:rPr>
          <w:i/>
        </w:rPr>
        <w:t xml:space="preserve"> </w:t>
      </w:r>
      <w:r w:rsidRPr="0068134D" w:rsidR="00994D1A">
        <w:t>and</w:t>
      </w:r>
      <w:r w:rsidRPr="0068134D" w:rsidR="00994D1A">
        <w:rPr>
          <w:i/>
        </w:rPr>
        <w:t xml:space="preserve"> Ranunculus cymbalaria</w:t>
      </w:r>
      <w:r w:rsidRPr="00994D1A" w:rsidR="00994D1A">
        <w:t xml:space="preserve"> </w:t>
      </w:r>
      <w:r w:rsidR="00994D1A">
        <w:t xml:space="preserve">may also </w:t>
      </w:r>
      <w:r w:rsidR="00994D1A">
        <w:t>occur (Boggs 2000).</w:t>
      </w:r>
      <w:r w:rsidR="00924CD7">
        <w:t xml:space="preserve"> </w:t>
      </w:r>
      <w:r w:rsidR="00E25E63">
        <w:t xml:space="preserve">Rich forb types occur on dunes and back beaches even further removed from the ocean. Species composition is variable but may include: </w:t>
      </w:r>
      <w:r w:rsidRPr="00F955A3" w:rsidR="00E25E63">
        <w:rPr>
          <w:i/>
          <w:iCs/>
        </w:rPr>
        <w:t>Deschampsia beringensis</w:t>
      </w:r>
      <w:r w:rsidR="00E25E63">
        <w:t xml:space="preserve">, </w:t>
      </w:r>
      <w:r w:rsidRPr="00F955A3" w:rsidR="00E25E63">
        <w:rPr>
          <w:i/>
          <w:iCs/>
        </w:rPr>
        <w:t>Festuca rubra,</w:t>
      </w:r>
      <w:r w:rsidR="00E25E63">
        <w:t xml:space="preserve"> </w:t>
      </w:r>
      <w:r w:rsidRPr="00F955A3" w:rsidR="00E25E63">
        <w:rPr>
          <w:i/>
          <w:iCs/>
        </w:rPr>
        <w:t>Heracleum maximum, Parnassia palustris, Lupinus nootkatensis, Carex mackenziei</w:t>
      </w:r>
      <w:r w:rsidR="00E25E63">
        <w:t xml:space="preserve">, </w:t>
      </w:r>
      <w:r w:rsidRPr="00F955A3" w:rsidR="00E25E63">
        <w:rPr>
          <w:i/>
          <w:iCs/>
        </w:rPr>
        <w:t xml:space="preserve">Carex lyngbyei, Hordeum brachyantherum, Poa eminens, Achillea millefolium </w:t>
      </w:r>
      <w:r w:rsidRPr="0043758C" w:rsidR="00E25E63">
        <w:t>ssp</w:t>
      </w:r>
      <w:r w:rsidRPr="00F955A3" w:rsidR="00E25E63">
        <w:rPr>
          <w:i/>
          <w:iCs/>
        </w:rPr>
        <w:t>. borealis, Fragaria chiloensis, Calamagrostis canadensis, Claytonia sibirica</w:t>
      </w:r>
      <w:r w:rsidR="00CE024B">
        <w:rPr>
          <w:i/>
          <w:iCs/>
        </w:rPr>
        <w:t>,</w:t>
      </w:r>
      <w:r w:rsidR="00410B46">
        <w:rPr>
          <w:i/>
          <w:iCs/>
        </w:rPr>
        <w:t xml:space="preserve"> </w:t>
      </w:r>
      <w:r w:rsidRPr="0068134D" w:rsidR="00410B46">
        <w:rPr>
          <w:iCs/>
        </w:rPr>
        <w:t>and</w:t>
      </w:r>
      <w:r w:rsidR="00410B46">
        <w:rPr>
          <w:i/>
          <w:iCs/>
        </w:rPr>
        <w:t xml:space="preserve"> Chamerion angustifolium</w:t>
      </w:r>
      <w:r w:rsidR="00E25E63">
        <w:t>.</w:t>
      </w:r>
      <w:r w:rsidR="0043758C">
        <w:t xml:space="preserve"> </w:t>
      </w:r>
      <w:r w:rsidR="003838F7">
        <w:t>Outside of</w:t>
      </w:r>
      <w:r w:rsidR="00E25E63">
        <w:t xml:space="preserve"> </w:t>
      </w:r>
      <w:r w:rsidR="003838F7">
        <w:t xml:space="preserve">the </w:t>
      </w:r>
      <w:r w:rsidR="00E25E63">
        <w:t>influenc</w:t>
      </w:r>
      <w:r w:rsidR="003838F7">
        <w:t>e of storm surge</w:t>
      </w:r>
      <w:r w:rsidR="0043758C">
        <w:t>s</w:t>
      </w:r>
      <w:r w:rsidR="003838F7">
        <w:t xml:space="preserve"> and salt spray, communities</w:t>
      </w:r>
      <w:r w:rsidR="00E25E63">
        <w:t xml:space="preserve"> </w:t>
      </w:r>
      <w:r>
        <w:t xml:space="preserve">may eventually succeed to </w:t>
      </w:r>
      <w:r w:rsidR="003838F7">
        <w:t xml:space="preserve">types </w:t>
      </w:r>
      <w:r w:rsidR="00E25E63">
        <w:t xml:space="preserve">dominated by the dwarf shrubs </w:t>
      </w:r>
      <w:r w:rsidRPr="0068134D" w:rsidR="00E25E63">
        <w:rPr>
          <w:i/>
        </w:rPr>
        <w:t>Empetrum nigrun</w:t>
      </w:r>
      <w:r w:rsidR="00E25E63">
        <w:t xml:space="preserve"> and </w:t>
      </w:r>
      <w:r w:rsidRPr="00F955A3" w:rsidR="00E25E63">
        <w:rPr>
          <w:i/>
          <w:iCs/>
        </w:rPr>
        <w:t>Salix</w:t>
      </w:r>
      <w:r w:rsidR="00E25E63">
        <w:t xml:space="preserve"> </w:t>
      </w:r>
      <w:r w:rsidRPr="0043758C" w:rsidR="00E25E63">
        <w:rPr>
          <w:i/>
          <w:iCs/>
        </w:rPr>
        <w:t>ovalifolium</w:t>
      </w:r>
      <w:r w:rsidR="00E25E63">
        <w:t xml:space="preserve"> (</w:t>
      </w:r>
      <w:r w:rsidR="0068134D">
        <w:t xml:space="preserve">with </w:t>
      </w:r>
      <w:r w:rsidRPr="0068134D" w:rsidR="0068134D">
        <w:rPr>
          <w:i/>
        </w:rPr>
        <w:t>Salix ovalifolium</w:t>
      </w:r>
      <w:r w:rsidR="0068134D">
        <w:t xml:space="preserve"> present </w:t>
      </w:r>
      <w:r w:rsidR="00E25E63">
        <w:t>in Aleutians, Alaska Peninsula and Kodiak only) or</w:t>
      </w:r>
      <w:r w:rsidR="003838F7">
        <w:t xml:space="preserve"> low shrubs</w:t>
      </w:r>
      <w:r w:rsidR="00E25E63">
        <w:t xml:space="preserve"> </w:t>
      </w:r>
      <w:r w:rsidRPr="0068134D" w:rsidR="00E25E63">
        <w:rPr>
          <w:i/>
        </w:rPr>
        <w:t>Alnus viridis</w:t>
      </w:r>
      <w:r w:rsidR="00E25E63">
        <w:t xml:space="preserve"> ssp. </w:t>
      </w:r>
      <w:r w:rsidRPr="0068134D" w:rsidR="00E25E63">
        <w:rPr>
          <w:i/>
        </w:rPr>
        <w:t>sinuata</w:t>
      </w:r>
      <w:r w:rsidR="00E25E63">
        <w:t xml:space="preserve"> and </w:t>
      </w:r>
      <w:r w:rsidRPr="0068134D" w:rsidR="00E25E63">
        <w:rPr>
          <w:i/>
        </w:rPr>
        <w:t>Salix sitchensis</w:t>
      </w:r>
      <w:r w:rsidR="00E25E63">
        <w:t xml:space="preserve"> </w:t>
      </w:r>
      <w:r w:rsidR="00983991">
        <w:t>(</w:t>
      </w:r>
      <w:r w:rsidR="00E25E63">
        <w:t>in SC and SE AK</w:t>
      </w:r>
      <w:r w:rsidR="00983991">
        <w:t>;</w:t>
      </w:r>
      <w:r w:rsidR="00E25E63">
        <w:t xml:space="preserve"> </w:t>
      </w:r>
      <w:r w:rsidRPr="00F955A3" w:rsidR="00E25E63">
        <w:rPr>
          <w:i/>
          <w:iCs/>
        </w:rPr>
        <w:t>Myrica gale</w:t>
      </w:r>
      <w:r w:rsidR="00E25E63">
        <w:t xml:space="preserve"> may occur in SC AK back beach habitats), </w:t>
      </w:r>
      <w:r>
        <w:t xml:space="preserve">with </w:t>
      </w:r>
      <w:r w:rsidR="00E25E63">
        <w:t xml:space="preserve">the occurrence of </w:t>
      </w:r>
      <w:r w:rsidRPr="0068134D" w:rsidR="00E25E63">
        <w:rPr>
          <w:i/>
        </w:rPr>
        <w:t>Sorbus sitcheniss</w:t>
      </w:r>
      <w:r w:rsidR="00E25E63">
        <w:t xml:space="preserve">, </w:t>
      </w:r>
      <w:r w:rsidRPr="00F955A3">
        <w:rPr>
          <w:i/>
          <w:iCs/>
        </w:rPr>
        <w:t>Alnus rubra</w:t>
      </w:r>
      <w:r w:rsidR="00924CD7">
        <w:rPr>
          <w:i/>
          <w:iCs/>
        </w:rPr>
        <w:t xml:space="preserve">, </w:t>
      </w:r>
      <w:r w:rsidR="00E25E63">
        <w:t xml:space="preserve">and </w:t>
      </w:r>
      <w:r w:rsidRPr="00F955A3" w:rsidR="00E25E63">
        <w:rPr>
          <w:i/>
          <w:iCs/>
        </w:rPr>
        <w:t>Malus fusca</w:t>
      </w:r>
      <w:r w:rsidR="00E25E63">
        <w:t xml:space="preserve"> increasing down the SE AK panhandle. </w:t>
      </w:r>
    </w:p>
    <w:p w:rsidR="004917EB" w:rsidP="000A2CD0" w:rsidRDefault="004917EB" w14:paraId="35450586" w14:textId="77777777"/>
    <w:p w:rsidR="000A2CD0" w:rsidP="000A2CD0" w:rsidRDefault="000A2CD0" w14:paraId="5D2B12EB"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HOPE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Honckenya peploides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Seaside sandplant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LEMO8</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Leymus mollis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American dunegrass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LAJAM</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Lathyrus japonicus var. maritimus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Beach pea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SEPS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Senecio pseudoarnica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seaside ragwort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POEM</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Poa eminens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Largeflower speargrass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FERU2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Festuca rubra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Red fescue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DESCH</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Deschampsia beringensis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Hairgrass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LUNO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Lupinus nootkatensis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Nootka lupine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HEMA80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Heracleum maximum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Common cowparsnip</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LISC3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Ligusticum scoticum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Scottish licorice-root</w:t>
            </w:r>
          </w:p>
        </w:tc>
      </w:tr>
    </w:tbl>
    <w:p>
      <w:r>
        <w:rPr>
          <w:sz w:val="16"/>
        </w:rPr>
        <w:t>Species names are from the NRCS PLANTS database. Check species codes at http://plants.usda.gov.</w:t>
      </w:r>
    </w:p>
    <w:p w:rsidR="000A2CD0" w:rsidP="000A2CD0" w:rsidRDefault="000A2CD0" w14:paraId="01C1E222" w14:textId="77777777">
      <w:pPr>
        <w:pStyle w:val="InfoPara"/>
      </w:pPr>
      <w:r>
        <w:t>Disturbance Description</w:t>
      </w:r>
    </w:p>
    <w:p w:rsidR="000A2CD0" w:rsidP="000A2CD0" w:rsidRDefault="000A2CD0" w14:paraId="060CD832" w14:textId="4C2CEFF2">
      <w:r>
        <w:t>Vegetation dynamics in</w:t>
      </w:r>
      <w:r w:rsidR="004917EB">
        <w:t xml:space="preserve"> dunes and</w:t>
      </w:r>
      <w:r>
        <w:t xml:space="preserve"> beach meadows are driven by salinity and </w:t>
      </w:r>
      <w:r w:rsidR="0068134D">
        <w:t xml:space="preserve">frequency and duration of inundation, which typically decreases with </w:t>
      </w:r>
      <w:r w:rsidR="00C41B42">
        <w:t xml:space="preserve">distance from the shore. </w:t>
      </w:r>
      <w:r w:rsidR="00484BB0">
        <w:t xml:space="preserve">In areas of uplift or deposition, the vegetation community will gradually move out of the range of tidal influence allowing plant species with lower salt tolerance to establish. In areas of subsidence or erosion, the exposure to salt water may increase allowing </w:t>
      </w:r>
      <w:r>
        <w:t>halophytic herbs to regain dominance.</w:t>
      </w:r>
    </w:p>
    <w:p w:rsidR="000A2CD0" w:rsidP="000A2CD0" w:rsidRDefault="000A2CD0" w14:paraId="35CE9F3A" w14:textId="212E0C4E"/>
    <w:p w:rsidR="004917EB" w:rsidP="004917EB" w:rsidRDefault="004917EB" w14:paraId="16B3E713" w14:textId="0E0B6370">
      <w:r>
        <w:t xml:space="preserve">Dune perturbations include eroding coastal bluffs and isolated blowouts. Community self-replacement likely occurs. The disturbance processes on the mesic loamy-sandy substrates are </w:t>
      </w:r>
      <w:r w:rsidR="003838F7">
        <w:t>not well documented but likely relate to storm surge events.</w:t>
      </w:r>
    </w:p>
    <w:p w:rsidR="004917EB" w:rsidP="000A2CD0" w:rsidRDefault="004917EB" w14:paraId="7E9AE0ED" w14:textId="77777777"/>
    <w:p w:rsidR="00F267C4" w:rsidP="000A2CD0" w:rsidRDefault="000A2CD0" w14:paraId="11B324C0" w14:textId="57A11E6C">
      <w:r>
        <w:t>These communities are relatively stable over time</w:t>
      </w:r>
      <w:r w:rsidR="00CE024B">
        <w:t xml:space="preserve">. However, within the range of spruce, </w:t>
      </w:r>
      <w:r w:rsidR="00484BB0">
        <w:t xml:space="preserve">uplift </w:t>
      </w:r>
      <w:r w:rsidR="00CA21C5">
        <w:t>related</w:t>
      </w:r>
      <w:r w:rsidR="00484BB0">
        <w:t xml:space="preserve"> to</w:t>
      </w:r>
      <w:r>
        <w:t xml:space="preserve"> isostatic rebound may allow spruce communities to eventually occupy what are now meadow sites (in the southern areas of SE Alaska, where the rate of isostatic rebound is much slower, this may not be so obvious).</w:t>
      </w:r>
      <w:r w:rsidR="00CE024B">
        <w:t xml:space="preserve"> Conversely, subsidence due to earthquakes has historically had a major impact on coastal areas resulting in drowned forests that eventually develop into tidal flats, marshes, and meadows.</w:t>
      </w:r>
    </w:p>
    <w:p w:rsidR="000A2CD0" w:rsidP="000A2CD0" w:rsidRDefault="000A2CD0" w14:paraId="10E87020" w14:textId="705613DC">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0A2CD0" w:rsidP="000A2CD0" w:rsidRDefault="000A2CD0" w14:paraId="3E1FD42A" w14:textId="77777777">
      <w:pPr>
        <w:pStyle w:val="InfoPara"/>
      </w:pPr>
      <w:r>
        <w:t>Scale Description</w:t>
      </w:r>
    </w:p>
    <w:p w:rsidR="000A2CD0" w:rsidP="000A2CD0" w:rsidRDefault="000A2CD0" w14:paraId="661B129E" w14:textId="5ED84517">
      <w:r>
        <w:t xml:space="preserve">Small </w:t>
      </w:r>
      <w:r w:rsidR="003B4020">
        <w:t xml:space="preserve">to large </w:t>
      </w:r>
      <w:r>
        <w:t>patch, can be linear.</w:t>
      </w:r>
    </w:p>
    <w:p w:rsidR="000A2CD0" w:rsidP="000A2CD0" w:rsidRDefault="000A2CD0" w14:paraId="3AFD9442" w14:textId="77777777">
      <w:pPr>
        <w:pStyle w:val="InfoPara"/>
      </w:pPr>
      <w:r>
        <w:t>Adjacency or Identification Concerns</w:t>
      </w:r>
    </w:p>
    <w:p w:rsidR="000A2CD0" w:rsidP="000A2CD0" w:rsidRDefault="00850C17" w14:paraId="2D2D8869" w14:textId="3531F9BA">
      <w:r>
        <w:t xml:space="preserve">For mapping, the outer Aleutians and the Gulf of Alaska side of the Alaska Peninsula should be mapped as this BpS, and the more sheltered Bristol Bay side of the Alaska Peninsula should be mapped to the </w:t>
      </w:r>
      <w:r w:rsidRPr="00850C17">
        <w:t>North American Arctic-Subarctic Coastal Dune and Beach</w:t>
      </w:r>
      <w:r>
        <w:t xml:space="preserve"> BpS.</w:t>
      </w:r>
    </w:p>
    <w:p w:rsidR="00850C17" w:rsidP="000A2CD0" w:rsidRDefault="00850C17" w14:paraId="047E773E" w14:textId="02B13E9F"/>
    <w:p w:rsidR="00850C17" w:rsidP="000A2CD0" w:rsidRDefault="00850C17" w14:paraId="64BC1CF8" w14:textId="64DF0E7D">
      <w:r>
        <w:t xml:space="preserve">There is some conceptual overlap between this BpS and the early successional phases of the </w:t>
      </w:r>
      <w:r w:rsidRPr="00850C17">
        <w:t xml:space="preserve">Alaskan Pacific Sitka Spruce Forest and Beach Ridge - Beach Ridge </w:t>
      </w:r>
      <w:r>
        <w:t xml:space="preserve">BpS. The </w:t>
      </w:r>
      <w:r w:rsidR="0018011A">
        <w:t>latter</w:t>
      </w:r>
      <w:r>
        <w:t xml:space="preserve"> is restricted to uplifted terrains.</w:t>
      </w:r>
    </w:p>
    <w:p w:rsidR="000A2CD0" w:rsidP="000A2CD0" w:rsidRDefault="000A2CD0" w14:paraId="46D6F538" w14:textId="35758D9A">
      <w:pPr>
        <w:pStyle w:val="InfoPara"/>
      </w:pPr>
      <w:r>
        <w:t>Issues or Problems</w:t>
      </w:r>
    </w:p>
    <w:p w:rsidRPr="004917EB" w:rsidR="004917EB" w:rsidP="004917EB" w:rsidRDefault="004917EB" w14:paraId="79C62489" w14:textId="6CE749C5">
      <w:r>
        <w:t>The state-and-transition model for this BpS is conceptual. There was no information to support the probabilities in the model.</w:t>
      </w:r>
    </w:p>
    <w:p w:rsidR="000A2CD0" w:rsidP="000A2CD0" w:rsidRDefault="000A2CD0" w14:paraId="32FA9E87" w14:textId="77777777">
      <w:pPr>
        <w:pStyle w:val="InfoPara"/>
      </w:pPr>
      <w:r>
        <w:t>Native Uncharacteristic Conditions</w:t>
      </w:r>
    </w:p>
    <w:p w:rsidR="003B4020" w:rsidP="003B4020" w:rsidRDefault="003B4020" w14:paraId="0BD41D2F" w14:textId="58E0363E">
      <w:r>
        <w:t>Recent research has shown that the abundance of graminoids in the Aleutian Islands can be reduced due to a reduction in nutrient inputs from seabird colonies; where seabirds have been impacted by introduced predators, the cover of graminoid species is lower (Croll et al. 2005</w:t>
      </w:r>
      <w:r w:rsidR="00E91777">
        <w:t>;</w:t>
      </w:r>
      <w:r>
        <w:t xml:space="preserve"> Byrd 1984).</w:t>
      </w:r>
      <w:r w:rsidR="00690A9F">
        <w:t xml:space="preserve">  </w:t>
      </w:r>
    </w:p>
    <w:p w:rsidR="000A2CD0" w:rsidP="000A2CD0" w:rsidRDefault="000A2CD0" w14:paraId="53A069CC" w14:textId="77777777"/>
    <w:p w:rsidR="000A2CD0" w:rsidP="000A2CD0" w:rsidRDefault="000A2CD0" w14:paraId="4C079F42" w14:textId="77777777">
      <w:pPr>
        <w:pStyle w:val="InfoPara"/>
      </w:pPr>
      <w:r>
        <w:t>Comments</w:t>
      </w:r>
    </w:p>
    <w:p w:rsidRPr="00331FF0" w:rsidR="007C2709" w:rsidP="007C2709" w:rsidRDefault="007C2709" w14:paraId="64B71BCF" w14:textId="77777777">
      <w:bookmarkStart w:name="_Hlk84849878" w:id="0"/>
      <w:r>
        <w:t>10/2021 This description was updated by NatureServe staff and Kori Blankenship based on the updated Ecological Systems classification for Alaska. Edits focused on adjusting the Geographic Range, Biophysical Site Descriptions, and Vegetation Description sections.</w:t>
      </w:r>
      <w:bookmarkEnd w:id="0"/>
    </w:p>
    <w:p w:rsidR="007C2709" w:rsidP="000A2CD0" w:rsidRDefault="007C2709" w14:paraId="73D2453D" w14:textId="77777777"/>
    <w:p w:rsidR="00BD1617" w:rsidP="000A2CD0" w:rsidRDefault="00BD1617" w14:paraId="6D676D8E" w14:textId="39577342">
      <w:r>
        <w:t xml:space="preserve">In 2021 NatureServe merged </w:t>
      </w:r>
      <w:r w:rsidRPr="00BD1617">
        <w:t xml:space="preserve">Alaskan Pacific Maritime Coastal Meadow and Slough-Levee </w:t>
      </w:r>
      <w:r>
        <w:t xml:space="preserve">(16650) and </w:t>
      </w:r>
      <w:r w:rsidRPr="00BD1617">
        <w:t>Aleutian American Dunegrass Grassland</w:t>
      </w:r>
      <w:r>
        <w:t xml:space="preserve"> (16710) into one system called </w:t>
      </w:r>
      <w:r w:rsidRPr="00BD1617">
        <w:t>Alaskan Pacific-Aleutian Coastal Dune, Beach</w:t>
      </w:r>
      <w:r w:rsidR="00D030AA">
        <w:t>,</w:t>
      </w:r>
      <w:r w:rsidRPr="00BD1617">
        <w:t xml:space="preserve"> and Beach Meadow</w:t>
      </w:r>
      <w:r>
        <w:t xml:space="preserve">. Kori Blankenship merged the BpS concepts into this unified description. BpS 16650 was created by Amy Miller and Karen Dillman and reviewed by Tom DeMeo. BpS 16710 was created by Kori Blankenship and Keith Boggs and reviewed by Jeff Williams. </w:t>
      </w:r>
      <w:r w:rsidR="001F47EC">
        <w:t xml:space="preserve">Blankenship also modified the model to include an early successional </w:t>
      </w:r>
      <w:r w:rsidR="004917EB">
        <w:t xml:space="preserve">herbaceous </w:t>
      </w:r>
      <w:r w:rsidR="001F47EC">
        <w:t>state and a later successional state where shrubs could establish.</w:t>
      </w:r>
    </w:p>
    <w:p w:rsidR="003E0806" w:rsidP="000A2CD0" w:rsidRDefault="003E0806" w14:paraId="21A3B199" w14:textId="77777777"/>
    <w:p w:rsidR="00EF1E14" w:rsidP="000A2CD0" w:rsidRDefault="00EF1E14" w14:paraId="108E7ED6" w14:textId="77777777"/>
    <w:p w:rsidR="000A2CD0" w:rsidP="000A2CD0" w:rsidRDefault="000A2CD0" w14:paraId="489EC3C9" w14:textId="77777777">
      <w:pPr>
        <w:pStyle w:val="ReportSection"/>
      </w:pPr>
      <w:r>
        <w:t>Succession Classes</w:t>
      </w:r>
    </w:p>
    <w:p w:rsidR="000A2CD0" w:rsidP="000A2CD0" w:rsidRDefault="000A2CD0" w14:paraId="0DC9BF14" w14:textId="6A64BB4A"/>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0A2CD0" w:rsidP="000A2CD0" w:rsidRDefault="000A2CD0" w14:paraId="0FB41991" w14:textId="1A8B43BC">
      <w:pPr>
        <w:pStyle w:val="InfoPara"/>
        <w:pBdr>
          <w:top w:val="single" w:color="auto" w:sz="4" w:space="1"/>
        </w:pBdr>
      </w:pPr>
      <w:r xmlns:w="http://schemas.openxmlformats.org/wordprocessingml/2006/main">
        <w:t>Class A</w:t>
      </w:r>
      <w:r xmlns:w="http://schemas.openxmlformats.org/wordprocessingml/2006/main">
        <w:tab/>
        <w:t>50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0A2CD0" w:rsidP="000A2CD0" w:rsidRDefault="000A2CD0" w14:paraId="3EEBCFAE" w14:textId="77777777"/>
    <w:p w:rsidR="000A2CD0" w:rsidP="000A2CD0" w:rsidRDefault="000A2CD0" w14:paraId="778B0B11" w14:textId="77777777">
      <w:pPr>
        <w:pStyle w:val="SClassInfoPara"/>
      </w:pPr>
      <w:r>
        <w:t>Indicator Species</w:t>
      </w:r>
    </w:p>
    <w:tbl>
      <w:tblPr>
        <w:tblW w:w="9432"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64"/>
        <w:gridCol w:w="3696"/>
        <w:gridCol w:w="2616"/>
        <w:gridCol w:w="1956"/>
      </w:tblGrid>
      <w:tr w:rsidRPr="000A2CD0" w:rsidR="000A2CD0" w:rsidTr="000A2CD0" w14:paraId="214D5F63" w14:textId="77777777">
        <w:tc>
          <w:tcPr>
            <w:tcW w:w="1164" w:type="dxa"/>
            <w:tcBorders>
              <w:top w:val="single" w:color="auto" w:sz="2" w:space="0"/>
              <w:bottom w:val="single" w:color="000000" w:sz="12" w:space="0"/>
            </w:tcBorders>
            <w:shd w:val="clear" w:color="auto" w:fill="auto"/>
          </w:tcPr>
          <w:p w:rsidRPr="000A2CD0" w:rsidR="000A2CD0" w:rsidP="00635F9D" w:rsidRDefault="000A2CD0" w14:paraId="2C34889B" w14:textId="77777777">
            <w:pPr>
              <w:rPr>
                <w:b/>
                <w:bCs/>
              </w:rPr>
            </w:pPr>
            <w:r w:rsidRPr="000A2CD0">
              <w:rPr>
                <w:b/>
                <w:bCs/>
              </w:rPr>
              <w:t>Symbol</w:t>
            </w:r>
          </w:p>
        </w:tc>
        <w:tc>
          <w:tcPr>
            <w:tcW w:w="3696" w:type="dxa"/>
            <w:tcBorders>
              <w:top w:val="single" w:color="auto" w:sz="2" w:space="0"/>
              <w:bottom w:val="single" w:color="000000" w:sz="12" w:space="0"/>
            </w:tcBorders>
            <w:shd w:val="clear" w:color="auto" w:fill="auto"/>
          </w:tcPr>
          <w:p w:rsidRPr="000A2CD0" w:rsidR="000A2CD0" w:rsidP="00635F9D" w:rsidRDefault="000A2CD0" w14:paraId="76697ED8" w14:textId="77777777">
            <w:pPr>
              <w:rPr>
                <w:b/>
                <w:bCs/>
              </w:rPr>
            </w:pPr>
            <w:r w:rsidRPr="000A2CD0">
              <w:rPr>
                <w:b/>
                <w:bCs/>
              </w:rPr>
              <w:t>Scientific Name</w:t>
            </w:r>
          </w:p>
        </w:tc>
        <w:tc>
          <w:tcPr>
            <w:tcW w:w="2616" w:type="dxa"/>
            <w:tcBorders>
              <w:top w:val="single" w:color="auto" w:sz="2" w:space="0"/>
              <w:bottom w:val="single" w:color="000000" w:sz="12" w:space="0"/>
            </w:tcBorders>
            <w:shd w:val="clear" w:color="auto" w:fill="auto"/>
          </w:tcPr>
          <w:p w:rsidRPr="000A2CD0" w:rsidR="000A2CD0" w:rsidP="00635F9D" w:rsidRDefault="000A2CD0" w14:paraId="48340AD2" w14:textId="77777777">
            <w:pPr>
              <w:rPr>
                <w:b/>
                <w:bCs/>
              </w:rPr>
            </w:pPr>
            <w:r w:rsidRPr="000A2CD0">
              <w:rPr>
                <w:b/>
                <w:bCs/>
              </w:rPr>
              <w:t>Common Name</w:t>
            </w:r>
          </w:p>
        </w:tc>
        <w:tc>
          <w:tcPr>
            <w:tcW w:w="1956" w:type="dxa"/>
            <w:tcBorders>
              <w:top w:val="single" w:color="auto" w:sz="2" w:space="0"/>
              <w:bottom w:val="single" w:color="000000" w:sz="12" w:space="0"/>
            </w:tcBorders>
            <w:shd w:val="clear" w:color="auto" w:fill="auto"/>
          </w:tcPr>
          <w:p w:rsidRPr="000A2CD0" w:rsidR="000A2CD0" w:rsidP="00635F9D" w:rsidRDefault="000A2CD0" w14:paraId="0F8FF8ED" w14:textId="77777777">
            <w:pPr>
              <w:rPr>
                <w:b/>
                <w:bCs/>
              </w:rPr>
            </w:pPr>
            <w:r w:rsidRPr="000A2CD0">
              <w:rPr>
                <w:b/>
                <w:bCs/>
              </w:rPr>
              <w:t>Canopy Position</w:t>
            </w:r>
          </w:p>
        </w:tc>
      </w:tr>
      <w:tr w:rsidRPr="000A2CD0" w:rsidR="000A2CD0" w:rsidTr="000A2CD0" w14:paraId="0D91B95B" w14:textId="77777777">
        <w:tc>
          <w:tcPr>
            <w:tcW w:w="1164" w:type="dxa"/>
            <w:tcBorders>
              <w:top w:val="single" w:color="000000" w:sz="12" w:space="0"/>
            </w:tcBorders>
            <w:shd w:val="clear" w:color="auto" w:fill="auto"/>
          </w:tcPr>
          <w:p w:rsidRPr="000A2CD0" w:rsidR="000A2CD0" w:rsidP="00635F9D" w:rsidRDefault="000A2CD0" w14:paraId="305110CA" w14:textId="77777777">
            <w:pPr>
              <w:rPr>
                <w:bCs/>
              </w:rPr>
            </w:pPr>
            <w:r w:rsidRPr="000A2CD0">
              <w:rPr>
                <w:bCs/>
              </w:rPr>
              <w:t>LEMO8</w:t>
            </w:r>
          </w:p>
        </w:tc>
        <w:tc>
          <w:tcPr>
            <w:tcW w:w="3696" w:type="dxa"/>
            <w:tcBorders>
              <w:top w:val="single" w:color="000000" w:sz="12" w:space="0"/>
            </w:tcBorders>
            <w:shd w:val="clear" w:color="auto" w:fill="auto"/>
          </w:tcPr>
          <w:p w:rsidRPr="00EF1E14" w:rsidR="000A2CD0" w:rsidP="00635F9D" w:rsidRDefault="000A2CD0" w14:paraId="30FDD539" w14:textId="77777777">
            <w:pPr>
              <w:rPr>
                <w:i/>
                <w:iCs/>
              </w:rPr>
            </w:pPr>
            <w:r w:rsidRPr="00EF1E14">
              <w:rPr>
                <w:i/>
                <w:iCs/>
              </w:rPr>
              <w:t>Leymus mollis</w:t>
            </w:r>
          </w:p>
        </w:tc>
        <w:tc>
          <w:tcPr>
            <w:tcW w:w="2616" w:type="dxa"/>
            <w:tcBorders>
              <w:top w:val="single" w:color="000000" w:sz="12" w:space="0"/>
            </w:tcBorders>
            <w:shd w:val="clear" w:color="auto" w:fill="auto"/>
          </w:tcPr>
          <w:p w:rsidRPr="000A2CD0" w:rsidR="000A2CD0" w:rsidP="00635F9D" w:rsidRDefault="000A2CD0" w14:paraId="14E9BC42" w14:textId="77777777">
            <w:r w:rsidRPr="000A2CD0">
              <w:t>American dunegrass</w:t>
            </w:r>
          </w:p>
        </w:tc>
        <w:tc>
          <w:tcPr>
            <w:tcW w:w="1956" w:type="dxa"/>
            <w:tcBorders>
              <w:top w:val="single" w:color="000000" w:sz="12" w:space="0"/>
            </w:tcBorders>
            <w:shd w:val="clear" w:color="auto" w:fill="auto"/>
          </w:tcPr>
          <w:p w:rsidRPr="000A2CD0" w:rsidR="000A2CD0" w:rsidP="00635F9D" w:rsidRDefault="000A2CD0" w14:paraId="65E7ED91" w14:textId="77777777">
            <w:r w:rsidRPr="000A2CD0">
              <w:t>Upper</w:t>
            </w:r>
          </w:p>
        </w:tc>
      </w:tr>
      <w:tr w:rsidRPr="000A2CD0" w:rsidR="008A75AE" w:rsidTr="000A2CD0" w14:paraId="0B7BD36E" w14:textId="77777777">
        <w:tc>
          <w:tcPr>
            <w:tcW w:w="1164" w:type="dxa"/>
            <w:shd w:val="clear" w:color="auto" w:fill="auto"/>
          </w:tcPr>
          <w:p w:rsidRPr="000A2CD0" w:rsidR="008A75AE" w:rsidP="008A75AE" w:rsidRDefault="008A75AE" w14:paraId="2A809E31" w14:textId="146AFEFF">
            <w:pPr>
              <w:rPr>
                <w:bCs/>
              </w:rPr>
            </w:pPr>
            <w:r w:rsidRPr="000A2CD0">
              <w:rPr>
                <w:bCs/>
              </w:rPr>
              <w:t>HOPE</w:t>
            </w:r>
          </w:p>
        </w:tc>
        <w:tc>
          <w:tcPr>
            <w:tcW w:w="3696" w:type="dxa"/>
            <w:shd w:val="clear" w:color="auto" w:fill="auto"/>
          </w:tcPr>
          <w:p w:rsidRPr="00EF1E14" w:rsidR="008A75AE" w:rsidP="008A75AE" w:rsidRDefault="008A75AE" w14:paraId="2341983E" w14:textId="67C53ECC">
            <w:pPr>
              <w:rPr>
                <w:i/>
                <w:iCs/>
              </w:rPr>
            </w:pPr>
            <w:r w:rsidRPr="00EF1E14">
              <w:rPr>
                <w:i/>
                <w:iCs/>
              </w:rPr>
              <w:t>Honckenya peploides</w:t>
            </w:r>
          </w:p>
        </w:tc>
        <w:tc>
          <w:tcPr>
            <w:tcW w:w="2616" w:type="dxa"/>
            <w:shd w:val="clear" w:color="auto" w:fill="auto"/>
          </w:tcPr>
          <w:p w:rsidRPr="000A2CD0" w:rsidR="008A75AE" w:rsidP="008A75AE" w:rsidRDefault="008A75AE" w14:paraId="267A3F38" w14:textId="150700DD">
            <w:r w:rsidRPr="000A2CD0">
              <w:t>Seaside sandplant</w:t>
            </w:r>
          </w:p>
        </w:tc>
        <w:tc>
          <w:tcPr>
            <w:tcW w:w="1956" w:type="dxa"/>
            <w:shd w:val="clear" w:color="auto" w:fill="auto"/>
          </w:tcPr>
          <w:p w:rsidRPr="000A2CD0" w:rsidR="008A75AE" w:rsidP="008A75AE" w:rsidRDefault="008A75AE" w14:paraId="3AD7FFC4" w14:textId="62EE8CDC">
            <w:r w:rsidRPr="000A2CD0">
              <w:t>Upper</w:t>
            </w:r>
          </w:p>
        </w:tc>
      </w:tr>
      <w:tr w:rsidRPr="000A2CD0" w:rsidR="000A2CD0" w:rsidTr="000A2CD0" w14:paraId="4928B0F3" w14:textId="77777777">
        <w:tc>
          <w:tcPr>
            <w:tcW w:w="1164" w:type="dxa"/>
            <w:shd w:val="clear" w:color="auto" w:fill="auto"/>
          </w:tcPr>
          <w:p w:rsidRPr="000A2CD0" w:rsidR="000A2CD0" w:rsidP="00635F9D" w:rsidRDefault="000A2CD0" w14:paraId="286AD28B" w14:textId="77777777">
            <w:pPr>
              <w:rPr>
                <w:bCs/>
              </w:rPr>
            </w:pPr>
            <w:r w:rsidRPr="000A2CD0">
              <w:rPr>
                <w:bCs/>
              </w:rPr>
              <w:t>LAJAM</w:t>
            </w:r>
          </w:p>
        </w:tc>
        <w:tc>
          <w:tcPr>
            <w:tcW w:w="3696" w:type="dxa"/>
            <w:shd w:val="clear" w:color="auto" w:fill="auto"/>
          </w:tcPr>
          <w:p w:rsidRPr="00EF1E14" w:rsidR="000A2CD0" w:rsidP="00635F9D" w:rsidRDefault="000A2CD0" w14:paraId="251BDF16" w14:textId="77777777">
            <w:pPr>
              <w:rPr>
                <w:i/>
                <w:iCs/>
              </w:rPr>
            </w:pPr>
            <w:r w:rsidRPr="00EF1E14">
              <w:rPr>
                <w:i/>
                <w:iCs/>
              </w:rPr>
              <w:t>Lathyrus japonicus var. maritimus</w:t>
            </w:r>
          </w:p>
        </w:tc>
        <w:tc>
          <w:tcPr>
            <w:tcW w:w="2616" w:type="dxa"/>
            <w:shd w:val="clear" w:color="auto" w:fill="auto"/>
          </w:tcPr>
          <w:p w:rsidRPr="000A2CD0" w:rsidR="000A2CD0" w:rsidP="00635F9D" w:rsidRDefault="000A2CD0" w14:paraId="394A187F" w14:textId="77777777">
            <w:r w:rsidRPr="000A2CD0">
              <w:t>Beach pea</w:t>
            </w:r>
          </w:p>
        </w:tc>
        <w:tc>
          <w:tcPr>
            <w:tcW w:w="1956" w:type="dxa"/>
            <w:shd w:val="clear" w:color="auto" w:fill="auto"/>
          </w:tcPr>
          <w:p w:rsidRPr="000A2CD0" w:rsidR="000A2CD0" w:rsidP="00635F9D" w:rsidRDefault="000A2CD0" w14:paraId="6A9AA13E" w14:textId="77777777">
            <w:r w:rsidRPr="000A2CD0">
              <w:t>Upper</w:t>
            </w:r>
          </w:p>
        </w:tc>
      </w:tr>
    </w:tbl>
    <w:p w:rsidR="000A2CD0" w:rsidP="000A2CD0" w:rsidRDefault="000A2CD0" w14:paraId="46137A74" w14:textId="77777777"/>
    <w:p w:rsidR="000A2CD0" w:rsidP="000A2CD0" w:rsidRDefault="000A2CD0" w14:paraId="744D9D0A" w14:textId="77777777">
      <w:pPr>
        <w:pStyle w:val="SClassInfoPara"/>
      </w:pPr>
      <w:r>
        <w:t>Description</w:t>
      </w:r>
    </w:p>
    <w:p w:rsidR="000A2CD0" w:rsidP="000A2CD0" w:rsidRDefault="00267A90" w14:paraId="149D92C7" w14:textId="7A81B180">
      <w:r>
        <w:t xml:space="preserve">Pioneer herbaceous communities establish. </w:t>
      </w:r>
      <w:r w:rsidR="000A2CD0">
        <w:t xml:space="preserve">Beach meadows that are exposed to the open ocean are more likely to be buried or flooded </w:t>
      </w:r>
      <w:r>
        <w:t>compared to</w:t>
      </w:r>
      <w:r w:rsidR="000A2CD0">
        <w:t xml:space="preserve"> inland areas due to the proximity to severe weather in outer coast areas. </w:t>
      </w:r>
      <w:r>
        <w:t>Pioneer species must tolerate heat, salt spray, low nutrients</w:t>
      </w:r>
      <w:r w:rsidR="009F7E59">
        <w:t>,</w:t>
      </w:r>
      <w:r>
        <w:t xml:space="preserve"> and water. </w:t>
      </w:r>
      <w:r w:rsidR="00C4117C">
        <w:t>S</w:t>
      </w:r>
      <w:r w:rsidR="000A2CD0">
        <w:t xml:space="preserve">torm surge </w:t>
      </w:r>
      <w:r w:rsidR="00C4117C">
        <w:t xml:space="preserve">can </w:t>
      </w:r>
      <w:r w:rsidR="000A2CD0">
        <w:t>deposit sediment and bury existing vegetation</w:t>
      </w:r>
      <w:r w:rsidR="001F47EC">
        <w:t>.</w:t>
      </w:r>
    </w:p>
    <w:p w:rsidR="000A2CD0" w:rsidP="000A2CD0" w:rsidRDefault="000A2CD0" w14:paraId="7C148C2B" w14:textId="46313F1F"/>
    <w:p>
      <w:r>
        <w:rPr>
          <w:i/>
          <w:u w:val="single"/>
        </w:rPr>
        <w:t>Maximum Tree Size Class</w:t>
      </w:r>
      <w:br/>
      <w:r>
        <w:t>None</w:t>
      </w:r>
    </w:p>
    <w:p w:rsidR="002710D3" w:rsidP="002710D3" w:rsidRDefault="002710D3" w14:paraId="7FF24DF4" w14:textId="4CFE0051">
      <w:pPr>
        <w:pStyle w:val="InfoPara"/>
        <w:pBdr>
          <w:top w:val="single" w:color="auto" w:sz="4" w:space="1"/>
        </w:pBdr>
      </w:pPr>
      <w:r xmlns:w="http://schemas.openxmlformats.org/wordprocessingml/2006/main">
        <w:t>Class B</w:t>
      </w:r>
      <w:r xmlns:w="http://schemas.openxmlformats.org/wordprocessingml/2006/main">
        <w:tab/>
        <w:t>50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2710D3" w:rsidP="002710D3" w:rsidRDefault="002710D3" w14:paraId="73534C6C" w14:textId="77777777"/>
    <w:p w:rsidR="002710D3" w:rsidP="002710D3" w:rsidRDefault="002710D3" w14:paraId="5DA7BFAC" w14:textId="77777777">
      <w:pPr>
        <w:pStyle w:val="SClassInfoPara"/>
      </w:pPr>
      <w:r>
        <w:t>Indicator Species</w:t>
      </w:r>
    </w:p>
    <w:tbl>
      <w:tblPr>
        <w:tblW w:w="9432"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64"/>
        <w:gridCol w:w="3696"/>
        <w:gridCol w:w="2616"/>
        <w:gridCol w:w="1956"/>
      </w:tblGrid>
      <w:tr w:rsidRPr="000A2CD0" w:rsidR="002710D3" w:rsidTr="00635F9D" w14:paraId="27C4321F" w14:textId="77777777">
        <w:tc>
          <w:tcPr>
            <w:tcW w:w="1164" w:type="dxa"/>
            <w:tcBorders>
              <w:top w:val="single" w:color="auto" w:sz="2" w:space="0"/>
              <w:bottom w:val="single" w:color="000000" w:sz="12" w:space="0"/>
            </w:tcBorders>
            <w:shd w:val="clear" w:color="auto" w:fill="auto"/>
          </w:tcPr>
          <w:p w:rsidRPr="000A2CD0" w:rsidR="002710D3" w:rsidP="00635F9D" w:rsidRDefault="002710D3" w14:paraId="07710DD1" w14:textId="77777777">
            <w:pPr>
              <w:rPr>
                <w:b/>
                <w:bCs/>
              </w:rPr>
            </w:pPr>
            <w:r w:rsidRPr="000A2CD0">
              <w:rPr>
                <w:b/>
                <w:bCs/>
              </w:rPr>
              <w:t>Symbol</w:t>
            </w:r>
          </w:p>
        </w:tc>
        <w:tc>
          <w:tcPr>
            <w:tcW w:w="3696" w:type="dxa"/>
            <w:tcBorders>
              <w:top w:val="single" w:color="auto" w:sz="2" w:space="0"/>
              <w:bottom w:val="single" w:color="000000" w:sz="12" w:space="0"/>
            </w:tcBorders>
            <w:shd w:val="clear" w:color="auto" w:fill="auto"/>
          </w:tcPr>
          <w:p w:rsidRPr="000A2CD0" w:rsidR="002710D3" w:rsidP="00635F9D" w:rsidRDefault="002710D3" w14:paraId="172BC6B9" w14:textId="77777777">
            <w:pPr>
              <w:rPr>
                <w:b/>
                <w:bCs/>
              </w:rPr>
            </w:pPr>
            <w:r w:rsidRPr="000A2CD0">
              <w:rPr>
                <w:b/>
                <w:bCs/>
              </w:rPr>
              <w:t>Scientific Name</w:t>
            </w:r>
          </w:p>
        </w:tc>
        <w:tc>
          <w:tcPr>
            <w:tcW w:w="2616" w:type="dxa"/>
            <w:tcBorders>
              <w:top w:val="single" w:color="auto" w:sz="2" w:space="0"/>
              <w:bottom w:val="single" w:color="000000" w:sz="12" w:space="0"/>
            </w:tcBorders>
            <w:shd w:val="clear" w:color="auto" w:fill="auto"/>
          </w:tcPr>
          <w:p w:rsidRPr="000A2CD0" w:rsidR="002710D3" w:rsidP="00635F9D" w:rsidRDefault="002710D3" w14:paraId="057358BD" w14:textId="77777777">
            <w:pPr>
              <w:rPr>
                <w:b/>
                <w:bCs/>
              </w:rPr>
            </w:pPr>
            <w:r w:rsidRPr="000A2CD0">
              <w:rPr>
                <w:b/>
                <w:bCs/>
              </w:rPr>
              <w:t>Common Name</w:t>
            </w:r>
          </w:p>
        </w:tc>
        <w:tc>
          <w:tcPr>
            <w:tcW w:w="1956" w:type="dxa"/>
            <w:tcBorders>
              <w:top w:val="single" w:color="auto" w:sz="2" w:space="0"/>
              <w:bottom w:val="single" w:color="000000" w:sz="12" w:space="0"/>
            </w:tcBorders>
            <w:shd w:val="clear" w:color="auto" w:fill="auto"/>
          </w:tcPr>
          <w:p w:rsidRPr="000A2CD0" w:rsidR="002710D3" w:rsidP="00635F9D" w:rsidRDefault="002710D3" w14:paraId="3520009C" w14:textId="77777777">
            <w:pPr>
              <w:rPr>
                <w:b/>
                <w:bCs/>
              </w:rPr>
            </w:pPr>
            <w:r w:rsidRPr="000A2CD0">
              <w:rPr>
                <w:b/>
                <w:bCs/>
              </w:rPr>
              <w:t>Canopy Position</w:t>
            </w:r>
          </w:p>
        </w:tc>
      </w:tr>
      <w:tr w:rsidRPr="000A2CD0" w:rsidR="00267A90" w:rsidTr="00635F9D" w14:paraId="244B0EC3" w14:textId="77777777">
        <w:tc>
          <w:tcPr>
            <w:tcW w:w="1164" w:type="dxa"/>
            <w:tcBorders>
              <w:top w:val="single" w:color="000000" w:sz="12" w:space="0"/>
            </w:tcBorders>
            <w:shd w:val="clear" w:color="auto" w:fill="auto"/>
          </w:tcPr>
          <w:p w:rsidRPr="000A2CD0" w:rsidR="00267A90" w:rsidP="00267A90" w:rsidRDefault="00267A90" w14:paraId="2CC393BF" w14:textId="40A3134E">
            <w:pPr>
              <w:rPr>
                <w:bCs/>
              </w:rPr>
            </w:pPr>
            <w:r w:rsidRPr="000A2CD0">
              <w:rPr>
                <w:bCs/>
              </w:rPr>
              <w:t>DESCH</w:t>
            </w:r>
          </w:p>
        </w:tc>
        <w:tc>
          <w:tcPr>
            <w:tcW w:w="3696" w:type="dxa"/>
            <w:tcBorders>
              <w:top w:val="single" w:color="000000" w:sz="12" w:space="0"/>
            </w:tcBorders>
            <w:shd w:val="clear" w:color="auto" w:fill="auto"/>
          </w:tcPr>
          <w:p w:rsidRPr="008904BB" w:rsidR="00267A90" w:rsidP="00267A90" w:rsidRDefault="00267A90" w14:paraId="6607E0F9" w14:textId="41497FDB">
            <w:pPr>
              <w:rPr>
                <w:i/>
                <w:iCs/>
              </w:rPr>
            </w:pPr>
            <w:r w:rsidRPr="008904BB">
              <w:rPr>
                <w:i/>
                <w:iCs/>
              </w:rPr>
              <w:t>Deschampsia</w:t>
            </w:r>
            <w:r w:rsidRPr="008904BB" w:rsidR="00EA19BF">
              <w:rPr>
                <w:i/>
                <w:iCs/>
              </w:rPr>
              <w:t xml:space="preserve"> beringensis</w:t>
            </w:r>
          </w:p>
        </w:tc>
        <w:tc>
          <w:tcPr>
            <w:tcW w:w="2616" w:type="dxa"/>
            <w:tcBorders>
              <w:top w:val="single" w:color="000000" w:sz="12" w:space="0"/>
            </w:tcBorders>
            <w:shd w:val="clear" w:color="auto" w:fill="auto"/>
          </w:tcPr>
          <w:p w:rsidRPr="000A2CD0" w:rsidR="00267A90" w:rsidP="00267A90" w:rsidRDefault="00267A90" w14:paraId="574EA173" w14:textId="60D90659">
            <w:r w:rsidRPr="000A2CD0">
              <w:t>Hairgrass</w:t>
            </w:r>
          </w:p>
        </w:tc>
        <w:tc>
          <w:tcPr>
            <w:tcW w:w="1956" w:type="dxa"/>
            <w:tcBorders>
              <w:top w:val="single" w:color="000000" w:sz="12" w:space="0"/>
            </w:tcBorders>
            <w:shd w:val="clear" w:color="auto" w:fill="auto"/>
          </w:tcPr>
          <w:p w:rsidRPr="000A2CD0" w:rsidR="00267A90" w:rsidP="00267A90" w:rsidRDefault="00267A90" w14:paraId="7E948F51" w14:textId="796CF944">
            <w:r>
              <w:t>Upper</w:t>
            </w:r>
          </w:p>
        </w:tc>
      </w:tr>
      <w:tr w:rsidRPr="000A2CD0" w:rsidR="008A75AE" w:rsidTr="00635F9D" w14:paraId="15C93567" w14:textId="77777777">
        <w:tc>
          <w:tcPr>
            <w:tcW w:w="1164" w:type="dxa"/>
            <w:shd w:val="clear" w:color="auto" w:fill="auto"/>
          </w:tcPr>
          <w:p w:rsidRPr="000A2CD0" w:rsidR="008A75AE" w:rsidP="008A75AE" w:rsidRDefault="008A75AE" w14:paraId="6E821DE3" w14:textId="657000C0">
            <w:pPr>
              <w:rPr>
                <w:bCs/>
              </w:rPr>
            </w:pPr>
            <w:r>
              <w:rPr>
                <w:bCs/>
              </w:rPr>
              <w:t>SEPS</w:t>
            </w:r>
          </w:p>
        </w:tc>
        <w:tc>
          <w:tcPr>
            <w:tcW w:w="3696" w:type="dxa"/>
            <w:shd w:val="clear" w:color="auto" w:fill="auto"/>
          </w:tcPr>
          <w:p w:rsidRPr="008904BB" w:rsidR="008A75AE" w:rsidP="008A75AE" w:rsidRDefault="008A75AE" w14:paraId="10C17F82" w14:textId="62001491">
            <w:pPr>
              <w:rPr>
                <w:i/>
                <w:iCs/>
              </w:rPr>
            </w:pPr>
            <w:r w:rsidRPr="008904BB">
              <w:rPr>
                <w:i/>
                <w:iCs/>
              </w:rPr>
              <w:t>Senecio pseudoarnica</w:t>
            </w:r>
          </w:p>
        </w:tc>
        <w:tc>
          <w:tcPr>
            <w:tcW w:w="2616" w:type="dxa"/>
            <w:shd w:val="clear" w:color="auto" w:fill="auto"/>
          </w:tcPr>
          <w:p w:rsidRPr="000A2CD0" w:rsidR="008A75AE" w:rsidP="008A75AE" w:rsidRDefault="008A75AE" w14:paraId="6A456362" w14:textId="3821FAC2">
            <w:r w:rsidRPr="00CE024B">
              <w:t>seaside ragwort</w:t>
            </w:r>
          </w:p>
        </w:tc>
        <w:tc>
          <w:tcPr>
            <w:tcW w:w="1956" w:type="dxa"/>
            <w:shd w:val="clear" w:color="auto" w:fill="auto"/>
          </w:tcPr>
          <w:p w:rsidRPr="000A2CD0" w:rsidR="008A75AE" w:rsidP="008A75AE" w:rsidRDefault="008A75AE" w14:paraId="0302998C" w14:textId="74E429D1">
            <w:r>
              <w:t>Upper</w:t>
            </w:r>
          </w:p>
        </w:tc>
      </w:tr>
      <w:tr w:rsidRPr="000A2CD0" w:rsidR="008A75AE" w:rsidTr="00635F9D" w14:paraId="4ACE0546" w14:textId="77777777">
        <w:tc>
          <w:tcPr>
            <w:tcW w:w="1164" w:type="dxa"/>
            <w:shd w:val="clear" w:color="auto" w:fill="auto"/>
          </w:tcPr>
          <w:p w:rsidRPr="000A2CD0" w:rsidR="008A75AE" w:rsidP="008A75AE" w:rsidRDefault="008A75AE" w14:paraId="631263F8" w14:textId="69A4C768">
            <w:pPr>
              <w:rPr>
                <w:bCs/>
              </w:rPr>
            </w:pPr>
            <w:r w:rsidRPr="000A2CD0">
              <w:rPr>
                <w:bCs/>
              </w:rPr>
              <w:t>LUNO</w:t>
            </w:r>
          </w:p>
        </w:tc>
        <w:tc>
          <w:tcPr>
            <w:tcW w:w="3696" w:type="dxa"/>
            <w:shd w:val="clear" w:color="auto" w:fill="auto"/>
          </w:tcPr>
          <w:p w:rsidRPr="008904BB" w:rsidR="008A75AE" w:rsidP="008A75AE" w:rsidRDefault="008A75AE" w14:paraId="539210BC" w14:textId="7182E1E1">
            <w:pPr>
              <w:rPr>
                <w:i/>
                <w:iCs/>
              </w:rPr>
            </w:pPr>
            <w:r w:rsidRPr="008904BB">
              <w:rPr>
                <w:i/>
                <w:iCs/>
              </w:rPr>
              <w:t>Lupinus nootkatensis</w:t>
            </w:r>
          </w:p>
        </w:tc>
        <w:tc>
          <w:tcPr>
            <w:tcW w:w="2616" w:type="dxa"/>
            <w:shd w:val="clear" w:color="auto" w:fill="auto"/>
          </w:tcPr>
          <w:p w:rsidRPr="000A2CD0" w:rsidR="008A75AE" w:rsidP="008A75AE" w:rsidRDefault="008A75AE" w14:paraId="2598EEDD" w14:textId="452073AB">
            <w:r w:rsidRPr="000A2CD0">
              <w:t>Nootka lupine</w:t>
            </w:r>
          </w:p>
        </w:tc>
        <w:tc>
          <w:tcPr>
            <w:tcW w:w="1956" w:type="dxa"/>
            <w:shd w:val="clear" w:color="auto" w:fill="auto"/>
          </w:tcPr>
          <w:p w:rsidRPr="000A2CD0" w:rsidR="008A75AE" w:rsidP="008A75AE" w:rsidRDefault="008A75AE" w14:paraId="771063B5" w14:textId="70252811">
            <w:r>
              <w:t>Upper</w:t>
            </w:r>
          </w:p>
        </w:tc>
      </w:tr>
      <w:tr w:rsidRPr="000A2CD0" w:rsidR="008A75AE" w:rsidTr="00635F9D" w14:paraId="0EE72B25" w14:textId="77777777">
        <w:tc>
          <w:tcPr>
            <w:tcW w:w="1164" w:type="dxa"/>
            <w:shd w:val="clear" w:color="auto" w:fill="auto"/>
          </w:tcPr>
          <w:p w:rsidRPr="000A2CD0" w:rsidR="008A75AE" w:rsidP="008A75AE" w:rsidRDefault="008A75AE" w14:paraId="5CAD2545" w14:textId="3436A1E9">
            <w:pPr>
              <w:rPr>
                <w:bCs/>
              </w:rPr>
            </w:pPr>
            <w:r w:rsidRPr="00CE024B">
              <w:rPr>
                <w:bCs/>
              </w:rPr>
              <w:t>LISC3</w:t>
            </w:r>
          </w:p>
        </w:tc>
        <w:tc>
          <w:tcPr>
            <w:tcW w:w="3696" w:type="dxa"/>
            <w:shd w:val="clear" w:color="auto" w:fill="auto"/>
          </w:tcPr>
          <w:p w:rsidRPr="008904BB" w:rsidR="008A75AE" w:rsidP="008A75AE" w:rsidRDefault="008A75AE" w14:paraId="797BB5E8" w14:textId="2EEE4289">
            <w:pPr>
              <w:rPr>
                <w:i/>
                <w:iCs/>
              </w:rPr>
            </w:pPr>
            <w:r w:rsidRPr="008904BB">
              <w:rPr>
                <w:i/>
                <w:iCs/>
              </w:rPr>
              <w:t>Ligusticum scoticum</w:t>
            </w:r>
          </w:p>
        </w:tc>
        <w:tc>
          <w:tcPr>
            <w:tcW w:w="2616" w:type="dxa"/>
            <w:shd w:val="clear" w:color="auto" w:fill="auto"/>
          </w:tcPr>
          <w:p w:rsidRPr="000A2CD0" w:rsidR="008A75AE" w:rsidP="008A75AE" w:rsidRDefault="008A75AE" w14:paraId="19FE906D" w14:textId="057B41E9">
            <w:r w:rsidRPr="00CE024B">
              <w:t>Scottish licorice-root</w:t>
            </w:r>
          </w:p>
        </w:tc>
        <w:tc>
          <w:tcPr>
            <w:tcW w:w="1956" w:type="dxa"/>
            <w:shd w:val="clear" w:color="auto" w:fill="auto"/>
          </w:tcPr>
          <w:p w:rsidRPr="000A2CD0" w:rsidR="008A75AE" w:rsidP="008A75AE" w:rsidRDefault="008A75AE" w14:paraId="55F764E9" w14:textId="4A722207">
            <w:r>
              <w:t>Upper</w:t>
            </w:r>
          </w:p>
        </w:tc>
      </w:tr>
    </w:tbl>
    <w:p w:rsidR="002710D3" w:rsidP="002710D3" w:rsidRDefault="002710D3" w14:paraId="556EDE84" w14:textId="77777777"/>
    <w:p w:rsidR="002710D3" w:rsidP="002710D3" w:rsidRDefault="002710D3" w14:paraId="195B5103" w14:textId="77777777">
      <w:pPr>
        <w:pStyle w:val="SClassInfoPara"/>
      </w:pPr>
      <w:r>
        <w:t>Description</w:t>
      </w:r>
    </w:p>
    <w:p w:rsidR="002710D3" w:rsidP="000A2CD0" w:rsidRDefault="00267A90" w14:paraId="6A4F5164" w14:textId="361702B2">
      <w:r>
        <w:t>Over</w:t>
      </w:r>
      <w:r w:rsidR="004917EB">
        <w:t xml:space="preserve"> </w:t>
      </w:r>
      <w:r>
        <w:t xml:space="preserve">time pioneer species build up the foredune </w:t>
      </w:r>
      <w:r w:rsidR="00C4117C">
        <w:t>and less</w:t>
      </w:r>
      <w:r>
        <w:t xml:space="preserve"> stress-tolerant species</w:t>
      </w:r>
      <w:r w:rsidR="00C4117C">
        <w:t xml:space="preserve"> can establish on dunes and back beaches further removed from the ocean</w:t>
      </w:r>
      <w:r>
        <w:t xml:space="preserve">. </w:t>
      </w:r>
      <w:r w:rsidR="00C4117C">
        <w:t xml:space="preserve">Shrubs, including </w:t>
      </w:r>
      <w:r w:rsidRPr="00F955A3" w:rsidR="00C4117C">
        <w:rPr>
          <w:i/>
          <w:iCs/>
        </w:rPr>
        <w:t>Alnus rubra</w:t>
      </w:r>
      <w:r w:rsidR="00C4117C">
        <w:t xml:space="preserve"> and </w:t>
      </w:r>
      <w:r w:rsidRPr="00F955A3" w:rsidR="00C4117C">
        <w:rPr>
          <w:i/>
          <w:iCs/>
        </w:rPr>
        <w:t>Salix</w:t>
      </w:r>
      <w:r w:rsidR="00C4117C">
        <w:t xml:space="preserve"> spp., may eventually establish</w:t>
      </w:r>
      <w:r w:rsidR="0042553F">
        <w:t xml:space="preserve"> in </w:t>
      </w:r>
      <w:r w:rsidR="00EF1E14">
        <w:t>southeast</w:t>
      </w:r>
      <w:r w:rsidR="0042553F">
        <w:t xml:space="preserve"> AK</w:t>
      </w:r>
      <w:r w:rsidR="00C4117C">
        <w:t xml:space="preserve">. </w:t>
      </w:r>
      <w:r w:rsidR="001F47EC">
        <w:t>Wind disturbance is common and isolated blowouts occur.</w:t>
      </w:r>
      <w:r w:rsidR="00426240">
        <w:t xml:space="preserve"> Extreme weather or storm surge events might reset succession.</w:t>
      </w:r>
    </w:p>
    <w:p w:rsidR="00C4117C" w:rsidP="000A2CD0" w:rsidRDefault="00C4117C" w14:paraId="094063FC"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Early1:ALL</w:t>
            </w:r>
          </w:p>
        </w:tc>
        <w:tc>
          <w:p>
            <w:pPr>
              <w:jc w:val="center"/>
            </w:pPr>
            <w:r>
              <w:rPr>
                <w:sz w:val="20"/>
              </w:rPr>
              <w:t>999</w:t>
            </w:r>
          </w:p>
        </w:tc>
      </w:tr>
      <w:tr>
        <w:tc>
          <w:p>
            <w:pPr>
              <w:jc w:val="center"/>
            </w:pPr>
            <w:r>
              <w:rPr>
                <w:sz w:val="20"/>
              </w:rPr>
              <w:t>Late1:ALL</w:t>
            </w:r>
          </w:p>
        </w:tc>
        <w:tc>
          <w:p>
            <w:pPr>
              <w:jc w:val="center"/>
            </w:pPr>
            <w:r>
              <w:rPr>
                <w:sz w:val="20"/>
              </w:rPr>
              <w:t>1</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Alternative Succession</w:t>
            </w:r>
          </w:p>
        </w:tc>
        <w:tc>
          <w:p>
            <w:pPr>
              <w:jc w:val="center"/>
            </w:pPr>
            <w:r>
              <w:rPr>
                <w:sz w:val="20"/>
              </w:rPr>
              <w:t>Early1:ALL</w:t>
            </w:r>
          </w:p>
        </w:tc>
        <w:tc>
          <w:p>
            <w:pPr>
              <w:jc w:val="center"/>
            </w:pPr>
            <w:r>
              <w:rPr>
                <w:sz w:val="20"/>
              </w:rPr>
              <w:t>Late1:ALL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0.02</w:t>
            </w:r>
          </w:p>
        </w:tc>
        <w:tc>
          <w:p>
            <w:pPr>
              <w:jc w:val="center"/>
            </w:pPr>
            <w:r>
              <w:rPr>
                <w:sz w:val="20"/>
              </w:rPr>
              <w:t>50</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Late1:ALL</w:t>
            </w:r>
          </w:p>
        </w:tc>
        <w:tc>
          <w:p>
            <w:pPr>
              <w:jc w:val="center"/>
            </w:pPr>
            <w:r>
              <w:rPr>
                <w:sz w:val="20"/>
              </w:rPr>
              <w:t>Late1:ALL</w:t>
            </w:r>
          </w:p>
        </w:tc>
        <w:tc>
          <w:p>
            <w:pPr>
              <w:jc w:val="center"/>
            </w:pPr>
            <w:r>
              <w:rPr>
                <w:sz w:val="20"/>
              </w:rPr>
              <w:t>0.01</w:t>
            </w:r>
          </w:p>
        </w:tc>
        <w:tc>
          <w:p>
            <w:pPr>
              <w:jc w:val="center"/>
            </w:pPr>
            <w:r>
              <w:rPr>
                <w:sz w:val="20"/>
              </w:rPr>
              <w:t>100</w:t>
            </w:r>
          </w:p>
        </w:tc>
        <w:tc>
          <w:p>
            <w:pPr>
              <w:jc w:val="center"/>
            </w:pPr>
            <w:r>
              <w:rPr>
                <w:sz w:val="20"/>
              </w:rPr>
              <w:t>No</w:t>
            </w:r>
          </w:p>
        </w:tc>
        <w:tc>
          <w:p>
            <w:pPr>
              <w:jc w:val="center"/>
            </w:pPr>
            <w:r>
              <w:rPr>
                <w:sz w:val="20"/>
              </w:rPr>
              <w:t>0</w:t>
            </w:r>
          </w:p>
        </w:tc>
      </w:tr>
      <w:tr>
        <w:tc>
          <w:p>
            <w:pPr>
              <w:jc w:val="center"/>
            </w:pPr>
            <w:r>
              <w:rPr>
                <w:sz w:val="20"/>
              </w:rPr>
              <w:t>Wind or Weather or Stress</w:t>
            </w:r>
          </w:p>
        </w:tc>
        <w:tc>
          <w:p>
            <w:pPr>
              <w:jc w:val="center"/>
            </w:pPr>
            <w:r>
              <w:rPr>
                <w:sz w:val="20"/>
              </w:rPr>
              <w:t>Late1:ALL</w:t>
            </w:r>
          </w:p>
        </w:tc>
        <w:tc>
          <w:p>
            <w:pPr>
              <w:jc w:val="center"/>
            </w:pPr>
            <w:r>
              <w:rPr>
                <w:sz w:val="20"/>
              </w:rPr>
              <w:t>Early1:ALL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bl>
    <w:p>
      <w:r>
        <w:t/>
      </w:r>
    </w:p>
    <w:p>
      <w:pPr>
        <w:pStyle w:val="InfoPara"/>
      </w:pPr>
      <w:r>
        <w:t>Optional Disturbances</w:t>
      </w:r>
    </w:p>
    <w:p>
      <w:r>
        <w:t>Optional 1: storm surge</w:t>
      </w:r>
    </w:p>
    <w:p>
      <w:r>
        <w:t/>
      </w:r>
    </w:p>
    <w:p>
      <w:pPr xmlns:w="http://schemas.openxmlformats.org/wordprocessingml/2006/main">
        <w:pStyle w:val="ReportSection"/>
      </w:pPr>
      <w:r xmlns:w="http://schemas.openxmlformats.org/wordprocessingml/2006/main">
        <w:t>References</w:t>
      </w:r>
    </w:p>
    <w:p>
      <w:r>
        <w:t/>
      </w:r>
    </w:p>
    <w:p w:rsidR="00C84B27" w:rsidP="00C84B27" w:rsidRDefault="00C84B27" w14:paraId="4248A4F1" w14:textId="77777777">
      <w:r>
        <w:t>Boggs, K. 2000. Classification of community types, successional sequences, and landscapes of the Copper River Delta, Alaska. Gen Tech. Rep. PNW-GTR-469. Portland, OR: USDA Forest Service, Pacific Northwest Research Station. 244p.</w:t>
      </w:r>
    </w:p>
    <w:p w:rsidR="00C84B27" w:rsidP="003B4020" w:rsidRDefault="00C84B27" w14:paraId="4AFF693B" w14:textId="77777777"/>
    <w:p w:rsidR="003B4020" w:rsidP="003B4020" w:rsidRDefault="003B4020" w14:paraId="16BAB634" w14:textId="77EC9AE6">
      <w:r>
        <w:t xml:space="preserve">Byrd, G.V. 1984. Vascular vegetation of Buldir Island, Aleutian Islands, Alaska, compared to another Aleutian island. Arctic 37(1):37-48. </w:t>
      </w:r>
    </w:p>
    <w:p w:rsidR="003B4020" w:rsidP="003B4020" w:rsidRDefault="003B4020" w14:paraId="13ECB10D" w14:textId="77777777"/>
    <w:p w:rsidR="00A56876" w:rsidP="003B4020" w:rsidRDefault="00A56876" w14:paraId="60BC80CD" w14:textId="77777777">
      <w:r w:rsidRPr="001424A9">
        <w:t>Comer, P., D. Faber</w:t>
      </w:r>
      <w:r>
        <w:t>-</w:t>
      </w:r>
      <w:r w:rsidRPr="001424A9">
        <w:t>Langendoen, R. Evans, S. Gawler, C. Josse, G. Kittel, S. Menard, C. Nordman, M. Pyne, M. Reid, M. Russo, K. Schulz, K. Snow, J. Teague, and R. White. 2003</w:t>
      </w:r>
      <w:r>
        <w:t>-</w:t>
      </w:r>
      <w:r w:rsidRPr="001424A9">
        <w:t>present. Ecological systems of the United States: A working classification of U.S. terrestrial systems. NatureServe, Arlington, VA.</w:t>
      </w:r>
    </w:p>
    <w:p w:rsidR="00A56876" w:rsidP="003B4020" w:rsidRDefault="00A56876" w14:paraId="136F1254" w14:textId="77777777"/>
    <w:p w:rsidR="003B4020" w:rsidP="003B4020" w:rsidRDefault="003B4020" w14:paraId="7A50F020" w14:textId="3AA62891">
      <w:r>
        <w:t xml:space="preserve">Croll, D.A., J.L. Maron, J.A. Estes, E.M. Danner and G.V. Byrd. 2005. Introduced predators transform subarctic islands from grassland to tundra. Science 307:1959-1961. </w:t>
      </w:r>
    </w:p>
    <w:p w:rsidR="003B4020" w:rsidP="000A2CD0" w:rsidRDefault="003B4020" w14:paraId="34A84C19" w14:textId="77777777"/>
    <w:p w:rsidR="000A2CD0" w:rsidP="000A2CD0" w:rsidRDefault="000A2CD0" w14:paraId="5FE504F2" w14:textId="4794DB27">
      <w:r>
        <w:t>DeVelice, R.L., Hubbard, C.J., Boggs, K. et al. 1999. Plant community types of the Chugach National Forest. Tech. Publ. R10-TP-76. Juneau, AK: USDA Forest Service, Alaska Region. 375 p.</w:t>
      </w:r>
    </w:p>
    <w:p w:rsidR="000A2CD0" w:rsidP="000A2CD0" w:rsidRDefault="000A2CD0" w14:paraId="3B465A43" w14:textId="77777777"/>
    <w:p w:rsidR="000A2CD0" w:rsidP="000A2CD0" w:rsidRDefault="000A2CD0" w14:paraId="15019FD9" w14:textId="77777777">
      <w:r>
        <w:t xml:space="preserve">Ritter, D. F. 1986. Process geomorphology. Wm. C. Brown Publishers, Dubuque, Iowa. 579 p. </w:t>
      </w:r>
    </w:p>
    <w:p w:rsidR="000A2CD0" w:rsidP="000A2CD0" w:rsidRDefault="000A2CD0" w14:paraId="7A5E03B2" w14:textId="77777777"/>
    <w:p w:rsidR="000A2CD0" w:rsidP="000A2CD0" w:rsidRDefault="000A2CD0" w14:paraId="03C0C8E4" w14:textId="77777777">
      <w:r>
        <w:t>Streveler, G.P., Worley, I.A., Terry, C.J. and R.J. Gordon. 1973. Dixon Harbor biological survey: final report on the summer phase of 1973 research. U.S. Dept. Interior, National Park Service, Glacier Bay National Monument. 241 p.</w:t>
      </w:r>
    </w:p>
    <w:p w:rsidR="000A2CD0" w:rsidP="000A2CD0" w:rsidRDefault="000A2CD0" w14:paraId="15E784CF" w14:textId="31214943"/>
    <w:p w:rsidR="003B4020" w:rsidP="003B4020" w:rsidRDefault="003B4020" w14:paraId="7615B1F0" w14:textId="77777777">
      <w:r>
        <w:t>Talbot, S. S. and S.L. Talbot. 1994. Numerical classification of the coastal vegetation of Attu Island, Aleutian Islands, Alaska. Journal of Vegetation Science 5:867-876.</w:t>
      </w:r>
    </w:p>
    <w:p w:rsidR="003B4020" w:rsidP="000A2CD0" w:rsidRDefault="003B4020" w14:paraId="65046EA6" w14:textId="77777777"/>
    <w:p w:rsidR="000A2CD0" w:rsidP="000A2CD0" w:rsidRDefault="000A2CD0" w14:paraId="6DDEB298" w14:textId="77777777">
      <w:r>
        <w:t>Viereck et al. 1992. The Alaska vegetation classification. Pacific Northwest Research Station, USDA Forest Service, Portland, OR. Gen. Tech. Rep. PNW-GTR286. 278 p.</w:t>
      </w:r>
    </w:p>
    <w:p w:rsidRPr="00A43E41" w:rsidR="004D5F12" w:rsidP="000A2CD0" w:rsidRDefault="004D5F12" w14:paraId="1376504E" w14:textId="77777777"/>
    <w:sectPr w:rsidRPr="00A43E41" w:rsidR="004D5F12"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B4B82" w:rsidRDefault="00AB4B82" w14:paraId="41D13F10" w14:textId="77777777">
      <w:r>
        <w:separator/>
      </w:r>
    </w:p>
  </w:endnote>
  <w:endnote w:type="continuationSeparator" w:id="0">
    <w:p w:rsidR="00AB4B82" w:rsidRDefault="00AB4B82" w14:paraId="5BCEBE3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134D" w:rsidP="000A2CD0" w:rsidRDefault="0068134D" w14:paraId="26F27445"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B4B82" w:rsidRDefault="00AB4B82" w14:paraId="09BD890D" w14:textId="77777777">
      <w:r>
        <w:separator/>
      </w:r>
    </w:p>
  </w:footnote>
  <w:footnote w:type="continuationSeparator" w:id="0">
    <w:p w:rsidR="00AB4B82" w:rsidRDefault="00AB4B82" w14:paraId="681448C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134D" w:rsidP="000A2CD0" w:rsidRDefault="0068134D" w14:paraId="473573E5"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49C95B9B"/>
    <w:multiLevelType w:val="hybridMultilevel"/>
    <w:tmpl w:val="16483F4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7901940">
    <w:abstractNumId w:val="1"/>
  </w:num>
  <w:num w:numId="2" w16cid:durableId="129790661">
    <w:abstractNumId w:val="0"/>
  </w:num>
  <w:num w:numId="3" w16cid:durableId="7108099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CD0"/>
    <w:rsid w:val="00007C48"/>
    <w:rsid w:val="00011DDE"/>
    <w:rsid w:val="0001761A"/>
    <w:rsid w:val="0003202F"/>
    <w:rsid w:val="0004797F"/>
    <w:rsid w:val="00077A85"/>
    <w:rsid w:val="000875F6"/>
    <w:rsid w:val="00097251"/>
    <w:rsid w:val="000A078B"/>
    <w:rsid w:val="000A2CD0"/>
    <w:rsid w:val="000B5948"/>
    <w:rsid w:val="000C34E9"/>
    <w:rsid w:val="000D0B1F"/>
    <w:rsid w:val="000E1EC5"/>
    <w:rsid w:val="000E759B"/>
    <w:rsid w:val="000F0685"/>
    <w:rsid w:val="000F3569"/>
    <w:rsid w:val="00110079"/>
    <w:rsid w:val="0011612D"/>
    <w:rsid w:val="00117805"/>
    <w:rsid w:val="001209FB"/>
    <w:rsid w:val="00144BEF"/>
    <w:rsid w:val="001514F9"/>
    <w:rsid w:val="00155100"/>
    <w:rsid w:val="00174486"/>
    <w:rsid w:val="0018011A"/>
    <w:rsid w:val="001824B8"/>
    <w:rsid w:val="00193946"/>
    <w:rsid w:val="00196C68"/>
    <w:rsid w:val="001A07B5"/>
    <w:rsid w:val="001A3C2C"/>
    <w:rsid w:val="001A5277"/>
    <w:rsid w:val="001A6573"/>
    <w:rsid w:val="001B1261"/>
    <w:rsid w:val="001C3560"/>
    <w:rsid w:val="001E24A7"/>
    <w:rsid w:val="001E43F5"/>
    <w:rsid w:val="001F47EC"/>
    <w:rsid w:val="001F77AB"/>
    <w:rsid w:val="002206B7"/>
    <w:rsid w:val="00220975"/>
    <w:rsid w:val="002233CE"/>
    <w:rsid w:val="002412DD"/>
    <w:rsid w:val="00242A9C"/>
    <w:rsid w:val="00243E8D"/>
    <w:rsid w:val="00267A90"/>
    <w:rsid w:val="00270C02"/>
    <w:rsid w:val="002710D3"/>
    <w:rsid w:val="00272B25"/>
    <w:rsid w:val="0027309C"/>
    <w:rsid w:val="00292706"/>
    <w:rsid w:val="002A69B2"/>
    <w:rsid w:val="002B52C8"/>
    <w:rsid w:val="002C507C"/>
    <w:rsid w:val="002E1057"/>
    <w:rsid w:val="002E41A1"/>
    <w:rsid w:val="002F52A4"/>
    <w:rsid w:val="00300000"/>
    <w:rsid w:val="0031662A"/>
    <w:rsid w:val="00317111"/>
    <w:rsid w:val="003172E2"/>
    <w:rsid w:val="00320910"/>
    <w:rsid w:val="003319D8"/>
    <w:rsid w:val="0037413E"/>
    <w:rsid w:val="00374CFF"/>
    <w:rsid w:val="003838F7"/>
    <w:rsid w:val="00390C91"/>
    <w:rsid w:val="003B4020"/>
    <w:rsid w:val="003C703C"/>
    <w:rsid w:val="003D0DEA"/>
    <w:rsid w:val="003E0806"/>
    <w:rsid w:val="003E584A"/>
    <w:rsid w:val="003E589C"/>
    <w:rsid w:val="003F322E"/>
    <w:rsid w:val="00401866"/>
    <w:rsid w:val="00410B46"/>
    <w:rsid w:val="00411463"/>
    <w:rsid w:val="004148BE"/>
    <w:rsid w:val="00414DA8"/>
    <w:rsid w:val="00417E85"/>
    <w:rsid w:val="00424E99"/>
    <w:rsid w:val="0042550C"/>
    <w:rsid w:val="0042553F"/>
    <w:rsid w:val="00426240"/>
    <w:rsid w:val="0042737A"/>
    <w:rsid w:val="00436C7F"/>
    <w:rsid w:val="0043758C"/>
    <w:rsid w:val="004375BE"/>
    <w:rsid w:val="00446F38"/>
    <w:rsid w:val="00447BAA"/>
    <w:rsid w:val="00452849"/>
    <w:rsid w:val="00452B5E"/>
    <w:rsid w:val="00455D4C"/>
    <w:rsid w:val="004611F4"/>
    <w:rsid w:val="0046600B"/>
    <w:rsid w:val="00467245"/>
    <w:rsid w:val="00476F39"/>
    <w:rsid w:val="00480C6E"/>
    <w:rsid w:val="00484A16"/>
    <w:rsid w:val="00484BB0"/>
    <w:rsid w:val="004917EB"/>
    <w:rsid w:val="00491F12"/>
    <w:rsid w:val="00492A22"/>
    <w:rsid w:val="004A299F"/>
    <w:rsid w:val="004D24E0"/>
    <w:rsid w:val="004D5F12"/>
    <w:rsid w:val="004D6A70"/>
    <w:rsid w:val="004D7DCF"/>
    <w:rsid w:val="004E7DB5"/>
    <w:rsid w:val="005035F5"/>
    <w:rsid w:val="00503C61"/>
    <w:rsid w:val="00513848"/>
    <w:rsid w:val="00513AFB"/>
    <w:rsid w:val="0052386E"/>
    <w:rsid w:val="00530D3E"/>
    <w:rsid w:val="00537D33"/>
    <w:rsid w:val="0054090D"/>
    <w:rsid w:val="005446EB"/>
    <w:rsid w:val="00546BC6"/>
    <w:rsid w:val="00557492"/>
    <w:rsid w:val="00573E59"/>
    <w:rsid w:val="0058008D"/>
    <w:rsid w:val="00585224"/>
    <w:rsid w:val="00593D7F"/>
    <w:rsid w:val="005A7541"/>
    <w:rsid w:val="005B1DDE"/>
    <w:rsid w:val="005B4D96"/>
    <w:rsid w:val="005C7A42"/>
    <w:rsid w:val="005D242C"/>
    <w:rsid w:val="005E46EE"/>
    <w:rsid w:val="005E55DD"/>
    <w:rsid w:val="005E6650"/>
    <w:rsid w:val="005F3253"/>
    <w:rsid w:val="00604C1C"/>
    <w:rsid w:val="00605473"/>
    <w:rsid w:val="006115AB"/>
    <w:rsid w:val="0061230A"/>
    <w:rsid w:val="006125DE"/>
    <w:rsid w:val="006128C9"/>
    <w:rsid w:val="006161B9"/>
    <w:rsid w:val="00616941"/>
    <w:rsid w:val="00621C0C"/>
    <w:rsid w:val="0063157E"/>
    <w:rsid w:val="00634703"/>
    <w:rsid w:val="00635F9D"/>
    <w:rsid w:val="0064321F"/>
    <w:rsid w:val="00643870"/>
    <w:rsid w:val="00646981"/>
    <w:rsid w:val="00653235"/>
    <w:rsid w:val="00672F1D"/>
    <w:rsid w:val="0068076B"/>
    <w:rsid w:val="0068134D"/>
    <w:rsid w:val="00690A9F"/>
    <w:rsid w:val="006B2CB5"/>
    <w:rsid w:val="006D7B71"/>
    <w:rsid w:val="006E57D4"/>
    <w:rsid w:val="006F39FC"/>
    <w:rsid w:val="00700604"/>
    <w:rsid w:val="007104A1"/>
    <w:rsid w:val="00722B5D"/>
    <w:rsid w:val="0074072B"/>
    <w:rsid w:val="00740E0B"/>
    <w:rsid w:val="00747459"/>
    <w:rsid w:val="007742B4"/>
    <w:rsid w:val="0078098C"/>
    <w:rsid w:val="00786F8F"/>
    <w:rsid w:val="0078716A"/>
    <w:rsid w:val="007A721A"/>
    <w:rsid w:val="007A7DB5"/>
    <w:rsid w:val="007B5284"/>
    <w:rsid w:val="007C1C7A"/>
    <w:rsid w:val="007C2709"/>
    <w:rsid w:val="007C7863"/>
    <w:rsid w:val="007D22A5"/>
    <w:rsid w:val="0080166D"/>
    <w:rsid w:val="00804888"/>
    <w:rsid w:val="008141DD"/>
    <w:rsid w:val="00820371"/>
    <w:rsid w:val="00821A9F"/>
    <w:rsid w:val="0083018E"/>
    <w:rsid w:val="00831A33"/>
    <w:rsid w:val="0084119C"/>
    <w:rsid w:val="00844388"/>
    <w:rsid w:val="008459EE"/>
    <w:rsid w:val="00846634"/>
    <w:rsid w:val="00850C17"/>
    <w:rsid w:val="00850C8E"/>
    <w:rsid w:val="0087316E"/>
    <w:rsid w:val="008779C3"/>
    <w:rsid w:val="00877F55"/>
    <w:rsid w:val="008904BB"/>
    <w:rsid w:val="0089315B"/>
    <w:rsid w:val="00895F5D"/>
    <w:rsid w:val="008A6770"/>
    <w:rsid w:val="008A75AE"/>
    <w:rsid w:val="008B725A"/>
    <w:rsid w:val="008C59EC"/>
    <w:rsid w:val="008F01B1"/>
    <w:rsid w:val="008F5061"/>
    <w:rsid w:val="00901CA2"/>
    <w:rsid w:val="00907797"/>
    <w:rsid w:val="00915281"/>
    <w:rsid w:val="00924CD7"/>
    <w:rsid w:val="00933B0F"/>
    <w:rsid w:val="00936F61"/>
    <w:rsid w:val="00945DBA"/>
    <w:rsid w:val="00953F83"/>
    <w:rsid w:val="009606C8"/>
    <w:rsid w:val="00966095"/>
    <w:rsid w:val="009669CA"/>
    <w:rsid w:val="009724E3"/>
    <w:rsid w:val="009732DB"/>
    <w:rsid w:val="00974E1F"/>
    <w:rsid w:val="00983991"/>
    <w:rsid w:val="00986588"/>
    <w:rsid w:val="00986A7A"/>
    <w:rsid w:val="009903A9"/>
    <w:rsid w:val="00991915"/>
    <w:rsid w:val="00994D1A"/>
    <w:rsid w:val="009B03E6"/>
    <w:rsid w:val="009B232E"/>
    <w:rsid w:val="009D25CD"/>
    <w:rsid w:val="009D674B"/>
    <w:rsid w:val="009E0DB5"/>
    <w:rsid w:val="009E6357"/>
    <w:rsid w:val="009F5F8E"/>
    <w:rsid w:val="009F747E"/>
    <w:rsid w:val="009F7E59"/>
    <w:rsid w:val="00A038D8"/>
    <w:rsid w:val="00A16194"/>
    <w:rsid w:val="00A17530"/>
    <w:rsid w:val="00A2791D"/>
    <w:rsid w:val="00A309E2"/>
    <w:rsid w:val="00A36D75"/>
    <w:rsid w:val="00A43E41"/>
    <w:rsid w:val="00A56876"/>
    <w:rsid w:val="00A6020D"/>
    <w:rsid w:val="00A7306F"/>
    <w:rsid w:val="00A86285"/>
    <w:rsid w:val="00AB3795"/>
    <w:rsid w:val="00AB4B82"/>
    <w:rsid w:val="00AC570D"/>
    <w:rsid w:val="00AC67B0"/>
    <w:rsid w:val="00AC7F16"/>
    <w:rsid w:val="00AE5E70"/>
    <w:rsid w:val="00AF1CDE"/>
    <w:rsid w:val="00AF1E11"/>
    <w:rsid w:val="00AF4B2B"/>
    <w:rsid w:val="00AF62EB"/>
    <w:rsid w:val="00B30030"/>
    <w:rsid w:val="00B37F78"/>
    <w:rsid w:val="00B44A3C"/>
    <w:rsid w:val="00B45A91"/>
    <w:rsid w:val="00B54260"/>
    <w:rsid w:val="00B60870"/>
    <w:rsid w:val="00B60C63"/>
    <w:rsid w:val="00B84C7B"/>
    <w:rsid w:val="00B867B1"/>
    <w:rsid w:val="00B96A9F"/>
    <w:rsid w:val="00B97FBD"/>
    <w:rsid w:val="00BB62CA"/>
    <w:rsid w:val="00BC14B6"/>
    <w:rsid w:val="00BC404F"/>
    <w:rsid w:val="00BD1617"/>
    <w:rsid w:val="00BF416D"/>
    <w:rsid w:val="00C07F5E"/>
    <w:rsid w:val="00C10615"/>
    <w:rsid w:val="00C261B7"/>
    <w:rsid w:val="00C37911"/>
    <w:rsid w:val="00C4117C"/>
    <w:rsid w:val="00C41B42"/>
    <w:rsid w:val="00C50B12"/>
    <w:rsid w:val="00C5204F"/>
    <w:rsid w:val="00C62427"/>
    <w:rsid w:val="00C66E45"/>
    <w:rsid w:val="00C726A0"/>
    <w:rsid w:val="00C827A9"/>
    <w:rsid w:val="00C84B27"/>
    <w:rsid w:val="00CA0BB9"/>
    <w:rsid w:val="00CA1418"/>
    <w:rsid w:val="00CA21C5"/>
    <w:rsid w:val="00CB7469"/>
    <w:rsid w:val="00CC48CD"/>
    <w:rsid w:val="00CD6118"/>
    <w:rsid w:val="00CD68F6"/>
    <w:rsid w:val="00CE024B"/>
    <w:rsid w:val="00CE79FF"/>
    <w:rsid w:val="00CF2056"/>
    <w:rsid w:val="00D030AA"/>
    <w:rsid w:val="00D060DC"/>
    <w:rsid w:val="00D16916"/>
    <w:rsid w:val="00D17369"/>
    <w:rsid w:val="00D178C7"/>
    <w:rsid w:val="00D306FA"/>
    <w:rsid w:val="00D367FB"/>
    <w:rsid w:val="00D422DB"/>
    <w:rsid w:val="00D46D39"/>
    <w:rsid w:val="00D52C2E"/>
    <w:rsid w:val="00D534D2"/>
    <w:rsid w:val="00D553D0"/>
    <w:rsid w:val="00D57A30"/>
    <w:rsid w:val="00D62775"/>
    <w:rsid w:val="00D81349"/>
    <w:rsid w:val="00D92158"/>
    <w:rsid w:val="00D92F75"/>
    <w:rsid w:val="00D95971"/>
    <w:rsid w:val="00DA63B1"/>
    <w:rsid w:val="00DB16CA"/>
    <w:rsid w:val="00DB528B"/>
    <w:rsid w:val="00DC22EA"/>
    <w:rsid w:val="00DC4BA7"/>
    <w:rsid w:val="00DD3902"/>
    <w:rsid w:val="00DE0F2D"/>
    <w:rsid w:val="00DE40A7"/>
    <w:rsid w:val="00DE7AB5"/>
    <w:rsid w:val="00DF013C"/>
    <w:rsid w:val="00DF0616"/>
    <w:rsid w:val="00E109E9"/>
    <w:rsid w:val="00E25E63"/>
    <w:rsid w:val="00E46890"/>
    <w:rsid w:val="00E50BB8"/>
    <w:rsid w:val="00E61C50"/>
    <w:rsid w:val="00E7520B"/>
    <w:rsid w:val="00E91777"/>
    <w:rsid w:val="00EA19BF"/>
    <w:rsid w:val="00EB2776"/>
    <w:rsid w:val="00EB7DE4"/>
    <w:rsid w:val="00EC4A14"/>
    <w:rsid w:val="00EE247F"/>
    <w:rsid w:val="00EF02EA"/>
    <w:rsid w:val="00EF1E14"/>
    <w:rsid w:val="00F06F11"/>
    <w:rsid w:val="00F267C4"/>
    <w:rsid w:val="00F43204"/>
    <w:rsid w:val="00F70837"/>
    <w:rsid w:val="00F86C13"/>
    <w:rsid w:val="00F93CCB"/>
    <w:rsid w:val="00F948F2"/>
    <w:rsid w:val="00F955A3"/>
    <w:rsid w:val="00FA3931"/>
    <w:rsid w:val="00FE2EE9"/>
    <w:rsid w:val="00FE3B73"/>
    <w:rsid w:val="00FE41CA"/>
    <w:rsid w:val="00FE6871"/>
    <w:rsid w:val="00FF0FAC"/>
    <w:rsid w:val="4DF90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256688"/>
  <w15:docId w15:val="{3381EC18-1350-456B-84B7-8A711C6E186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BalloonText">
    <w:name w:val="Balloon Text"/>
    <w:basedOn w:val="Normal"/>
    <w:link w:val="BalloonTextChar"/>
    <w:uiPriority w:val="99"/>
    <w:semiHidden/>
    <w:unhideWhenUsed/>
    <w:rsid w:val="00BD1617"/>
    <w:rPr>
      <w:rFonts w:ascii="Segoe UI" w:hAnsi="Segoe UI" w:cs="Segoe UI"/>
      <w:sz w:val="18"/>
      <w:szCs w:val="18"/>
    </w:rPr>
  </w:style>
  <w:style w:type="character" w:styleId="BalloonTextChar" w:customStyle="1">
    <w:name w:val="Balloon Text Char"/>
    <w:link w:val="BalloonText"/>
    <w:uiPriority w:val="99"/>
    <w:semiHidden/>
    <w:rsid w:val="00BD1617"/>
    <w:rPr>
      <w:rFonts w:ascii="Segoe UI" w:hAnsi="Segoe UI" w:cs="Segoe UI"/>
      <w:sz w:val="18"/>
      <w:szCs w:val="18"/>
    </w:rPr>
  </w:style>
  <w:style w:type="character" w:styleId="CommentReference">
    <w:name w:val="annotation reference"/>
    <w:uiPriority w:val="99"/>
    <w:semiHidden/>
    <w:unhideWhenUsed/>
    <w:rsid w:val="0046600B"/>
    <w:rPr>
      <w:sz w:val="16"/>
      <w:szCs w:val="16"/>
    </w:rPr>
  </w:style>
  <w:style w:type="paragraph" w:styleId="CommentText">
    <w:name w:val="annotation text"/>
    <w:basedOn w:val="Normal"/>
    <w:link w:val="CommentTextChar"/>
    <w:uiPriority w:val="99"/>
    <w:semiHidden/>
    <w:unhideWhenUsed/>
    <w:rsid w:val="0046600B"/>
    <w:rPr>
      <w:sz w:val="20"/>
      <w:szCs w:val="20"/>
    </w:rPr>
  </w:style>
  <w:style w:type="character" w:styleId="CommentTextChar" w:customStyle="1">
    <w:name w:val="Comment Text Char"/>
    <w:basedOn w:val="DefaultParagraphFont"/>
    <w:link w:val="CommentText"/>
    <w:uiPriority w:val="99"/>
    <w:semiHidden/>
    <w:rsid w:val="0046600B"/>
  </w:style>
  <w:style w:type="paragraph" w:styleId="CommentSubject">
    <w:name w:val="annotation subject"/>
    <w:basedOn w:val="CommentText"/>
    <w:next w:val="CommentText"/>
    <w:link w:val="CommentSubjectChar"/>
    <w:uiPriority w:val="99"/>
    <w:semiHidden/>
    <w:unhideWhenUsed/>
    <w:rsid w:val="0046600B"/>
    <w:rPr>
      <w:b/>
      <w:bCs/>
    </w:rPr>
  </w:style>
  <w:style w:type="character" w:styleId="CommentSubjectChar" w:customStyle="1">
    <w:name w:val="Comment Subject Char"/>
    <w:link w:val="CommentSubject"/>
    <w:uiPriority w:val="99"/>
    <w:semiHidden/>
    <w:rsid w:val="0046600B"/>
    <w:rPr>
      <w:b/>
      <w:bCs/>
    </w:rPr>
  </w:style>
  <w:style w:type="paragraph" w:styleId="ListParagraph">
    <w:name w:val="List Paragraph"/>
    <w:basedOn w:val="Normal"/>
    <w:uiPriority w:val="34"/>
    <w:qFormat/>
    <w:rsid w:val="002412DD"/>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89">
      <w:bodyDiv w:val="1"/>
      <w:marLeft w:val="0"/>
      <w:marRight w:val="0"/>
      <w:marTop w:val="0"/>
      <w:marBottom w:val="0"/>
      <w:divBdr>
        <w:top w:val="none" w:sz="0" w:space="0" w:color="auto"/>
        <w:left w:val="none" w:sz="0" w:space="0" w:color="auto"/>
        <w:bottom w:val="none" w:sz="0" w:space="0" w:color="auto"/>
        <w:right w:val="none" w:sz="0" w:space="0" w:color="auto"/>
      </w:divBdr>
    </w:div>
    <w:div w:id="79835461">
      <w:bodyDiv w:val="1"/>
      <w:marLeft w:val="0"/>
      <w:marRight w:val="0"/>
      <w:marTop w:val="0"/>
      <w:marBottom w:val="0"/>
      <w:divBdr>
        <w:top w:val="none" w:sz="0" w:space="0" w:color="auto"/>
        <w:left w:val="none" w:sz="0" w:space="0" w:color="auto"/>
        <w:bottom w:val="none" w:sz="0" w:space="0" w:color="auto"/>
        <w:right w:val="none" w:sz="0" w:space="0" w:color="auto"/>
      </w:divBdr>
    </w:div>
    <w:div w:id="128404437">
      <w:bodyDiv w:val="1"/>
      <w:marLeft w:val="0"/>
      <w:marRight w:val="0"/>
      <w:marTop w:val="0"/>
      <w:marBottom w:val="0"/>
      <w:divBdr>
        <w:top w:val="none" w:sz="0" w:space="0" w:color="auto"/>
        <w:left w:val="none" w:sz="0" w:space="0" w:color="auto"/>
        <w:bottom w:val="none" w:sz="0" w:space="0" w:color="auto"/>
        <w:right w:val="none" w:sz="0" w:space="0" w:color="auto"/>
      </w:divBdr>
    </w:div>
    <w:div w:id="147475547">
      <w:bodyDiv w:val="1"/>
      <w:marLeft w:val="0"/>
      <w:marRight w:val="0"/>
      <w:marTop w:val="0"/>
      <w:marBottom w:val="0"/>
      <w:divBdr>
        <w:top w:val="none" w:sz="0" w:space="0" w:color="auto"/>
        <w:left w:val="none" w:sz="0" w:space="0" w:color="auto"/>
        <w:bottom w:val="none" w:sz="0" w:space="0" w:color="auto"/>
        <w:right w:val="none" w:sz="0" w:space="0" w:color="auto"/>
      </w:divBdr>
    </w:div>
    <w:div w:id="159007187">
      <w:bodyDiv w:val="1"/>
      <w:marLeft w:val="0"/>
      <w:marRight w:val="0"/>
      <w:marTop w:val="0"/>
      <w:marBottom w:val="0"/>
      <w:divBdr>
        <w:top w:val="none" w:sz="0" w:space="0" w:color="auto"/>
        <w:left w:val="none" w:sz="0" w:space="0" w:color="auto"/>
        <w:bottom w:val="none" w:sz="0" w:space="0" w:color="auto"/>
        <w:right w:val="none" w:sz="0" w:space="0" w:color="auto"/>
      </w:divBdr>
    </w:div>
    <w:div w:id="249823379">
      <w:bodyDiv w:val="1"/>
      <w:marLeft w:val="0"/>
      <w:marRight w:val="0"/>
      <w:marTop w:val="0"/>
      <w:marBottom w:val="0"/>
      <w:divBdr>
        <w:top w:val="none" w:sz="0" w:space="0" w:color="auto"/>
        <w:left w:val="none" w:sz="0" w:space="0" w:color="auto"/>
        <w:bottom w:val="none" w:sz="0" w:space="0" w:color="auto"/>
        <w:right w:val="none" w:sz="0" w:space="0" w:color="auto"/>
      </w:divBdr>
    </w:div>
    <w:div w:id="346368499">
      <w:bodyDiv w:val="1"/>
      <w:marLeft w:val="0"/>
      <w:marRight w:val="0"/>
      <w:marTop w:val="0"/>
      <w:marBottom w:val="0"/>
      <w:divBdr>
        <w:top w:val="none" w:sz="0" w:space="0" w:color="auto"/>
        <w:left w:val="none" w:sz="0" w:space="0" w:color="auto"/>
        <w:bottom w:val="none" w:sz="0" w:space="0" w:color="auto"/>
        <w:right w:val="none" w:sz="0" w:space="0" w:color="auto"/>
      </w:divBdr>
    </w:div>
    <w:div w:id="588150977">
      <w:bodyDiv w:val="1"/>
      <w:marLeft w:val="0"/>
      <w:marRight w:val="0"/>
      <w:marTop w:val="0"/>
      <w:marBottom w:val="0"/>
      <w:divBdr>
        <w:top w:val="none" w:sz="0" w:space="0" w:color="auto"/>
        <w:left w:val="none" w:sz="0" w:space="0" w:color="auto"/>
        <w:bottom w:val="none" w:sz="0" w:space="0" w:color="auto"/>
        <w:right w:val="none" w:sz="0" w:space="0" w:color="auto"/>
      </w:divBdr>
    </w:div>
    <w:div w:id="946547576">
      <w:bodyDiv w:val="1"/>
      <w:marLeft w:val="0"/>
      <w:marRight w:val="0"/>
      <w:marTop w:val="0"/>
      <w:marBottom w:val="0"/>
      <w:divBdr>
        <w:top w:val="none" w:sz="0" w:space="0" w:color="auto"/>
        <w:left w:val="none" w:sz="0" w:space="0" w:color="auto"/>
        <w:bottom w:val="none" w:sz="0" w:space="0" w:color="auto"/>
        <w:right w:val="none" w:sz="0" w:space="0" w:color="auto"/>
      </w:divBdr>
    </w:div>
    <w:div w:id="1252812770">
      <w:bodyDiv w:val="1"/>
      <w:marLeft w:val="0"/>
      <w:marRight w:val="0"/>
      <w:marTop w:val="0"/>
      <w:marBottom w:val="0"/>
      <w:divBdr>
        <w:top w:val="none" w:sz="0" w:space="0" w:color="auto"/>
        <w:left w:val="none" w:sz="0" w:space="0" w:color="auto"/>
        <w:bottom w:val="none" w:sz="0" w:space="0" w:color="auto"/>
        <w:right w:val="none" w:sz="0" w:space="0" w:color="auto"/>
      </w:divBdr>
    </w:div>
    <w:div w:id="1508400440">
      <w:bodyDiv w:val="1"/>
      <w:marLeft w:val="0"/>
      <w:marRight w:val="0"/>
      <w:marTop w:val="0"/>
      <w:marBottom w:val="0"/>
      <w:divBdr>
        <w:top w:val="none" w:sz="0" w:space="0" w:color="auto"/>
        <w:left w:val="none" w:sz="0" w:space="0" w:color="auto"/>
        <w:bottom w:val="none" w:sz="0" w:space="0" w:color="auto"/>
        <w:right w:val="none" w:sz="0" w:space="0" w:color="auto"/>
      </w:divBdr>
    </w:div>
    <w:div w:id="1682121772">
      <w:bodyDiv w:val="1"/>
      <w:marLeft w:val="0"/>
      <w:marRight w:val="0"/>
      <w:marTop w:val="0"/>
      <w:marBottom w:val="0"/>
      <w:divBdr>
        <w:top w:val="none" w:sz="0" w:space="0" w:color="auto"/>
        <w:left w:val="none" w:sz="0" w:space="0" w:color="auto"/>
        <w:bottom w:val="none" w:sz="0" w:space="0" w:color="auto"/>
        <w:right w:val="none" w:sz="0" w:space="0" w:color="auto"/>
      </w:divBdr>
    </w:div>
    <w:div w:id="190036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32F42532-454F-450D-8BE3-F0E95CB05C18}">
  <ds:schemaRefs>
    <ds:schemaRef ds:uri="http://schemas.openxmlformats.org/officeDocument/2006/bibliography"/>
  </ds:schemaRefs>
</ds:datastoreItem>
</file>

<file path=customXml/itemProps2.xml><?xml version="1.0" encoding="utf-8"?>
<ds:datastoreItem xmlns:ds="http://schemas.openxmlformats.org/officeDocument/2006/customXml" ds:itemID="{C676A8DC-120D-4242-93AA-07F7A25D7F7A}"/>
</file>

<file path=customXml/itemProps3.xml><?xml version="1.0" encoding="utf-8"?>
<ds:datastoreItem xmlns:ds="http://schemas.openxmlformats.org/officeDocument/2006/customXml" ds:itemID="{79681740-3389-413D-806C-51CF7706DA2F}"/>
</file>

<file path=customXml/itemProps4.xml><?xml version="1.0" encoding="utf-8"?>
<ds:datastoreItem xmlns:ds="http://schemas.openxmlformats.org/officeDocument/2006/customXml" ds:itemID="{28E15C6D-9C72-4CC1-8FD8-F93769785F5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19</cp:revision>
  <cp:lastPrinted>1900-01-01T09:00:00Z</cp:lastPrinted>
  <dcterms:created xsi:type="dcterms:W3CDTF">2022-10-11T14:05:00Z</dcterms:created>
  <dcterms:modified xsi:type="dcterms:W3CDTF">2024-09-27T19:45:00Z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