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A1B50" w:rsidP="005A1B50" w:rsidRDefault="005A1B50" w14:paraId="238C91E8" w14:textId="0C5F78ED">
      <w:pPr>
        <w:pStyle w:val="BpSTitle"/>
      </w:pPr>
      <w:r>
        <w:t>16620</w:t>
      </w:r>
    </w:p>
    <w:p w:rsidR="005A1B50" w:rsidP="005A1B50" w:rsidRDefault="005A1B50" w14:paraId="62C64187" w14:textId="77777777">
      <w:pPr>
        <w:pStyle w:val="BpSTitle"/>
      </w:pPr>
      <w:r>
        <w:t>Temperate Pacific Freshwater Emergent Marsh</w:t>
      </w:r>
    </w:p>
    <w:p w:rsidR="005A1B50" w:rsidP="005A1B50" w:rsidRDefault="005A1B50" w14:paraId="6ACCC67C" w14:textId="77777777">
      <w:r>
        <w:t xmlns:w="http://schemas.openxmlformats.org/wordprocessingml/2006/main">BpS Model/Description Version: Nov. 2024</w:t>
      </w:r>
      <w:r>
        <w:tab/>
      </w:r>
      <w:r>
        <w:tab/>
      </w:r>
      <w:r>
        <w:tab/>
      </w:r>
      <w:r>
        <w:tab/>
      </w:r>
      <w:r>
        <w:tab/>
      </w:r>
      <w:r>
        <w:tab/>
      </w:r>
      <w:r>
        <w:tab/>
      </w:r>
      <w:r>
        <w:tab/>
      </w:r>
    </w:p>
    <w:p w:rsidR="005A1B50" w:rsidP="005A1B50" w:rsidRDefault="005A1B50" w14:paraId="4CE77935"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896"/>
        <w:gridCol w:w="2232"/>
        <w:gridCol w:w="1572"/>
        <w:gridCol w:w="2100"/>
      </w:tblGrid>
      <w:tr w:rsidRPr="005A1B50" w:rsidR="005A1B50" w:rsidTr="005A1B50" w14:paraId="2AAD492A" w14:textId="77777777">
        <w:tc>
          <w:tcPr>
            <w:tcW w:w="1896" w:type="dxa"/>
            <w:tcBorders>
              <w:top w:val="single" w:color="auto" w:sz="2" w:space="0"/>
              <w:left w:val="single" w:color="auto" w:sz="12" w:space="0"/>
              <w:bottom w:val="single" w:color="000000" w:sz="12" w:space="0"/>
            </w:tcBorders>
            <w:shd w:val="clear" w:color="auto" w:fill="auto"/>
          </w:tcPr>
          <w:p w:rsidRPr="005A1B50" w:rsidR="005A1B50" w:rsidP="00391DA4" w:rsidRDefault="005A1B50" w14:paraId="6721D153" w14:textId="77777777">
            <w:pPr>
              <w:rPr>
                <w:b/>
                <w:bCs/>
              </w:rPr>
            </w:pPr>
            <w:r w:rsidRPr="005A1B50">
              <w:rPr>
                <w:b/>
                <w:bCs/>
              </w:rPr>
              <w:t>Modelers</w:t>
            </w:r>
          </w:p>
        </w:tc>
        <w:tc>
          <w:tcPr>
            <w:tcW w:w="2232" w:type="dxa"/>
            <w:tcBorders>
              <w:top w:val="single" w:color="auto" w:sz="2" w:space="0"/>
              <w:bottom w:val="single" w:color="000000" w:sz="12" w:space="0"/>
              <w:right w:val="single" w:color="000000" w:sz="12" w:space="0"/>
            </w:tcBorders>
            <w:shd w:val="clear" w:color="auto" w:fill="auto"/>
          </w:tcPr>
          <w:p w:rsidRPr="005A1B50" w:rsidR="005A1B50" w:rsidP="00391DA4" w:rsidRDefault="005A1B50" w14:paraId="17684CA6" w14:textId="77777777">
            <w:pPr>
              <w:rPr>
                <w:b/>
                <w:bCs/>
              </w:rPr>
            </w:pPr>
          </w:p>
        </w:tc>
        <w:tc>
          <w:tcPr>
            <w:tcW w:w="1572" w:type="dxa"/>
            <w:tcBorders>
              <w:top w:val="single" w:color="auto" w:sz="2" w:space="0"/>
              <w:left w:val="single" w:color="000000" w:sz="12" w:space="0"/>
              <w:bottom w:val="single" w:color="000000" w:sz="12" w:space="0"/>
            </w:tcBorders>
            <w:shd w:val="clear" w:color="auto" w:fill="auto"/>
          </w:tcPr>
          <w:p w:rsidRPr="005A1B50" w:rsidR="005A1B50" w:rsidP="00391DA4" w:rsidRDefault="005A1B50" w14:paraId="17513A93" w14:textId="77777777">
            <w:pPr>
              <w:rPr>
                <w:b/>
                <w:bCs/>
              </w:rPr>
            </w:pPr>
            <w:r w:rsidRPr="005A1B50">
              <w:rPr>
                <w:b/>
                <w:bCs/>
              </w:rPr>
              <w:t>Reviewers</w:t>
            </w:r>
          </w:p>
        </w:tc>
        <w:tc>
          <w:tcPr>
            <w:tcW w:w="2100" w:type="dxa"/>
            <w:tcBorders>
              <w:top w:val="single" w:color="auto" w:sz="2" w:space="0"/>
              <w:bottom w:val="single" w:color="000000" w:sz="12" w:space="0"/>
            </w:tcBorders>
            <w:shd w:val="clear" w:color="auto" w:fill="auto"/>
          </w:tcPr>
          <w:p w:rsidRPr="005A1B50" w:rsidR="005A1B50" w:rsidP="00391DA4" w:rsidRDefault="005A1B50" w14:paraId="2240CAB5" w14:textId="77777777">
            <w:pPr>
              <w:rPr>
                <w:b/>
                <w:bCs/>
              </w:rPr>
            </w:pPr>
          </w:p>
        </w:tc>
      </w:tr>
      <w:tr w:rsidRPr="005A1B50" w:rsidR="005A1B50" w:rsidTr="005A1B50" w14:paraId="762915BC" w14:textId="77777777">
        <w:tc>
          <w:tcPr>
            <w:tcW w:w="1896" w:type="dxa"/>
            <w:tcBorders>
              <w:top w:val="single" w:color="000000" w:sz="12" w:space="0"/>
              <w:left w:val="single" w:color="auto" w:sz="12" w:space="0"/>
            </w:tcBorders>
            <w:shd w:val="clear" w:color="auto" w:fill="auto"/>
          </w:tcPr>
          <w:p w:rsidRPr="005A1B50" w:rsidR="005A1B50" w:rsidP="00391DA4" w:rsidRDefault="005A1B50" w14:paraId="54DC87B4" w14:textId="77777777">
            <w:pPr>
              <w:rPr>
                <w:bCs/>
              </w:rPr>
            </w:pPr>
            <w:r w:rsidRPr="005A1B50">
              <w:rPr>
                <w:bCs/>
              </w:rPr>
              <w:t xml:space="preserve">David </w:t>
            </w:r>
            <w:proofErr w:type="spellStart"/>
            <w:r w:rsidRPr="005A1B50">
              <w:rPr>
                <w:bCs/>
              </w:rPr>
              <w:t>D'Amore</w:t>
            </w:r>
            <w:proofErr w:type="spellEnd"/>
          </w:p>
        </w:tc>
        <w:tc>
          <w:tcPr>
            <w:tcW w:w="2232" w:type="dxa"/>
            <w:tcBorders>
              <w:top w:val="single" w:color="000000" w:sz="12" w:space="0"/>
              <w:right w:val="single" w:color="000000" w:sz="12" w:space="0"/>
            </w:tcBorders>
            <w:shd w:val="clear" w:color="auto" w:fill="auto"/>
          </w:tcPr>
          <w:p w:rsidRPr="005A1B50" w:rsidR="005A1B50" w:rsidP="00391DA4" w:rsidRDefault="005A1B50" w14:paraId="2B4EEE1E" w14:textId="77777777">
            <w:r w:rsidRPr="005A1B50">
              <w:t>ddamore@fs.fed.us</w:t>
            </w:r>
          </w:p>
        </w:tc>
        <w:tc>
          <w:tcPr>
            <w:tcW w:w="1572" w:type="dxa"/>
            <w:tcBorders>
              <w:top w:val="single" w:color="000000" w:sz="12" w:space="0"/>
              <w:left w:val="single" w:color="000000" w:sz="12" w:space="0"/>
            </w:tcBorders>
            <w:shd w:val="clear" w:color="auto" w:fill="auto"/>
          </w:tcPr>
          <w:p w:rsidRPr="005A1B50" w:rsidR="005A1B50" w:rsidP="00391DA4" w:rsidRDefault="005A1B50" w14:paraId="0E11B3B1" w14:textId="77777777">
            <w:r w:rsidRPr="005A1B50">
              <w:t>Tom DeMeo</w:t>
            </w:r>
          </w:p>
        </w:tc>
        <w:tc>
          <w:tcPr>
            <w:tcW w:w="2100" w:type="dxa"/>
            <w:tcBorders>
              <w:top w:val="single" w:color="000000" w:sz="12" w:space="0"/>
            </w:tcBorders>
            <w:shd w:val="clear" w:color="auto" w:fill="auto"/>
          </w:tcPr>
          <w:p w:rsidRPr="005A1B50" w:rsidR="005A1B50" w:rsidP="00391DA4" w:rsidRDefault="005A1B50" w14:paraId="58274904" w14:textId="77777777">
            <w:r w:rsidRPr="005A1B50">
              <w:t>tdemeo@fs.fed.us</w:t>
            </w:r>
          </w:p>
        </w:tc>
      </w:tr>
      <w:tr w:rsidRPr="005A1B50" w:rsidR="005A1B50" w:rsidTr="005A1B50" w14:paraId="4DE3ECDF" w14:textId="77777777">
        <w:tc>
          <w:tcPr>
            <w:tcW w:w="1896" w:type="dxa"/>
            <w:tcBorders>
              <w:left w:val="single" w:color="auto" w:sz="12" w:space="0"/>
            </w:tcBorders>
            <w:shd w:val="clear" w:color="auto" w:fill="auto"/>
          </w:tcPr>
          <w:p w:rsidRPr="005A1B50" w:rsidR="005A1B50" w:rsidP="00391DA4" w:rsidRDefault="005A1B50" w14:paraId="2133D418" w14:textId="77777777">
            <w:pPr>
              <w:rPr>
                <w:bCs/>
              </w:rPr>
            </w:pPr>
            <w:r w:rsidRPr="005A1B50">
              <w:rPr>
                <w:bCs/>
              </w:rPr>
              <w:t>None</w:t>
            </w:r>
          </w:p>
        </w:tc>
        <w:tc>
          <w:tcPr>
            <w:tcW w:w="2232" w:type="dxa"/>
            <w:tcBorders>
              <w:right w:val="single" w:color="000000" w:sz="12" w:space="0"/>
            </w:tcBorders>
            <w:shd w:val="clear" w:color="auto" w:fill="auto"/>
          </w:tcPr>
          <w:p w:rsidRPr="005A1B50" w:rsidR="005A1B50" w:rsidP="00391DA4" w:rsidRDefault="005A1B50" w14:paraId="5C5C6DDD" w14:textId="77777777">
            <w:r w:rsidRPr="005A1B50">
              <w:t>None</w:t>
            </w:r>
          </w:p>
        </w:tc>
        <w:tc>
          <w:tcPr>
            <w:tcW w:w="1572" w:type="dxa"/>
            <w:tcBorders>
              <w:left w:val="single" w:color="000000" w:sz="12" w:space="0"/>
            </w:tcBorders>
            <w:shd w:val="clear" w:color="auto" w:fill="auto"/>
          </w:tcPr>
          <w:p w:rsidRPr="005A1B50" w:rsidR="005A1B50" w:rsidP="00391DA4" w:rsidRDefault="005A1B50" w14:paraId="60EFAC9F" w14:textId="77777777">
            <w:r w:rsidRPr="005A1B50">
              <w:t>None</w:t>
            </w:r>
          </w:p>
        </w:tc>
        <w:tc>
          <w:tcPr>
            <w:tcW w:w="2100" w:type="dxa"/>
            <w:shd w:val="clear" w:color="auto" w:fill="auto"/>
          </w:tcPr>
          <w:p w:rsidRPr="005A1B50" w:rsidR="005A1B50" w:rsidP="00391DA4" w:rsidRDefault="005A1B50" w14:paraId="65BE3AD5" w14:textId="77777777">
            <w:r w:rsidRPr="005A1B50">
              <w:t>None</w:t>
            </w:r>
          </w:p>
        </w:tc>
      </w:tr>
      <w:tr w:rsidRPr="005A1B50" w:rsidR="005A1B50" w:rsidTr="005A1B50" w14:paraId="06D8DBD0" w14:textId="77777777">
        <w:tc>
          <w:tcPr>
            <w:tcW w:w="1896" w:type="dxa"/>
            <w:tcBorders>
              <w:left w:val="single" w:color="auto" w:sz="12" w:space="0"/>
              <w:bottom w:val="single" w:color="auto" w:sz="2" w:space="0"/>
            </w:tcBorders>
            <w:shd w:val="clear" w:color="auto" w:fill="auto"/>
          </w:tcPr>
          <w:p w:rsidRPr="005A1B50" w:rsidR="005A1B50" w:rsidP="00391DA4" w:rsidRDefault="005A1B50" w14:paraId="3C030BA4" w14:textId="77777777">
            <w:pPr>
              <w:rPr>
                <w:bCs/>
              </w:rPr>
            </w:pPr>
            <w:r w:rsidRPr="005A1B50">
              <w:rPr>
                <w:bCs/>
              </w:rPr>
              <w:t>None</w:t>
            </w:r>
          </w:p>
        </w:tc>
        <w:tc>
          <w:tcPr>
            <w:tcW w:w="2232" w:type="dxa"/>
            <w:tcBorders>
              <w:right w:val="single" w:color="000000" w:sz="12" w:space="0"/>
            </w:tcBorders>
            <w:shd w:val="clear" w:color="auto" w:fill="auto"/>
          </w:tcPr>
          <w:p w:rsidRPr="005A1B50" w:rsidR="005A1B50" w:rsidP="00391DA4" w:rsidRDefault="005A1B50" w14:paraId="5BE26A3E" w14:textId="77777777">
            <w:r w:rsidRPr="005A1B50">
              <w:t>None</w:t>
            </w:r>
          </w:p>
        </w:tc>
        <w:tc>
          <w:tcPr>
            <w:tcW w:w="1572" w:type="dxa"/>
            <w:tcBorders>
              <w:left w:val="single" w:color="000000" w:sz="12" w:space="0"/>
              <w:bottom w:val="single" w:color="auto" w:sz="2" w:space="0"/>
            </w:tcBorders>
            <w:shd w:val="clear" w:color="auto" w:fill="auto"/>
          </w:tcPr>
          <w:p w:rsidRPr="005A1B50" w:rsidR="005A1B50" w:rsidP="00391DA4" w:rsidRDefault="005A1B50" w14:paraId="1812BA4C" w14:textId="77777777">
            <w:r w:rsidRPr="005A1B50">
              <w:t>None</w:t>
            </w:r>
          </w:p>
        </w:tc>
        <w:tc>
          <w:tcPr>
            <w:tcW w:w="2100" w:type="dxa"/>
            <w:shd w:val="clear" w:color="auto" w:fill="auto"/>
          </w:tcPr>
          <w:p w:rsidRPr="005A1B50" w:rsidR="005A1B50" w:rsidP="00391DA4" w:rsidRDefault="005A1B50" w14:paraId="2181AD0F" w14:textId="77777777">
            <w:r w:rsidRPr="005A1B50">
              <w:t>None</w:t>
            </w:r>
          </w:p>
        </w:tc>
      </w:tr>
    </w:tbl>
    <w:p w:rsidR="005A1B50" w:rsidP="005A1B50" w:rsidRDefault="005A1B50" w14:paraId="4875795A" w14:textId="77777777"/>
    <w:p w:rsidR="00656013" w:rsidP="005A1B50" w:rsidRDefault="00656013" w14:paraId="5470C17F" w14:textId="77777777">
      <w:pPr>
        <w:pStyle w:val="InfoPara"/>
        <w:rPr>
          <w:b w:val="0"/>
          <w:bCs/>
        </w:rPr>
      </w:pPr>
      <w:r>
        <w:t xml:space="preserve">Reviewer: </w:t>
      </w:r>
      <w:r>
        <w:rPr>
          <w:b w:val="0"/>
          <w:bCs/>
        </w:rPr>
        <w:t>Robin Innes</w:t>
      </w:r>
    </w:p>
    <w:p w:rsidR="005A1B50" w:rsidP="005A1B50" w:rsidRDefault="005A1B50" w14:paraId="5DBD53C6" w14:textId="05C0E729">
      <w:pPr>
        <w:pStyle w:val="InfoPara"/>
      </w:pPr>
      <w:r>
        <w:t>Vegetation Type</w:t>
      </w:r>
    </w:p>
    <w:p w:rsidR="005A1B50" w:rsidP="005A1B50" w:rsidRDefault="007935D7" w14:paraId="4343CA37" w14:textId="270D662F">
      <w:r>
        <w:t xml:space="preserve">Herbaceous </w:t>
      </w:r>
      <w:r w:rsidR="005A1B50">
        <w:t>Wetland</w:t>
      </w:r>
    </w:p>
    <w:p w:rsidR="005A1B50" w:rsidP="005A1B50" w:rsidRDefault="005A1B50" w14:paraId="1AB1806A" w14:textId="77777777">
      <w:pPr>
        <w:pStyle w:val="InfoPara"/>
      </w:pPr>
      <w:r w:rsidR="4CE525ED">
        <w:rPr/>
        <w:t>Map Zones</w:t>
      </w:r>
    </w:p>
    <w:p w:rsidR="4CE525ED" w:rsidP="4CE525ED" w:rsidRDefault="4CE525ED" w14:paraId="2533D40C" w14:textId="05D6C762">
      <w:pPr>
        <w:pStyle w:val="Normal"/>
      </w:pPr>
      <w:r w:rsidR="4CE525ED">
        <w:rPr/>
        <w:t>73, 75, 77, 78</w:t>
      </w:r>
    </w:p>
    <w:p w:rsidR="007B0C3D" w:rsidP="007B0C3D" w:rsidRDefault="007B0C3D" w14:paraId="50EF5DCA" w14:textId="77777777">
      <w:pPr>
        <w:pStyle w:val="InfoPara"/>
      </w:pPr>
      <w:r>
        <w:t>Model Splits or Lumps</w:t>
      </w:r>
    </w:p>
    <w:p w:rsidRPr="00E46EA3" w:rsidR="007B0C3D" w:rsidP="007B0C3D" w:rsidRDefault="007B0C3D" w14:paraId="09EDED8C" w14:textId="586F54E5">
      <w:r w:rsidRPr="007B0C3D">
        <w:t xml:space="preserve">Temperate Pacific Freshwater Aquatic Bed </w:t>
      </w:r>
      <w:r>
        <w:t xml:space="preserve">(BpS 1664) is lumped with this </w:t>
      </w:r>
      <w:r w:rsidR="0050186B">
        <w:t>Biophysical Setting (</w:t>
      </w:r>
      <w:proofErr w:type="spellStart"/>
      <w:r>
        <w:t>BpS</w:t>
      </w:r>
      <w:proofErr w:type="spellEnd"/>
      <w:r w:rsidR="0050186B">
        <w:t>)</w:t>
      </w:r>
      <w:r>
        <w:t>.</w:t>
      </w:r>
    </w:p>
    <w:p w:rsidR="005A1B50" w:rsidP="005A1B50" w:rsidRDefault="005A1B50" w14:paraId="6DC6499D" w14:textId="77777777">
      <w:pPr>
        <w:pStyle w:val="InfoPara"/>
      </w:pPr>
      <w:r>
        <w:t>Geographic Range</w:t>
      </w:r>
    </w:p>
    <w:p w:rsidR="005A1B50" w:rsidP="005A1B50" w:rsidRDefault="005A1B50" w14:paraId="6B02F42F" w14:textId="01BEDA12">
      <w:r>
        <w:t xml:space="preserve">This </w:t>
      </w:r>
      <w:proofErr w:type="spellStart"/>
      <w:r w:rsidR="00932A18">
        <w:t>B</w:t>
      </w:r>
      <w:r w:rsidR="0050186B">
        <w:t>pS</w:t>
      </w:r>
      <w:proofErr w:type="spellEnd"/>
      <w:r>
        <w:t xml:space="preserve"> occurs from Kodiak Island south through southeast AK.</w:t>
      </w:r>
    </w:p>
    <w:p w:rsidR="005A1B50" w:rsidP="005A1B50" w:rsidRDefault="005A1B50" w14:paraId="6B5E9B7E" w14:textId="77777777">
      <w:pPr>
        <w:pStyle w:val="InfoPara"/>
      </w:pPr>
      <w:r>
        <w:t>Biophysical Site Description</w:t>
      </w:r>
    </w:p>
    <w:p w:rsidR="005A1B50" w:rsidP="005A1B50" w:rsidRDefault="005A1B50" w14:paraId="7AF2436D" w14:textId="7948D5DF">
      <w:r>
        <w:t xml:space="preserve">This system occurs on the margin of ponds, lakes, and in slow moving water (stream channels or on distal outwash). Standing water is usually persistent throughout the growing season and is generally at least 10 cm above the ground </w:t>
      </w:r>
      <w:r w:rsidRPr="00EC38CE">
        <w:t xml:space="preserve">surface. </w:t>
      </w:r>
      <w:bookmarkStart w:name="_Hlk83048916" w:id="0"/>
      <w:r w:rsidRPr="00EC38CE" w:rsidR="00EC38CE">
        <w:t>Adjacent deeper water support aquatic beds.</w:t>
      </w:r>
      <w:r w:rsidR="00EC38CE">
        <w:t xml:space="preserve"> </w:t>
      </w:r>
      <w:bookmarkEnd w:id="0"/>
      <w:r>
        <w:t>Soils are typically muck over mineral.</w:t>
      </w:r>
    </w:p>
    <w:p w:rsidR="005A1B50" w:rsidP="005A1B50" w:rsidRDefault="005A1B50" w14:paraId="3B11B438" w14:textId="77777777">
      <w:pPr>
        <w:pStyle w:val="InfoPara"/>
      </w:pPr>
      <w:r>
        <w:t>Vegetation Description</w:t>
      </w:r>
    </w:p>
    <w:p w:rsidR="005A1B50" w:rsidP="005A1B50" w:rsidRDefault="005A1B50" w14:paraId="313B997E" w14:textId="638E6B67">
      <w:r>
        <w:t xml:space="preserve">The Freshwater Emergent Marsh BpS typically includes some open water and emergent vegetation dominated by cattails and </w:t>
      </w:r>
      <w:proofErr w:type="spellStart"/>
      <w:r w:rsidRPr="006700E3">
        <w:rPr>
          <w:i/>
          <w:iCs/>
        </w:rPr>
        <w:t>Carex</w:t>
      </w:r>
      <w:proofErr w:type="spellEnd"/>
      <w:r w:rsidRPr="006700E3">
        <w:rPr>
          <w:i/>
          <w:iCs/>
        </w:rPr>
        <w:t xml:space="preserve"> rostrata</w:t>
      </w:r>
      <w:r>
        <w:t xml:space="preserve">. Common species include </w:t>
      </w:r>
      <w:proofErr w:type="spellStart"/>
      <w:r w:rsidRPr="006700E3">
        <w:rPr>
          <w:i/>
          <w:iCs/>
        </w:rPr>
        <w:t>Carex</w:t>
      </w:r>
      <w:proofErr w:type="spellEnd"/>
      <w:r w:rsidRPr="006700E3">
        <w:rPr>
          <w:i/>
          <w:iCs/>
        </w:rPr>
        <w:t xml:space="preserve"> rostrata, Equisetum fluviatile</w:t>
      </w:r>
      <w:r>
        <w:t xml:space="preserve"> (often pure stands), </w:t>
      </w:r>
      <w:proofErr w:type="spellStart"/>
      <w:r w:rsidRPr="006700E3">
        <w:rPr>
          <w:i/>
          <w:iCs/>
        </w:rPr>
        <w:t>Carex</w:t>
      </w:r>
      <w:proofErr w:type="spellEnd"/>
      <w:r w:rsidRPr="006700E3">
        <w:rPr>
          <w:i/>
          <w:iCs/>
        </w:rPr>
        <w:t xml:space="preserve"> </w:t>
      </w:r>
      <w:proofErr w:type="spellStart"/>
      <w:r w:rsidRPr="006700E3">
        <w:rPr>
          <w:i/>
          <w:iCs/>
        </w:rPr>
        <w:t>aquatilis</w:t>
      </w:r>
      <w:proofErr w:type="spellEnd"/>
      <w:r w:rsidRPr="006700E3">
        <w:rPr>
          <w:i/>
          <w:iCs/>
        </w:rPr>
        <w:t xml:space="preserve"> var. dives</w:t>
      </w:r>
      <w:r>
        <w:t xml:space="preserve"> (</w:t>
      </w:r>
      <w:proofErr w:type="spellStart"/>
      <w:r w:rsidRPr="006700E3">
        <w:rPr>
          <w:i/>
          <w:iCs/>
        </w:rPr>
        <w:t>Carex</w:t>
      </w:r>
      <w:proofErr w:type="spellEnd"/>
      <w:r w:rsidRPr="006700E3">
        <w:rPr>
          <w:i/>
          <w:iCs/>
        </w:rPr>
        <w:t xml:space="preserve"> </w:t>
      </w:r>
      <w:proofErr w:type="spellStart"/>
      <w:r w:rsidRPr="006700E3">
        <w:rPr>
          <w:i/>
          <w:iCs/>
        </w:rPr>
        <w:t>sitchensis</w:t>
      </w:r>
      <w:proofErr w:type="spellEnd"/>
      <w:r>
        <w:t xml:space="preserve">), </w:t>
      </w:r>
      <w:proofErr w:type="spellStart"/>
      <w:r w:rsidRPr="006700E3">
        <w:rPr>
          <w:i/>
          <w:iCs/>
        </w:rPr>
        <w:t>Menyanthes</w:t>
      </w:r>
      <w:proofErr w:type="spellEnd"/>
      <w:r w:rsidRPr="006700E3">
        <w:rPr>
          <w:i/>
          <w:iCs/>
        </w:rPr>
        <w:t xml:space="preserve"> trifoliata, </w:t>
      </w:r>
      <w:proofErr w:type="spellStart"/>
      <w:r w:rsidRPr="006700E3">
        <w:rPr>
          <w:i/>
          <w:iCs/>
        </w:rPr>
        <w:t>Comarum</w:t>
      </w:r>
      <w:proofErr w:type="spellEnd"/>
      <w:r w:rsidRPr="006700E3">
        <w:rPr>
          <w:i/>
          <w:iCs/>
        </w:rPr>
        <w:t xml:space="preserve"> </w:t>
      </w:r>
      <w:proofErr w:type="spellStart"/>
      <w:r w:rsidRPr="006700E3">
        <w:rPr>
          <w:i/>
          <w:iCs/>
        </w:rPr>
        <w:t>palustre</w:t>
      </w:r>
      <w:proofErr w:type="spellEnd"/>
      <w:r w:rsidRPr="006700E3">
        <w:rPr>
          <w:i/>
          <w:iCs/>
        </w:rPr>
        <w:t xml:space="preserve">, Eleocharis palustris, </w:t>
      </w:r>
      <w:proofErr w:type="spellStart"/>
      <w:r w:rsidRPr="006700E3">
        <w:rPr>
          <w:i/>
          <w:iCs/>
        </w:rPr>
        <w:t>Schoenoplectus</w:t>
      </w:r>
      <w:proofErr w:type="spellEnd"/>
      <w:r w:rsidRPr="006700E3">
        <w:rPr>
          <w:i/>
          <w:iCs/>
        </w:rPr>
        <w:t xml:space="preserve"> </w:t>
      </w:r>
      <w:proofErr w:type="spellStart"/>
      <w:r w:rsidRPr="006700E3">
        <w:rPr>
          <w:i/>
          <w:iCs/>
        </w:rPr>
        <w:t>tabernaemontani</w:t>
      </w:r>
      <w:proofErr w:type="spellEnd"/>
      <w:r>
        <w:t xml:space="preserve"> (</w:t>
      </w:r>
      <w:proofErr w:type="spellStart"/>
      <w:r w:rsidRPr="006700E3">
        <w:rPr>
          <w:i/>
          <w:iCs/>
        </w:rPr>
        <w:t>Scirpus</w:t>
      </w:r>
      <w:proofErr w:type="spellEnd"/>
      <w:r w:rsidRPr="006700E3">
        <w:rPr>
          <w:i/>
          <w:iCs/>
        </w:rPr>
        <w:t xml:space="preserve"> </w:t>
      </w:r>
      <w:proofErr w:type="spellStart"/>
      <w:r w:rsidRPr="006700E3">
        <w:rPr>
          <w:i/>
          <w:iCs/>
        </w:rPr>
        <w:t>validus</w:t>
      </w:r>
      <w:proofErr w:type="spellEnd"/>
      <w:r>
        <w:t>; Banner et al. 1986</w:t>
      </w:r>
      <w:r w:rsidR="006700E3">
        <w:t>;</w:t>
      </w:r>
      <w:r>
        <w:t xml:space="preserve"> Shephard et al.1995</w:t>
      </w:r>
      <w:r w:rsidR="006700E3">
        <w:t>;</w:t>
      </w:r>
      <w:r>
        <w:t xml:space="preserve"> Boggs 2000). Floating aquatic vegetation may also be present.</w:t>
      </w:r>
      <w:r w:rsidR="00EC38CE">
        <w:t xml:space="preserve"> </w:t>
      </w:r>
      <w:bookmarkStart w:name="_Hlk83048973" w:id="1"/>
      <w:r w:rsidRPr="00EC38CE" w:rsidR="00EC38CE">
        <w:t>Adjacent aquatic beds would support submerged vegetation.</w:t>
      </w:r>
      <w:bookmarkEnd w:id="1"/>
    </w:p>
    <w:p w:rsidR="005A1B50" w:rsidP="005A1B50" w:rsidRDefault="005A1B50" w14:paraId="567C45BF"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CARO6</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rostrata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Beaked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EQFL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Equisetum fluviatile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Water horsetail</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CAAQD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aquatilis var. dives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METR3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Menyanthes trifoliata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Buckbean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COPA28</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Comarum palustre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Purple marshlocks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ELPA3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Eleocharis palustris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Common spikerush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SCTA2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Schoenoplectus tabernaemontani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Softstem bulrush</w:t>
            </w:r>
          </w:p>
        </w:tc>
      </w:tr>
    </w:tbl>
    <w:p>
      <w:r>
        <w:rPr>
          <w:sz w:val="16"/>
        </w:rPr>
        <w:t>Species names are from the NRCS PLANTS database. Check species codes at http://plants.usda.gov.</w:t>
      </w:r>
    </w:p>
    <w:p w:rsidR="005A1B50" w:rsidP="005A1B50" w:rsidRDefault="005A1B50" w14:paraId="5FC73D51" w14:textId="77777777">
      <w:pPr>
        <w:pStyle w:val="InfoPara"/>
      </w:pPr>
      <w:r>
        <w:t>Disturbance Description</w:t>
      </w:r>
    </w:p>
    <w:p w:rsidR="005A1B50" w:rsidP="005A1B50" w:rsidRDefault="005A1B50" w14:paraId="7988255D" w14:textId="79357E7C">
      <w:r>
        <w:t>Water is the primary driver of this system. Under stable hydrologic conditions (</w:t>
      </w:r>
      <w:proofErr w:type="gramStart"/>
      <w:r>
        <w:t>i.e.</w:t>
      </w:r>
      <w:proofErr w:type="gramEnd"/>
      <w:r>
        <w:t xml:space="preserve"> frequent flooding) this system will maintain itself. A r</w:t>
      </w:r>
      <w:r w:rsidR="0037466B">
        <w:t>ise</w:t>
      </w:r>
      <w:r>
        <w:t xml:space="preserve"> in water levels may lead to the development of a Freshwater Aquatic Bed (although this is lumped with the emergent marsh as currently modeled) and a decline in water levels could lead to the development of a Shrub Swamp or Fen and Wet Meadow system. However, the dynamics of the system and the timescale at which it operates are too variable to create a single successional model. For that reason, this type is represented as a 1-box model without succession or disturbance dynamics modeled. </w:t>
      </w:r>
    </w:p>
    <w:p w:rsidRPr="00276C6B" w:rsidR="00761D78" w:rsidP="00276C6B" w:rsidRDefault="00761D78" w14:paraId="44FB99AE" w14:textId="4780C906">
      <w:pPr>
        <w:rPr>
          <w:b/>
          <w:bCs/>
          <w:sz w:val="27"/>
          <w:szCs w:val="27"/>
        </w:rPr>
      </w:pPr>
      <w:r>
        <w:br/>
      </w:r>
      <w:r>
        <w:t xml:space="preserve">In June of 2013 an extensive search was done by </w:t>
      </w:r>
      <w:r w:rsidR="006A3ADB">
        <w:t xml:space="preserve">Fire Effects Information Systems </w:t>
      </w:r>
      <w:r>
        <w:t xml:space="preserve">staff to locate information for a synthesis on </w:t>
      </w:r>
      <w:hyperlink w:history="1" r:id="rId8">
        <w:r w:rsidR="00D74319">
          <w:rPr>
            <w:rStyle w:val="Hyperlink"/>
          </w:rPr>
          <w:t>f</w:t>
        </w:r>
        <w:r w:rsidRPr="00652D73">
          <w:rPr>
            <w:rStyle w:val="Hyperlink"/>
          </w:rPr>
          <w:t>ire regimes of Alaskan coastal herbaceous communities and active inland dunes</w:t>
        </w:r>
      </w:hyperlink>
      <w:r>
        <w:t>, with few results</w:t>
      </w:r>
      <w:r w:rsidR="006A3ADB">
        <w:t xml:space="preserve"> (Innes 2013)</w:t>
      </w:r>
      <w:r>
        <w:t xml:space="preserve">. </w:t>
      </w:r>
      <w:r w:rsidR="006A3ADB">
        <w:t xml:space="preserve">The synthesis found no record of fire in freshwater emergent marshes (Innes 2013). </w:t>
      </w:r>
      <w:bookmarkStart w:name="FireSeason" w:id="2"/>
      <w:bookmarkStart w:name="FireFrequency" w:id="3"/>
      <w:bookmarkEnd w:id="2"/>
      <w:bookmarkEnd w:id="3"/>
      <w:r>
        <w:t xml:space="preserve">In general, fires in </w:t>
      </w:r>
      <w:r w:rsidR="00F80258">
        <w:t>this BpS were</w:t>
      </w:r>
      <w:r>
        <w:t xml:space="preserve"> likely to be very infrequent due to frequent spray or inundation by water </w:t>
      </w:r>
      <w:r w:rsidR="00097412">
        <w:t>(</w:t>
      </w:r>
      <w:r w:rsidRPr="00097412" w:rsidR="00097412">
        <w:t>Drury</w:t>
      </w:r>
      <w:r w:rsidR="00097412">
        <w:t xml:space="preserve"> </w:t>
      </w:r>
      <w:r w:rsidRPr="00097412" w:rsidR="00097412">
        <w:t>1956</w:t>
      </w:r>
      <w:r w:rsidR="00097412">
        <w:t>)</w:t>
      </w:r>
      <w:r>
        <w:t xml:space="preserve">. </w:t>
      </w:r>
      <w:bookmarkStart w:name="Impage5" w:id="4"/>
      <w:bookmarkStart w:name="FireType" w:id="5"/>
      <w:bookmarkStart w:name="FireSeverity" w:id="6"/>
      <w:bookmarkStart w:name="FireSize" w:id="7"/>
      <w:bookmarkEnd w:id="4"/>
      <w:bookmarkEnd w:id="5"/>
      <w:bookmarkEnd w:id="6"/>
      <w:bookmarkEnd w:id="7"/>
    </w:p>
    <w:p w:rsidR="005A1B50" w:rsidP="005A1B50" w:rsidRDefault="005A1B50" w14:paraId="0343923D" w14:textId="181D5E2B">
      <w:pPr>
        <w:pStyle w:val="InfoPara"/>
      </w:pPr>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5A1B50" w:rsidP="005A1B50" w:rsidRDefault="005A1B50" w14:paraId="1EB6628F" w14:textId="77777777">
      <w:pPr>
        <w:pStyle w:val="InfoPara"/>
      </w:pPr>
      <w:r>
        <w:t>Scale Description</w:t>
      </w:r>
    </w:p>
    <w:p w:rsidR="005A1B50" w:rsidP="005A1B50" w:rsidRDefault="005A1B50" w14:paraId="55EFBC06" w14:textId="77777777">
      <w:r>
        <w:t>Small patch</w:t>
      </w:r>
    </w:p>
    <w:p w:rsidR="005A1B50" w:rsidP="005A1B50" w:rsidRDefault="005A1B50" w14:paraId="35F47D95" w14:textId="77777777">
      <w:pPr>
        <w:pStyle w:val="InfoPara"/>
      </w:pPr>
      <w:r>
        <w:t>Adjacency or Identification Concerns</w:t>
      </w:r>
    </w:p>
    <w:p w:rsidR="005A1B50" w:rsidP="005A1B50" w:rsidRDefault="005A1B50" w14:paraId="7F828E59" w14:textId="77777777"/>
    <w:p w:rsidR="005A1B50" w:rsidP="005A1B50" w:rsidRDefault="005A1B50" w14:paraId="4E9BE8A3" w14:textId="77777777">
      <w:pPr>
        <w:pStyle w:val="InfoPara"/>
      </w:pPr>
      <w:r>
        <w:t>Issues or Problems</w:t>
      </w:r>
    </w:p>
    <w:p w:rsidR="005A1B50" w:rsidP="005A1B50" w:rsidRDefault="005A1B50" w14:paraId="4E389C3E" w14:textId="77777777"/>
    <w:p w:rsidR="005A1B50" w:rsidP="005A1B50" w:rsidRDefault="005A1B50" w14:paraId="6CCEC6FE" w14:textId="77777777">
      <w:pPr>
        <w:pStyle w:val="InfoPara"/>
      </w:pPr>
      <w:r>
        <w:t>Native Uncharacteristic Conditions</w:t>
      </w:r>
    </w:p>
    <w:p w:rsidR="005A1B50" w:rsidP="005A1B50" w:rsidRDefault="005A1B50" w14:paraId="53B5019F" w14:textId="77777777"/>
    <w:p w:rsidR="005A1B50" w:rsidP="005A1B50" w:rsidRDefault="005A1B50" w14:paraId="620C1AA2" w14:textId="77777777">
      <w:pPr>
        <w:pStyle w:val="InfoPara"/>
      </w:pPr>
      <w:r>
        <w:t>Comments</w:t>
      </w:r>
    </w:p>
    <w:p w:rsidR="00E8317A" w:rsidP="005A1B50" w:rsidRDefault="005A1B50" w14:paraId="4E72CB8D" w14:textId="2113D31F">
      <w:r>
        <w:t xml:space="preserve">This model was developed based on input from experts who attend the LANDFIRE Juneau Modeling Meeting (Feb. 08) and the draft Maritime Ecological Systems description (NatureServe 2008) and refined by David </w:t>
      </w:r>
      <w:proofErr w:type="spellStart"/>
      <w:r>
        <w:t>D'Amore</w:t>
      </w:r>
      <w:proofErr w:type="spellEnd"/>
      <w:r>
        <w:t>.</w:t>
      </w:r>
    </w:p>
    <w:p w:rsidR="00E8317A" w:rsidP="00E8317A" w:rsidRDefault="00E8317A" w14:paraId="69EF36D2" w14:textId="5D9036E3">
      <w:pPr>
        <w:rPr>
          <w:b/>
        </w:rPr>
      </w:pPr>
    </w:p>
    <w:p w:rsidR="005A1B50" w:rsidP="005A1B50" w:rsidRDefault="005A1B50" w14:paraId="7C93DFF5"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5A1B50" w:rsidP="005A1B50" w:rsidRDefault="005A1B50" w14:paraId="3BB4C1DC"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5A1B50" w:rsidP="005A1B50" w:rsidRDefault="005A1B50" w14:paraId="08598788" w14:textId="77777777"/>
    <w:p w:rsidR="005A1B50" w:rsidP="005A1B50" w:rsidRDefault="005A1B50" w14:paraId="6DB11ED5"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36"/>
        <w:gridCol w:w="2448"/>
        <w:gridCol w:w="2148"/>
        <w:gridCol w:w="1956"/>
      </w:tblGrid>
      <w:tr w:rsidRPr="005A1B50" w:rsidR="005A1B50" w:rsidTr="005A1B50" w14:paraId="15C4C88B" w14:textId="77777777">
        <w:tc>
          <w:tcPr>
            <w:tcW w:w="1236" w:type="dxa"/>
            <w:tcBorders>
              <w:top w:val="single" w:color="auto" w:sz="2" w:space="0"/>
              <w:bottom w:val="single" w:color="000000" w:sz="12" w:space="0"/>
            </w:tcBorders>
            <w:shd w:val="clear" w:color="auto" w:fill="auto"/>
          </w:tcPr>
          <w:p w:rsidRPr="005A1B50" w:rsidR="005A1B50" w:rsidP="009537EB" w:rsidRDefault="005A1B50" w14:paraId="3EF8B496" w14:textId="77777777">
            <w:pPr>
              <w:rPr>
                <w:b/>
                <w:bCs/>
              </w:rPr>
            </w:pPr>
            <w:r w:rsidRPr="005A1B50">
              <w:rPr>
                <w:b/>
                <w:bCs/>
              </w:rPr>
              <w:t>Symbol</w:t>
            </w:r>
          </w:p>
        </w:tc>
        <w:tc>
          <w:tcPr>
            <w:tcW w:w="2448" w:type="dxa"/>
            <w:tcBorders>
              <w:top w:val="single" w:color="auto" w:sz="2" w:space="0"/>
              <w:bottom w:val="single" w:color="000000" w:sz="12" w:space="0"/>
            </w:tcBorders>
            <w:shd w:val="clear" w:color="auto" w:fill="auto"/>
          </w:tcPr>
          <w:p w:rsidRPr="005A1B50" w:rsidR="005A1B50" w:rsidP="009537EB" w:rsidRDefault="005A1B50" w14:paraId="6634A4D9" w14:textId="77777777">
            <w:pPr>
              <w:rPr>
                <w:b/>
                <w:bCs/>
              </w:rPr>
            </w:pPr>
            <w:r w:rsidRPr="005A1B50">
              <w:rPr>
                <w:b/>
                <w:bCs/>
              </w:rPr>
              <w:t>Scientific Name</w:t>
            </w:r>
          </w:p>
        </w:tc>
        <w:tc>
          <w:tcPr>
            <w:tcW w:w="2148" w:type="dxa"/>
            <w:tcBorders>
              <w:top w:val="single" w:color="auto" w:sz="2" w:space="0"/>
              <w:bottom w:val="single" w:color="000000" w:sz="12" w:space="0"/>
            </w:tcBorders>
            <w:shd w:val="clear" w:color="auto" w:fill="auto"/>
          </w:tcPr>
          <w:p w:rsidRPr="005A1B50" w:rsidR="005A1B50" w:rsidP="009537EB" w:rsidRDefault="005A1B50" w14:paraId="0CA5082E" w14:textId="77777777">
            <w:pPr>
              <w:rPr>
                <w:b/>
                <w:bCs/>
              </w:rPr>
            </w:pPr>
            <w:r w:rsidRPr="005A1B50">
              <w:rPr>
                <w:b/>
                <w:bCs/>
              </w:rPr>
              <w:t>Common Name</w:t>
            </w:r>
          </w:p>
        </w:tc>
        <w:tc>
          <w:tcPr>
            <w:tcW w:w="1956" w:type="dxa"/>
            <w:tcBorders>
              <w:top w:val="single" w:color="auto" w:sz="2" w:space="0"/>
              <w:bottom w:val="single" w:color="000000" w:sz="12" w:space="0"/>
            </w:tcBorders>
            <w:shd w:val="clear" w:color="auto" w:fill="auto"/>
          </w:tcPr>
          <w:p w:rsidRPr="005A1B50" w:rsidR="005A1B50" w:rsidP="009537EB" w:rsidRDefault="005A1B50" w14:paraId="32377D0A" w14:textId="77777777">
            <w:pPr>
              <w:rPr>
                <w:b/>
                <w:bCs/>
              </w:rPr>
            </w:pPr>
            <w:r w:rsidRPr="005A1B50">
              <w:rPr>
                <w:b/>
                <w:bCs/>
              </w:rPr>
              <w:t>Canopy Position</w:t>
            </w:r>
          </w:p>
        </w:tc>
      </w:tr>
      <w:tr w:rsidRPr="005A1B50" w:rsidR="005A1B50" w:rsidTr="005A1B50" w14:paraId="52EE0672" w14:textId="77777777">
        <w:tc>
          <w:tcPr>
            <w:tcW w:w="1236" w:type="dxa"/>
            <w:tcBorders>
              <w:top w:val="single" w:color="000000" w:sz="12" w:space="0"/>
            </w:tcBorders>
            <w:shd w:val="clear" w:color="auto" w:fill="auto"/>
          </w:tcPr>
          <w:p w:rsidRPr="005A1B50" w:rsidR="005A1B50" w:rsidP="009537EB" w:rsidRDefault="005A1B50" w14:paraId="394E4327" w14:textId="77777777">
            <w:pPr>
              <w:rPr>
                <w:bCs/>
              </w:rPr>
            </w:pPr>
            <w:r w:rsidRPr="005A1B50">
              <w:rPr>
                <w:bCs/>
              </w:rPr>
              <w:t>METR3</w:t>
            </w:r>
          </w:p>
        </w:tc>
        <w:tc>
          <w:tcPr>
            <w:tcW w:w="2448" w:type="dxa"/>
            <w:tcBorders>
              <w:top w:val="single" w:color="000000" w:sz="12" w:space="0"/>
            </w:tcBorders>
            <w:shd w:val="clear" w:color="auto" w:fill="auto"/>
          </w:tcPr>
          <w:p w:rsidRPr="00EB6867" w:rsidR="005A1B50" w:rsidP="009537EB" w:rsidRDefault="005A1B50" w14:paraId="0A731406" w14:textId="77777777">
            <w:pPr>
              <w:rPr>
                <w:i/>
                <w:iCs/>
              </w:rPr>
            </w:pPr>
            <w:proofErr w:type="spellStart"/>
            <w:r w:rsidRPr="00EB6867">
              <w:rPr>
                <w:i/>
                <w:iCs/>
              </w:rPr>
              <w:t>Menyanthes</w:t>
            </w:r>
            <w:proofErr w:type="spellEnd"/>
            <w:r w:rsidRPr="00EB6867">
              <w:rPr>
                <w:i/>
                <w:iCs/>
              </w:rPr>
              <w:t xml:space="preserve"> trifoliata</w:t>
            </w:r>
          </w:p>
        </w:tc>
        <w:tc>
          <w:tcPr>
            <w:tcW w:w="2148" w:type="dxa"/>
            <w:tcBorders>
              <w:top w:val="single" w:color="000000" w:sz="12" w:space="0"/>
            </w:tcBorders>
            <w:shd w:val="clear" w:color="auto" w:fill="auto"/>
          </w:tcPr>
          <w:p w:rsidRPr="005A1B50" w:rsidR="005A1B50" w:rsidP="009537EB" w:rsidRDefault="005A1B50" w14:paraId="7BD3F062" w14:textId="77777777">
            <w:r w:rsidRPr="005A1B50">
              <w:t>Buckbean</w:t>
            </w:r>
          </w:p>
        </w:tc>
        <w:tc>
          <w:tcPr>
            <w:tcW w:w="1956" w:type="dxa"/>
            <w:tcBorders>
              <w:top w:val="single" w:color="000000" w:sz="12" w:space="0"/>
            </w:tcBorders>
            <w:shd w:val="clear" w:color="auto" w:fill="auto"/>
          </w:tcPr>
          <w:p w:rsidRPr="005A1B50" w:rsidR="005A1B50" w:rsidP="009537EB" w:rsidRDefault="005A1B50" w14:paraId="0CB9E760" w14:textId="77777777">
            <w:r w:rsidRPr="005A1B50">
              <w:t>Upper</w:t>
            </w:r>
          </w:p>
        </w:tc>
      </w:tr>
      <w:tr w:rsidRPr="005A1B50" w:rsidR="005A1B50" w:rsidTr="005A1B50" w14:paraId="6D0712F6" w14:textId="77777777">
        <w:tc>
          <w:tcPr>
            <w:tcW w:w="1236" w:type="dxa"/>
            <w:shd w:val="clear" w:color="auto" w:fill="auto"/>
          </w:tcPr>
          <w:p w:rsidRPr="005A1B50" w:rsidR="005A1B50" w:rsidP="009537EB" w:rsidRDefault="005A1B50" w14:paraId="107A2294" w14:textId="77777777">
            <w:pPr>
              <w:rPr>
                <w:bCs/>
              </w:rPr>
            </w:pPr>
            <w:r w:rsidRPr="005A1B50">
              <w:rPr>
                <w:bCs/>
              </w:rPr>
              <w:t>COPA28</w:t>
            </w:r>
          </w:p>
        </w:tc>
        <w:tc>
          <w:tcPr>
            <w:tcW w:w="2448" w:type="dxa"/>
            <w:shd w:val="clear" w:color="auto" w:fill="auto"/>
          </w:tcPr>
          <w:p w:rsidRPr="00EB6867" w:rsidR="005A1B50" w:rsidP="009537EB" w:rsidRDefault="005A1B50" w14:paraId="388D2F1B" w14:textId="77777777">
            <w:pPr>
              <w:rPr>
                <w:i/>
                <w:iCs/>
              </w:rPr>
            </w:pPr>
            <w:proofErr w:type="spellStart"/>
            <w:r w:rsidRPr="00EB6867">
              <w:rPr>
                <w:i/>
                <w:iCs/>
              </w:rPr>
              <w:t>Comarum</w:t>
            </w:r>
            <w:proofErr w:type="spellEnd"/>
            <w:r w:rsidRPr="00EB6867">
              <w:rPr>
                <w:i/>
                <w:iCs/>
              </w:rPr>
              <w:t xml:space="preserve"> </w:t>
            </w:r>
            <w:proofErr w:type="spellStart"/>
            <w:r w:rsidRPr="00EB6867">
              <w:rPr>
                <w:i/>
                <w:iCs/>
              </w:rPr>
              <w:t>palustre</w:t>
            </w:r>
            <w:proofErr w:type="spellEnd"/>
          </w:p>
        </w:tc>
        <w:tc>
          <w:tcPr>
            <w:tcW w:w="2148" w:type="dxa"/>
            <w:shd w:val="clear" w:color="auto" w:fill="auto"/>
          </w:tcPr>
          <w:p w:rsidRPr="005A1B50" w:rsidR="005A1B50" w:rsidP="009537EB" w:rsidRDefault="005A1B50" w14:paraId="1B54E026" w14:textId="77777777">
            <w:r w:rsidRPr="005A1B50">
              <w:t xml:space="preserve">Purple </w:t>
            </w:r>
            <w:proofErr w:type="spellStart"/>
            <w:r w:rsidRPr="005A1B50">
              <w:t>marshlocks</w:t>
            </w:r>
            <w:proofErr w:type="spellEnd"/>
          </w:p>
        </w:tc>
        <w:tc>
          <w:tcPr>
            <w:tcW w:w="1956" w:type="dxa"/>
            <w:shd w:val="clear" w:color="auto" w:fill="auto"/>
          </w:tcPr>
          <w:p w:rsidRPr="005A1B50" w:rsidR="005A1B50" w:rsidP="009537EB" w:rsidRDefault="005A1B50" w14:paraId="2227D445" w14:textId="77777777">
            <w:r w:rsidRPr="005A1B50">
              <w:t>Upper</w:t>
            </w:r>
          </w:p>
        </w:tc>
      </w:tr>
      <w:tr w:rsidRPr="005A1B50" w:rsidR="005A1B50" w:rsidTr="005A1B50" w14:paraId="5BEA3B5F" w14:textId="77777777">
        <w:tc>
          <w:tcPr>
            <w:tcW w:w="1236" w:type="dxa"/>
            <w:shd w:val="clear" w:color="auto" w:fill="auto"/>
          </w:tcPr>
          <w:p w:rsidRPr="005A1B50" w:rsidR="005A1B50" w:rsidP="009537EB" w:rsidRDefault="005A1B50" w14:paraId="436F548A" w14:textId="77777777">
            <w:pPr>
              <w:rPr>
                <w:bCs/>
              </w:rPr>
            </w:pPr>
            <w:r w:rsidRPr="005A1B50">
              <w:rPr>
                <w:bCs/>
              </w:rPr>
              <w:t>EQFL</w:t>
            </w:r>
          </w:p>
        </w:tc>
        <w:tc>
          <w:tcPr>
            <w:tcW w:w="2448" w:type="dxa"/>
            <w:shd w:val="clear" w:color="auto" w:fill="auto"/>
          </w:tcPr>
          <w:p w:rsidRPr="00EB6867" w:rsidR="005A1B50" w:rsidP="009537EB" w:rsidRDefault="005A1B50" w14:paraId="210AFEA3" w14:textId="77777777">
            <w:pPr>
              <w:rPr>
                <w:i/>
                <w:iCs/>
              </w:rPr>
            </w:pPr>
            <w:r w:rsidRPr="00EB6867">
              <w:rPr>
                <w:i/>
                <w:iCs/>
              </w:rPr>
              <w:t>Equisetum fluviatile</w:t>
            </w:r>
          </w:p>
        </w:tc>
        <w:tc>
          <w:tcPr>
            <w:tcW w:w="2148" w:type="dxa"/>
            <w:shd w:val="clear" w:color="auto" w:fill="auto"/>
          </w:tcPr>
          <w:p w:rsidRPr="005A1B50" w:rsidR="005A1B50" w:rsidP="009537EB" w:rsidRDefault="005A1B50" w14:paraId="3DD77826" w14:textId="77777777">
            <w:r w:rsidRPr="005A1B50">
              <w:t>Water horsetail</w:t>
            </w:r>
          </w:p>
        </w:tc>
        <w:tc>
          <w:tcPr>
            <w:tcW w:w="1956" w:type="dxa"/>
            <w:shd w:val="clear" w:color="auto" w:fill="auto"/>
          </w:tcPr>
          <w:p w:rsidRPr="005A1B50" w:rsidR="005A1B50" w:rsidP="009537EB" w:rsidRDefault="005A1B50" w14:paraId="0E2927D8" w14:textId="77777777">
            <w:r w:rsidRPr="005A1B50">
              <w:t>Upper</w:t>
            </w:r>
          </w:p>
        </w:tc>
      </w:tr>
      <w:tr w:rsidRPr="005A1B50" w:rsidR="005A1B50" w:rsidTr="005A1B50" w14:paraId="68109C28" w14:textId="77777777">
        <w:tc>
          <w:tcPr>
            <w:tcW w:w="1236" w:type="dxa"/>
            <w:shd w:val="clear" w:color="auto" w:fill="auto"/>
          </w:tcPr>
          <w:p w:rsidRPr="005A1B50" w:rsidR="005A1B50" w:rsidP="009537EB" w:rsidRDefault="005A1B50" w14:paraId="43F4844D" w14:textId="77777777">
            <w:pPr>
              <w:rPr>
                <w:bCs/>
              </w:rPr>
            </w:pPr>
            <w:r w:rsidRPr="005A1B50">
              <w:rPr>
                <w:bCs/>
              </w:rPr>
              <w:t>CARO6</w:t>
            </w:r>
          </w:p>
        </w:tc>
        <w:tc>
          <w:tcPr>
            <w:tcW w:w="2448" w:type="dxa"/>
            <w:shd w:val="clear" w:color="auto" w:fill="auto"/>
          </w:tcPr>
          <w:p w:rsidRPr="00EB6867" w:rsidR="005A1B50" w:rsidP="009537EB" w:rsidRDefault="005A1B50" w14:paraId="1684612E" w14:textId="77777777">
            <w:pPr>
              <w:rPr>
                <w:i/>
                <w:iCs/>
              </w:rPr>
            </w:pPr>
            <w:proofErr w:type="spellStart"/>
            <w:r w:rsidRPr="00EB6867">
              <w:rPr>
                <w:i/>
                <w:iCs/>
              </w:rPr>
              <w:t>Carex</w:t>
            </w:r>
            <w:proofErr w:type="spellEnd"/>
            <w:r w:rsidRPr="00EB6867">
              <w:rPr>
                <w:i/>
                <w:iCs/>
              </w:rPr>
              <w:t xml:space="preserve"> rostrata</w:t>
            </w:r>
          </w:p>
        </w:tc>
        <w:tc>
          <w:tcPr>
            <w:tcW w:w="2148" w:type="dxa"/>
            <w:shd w:val="clear" w:color="auto" w:fill="auto"/>
          </w:tcPr>
          <w:p w:rsidRPr="005A1B50" w:rsidR="005A1B50" w:rsidP="009537EB" w:rsidRDefault="005A1B50" w14:paraId="6F90E811" w14:textId="77777777">
            <w:r w:rsidRPr="005A1B50">
              <w:t>Beaked sedge</w:t>
            </w:r>
          </w:p>
        </w:tc>
        <w:tc>
          <w:tcPr>
            <w:tcW w:w="1956" w:type="dxa"/>
            <w:shd w:val="clear" w:color="auto" w:fill="auto"/>
          </w:tcPr>
          <w:p w:rsidRPr="005A1B50" w:rsidR="005A1B50" w:rsidP="009537EB" w:rsidRDefault="005A1B50" w14:paraId="2523C385" w14:textId="77777777">
            <w:r w:rsidRPr="005A1B50">
              <w:t>Upper</w:t>
            </w:r>
          </w:p>
        </w:tc>
      </w:tr>
    </w:tbl>
    <w:p w:rsidR="005A1B50" w:rsidP="005A1B50" w:rsidRDefault="005A1B50" w14:paraId="60439860" w14:textId="77777777"/>
    <w:p w:rsidR="005A1B50" w:rsidP="005A1B50" w:rsidRDefault="005A1B50" w14:paraId="1C397FA8" w14:textId="77777777">
      <w:pPr>
        <w:pStyle w:val="SClassInfoPara"/>
      </w:pPr>
      <w:r>
        <w:t>Description</w:t>
      </w:r>
    </w:p>
    <w:p w:rsidR="005A1B50" w:rsidP="005A1B50" w:rsidRDefault="005A1B50" w14:paraId="45FD4E94" w14:textId="25E8ABC6">
      <w:r>
        <w:t>This class represents the stable Freshwater Emergent Marsh community. See the Vegetation Description for a list of common species.</w:t>
      </w:r>
      <w:r w:rsidR="00097412">
        <w:t xml:space="preserve"> </w:t>
      </w:r>
      <w:r>
        <w:t>This community may or not be stable over time</w:t>
      </w:r>
      <w:r w:rsidR="00276C6B">
        <w:t>,</w:t>
      </w:r>
      <w:r>
        <w:t xml:space="preserve"> but it is modeled as a persistent state without disturbance.</w:t>
      </w:r>
    </w:p>
    <w:p w:rsidR="005A1B50" w:rsidP="005A1B50" w:rsidRDefault="005A1B50" w14:paraId="21BC6852"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5A1B50" w:rsidP="005A1B50" w:rsidRDefault="005A1B50" w14:paraId="5ACFA0F0" w14:textId="77777777">
      <w:r>
        <w:t xml:space="preserve">Banner, A., </w:t>
      </w:r>
      <w:proofErr w:type="spellStart"/>
      <w:r>
        <w:t>Pojar</w:t>
      </w:r>
      <w:proofErr w:type="spellEnd"/>
      <w:r>
        <w:t>, J., Trowbridge, R. 1986. Representative wetland types of the northern part of the Pacific Oceanic Wetland Region. BC Min. For. Research Report RR85008-PR. 45 p.</w:t>
      </w:r>
    </w:p>
    <w:p w:rsidR="005A1B50" w:rsidP="005A1B50" w:rsidRDefault="005A1B50" w14:paraId="6A5DF49F" w14:textId="77777777"/>
    <w:p w:rsidR="005A1B50" w:rsidP="005A1B50" w:rsidRDefault="005A1B50" w14:paraId="317E6502" w14:textId="77777777">
      <w:r>
        <w:t xml:space="preserve">Boggs, K. 2000. Classification of community types, success </w:t>
      </w:r>
      <w:proofErr w:type="spellStart"/>
      <w:r>
        <w:t>ional</w:t>
      </w:r>
      <w:proofErr w:type="spellEnd"/>
      <w:r>
        <w:t xml:space="preserve"> sequences and landscapes of the Copper River Delta. Gen. Tech. Rep. PNW-GTR-469. Portland, OR. U.S. Dept. of Agriculture, Forest Service, Pacific Northwest Research Station. 244 p. </w:t>
      </w:r>
    </w:p>
    <w:p w:rsidR="004F0A68" w:rsidP="005A1B50" w:rsidRDefault="004F0A68" w14:paraId="58F5D11F" w14:textId="36F73970"/>
    <w:p w:rsidR="00097412" w:rsidP="005A1B50" w:rsidRDefault="00097412" w14:paraId="45634C96" w14:textId="66A593E0">
      <w:r w:rsidRPr="00097412">
        <w:t>Drury, William H., Jr. 1956. Bog flats and physiographic processes in the upper Kuskokwim River region, Alaska. Contributions from the Gray Herbarium No. 178. Cambridge, MA: Harvard University, The Gray Herbarium. 127 p.</w:t>
      </w:r>
    </w:p>
    <w:p w:rsidR="00097412" w:rsidP="005A1B50" w:rsidRDefault="00097412" w14:paraId="7926E551" w14:textId="77777777"/>
    <w:p w:rsidR="004F0A68" w:rsidP="004F0A68" w:rsidRDefault="004F0A68" w14:paraId="69647278" w14:textId="77777777">
      <w:pPr>
        <w:autoSpaceDE w:val="0"/>
        <w:autoSpaceDN w:val="0"/>
        <w:adjustRightInd w:val="0"/>
      </w:pPr>
      <w:r>
        <w:t>Innes, Robin J. 2013. Fire regimes of Alaskan coastal herbaceous communities and active inland dunes. In: Fire Effects Information System, [Online]. U.S. Department of Agriculture, Forest Service, Rocky Mountain Research Station, Fire Sciences Laboratory (Producer). Available: http://www.fs.fed.us/database/feis/fire_regimes/AK_coastal/all.html [2016, June 28].</w:t>
      </w:r>
    </w:p>
    <w:p w:rsidR="005A1B50" w:rsidP="005A1B50" w:rsidRDefault="005A1B50" w14:paraId="4D884820" w14:textId="77777777"/>
    <w:p w:rsidR="005A1B50" w:rsidP="005A1B50" w:rsidRDefault="005A1B50" w14:paraId="0043C800" w14:textId="77777777">
      <w:r>
        <w:t xml:space="preserve">NatureServe. 2008. International Ecological Classification Standard: Terrestrial Ecological Classifications. Draft Ecological Systems Description for the Alaska Maritime Region. </w:t>
      </w:r>
    </w:p>
    <w:p w:rsidR="005A1B50" w:rsidP="005A1B50" w:rsidRDefault="005A1B50" w14:paraId="435C4958" w14:textId="77777777"/>
    <w:p w:rsidR="005A1B50" w:rsidP="005A1B50" w:rsidRDefault="005A1B50" w14:paraId="4676884A" w14:textId="77777777">
      <w:r>
        <w:t>Shephard, M.E. 1995. Plant community ecology and classification of the Yakutat Foreland, Alaska. Technical Report R10-TP-56. Juneau, AK: USDA Forest Service Alaska Region. 206 p.</w:t>
      </w:r>
    </w:p>
    <w:p w:rsidRPr="00A43E41" w:rsidR="004D5F12" w:rsidP="005A1B50" w:rsidRDefault="004D5F12" w14:paraId="4C576682" w14:textId="77777777"/>
    <w:sectPr w:rsidRPr="00A43E41" w:rsidR="004D5F12" w:rsidSect="00FE41CA">
      <w:headerReference w:type="default" r:id="rId9"/>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B1621" w:rsidRDefault="009B1621" w14:paraId="5423987D" w14:textId="77777777">
      <w:r>
        <w:separator/>
      </w:r>
    </w:p>
  </w:endnote>
  <w:endnote w:type="continuationSeparator" w:id="0">
    <w:p w:rsidR="009B1621" w:rsidRDefault="009B1621" w14:paraId="65DD762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1B50" w:rsidP="005A1B50" w:rsidRDefault="005A1B50" w14:paraId="31B1F3C5"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B1621" w:rsidRDefault="009B1621" w14:paraId="271391AA" w14:textId="77777777">
      <w:r>
        <w:separator/>
      </w:r>
    </w:p>
  </w:footnote>
  <w:footnote w:type="continuationSeparator" w:id="0">
    <w:p w:rsidR="009B1621" w:rsidRDefault="009B1621" w14:paraId="745946F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5A1B50" w:rsidRDefault="00A43E41" w14:paraId="28260745"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203203170">
    <w:abstractNumId w:val="1"/>
  </w:num>
  <w:num w:numId="2" w16cid:durableId="978146335">
    <w:abstractNumId w:val="0"/>
  </w:num>
  <w:num w:numId="3" w16cid:durableId="20233199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50"/>
    <w:rsid w:val="00004285"/>
    <w:rsid w:val="00007C48"/>
    <w:rsid w:val="0001761A"/>
    <w:rsid w:val="0003202F"/>
    <w:rsid w:val="0004797F"/>
    <w:rsid w:val="00077A85"/>
    <w:rsid w:val="00097251"/>
    <w:rsid w:val="00097412"/>
    <w:rsid w:val="000B5948"/>
    <w:rsid w:val="000D0B1F"/>
    <w:rsid w:val="000E1EC5"/>
    <w:rsid w:val="000E759B"/>
    <w:rsid w:val="000F3569"/>
    <w:rsid w:val="00110079"/>
    <w:rsid w:val="00117805"/>
    <w:rsid w:val="00144BEF"/>
    <w:rsid w:val="001514F9"/>
    <w:rsid w:val="00155100"/>
    <w:rsid w:val="00174486"/>
    <w:rsid w:val="001824B8"/>
    <w:rsid w:val="00193946"/>
    <w:rsid w:val="00196C68"/>
    <w:rsid w:val="001A07B5"/>
    <w:rsid w:val="001A5277"/>
    <w:rsid w:val="001A6573"/>
    <w:rsid w:val="001B1261"/>
    <w:rsid w:val="001C3560"/>
    <w:rsid w:val="001E43F5"/>
    <w:rsid w:val="001F77AB"/>
    <w:rsid w:val="002206B7"/>
    <w:rsid w:val="00220975"/>
    <w:rsid w:val="002233CE"/>
    <w:rsid w:val="00242A9C"/>
    <w:rsid w:val="00243E8D"/>
    <w:rsid w:val="00272B25"/>
    <w:rsid w:val="00276C6B"/>
    <w:rsid w:val="00292706"/>
    <w:rsid w:val="002A69B2"/>
    <w:rsid w:val="002C507C"/>
    <w:rsid w:val="002E41A1"/>
    <w:rsid w:val="002F52A4"/>
    <w:rsid w:val="00300000"/>
    <w:rsid w:val="0031662A"/>
    <w:rsid w:val="00317111"/>
    <w:rsid w:val="003172E2"/>
    <w:rsid w:val="00320910"/>
    <w:rsid w:val="003319D8"/>
    <w:rsid w:val="0037413E"/>
    <w:rsid w:val="0037466B"/>
    <w:rsid w:val="003C703C"/>
    <w:rsid w:val="003D694E"/>
    <w:rsid w:val="003E589C"/>
    <w:rsid w:val="003F322E"/>
    <w:rsid w:val="004148BE"/>
    <w:rsid w:val="00414DA8"/>
    <w:rsid w:val="00424E99"/>
    <w:rsid w:val="0042550C"/>
    <w:rsid w:val="0042737A"/>
    <w:rsid w:val="004375BE"/>
    <w:rsid w:val="00446F38"/>
    <w:rsid w:val="00447BAA"/>
    <w:rsid w:val="00452B5E"/>
    <w:rsid w:val="00455D4C"/>
    <w:rsid w:val="00467245"/>
    <w:rsid w:val="00476F39"/>
    <w:rsid w:val="00480C6E"/>
    <w:rsid w:val="00484A16"/>
    <w:rsid w:val="00491F12"/>
    <w:rsid w:val="00492A22"/>
    <w:rsid w:val="004D24E0"/>
    <w:rsid w:val="004D5F12"/>
    <w:rsid w:val="004D6A70"/>
    <w:rsid w:val="004D7DCF"/>
    <w:rsid w:val="004E7DB5"/>
    <w:rsid w:val="004F0A68"/>
    <w:rsid w:val="0050186B"/>
    <w:rsid w:val="005035F5"/>
    <w:rsid w:val="00503C61"/>
    <w:rsid w:val="00513848"/>
    <w:rsid w:val="00513AFB"/>
    <w:rsid w:val="0052386E"/>
    <w:rsid w:val="00526E21"/>
    <w:rsid w:val="00530D3E"/>
    <w:rsid w:val="00537D33"/>
    <w:rsid w:val="0054090D"/>
    <w:rsid w:val="005446EB"/>
    <w:rsid w:val="00557492"/>
    <w:rsid w:val="00573E59"/>
    <w:rsid w:val="005A1B50"/>
    <w:rsid w:val="005B1DDE"/>
    <w:rsid w:val="005C7A42"/>
    <w:rsid w:val="005D242C"/>
    <w:rsid w:val="005E46EE"/>
    <w:rsid w:val="005E6650"/>
    <w:rsid w:val="005F3253"/>
    <w:rsid w:val="00605473"/>
    <w:rsid w:val="006115AB"/>
    <w:rsid w:val="006161B9"/>
    <w:rsid w:val="00616941"/>
    <w:rsid w:val="00621C0C"/>
    <w:rsid w:val="0063157E"/>
    <w:rsid w:val="00634703"/>
    <w:rsid w:val="0064228C"/>
    <w:rsid w:val="0064321F"/>
    <w:rsid w:val="00646981"/>
    <w:rsid w:val="00653235"/>
    <w:rsid w:val="00656013"/>
    <w:rsid w:val="006700E3"/>
    <w:rsid w:val="0068076B"/>
    <w:rsid w:val="006A3ADB"/>
    <w:rsid w:val="006B2CB5"/>
    <w:rsid w:val="006E57D4"/>
    <w:rsid w:val="006F39FC"/>
    <w:rsid w:val="00700604"/>
    <w:rsid w:val="007104A1"/>
    <w:rsid w:val="00722B5D"/>
    <w:rsid w:val="00726FD0"/>
    <w:rsid w:val="0074072B"/>
    <w:rsid w:val="00740E0B"/>
    <w:rsid w:val="00747459"/>
    <w:rsid w:val="00761D78"/>
    <w:rsid w:val="007742B4"/>
    <w:rsid w:val="0078098C"/>
    <w:rsid w:val="00786F8F"/>
    <w:rsid w:val="007935D7"/>
    <w:rsid w:val="007A721A"/>
    <w:rsid w:val="007B0C3D"/>
    <w:rsid w:val="007B5284"/>
    <w:rsid w:val="007C1C7A"/>
    <w:rsid w:val="007C4E99"/>
    <w:rsid w:val="007C7863"/>
    <w:rsid w:val="007F0A88"/>
    <w:rsid w:val="0080166D"/>
    <w:rsid w:val="00804888"/>
    <w:rsid w:val="00820371"/>
    <w:rsid w:val="00821A9F"/>
    <w:rsid w:val="0083018E"/>
    <w:rsid w:val="0084119C"/>
    <w:rsid w:val="00844388"/>
    <w:rsid w:val="00850C8E"/>
    <w:rsid w:val="0087316E"/>
    <w:rsid w:val="008779C3"/>
    <w:rsid w:val="00877F55"/>
    <w:rsid w:val="008A6770"/>
    <w:rsid w:val="008F01B1"/>
    <w:rsid w:val="00901CA2"/>
    <w:rsid w:val="00907797"/>
    <w:rsid w:val="00915AD0"/>
    <w:rsid w:val="00932A18"/>
    <w:rsid w:val="00936F61"/>
    <w:rsid w:val="0094036F"/>
    <w:rsid w:val="00945DBA"/>
    <w:rsid w:val="009606C8"/>
    <w:rsid w:val="00966095"/>
    <w:rsid w:val="009732DB"/>
    <w:rsid w:val="00986588"/>
    <w:rsid w:val="00986A7A"/>
    <w:rsid w:val="009903A9"/>
    <w:rsid w:val="009B03E6"/>
    <w:rsid w:val="009B1621"/>
    <w:rsid w:val="009B232E"/>
    <w:rsid w:val="009D25CD"/>
    <w:rsid w:val="009D674B"/>
    <w:rsid w:val="009E0DB5"/>
    <w:rsid w:val="009E6357"/>
    <w:rsid w:val="009F5F8E"/>
    <w:rsid w:val="009F747E"/>
    <w:rsid w:val="00A16194"/>
    <w:rsid w:val="00A165D5"/>
    <w:rsid w:val="00A2791D"/>
    <w:rsid w:val="00A309E2"/>
    <w:rsid w:val="00A36D75"/>
    <w:rsid w:val="00A43E41"/>
    <w:rsid w:val="00A6020D"/>
    <w:rsid w:val="00A6376E"/>
    <w:rsid w:val="00A86285"/>
    <w:rsid w:val="00AB3795"/>
    <w:rsid w:val="00AC570D"/>
    <w:rsid w:val="00AC7F16"/>
    <w:rsid w:val="00AF1CDE"/>
    <w:rsid w:val="00AF1E11"/>
    <w:rsid w:val="00AF4B2B"/>
    <w:rsid w:val="00B30030"/>
    <w:rsid w:val="00B32EBE"/>
    <w:rsid w:val="00B44A3C"/>
    <w:rsid w:val="00B54260"/>
    <w:rsid w:val="00B60870"/>
    <w:rsid w:val="00B60C63"/>
    <w:rsid w:val="00B84C7B"/>
    <w:rsid w:val="00BB62CA"/>
    <w:rsid w:val="00BC14B6"/>
    <w:rsid w:val="00BC5448"/>
    <w:rsid w:val="00BF416D"/>
    <w:rsid w:val="00C07F5E"/>
    <w:rsid w:val="00C10615"/>
    <w:rsid w:val="00C261B7"/>
    <w:rsid w:val="00C50B12"/>
    <w:rsid w:val="00C5204F"/>
    <w:rsid w:val="00C556CB"/>
    <w:rsid w:val="00C60341"/>
    <w:rsid w:val="00C62427"/>
    <w:rsid w:val="00C66E45"/>
    <w:rsid w:val="00C726A0"/>
    <w:rsid w:val="00C827A9"/>
    <w:rsid w:val="00CA0BB9"/>
    <w:rsid w:val="00CA1418"/>
    <w:rsid w:val="00CB7469"/>
    <w:rsid w:val="00CC48CD"/>
    <w:rsid w:val="00CD6118"/>
    <w:rsid w:val="00CD68F6"/>
    <w:rsid w:val="00CE79FF"/>
    <w:rsid w:val="00CF2056"/>
    <w:rsid w:val="00D060DC"/>
    <w:rsid w:val="00D16916"/>
    <w:rsid w:val="00D17369"/>
    <w:rsid w:val="00D178C7"/>
    <w:rsid w:val="00D306FA"/>
    <w:rsid w:val="00D367FB"/>
    <w:rsid w:val="00D422DB"/>
    <w:rsid w:val="00D46D39"/>
    <w:rsid w:val="00D52C2E"/>
    <w:rsid w:val="00D534D2"/>
    <w:rsid w:val="00D553D0"/>
    <w:rsid w:val="00D62775"/>
    <w:rsid w:val="00D74319"/>
    <w:rsid w:val="00D81349"/>
    <w:rsid w:val="00D92158"/>
    <w:rsid w:val="00D95971"/>
    <w:rsid w:val="00DA63B1"/>
    <w:rsid w:val="00DB16CA"/>
    <w:rsid w:val="00DC22EA"/>
    <w:rsid w:val="00DC4BA7"/>
    <w:rsid w:val="00DD3902"/>
    <w:rsid w:val="00DE0F2D"/>
    <w:rsid w:val="00DE40A7"/>
    <w:rsid w:val="00DE7AB5"/>
    <w:rsid w:val="00DF0616"/>
    <w:rsid w:val="00E07815"/>
    <w:rsid w:val="00E109E9"/>
    <w:rsid w:val="00E46890"/>
    <w:rsid w:val="00E50BB8"/>
    <w:rsid w:val="00E61C50"/>
    <w:rsid w:val="00E7520B"/>
    <w:rsid w:val="00E8317A"/>
    <w:rsid w:val="00EB2776"/>
    <w:rsid w:val="00EB6867"/>
    <w:rsid w:val="00EC25EC"/>
    <w:rsid w:val="00EC38CE"/>
    <w:rsid w:val="00EC4A14"/>
    <w:rsid w:val="00EE247F"/>
    <w:rsid w:val="00EF02EA"/>
    <w:rsid w:val="00F06F11"/>
    <w:rsid w:val="00F43204"/>
    <w:rsid w:val="00F80258"/>
    <w:rsid w:val="00F86C13"/>
    <w:rsid w:val="00F948F2"/>
    <w:rsid w:val="00FA3931"/>
    <w:rsid w:val="00FE2EE9"/>
    <w:rsid w:val="00FE3B73"/>
    <w:rsid w:val="00FE41CA"/>
    <w:rsid w:val="00FE6871"/>
    <w:rsid w:val="00FF0FAC"/>
    <w:rsid w:val="4CE52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33AAEBB"/>
  <w15:docId w15:val="{B6472874-9EE8-429E-80DD-75C6BC2DB32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E8317A"/>
    <w:pPr>
      <w:ind w:left="720"/>
    </w:pPr>
    <w:rPr>
      <w:rFonts w:ascii="Calibri" w:hAnsi="Calibri" w:eastAsia="Calibri"/>
      <w:sz w:val="22"/>
      <w:szCs w:val="22"/>
    </w:rPr>
  </w:style>
  <w:style w:type="character" w:styleId="Hyperlink">
    <w:name w:val="Hyperlink"/>
    <w:rsid w:val="00E8317A"/>
    <w:rPr>
      <w:color w:val="0000FF"/>
      <w:u w:val="single"/>
    </w:rPr>
  </w:style>
  <w:style w:type="paragraph" w:styleId="BalloonText">
    <w:name w:val="Balloon Text"/>
    <w:basedOn w:val="Normal"/>
    <w:link w:val="BalloonTextChar"/>
    <w:uiPriority w:val="99"/>
    <w:semiHidden/>
    <w:unhideWhenUsed/>
    <w:rsid w:val="004F0A68"/>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F0A68"/>
    <w:rPr>
      <w:rFonts w:ascii="Segoe UI" w:hAnsi="Segoe UI" w:cs="Segoe UI"/>
      <w:sz w:val="18"/>
      <w:szCs w:val="18"/>
    </w:rPr>
  </w:style>
  <w:style w:type="character" w:styleId="Strong">
    <w:name w:val="Strong"/>
    <w:basedOn w:val="DefaultParagraphFont"/>
    <w:uiPriority w:val="22"/>
    <w:qFormat/>
    <w:rsid w:val="00761D78"/>
    <w:rPr>
      <w:b/>
      <w:bCs/>
    </w:rPr>
  </w:style>
  <w:style w:type="paragraph" w:styleId="NormalWeb">
    <w:name w:val="Normal (Web)"/>
    <w:basedOn w:val="Normal"/>
    <w:uiPriority w:val="99"/>
    <w:unhideWhenUsed/>
    <w:rsid w:val="00761D78"/>
    <w:pPr>
      <w:spacing w:before="100" w:beforeAutospacing="1" w:after="100" w:afterAutospacing="1"/>
    </w:pPr>
  </w:style>
  <w:style w:type="character" w:styleId="FollowedHyperlink">
    <w:name w:val="FollowedHyperlink"/>
    <w:basedOn w:val="DefaultParagraphFont"/>
    <w:uiPriority w:val="99"/>
    <w:semiHidden/>
    <w:unhideWhenUsed/>
    <w:rsid w:val="00276C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45918">
      <w:bodyDiv w:val="1"/>
      <w:marLeft w:val="0"/>
      <w:marRight w:val="0"/>
      <w:marTop w:val="0"/>
      <w:marBottom w:val="0"/>
      <w:divBdr>
        <w:top w:val="none" w:sz="0" w:space="0" w:color="auto"/>
        <w:left w:val="none" w:sz="0" w:space="0" w:color="auto"/>
        <w:bottom w:val="none" w:sz="0" w:space="0" w:color="auto"/>
        <w:right w:val="none" w:sz="0" w:space="0" w:color="auto"/>
      </w:divBdr>
    </w:div>
    <w:div w:id="2060006013">
      <w:bodyDiv w:val="1"/>
      <w:marLeft w:val="0"/>
      <w:marRight w:val="0"/>
      <w:marTop w:val="0"/>
      <w:marBottom w:val="0"/>
      <w:divBdr>
        <w:top w:val="none" w:sz="0" w:space="0" w:color="auto"/>
        <w:left w:val="none" w:sz="0" w:space="0" w:color="auto"/>
        <w:bottom w:val="none" w:sz="0" w:space="0" w:color="auto"/>
        <w:right w:val="none" w:sz="0" w:space="0" w:color="auto"/>
      </w:divBdr>
    </w:div>
    <w:div w:id="208182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s.fed.us/database/feis/fire_regimes/AK_coastal/all.html"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F9EFF642-5743-4AA6-A9CD-121F864519F7}">
  <ds:schemaRefs>
    <ds:schemaRef ds:uri="http://schemas.openxmlformats.org/officeDocument/2006/bibliography"/>
  </ds:schemaRefs>
</ds:datastoreItem>
</file>

<file path=customXml/itemProps2.xml><?xml version="1.0" encoding="utf-8"?>
<ds:datastoreItem xmlns:ds="http://schemas.openxmlformats.org/officeDocument/2006/customXml" ds:itemID="{6323D58E-E4B2-4C4E-AC06-EDD47FE9C6AF}"/>
</file>

<file path=customXml/itemProps3.xml><?xml version="1.0" encoding="utf-8"?>
<ds:datastoreItem xmlns:ds="http://schemas.openxmlformats.org/officeDocument/2006/customXml" ds:itemID="{914FD385-34C1-4E1F-A405-71F9C926152D}"/>
</file>

<file path=customXml/itemProps4.xml><?xml version="1.0" encoding="utf-8"?>
<ds:datastoreItem xmlns:ds="http://schemas.openxmlformats.org/officeDocument/2006/customXml" ds:itemID="{8EB08348-F17F-462D-8D48-7F9213103DE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11</cp:revision>
  <cp:lastPrinted>2015-09-11T19:39:00Z</cp:lastPrinted>
  <dcterms:created xsi:type="dcterms:W3CDTF">2022-11-05T01:17:00Z</dcterms:created>
  <dcterms:modified xsi:type="dcterms:W3CDTF">2024-09-27T19:47:30Z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