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36D00" w:rsidP="00C36D00" w:rsidRDefault="00C36D00" w14:paraId="345FE75A" w14:textId="23E90CC3">
      <w:pPr>
        <w:pStyle w:val="BpSTitle"/>
      </w:pPr>
      <w:r>
        <w:t>16481</w:t>
      </w:r>
    </w:p>
    <w:p w:rsidR="00C36D00" w:rsidP="00C36D00" w:rsidRDefault="00997203" w14:paraId="5E3B4727" w14:textId="4E142383">
      <w:pPr>
        <w:pStyle w:val="BpSTitle"/>
      </w:pPr>
      <w:r w:rsidRPr="00997203">
        <w:t>Alaskan Pacific Mountain Hemlock Forest and Subalpine Woodland</w:t>
      </w:r>
      <w:r>
        <w:t xml:space="preserve"> </w:t>
      </w:r>
      <w:r w:rsidR="00C36D00">
        <w:t>- Northern</w:t>
      </w:r>
    </w:p>
    <w:p w:rsidR="00C36D00" w:rsidP="00C36D00" w:rsidRDefault="00C36D00" w14:paraId="23258CBE" w14:textId="77777777">
      <w:r>
        <w:t xmlns:w="http://schemas.openxmlformats.org/wordprocessingml/2006/main">BpS Model/Description Version: Nov. 2024</w:t>
      </w:r>
      <w:r>
        <w:tab/>
      </w:r>
      <w:r>
        <w:tab/>
      </w:r>
      <w:r>
        <w:tab/>
      </w:r>
      <w:r>
        <w:tab/>
      </w:r>
      <w:r>
        <w:tab/>
      </w:r>
      <w:r>
        <w:tab/>
      </w:r>
      <w:r>
        <w:tab/>
      </w:r>
      <w:r>
        <w:tab/>
      </w:r>
    </w:p>
    <w:p w:rsidR="00C36D00" w:rsidP="00C36D00" w:rsidRDefault="00C36D00" w14:paraId="72952C3D"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680"/>
        <w:gridCol w:w="2964"/>
        <w:gridCol w:w="2028"/>
        <w:gridCol w:w="2328"/>
      </w:tblGrid>
      <w:tr w:rsidRPr="00C36D00" w:rsidR="00C36D00" w:rsidTr="00C36D00" w14:paraId="1469CE15" w14:textId="77777777">
        <w:tc>
          <w:tcPr>
            <w:tcW w:w="1680" w:type="dxa"/>
            <w:tcBorders>
              <w:top w:val="single" w:color="auto" w:sz="2" w:space="0"/>
              <w:left w:val="single" w:color="auto" w:sz="12" w:space="0"/>
              <w:bottom w:val="single" w:color="000000" w:sz="12" w:space="0"/>
            </w:tcBorders>
            <w:shd w:val="clear" w:color="auto" w:fill="auto"/>
          </w:tcPr>
          <w:p w:rsidRPr="00C36D00" w:rsidR="00C36D00" w:rsidP="00BB4867" w:rsidRDefault="00C36D00" w14:paraId="5FCF0A7B" w14:textId="77777777">
            <w:pPr>
              <w:rPr>
                <w:b/>
                <w:bCs/>
              </w:rPr>
            </w:pPr>
            <w:r w:rsidRPr="00C36D00">
              <w:rPr>
                <w:b/>
                <w:bCs/>
              </w:rPr>
              <w:t>Modelers</w:t>
            </w:r>
          </w:p>
        </w:tc>
        <w:tc>
          <w:tcPr>
            <w:tcW w:w="2964" w:type="dxa"/>
            <w:tcBorders>
              <w:top w:val="single" w:color="auto" w:sz="2" w:space="0"/>
              <w:bottom w:val="single" w:color="000000" w:sz="12" w:space="0"/>
              <w:right w:val="single" w:color="000000" w:sz="12" w:space="0"/>
            </w:tcBorders>
            <w:shd w:val="clear" w:color="auto" w:fill="auto"/>
          </w:tcPr>
          <w:p w:rsidRPr="00C36D00" w:rsidR="00C36D00" w:rsidP="00BB4867" w:rsidRDefault="00C36D00" w14:paraId="24D2074C" w14:textId="77777777">
            <w:pPr>
              <w:rPr>
                <w:b/>
                <w:bCs/>
              </w:rPr>
            </w:pPr>
          </w:p>
        </w:tc>
        <w:tc>
          <w:tcPr>
            <w:tcW w:w="2028" w:type="dxa"/>
            <w:tcBorders>
              <w:top w:val="single" w:color="auto" w:sz="2" w:space="0"/>
              <w:left w:val="single" w:color="000000" w:sz="12" w:space="0"/>
              <w:bottom w:val="single" w:color="000000" w:sz="12" w:space="0"/>
            </w:tcBorders>
            <w:shd w:val="clear" w:color="auto" w:fill="auto"/>
          </w:tcPr>
          <w:p w:rsidRPr="00C36D00" w:rsidR="00C36D00" w:rsidP="00BB4867" w:rsidRDefault="00C36D00" w14:paraId="286EB6B1" w14:textId="77777777">
            <w:pPr>
              <w:rPr>
                <w:b/>
                <w:bCs/>
              </w:rPr>
            </w:pPr>
            <w:r w:rsidRPr="00C36D00">
              <w:rPr>
                <w:b/>
                <w:bCs/>
              </w:rPr>
              <w:t>Reviewers</w:t>
            </w:r>
          </w:p>
        </w:tc>
        <w:tc>
          <w:tcPr>
            <w:tcW w:w="2328" w:type="dxa"/>
            <w:tcBorders>
              <w:top w:val="single" w:color="auto" w:sz="2" w:space="0"/>
              <w:bottom w:val="single" w:color="000000" w:sz="12" w:space="0"/>
            </w:tcBorders>
            <w:shd w:val="clear" w:color="auto" w:fill="auto"/>
          </w:tcPr>
          <w:p w:rsidRPr="00C36D00" w:rsidR="00C36D00" w:rsidP="00BB4867" w:rsidRDefault="00C36D00" w14:paraId="3A63741A" w14:textId="77777777">
            <w:pPr>
              <w:rPr>
                <w:b/>
                <w:bCs/>
              </w:rPr>
            </w:pPr>
          </w:p>
        </w:tc>
      </w:tr>
      <w:tr w:rsidRPr="00C36D00" w:rsidR="00C36D00" w:rsidTr="00C36D00" w14:paraId="01DF0511" w14:textId="77777777">
        <w:tc>
          <w:tcPr>
            <w:tcW w:w="1680" w:type="dxa"/>
            <w:tcBorders>
              <w:top w:val="single" w:color="000000" w:sz="12" w:space="0"/>
              <w:left w:val="single" w:color="auto" w:sz="12" w:space="0"/>
            </w:tcBorders>
            <w:shd w:val="clear" w:color="auto" w:fill="auto"/>
          </w:tcPr>
          <w:p w:rsidRPr="00C36D00" w:rsidR="00C36D00" w:rsidP="00BB4867" w:rsidRDefault="00C36D00" w14:paraId="3A13BDCB" w14:textId="77777777">
            <w:pPr>
              <w:rPr>
                <w:bCs/>
              </w:rPr>
            </w:pPr>
            <w:r w:rsidRPr="00C36D00">
              <w:rPr>
                <w:bCs/>
              </w:rPr>
              <w:t>John Morton</w:t>
            </w:r>
          </w:p>
        </w:tc>
        <w:tc>
          <w:tcPr>
            <w:tcW w:w="2964" w:type="dxa"/>
            <w:tcBorders>
              <w:top w:val="single" w:color="000000" w:sz="12" w:space="0"/>
              <w:right w:val="single" w:color="000000" w:sz="12" w:space="0"/>
            </w:tcBorders>
            <w:shd w:val="clear" w:color="auto" w:fill="auto"/>
          </w:tcPr>
          <w:p w:rsidRPr="00C36D00" w:rsidR="00C36D00" w:rsidP="00BB4867" w:rsidRDefault="00C36D00" w14:paraId="2264D722" w14:textId="77777777">
            <w:r w:rsidRPr="00C36D00">
              <w:t>John_M_Morton@fws.gov</w:t>
            </w:r>
          </w:p>
        </w:tc>
        <w:tc>
          <w:tcPr>
            <w:tcW w:w="2028" w:type="dxa"/>
            <w:tcBorders>
              <w:top w:val="single" w:color="000000" w:sz="12" w:space="0"/>
              <w:left w:val="single" w:color="000000" w:sz="12" w:space="0"/>
            </w:tcBorders>
            <w:shd w:val="clear" w:color="auto" w:fill="auto"/>
          </w:tcPr>
          <w:p w:rsidRPr="00C36D00" w:rsidR="00C36D00" w:rsidP="00BB4867" w:rsidRDefault="00C36D00" w14:paraId="119E0AA5" w14:textId="77777777">
            <w:r w:rsidRPr="00C36D00">
              <w:t>Tom DeMeo</w:t>
            </w:r>
          </w:p>
        </w:tc>
        <w:tc>
          <w:tcPr>
            <w:tcW w:w="2328" w:type="dxa"/>
            <w:tcBorders>
              <w:top w:val="single" w:color="000000" w:sz="12" w:space="0"/>
            </w:tcBorders>
            <w:shd w:val="clear" w:color="auto" w:fill="auto"/>
          </w:tcPr>
          <w:p w:rsidRPr="00C36D00" w:rsidR="00C36D00" w:rsidP="00BB4867" w:rsidRDefault="00C36D00" w14:paraId="770B26DE" w14:textId="77777777">
            <w:r w:rsidRPr="00C36D00">
              <w:t>tdemeo@fs.fed.us</w:t>
            </w:r>
          </w:p>
        </w:tc>
      </w:tr>
      <w:tr w:rsidRPr="00C36D00" w:rsidR="00C36D00" w:rsidTr="00C36D00" w14:paraId="50763DEB" w14:textId="77777777">
        <w:tc>
          <w:tcPr>
            <w:tcW w:w="1680" w:type="dxa"/>
            <w:tcBorders>
              <w:left w:val="single" w:color="auto" w:sz="12" w:space="0"/>
            </w:tcBorders>
            <w:shd w:val="clear" w:color="auto" w:fill="auto"/>
          </w:tcPr>
          <w:p w:rsidRPr="00C36D00" w:rsidR="00C36D00" w:rsidP="00BB4867" w:rsidRDefault="00C36D00" w14:paraId="63D21EBC" w14:textId="77777777">
            <w:pPr>
              <w:rPr>
                <w:bCs/>
              </w:rPr>
            </w:pPr>
            <w:r w:rsidRPr="00C36D00">
              <w:rPr>
                <w:bCs/>
              </w:rPr>
              <w:t>Edward Berg</w:t>
            </w:r>
          </w:p>
        </w:tc>
        <w:tc>
          <w:tcPr>
            <w:tcW w:w="2964" w:type="dxa"/>
            <w:tcBorders>
              <w:right w:val="single" w:color="000000" w:sz="12" w:space="0"/>
            </w:tcBorders>
            <w:shd w:val="clear" w:color="auto" w:fill="auto"/>
          </w:tcPr>
          <w:p w:rsidRPr="00C36D00" w:rsidR="00C36D00" w:rsidP="00BB4867" w:rsidRDefault="00C36D00" w14:paraId="0EF21008" w14:textId="77777777">
            <w:r w:rsidRPr="00C36D00">
              <w:t>Edward_Berg@fws.gov</w:t>
            </w:r>
          </w:p>
        </w:tc>
        <w:tc>
          <w:tcPr>
            <w:tcW w:w="2028" w:type="dxa"/>
            <w:tcBorders>
              <w:left w:val="single" w:color="000000" w:sz="12" w:space="0"/>
            </w:tcBorders>
            <w:shd w:val="clear" w:color="auto" w:fill="auto"/>
          </w:tcPr>
          <w:p w:rsidRPr="00C36D00" w:rsidR="00C36D00" w:rsidP="00BB4867" w:rsidRDefault="00C36D00" w14:paraId="775DC571" w14:textId="77777777">
            <w:r w:rsidRPr="00C36D00">
              <w:t>Barbara Schrader</w:t>
            </w:r>
          </w:p>
        </w:tc>
        <w:tc>
          <w:tcPr>
            <w:tcW w:w="2328" w:type="dxa"/>
            <w:shd w:val="clear" w:color="auto" w:fill="auto"/>
          </w:tcPr>
          <w:p w:rsidRPr="00C36D00" w:rsidR="00C36D00" w:rsidP="00BB4867" w:rsidRDefault="00C36D00" w14:paraId="636C6547" w14:textId="77777777">
            <w:r w:rsidRPr="00C36D00">
              <w:t>bschrader@fs.fed.us</w:t>
            </w:r>
          </w:p>
        </w:tc>
      </w:tr>
      <w:tr w:rsidRPr="00C36D00" w:rsidR="00C36D00" w:rsidTr="00C36D00" w14:paraId="2A9D69E6" w14:textId="77777777">
        <w:tc>
          <w:tcPr>
            <w:tcW w:w="1680" w:type="dxa"/>
            <w:tcBorders>
              <w:left w:val="single" w:color="auto" w:sz="12" w:space="0"/>
              <w:bottom w:val="single" w:color="auto" w:sz="2" w:space="0"/>
            </w:tcBorders>
            <w:shd w:val="clear" w:color="auto" w:fill="auto"/>
          </w:tcPr>
          <w:p w:rsidRPr="00C36D00" w:rsidR="00C36D00" w:rsidP="00BB4867" w:rsidRDefault="00C36D00" w14:paraId="63323424" w14:textId="77777777">
            <w:pPr>
              <w:rPr>
                <w:bCs/>
              </w:rPr>
            </w:pPr>
            <w:r w:rsidRPr="00C36D00">
              <w:rPr>
                <w:bCs/>
              </w:rPr>
              <w:t>Tina Boucher</w:t>
            </w:r>
          </w:p>
        </w:tc>
        <w:tc>
          <w:tcPr>
            <w:tcW w:w="2964" w:type="dxa"/>
            <w:tcBorders>
              <w:right w:val="single" w:color="000000" w:sz="12" w:space="0"/>
            </w:tcBorders>
            <w:shd w:val="clear" w:color="auto" w:fill="auto"/>
          </w:tcPr>
          <w:p w:rsidRPr="00C36D00" w:rsidR="00C36D00" w:rsidP="00BB4867" w:rsidRDefault="00C36D00" w14:paraId="180725C4" w14:textId="77777777">
            <w:r w:rsidRPr="00C36D00">
              <w:t>antvb@uaa.alaska.edu</w:t>
            </w:r>
          </w:p>
        </w:tc>
        <w:tc>
          <w:tcPr>
            <w:tcW w:w="2028" w:type="dxa"/>
            <w:tcBorders>
              <w:left w:val="single" w:color="000000" w:sz="12" w:space="0"/>
              <w:bottom w:val="single" w:color="auto" w:sz="2" w:space="0"/>
            </w:tcBorders>
            <w:shd w:val="clear" w:color="auto" w:fill="auto"/>
          </w:tcPr>
          <w:p w:rsidRPr="00C36D00" w:rsidR="00C36D00" w:rsidP="00BB4867" w:rsidRDefault="00C36D00" w14:paraId="65409E20" w14:textId="77777777">
            <w:r w:rsidRPr="00C36D00">
              <w:t>None</w:t>
            </w:r>
          </w:p>
        </w:tc>
        <w:tc>
          <w:tcPr>
            <w:tcW w:w="2328" w:type="dxa"/>
            <w:shd w:val="clear" w:color="auto" w:fill="auto"/>
          </w:tcPr>
          <w:p w:rsidRPr="00C36D00" w:rsidR="00C36D00" w:rsidP="00BB4867" w:rsidRDefault="00C36D00" w14:paraId="7AFF2E3A" w14:textId="77777777">
            <w:r w:rsidRPr="00C36D00">
              <w:t>None</w:t>
            </w:r>
          </w:p>
        </w:tc>
      </w:tr>
    </w:tbl>
    <w:p w:rsidR="00997203" w:rsidP="00C36D00" w:rsidRDefault="00997203" w14:paraId="157417CD" w14:textId="01ACBF69">
      <w:pPr>
        <w:pStyle w:val="InfoPara"/>
        <w:rPr>
          <w:b w:val="0"/>
          <w:bCs/>
        </w:rPr>
      </w:pPr>
      <w:r>
        <w:t xml:space="preserve">Reviewer: </w:t>
      </w:r>
      <w:r w:rsidRPr="00B80435" w:rsidR="000722B3">
        <w:rPr>
          <w:b w:val="0"/>
          <w:bCs/>
        </w:rPr>
        <w:t>Beth Schulz,</w:t>
      </w:r>
      <w:r w:rsidR="000722B3">
        <w:t xml:space="preserve"> </w:t>
      </w:r>
      <w:r>
        <w:rPr>
          <w:b w:val="0"/>
          <w:bCs/>
        </w:rPr>
        <w:t>Kristen Zouhar</w:t>
      </w:r>
    </w:p>
    <w:p w:rsidR="00C36D00" w:rsidP="00C36D00" w:rsidRDefault="00C36D00" w14:paraId="7F898ABF" w14:textId="744851B9">
      <w:pPr>
        <w:pStyle w:val="InfoPara"/>
      </w:pPr>
      <w:r>
        <w:t>Vegetation Type</w:t>
      </w:r>
    </w:p>
    <w:p w:rsidR="00C36D00" w:rsidP="00C36D00" w:rsidRDefault="00C36D00" w14:paraId="5A9CBAFE" w14:textId="77777777">
      <w:r>
        <w:t>Forest and Woodland</w:t>
      </w:r>
    </w:p>
    <w:p w:rsidR="00C36D00" w:rsidP="00C36D00" w:rsidRDefault="00C36D00" w14:paraId="49BE9AFC" w14:textId="77777777">
      <w:pPr>
        <w:pStyle w:val="InfoPara"/>
      </w:pPr>
      <w:r w:rsidR="4D62358F">
        <w:rPr/>
        <w:t>Map Zones</w:t>
      </w:r>
    </w:p>
    <w:p w:rsidR="4D62358F" w:rsidP="4D62358F" w:rsidRDefault="4D62358F" w14:paraId="41B943D9" w14:textId="480D64FD">
      <w:pPr>
        <w:pStyle w:val="Normal"/>
      </w:pPr>
      <w:r w:rsidR="4D62358F">
        <w:rPr/>
        <w:t>75, 77</w:t>
      </w:r>
    </w:p>
    <w:p w:rsidR="00C36D00" w:rsidP="00C36D00" w:rsidRDefault="00C36D00" w14:paraId="01FAD39A" w14:textId="77777777">
      <w:pPr>
        <w:pStyle w:val="InfoPara"/>
      </w:pPr>
      <w:r>
        <w:t>Model Splits or Lumps</w:t>
      </w:r>
    </w:p>
    <w:p w:rsidR="00C36D00" w:rsidP="742C8D58" w:rsidRDefault="0068506A" w14:paraId="0E9463B6" w14:textId="7A99EA1B">
      <w:pPr>
        <w:pStyle w:val="Normal"/>
      </w:pPr>
      <w:bookmarkStart w:name="_Hlk72751279" w:id="0"/>
      <w:r w:rsidR="742C8D58">
        <w:rPr/>
        <w:t xml:space="preserve">Alaskan Pacific Mountain Hemlock Forest and Subalpine Woodland was split into northern and southern variants to model differences in fire regimes. </w:t>
      </w:r>
      <w:bookmarkEnd w:id="0"/>
      <w:r w:rsidRPr="742C8D58" w:rsidR="742C8D58">
        <w:rPr>
          <w:rFonts w:ascii="Times New Roman" w:hAnsi="Times New Roman" w:eastAsia="Times New Roman" w:cs="Times New Roman"/>
          <w:noProof w:val="0"/>
          <w:sz w:val="24"/>
          <w:szCs w:val="24"/>
          <w:lang w:val="en-US"/>
        </w:rPr>
        <w:t xml:space="preserve">For mapping </w:t>
      </w:r>
      <w:proofErr w:type="spellStart"/>
      <w:r w:rsidRPr="742C8D58" w:rsidR="742C8D58">
        <w:rPr>
          <w:rFonts w:ascii="Times New Roman" w:hAnsi="Times New Roman" w:eastAsia="Times New Roman" w:cs="Times New Roman"/>
          <w:noProof w:val="0"/>
          <w:sz w:val="24"/>
          <w:szCs w:val="24"/>
          <w:lang w:val="en-US"/>
        </w:rPr>
        <w:t>BpS</w:t>
      </w:r>
      <w:proofErr w:type="spellEnd"/>
      <w:r w:rsidRPr="742C8D58" w:rsidR="742C8D58">
        <w:rPr>
          <w:rFonts w:ascii="Times New Roman" w:hAnsi="Times New Roman" w:eastAsia="Times New Roman" w:cs="Times New Roman"/>
          <w:noProof w:val="0"/>
          <w:sz w:val="24"/>
          <w:szCs w:val="24"/>
          <w:lang w:val="en-US"/>
        </w:rPr>
        <w:t xml:space="preserve"> 16481 should apply to the range of this </w:t>
      </w:r>
      <w:proofErr w:type="spellStart"/>
      <w:r w:rsidRPr="742C8D58" w:rsidR="742C8D58">
        <w:rPr>
          <w:rFonts w:ascii="Times New Roman" w:hAnsi="Times New Roman" w:eastAsia="Times New Roman" w:cs="Times New Roman"/>
          <w:noProof w:val="0"/>
          <w:sz w:val="24"/>
          <w:szCs w:val="24"/>
          <w:lang w:val="en-US"/>
        </w:rPr>
        <w:t>BpS</w:t>
      </w:r>
      <w:proofErr w:type="spellEnd"/>
      <w:r w:rsidRPr="742C8D58" w:rsidR="742C8D58">
        <w:rPr>
          <w:rFonts w:ascii="Times New Roman" w:hAnsi="Times New Roman" w:eastAsia="Times New Roman" w:cs="Times New Roman"/>
          <w:noProof w:val="0"/>
          <w:sz w:val="24"/>
          <w:szCs w:val="24"/>
          <w:lang w:val="en-US"/>
        </w:rPr>
        <w:t xml:space="preserve"> excluding map zone 78.</w:t>
      </w:r>
    </w:p>
    <w:p w:rsidR="00C36D00" w:rsidP="00C36D00" w:rsidRDefault="00C36D00" w14:paraId="6DC1E966" w14:textId="77777777">
      <w:pPr>
        <w:pStyle w:val="InfoPara"/>
      </w:pPr>
      <w:r>
        <w:t>Geographic Range</w:t>
      </w:r>
    </w:p>
    <w:p w:rsidR="00C36D00" w:rsidP="00C36D00" w:rsidRDefault="00A06D4D" w14:paraId="4323EC4F" w14:textId="25C1A37A">
      <w:r>
        <w:t xml:space="preserve">This </w:t>
      </w:r>
      <w:r w:rsidR="00BF6B40">
        <w:t>Biophysical Setting (</w:t>
      </w:r>
      <w:proofErr w:type="spellStart"/>
      <w:r w:rsidR="00BF6B40">
        <w:t>BpS</w:t>
      </w:r>
      <w:proofErr w:type="spellEnd"/>
      <w:r w:rsidR="00BF6B40">
        <w:t>)</w:t>
      </w:r>
      <w:r>
        <w:t xml:space="preserve"> occurs primarily at the elevational limit of tree growth in the mountain ranges along the subpolar rainforest region of the Gulf Coast of Alaska, including the Kenai, Chugach, St. Elias, Fairweather, and Coast mountains (</w:t>
      </w:r>
      <w:proofErr w:type="spellStart"/>
      <w:r>
        <w:t>Alaback</w:t>
      </w:r>
      <w:proofErr w:type="spellEnd"/>
      <w:r>
        <w:t xml:space="preserve"> 1991</w:t>
      </w:r>
      <w:r w:rsidR="002B2D79">
        <w:t>;</w:t>
      </w:r>
      <w:r>
        <w:t xml:space="preserve"> </w:t>
      </w:r>
      <w:proofErr w:type="spellStart"/>
      <w:r w:rsidR="007058CE">
        <w:t>Alaback</w:t>
      </w:r>
      <w:proofErr w:type="spellEnd"/>
      <w:r w:rsidR="007058CE">
        <w:t xml:space="preserve"> </w:t>
      </w:r>
      <w:r>
        <w:t xml:space="preserve">1995). It occurs primarily in the maritime region, but also occurs in the sub-boreal transition between coastal and boreal forests, on the inland side of the Kenai and Chugach mountains. It extends along the Gulf Coast of Alaska from Kenai Fjords to Yakutat. </w:t>
      </w:r>
      <w:bookmarkStart w:name="_Hlk84701970" w:id="1"/>
      <w:r w:rsidR="007666B4">
        <w:t xml:space="preserve">The Southeast </w:t>
      </w:r>
      <w:r>
        <w:t xml:space="preserve">BpS model </w:t>
      </w:r>
      <w:r w:rsidR="007666B4">
        <w:t xml:space="preserve">variant of this system occurs from around Yakutat </w:t>
      </w:r>
      <w:r w:rsidR="00997203">
        <w:t xml:space="preserve">Bay </w:t>
      </w:r>
      <w:r w:rsidR="007666B4">
        <w:t>south through southeastern Alaska.</w:t>
      </w:r>
      <w:bookmarkEnd w:id="1"/>
    </w:p>
    <w:p w:rsidR="00C36D00" w:rsidP="00C36D00" w:rsidRDefault="00C36D00" w14:paraId="542D6F16" w14:textId="77777777">
      <w:pPr>
        <w:pStyle w:val="InfoPara"/>
      </w:pPr>
      <w:r>
        <w:t>Biophysical Site Description</w:t>
      </w:r>
    </w:p>
    <w:p w:rsidR="00C36D00" w:rsidP="00C36D00" w:rsidRDefault="00A06D4D" w14:paraId="6E0B7768" w14:textId="727F405A">
      <w:r>
        <w:t xml:space="preserve">This </w:t>
      </w:r>
      <w:proofErr w:type="spellStart"/>
      <w:r w:rsidR="00FA1FCA">
        <w:t>BpS</w:t>
      </w:r>
      <w:proofErr w:type="spellEnd"/>
      <w:r>
        <w:t xml:space="preserve"> occurs on lower and upper mountain </w:t>
      </w:r>
      <w:proofErr w:type="spellStart"/>
      <w:r>
        <w:t>sideslopes</w:t>
      </w:r>
      <w:proofErr w:type="spellEnd"/>
      <w:r>
        <w:t xml:space="preserve">, shoulders, benches, and bedrock outcrops at mid-elevations up to </w:t>
      </w:r>
      <w:proofErr w:type="spellStart"/>
      <w:r>
        <w:t>treeline</w:t>
      </w:r>
      <w:proofErr w:type="spellEnd"/>
      <w:r>
        <w:t xml:space="preserve">. Soils are typically poorly to well-drained, shallow and are derived from glacial and colluvial deposits, as well as residual bedrock. Within the Kenai, Chugach, and St. Elias mountains, the elevation range is from </w:t>
      </w:r>
      <w:r w:rsidR="00C36D00">
        <w:t>0 to 1900 ft. On the Chugach National Forest Mt. Hemlock-Sitka Spruce associations are found at elevations up to 1200 feet and Mt. Hemlock associations are found several hundred feet higher (</w:t>
      </w:r>
      <w:proofErr w:type="spellStart"/>
      <w:r w:rsidR="00C36D00">
        <w:t>DeVelice</w:t>
      </w:r>
      <w:proofErr w:type="spellEnd"/>
      <w:r w:rsidR="00C36D00">
        <w:t xml:space="preserve"> 1999). </w:t>
      </w:r>
      <w:r w:rsidR="0069776A">
        <w:t xml:space="preserve">In southeastern Alaska, the elevation range is 980 to 3280 ft. The lower and upper elevational limits of this system decrease from south to north and from east to west. </w:t>
      </w:r>
      <w:r w:rsidR="00997203">
        <w:t>This BpS</w:t>
      </w:r>
      <w:r w:rsidR="00C36D00">
        <w:t xml:space="preserve"> is common on north-facing slopes</w:t>
      </w:r>
      <w:r>
        <w:t xml:space="preserve"> with late lying snow</w:t>
      </w:r>
      <w:r w:rsidR="00C36D00">
        <w:t>, and also occurs on east and west aspects. This system is uncommon on south-facing slopes</w:t>
      </w:r>
      <w:r>
        <w:t>.</w:t>
      </w:r>
    </w:p>
    <w:p w:rsidR="00C36D00" w:rsidP="00C36D00" w:rsidRDefault="00C36D00" w14:paraId="48F0B782" w14:textId="77777777">
      <w:pPr>
        <w:pStyle w:val="InfoPara"/>
      </w:pPr>
      <w:r>
        <w:t>Vegetation Description</w:t>
      </w:r>
    </w:p>
    <w:p w:rsidR="0069776A" w:rsidP="0069776A" w:rsidRDefault="0069776A" w14:paraId="70A459ED" w14:textId="5B37C2E2">
      <w:r>
        <w:rPr>
          <w:i/>
        </w:rPr>
        <w:t xml:space="preserve">Tsuga </w:t>
      </w:r>
      <w:proofErr w:type="spellStart"/>
      <w:r>
        <w:rPr>
          <w:i/>
        </w:rPr>
        <w:t>mertensiana</w:t>
      </w:r>
      <w:proofErr w:type="spellEnd"/>
      <w:r>
        <w:t xml:space="preserve"> is the dominant conifer with at least 15% cover, and often grows with a stunted growth form (krummholz), but associated canopy trees vary by region. Mature </w:t>
      </w:r>
      <w:r>
        <w:rPr>
          <w:i/>
        </w:rPr>
        <w:t xml:space="preserve">Tsuga </w:t>
      </w:r>
      <w:proofErr w:type="spellStart"/>
      <w:r>
        <w:rPr>
          <w:i/>
        </w:rPr>
        <w:t>mertensiana</w:t>
      </w:r>
      <w:proofErr w:type="spellEnd"/>
      <w:r>
        <w:t xml:space="preserve"> trees are typically 18 to 25 m tall with </w:t>
      </w:r>
      <w:proofErr w:type="spellStart"/>
      <w:r>
        <w:t>dbh</w:t>
      </w:r>
      <w:proofErr w:type="spellEnd"/>
      <w:r>
        <w:t xml:space="preserve"> ranging from 38 to 50 cm (</w:t>
      </w:r>
      <w:proofErr w:type="spellStart"/>
      <w:r>
        <w:t>Viereck</w:t>
      </w:r>
      <w:proofErr w:type="spellEnd"/>
      <w:r>
        <w:t xml:space="preserve"> et al. 1992). </w:t>
      </w:r>
      <w:proofErr w:type="spellStart"/>
      <w:r>
        <w:rPr>
          <w:i/>
        </w:rPr>
        <w:t>Picea</w:t>
      </w:r>
      <w:proofErr w:type="spellEnd"/>
      <w:r>
        <w:rPr>
          <w:i/>
        </w:rPr>
        <w:t xml:space="preserve"> </w:t>
      </w:r>
      <w:proofErr w:type="spellStart"/>
      <w:r>
        <w:rPr>
          <w:i/>
        </w:rPr>
        <w:t>sitchensis</w:t>
      </w:r>
      <w:proofErr w:type="spellEnd"/>
      <w:r>
        <w:t xml:space="preserve"> or </w:t>
      </w:r>
      <w:r>
        <w:rPr>
          <w:i/>
        </w:rPr>
        <w:t>Tsuga heterophylla</w:t>
      </w:r>
      <w:r>
        <w:t xml:space="preserve"> may be codominant on sites along the central Gulf Coast (Prince William Sound) but are less abundant than </w:t>
      </w:r>
      <w:r>
        <w:rPr>
          <w:i/>
        </w:rPr>
        <w:t xml:space="preserve">Tsuga </w:t>
      </w:r>
      <w:proofErr w:type="spellStart"/>
      <w:r>
        <w:rPr>
          <w:i/>
        </w:rPr>
        <w:t>mertensiana</w:t>
      </w:r>
      <w:proofErr w:type="spellEnd"/>
      <w:r>
        <w:t xml:space="preserve">. </w:t>
      </w:r>
      <w:proofErr w:type="spellStart"/>
      <w:r>
        <w:rPr>
          <w:i/>
          <w:iCs/>
        </w:rPr>
        <w:t>Picea</w:t>
      </w:r>
      <w:proofErr w:type="spellEnd"/>
      <w:r>
        <w:rPr>
          <w:i/>
          <w:iCs/>
        </w:rPr>
        <w:t xml:space="preserve"> </w:t>
      </w:r>
      <w:proofErr w:type="spellStart"/>
      <w:r>
        <w:rPr>
          <w:i/>
          <w:iCs/>
        </w:rPr>
        <w:t>sitchensis</w:t>
      </w:r>
      <w:proofErr w:type="spellEnd"/>
      <w:r>
        <w:t xml:space="preserve"> is </w:t>
      </w:r>
      <w:r>
        <w:t xml:space="preserve">commonly found on steep slopes and both </w:t>
      </w:r>
      <w:proofErr w:type="spellStart"/>
      <w:r>
        <w:rPr>
          <w:i/>
          <w:iCs/>
        </w:rPr>
        <w:t>Picea</w:t>
      </w:r>
      <w:proofErr w:type="spellEnd"/>
      <w:r>
        <w:rPr>
          <w:i/>
          <w:iCs/>
        </w:rPr>
        <w:t xml:space="preserve"> </w:t>
      </w:r>
      <w:proofErr w:type="spellStart"/>
      <w:r>
        <w:rPr>
          <w:i/>
          <w:iCs/>
        </w:rPr>
        <w:t>sitchensis</w:t>
      </w:r>
      <w:proofErr w:type="spellEnd"/>
      <w:r>
        <w:t xml:space="preserve"> and </w:t>
      </w:r>
      <w:r>
        <w:rPr>
          <w:i/>
          <w:iCs/>
        </w:rPr>
        <w:t>Thuja plicata</w:t>
      </w:r>
      <w:r>
        <w:t xml:space="preserve"> are occasionally present near the coast. </w:t>
      </w:r>
      <w:r>
        <w:rPr>
          <w:i/>
          <w:iCs/>
        </w:rPr>
        <w:t>Tsuga heterophylla</w:t>
      </w:r>
      <w:r>
        <w:t xml:space="preserve"> often occurs at lower elevations in this system. </w:t>
      </w:r>
      <w:proofErr w:type="spellStart"/>
      <w:r>
        <w:rPr>
          <w:i/>
        </w:rPr>
        <w:t>Callitropsis</w:t>
      </w:r>
      <w:proofErr w:type="spellEnd"/>
      <w:r>
        <w:rPr>
          <w:i/>
        </w:rPr>
        <w:t xml:space="preserve"> </w:t>
      </w:r>
      <w:proofErr w:type="spellStart"/>
      <w:r>
        <w:rPr>
          <w:i/>
        </w:rPr>
        <w:t>nootkatensis</w:t>
      </w:r>
      <w:proofErr w:type="spellEnd"/>
      <w:r>
        <w:rPr>
          <w:i/>
        </w:rPr>
        <w:t xml:space="preserve"> (= </w:t>
      </w:r>
      <w:proofErr w:type="spellStart"/>
      <w:r>
        <w:rPr>
          <w:i/>
        </w:rPr>
        <w:t>Chamaecyparis</w:t>
      </w:r>
      <w:proofErr w:type="spellEnd"/>
      <w:r>
        <w:rPr>
          <w:i/>
        </w:rPr>
        <w:t xml:space="preserve"> </w:t>
      </w:r>
      <w:proofErr w:type="spellStart"/>
      <w:r>
        <w:rPr>
          <w:i/>
        </w:rPr>
        <w:t>nootkatensis</w:t>
      </w:r>
      <w:proofErr w:type="spellEnd"/>
      <w:r>
        <w:rPr>
          <w:i/>
        </w:rPr>
        <w:t>)</w:t>
      </w:r>
      <w:r>
        <w:t xml:space="preserve"> may be present in the overstory in isolated locations in Prince William Sound.</w:t>
      </w:r>
      <w:r>
        <w:rPr>
          <w:i/>
          <w:iCs/>
        </w:rPr>
        <w:t xml:space="preserve"> </w:t>
      </w:r>
      <w:r>
        <w:t xml:space="preserve">In the sub-boreal region, </w:t>
      </w:r>
      <w:proofErr w:type="spellStart"/>
      <w:r>
        <w:rPr>
          <w:i/>
        </w:rPr>
        <w:t>Picea</w:t>
      </w:r>
      <w:proofErr w:type="spellEnd"/>
      <w:r>
        <w:rPr>
          <w:i/>
        </w:rPr>
        <w:t xml:space="preserve"> glauca </w:t>
      </w:r>
      <w:r>
        <w:rPr>
          <w:iCs/>
        </w:rPr>
        <w:t>or</w:t>
      </w:r>
      <w:r>
        <w:rPr>
          <w:i/>
        </w:rPr>
        <w:t xml:space="preserve"> </w:t>
      </w:r>
      <w:proofErr w:type="spellStart"/>
      <w:r>
        <w:rPr>
          <w:i/>
        </w:rPr>
        <w:t>Picea</w:t>
      </w:r>
      <w:proofErr w:type="spellEnd"/>
      <w:r>
        <w:rPr>
          <w:i/>
        </w:rPr>
        <w:t xml:space="preserve"> x </w:t>
      </w:r>
      <w:proofErr w:type="spellStart"/>
      <w:r>
        <w:rPr>
          <w:i/>
        </w:rPr>
        <w:t>lutzii</w:t>
      </w:r>
      <w:proofErr w:type="spellEnd"/>
      <w:r>
        <w:rPr>
          <w:i/>
        </w:rPr>
        <w:t xml:space="preserve"> </w:t>
      </w:r>
      <w:r>
        <w:rPr>
          <w:iCs/>
        </w:rPr>
        <w:t>may be present on the inland (non-maritime) portion of the Kenai and Chugach Mountains, but have less than 15% canopy cover</w:t>
      </w:r>
      <w:r>
        <w:t xml:space="preserve">. </w:t>
      </w:r>
      <w:r>
        <w:rPr>
          <w:i/>
          <w:iCs/>
        </w:rPr>
        <w:t xml:space="preserve">Betula </w:t>
      </w:r>
      <w:proofErr w:type="spellStart"/>
      <w:r>
        <w:rPr>
          <w:i/>
          <w:iCs/>
        </w:rPr>
        <w:t>papyrifera</w:t>
      </w:r>
      <w:proofErr w:type="spellEnd"/>
      <w:r>
        <w:t xml:space="preserve"> </w:t>
      </w:r>
      <w:r w:rsidRPr="006F43E8" w:rsidR="00FC6F15">
        <w:rPr>
          <w:i/>
          <w:iCs/>
        </w:rPr>
        <w:t>var</w:t>
      </w:r>
      <w:r w:rsidRPr="006F43E8" w:rsidR="000722B3">
        <w:rPr>
          <w:i/>
          <w:iCs/>
        </w:rPr>
        <w:t>.</w:t>
      </w:r>
      <w:r w:rsidR="00FC6F15">
        <w:t xml:space="preserve"> </w:t>
      </w:r>
      <w:proofErr w:type="spellStart"/>
      <w:r w:rsidRPr="00B80435" w:rsidR="00FC6F15">
        <w:rPr>
          <w:i/>
          <w:iCs/>
        </w:rPr>
        <w:t>kenaica</w:t>
      </w:r>
      <w:proofErr w:type="spellEnd"/>
      <w:r w:rsidR="00FC6F15">
        <w:t xml:space="preserve"> </w:t>
      </w:r>
      <w:r>
        <w:t xml:space="preserve">may be common in early seral stages in inland sites. Common shrubs include </w:t>
      </w:r>
      <w:r>
        <w:rPr>
          <w:i/>
        </w:rPr>
        <w:t xml:space="preserve">Alnus </w:t>
      </w:r>
      <w:proofErr w:type="spellStart"/>
      <w:r>
        <w:rPr>
          <w:i/>
        </w:rPr>
        <w:t>viridis</w:t>
      </w:r>
      <w:proofErr w:type="spellEnd"/>
      <w:r>
        <w:rPr>
          <w:i/>
        </w:rPr>
        <w:t xml:space="preserve"> </w:t>
      </w:r>
      <w:r w:rsidRPr="0032303B">
        <w:rPr>
          <w:iCs/>
        </w:rPr>
        <w:t>ssp</w:t>
      </w:r>
      <w:r>
        <w:rPr>
          <w:i/>
        </w:rPr>
        <w:t xml:space="preserve">. </w:t>
      </w:r>
      <w:proofErr w:type="spellStart"/>
      <w:r>
        <w:rPr>
          <w:i/>
        </w:rPr>
        <w:t>sinuata</w:t>
      </w:r>
      <w:proofErr w:type="spellEnd"/>
      <w:r>
        <w:rPr>
          <w:i/>
        </w:rPr>
        <w:t xml:space="preserve">, Vaccinium </w:t>
      </w:r>
      <w:proofErr w:type="spellStart"/>
      <w:r>
        <w:rPr>
          <w:i/>
        </w:rPr>
        <w:t>ovalifolium</w:t>
      </w:r>
      <w:proofErr w:type="spellEnd"/>
      <w:r>
        <w:rPr>
          <w:i/>
        </w:rPr>
        <w:t xml:space="preserve">, Vaccinium vitis-idaea, </w:t>
      </w:r>
      <w:proofErr w:type="spellStart"/>
      <w:r>
        <w:rPr>
          <w:i/>
        </w:rPr>
        <w:t>Oplopanax</w:t>
      </w:r>
      <w:proofErr w:type="spellEnd"/>
      <w:r>
        <w:rPr>
          <w:i/>
        </w:rPr>
        <w:t xml:space="preserve"> </w:t>
      </w:r>
      <w:proofErr w:type="spellStart"/>
      <w:r>
        <w:rPr>
          <w:i/>
        </w:rPr>
        <w:t>horridus</w:t>
      </w:r>
      <w:proofErr w:type="spellEnd"/>
      <w:r>
        <w:t xml:space="preserve">, </w:t>
      </w:r>
      <w:proofErr w:type="spellStart"/>
      <w:r>
        <w:rPr>
          <w:i/>
        </w:rPr>
        <w:t>Menziesia</w:t>
      </w:r>
      <w:proofErr w:type="spellEnd"/>
      <w:r>
        <w:rPr>
          <w:i/>
        </w:rPr>
        <w:t xml:space="preserve"> </w:t>
      </w:r>
      <w:proofErr w:type="spellStart"/>
      <w:r>
        <w:rPr>
          <w:i/>
        </w:rPr>
        <w:t>ferruginea</w:t>
      </w:r>
      <w:proofErr w:type="spellEnd"/>
      <w:r>
        <w:rPr>
          <w:i/>
        </w:rPr>
        <w:t xml:space="preserve">, </w:t>
      </w:r>
      <w:proofErr w:type="spellStart"/>
      <w:r>
        <w:rPr>
          <w:i/>
        </w:rPr>
        <w:t>Harrimanella</w:t>
      </w:r>
      <w:proofErr w:type="spellEnd"/>
      <w:r>
        <w:rPr>
          <w:i/>
        </w:rPr>
        <w:t xml:space="preserve"> </w:t>
      </w:r>
      <w:proofErr w:type="spellStart"/>
      <w:r>
        <w:rPr>
          <w:i/>
        </w:rPr>
        <w:t>stelleriana</w:t>
      </w:r>
      <w:proofErr w:type="spellEnd"/>
      <w:r>
        <w:rPr>
          <w:i/>
        </w:rPr>
        <w:t xml:space="preserve"> (= </w:t>
      </w:r>
      <w:proofErr w:type="spellStart"/>
      <w:r>
        <w:rPr>
          <w:i/>
        </w:rPr>
        <w:t>Cassiope</w:t>
      </w:r>
      <w:proofErr w:type="spellEnd"/>
      <w:r>
        <w:rPr>
          <w:i/>
        </w:rPr>
        <w:t xml:space="preserve"> </w:t>
      </w:r>
      <w:proofErr w:type="spellStart"/>
      <w:r>
        <w:rPr>
          <w:i/>
        </w:rPr>
        <w:t>stelleriana</w:t>
      </w:r>
      <w:proofErr w:type="spellEnd"/>
      <w:r>
        <w:rPr>
          <w:i/>
        </w:rPr>
        <w:t>)</w:t>
      </w:r>
      <w:r>
        <w:t xml:space="preserve">, </w:t>
      </w:r>
      <w:r>
        <w:rPr>
          <w:i/>
          <w:iCs/>
        </w:rPr>
        <w:t xml:space="preserve">Rubus spectabilis, </w:t>
      </w:r>
      <w:proofErr w:type="spellStart"/>
      <w:r>
        <w:rPr>
          <w:i/>
          <w:iCs/>
        </w:rPr>
        <w:t>Elliotia</w:t>
      </w:r>
      <w:proofErr w:type="spellEnd"/>
      <w:r>
        <w:rPr>
          <w:i/>
          <w:iCs/>
        </w:rPr>
        <w:t xml:space="preserve"> </w:t>
      </w:r>
      <w:proofErr w:type="spellStart"/>
      <w:r>
        <w:rPr>
          <w:i/>
          <w:iCs/>
        </w:rPr>
        <w:t>pyroliflora</w:t>
      </w:r>
      <w:proofErr w:type="spellEnd"/>
      <w:r>
        <w:t xml:space="preserve">, and </w:t>
      </w:r>
      <w:proofErr w:type="spellStart"/>
      <w:r>
        <w:rPr>
          <w:i/>
        </w:rPr>
        <w:t>Empetrum</w:t>
      </w:r>
      <w:proofErr w:type="spellEnd"/>
      <w:r>
        <w:rPr>
          <w:i/>
        </w:rPr>
        <w:t xml:space="preserve"> nigrum</w:t>
      </w:r>
      <w:r>
        <w:t xml:space="preserve">. Common herbaceous species include </w:t>
      </w:r>
      <w:proofErr w:type="spellStart"/>
      <w:r>
        <w:rPr>
          <w:i/>
        </w:rPr>
        <w:t>Cornus</w:t>
      </w:r>
      <w:proofErr w:type="spellEnd"/>
      <w:r>
        <w:rPr>
          <w:i/>
        </w:rPr>
        <w:t xml:space="preserve"> canadensis, Rubus </w:t>
      </w:r>
      <w:proofErr w:type="spellStart"/>
      <w:r>
        <w:rPr>
          <w:i/>
        </w:rPr>
        <w:t>pedatus</w:t>
      </w:r>
      <w:proofErr w:type="spellEnd"/>
      <w:r>
        <w:rPr>
          <w:i/>
        </w:rPr>
        <w:t xml:space="preserve">, Dryopteris </w:t>
      </w:r>
      <w:proofErr w:type="spellStart"/>
      <w:r>
        <w:rPr>
          <w:i/>
        </w:rPr>
        <w:t>expansa</w:t>
      </w:r>
      <w:proofErr w:type="spellEnd"/>
      <w:r>
        <w:t xml:space="preserve">, </w:t>
      </w:r>
      <w:proofErr w:type="spellStart"/>
      <w:r>
        <w:rPr>
          <w:i/>
        </w:rPr>
        <w:t>Gymnocarpium</w:t>
      </w:r>
      <w:proofErr w:type="spellEnd"/>
      <w:r>
        <w:rPr>
          <w:i/>
        </w:rPr>
        <w:t xml:space="preserve"> </w:t>
      </w:r>
      <w:proofErr w:type="spellStart"/>
      <w:r>
        <w:rPr>
          <w:i/>
        </w:rPr>
        <w:t>dryopteris</w:t>
      </w:r>
      <w:proofErr w:type="spellEnd"/>
      <w:r>
        <w:rPr>
          <w:i/>
        </w:rPr>
        <w:t xml:space="preserve">, </w:t>
      </w:r>
      <w:proofErr w:type="spellStart"/>
      <w:r>
        <w:rPr>
          <w:i/>
        </w:rPr>
        <w:t>Phyllodoce</w:t>
      </w:r>
      <w:proofErr w:type="spellEnd"/>
      <w:r>
        <w:rPr>
          <w:i/>
        </w:rPr>
        <w:t xml:space="preserve"> </w:t>
      </w:r>
      <w:proofErr w:type="spellStart"/>
      <w:r>
        <w:rPr>
          <w:i/>
        </w:rPr>
        <w:t>aleutica</w:t>
      </w:r>
      <w:proofErr w:type="spellEnd"/>
      <w:r>
        <w:rPr>
          <w:i/>
        </w:rPr>
        <w:t xml:space="preserve">, </w:t>
      </w:r>
      <w:proofErr w:type="spellStart"/>
      <w:r>
        <w:rPr>
          <w:i/>
        </w:rPr>
        <w:t>Luetkea</w:t>
      </w:r>
      <w:proofErr w:type="spellEnd"/>
      <w:r>
        <w:rPr>
          <w:i/>
        </w:rPr>
        <w:t xml:space="preserve"> </w:t>
      </w:r>
      <w:proofErr w:type="spellStart"/>
      <w:r>
        <w:rPr>
          <w:i/>
        </w:rPr>
        <w:t>pectinata</w:t>
      </w:r>
      <w:proofErr w:type="spellEnd"/>
      <w:r>
        <w:rPr>
          <w:i/>
        </w:rPr>
        <w:t xml:space="preserve">, </w:t>
      </w:r>
      <w:proofErr w:type="spellStart"/>
      <w:r>
        <w:rPr>
          <w:i/>
        </w:rPr>
        <w:t>Listera</w:t>
      </w:r>
      <w:proofErr w:type="spellEnd"/>
      <w:r>
        <w:rPr>
          <w:i/>
        </w:rPr>
        <w:t xml:space="preserve"> cordata, </w:t>
      </w:r>
      <w:proofErr w:type="spellStart"/>
      <w:r>
        <w:rPr>
          <w:i/>
        </w:rPr>
        <w:t>Geum</w:t>
      </w:r>
      <w:proofErr w:type="spellEnd"/>
      <w:r>
        <w:rPr>
          <w:i/>
        </w:rPr>
        <w:t xml:space="preserve"> </w:t>
      </w:r>
      <w:proofErr w:type="spellStart"/>
      <w:r>
        <w:rPr>
          <w:i/>
        </w:rPr>
        <w:t>calthifolium</w:t>
      </w:r>
      <w:proofErr w:type="spellEnd"/>
      <w:r>
        <w:rPr>
          <w:i/>
        </w:rPr>
        <w:t xml:space="preserve">, Tiarella trifoliata, </w:t>
      </w:r>
      <w:proofErr w:type="spellStart"/>
      <w:r>
        <w:rPr>
          <w:i/>
        </w:rPr>
        <w:t>Streptopus</w:t>
      </w:r>
      <w:proofErr w:type="spellEnd"/>
      <w:r>
        <w:rPr>
          <w:i/>
        </w:rPr>
        <w:t xml:space="preserve"> </w:t>
      </w:r>
      <w:proofErr w:type="spellStart"/>
      <w:r>
        <w:rPr>
          <w:i/>
        </w:rPr>
        <w:t>amplexifolius</w:t>
      </w:r>
      <w:proofErr w:type="spellEnd"/>
      <w:r>
        <w:rPr>
          <w:i/>
        </w:rPr>
        <w:t xml:space="preserve">, Blechnum </w:t>
      </w:r>
      <w:proofErr w:type="spellStart"/>
      <w:r>
        <w:rPr>
          <w:i/>
        </w:rPr>
        <w:t>spicant</w:t>
      </w:r>
      <w:proofErr w:type="spellEnd"/>
      <w:r>
        <w:rPr>
          <w:i/>
        </w:rPr>
        <w:t xml:space="preserve">, </w:t>
      </w:r>
      <w:r>
        <w:rPr>
          <w:iCs/>
        </w:rPr>
        <w:t>and</w:t>
      </w:r>
      <w:r>
        <w:rPr>
          <w:i/>
        </w:rPr>
        <w:t xml:space="preserve"> </w:t>
      </w:r>
      <w:proofErr w:type="spellStart"/>
      <w:r>
        <w:rPr>
          <w:i/>
        </w:rPr>
        <w:t>Nephrophyllidium</w:t>
      </w:r>
      <w:proofErr w:type="spellEnd"/>
      <w:r>
        <w:rPr>
          <w:i/>
        </w:rPr>
        <w:t xml:space="preserve"> crista-</w:t>
      </w:r>
      <w:proofErr w:type="spellStart"/>
      <w:r>
        <w:rPr>
          <w:i/>
        </w:rPr>
        <w:t>galli</w:t>
      </w:r>
      <w:proofErr w:type="spellEnd"/>
      <w:r>
        <w:t xml:space="preserve"> (</w:t>
      </w:r>
      <w:proofErr w:type="spellStart"/>
      <w:r>
        <w:t>Demeo</w:t>
      </w:r>
      <w:proofErr w:type="spellEnd"/>
      <w:r>
        <w:t xml:space="preserve"> et al. 1992). Common mosses include </w:t>
      </w:r>
      <w:proofErr w:type="spellStart"/>
      <w:r>
        <w:rPr>
          <w:i/>
        </w:rPr>
        <w:t>Hylocomium</w:t>
      </w:r>
      <w:proofErr w:type="spellEnd"/>
      <w:r>
        <w:rPr>
          <w:i/>
        </w:rPr>
        <w:t xml:space="preserve"> splendens</w:t>
      </w:r>
      <w:r>
        <w:t xml:space="preserve"> and </w:t>
      </w:r>
      <w:proofErr w:type="spellStart"/>
      <w:r>
        <w:rPr>
          <w:i/>
        </w:rPr>
        <w:t>Pleurozium</w:t>
      </w:r>
      <w:proofErr w:type="spellEnd"/>
      <w:r>
        <w:rPr>
          <w:i/>
        </w:rPr>
        <w:t xml:space="preserve"> </w:t>
      </w:r>
      <w:proofErr w:type="spellStart"/>
      <w:r>
        <w:rPr>
          <w:i/>
        </w:rPr>
        <w:t>schreberi</w:t>
      </w:r>
      <w:proofErr w:type="spellEnd"/>
      <w:r>
        <w:t xml:space="preserve">. </w:t>
      </w:r>
      <w:r>
        <w:rPr>
          <w:i/>
        </w:rPr>
        <w:t>Sphagnum</w:t>
      </w:r>
      <w:r>
        <w:t xml:space="preserve"> spp. may be abundant on sites with restricted drainage. Plant communities in this system are described by </w:t>
      </w:r>
      <w:proofErr w:type="spellStart"/>
      <w:r>
        <w:t>DeVelice</w:t>
      </w:r>
      <w:proofErr w:type="spellEnd"/>
      <w:r>
        <w:t xml:space="preserve"> et al. (1999).</w:t>
      </w:r>
      <w:r w:rsidDel="00A6752E">
        <w:t xml:space="preserve"> </w:t>
      </w:r>
    </w:p>
    <w:p w:rsidR="0069776A" w:rsidP="0069776A" w:rsidRDefault="0069776A" w14:paraId="6C1AD015" w14:textId="77777777"/>
    <w:p w:rsidR="0069776A" w:rsidP="0069776A" w:rsidRDefault="0069776A" w14:paraId="5BADA08D" w14:textId="77777777">
      <w:proofErr w:type="spellStart"/>
      <w:r w:rsidRPr="00430444">
        <w:rPr>
          <w:i/>
          <w:iCs/>
        </w:rPr>
        <w:t>Picea</w:t>
      </w:r>
      <w:proofErr w:type="spellEnd"/>
      <w:r w:rsidRPr="00430444">
        <w:rPr>
          <w:i/>
          <w:iCs/>
        </w:rPr>
        <w:t xml:space="preserve"> </w:t>
      </w:r>
      <w:proofErr w:type="spellStart"/>
      <w:r w:rsidRPr="00430444">
        <w:rPr>
          <w:i/>
          <w:iCs/>
        </w:rPr>
        <w:t>sitchensis</w:t>
      </w:r>
      <w:proofErr w:type="spellEnd"/>
      <w:r w:rsidRPr="00430444">
        <w:rPr>
          <w:i/>
          <w:iCs/>
        </w:rPr>
        <w:t xml:space="preserve">, </w:t>
      </w:r>
      <w:proofErr w:type="spellStart"/>
      <w:r w:rsidRPr="00430444">
        <w:rPr>
          <w:i/>
          <w:iCs/>
        </w:rPr>
        <w:t>Elliottia</w:t>
      </w:r>
      <w:proofErr w:type="spellEnd"/>
      <w:r w:rsidRPr="00430444">
        <w:rPr>
          <w:i/>
          <w:iCs/>
        </w:rPr>
        <w:t xml:space="preserve"> </w:t>
      </w:r>
      <w:proofErr w:type="spellStart"/>
      <w:r w:rsidRPr="00430444">
        <w:rPr>
          <w:i/>
          <w:iCs/>
        </w:rPr>
        <w:t>pyroliflorus</w:t>
      </w:r>
      <w:proofErr w:type="spellEnd"/>
      <w:r>
        <w:t xml:space="preserve"> and </w:t>
      </w:r>
      <w:proofErr w:type="spellStart"/>
      <w:r w:rsidRPr="00430444">
        <w:rPr>
          <w:i/>
          <w:iCs/>
        </w:rPr>
        <w:t>Nephrophyllidium</w:t>
      </w:r>
      <w:proofErr w:type="spellEnd"/>
      <w:r w:rsidRPr="00430444">
        <w:rPr>
          <w:i/>
          <w:iCs/>
        </w:rPr>
        <w:t xml:space="preserve"> crista-</w:t>
      </w:r>
      <w:proofErr w:type="spellStart"/>
      <w:r w:rsidRPr="00430444">
        <w:rPr>
          <w:i/>
          <w:iCs/>
        </w:rPr>
        <w:t>galli</w:t>
      </w:r>
      <w:proofErr w:type="spellEnd"/>
      <w:r>
        <w:t xml:space="preserve"> do not occur in the sub-boreal portion of the region.</w:t>
      </w:r>
    </w:p>
    <w:p w:rsidR="0032303B" w:rsidP="0069776A" w:rsidRDefault="0032303B" w14:paraId="501AA2EA" w14:textId="77777777"/>
    <w:p w:rsidR="00C36D00" w:rsidP="00C36D00" w:rsidRDefault="00C36D00" w14:paraId="28E7563E"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TSME</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Tsuga mertensiana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Mountain hemlock</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PISI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Picea sitchensis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Sitka spruce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PILU</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Picea lutzii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Picea lutzii</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VAOV</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ovalifolium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Oval-leaf blueberry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ALVIS</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Alnus viridis ssp. sinuata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Sitka alder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MEFE</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Menziesia ferruginea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Rusty menziesia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ELPY</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Elliottia pyroliflorus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Copperbush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NECR2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Nephrophyllidium crista-galli</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Deercabbage</w:t>
            </w:r>
          </w:p>
        </w:tc>
      </w:tr>
    </w:tbl>
    <w:p>
      <w:r>
        <w:rPr>
          <w:sz w:val="16"/>
        </w:rPr>
        <w:t>Species names are from the NRCS PLANTS database. Check species codes at http://plants.usda.gov.</w:t>
      </w:r>
    </w:p>
    <w:p w:rsidR="0032303B" w:rsidP="00C36D00" w:rsidRDefault="0032303B" w14:paraId="06F6B1F0" w14:textId="77777777">
      <w:pPr>
        <w:pStyle w:val="InfoPara"/>
      </w:pPr>
    </w:p>
    <w:p w:rsidR="00C36D00" w:rsidP="00C36D00" w:rsidRDefault="00C36D00" w14:paraId="62CBE142" w14:textId="28E8D316">
      <w:pPr>
        <w:pStyle w:val="InfoPara"/>
      </w:pPr>
      <w:r>
        <w:t>Disturbance Description</w:t>
      </w:r>
    </w:p>
    <w:p w:rsidR="00997203" w:rsidP="00C36D00" w:rsidRDefault="00997203" w14:paraId="5CB46832" w14:textId="1890AEA4">
      <w:r>
        <w:t xml:space="preserve">In </w:t>
      </w:r>
      <w:r w:rsidRPr="00997203">
        <w:t>2017</w:t>
      </w:r>
      <w:r w:rsidR="00200455">
        <w:t xml:space="preserve"> </w:t>
      </w:r>
      <w:r w:rsidRPr="00200455" w:rsidR="00200455">
        <w:t xml:space="preserve">an extensive search was done by </w:t>
      </w:r>
      <w:r w:rsidR="00200455">
        <w:t>Fire Effects Information System</w:t>
      </w:r>
      <w:r w:rsidRPr="00200455" w:rsidR="00200455">
        <w:t xml:space="preserve"> staff to locate information for a synthesis on </w:t>
      </w:r>
      <w:r w:rsidR="00EF5A2D">
        <w:t>f</w:t>
      </w:r>
      <w:r w:rsidRPr="00997203">
        <w:t>ire regimes of Alaskan mountain hemlock ecosystems</w:t>
      </w:r>
      <w:r w:rsidR="00200455">
        <w:t xml:space="preserve"> (</w:t>
      </w:r>
      <w:r w:rsidRPr="00997203">
        <w:t>Zouhar</w:t>
      </w:r>
      <w:r w:rsidR="00200455">
        <w:t xml:space="preserve"> 2017)</w:t>
      </w:r>
      <w:r w:rsidRPr="00997203">
        <w:t>.</w:t>
      </w:r>
      <w:r w:rsidR="00200455">
        <w:t xml:space="preserve"> Selected information from the synthesis is included herein. </w:t>
      </w:r>
    </w:p>
    <w:p w:rsidR="00200455" w:rsidP="00C36D00" w:rsidRDefault="00200455" w14:paraId="690289E6" w14:textId="77777777"/>
    <w:p w:rsidR="0076454F" w:rsidP="00C36D00" w:rsidRDefault="0076454F" w14:paraId="29B4A2C3" w14:textId="7766E9DC">
      <w:r w:rsidRPr="0076454F">
        <w:t>Mountain hemlock forests are stable over long periods and rarely exper</w:t>
      </w:r>
      <w:r w:rsidR="00B27D56">
        <w:t>ience large-scale disturbances (</w:t>
      </w:r>
      <w:proofErr w:type="spellStart"/>
      <w:r w:rsidRPr="0076454F">
        <w:t>Viereck</w:t>
      </w:r>
      <w:proofErr w:type="spellEnd"/>
      <w:r w:rsidR="00B27D56">
        <w:t xml:space="preserve"> et al. 1992)</w:t>
      </w:r>
      <w:r w:rsidRPr="0076454F">
        <w:t xml:space="preserve">. Before European settlement, most of the landscape in the mountain hemlock zone in Alaska was occupied by old-growth forests, showing no signs of large-scale </w:t>
      </w:r>
      <w:r w:rsidR="00EE1F3A">
        <w:t>disturbance for many centuries (Boucher 2003)</w:t>
      </w:r>
      <w:r w:rsidRPr="0076454F">
        <w:t>. Studies of similar mountain hemlock communities in coastal southwestern British Columbia reveal ancient</w:t>
      </w:r>
      <w:r w:rsidR="00EE1F3A">
        <w:t xml:space="preserve"> stands and estimates of 1,000 (</w:t>
      </w:r>
      <w:r w:rsidRPr="0076454F">
        <w:t xml:space="preserve">Parish and </w:t>
      </w:r>
      <w:proofErr w:type="spellStart"/>
      <w:r w:rsidRPr="0076454F">
        <w:t>Antos</w:t>
      </w:r>
      <w:proofErr w:type="spellEnd"/>
      <w:r w:rsidRPr="0076454F">
        <w:t xml:space="preserve"> 2</w:t>
      </w:r>
      <w:r w:rsidR="00EE1F3A">
        <w:t>006) to more than 1,500 (</w:t>
      </w:r>
      <w:proofErr w:type="spellStart"/>
      <w:r w:rsidRPr="0076454F">
        <w:t>Lertzman</w:t>
      </w:r>
      <w:proofErr w:type="spellEnd"/>
      <w:r w:rsidR="00EE1F3A">
        <w:t xml:space="preserve"> and Krebs </w:t>
      </w:r>
      <w:r w:rsidRPr="0076454F">
        <w:t>1991</w:t>
      </w:r>
      <w:r w:rsidR="00183D4B">
        <w:t>;</w:t>
      </w:r>
      <w:r w:rsidR="00EE1F3A">
        <w:t xml:space="preserve"> </w:t>
      </w:r>
      <w:r w:rsidRPr="0076454F">
        <w:t>Parish</w:t>
      </w:r>
      <w:r w:rsidR="00EE1F3A">
        <w:t xml:space="preserve"> and </w:t>
      </w:r>
      <w:proofErr w:type="spellStart"/>
      <w:proofErr w:type="gramStart"/>
      <w:r w:rsidR="00EE1F3A">
        <w:t>Antos</w:t>
      </w:r>
      <w:proofErr w:type="spellEnd"/>
      <w:r w:rsidRPr="0076454F">
        <w:t xml:space="preserve"> </w:t>
      </w:r>
      <w:r w:rsidR="00EE1F3A">
        <w:t xml:space="preserve"> 2004</w:t>
      </w:r>
      <w:proofErr w:type="gramEnd"/>
      <w:r w:rsidR="00EE1F3A">
        <w:t>)</w:t>
      </w:r>
      <w:r w:rsidRPr="0076454F">
        <w:t xml:space="preserve"> years without stand-level disturbances.</w:t>
      </w:r>
    </w:p>
    <w:p w:rsidR="0076454F" w:rsidP="00C36D00" w:rsidRDefault="0076454F" w14:paraId="11D4CF16" w14:textId="77777777"/>
    <w:p w:rsidR="00C36D00" w:rsidP="00C36D00" w:rsidRDefault="00846C7E" w14:paraId="428D914B" w14:textId="0EAEAEA8">
      <w:r w:rsidRPr="001D55BB">
        <w:t>Small-patch successional dynamics and old-growth stand structure are typical of mountain hem</w:t>
      </w:r>
      <w:r w:rsidR="00897341">
        <w:t xml:space="preserve">lock forest communities (e.g., </w:t>
      </w:r>
      <w:proofErr w:type="spellStart"/>
      <w:r w:rsidR="00897341">
        <w:t>Lertzman</w:t>
      </w:r>
      <w:proofErr w:type="spellEnd"/>
      <w:r w:rsidRPr="001D55BB">
        <w:t xml:space="preserve"> 1992</w:t>
      </w:r>
      <w:r w:rsidR="003F54B8">
        <w:t>;</w:t>
      </w:r>
      <w:r w:rsidR="00897341">
        <w:t xml:space="preserve"> </w:t>
      </w:r>
      <w:proofErr w:type="spellStart"/>
      <w:r w:rsidRPr="001D55BB">
        <w:t>Lertzman</w:t>
      </w:r>
      <w:proofErr w:type="spellEnd"/>
      <w:r w:rsidR="00897341">
        <w:t xml:space="preserve"> and</w:t>
      </w:r>
      <w:r w:rsidRPr="001D55BB">
        <w:t xml:space="preserve"> Krebs 1991</w:t>
      </w:r>
      <w:r w:rsidR="003F54B8">
        <w:t>;</w:t>
      </w:r>
      <w:r w:rsidR="003877A4">
        <w:t xml:space="preserve"> </w:t>
      </w:r>
      <w:r w:rsidRPr="001D55BB">
        <w:t>Parish</w:t>
      </w:r>
      <w:r w:rsidR="003877A4">
        <w:t xml:space="preserve"> and</w:t>
      </w:r>
      <w:r w:rsidRPr="001D55BB">
        <w:t xml:space="preserve"> </w:t>
      </w:r>
      <w:proofErr w:type="spellStart"/>
      <w:r w:rsidRPr="001D55BB">
        <w:t>Antos</w:t>
      </w:r>
      <w:proofErr w:type="spellEnd"/>
      <w:r w:rsidRPr="001D55BB">
        <w:t xml:space="preserve"> 2004).</w:t>
      </w:r>
      <w:r w:rsidR="00DD4311">
        <w:t xml:space="preserve"> </w:t>
      </w:r>
      <w:r w:rsidR="00C36D00">
        <w:t>The major disturbance processes affecting this system include soil creep, wind, snow avalanche</w:t>
      </w:r>
      <w:r w:rsidR="003F54B8">
        <w:t>,</w:t>
      </w:r>
      <w:r w:rsidR="00C36D00">
        <w:t xml:space="preserve"> and fungal pathogens such as red ring rot (</w:t>
      </w:r>
      <w:r w:rsidRPr="003F54B8" w:rsidR="00C36D00">
        <w:rPr>
          <w:i/>
          <w:iCs/>
        </w:rPr>
        <w:t xml:space="preserve">Phellinus </w:t>
      </w:r>
      <w:proofErr w:type="spellStart"/>
      <w:r w:rsidRPr="003F54B8" w:rsidR="00C36D00">
        <w:rPr>
          <w:i/>
          <w:iCs/>
        </w:rPr>
        <w:t>pini</w:t>
      </w:r>
      <w:proofErr w:type="spellEnd"/>
      <w:r w:rsidR="00C36D00">
        <w:t>)</w:t>
      </w:r>
      <w:r w:rsidR="0076454F">
        <w:t xml:space="preserve"> </w:t>
      </w:r>
      <w:r w:rsidR="00DD4311">
        <w:t>(NatureServe 2013)</w:t>
      </w:r>
      <w:r w:rsidR="009F07E8">
        <w:t xml:space="preserve">, which </w:t>
      </w:r>
      <w:r w:rsidRPr="0076454F" w:rsidR="009F07E8">
        <w:t>typically cause mortality of indiv</w:t>
      </w:r>
      <w:r w:rsidR="009F07E8">
        <w:t>idual or small groups of trees (</w:t>
      </w:r>
      <w:r w:rsidRPr="0076454F" w:rsidR="009F07E8">
        <w:t>Boggs et al</w:t>
      </w:r>
      <w:r w:rsidR="009F07E8">
        <w:t>.</w:t>
      </w:r>
      <w:r w:rsidRPr="0076454F" w:rsidR="009F07E8">
        <w:t xml:space="preserve"> 2008</w:t>
      </w:r>
      <w:r w:rsidR="009F07E8">
        <w:t>)</w:t>
      </w:r>
      <w:r w:rsidR="00C36D00">
        <w:t xml:space="preserve">. </w:t>
      </w:r>
      <w:r w:rsidRPr="001D55BB" w:rsidR="001D55BB">
        <w:t xml:space="preserve">Climate and weather, especially extreme events, may have an important role in small-scale mortality of canopy </w:t>
      </w:r>
      <w:r w:rsidR="00DD4311">
        <w:t>and subcanopy trees (</w:t>
      </w:r>
      <w:r w:rsidRPr="001D55BB" w:rsidR="001D55BB">
        <w:t>Parish</w:t>
      </w:r>
      <w:r w:rsidR="00DD4311">
        <w:t xml:space="preserve"> and</w:t>
      </w:r>
      <w:r w:rsidRPr="001D55BB" w:rsidR="001D55BB">
        <w:t xml:space="preserve"> </w:t>
      </w:r>
      <w:proofErr w:type="spellStart"/>
      <w:r w:rsidRPr="001D55BB" w:rsidR="001D55BB">
        <w:t>Antos</w:t>
      </w:r>
      <w:proofErr w:type="spellEnd"/>
      <w:r w:rsidRPr="001D55BB" w:rsidR="001D55BB">
        <w:t xml:space="preserve"> 2004).</w:t>
      </w:r>
      <w:r w:rsidR="006F3384">
        <w:t xml:space="preserve"> </w:t>
      </w:r>
      <w:r w:rsidR="00C36D00">
        <w:t>Windthrow gap disturbances are important in both spruce and hemlock recruitment in these forests (</w:t>
      </w:r>
      <w:proofErr w:type="spellStart"/>
      <w:r w:rsidR="00C36D00">
        <w:t>Potkin</w:t>
      </w:r>
      <w:proofErr w:type="spellEnd"/>
      <w:r w:rsidR="00C36D00">
        <w:t xml:space="preserve"> 1997). A moderate level of disturbance probably maintains </w:t>
      </w:r>
      <w:proofErr w:type="spellStart"/>
      <w:r w:rsidRPr="00AA3485" w:rsidR="00C36D00">
        <w:rPr>
          <w:i/>
          <w:iCs/>
        </w:rPr>
        <w:t>Picea</w:t>
      </w:r>
      <w:proofErr w:type="spellEnd"/>
      <w:r w:rsidRPr="00AA3485" w:rsidR="00C36D00">
        <w:rPr>
          <w:i/>
          <w:iCs/>
        </w:rPr>
        <w:t xml:space="preserve"> </w:t>
      </w:r>
      <w:proofErr w:type="spellStart"/>
      <w:r w:rsidRPr="00AA3485" w:rsidR="00C36D00">
        <w:rPr>
          <w:i/>
          <w:iCs/>
        </w:rPr>
        <w:t>sitchensis</w:t>
      </w:r>
      <w:proofErr w:type="spellEnd"/>
      <w:r w:rsidR="00C36D00">
        <w:t xml:space="preserve"> in the system.</w:t>
      </w:r>
    </w:p>
    <w:p w:rsidR="00EE50B3" w:rsidP="00C36D00" w:rsidRDefault="00EE50B3" w14:paraId="22544FEA" w14:textId="77777777"/>
    <w:p w:rsidR="00C36D00" w:rsidP="00C36D00" w:rsidRDefault="0037323E" w14:paraId="7C095F2B" w14:textId="7CA7D9BD">
      <w:r w:rsidRPr="000E2D2F">
        <w:t>Evidence of past fires in Alaskan mountain hemlock communities is sparse</w:t>
      </w:r>
      <w:r>
        <w:t xml:space="preserve"> and fire-frequency estimates are inferred from other data because fire history studies are not available</w:t>
      </w:r>
      <w:r w:rsidRPr="000E2D2F">
        <w:t xml:space="preserve">. </w:t>
      </w:r>
      <w:r>
        <w:t>E</w:t>
      </w:r>
      <w:r w:rsidRPr="00EE50B3" w:rsidR="00EE50B3">
        <w:t>vidence suggests long fire-free intervals in these communities</w:t>
      </w:r>
      <w:r w:rsidR="00673E3F">
        <w:t>, and fires that did occur were likely high-severity and variable in size</w:t>
      </w:r>
      <w:r w:rsidRPr="00EE50B3" w:rsidR="00EE50B3">
        <w:t>. In general, long fire-return intervals</w:t>
      </w:r>
      <w:r w:rsidR="000B0DFC">
        <w:t xml:space="preserve"> (FRIs)</w:t>
      </w:r>
      <w:r w:rsidRPr="00EE50B3" w:rsidR="00EE50B3">
        <w:t xml:space="preserve"> are the rule on the western coast of North America, where exceptional droughts or successive years of drought are needed to cr</w:t>
      </w:r>
      <w:r w:rsidR="00A3799B">
        <w:t xml:space="preserve">eate conditions conducive </w:t>
      </w:r>
      <w:r w:rsidR="00AD4A4C">
        <w:t xml:space="preserve">to </w:t>
      </w:r>
      <w:r w:rsidR="00A3799B">
        <w:t>fire (</w:t>
      </w:r>
      <w:proofErr w:type="spellStart"/>
      <w:r w:rsidRPr="00EE50B3" w:rsidR="00EE50B3">
        <w:t>Alaback</w:t>
      </w:r>
      <w:proofErr w:type="spellEnd"/>
      <w:r w:rsidR="00A3799B">
        <w:t xml:space="preserve"> et al.</w:t>
      </w:r>
      <w:r w:rsidRPr="00EE50B3" w:rsidR="00EE50B3">
        <w:t xml:space="preserve"> 2003</w:t>
      </w:r>
      <w:r w:rsidR="00A3799B">
        <w:t>)</w:t>
      </w:r>
      <w:r w:rsidRPr="00EE50B3" w:rsidR="00EE50B3">
        <w:t xml:space="preserve">. </w:t>
      </w:r>
      <w:r w:rsidRPr="007C143E" w:rsidR="007C143E">
        <w:t>Lightning is much less common in c</w:t>
      </w:r>
      <w:r w:rsidR="00A3799B">
        <w:t xml:space="preserve">oastal </w:t>
      </w:r>
      <w:r w:rsidR="00AD4A4C">
        <w:t xml:space="preserve">regions </w:t>
      </w:r>
      <w:r w:rsidR="00A3799B">
        <w:t>than in interior Alaska (</w:t>
      </w:r>
      <w:r w:rsidRPr="007C143E" w:rsidR="007C143E">
        <w:t>Gabriel</w:t>
      </w:r>
      <w:r w:rsidR="00A3799B">
        <w:t xml:space="preserve"> and </w:t>
      </w:r>
      <w:proofErr w:type="spellStart"/>
      <w:r w:rsidRPr="007C143E" w:rsidR="007C143E">
        <w:t>Tande</w:t>
      </w:r>
      <w:proofErr w:type="spellEnd"/>
      <w:r w:rsidRPr="007C143E" w:rsidR="007C143E">
        <w:t xml:space="preserve"> 1983</w:t>
      </w:r>
      <w:r w:rsidR="00AD4A4C">
        <w:t>;</w:t>
      </w:r>
      <w:r w:rsidRPr="007C143E" w:rsidR="007C143E">
        <w:t xml:space="preserve"> </w:t>
      </w:r>
      <w:proofErr w:type="spellStart"/>
      <w:r w:rsidRPr="007C143E" w:rsidR="007C143E">
        <w:t>Noste</w:t>
      </w:r>
      <w:proofErr w:type="spellEnd"/>
      <w:r w:rsidR="0045665B">
        <w:t xml:space="preserve"> 1969)</w:t>
      </w:r>
      <w:r w:rsidR="007C143E">
        <w:t>, and t</w:t>
      </w:r>
      <w:r w:rsidRPr="00EE50B3" w:rsidR="00EE50B3">
        <w:t>he cold, wet climate and low incidence of lightning rarely provide opportunities for fire</w:t>
      </w:r>
      <w:r w:rsidR="007C143E">
        <w:t xml:space="preserve"> in Alaskan mountain hemlock forests</w:t>
      </w:r>
      <w:r w:rsidR="00EE50B3">
        <w:t>.</w:t>
      </w:r>
      <w:r w:rsidR="00F513C4">
        <w:t xml:space="preserve"> There is almost no lightning and little human activity in the Prince William Sound area suggesting that fire is not an important factor in this system (personal communication, Sue </w:t>
      </w:r>
      <w:proofErr w:type="spellStart"/>
      <w:r w:rsidR="00F513C4">
        <w:t>Kesti</w:t>
      </w:r>
      <w:proofErr w:type="spellEnd"/>
      <w:r w:rsidR="00F513C4">
        <w:t>) for the entire area to which it applies.</w:t>
      </w:r>
      <w:r w:rsidR="00A94356">
        <w:t xml:space="preserve"> However, </w:t>
      </w:r>
      <w:r w:rsidR="00C36D00">
        <w:t xml:space="preserve">wildfires </w:t>
      </w:r>
      <w:r w:rsidR="007C143E">
        <w:t xml:space="preserve">may </w:t>
      </w:r>
      <w:r w:rsidR="00C36D00">
        <w:t xml:space="preserve">play an important role in </w:t>
      </w:r>
      <w:r w:rsidR="00577597">
        <w:t xml:space="preserve">the </w:t>
      </w:r>
      <w:r w:rsidR="00C36D00">
        <w:t>disturbance regime in areas where lightning strikes do occur, such as the inland side of the Kenai</w:t>
      </w:r>
      <w:r w:rsidR="00B34144">
        <w:t>, the</w:t>
      </w:r>
      <w:r w:rsidR="00C36D00">
        <w:t xml:space="preserve"> Chugach mountains</w:t>
      </w:r>
      <w:r w:rsidR="00B34144">
        <w:t>,</w:t>
      </w:r>
      <w:r w:rsidR="00C36D00">
        <w:t xml:space="preserve"> and </w:t>
      </w:r>
      <w:r w:rsidR="00B34144">
        <w:t xml:space="preserve">the </w:t>
      </w:r>
      <w:r w:rsidR="00C36D00">
        <w:t xml:space="preserve">upper Lynn Canal. </w:t>
      </w:r>
      <w:r w:rsidR="002A3ABA">
        <w:t xml:space="preserve"> </w:t>
      </w:r>
    </w:p>
    <w:p w:rsidR="000E2D2F" w:rsidP="00C36D00" w:rsidRDefault="000E2D2F" w14:paraId="6BAF84E1" w14:textId="77777777"/>
    <w:p w:rsidR="00C36D00" w:rsidP="00C36D00" w:rsidRDefault="000E2D2F" w14:paraId="0E94E684" w14:textId="05452B36">
      <w:r>
        <w:t xml:space="preserve">Charcoal </w:t>
      </w:r>
      <w:r w:rsidR="007F65CB">
        <w:t>w</w:t>
      </w:r>
      <w:r>
        <w:t xml:space="preserve">as present in most soil pits within the forest zone in the Kenai Mountains; this anecdotal evidence suggests the occurrence of widespread, infrequent fires in this BpS (USDA Forest Service 2002), </w:t>
      </w:r>
      <w:r w:rsidRPr="000E2D2F">
        <w:t xml:space="preserve">but at unknown intervals. </w:t>
      </w:r>
      <w:r w:rsidR="00E47B3C">
        <w:t>[A reviewer notes that “</w:t>
      </w:r>
      <w:r w:rsidRPr="000E2D2F" w:rsidR="00E47B3C">
        <w:t>It is not clear whether these were mountain hemlo</w:t>
      </w:r>
      <w:r w:rsidR="00E47B3C">
        <w:t>ck, spruce, or mixed forests (or some of each type), so it is difficult to extrapolate this anecdotal evidence to apply specifically to this BpS</w:t>
      </w:r>
      <w:r w:rsidR="00B80876">
        <w:t>.</w:t>
      </w:r>
      <w:r w:rsidR="00E47B3C">
        <w:t xml:space="preserve">”] </w:t>
      </w:r>
      <w:r w:rsidR="004F18C6">
        <w:t>S</w:t>
      </w:r>
      <w:r w:rsidRPr="000E2D2F" w:rsidR="004F18C6">
        <w:t xml:space="preserve">everal sites dominated by mountain hemlock </w:t>
      </w:r>
      <w:r w:rsidR="004F18C6">
        <w:t xml:space="preserve">in the Kenai Mountains </w:t>
      </w:r>
      <w:r w:rsidRPr="000E2D2F" w:rsidR="004F18C6">
        <w:t xml:space="preserve">showed evidence of past </w:t>
      </w:r>
      <w:r w:rsidRPr="000E2D2F" w:rsidR="00EA6044">
        <w:t>fires:</w:t>
      </w:r>
      <w:r w:rsidRPr="000E2D2F" w:rsidR="004F18C6">
        <w:t xml:space="preserve"> most commonly charred stumps</w:t>
      </w:r>
      <w:r w:rsidR="00CB57B9">
        <w:t>, but also sedimentary charcoa</w:t>
      </w:r>
      <w:r w:rsidR="00664F13">
        <w:t>l in soil profiles</w:t>
      </w:r>
      <w:r w:rsidRPr="000E2D2F" w:rsidR="004F18C6">
        <w:t>.</w:t>
      </w:r>
      <w:r w:rsidR="00664F13">
        <w:t xml:space="preserve"> </w:t>
      </w:r>
      <w:r w:rsidRPr="000E2D2F" w:rsidR="00664F13">
        <w:t>Charcoal samples</w:t>
      </w:r>
      <w:r w:rsidR="00664F13">
        <w:t xml:space="preserve"> taken from soils at 4 </w:t>
      </w:r>
      <w:r w:rsidRPr="000E2D2F" w:rsidR="00664F13">
        <w:t xml:space="preserve">mountain hemlock-dominated sites </w:t>
      </w:r>
      <w:r w:rsidR="00664F13">
        <w:t xml:space="preserve">in this area </w:t>
      </w:r>
      <w:r w:rsidRPr="000E2D2F" w:rsidR="00664F13">
        <w:t xml:space="preserve">had average radiocarbon dates of 3,010, 2,470, </w:t>
      </w:r>
      <w:proofErr w:type="gramStart"/>
      <w:r w:rsidRPr="000E2D2F" w:rsidR="00664F13">
        <w:t>1,290, and 570 years</w:t>
      </w:r>
      <w:proofErr w:type="gramEnd"/>
      <w:r w:rsidRPr="000E2D2F" w:rsidR="00664F13">
        <w:t xml:space="preserve"> BP, suggesting past fires during those periods</w:t>
      </w:r>
      <w:r w:rsidR="00664F13">
        <w:t>, but at unknown intervals</w:t>
      </w:r>
      <w:r w:rsidRPr="000E2D2F" w:rsidR="00664F13">
        <w:t>. An additional site dominated by Lutz spruce with a minor mountain hemlock component had soil charcoal</w:t>
      </w:r>
      <w:r w:rsidR="00664F13">
        <w:t xml:space="preserve"> dated to about 1,540 years BP (</w:t>
      </w:r>
      <w:proofErr w:type="spellStart"/>
      <w:r w:rsidRPr="000E2D2F" w:rsidR="00664F13">
        <w:t>Potkin</w:t>
      </w:r>
      <w:proofErr w:type="spellEnd"/>
      <w:r w:rsidRPr="000E2D2F" w:rsidR="00664F13">
        <w:t xml:space="preserve"> 1997</w:t>
      </w:r>
      <w:r w:rsidR="00664F13">
        <w:t>)</w:t>
      </w:r>
      <w:r w:rsidRPr="000E2D2F" w:rsidR="00664F13">
        <w:t>.</w:t>
      </w:r>
      <w:r w:rsidR="00664F13">
        <w:t xml:space="preserve"> </w:t>
      </w:r>
      <w:r w:rsidRPr="000E2D2F" w:rsidR="004F18C6">
        <w:t xml:space="preserve"> </w:t>
      </w:r>
      <w:r w:rsidR="004F18C6">
        <w:t xml:space="preserve"> </w:t>
      </w:r>
    </w:p>
    <w:p w:rsidR="00BB3603" w:rsidP="00C36D00" w:rsidRDefault="00BB3603" w14:paraId="055D4153" w14:textId="77777777"/>
    <w:p w:rsidR="00C36D00" w:rsidP="00C36D00" w:rsidRDefault="007F65CB" w14:paraId="08834CA0" w14:textId="50339317">
      <w:r>
        <w:t xml:space="preserve">An estimated </w:t>
      </w:r>
      <w:r w:rsidR="000B0DFC">
        <w:t>FRI</w:t>
      </w:r>
      <w:r>
        <w:t xml:space="preserve"> for this system is 1000 </w:t>
      </w:r>
      <w:proofErr w:type="spellStart"/>
      <w:r>
        <w:t>yrs</w:t>
      </w:r>
      <w:proofErr w:type="spellEnd"/>
      <w:r>
        <w:t xml:space="preserve"> (personal communication, FRCC expert’s workshop, March 2004). </w:t>
      </w:r>
      <w:r w:rsidR="00664F13">
        <w:t xml:space="preserve">Soil charcoal dates from mountain hemlock and Lutz spruce forests in the Kenai Mountains have been used to suggest an average </w:t>
      </w:r>
      <w:r w:rsidR="000B0DFC">
        <w:t>FRI</w:t>
      </w:r>
      <w:r w:rsidR="00664F13">
        <w:t xml:space="preserve"> of 600 years (</w:t>
      </w:r>
      <w:proofErr w:type="spellStart"/>
      <w:r w:rsidR="00664F13">
        <w:t>Potkin</w:t>
      </w:r>
      <w:proofErr w:type="spellEnd"/>
      <w:r w:rsidR="00664F13">
        <w:t xml:space="preserve"> 1997)</w:t>
      </w:r>
      <w:r w:rsidR="00546026">
        <w:t>,</w:t>
      </w:r>
      <w:r w:rsidR="00664F13">
        <w:t xml:space="preserve"> but this is not a standard method for calculating </w:t>
      </w:r>
      <w:proofErr w:type="spellStart"/>
      <w:r w:rsidR="000B0DFC">
        <w:t>FRIs</w:t>
      </w:r>
      <w:r w:rsidR="00664F13">
        <w:t>.</w:t>
      </w:r>
      <w:proofErr w:type="spellEnd"/>
      <w:r w:rsidR="00664F13">
        <w:t xml:space="preserve"> </w:t>
      </w:r>
      <w:r>
        <w:t>Other</w:t>
      </w:r>
      <w:r w:rsidR="00BB3603">
        <w:t xml:space="preserve"> </w:t>
      </w:r>
      <w:r w:rsidR="000B0DFC">
        <w:t>FRI</w:t>
      </w:r>
      <w:r w:rsidRPr="00BB3603" w:rsidR="00BB3603">
        <w:t xml:space="preserve"> estimates</w:t>
      </w:r>
      <w:r>
        <w:t xml:space="preserve"> for this system</w:t>
      </w:r>
      <w:r w:rsidRPr="00BB3603" w:rsidR="00BB3603">
        <w:t xml:space="preserve"> are based on </w:t>
      </w:r>
      <w:r w:rsidR="00481B68">
        <w:t>an estimate of how much time had</w:t>
      </w:r>
      <w:r w:rsidRPr="00BB3603" w:rsidR="00BB3603">
        <w:t xml:space="preserve"> elapsed since the last fire occurred in</w:t>
      </w:r>
      <w:r w:rsidR="00B4244B">
        <w:t xml:space="preserve"> mountain hemlock forests </w:t>
      </w:r>
      <w:r w:rsidR="00481B68">
        <w:t xml:space="preserve">in coastal British Columbia (e.g., </w:t>
      </w:r>
      <w:proofErr w:type="spellStart"/>
      <w:r w:rsidR="00B4244B">
        <w:t>Lertzman</w:t>
      </w:r>
      <w:proofErr w:type="spellEnd"/>
      <w:r w:rsidR="00B4244B">
        <w:t xml:space="preserve"> and Krebs 1991</w:t>
      </w:r>
      <w:r w:rsidR="00692FBB">
        <w:t>;</w:t>
      </w:r>
      <w:r w:rsidR="00481B68">
        <w:t xml:space="preserve"> Parish and </w:t>
      </w:r>
      <w:proofErr w:type="spellStart"/>
      <w:r w:rsidR="00481B68">
        <w:t>Antos</w:t>
      </w:r>
      <w:proofErr w:type="spellEnd"/>
      <w:r w:rsidR="00481B68">
        <w:t xml:space="preserve"> 2004</w:t>
      </w:r>
      <w:r w:rsidR="00692FBB">
        <w:t>;</w:t>
      </w:r>
      <w:r w:rsidR="00DC6EB0">
        <w:t xml:space="preserve"> </w:t>
      </w:r>
      <w:r w:rsidRPr="0076454F" w:rsidR="00DC6EB0">
        <w:t xml:space="preserve">Parish and </w:t>
      </w:r>
      <w:proofErr w:type="spellStart"/>
      <w:r w:rsidRPr="0076454F" w:rsidR="00DC6EB0">
        <w:t>Antos</w:t>
      </w:r>
      <w:proofErr w:type="spellEnd"/>
      <w:r w:rsidRPr="0076454F" w:rsidR="00DC6EB0">
        <w:t xml:space="preserve"> 2</w:t>
      </w:r>
      <w:r w:rsidR="00DC6EB0">
        <w:t>006</w:t>
      </w:r>
      <w:r w:rsidR="00B4244B">
        <w:t>)</w:t>
      </w:r>
      <w:r w:rsidR="00481B68">
        <w:t>. However, these do not represent</w:t>
      </w:r>
      <w:r w:rsidRPr="00BB3603" w:rsidR="00BB3603">
        <w:t xml:space="preserve"> mean </w:t>
      </w:r>
      <w:r w:rsidR="0008106D">
        <w:t>FRIs</w:t>
      </w:r>
      <w:r w:rsidR="00481B68">
        <w:t>, but</w:t>
      </w:r>
      <w:r w:rsidRPr="00BB3603" w:rsidR="00BB3603">
        <w:t xml:space="preserve"> fire-free period</w:t>
      </w:r>
      <w:r w:rsidR="00481B68">
        <w:t>s</w:t>
      </w:r>
      <w:r w:rsidRPr="00BB3603" w:rsidR="00BB3603">
        <w:t xml:space="preserve"> that resulted in current forest structure and composition. For example, based on estimated ages of large trees growing on large, unscarred stumps, and on preliminary </w:t>
      </w:r>
      <w:r>
        <w:t>analysis of pollen and charco</w:t>
      </w:r>
      <w:r w:rsidRPr="00BB3603" w:rsidR="00BB3603">
        <w:t xml:space="preserve">al in the soil profile, </w:t>
      </w:r>
      <w:proofErr w:type="spellStart"/>
      <w:r w:rsidRPr="00BB3603" w:rsidR="00BB3603">
        <w:t>Lertzman</w:t>
      </w:r>
      <w:proofErr w:type="spellEnd"/>
      <w:r w:rsidRPr="00BB3603" w:rsidR="00BB3603">
        <w:t xml:space="preserve"> and Krebs </w:t>
      </w:r>
      <w:r w:rsidR="00481B68">
        <w:t>(1991</w:t>
      </w:r>
      <w:r w:rsidRPr="00BB3603" w:rsidR="00BB3603">
        <w:t xml:space="preserve">) estimate that mountain hemlock stands in </w:t>
      </w:r>
      <w:r w:rsidRPr="00BB3603" w:rsidR="00BB3603">
        <w:t>the Coast Mountai</w:t>
      </w:r>
      <w:r w:rsidR="00481B68">
        <w:t>ns of British Columbia had</w:t>
      </w:r>
      <w:r w:rsidRPr="00BB3603" w:rsidR="00BB3603">
        <w:t xml:space="preserve"> not experienced a major fire for over 1,500 years. Similar evidence suggests that fire has been absent from Mt Cain on northern Vancouver Island for 1,500</w:t>
      </w:r>
      <w:r w:rsidR="00481B68">
        <w:t xml:space="preserve"> years or more (Parish and</w:t>
      </w:r>
      <w:r w:rsidRPr="00BB3603" w:rsidR="00BB3603">
        <w:t xml:space="preserve"> </w:t>
      </w:r>
      <w:proofErr w:type="spellStart"/>
      <w:r w:rsidRPr="00BB3603" w:rsidR="00BB3603">
        <w:t>Antos</w:t>
      </w:r>
      <w:proofErr w:type="spellEnd"/>
      <w:r w:rsidR="00481B68">
        <w:t xml:space="preserve"> 2004)</w:t>
      </w:r>
      <w:r w:rsidRPr="00BB3603" w:rsidR="00BB3603">
        <w:t>.</w:t>
      </w:r>
      <w:r w:rsidR="00B80876">
        <w:t xml:space="preserve"> </w:t>
      </w:r>
    </w:p>
    <w:p w:rsidR="00B4244B" w:rsidP="00C36D00" w:rsidRDefault="00B4244B" w14:paraId="0535872E" w14:textId="77777777"/>
    <w:p w:rsidR="00B4244B" w:rsidP="00C36D00" w:rsidRDefault="00B4244B" w14:paraId="718FAF53" w14:textId="20373E87">
      <w:r w:rsidRPr="007C143E">
        <w:t xml:space="preserve">Because mountain hemlock </w:t>
      </w:r>
      <w:r>
        <w:t>has little adaptation to survive fire</w:t>
      </w:r>
      <w:r w:rsidRPr="007C143E">
        <w:t xml:space="preserve"> </w:t>
      </w:r>
      <w:r w:rsidR="003B2BA7">
        <w:t>(</w:t>
      </w:r>
      <w:r w:rsidR="00A500BE">
        <w:t>Means 1990)</w:t>
      </w:r>
      <w:r>
        <w:t xml:space="preserve">, the </w:t>
      </w:r>
      <w:r w:rsidR="00C5109A">
        <w:t>infrequent</w:t>
      </w:r>
      <w:r>
        <w:t xml:space="preserve"> fires would likely be stand-replacing (Agee 1993). </w:t>
      </w:r>
      <w:r w:rsidRPr="00B17D4A">
        <w:t xml:space="preserve">Fires </w:t>
      </w:r>
      <w:r w:rsidR="0045665B">
        <w:t>are thought to have been large in mountain hemlock forests (</w:t>
      </w:r>
      <w:r w:rsidRPr="00B17D4A">
        <w:t>Agee 1993</w:t>
      </w:r>
      <w:r w:rsidR="00FA7745">
        <w:t>;</w:t>
      </w:r>
      <w:r w:rsidR="0045665B">
        <w:t xml:space="preserve"> </w:t>
      </w:r>
      <w:r>
        <w:t>NatureServe 2013</w:t>
      </w:r>
      <w:r w:rsidR="0045665B">
        <w:t>)</w:t>
      </w:r>
      <w:r w:rsidRPr="00B17D4A">
        <w:t>. However, fire size in these systems depends largely on forest distribution and structure, which</w:t>
      </w:r>
      <w:r w:rsidR="003B2BA7">
        <w:t>, at subalpine elevations,</w:t>
      </w:r>
      <w:r w:rsidRPr="00B17D4A">
        <w:t xml:space="preserve"> is often patchy and grades into sh</w:t>
      </w:r>
      <w:r w:rsidR="0045665B">
        <w:t>rub, tundra, rock and ice (</w:t>
      </w:r>
      <w:r w:rsidRPr="00B17D4A">
        <w:t>Agee</w:t>
      </w:r>
      <w:r w:rsidR="0045665B">
        <w:t xml:space="preserve"> </w:t>
      </w:r>
      <w:r w:rsidRPr="00B17D4A">
        <w:t>1993</w:t>
      </w:r>
      <w:r w:rsidR="0045665B">
        <w:t>)</w:t>
      </w:r>
      <w:r w:rsidRPr="00B17D4A">
        <w:t>. The fragmented nature of these forests in the Kenai Mountains, for examp</w:t>
      </w:r>
      <w:r w:rsidR="0045665B">
        <w:t>le, likely limited fire spread (</w:t>
      </w:r>
      <w:r w:rsidRPr="00B17D4A">
        <w:t>B</w:t>
      </w:r>
      <w:r>
        <w:t>oucher 2003</w:t>
      </w:r>
      <w:r w:rsidR="0045665B">
        <w:t>)</w:t>
      </w:r>
      <w:r>
        <w:t>.</w:t>
      </w:r>
      <w:r w:rsidR="0045665B">
        <w:t xml:space="preserve"> </w:t>
      </w:r>
    </w:p>
    <w:p w:rsidR="00B80876" w:rsidP="00C36D00" w:rsidRDefault="00B80876" w14:paraId="08310AE3" w14:textId="5C7B561E"/>
    <w:p w:rsidR="00B80876" w:rsidP="00B80876" w:rsidRDefault="00B80876" w14:paraId="5BDCFFAC" w14:textId="77777777">
      <w:r w:rsidRPr="007C143E">
        <w:t>Ignitions in Alaskan mountain hemlock forests may come from adjacent white and Lutz spruce-dominated forests, which burn more</w:t>
      </w:r>
      <w:r>
        <w:t xml:space="preserve"> frequently. However, o</w:t>
      </w:r>
      <w:r w:rsidRPr="007C143E">
        <w:t xml:space="preserve">bservations in </w:t>
      </w:r>
      <w:r>
        <w:t>the Kenai Mountains suggest that fires may travel from valley bottom Lutz spruce stands, but often stop at the lower boundary of mountain hemlock-dominated forests (</w:t>
      </w:r>
      <w:proofErr w:type="spellStart"/>
      <w:r>
        <w:t>Potkin</w:t>
      </w:r>
      <w:proofErr w:type="spellEnd"/>
      <w:r>
        <w:t xml:space="preserve"> 1997).</w:t>
      </w:r>
    </w:p>
    <w:p w:rsidR="00C36D00" w:rsidP="00C36D00" w:rsidRDefault="00C36D00" w14:paraId="301F4A6D" w14:textId="611E8F24">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1284</w:t>
            </w:r>
          </w:p>
        </w:tc>
        <w:tc>
          <w:p>
            <w:pPr>
              <w:jc w:val="center"/>
            </w:pPr>
            <w:r>
              <w:t>80</w:t>
            </w:r>
          </w:p>
        </w:tc>
        <w:tc>
          <w:p>
            <w:pPr>
              <w:jc w:val="center"/>
            </w:pPr>
            <w:r>
              <w:t/>
            </w:r>
          </w:p>
        </w:tc>
        <w:tc>
          <w:p>
            <w:pPr>
              <w:jc w:val="center"/>
            </w:pPr>
            <w:r>
              <w:t/>
            </w:r>
          </w:p>
        </w:tc>
      </w:tr>
      <w:tr>
        <w:tc>
          <w:p>
            <w:pPr>
              <w:jc w:val="center"/>
            </w:pPr>
            <w:r>
              <w:t>Moderate (Mixed)</w:t>
            </w:r>
          </w:p>
        </w:tc>
        <w:tc>
          <w:p>
            <w:pPr>
              <w:jc w:val="center"/>
            </w:pPr>
            <w:r>
              <w:t>5198</w:t>
            </w:r>
          </w:p>
        </w:tc>
        <w:tc>
          <w:p>
            <w:pPr>
              <w:jc w:val="center"/>
            </w:pPr>
            <w:r>
              <w:t>20</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1029</w:t>
            </w:r>
          </w:p>
        </w:tc>
        <w:tc>
          <w:p>
            <w:pPr>
              <w:jc w:val="center"/>
            </w:pPr>
            <w:r>
              <w:t>100</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C36D00" w:rsidP="00C36D00" w:rsidRDefault="00C36D00" w14:paraId="7AD43E9C" w14:textId="77777777">
      <w:pPr>
        <w:pStyle w:val="InfoPara"/>
      </w:pPr>
      <w:r>
        <w:t>Scale Description</w:t>
      </w:r>
    </w:p>
    <w:p w:rsidR="00C36D00" w:rsidP="00C36D00" w:rsidRDefault="00C36D00" w14:paraId="3B72E860" w14:textId="0A1A4BC4">
      <w:r>
        <w:t>Matrix</w:t>
      </w:r>
      <w:r w:rsidR="0069776A">
        <w:t>, small patch</w:t>
      </w:r>
    </w:p>
    <w:p w:rsidR="00C36D00" w:rsidP="00C36D00" w:rsidRDefault="00C36D00" w14:paraId="3EA76BEC" w14:textId="77777777">
      <w:pPr>
        <w:pStyle w:val="InfoPara"/>
      </w:pPr>
      <w:r>
        <w:t>Adjacency or Identification Concerns</w:t>
      </w:r>
    </w:p>
    <w:p w:rsidR="00C36D00" w:rsidP="00C36D00" w:rsidRDefault="00D24BF1" w14:paraId="37E40F28" w14:textId="13A13D5B">
      <w:r>
        <w:t>This BpS</w:t>
      </w:r>
      <w:r w:rsidR="00C36D00">
        <w:t xml:space="preserve"> typically occurs from sea level to </w:t>
      </w:r>
      <w:proofErr w:type="spellStart"/>
      <w:r w:rsidR="00C36D00">
        <w:t>treeline</w:t>
      </w:r>
      <w:proofErr w:type="spellEnd"/>
      <w:r w:rsidR="00C36D00">
        <w:t xml:space="preserve"> in coastal environments</w:t>
      </w:r>
      <w:r w:rsidR="00BF3AE5">
        <w:t>. A</w:t>
      </w:r>
      <w:r w:rsidR="00C36D00">
        <w:t xml:space="preserve">djacent </w:t>
      </w:r>
      <w:proofErr w:type="spellStart"/>
      <w:r w:rsidR="00BF3AE5">
        <w:t>BpS</w:t>
      </w:r>
      <w:proofErr w:type="spellEnd"/>
      <w:r w:rsidR="00BF3AE5">
        <w:t xml:space="preserve"> </w:t>
      </w:r>
      <w:r w:rsidR="00C36D00">
        <w:t xml:space="preserve">types include </w:t>
      </w:r>
      <w:r w:rsidRPr="000E0C9A" w:rsidR="00D244CE">
        <w:t>Alaska Sub-boreal Mountain Hemlock-White Spruce Forest</w:t>
      </w:r>
      <w:r w:rsidR="00D244CE">
        <w:t xml:space="preserve">, Alaskan Pacific </w:t>
      </w:r>
      <w:r w:rsidR="00C36D00">
        <w:t>Maritime Sitka Spruce</w:t>
      </w:r>
      <w:r w:rsidR="00D244CE">
        <w:t xml:space="preserve"> Forest,</w:t>
      </w:r>
      <w:r w:rsidR="00C36D00">
        <w:t xml:space="preserve"> and </w:t>
      </w:r>
      <w:r w:rsidR="00D244CE">
        <w:t xml:space="preserve">Alaskan Pacific Maritime </w:t>
      </w:r>
      <w:r w:rsidR="00C36D00">
        <w:t>Western Hemlock</w:t>
      </w:r>
      <w:r w:rsidR="00D244CE">
        <w:t xml:space="preserve"> Forest</w:t>
      </w:r>
      <w:r w:rsidR="00C36D00">
        <w:t xml:space="preserve">. In the sub-boreal region, </w:t>
      </w:r>
      <w:r w:rsidR="00D244CE">
        <w:t xml:space="preserve">the </w:t>
      </w:r>
      <w:r w:rsidRPr="000E0C9A" w:rsidR="00D244CE">
        <w:t>Alaska Sub-boreal Mountain Hemlock-White Spruce Forest</w:t>
      </w:r>
      <w:r w:rsidR="00D244CE">
        <w:t xml:space="preserve"> </w:t>
      </w:r>
      <w:r w:rsidR="00C36D00">
        <w:t xml:space="preserve">typically occurs in the elevation zone </w:t>
      </w:r>
      <w:r w:rsidR="000E2D2F">
        <w:t xml:space="preserve">below </w:t>
      </w:r>
      <w:r w:rsidR="00D244CE">
        <w:t xml:space="preserve">this </w:t>
      </w:r>
      <w:r w:rsidR="00C36D00">
        <w:t>system.</w:t>
      </w:r>
      <w:r w:rsidR="000E2D2F">
        <w:t xml:space="preserve"> </w:t>
      </w:r>
    </w:p>
    <w:p w:rsidR="00C36D00" w:rsidP="00C36D00" w:rsidRDefault="00C36D00" w14:paraId="432643E1" w14:textId="77777777">
      <w:pPr>
        <w:pStyle w:val="InfoPara"/>
      </w:pPr>
      <w:r>
        <w:t>Issues or Problems</w:t>
      </w:r>
    </w:p>
    <w:p w:rsidR="00C36D00" w:rsidP="00C36D00" w:rsidRDefault="00B91774" w14:paraId="2E06DA1E" w14:textId="6793525F">
      <w:r>
        <w:t>T</w:t>
      </w:r>
      <w:r w:rsidR="00C36D00">
        <w:t>h</w:t>
      </w:r>
      <w:r>
        <w:t>is</w:t>
      </w:r>
      <w:r w:rsidR="006B075D">
        <w:t xml:space="preserve"> </w:t>
      </w:r>
      <w:r w:rsidR="00C36D00">
        <w:t xml:space="preserve">BpS </w:t>
      </w:r>
      <w:r w:rsidR="006B075D">
        <w:t xml:space="preserve">is </w:t>
      </w:r>
      <w:r w:rsidR="00C36D00">
        <w:t>stable over long periods and rarely disturbed; therefore, secondary succession patterns are poorly understood (</w:t>
      </w:r>
      <w:proofErr w:type="spellStart"/>
      <w:r w:rsidR="00C36D00">
        <w:t>Viereck</w:t>
      </w:r>
      <w:proofErr w:type="spellEnd"/>
      <w:r w:rsidR="00C36D00">
        <w:t xml:space="preserve"> et al 1992). Fire is included in the model but may not occur (or is extremely rare) in some areas to which this model applies</w:t>
      </w:r>
    </w:p>
    <w:p w:rsidR="00C36D00" w:rsidP="00C36D00" w:rsidRDefault="00C36D00" w14:paraId="57EA8065" w14:textId="0EAFF6EB">
      <w:pPr>
        <w:pStyle w:val="InfoPara"/>
      </w:pPr>
      <w:r>
        <w:t>Native Uncharacteristic Conditions</w:t>
      </w:r>
    </w:p>
    <w:p w:rsidR="00EE551E" w:rsidP="00C36D00" w:rsidRDefault="00C36D00" w14:paraId="38074280" w14:textId="05D5DDD3">
      <w:r>
        <w:t>As a result of climate warming</w:t>
      </w:r>
      <w:r w:rsidR="002F4110">
        <w:t>,</w:t>
      </w:r>
      <w:r>
        <w:t xml:space="preserve"> white spruce </w:t>
      </w:r>
      <w:proofErr w:type="gramStart"/>
      <w:r>
        <w:t>are</w:t>
      </w:r>
      <w:proofErr w:type="gramEnd"/>
      <w:r>
        <w:t xml:space="preserve"> now recruiting above mountain hemlock in the sub-boreal region of the Kenai Peninsula.</w:t>
      </w:r>
    </w:p>
    <w:p w:rsidR="00C36D00" w:rsidP="00C36D00" w:rsidRDefault="00C36D00" w14:paraId="4776EF5B" w14:textId="77777777">
      <w:pPr>
        <w:pStyle w:val="InfoPara"/>
      </w:pPr>
      <w:r>
        <w:t>Comments</w:t>
      </w:r>
    </w:p>
    <w:p w:rsidR="006B075D" w:rsidP="00C36D00" w:rsidRDefault="000722B3" w14:paraId="692B2265" w14:textId="517E9ED6">
      <w:r w:rsidRPr="00B80435">
        <w:t xml:space="preserve">4/2022: </w:t>
      </w:r>
      <w:r w:rsidRPr="00B80435" w:rsidR="006B075D">
        <w:t>A reviewer commented that “given the descriptions of this type in Alaska (the patchy nature of the veg</w:t>
      </w:r>
      <w:r w:rsidR="000220D7">
        <w:t xml:space="preserve"> and</w:t>
      </w:r>
      <w:r w:rsidRPr="00B80435" w:rsidR="006B075D">
        <w:t xml:space="preserve"> high fuel moisture year-round) it seems more likely that fire severity would </w:t>
      </w:r>
      <w:r w:rsidRPr="00B80435" w:rsidR="006B075D">
        <w:t>be mixed than stand replac</w:t>
      </w:r>
      <w:r w:rsidR="000220D7">
        <w:t>ing</w:t>
      </w:r>
      <w:r w:rsidRPr="00B80435" w:rsidR="006B075D">
        <w:t xml:space="preserve">.” The reviewer noted that this was a guess. </w:t>
      </w:r>
      <w:r w:rsidRPr="000722B3">
        <w:t>Feedback</w:t>
      </w:r>
      <w:r>
        <w:t xml:space="preserve"> is needed on the relative proportions of surface, mixed</w:t>
      </w:r>
      <w:r w:rsidR="000220D7">
        <w:t>,</w:t>
      </w:r>
      <w:r>
        <w:t xml:space="preserve"> and replacement fire in this BpS.</w:t>
      </w:r>
    </w:p>
    <w:p w:rsidR="006B075D" w:rsidP="00C36D00" w:rsidRDefault="006B075D" w14:paraId="3A975072" w14:textId="71564C2E"/>
    <w:p w:rsidRPr="00331FF0" w:rsidR="00851A8F" w:rsidP="00851A8F" w:rsidRDefault="00851A8F" w14:paraId="480BF1A0" w14:textId="638167DD">
      <w:r>
        <w:t>10/2021</w:t>
      </w:r>
      <w:r w:rsidR="00B80435">
        <w:t>:</w:t>
      </w:r>
      <w:r>
        <w:t xml:space="preserve"> This description was updated by NatureServe staff and Kori Blankenship based on the updated Ecological Systems classification for Alaska. Edits focused on adjusting the Geographic Range, Biophysical Site Descriptions, and Vegetation Description sections.</w:t>
      </w:r>
    </w:p>
    <w:p w:rsidR="00851A8F" w:rsidP="00C36D00" w:rsidRDefault="00851A8F" w14:paraId="16B565B8" w14:textId="77777777"/>
    <w:p w:rsidR="00C36D00" w:rsidP="00C36D00" w:rsidRDefault="0068506A" w14:paraId="38C95D4F" w14:textId="1DD05446">
      <w:r>
        <w:t>For LANDFIRE National</w:t>
      </w:r>
      <w:r w:rsidR="000220D7">
        <w:t>,</w:t>
      </w:r>
      <w:r>
        <w:t xml:space="preserve"> t</w:t>
      </w:r>
      <w:r w:rsidR="00C36D00">
        <w:t>his model was based on the FRCC Guidebook PNVG model for Kenai Mountain Hemlock (KMHM; Murphy and Witten 2006) but the mid</w:t>
      </w:r>
      <w:r w:rsidR="00F95A69">
        <w:t>-</w:t>
      </w:r>
      <w:r w:rsidR="00C36D00">
        <w:t xml:space="preserve"> and late</w:t>
      </w:r>
      <w:r w:rsidR="00F95A69">
        <w:t>-</w:t>
      </w:r>
      <w:r w:rsidR="00C36D00">
        <w:t>seral stages had to be collapsed so that LANDFIRE could distinguish them for mapping. Ed Berg and John Morton helped to refine the model for the Kenai Peninsula and Tina Boucher modified the description to include the rest of the range. Much of the Disturbance Description was taken from the Kenai Mountain Hemlock (KMHM; Murphy and Witten 2006) description with some modifications.</w:t>
      </w:r>
    </w:p>
    <w:p w:rsidR="00D506FA" w:rsidP="00C36D00" w:rsidRDefault="00D506FA" w14:paraId="29758F64" w14:textId="77777777"/>
    <w:p w:rsidR="00885B70" w:rsidP="00885B70" w:rsidRDefault="00885B70" w14:paraId="6D4004CB"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C36D00" w:rsidP="00C36D00" w:rsidRDefault="00C36D00" w14:paraId="146C242D" w14:textId="58995D90">
      <w:pPr>
        <w:pStyle w:val="InfoPara"/>
        <w:pBdr>
          <w:top w:val="single" w:color="auto" w:sz="4" w:space="1"/>
        </w:pBdr>
      </w:pPr>
      <w:r xmlns:w="http://schemas.openxmlformats.org/wordprocessingml/2006/main">
        <w:t>Class A</w:t>
      </w:r>
      <w:r xmlns:w="http://schemas.openxmlformats.org/wordprocessingml/2006/main">
        <w:tab/>
        <w:t>3</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C36D00" w:rsidP="00C36D00" w:rsidRDefault="00C36D00" w14:paraId="52654F60" w14:textId="77777777"/>
    <w:p w:rsidR="00C36D00" w:rsidP="00C36D00" w:rsidRDefault="00C36D00" w14:paraId="13A2FCFB"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56"/>
        <w:gridCol w:w="2616"/>
        <w:gridCol w:w="2256"/>
        <w:gridCol w:w="1956"/>
      </w:tblGrid>
      <w:tr w:rsidRPr="00C36D00" w:rsidR="00C36D00" w:rsidTr="00C36D00" w14:paraId="03E15BCC" w14:textId="77777777">
        <w:tc>
          <w:tcPr>
            <w:tcW w:w="1056" w:type="dxa"/>
            <w:tcBorders>
              <w:top w:val="single" w:color="auto" w:sz="2" w:space="0"/>
              <w:bottom w:val="single" w:color="000000" w:sz="12" w:space="0"/>
            </w:tcBorders>
            <w:shd w:val="clear" w:color="auto" w:fill="auto"/>
          </w:tcPr>
          <w:p w:rsidRPr="00C36D00" w:rsidR="00C36D00" w:rsidP="00BB4867" w:rsidRDefault="00C36D00" w14:paraId="6ECFDA42" w14:textId="77777777">
            <w:pPr>
              <w:rPr>
                <w:b/>
                <w:bCs/>
              </w:rPr>
            </w:pPr>
            <w:r w:rsidRPr="00C36D00">
              <w:rPr>
                <w:b/>
                <w:bCs/>
              </w:rPr>
              <w:t>Symbol</w:t>
            </w:r>
          </w:p>
        </w:tc>
        <w:tc>
          <w:tcPr>
            <w:tcW w:w="2616" w:type="dxa"/>
            <w:tcBorders>
              <w:top w:val="single" w:color="auto" w:sz="2" w:space="0"/>
              <w:bottom w:val="single" w:color="000000" w:sz="12" w:space="0"/>
            </w:tcBorders>
            <w:shd w:val="clear" w:color="auto" w:fill="auto"/>
          </w:tcPr>
          <w:p w:rsidRPr="00C36D00" w:rsidR="00C36D00" w:rsidP="00BB4867" w:rsidRDefault="00C36D00" w14:paraId="36F51535" w14:textId="77777777">
            <w:pPr>
              <w:rPr>
                <w:b/>
                <w:bCs/>
              </w:rPr>
            </w:pPr>
            <w:r w:rsidRPr="00C36D00">
              <w:rPr>
                <w:b/>
                <w:bCs/>
              </w:rPr>
              <w:t>Scientific Name</w:t>
            </w:r>
          </w:p>
        </w:tc>
        <w:tc>
          <w:tcPr>
            <w:tcW w:w="2256" w:type="dxa"/>
            <w:tcBorders>
              <w:top w:val="single" w:color="auto" w:sz="2" w:space="0"/>
              <w:bottom w:val="single" w:color="000000" w:sz="12" w:space="0"/>
            </w:tcBorders>
            <w:shd w:val="clear" w:color="auto" w:fill="auto"/>
          </w:tcPr>
          <w:p w:rsidRPr="00C36D00" w:rsidR="00C36D00" w:rsidP="00BB4867" w:rsidRDefault="00C36D00" w14:paraId="733B5636" w14:textId="77777777">
            <w:pPr>
              <w:rPr>
                <w:b/>
                <w:bCs/>
              </w:rPr>
            </w:pPr>
            <w:r w:rsidRPr="00C36D00">
              <w:rPr>
                <w:b/>
                <w:bCs/>
              </w:rPr>
              <w:t>Common Name</w:t>
            </w:r>
          </w:p>
        </w:tc>
        <w:tc>
          <w:tcPr>
            <w:tcW w:w="1956" w:type="dxa"/>
            <w:tcBorders>
              <w:top w:val="single" w:color="auto" w:sz="2" w:space="0"/>
              <w:bottom w:val="single" w:color="000000" w:sz="12" w:space="0"/>
            </w:tcBorders>
            <w:shd w:val="clear" w:color="auto" w:fill="auto"/>
          </w:tcPr>
          <w:p w:rsidRPr="00C36D00" w:rsidR="00C36D00" w:rsidP="00BB4867" w:rsidRDefault="00C36D00" w14:paraId="46674C27" w14:textId="77777777">
            <w:pPr>
              <w:rPr>
                <w:b/>
                <w:bCs/>
              </w:rPr>
            </w:pPr>
            <w:r w:rsidRPr="00C36D00">
              <w:rPr>
                <w:b/>
                <w:bCs/>
              </w:rPr>
              <w:t>Canopy Position</w:t>
            </w:r>
          </w:p>
        </w:tc>
      </w:tr>
      <w:tr w:rsidRPr="00C36D00" w:rsidR="00C36D00" w:rsidTr="00C36D00" w14:paraId="695D2588" w14:textId="77777777">
        <w:tc>
          <w:tcPr>
            <w:tcW w:w="1056" w:type="dxa"/>
            <w:tcBorders>
              <w:top w:val="single" w:color="000000" w:sz="12" w:space="0"/>
            </w:tcBorders>
            <w:shd w:val="clear" w:color="auto" w:fill="auto"/>
          </w:tcPr>
          <w:p w:rsidRPr="00C36D00" w:rsidR="00C36D00" w:rsidP="00BB4867" w:rsidRDefault="00C36D00" w14:paraId="778B5C99" w14:textId="77777777">
            <w:pPr>
              <w:rPr>
                <w:bCs/>
              </w:rPr>
            </w:pPr>
            <w:r w:rsidRPr="00C36D00">
              <w:rPr>
                <w:bCs/>
              </w:rPr>
              <w:t>VAOV</w:t>
            </w:r>
          </w:p>
        </w:tc>
        <w:tc>
          <w:tcPr>
            <w:tcW w:w="2616" w:type="dxa"/>
            <w:tcBorders>
              <w:top w:val="single" w:color="000000" w:sz="12" w:space="0"/>
            </w:tcBorders>
            <w:shd w:val="clear" w:color="auto" w:fill="auto"/>
          </w:tcPr>
          <w:p w:rsidRPr="00F95A69" w:rsidR="00C36D00" w:rsidP="00BB4867" w:rsidRDefault="00C36D00" w14:paraId="386C6254" w14:textId="77777777">
            <w:pPr>
              <w:rPr>
                <w:i/>
                <w:iCs/>
              </w:rPr>
            </w:pPr>
            <w:r w:rsidRPr="00F95A69">
              <w:rPr>
                <w:i/>
                <w:iCs/>
              </w:rPr>
              <w:t xml:space="preserve">Vaccinium </w:t>
            </w:r>
            <w:proofErr w:type="spellStart"/>
            <w:r w:rsidRPr="00F95A69">
              <w:rPr>
                <w:i/>
                <w:iCs/>
              </w:rPr>
              <w:t>ovalifolium</w:t>
            </w:r>
            <w:proofErr w:type="spellEnd"/>
          </w:p>
        </w:tc>
        <w:tc>
          <w:tcPr>
            <w:tcW w:w="2256" w:type="dxa"/>
            <w:tcBorders>
              <w:top w:val="single" w:color="000000" w:sz="12" w:space="0"/>
            </w:tcBorders>
            <w:shd w:val="clear" w:color="auto" w:fill="auto"/>
          </w:tcPr>
          <w:p w:rsidRPr="00C36D00" w:rsidR="00C36D00" w:rsidP="00BB4867" w:rsidRDefault="00C36D00" w14:paraId="3104F706" w14:textId="77777777">
            <w:r w:rsidRPr="00C36D00">
              <w:t>Oval-leaf blueberry</w:t>
            </w:r>
          </w:p>
        </w:tc>
        <w:tc>
          <w:tcPr>
            <w:tcW w:w="1956" w:type="dxa"/>
            <w:tcBorders>
              <w:top w:val="single" w:color="000000" w:sz="12" w:space="0"/>
            </w:tcBorders>
            <w:shd w:val="clear" w:color="auto" w:fill="auto"/>
          </w:tcPr>
          <w:p w:rsidRPr="00C36D00" w:rsidR="00C36D00" w:rsidP="00BB4867" w:rsidRDefault="00C36D00" w14:paraId="26857819" w14:textId="77777777">
            <w:r w:rsidRPr="00C36D00">
              <w:t>Upper</w:t>
            </w:r>
          </w:p>
        </w:tc>
      </w:tr>
      <w:tr w:rsidRPr="00C36D00" w:rsidR="00C36D00" w:rsidTr="00C36D00" w14:paraId="083FD5B7" w14:textId="77777777">
        <w:tc>
          <w:tcPr>
            <w:tcW w:w="1056" w:type="dxa"/>
            <w:shd w:val="clear" w:color="auto" w:fill="auto"/>
          </w:tcPr>
          <w:p w:rsidRPr="00C36D00" w:rsidR="00C36D00" w:rsidP="00BB4867" w:rsidRDefault="00C36D00" w14:paraId="3575B311" w14:textId="77777777">
            <w:pPr>
              <w:rPr>
                <w:bCs/>
              </w:rPr>
            </w:pPr>
            <w:r w:rsidRPr="00C36D00">
              <w:rPr>
                <w:bCs/>
              </w:rPr>
              <w:t>MEFE</w:t>
            </w:r>
          </w:p>
        </w:tc>
        <w:tc>
          <w:tcPr>
            <w:tcW w:w="2616" w:type="dxa"/>
            <w:shd w:val="clear" w:color="auto" w:fill="auto"/>
          </w:tcPr>
          <w:p w:rsidRPr="00F95A69" w:rsidR="00C36D00" w:rsidP="00BB4867" w:rsidRDefault="00C36D00" w14:paraId="7F6352C9" w14:textId="77777777">
            <w:pPr>
              <w:rPr>
                <w:i/>
                <w:iCs/>
              </w:rPr>
            </w:pPr>
            <w:proofErr w:type="spellStart"/>
            <w:r w:rsidRPr="00F95A69">
              <w:rPr>
                <w:i/>
                <w:iCs/>
              </w:rPr>
              <w:t>Menziesia</w:t>
            </w:r>
            <w:proofErr w:type="spellEnd"/>
            <w:r w:rsidRPr="00F95A69">
              <w:rPr>
                <w:i/>
                <w:iCs/>
              </w:rPr>
              <w:t xml:space="preserve"> </w:t>
            </w:r>
            <w:proofErr w:type="spellStart"/>
            <w:r w:rsidRPr="00F95A69">
              <w:rPr>
                <w:i/>
                <w:iCs/>
              </w:rPr>
              <w:t>ferruginea</w:t>
            </w:r>
            <w:proofErr w:type="spellEnd"/>
          </w:p>
        </w:tc>
        <w:tc>
          <w:tcPr>
            <w:tcW w:w="2256" w:type="dxa"/>
            <w:shd w:val="clear" w:color="auto" w:fill="auto"/>
          </w:tcPr>
          <w:p w:rsidRPr="00C36D00" w:rsidR="00C36D00" w:rsidP="00BB4867" w:rsidRDefault="00C36D00" w14:paraId="206BF164" w14:textId="77777777">
            <w:r w:rsidRPr="00C36D00">
              <w:t xml:space="preserve">Rusty </w:t>
            </w:r>
            <w:proofErr w:type="spellStart"/>
            <w:r w:rsidRPr="00C36D00">
              <w:t>menziesia</w:t>
            </w:r>
            <w:proofErr w:type="spellEnd"/>
          </w:p>
        </w:tc>
        <w:tc>
          <w:tcPr>
            <w:tcW w:w="1956" w:type="dxa"/>
            <w:shd w:val="clear" w:color="auto" w:fill="auto"/>
          </w:tcPr>
          <w:p w:rsidRPr="00C36D00" w:rsidR="00C36D00" w:rsidP="00BB4867" w:rsidRDefault="00C36D00" w14:paraId="68185348" w14:textId="77777777">
            <w:r w:rsidRPr="00C36D00">
              <w:t>Upper</w:t>
            </w:r>
          </w:p>
        </w:tc>
      </w:tr>
      <w:tr w:rsidRPr="00C36D00" w:rsidR="00C36D00" w:rsidTr="00C36D00" w14:paraId="02F266A6" w14:textId="77777777">
        <w:tc>
          <w:tcPr>
            <w:tcW w:w="1056" w:type="dxa"/>
            <w:shd w:val="clear" w:color="auto" w:fill="auto"/>
          </w:tcPr>
          <w:p w:rsidRPr="00C36D00" w:rsidR="00C36D00" w:rsidP="00BB4867" w:rsidRDefault="00C36D00" w14:paraId="13F677D1" w14:textId="77777777">
            <w:pPr>
              <w:rPr>
                <w:bCs/>
              </w:rPr>
            </w:pPr>
            <w:r w:rsidRPr="00C36D00">
              <w:rPr>
                <w:bCs/>
              </w:rPr>
              <w:t>RUSP</w:t>
            </w:r>
          </w:p>
        </w:tc>
        <w:tc>
          <w:tcPr>
            <w:tcW w:w="2616" w:type="dxa"/>
            <w:shd w:val="clear" w:color="auto" w:fill="auto"/>
          </w:tcPr>
          <w:p w:rsidRPr="00F95A69" w:rsidR="00C36D00" w:rsidP="00BB4867" w:rsidRDefault="00C36D00" w14:paraId="715F5873" w14:textId="77777777">
            <w:pPr>
              <w:rPr>
                <w:i/>
                <w:iCs/>
              </w:rPr>
            </w:pPr>
            <w:r w:rsidRPr="00F95A69">
              <w:rPr>
                <w:i/>
                <w:iCs/>
              </w:rPr>
              <w:t>Rubus spectabilis</w:t>
            </w:r>
          </w:p>
        </w:tc>
        <w:tc>
          <w:tcPr>
            <w:tcW w:w="2256" w:type="dxa"/>
            <w:shd w:val="clear" w:color="auto" w:fill="auto"/>
          </w:tcPr>
          <w:p w:rsidRPr="00C36D00" w:rsidR="00C36D00" w:rsidP="00BB4867" w:rsidRDefault="00C36D00" w14:paraId="71D13793" w14:textId="77777777">
            <w:r w:rsidRPr="00C36D00">
              <w:t>Salmonberry</w:t>
            </w:r>
          </w:p>
        </w:tc>
        <w:tc>
          <w:tcPr>
            <w:tcW w:w="1956" w:type="dxa"/>
            <w:shd w:val="clear" w:color="auto" w:fill="auto"/>
          </w:tcPr>
          <w:p w:rsidRPr="00C36D00" w:rsidR="00C36D00" w:rsidP="00BB4867" w:rsidRDefault="00C36D00" w14:paraId="024DEFBA" w14:textId="77777777">
            <w:r w:rsidRPr="00C36D00">
              <w:t>Upper</w:t>
            </w:r>
          </w:p>
        </w:tc>
      </w:tr>
    </w:tbl>
    <w:p w:rsidR="00C36D00" w:rsidP="00C36D00" w:rsidRDefault="00C36D00" w14:paraId="2858AB00" w14:textId="77777777"/>
    <w:p w:rsidR="00C36D00" w:rsidP="00C36D00" w:rsidRDefault="00C36D00" w14:paraId="6CA4EE6B" w14:textId="77777777">
      <w:pPr>
        <w:pStyle w:val="SClassInfoPara"/>
      </w:pPr>
      <w:r>
        <w:t>Description</w:t>
      </w:r>
    </w:p>
    <w:p w:rsidR="00C36D00" w:rsidP="00C36D00" w:rsidRDefault="00C36D00" w14:paraId="3DB46A9E" w14:textId="6DB15BD4">
      <w:r>
        <w:t>This post-disturbance class is characterized by mesic herbaceous vegetation and tall shrubs. Herbaceous species may start from seed immediately post-disturbance. Shrubs and tree seedlings become established; after approximately 50</w:t>
      </w:r>
      <w:r w:rsidR="007F0205">
        <w:t xml:space="preserve"> </w:t>
      </w:r>
      <w:r>
        <w:t>y</w:t>
      </w:r>
      <w:r w:rsidR="007F0205">
        <w:t>ea</w:t>
      </w:r>
      <w:r>
        <w:t xml:space="preserve">rs tree saplings attain the height of tall shrubs. Common shrubs include </w:t>
      </w:r>
      <w:proofErr w:type="spellStart"/>
      <w:r w:rsidRPr="00F95A69">
        <w:rPr>
          <w:i/>
          <w:iCs/>
        </w:rPr>
        <w:t>Menziesia</w:t>
      </w:r>
      <w:proofErr w:type="spellEnd"/>
      <w:r w:rsidRPr="00F95A69">
        <w:rPr>
          <w:i/>
          <w:iCs/>
        </w:rPr>
        <w:t xml:space="preserve"> </w:t>
      </w:r>
      <w:proofErr w:type="spellStart"/>
      <w:r w:rsidRPr="00F95A69">
        <w:rPr>
          <w:i/>
          <w:iCs/>
        </w:rPr>
        <w:t>ferruginea</w:t>
      </w:r>
      <w:proofErr w:type="spellEnd"/>
      <w:r w:rsidRPr="00F95A69">
        <w:rPr>
          <w:i/>
          <w:iCs/>
        </w:rPr>
        <w:t xml:space="preserve">, Alnus </w:t>
      </w:r>
      <w:proofErr w:type="spellStart"/>
      <w:r w:rsidRPr="00F95A69">
        <w:rPr>
          <w:i/>
          <w:iCs/>
        </w:rPr>
        <w:t>viridis</w:t>
      </w:r>
      <w:proofErr w:type="spellEnd"/>
      <w:r w:rsidRPr="00F95A69">
        <w:rPr>
          <w:i/>
          <w:iCs/>
        </w:rPr>
        <w:t xml:space="preserve"> </w:t>
      </w:r>
      <w:r w:rsidRPr="00F95A69">
        <w:t>ssp</w:t>
      </w:r>
      <w:r w:rsidRPr="00F95A69">
        <w:rPr>
          <w:i/>
          <w:iCs/>
        </w:rPr>
        <w:t xml:space="preserve">. </w:t>
      </w:r>
      <w:proofErr w:type="spellStart"/>
      <w:r w:rsidRPr="00F95A69">
        <w:rPr>
          <w:i/>
          <w:iCs/>
        </w:rPr>
        <w:t>sinuata</w:t>
      </w:r>
      <w:proofErr w:type="spellEnd"/>
      <w:r w:rsidRPr="00F95A69">
        <w:rPr>
          <w:i/>
          <w:iCs/>
        </w:rPr>
        <w:t xml:space="preserve">, Vaccinium </w:t>
      </w:r>
      <w:proofErr w:type="spellStart"/>
      <w:r w:rsidRPr="00F95A69">
        <w:rPr>
          <w:i/>
          <w:iCs/>
        </w:rPr>
        <w:t>ovalifolium</w:t>
      </w:r>
      <w:proofErr w:type="spellEnd"/>
      <w:r w:rsidRPr="00F95A69">
        <w:rPr>
          <w:i/>
          <w:iCs/>
        </w:rPr>
        <w:t xml:space="preserve"> </w:t>
      </w:r>
      <w:r w:rsidRPr="00F95A69">
        <w:t>and</w:t>
      </w:r>
      <w:r w:rsidRPr="00F95A69">
        <w:rPr>
          <w:i/>
          <w:iCs/>
        </w:rPr>
        <w:t xml:space="preserve"> </w:t>
      </w:r>
      <w:proofErr w:type="spellStart"/>
      <w:r w:rsidRPr="00F95A69">
        <w:rPr>
          <w:i/>
          <w:iCs/>
        </w:rPr>
        <w:t>Oplopanax</w:t>
      </w:r>
      <w:proofErr w:type="spellEnd"/>
      <w:r w:rsidRPr="00F95A69">
        <w:rPr>
          <w:i/>
          <w:iCs/>
        </w:rPr>
        <w:t xml:space="preserve"> </w:t>
      </w:r>
      <w:proofErr w:type="spellStart"/>
      <w:r w:rsidRPr="00F95A69">
        <w:rPr>
          <w:i/>
          <w:iCs/>
        </w:rPr>
        <w:t>horridus</w:t>
      </w:r>
      <w:proofErr w:type="spellEnd"/>
      <w:r w:rsidR="007F0205">
        <w:t>.</w:t>
      </w:r>
      <w:r>
        <w:t xml:space="preserve"> </w:t>
      </w:r>
    </w:p>
    <w:p w:rsidR="002F4110" w:rsidP="00C36D00" w:rsidRDefault="002F4110" w14:paraId="2B77B186" w14:textId="77777777"/>
    <w:p>
      <w:r>
        <w:rPr>
          <w:i/>
          <w:u w:val="single"/>
        </w:rPr>
        <w:t>Maximum Tree Size Class</w:t>
      </w:r>
      <w:br/>
      <w:r>
        <w:t>Seedling/Sapling &lt;5"</w:t>
      </w:r>
    </w:p>
    <w:p w:rsidR="00C36D00" w:rsidP="00C36D00" w:rsidRDefault="00C36D00" w14:paraId="59E16FCD" w14:textId="77777777">
      <w:pPr>
        <w:pStyle w:val="InfoPara"/>
        <w:pBdr>
          <w:top w:val="single" w:color="auto" w:sz="4" w:space="1"/>
        </w:pBdr>
      </w:pPr>
      <w:r xmlns:w="http://schemas.openxmlformats.org/wordprocessingml/2006/main">
        <w:t>Class B</w:t>
      </w:r>
      <w:r xmlns:w="http://schemas.openxmlformats.org/wordprocessingml/2006/main">
        <w:tab/>
        <w:t>61</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Closed</w:t>
      </w:r>
    </w:p>
    <w:p w:rsidR="00EE551E" w:rsidP="00C36D00" w:rsidRDefault="00EE551E" w14:paraId="42C1AF1E" w14:textId="77777777"/>
    <w:p w:rsidR="00C36D00" w:rsidP="00C36D00" w:rsidRDefault="00C36D00" w14:paraId="783670C3"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56"/>
        <w:gridCol w:w="2796"/>
        <w:gridCol w:w="2184"/>
        <w:gridCol w:w="1956"/>
      </w:tblGrid>
      <w:tr w:rsidRPr="00C36D00" w:rsidR="00C36D00" w:rsidTr="00C36D00" w14:paraId="52A38787" w14:textId="77777777">
        <w:tc>
          <w:tcPr>
            <w:tcW w:w="1056" w:type="dxa"/>
            <w:tcBorders>
              <w:top w:val="single" w:color="auto" w:sz="2" w:space="0"/>
              <w:bottom w:val="single" w:color="000000" w:sz="12" w:space="0"/>
            </w:tcBorders>
            <w:shd w:val="clear" w:color="auto" w:fill="auto"/>
          </w:tcPr>
          <w:p w:rsidRPr="00C36D00" w:rsidR="00C36D00" w:rsidP="00BB4867" w:rsidRDefault="00C36D00" w14:paraId="5B90E31F" w14:textId="77777777">
            <w:pPr>
              <w:rPr>
                <w:b/>
                <w:bCs/>
              </w:rPr>
            </w:pPr>
            <w:r w:rsidRPr="00C36D00">
              <w:rPr>
                <w:b/>
                <w:bCs/>
              </w:rPr>
              <w:t>Symbol</w:t>
            </w:r>
          </w:p>
        </w:tc>
        <w:tc>
          <w:tcPr>
            <w:tcW w:w="2796" w:type="dxa"/>
            <w:tcBorders>
              <w:top w:val="single" w:color="auto" w:sz="2" w:space="0"/>
              <w:bottom w:val="single" w:color="000000" w:sz="12" w:space="0"/>
            </w:tcBorders>
            <w:shd w:val="clear" w:color="auto" w:fill="auto"/>
          </w:tcPr>
          <w:p w:rsidRPr="00C36D00" w:rsidR="00C36D00" w:rsidP="00BB4867" w:rsidRDefault="00C36D00" w14:paraId="606606E2" w14:textId="77777777">
            <w:pPr>
              <w:rPr>
                <w:b/>
                <w:bCs/>
              </w:rPr>
            </w:pPr>
            <w:r w:rsidRPr="00C36D00">
              <w:rPr>
                <w:b/>
                <w:bCs/>
              </w:rPr>
              <w:t>Scientific Name</w:t>
            </w:r>
          </w:p>
        </w:tc>
        <w:tc>
          <w:tcPr>
            <w:tcW w:w="2184" w:type="dxa"/>
            <w:tcBorders>
              <w:top w:val="single" w:color="auto" w:sz="2" w:space="0"/>
              <w:bottom w:val="single" w:color="000000" w:sz="12" w:space="0"/>
            </w:tcBorders>
            <w:shd w:val="clear" w:color="auto" w:fill="auto"/>
          </w:tcPr>
          <w:p w:rsidRPr="00C36D00" w:rsidR="00C36D00" w:rsidP="00BB4867" w:rsidRDefault="00C36D00" w14:paraId="4522F826" w14:textId="77777777">
            <w:pPr>
              <w:rPr>
                <w:b/>
                <w:bCs/>
              </w:rPr>
            </w:pPr>
            <w:r w:rsidRPr="00C36D00">
              <w:rPr>
                <w:b/>
                <w:bCs/>
              </w:rPr>
              <w:t>Common Name</w:t>
            </w:r>
          </w:p>
        </w:tc>
        <w:tc>
          <w:tcPr>
            <w:tcW w:w="1956" w:type="dxa"/>
            <w:tcBorders>
              <w:top w:val="single" w:color="auto" w:sz="2" w:space="0"/>
              <w:bottom w:val="single" w:color="000000" w:sz="12" w:space="0"/>
            </w:tcBorders>
            <w:shd w:val="clear" w:color="auto" w:fill="auto"/>
          </w:tcPr>
          <w:p w:rsidRPr="00C36D00" w:rsidR="00C36D00" w:rsidP="00BB4867" w:rsidRDefault="00C36D00" w14:paraId="6996A0CB" w14:textId="77777777">
            <w:pPr>
              <w:rPr>
                <w:b/>
                <w:bCs/>
              </w:rPr>
            </w:pPr>
            <w:r w:rsidRPr="00C36D00">
              <w:rPr>
                <w:b/>
                <w:bCs/>
              </w:rPr>
              <w:t>Canopy Position</w:t>
            </w:r>
          </w:p>
        </w:tc>
      </w:tr>
      <w:tr w:rsidRPr="00C36D00" w:rsidR="00C36D00" w:rsidTr="00C36D00" w14:paraId="1C238D7E" w14:textId="77777777">
        <w:tc>
          <w:tcPr>
            <w:tcW w:w="1056" w:type="dxa"/>
            <w:tcBorders>
              <w:top w:val="single" w:color="000000" w:sz="12" w:space="0"/>
            </w:tcBorders>
            <w:shd w:val="clear" w:color="auto" w:fill="auto"/>
          </w:tcPr>
          <w:p w:rsidRPr="00C36D00" w:rsidR="00C36D00" w:rsidP="00BB4867" w:rsidRDefault="00C36D00" w14:paraId="66932294" w14:textId="77777777">
            <w:pPr>
              <w:rPr>
                <w:bCs/>
              </w:rPr>
            </w:pPr>
            <w:r w:rsidRPr="00C36D00">
              <w:rPr>
                <w:bCs/>
              </w:rPr>
              <w:t>TSME</w:t>
            </w:r>
          </w:p>
        </w:tc>
        <w:tc>
          <w:tcPr>
            <w:tcW w:w="2796" w:type="dxa"/>
            <w:tcBorders>
              <w:top w:val="single" w:color="000000" w:sz="12" w:space="0"/>
            </w:tcBorders>
            <w:shd w:val="clear" w:color="auto" w:fill="auto"/>
          </w:tcPr>
          <w:p w:rsidRPr="00F95A69" w:rsidR="00C36D00" w:rsidP="00BB4867" w:rsidRDefault="00C36D00" w14:paraId="35A26E1E" w14:textId="77777777">
            <w:pPr>
              <w:rPr>
                <w:i/>
                <w:iCs/>
              </w:rPr>
            </w:pPr>
            <w:r w:rsidRPr="00F95A69">
              <w:rPr>
                <w:i/>
                <w:iCs/>
              </w:rPr>
              <w:t xml:space="preserve">Tsuga </w:t>
            </w:r>
            <w:proofErr w:type="spellStart"/>
            <w:r w:rsidRPr="00F95A69">
              <w:rPr>
                <w:i/>
                <w:iCs/>
              </w:rPr>
              <w:t>mertensiana</w:t>
            </w:r>
            <w:proofErr w:type="spellEnd"/>
          </w:p>
        </w:tc>
        <w:tc>
          <w:tcPr>
            <w:tcW w:w="2184" w:type="dxa"/>
            <w:tcBorders>
              <w:top w:val="single" w:color="000000" w:sz="12" w:space="0"/>
            </w:tcBorders>
            <w:shd w:val="clear" w:color="auto" w:fill="auto"/>
          </w:tcPr>
          <w:p w:rsidRPr="00C36D00" w:rsidR="00C36D00" w:rsidP="00BB4867" w:rsidRDefault="00C36D00" w14:paraId="33675362" w14:textId="77777777">
            <w:r w:rsidRPr="00C36D00">
              <w:t>Mountain hemlock</w:t>
            </w:r>
          </w:p>
        </w:tc>
        <w:tc>
          <w:tcPr>
            <w:tcW w:w="1956" w:type="dxa"/>
            <w:tcBorders>
              <w:top w:val="single" w:color="000000" w:sz="12" w:space="0"/>
            </w:tcBorders>
            <w:shd w:val="clear" w:color="auto" w:fill="auto"/>
          </w:tcPr>
          <w:p w:rsidRPr="00C36D00" w:rsidR="00C36D00" w:rsidP="00BB4867" w:rsidRDefault="00C36D00" w14:paraId="1DF6B251" w14:textId="77777777">
            <w:r w:rsidRPr="00C36D00">
              <w:t>Upper</w:t>
            </w:r>
          </w:p>
        </w:tc>
      </w:tr>
      <w:tr w:rsidRPr="00C36D00" w:rsidR="00C36D00" w:rsidTr="00C36D00" w14:paraId="4401D724" w14:textId="77777777">
        <w:tc>
          <w:tcPr>
            <w:tcW w:w="1056" w:type="dxa"/>
            <w:shd w:val="clear" w:color="auto" w:fill="auto"/>
          </w:tcPr>
          <w:p w:rsidRPr="00C36D00" w:rsidR="00C36D00" w:rsidP="00BB4867" w:rsidRDefault="00C36D00" w14:paraId="1AF7D9DE" w14:textId="77777777">
            <w:pPr>
              <w:rPr>
                <w:bCs/>
              </w:rPr>
            </w:pPr>
            <w:r w:rsidRPr="00C36D00">
              <w:rPr>
                <w:bCs/>
              </w:rPr>
              <w:t>PILU</w:t>
            </w:r>
          </w:p>
        </w:tc>
        <w:tc>
          <w:tcPr>
            <w:tcW w:w="2796" w:type="dxa"/>
            <w:shd w:val="clear" w:color="auto" w:fill="auto"/>
          </w:tcPr>
          <w:p w:rsidRPr="00F95A69" w:rsidR="00C36D00" w:rsidP="00BB4867" w:rsidRDefault="00C36D00" w14:paraId="316DCAE1" w14:textId="77777777">
            <w:pPr>
              <w:rPr>
                <w:i/>
                <w:iCs/>
              </w:rPr>
            </w:pPr>
            <w:proofErr w:type="spellStart"/>
            <w:r w:rsidRPr="00F95A69">
              <w:rPr>
                <w:i/>
                <w:iCs/>
              </w:rPr>
              <w:t>Picea</w:t>
            </w:r>
            <w:proofErr w:type="spellEnd"/>
            <w:r w:rsidRPr="00F95A69">
              <w:rPr>
                <w:i/>
                <w:iCs/>
              </w:rPr>
              <w:t xml:space="preserve"> </w:t>
            </w:r>
            <w:proofErr w:type="spellStart"/>
            <w:r w:rsidRPr="00F95A69">
              <w:rPr>
                <w:i/>
                <w:iCs/>
              </w:rPr>
              <w:t>lutzii</w:t>
            </w:r>
            <w:proofErr w:type="spellEnd"/>
          </w:p>
        </w:tc>
        <w:tc>
          <w:tcPr>
            <w:tcW w:w="2184" w:type="dxa"/>
            <w:shd w:val="clear" w:color="auto" w:fill="auto"/>
          </w:tcPr>
          <w:p w:rsidRPr="00C36D00" w:rsidR="00C36D00" w:rsidP="00BB4867" w:rsidRDefault="00C36D00" w14:paraId="5C0CDA2D" w14:textId="77777777">
            <w:proofErr w:type="spellStart"/>
            <w:r w:rsidRPr="00C36D00">
              <w:t>Picea</w:t>
            </w:r>
            <w:proofErr w:type="spellEnd"/>
            <w:r w:rsidRPr="00C36D00">
              <w:t xml:space="preserve"> </w:t>
            </w:r>
            <w:proofErr w:type="spellStart"/>
            <w:r w:rsidRPr="00C36D00">
              <w:t>lutzii</w:t>
            </w:r>
            <w:proofErr w:type="spellEnd"/>
          </w:p>
        </w:tc>
        <w:tc>
          <w:tcPr>
            <w:tcW w:w="1956" w:type="dxa"/>
            <w:shd w:val="clear" w:color="auto" w:fill="auto"/>
          </w:tcPr>
          <w:p w:rsidRPr="00C36D00" w:rsidR="00C36D00" w:rsidP="00BB4867" w:rsidRDefault="00C36D00" w14:paraId="741AD247" w14:textId="77777777">
            <w:r w:rsidRPr="00C36D00">
              <w:t>Upper</w:t>
            </w:r>
          </w:p>
        </w:tc>
      </w:tr>
      <w:tr w:rsidRPr="00C36D00" w:rsidR="00C36D00" w:rsidTr="00C36D00" w14:paraId="0BAA865B" w14:textId="77777777">
        <w:tc>
          <w:tcPr>
            <w:tcW w:w="1056" w:type="dxa"/>
            <w:shd w:val="clear" w:color="auto" w:fill="auto"/>
          </w:tcPr>
          <w:p w:rsidRPr="00C36D00" w:rsidR="00C36D00" w:rsidP="00BB4867" w:rsidRDefault="00C36D00" w14:paraId="15A768E8" w14:textId="77777777">
            <w:pPr>
              <w:rPr>
                <w:bCs/>
              </w:rPr>
            </w:pPr>
            <w:r w:rsidRPr="00C36D00">
              <w:rPr>
                <w:bCs/>
              </w:rPr>
              <w:t>MEFE</w:t>
            </w:r>
          </w:p>
        </w:tc>
        <w:tc>
          <w:tcPr>
            <w:tcW w:w="2796" w:type="dxa"/>
            <w:shd w:val="clear" w:color="auto" w:fill="auto"/>
          </w:tcPr>
          <w:p w:rsidRPr="00F95A69" w:rsidR="00C36D00" w:rsidP="00BB4867" w:rsidRDefault="00C36D00" w14:paraId="5270442D" w14:textId="77777777">
            <w:pPr>
              <w:rPr>
                <w:i/>
                <w:iCs/>
              </w:rPr>
            </w:pPr>
            <w:proofErr w:type="spellStart"/>
            <w:r w:rsidRPr="00F95A69">
              <w:rPr>
                <w:i/>
                <w:iCs/>
              </w:rPr>
              <w:t>Menziesia</w:t>
            </w:r>
            <w:proofErr w:type="spellEnd"/>
            <w:r w:rsidRPr="00F95A69">
              <w:rPr>
                <w:i/>
                <w:iCs/>
              </w:rPr>
              <w:t xml:space="preserve"> </w:t>
            </w:r>
            <w:proofErr w:type="spellStart"/>
            <w:r w:rsidRPr="00F95A69">
              <w:rPr>
                <w:i/>
                <w:iCs/>
              </w:rPr>
              <w:t>ferruginea</w:t>
            </w:r>
            <w:proofErr w:type="spellEnd"/>
          </w:p>
        </w:tc>
        <w:tc>
          <w:tcPr>
            <w:tcW w:w="2184" w:type="dxa"/>
            <w:shd w:val="clear" w:color="auto" w:fill="auto"/>
          </w:tcPr>
          <w:p w:rsidRPr="00C36D00" w:rsidR="00C36D00" w:rsidP="00BB4867" w:rsidRDefault="00C36D00" w14:paraId="37F45F85" w14:textId="77777777">
            <w:r w:rsidRPr="00C36D00">
              <w:t xml:space="preserve">Rusty </w:t>
            </w:r>
            <w:proofErr w:type="spellStart"/>
            <w:r w:rsidRPr="00C36D00">
              <w:t>menziesia</w:t>
            </w:r>
            <w:proofErr w:type="spellEnd"/>
          </w:p>
        </w:tc>
        <w:tc>
          <w:tcPr>
            <w:tcW w:w="1956" w:type="dxa"/>
            <w:shd w:val="clear" w:color="auto" w:fill="auto"/>
          </w:tcPr>
          <w:p w:rsidRPr="00C36D00" w:rsidR="00C36D00" w:rsidP="00BB4867" w:rsidRDefault="00C36D00" w14:paraId="35013DBF" w14:textId="77777777">
            <w:r w:rsidRPr="00C36D00">
              <w:t>Lower</w:t>
            </w:r>
          </w:p>
        </w:tc>
      </w:tr>
      <w:tr w:rsidRPr="00C36D00" w:rsidR="00C36D00" w:rsidTr="00C36D00" w14:paraId="42498382" w14:textId="77777777">
        <w:tc>
          <w:tcPr>
            <w:tcW w:w="1056" w:type="dxa"/>
            <w:shd w:val="clear" w:color="auto" w:fill="auto"/>
          </w:tcPr>
          <w:p w:rsidRPr="00C36D00" w:rsidR="00C36D00" w:rsidP="00BB4867" w:rsidRDefault="00C36D00" w14:paraId="27F10CDA" w14:textId="77777777">
            <w:pPr>
              <w:rPr>
                <w:bCs/>
              </w:rPr>
            </w:pPr>
            <w:r w:rsidRPr="00C36D00">
              <w:rPr>
                <w:bCs/>
              </w:rPr>
              <w:t>ALVIS</w:t>
            </w:r>
          </w:p>
        </w:tc>
        <w:tc>
          <w:tcPr>
            <w:tcW w:w="2796" w:type="dxa"/>
            <w:shd w:val="clear" w:color="auto" w:fill="auto"/>
          </w:tcPr>
          <w:p w:rsidRPr="00F95A69" w:rsidR="00C36D00" w:rsidP="00BB4867" w:rsidRDefault="00C36D00" w14:paraId="6586DF16" w14:textId="77777777">
            <w:pPr>
              <w:rPr>
                <w:i/>
                <w:iCs/>
              </w:rPr>
            </w:pPr>
            <w:r w:rsidRPr="00F95A69">
              <w:rPr>
                <w:i/>
                <w:iCs/>
              </w:rPr>
              <w:t xml:space="preserve">Alnus </w:t>
            </w:r>
            <w:proofErr w:type="spellStart"/>
            <w:r w:rsidRPr="00F95A69">
              <w:rPr>
                <w:i/>
                <w:iCs/>
              </w:rPr>
              <w:t>viridis</w:t>
            </w:r>
            <w:proofErr w:type="spellEnd"/>
            <w:r w:rsidRPr="00F95A69">
              <w:rPr>
                <w:i/>
                <w:iCs/>
              </w:rPr>
              <w:t xml:space="preserve"> </w:t>
            </w:r>
            <w:r w:rsidRPr="00F95A69">
              <w:t>ssp</w:t>
            </w:r>
            <w:r w:rsidRPr="00F95A69">
              <w:rPr>
                <w:i/>
                <w:iCs/>
              </w:rPr>
              <w:t xml:space="preserve">. </w:t>
            </w:r>
            <w:proofErr w:type="spellStart"/>
            <w:r w:rsidRPr="00F95A69">
              <w:rPr>
                <w:i/>
                <w:iCs/>
              </w:rPr>
              <w:t>sinuata</w:t>
            </w:r>
            <w:proofErr w:type="spellEnd"/>
          </w:p>
        </w:tc>
        <w:tc>
          <w:tcPr>
            <w:tcW w:w="2184" w:type="dxa"/>
            <w:shd w:val="clear" w:color="auto" w:fill="auto"/>
          </w:tcPr>
          <w:p w:rsidRPr="00C36D00" w:rsidR="00C36D00" w:rsidP="00BB4867" w:rsidRDefault="00C36D00" w14:paraId="02292B4F" w14:textId="77777777">
            <w:r w:rsidRPr="00C36D00">
              <w:t>Sitka alder</w:t>
            </w:r>
          </w:p>
        </w:tc>
        <w:tc>
          <w:tcPr>
            <w:tcW w:w="1956" w:type="dxa"/>
            <w:shd w:val="clear" w:color="auto" w:fill="auto"/>
          </w:tcPr>
          <w:p w:rsidRPr="00C36D00" w:rsidR="00C36D00" w:rsidP="00BB4867" w:rsidRDefault="00C36D00" w14:paraId="006F20CA" w14:textId="77777777">
            <w:r w:rsidRPr="00C36D00">
              <w:t>Lower</w:t>
            </w:r>
          </w:p>
        </w:tc>
      </w:tr>
    </w:tbl>
    <w:p w:rsidR="00C36D00" w:rsidP="00C36D00" w:rsidRDefault="00C36D00" w14:paraId="1946DD74" w14:textId="77777777"/>
    <w:p w:rsidR="00C36D00" w:rsidP="00C36D00" w:rsidRDefault="00C36D00" w14:paraId="4EAA5998" w14:textId="77777777">
      <w:pPr>
        <w:pStyle w:val="SClassInfoPara"/>
      </w:pPr>
      <w:r>
        <w:t>Description</w:t>
      </w:r>
    </w:p>
    <w:p w:rsidR="00C36D00" w:rsidP="00C36D00" w:rsidRDefault="00C36D00" w14:paraId="2797073C" w14:textId="15CE3B03">
      <w:r>
        <w:t>This class is characterized by closed spruce-</w:t>
      </w:r>
      <w:r w:rsidR="006C6357">
        <w:t xml:space="preserve">mountain </w:t>
      </w:r>
      <w:r>
        <w:t xml:space="preserve">hemlock or </w:t>
      </w:r>
      <w:r w:rsidR="006C6357">
        <w:t xml:space="preserve">mountain </w:t>
      </w:r>
      <w:r>
        <w:t>hemlock forest. Conifers share dominance with tall shrubs in the early stages of this class. Between 170-200</w:t>
      </w:r>
      <w:r w:rsidR="007F0205">
        <w:t xml:space="preserve"> </w:t>
      </w:r>
      <w:r>
        <w:t>y</w:t>
      </w:r>
      <w:r w:rsidR="007F0205">
        <w:t>ea</w:t>
      </w:r>
      <w:r>
        <w:t xml:space="preserve">rs conifers gain canopy dominance. </w:t>
      </w:r>
    </w:p>
    <w:p w:rsidR="002F4110" w:rsidP="00C36D00" w:rsidRDefault="002F4110" w14:paraId="69815314" w14:textId="77777777"/>
    <w:p>
      <w:r>
        <w:rPr>
          <w:i/>
          <w:u w:val="single"/>
        </w:rPr>
        <w:t>Maximum Tree Size Class</w:t>
      </w:r>
      <w:br/>
      <w:r>
        <w:t>Med. 9–20" (swd)/11–20" (hwd)</w:t>
      </w:r>
    </w:p>
    <w:p w:rsidR="00C36D00" w:rsidP="00C36D00" w:rsidRDefault="00C36D00" w14:paraId="67FD5B67" w14:textId="77777777">
      <w:pPr>
        <w:pStyle w:val="InfoPara"/>
        <w:pBdr>
          <w:top w:val="single" w:color="auto" w:sz="4" w:space="1"/>
        </w:pBdr>
      </w:pPr>
      <w:r xmlns:w="http://schemas.openxmlformats.org/wordprocessingml/2006/main">
        <w:t>Class C</w:t>
      </w:r>
      <w:r xmlns:w="http://schemas.openxmlformats.org/wordprocessingml/2006/main">
        <w:tab/>
        <w:t>36</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Open</w:t>
      </w:r>
    </w:p>
    <w:p w:rsidR="00C36D00" w:rsidP="00C36D00" w:rsidRDefault="00C36D00" w14:paraId="6DC23F92" w14:textId="77777777"/>
    <w:p w:rsidR="00C36D00" w:rsidP="00C36D00" w:rsidRDefault="00C36D00" w14:paraId="500DC13E"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56"/>
        <w:gridCol w:w="2796"/>
        <w:gridCol w:w="2184"/>
        <w:gridCol w:w="1956"/>
      </w:tblGrid>
      <w:tr w:rsidRPr="00C36D00" w:rsidR="00C36D00" w:rsidTr="00C36D00" w14:paraId="6D028D83" w14:textId="77777777">
        <w:tc>
          <w:tcPr>
            <w:tcW w:w="1056" w:type="dxa"/>
            <w:tcBorders>
              <w:top w:val="single" w:color="auto" w:sz="2" w:space="0"/>
              <w:bottom w:val="single" w:color="000000" w:sz="12" w:space="0"/>
            </w:tcBorders>
            <w:shd w:val="clear" w:color="auto" w:fill="auto"/>
          </w:tcPr>
          <w:p w:rsidRPr="00C36D00" w:rsidR="00C36D00" w:rsidP="00BB4867" w:rsidRDefault="00C36D00" w14:paraId="3ABB5572" w14:textId="77777777">
            <w:pPr>
              <w:rPr>
                <w:b/>
                <w:bCs/>
              </w:rPr>
            </w:pPr>
            <w:r w:rsidRPr="00C36D00">
              <w:rPr>
                <w:b/>
                <w:bCs/>
              </w:rPr>
              <w:t>Symbol</w:t>
            </w:r>
          </w:p>
        </w:tc>
        <w:tc>
          <w:tcPr>
            <w:tcW w:w="2796" w:type="dxa"/>
            <w:tcBorders>
              <w:top w:val="single" w:color="auto" w:sz="2" w:space="0"/>
              <w:bottom w:val="single" w:color="000000" w:sz="12" w:space="0"/>
            </w:tcBorders>
            <w:shd w:val="clear" w:color="auto" w:fill="auto"/>
          </w:tcPr>
          <w:p w:rsidRPr="00C36D00" w:rsidR="00C36D00" w:rsidP="00BB4867" w:rsidRDefault="00C36D00" w14:paraId="3FC9BBCC" w14:textId="77777777">
            <w:pPr>
              <w:rPr>
                <w:b/>
                <w:bCs/>
              </w:rPr>
            </w:pPr>
            <w:r w:rsidRPr="00C36D00">
              <w:rPr>
                <w:b/>
                <w:bCs/>
              </w:rPr>
              <w:t>Scientific Name</w:t>
            </w:r>
          </w:p>
        </w:tc>
        <w:tc>
          <w:tcPr>
            <w:tcW w:w="2184" w:type="dxa"/>
            <w:tcBorders>
              <w:top w:val="single" w:color="auto" w:sz="2" w:space="0"/>
              <w:bottom w:val="single" w:color="000000" w:sz="12" w:space="0"/>
            </w:tcBorders>
            <w:shd w:val="clear" w:color="auto" w:fill="auto"/>
          </w:tcPr>
          <w:p w:rsidRPr="00C36D00" w:rsidR="00C36D00" w:rsidP="00BB4867" w:rsidRDefault="00C36D00" w14:paraId="39366298" w14:textId="77777777">
            <w:pPr>
              <w:rPr>
                <w:b/>
                <w:bCs/>
              </w:rPr>
            </w:pPr>
            <w:r w:rsidRPr="00C36D00">
              <w:rPr>
                <w:b/>
                <w:bCs/>
              </w:rPr>
              <w:t>Common Name</w:t>
            </w:r>
          </w:p>
        </w:tc>
        <w:tc>
          <w:tcPr>
            <w:tcW w:w="1956" w:type="dxa"/>
            <w:tcBorders>
              <w:top w:val="single" w:color="auto" w:sz="2" w:space="0"/>
              <w:bottom w:val="single" w:color="000000" w:sz="12" w:space="0"/>
            </w:tcBorders>
            <w:shd w:val="clear" w:color="auto" w:fill="auto"/>
          </w:tcPr>
          <w:p w:rsidRPr="00C36D00" w:rsidR="00C36D00" w:rsidP="00BB4867" w:rsidRDefault="00C36D00" w14:paraId="767120C1" w14:textId="77777777">
            <w:pPr>
              <w:rPr>
                <w:b/>
                <w:bCs/>
              </w:rPr>
            </w:pPr>
            <w:r w:rsidRPr="00C36D00">
              <w:rPr>
                <w:b/>
                <w:bCs/>
              </w:rPr>
              <w:t>Canopy Position</w:t>
            </w:r>
          </w:p>
        </w:tc>
      </w:tr>
      <w:tr w:rsidRPr="00C36D00" w:rsidR="00C36D00" w:rsidTr="00C36D00" w14:paraId="28286DD0" w14:textId="77777777">
        <w:tc>
          <w:tcPr>
            <w:tcW w:w="1056" w:type="dxa"/>
            <w:tcBorders>
              <w:top w:val="single" w:color="000000" w:sz="12" w:space="0"/>
            </w:tcBorders>
            <w:shd w:val="clear" w:color="auto" w:fill="auto"/>
          </w:tcPr>
          <w:p w:rsidRPr="00C36D00" w:rsidR="00C36D00" w:rsidP="00BB4867" w:rsidRDefault="00C36D00" w14:paraId="15FBCF1B" w14:textId="77777777">
            <w:pPr>
              <w:rPr>
                <w:bCs/>
              </w:rPr>
            </w:pPr>
            <w:r w:rsidRPr="00C36D00">
              <w:rPr>
                <w:bCs/>
              </w:rPr>
              <w:t>TSME</w:t>
            </w:r>
          </w:p>
        </w:tc>
        <w:tc>
          <w:tcPr>
            <w:tcW w:w="2796" w:type="dxa"/>
            <w:tcBorders>
              <w:top w:val="single" w:color="000000" w:sz="12" w:space="0"/>
            </w:tcBorders>
            <w:shd w:val="clear" w:color="auto" w:fill="auto"/>
          </w:tcPr>
          <w:p w:rsidRPr="00581701" w:rsidR="00C36D00" w:rsidP="00BB4867" w:rsidRDefault="00C36D00" w14:paraId="784503AA" w14:textId="77777777">
            <w:pPr>
              <w:rPr>
                <w:i/>
                <w:iCs/>
              </w:rPr>
            </w:pPr>
            <w:r w:rsidRPr="00581701">
              <w:rPr>
                <w:i/>
                <w:iCs/>
              </w:rPr>
              <w:t xml:space="preserve">Tsuga </w:t>
            </w:r>
            <w:proofErr w:type="spellStart"/>
            <w:r w:rsidRPr="00581701">
              <w:rPr>
                <w:i/>
                <w:iCs/>
              </w:rPr>
              <w:t>mertensiana</w:t>
            </w:r>
            <w:proofErr w:type="spellEnd"/>
          </w:p>
        </w:tc>
        <w:tc>
          <w:tcPr>
            <w:tcW w:w="2184" w:type="dxa"/>
            <w:tcBorders>
              <w:top w:val="single" w:color="000000" w:sz="12" w:space="0"/>
            </w:tcBorders>
            <w:shd w:val="clear" w:color="auto" w:fill="auto"/>
          </w:tcPr>
          <w:p w:rsidRPr="00C36D00" w:rsidR="00C36D00" w:rsidP="00BB4867" w:rsidRDefault="00C36D00" w14:paraId="0AAA8E31" w14:textId="77777777">
            <w:r w:rsidRPr="00C36D00">
              <w:t>Mountain hemlock</w:t>
            </w:r>
          </w:p>
        </w:tc>
        <w:tc>
          <w:tcPr>
            <w:tcW w:w="1956" w:type="dxa"/>
            <w:tcBorders>
              <w:top w:val="single" w:color="000000" w:sz="12" w:space="0"/>
            </w:tcBorders>
            <w:shd w:val="clear" w:color="auto" w:fill="auto"/>
          </w:tcPr>
          <w:p w:rsidRPr="00C36D00" w:rsidR="00C36D00" w:rsidP="00BB4867" w:rsidRDefault="00C36D00" w14:paraId="4C1DA3F9" w14:textId="77777777">
            <w:r w:rsidRPr="00C36D00">
              <w:t>Upper</w:t>
            </w:r>
          </w:p>
        </w:tc>
      </w:tr>
      <w:tr w:rsidRPr="00C36D00" w:rsidR="00C36D00" w:rsidTr="00C36D00" w14:paraId="5A8F7DBD" w14:textId="77777777">
        <w:tc>
          <w:tcPr>
            <w:tcW w:w="1056" w:type="dxa"/>
            <w:shd w:val="clear" w:color="auto" w:fill="auto"/>
          </w:tcPr>
          <w:p w:rsidRPr="00C36D00" w:rsidR="00C36D00" w:rsidP="00BB4867" w:rsidRDefault="00C36D00" w14:paraId="32097CAF" w14:textId="77777777">
            <w:pPr>
              <w:rPr>
                <w:bCs/>
              </w:rPr>
            </w:pPr>
            <w:r w:rsidRPr="00C36D00">
              <w:rPr>
                <w:bCs/>
              </w:rPr>
              <w:t>PILU</w:t>
            </w:r>
          </w:p>
        </w:tc>
        <w:tc>
          <w:tcPr>
            <w:tcW w:w="2796" w:type="dxa"/>
            <w:shd w:val="clear" w:color="auto" w:fill="auto"/>
          </w:tcPr>
          <w:p w:rsidRPr="00581701" w:rsidR="00C36D00" w:rsidP="00BB4867" w:rsidRDefault="00C36D00" w14:paraId="3101214A" w14:textId="77777777">
            <w:pPr>
              <w:rPr>
                <w:i/>
                <w:iCs/>
              </w:rPr>
            </w:pPr>
            <w:proofErr w:type="spellStart"/>
            <w:r w:rsidRPr="00581701">
              <w:rPr>
                <w:i/>
                <w:iCs/>
              </w:rPr>
              <w:t>Picea</w:t>
            </w:r>
            <w:proofErr w:type="spellEnd"/>
            <w:r w:rsidRPr="00581701">
              <w:rPr>
                <w:i/>
                <w:iCs/>
              </w:rPr>
              <w:t xml:space="preserve"> </w:t>
            </w:r>
            <w:proofErr w:type="spellStart"/>
            <w:r w:rsidRPr="00581701">
              <w:rPr>
                <w:i/>
                <w:iCs/>
              </w:rPr>
              <w:t>lutzii</w:t>
            </w:r>
            <w:proofErr w:type="spellEnd"/>
          </w:p>
        </w:tc>
        <w:tc>
          <w:tcPr>
            <w:tcW w:w="2184" w:type="dxa"/>
            <w:shd w:val="clear" w:color="auto" w:fill="auto"/>
          </w:tcPr>
          <w:p w:rsidRPr="00C36D00" w:rsidR="00C36D00" w:rsidP="00BB4867" w:rsidRDefault="00C36D00" w14:paraId="1366D3F3" w14:textId="77777777">
            <w:proofErr w:type="spellStart"/>
            <w:r w:rsidRPr="00C36D00">
              <w:t>Picea</w:t>
            </w:r>
            <w:proofErr w:type="spellEnd"/>
            <w:r w:rsidRPr="00C36D00">
              <w:t xml:space="preserve"> </w:t>
            </w:r>
            <w:proofErr w:type="spellStart"/>
            <w:r w:rsidRPr="00C36D00">
              <w:t>lutzii</w:t>
            </w:r>
            <w:proofErr w:type="spellEnd"/>
          </w:p>
        </w:tc>
        <w:tc>
          <w:tcPr>
            <w:tcW w:w="1956" w:type="dxa"/>
            <w:shd w:val="clear" w:color="auto" w:fill="auto"/>
          </w:tcPr>
          <w:p w:rsidRPr="00C36D00" w:rsidR="00C36D00" w:rsidP="00BB4867" w:rsidRDefault="00C36D00" w14:paraId="6ADDD05D" w14:textId="77777777">
            <w:r w:rsidRPr="00C36D00">
              <w:t>Upper</w:t>
            </w:r>
          </w:p>
        </w:tc>
      </w:tr>
      <w:tr w:rsidRPr="00C36D00" w:rsidR="00C36D00" w:rsidTr="00C36D00" w14:paraId="5BCE3E67" w14:textId="77777777">
        <w:tc>
          <w:tcPr>
            <w:tcW w:w="1056" w:type="dxa"/>
            <w:shd w:val="clear" w:color="auto" w:fill="auto"/>
          </w:tcPr>
          <w:p w:rsidRPr="00C36D00" w:rsidR="00C36D00" w:rsidP="00BB4867" w:rsidRDefault="00C36D00" w14:paraId="4DD7A289" w14:textId="77777777">
            <w:pPr>
              <w:rPr>
                <w:bCs/>
              </w:rPr>
            </w:pPr>
            <w:r w:rsidRPr="00C36D00">
              <w:rPr>
                <w:bCs/>
              </w:rPr>
              <w:t>MEFE</w:t>
            </w:r>
          </w:p>
        </w:tc>
        <w:tc>
          <w:tcPr>
            <w:tcW w:w="2796" w:type="dxa"/>
            <w:shd w:val="clear" w:color="auto" w:fill="auto"/>
          </w:tcPr>
          <w:p w:rsidRPr="00581701" w:rsidR="00C36D00" w:rsidP="00BB4867" w:rsidRDefault="00C36D00" w14:paraId="64834AAB" w14:textId="77777777">
            <w:pPr>
              <w:rPr>
                <w:i/>
                <w:iCs/>
              </w:rPr>
            </w:pPr>
            <w:proofErr w:type="spellStart"/>
            <w:r w:rsidRPr="00581701">
              <w:rPr>
                <w:i/>
                <w:iCs/>
              </w:rPr>
              <w:t>Menziesia</w:t>
            </w:r>
            <w:proofErr w:type="spellEnd"/>
            <w:r w:rsidRPr="00581701">
              <w:rPr>
                <w:i/>
                <w:iCs/>
              </w:rPr>
              <w:t xml:space="preserve"> </w:t>
            </w:r>
            <w:proofErr w:type="spellStart"/>
            <w:r w:rsidRPr="00581701">
              <w:rPr>
                <w:i/>
                <w:iCs/>
              </w:rPr>
              <w:t>ferruginea</w:t>
            </w:r>
            <w:proofErr w:type="spellEnd"/>
          </w:p>
        </w:tc>
        <w:tc>
          <w:tcPr>
            <w:tcW w:w="2184" w:type="dxa"/>
            <w:shd w:val="clear" w:color="auto" w:fill="auto"/>
          </w:tcPr>
          <w:p w:rsidRPr="00C36D00" w:rsidR="00C36D00" w:rsidP="00BB4867" w:rsidRDefault="00C36D00" w14:paraId="1BD4675A" w14:textId="77777777">
            <w:r w:rsidRPr="00C36D00">
              <w:t xml:space="preserve">Rusty </w:t>
            </w:r>
            <w:proofErr w:type="spellStart"/>
            <w:r w:rsidRPr="00C36D00">
              <w:t>menziesia</w:t>
            </w:r>
            <w:proofErr w:type="spellEnd"/>
          </w:p>
        </w:tc>
        <w:tc>
          <w:tcPr>
            <w:tcW w:w="1956" w:type="dxa"/>
            <w:shd w:val="clear" w:color="auto" w:fill="auto"/>
          </w:tcPr>
          <w:p w:rsidRPr="00C36D00" w:rsidR="00C36D00" w:rsidP="00BB4867" w:rsidRDefault="00C36D00" w14:paraId="3E8DAA62" w14:textId="77777777">
            <w:r w:rsidRPr="00C36D00">
              <w:t>Lower</w:t>
            </w:r>
          </w:p>
        </w:tc>
      </w:tr>
      <w:tr w:rsidRPr="00C36D00" w:rsidR="00C36D00" w:rsidTr="00C36D00" w14:paraId="1D0B4EE6" w14:textId="77777777">
        <w:tc>
          <w:tcPr>
            <w:tcW w:w="1056" w:type="dxa"/>
            <w:shd w:val="clear" w:color="auto" w:fill="auto"/>
          </w:tcPr>
          <w:p w:rsidRPr="00C36D00" w:rsidR="00C36D00" w:rsidP="00BB4867" w:rsidRDefault="00C36D00" w14:paraId="123CD63A" w14:textId="77777777">
            <w:pPr>
              <w:rPr>
                <w:bCs/>
              </w:rPr>
            </w:pPr>
            <w:r w:rsidRPr="00C36D00">
              <w:rPr>
                <w:bCs/>
              </w:rPr>
              <w:t>ALVIS</w:t>
            </w:r>
          </w:p>
        </w:tc>
        <w:tc>
          <w:tcPr>
            <w:tcW w:w="2796" w:type="dxa"/>
            <w:shd w:val="clear" w:color="auto" w:fill="auto"/>
          </w:tcPr>
          <w:p w:rsidRPr="00581701" w:rsidR="00C36D00" w:rsidP="00BB4867" w:rsidRDefault="00C36D00" w14:paraId="42F33C9F" w14:textId="77777777">
            <w:pPr>
              <w:rPr>
                <w:i/>
                <w:iCs/>
              </w:rPr>
            </w:pPr>
            <w:r w:rsidRPr="00581701">
              <w:rPr>
                <w:i/>
                <w:iCs/>
              </w:rPr>
              <w:t xml:space="preserve">Alnus </w:t>
            </w:r>
            <w:proofErr w:type="spellStart"/>
            <w:r w:rsidRPr="00581701">
              <w:rPr>
                <w:i/>
                <w:iCs/>
              </w:rPr>
              <w:t>viridis</w:t>
            </w:r>
            <w:proofErr w:type="spellEnd"/>
            <w:r w:rsidRPr="00581701">
              <w:rPr>
                <w:i/>
                <w:iCs/>
              </w:rPr>
              <w:t xml:space="preserve"> </w:t>
            </w:r>
            <w:r w:rsidRPr="00581701">
              <w:t>ssp</w:t>
            </w:r>
            <w:r w:rsidRPr="00581701">
              <w:rPr>
                <w:i/>
                <w:iCs/>
              </w:rPr>
              <w:t xml:space="preserve">. </w:t>
            </w:r>
            <w:proofErr w:type="spellStart"/>
            <w:r w:rsidRPr="00581701">
              <w:rPr>
                <w:i/>
                <w:iCs/>
              </w:rPr>
              <w:t>sinuata</w:t>
            </w:r>
            <w:proofErr w:type="spellEnd"/>
          </w:p>
        </w:tc>
        <w:tc>
          <w:tcPr>
            <w:tcW w:w="2184" w:type="dxa"/>
            <w:shd w:val="clear" w:color="auto" w:fill="auto"/>
          </w:tcPr>
          <w:p w:rsidRPr="00C36D00" w:rsidR="00C36D00" w:rsidP="00BB4867" w:rsidRDefault="00C36D00" w14:paraId="08697988" w14:textId="77777777">
            <w:r w:rsidRPr="00C36D00">
              <w:t>Sitka alder</w:t>
            </w:r>
          </w:p>
        </w:tc>
        <w:tc>
          <w:tcPr>
            <w:tcW w:w="1956" w:type="dxa"/>
            <w:shd w:val="clear" w:color="auto" w:fill="auto"/>
          </w:tcPr>
          <w:p w:rsidRPr="00C36D00" w:rsidR="00C36D00" w:rsidP="00BB4867" w:rsidRDefault="00C36D00" w14:paraId="5167FABF" w14:textId="77777777">
            <w:r w:rsidRPr="00C36D00">
              <w:t>Lower</w:t>
            </w:r>
          </w:p>
        </w:tc>
      </w:tr>
    </w:tbl>
    <w:p w:rsidR="00C36D00" w:rsidP="00C36D00" w:rsidRDefault="00C36D00" w14:paraId="55DE9B67" w14:textId="77777777"/>
    <w:p w:rsidR="00C36D00" w:rsidP="00C36D00" w:rsidRDefault="00C36D00" w14:paraId="57FCB40E" w14:textId="77777777">
      <w:pPr>
        <w:pStyle w:val="SClassInfoPara"/>
      </w:pPr>
      <w:r>
        <w:t>Description</w:t>
      </w:r>
    </w:p>
    <w:p w:rsidR="00C36D00" w:rsidP="00C36D00" w:rsidRDefault="00C36D00" w14:paraId="108FFFFF" w14:textId="4EDD2B2D">
      <w:r>
        <w:t>This class is characterized by open spruce-</w:t>
      </w:r>
      <w:r w:rsidR="00E30A9B">
        <w:t xml:space="preserve">mountain </w:t>
      </w:r>
      <w:r>
        <w:t xml:space="preserve">hemlock or </w:t>
      </w:r>
      <w:r w:rsidR="00E30A9B">
        <w:t xml:space="preserve">mountain </w:t>
      </w:r>
      <w:r>
        <w:t xml:space="preserve">hemlock forest. Conifers share dominance with tall shrubs in the early stages of this class. Between 170-200yrs conifers gain canopy dominance. </w:t>
      </w:r>
    </w:p>
    <w:p w:rsidR="002F4110" w:rsidP="00C36D00" w:rsidRDefault="002F4110" w14:paraId="26AA645E" w14:textId="77777777"/>
    <w:p>
      <w:r>
        <w:rPr>
          <w:i/>
          <w:u w:val="single"/>
        </w:rPr>
        <w:t>Maximum Tree Size Class</w:t>
      </w:r>
      <w:br/>
      <w:r>
        <w:t>Med. 9–20" (swd)/11–20" (hwd)</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Mid1:CLS</w:t>
            </w:r>
          </w:p>
        </w:tc>
        <w:tc>
          <w:p>
            <w:pPr>
              <w:jc w:val="center"/>
            </w:pPr>
            <w:r>
              <w:rPr>
                <w:sz w:val="20"/>
              </w:rPr>
              <w:t>49</w:t>
            </w:r>
          </w:p>
        </w:tc>
      </w:tr>
      <w:tr>
        <w:tc>
          <w:p>
            <w:pPr>
              <w:jc w:val="center"/>
            </w:pPr>
            <w:r>
              <w:rPr>
                <w:sz w:val="20"/>
              </w:rPr>
              <w:t>Mid1:OPN</w:t>
            </w:r>
          </w:p>
        </w:tc>
        <w:tc>
          <w:p>
            <w:pPr>
              <w:jc w:val="center"/>
            </w:pPr>
            <w:r>
              <w:rPr>
                <w:sz w:val="20"/>
              </w:rPr>
              <w:t>50</w:t>
            </w:r>
          </w:p>
        </w:tc>
        <w:tc>
          <w:p>
            <w:pPr>
              <w:jc w:val="center"/>
            </w:pPr>
            <w:r>
              <w:rPr>
                <w:sz w:val="20"/>
              </w:rPr>
              <w:t>Mid1:OPN</w:t>
            </w:r>
          </w:p>
        </w:tc>
        <w:tc>
          <w:p>
            <w:pPr>
              <w:jc w:val="center"/>
            </w:pPr>
            <w:r>
              <w:rPr>
                <w:sz w:val="20"/>
              </w:rPr>
              <w:t>999</w:t>
            </w:r>
          </w:p>
        </w:tc>
      </w:tr>
      <w:tr>
        <w:tc>
          <w:p>
            <w:pPr>
              <w:jc w:val="center"/>
            </w:pPr>
            <w:r>
              <w:rPr>
                <w:sz w:val="20"/>
              </w:rPr>
              <w:t>Mid1:CLS</w:t>
            </w:r>
          </w:p>
        </w:tc>
        <w:tc>
          <w:p>
            <w:pPr>
              <w:jc w:val="center"/>
            </w:pPr>
            <w:r>
              <w:rPr>
                <w:sz w:val="20"/>
              </w:rPr>
              <w:t>50</w:t>
            </w:r>
          </w:p>
        </w:tc>
        <w:tc>
          <w:p>
            <w:pPr>
              <w:jc w:val="center"/>
            </w:pPr>
            <w:r>
              <w:rPr>
                <w:sz w:val="20"/>
              </w:rPr>
              <w:t>Mid1:CLS</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Alternative Succession</w:t>
            </w:r>
          </w:p>
        </w:tc>
        <w:tc>
          <w:p>
            <w:pPr>
              <w:jc w:val="center"/>
            </w:pPr>
            <w:r>
              <w:rPr>
                <w:sz w:val="20"/>
              </w:rPr>
              <w:t>Early1:ALL</w:t>
            </w:r>
          </w:p>
        </w:tc>
        <w:tc>
          <w:p>
            <w:pPr>
              <w:jc w:val="center"/>
            </w:pPr>
            <w:r>
              <w:rPr>
                <w:sz w:val="20"/>
              </w:rPr>
              <w:t>Mid1:OPN</w:t>
            </w:r>
          </w:p>
        </w:tc>
        <w:tc>
          <w:p>
            <w:pPr>
              <w:jc w:val="center"/>
            </w:pPr>
            <w:r>
              <w:rPr>
                <w:sz w:val="20"/>
              </w:rPr>
              <w:t>0.005</w:t>
            </w:r>
          </w:p>
        </w:tc>
        <w:tc>
          <w:p>
            <w:pPr>
              <w:jc w:val="center"/>
            </w:pPr>
            <w:r>
              <w:rPr>
                <w:sz w:val="20"/>
              </w:rPr>
              <w:t>200</w:t>
            </w:r>
          </w:p>
        </w:tc>
        <w:tc>
          <w:p>
            <w:pPr>
              <w:jc w:val="center"/>
            </w:pPr>
            <w:r>
              <w:rPr>
                <w:sz w:val="20"/>
              </w:rPr>
              <w:t>Yes</w:t>
            </w:r>
          </w:p>
        </w:tc>
        <w:tc>
          <w:p>
            <w:pPr>
              <w:jc w:val="center"/>
            </w:pPr>
            <w:r>
              <w:rPr>
                <w:sz w:val="20"/>
              </w:rPr>
              <w:t>0</w:t>
            </w:r>
          </w:p>
        </w:tc>
      </w:tr>
      <w:tr>
        <w:tc>
          <w:p>
            <w:pPr>
              <w:jc w:val="center"/>
            </w:pPr>
            <w:r>
              <w:rPr>
                <w:sz w:val="20"/>
              </w:rPr>
              <w:t>Wind or Weather or Stress</w:t>
            </w:r>
          </w:p>
        </w:tc>
        <w:tc>
          <w:p>
            <w:pPr>
              <w:jc w:val="center"/>
            </w:pPr>
            <w:r>
              <w:rPr>
                <w:sz w:val="20"/>
              </w:rPr>
              <w:t>Mid1:OPN</w:t>
            </w:r>
          </w:p>
        </w:tc>
        <w:tc>
          <w:p>
            <w:pPr>
              <w:jc w:val="center"/>
            </w:pPr>
            <w:r>
              <w:rPr>
                <w:sz w:val="20"/>
              </w:rPr>
              <w:t>Mid1:OPN</w:t>
            </w:r>
          </w:p>
        </w:tc>
        <w:tc>
          <w:p>
            <w:pPr>
              <w:jc w:val="center"/>
            </w:pPr>
            <w:r>
              <w:rPr>
                <w:sz w:val="20"/>
              </w:rPr>
              <w:t>0.0002</w:t>
            </w:r>
          </w:p>
        </w:tc>
        <w:tc>
          <w:p>
            <w:pPr>
              <w:jc w:val="center"/>
            </w:pPr>
            <w:r>
              <w:rPr>
                <w:sz w:val="20"/>
              </w:rPr>
              <w:t>5000</w:t>
            </w:r>
          </w:p>
        </w:tc>
        <w:tc>
          <w:p>
            <w:pPr>
              <w:jc w:val="center"/>
            </w:pPr>
            <w:r>
              <w:rPr>
                <w:sz w:val="20"/>
              </w:rPr>
              <w:t>No</w:t>
            </w:r>
          </w:p>
        </w:tc>
        <w:tc>
          <w:p>
            <w:pPr>
              <w:jc w:val="center"/>
            </w:pPr>
            <w:r>
              <w:rPr>
                <w:sz w:val="20"/>
              </w:rPr>
              <w:t>0</w:t>
            </w:r>
          </w:p>
        </w:tc>
      </w:tr>
      <w:tr>
        <w:tc>
          <w:p>
            <w:pPr>
              <w:jc w:val="center"/>
            </w:pPr>
            <w:r>
              <w:rPr>
                <w:sz w:val="20"/>
              </w:rPr>
              <w:t>Mixed Fire</w:t>
            </w:r>
          </w:p>
        </w:tc>
        <w:tc>
          <w:p>
            <w:pPr>
              <w:jc w:val="center"/>
            </w:pPr>
            <w:r>
              <w:rPr>
                <w:sz w:val="20"/>
              </w:rPr>
              <w:t>Mid1:OPN</w:t>
            </w:r>
          </w:p>
        </w:tc>
        <w:tc>
          <w:p>
            <w:pPr>
              <w:jc w:val="center"/>
            </w:pPr>
            <w:r>
              <w:rPr>
                <w:sz w:val="20"/>
              </w:rPr>
              <w:t>Mid1:OPN</w:t>
            </w:r>
          </w:p>
        </w:tc>
        <w:tc>
          <w:p>
            <w:pPr>
              <w:jc w:val="center"/>
            </w:pPr>
            <w:r>
              <w:rPr>
                <w:sz w:val="20"/>
              </w:rPr>
              <w:t>0.0002</w:t>
            </w:r>
          </w:p>
        </w:tc>
        <w:tc>
          <w:p>
            <w:pPr>
              <w:jc w:val="center"/>
            </w:pPr>
            <w:r>
              <w:rPr>
                <w:sz w:val="20"/>
              </w:rPr>
              <w:t>5000</w:t>
            </w:r>
          </w:p>
        </w:tc>
        <w:tc>
          <w:p>
            <w:pPr>
              <w:jc w:val="center"/>
            </w:pPr>
            <w:r>
              <w:rPr>
                <w:sz w:val="20"/>
              </w:rPr>
              <w:t>No</w:t>
            </w:r>
          </w:p>
        </w:tc>
        <w:tc>
          <w:p>
            <w:pPr>
              <w:jc w:val="center"/>
            </w:pPr>
            <w:r>
              <w:rPr>
                <w:sz w:val="20"/>
              </w:rPr>
              <w:t>0</w:t>
            </w:r>
          </w:p>
        </w:tc>
      </w:tr>
      <w:tr>
        <w:tc>
          <w:p>
            <w:pPr>
              <w:jc w:val="center"/>
            </w:pPr>
            <w:r>
              <w:rPr>
                <w:sz w:val="20"/>
              </w:rPr>
              <w:t>Replacement Fire</w:t>
            </w:r>
          </w:p>
        </w:tc>
        <w:tc>
          <w:p>
            <w:pPr>
              <w:jc w:val="center"/>
            </w:pPr>
            <w:r>
              <w:rPr>
                <w:sz w:val="20"/>
              </w:rPr>
              <w:t>Mid1:OPN</w:t>
            </w:r>
          </w:p>
        </w:tc>
        <w:tc>
          <w:p>
            <w:pPr>
              <w:jc w:val="center"/>
            </w:pPr>
            <w:r>
              <w:rPr>
                <w:sz w:val="20"/>
              </w:rPr>
              <w:t>Early1:ALL</w:t>
            </w:r>
          </w:p>
        </w:tc>
        <w:tc>
          <w:p>
            <w:pPr>
              <w:jc w:val="center"/>
            </w:pPr>
            <w:r>
              <w:rPr>
                <w:sz w:val="20"/>
              </w:rPr>
              <w:t>0.0008</w:t>
            </w:r>
          </w:p>
        </w:tc>
        <w:tc>
          <w:p>
            <w:pPr>
              <w:jc w:val="center"/>
            </w:pPr>
            <w:r>
              <w:rPr>
                <w:sz w:val="20"/>
              </w:rPr>
              <w:t>1250</w:t>
            </w:r>
          </w:p>
        </w:tc>
        <w:tc>
          <w:p>
            <w:pPr>
              <w:jc w:val="center"/>
            </w:pPr>
            <w:r>
              <w:rPr>
                <w:sz w:val="20"/>
              </w:rPr>
              <w:t>Yes</w:t>
            </w:r>
          </w:p>
        </w:tc>
        <w:tc>
          <w:p>
            <w:pPr>
              <w:jc w:val="center"/>
            </w:pPr>
            <w:r>
              <w:rPr>
                <w:sz w:val="20"/>
              </w:rPr>
              <w:t>0</w:t>
            </w:r>
          </w:p>
        </w:tc>
      </w:tr>
      <w:tr>
        <w:tc>
          <w:p>
            <w:pPr>
              <w:jc w:val="center"/>
            </w:pPr>
            <w:r>
              <w:rPr>
                <w:sz w:val="20"/>
              </w:rPr>
              <w:t>Mixed Fire</w:t>
            </w:r>
          </w:p>
        </w:tc>
        <w:tc>
          <w:p>
            <w:pPr>
              <w:jc w:val="center"/>
            </w:pPr>
            <w:r>
              <w:rPr>
                <w:sz w:val="20"/>
              </w:rPr>
              <w:t>Mid1:CLS</w:t>
            </w:r>
          </w:p>
        </w:tc>
        <w:tc>
          <w:p>
            <w:pPr>
              <w:jc w:val="center"/>
            </w:pPr>
            <w:r>
              <w:rPr>
                <w:sz w:val="20"/>
              </w:rPr>
              <w:t>Mid1:OPN</w:t>
            </w:r>
          </w:p>
        </w:tc>
        <w:tc>
          <w:p>
            <w:pPr>
              <w:jc w:val="center"/>
            </w:pPr>
            <w:r>
              <w:rPr>
                <w:sz w:val="20"/>
              </w:rPr>
              <w:t>0.0002</w:t>
            </w:r>
          </w:p>
        </w:tc>
        <w:tc>
          <w:p>
            <w:pPr>
              <w:jc w:val="center"/>
            </w:pPr>
            <w:r>
              <w:rPr>
                <w:sz w:val="20"/>
              </w:rPr>
              <w:t>5000</w:t>
            </w:r>
          </w:p>
        </w:tc>
        <w:tc>
          <w:p>
            <w:pPr>
              <w:jc w:val="center"/>
            </w:pPr>
            <w:r>
              <w:rPr>
                <w:sz w:val="20"/>
              </w:rPr>
              <w:t>Yes</w:t>
            </w:r>
          </w:p>
        </w:tc>
        <w:tc>
          <w:p>
            <w:pPr>
              <w:jc w:val="center"/>
            </w:pPr>
            <w:r>
              <w:rPr>
                <w:sz w:val="20"/>
              </w:rPr>
              <w:t>0</w:t>
            </w:r>
          </w:p>
        </w:tc>
      </w:tr>
      <w:tr>
        <w:tc>
          <w:p>
            <w:pPr>
              <w:jc w:val="center"/>
            </w:pPr>
            <w:r>
              <w:rPr>
                <w:sz w:val="20"/>
              </w:rPr>
              <w:t>Wind or Weather or Stress</w:t>
            </w:r>
          </w:p>
        </w:tc>
        <w:tc>
          <w:p>
            <w:pPr>
              <w:jc w:val="center"/>
            </w:pPr>
            <w:r>
              <w:rPr>
                <w:sz w:val="20"/>
              </w:rPr>
              <w:t>Mid1:CLS</w:t>
            </w:r>
          </w:p>
        </w:tc>
        <w:tc>
          <w:p>
            <w:pPr>
              <w:jc w:val="center"/>
            </w:pPr>
            <w:r>
              <w:rPr>
                <w:sz w:val="20"/>
              </w:rPr>
              <w:t>Mid1:CLS</w:t>
            </w:r>
          </w:p>
        </w:tc>
        <w:tc>
          <w:p>
            <w:pPr>
              <w:jc w:val="center"/>
            </w:pPr>
            <w:r>
              <w:rPr>
                <w:sz w:val="20"/>
              </w:rPr>
              <w:t>0.0002</w:t>
            </w:r>
          </w:p>
        </w:tc>
        <w:tc>
          <w:p>
            <w:pPr>
              <w:jc w:val="center"/>
            </w:pPr>
            <w:r>
              <w:rPr>
                <w:sz w:val="20"/>
              </w:rPr>
              <w:t>5000</w:t>
            </w:r>
          </w:p>
        </w:tc>
        <w:tc>
          <w:p>
            <w:pPr>
              <w:jc w:val="center"/>
            </w:pPr>
            <w:r>
              <w:rPr>
                <w:sz w:val="20"/>
              </w:rPr>
              <w:t>No</w:t>
            </w:r>
          </w:p>
        </w:tc>
        <w:tc>
          <w:p>
            <w:pPr>
              <w:jc w:val="center"/>
            </w:pPr>
            <w:r>
              <w:rPr>
                <w:sz w:val="20"/>
              </w:rPr>
              <w:t>0</w:t>
            </w:r>
          </w:p>
        </w:tc>
      </w:tr>
      <w:tr>
        <w:tc>
          <w:p>
            <w:pPr>
              <w:jc w:val="center"/>
            </w:pPr>
            <w:r>
              <w:rPr>
                <w:sz w:val="20"/>
              </w:rPr>
              <w:t>Replacement Fire</w:t>
            </w:r>
          </w:p>
        </w:tc>
        <w:tc>
          <w:p>
            <w:pPr>
              <w:jc w:val="center"/>
            </w:pPr>
            <w:r>
              <w:rPr>
                <w:sz w:val="20"/>
              </w:rPr>
              <w:t>Mid1:CLS</w:t>
            </w:r>
          </w:p>
        </w:tc>
        <w:tc>
          <w:p>
            <w:pPr>
              <w:jc w:val="center"/>
            </w:pPr>
            <w:r>
              <w:rPr>
                <w:sz w:val="20"/>
              </w:rPr>
              <w:t>Early1:ALL</w:t>
            </w:r>
          </w:p>
        </w:tc>
        <w:tc>
          <w:p>
            <w:pPr>
              <w:jc w:val="center"/>
            </w:pPr>
            <w:r>
              <w:rPr>
                <w:sz w:val="20"/>
              </w:rPr>
              <w:t>0.0008</w:t>
            </w:r>
          </w:p>
        </w:tc>
        <w:tc>
          <w:p>
            <w:pPr>
              <w:jc w:val="center"/>
            </w:pPr>
            <w:r>
              <w:rPr>
                <w:sz w:val="20"/>
              </w:rPr>
              <w:t>1250</w:t>
            </w:r>
          </w:p>
        </w:tc>
        <w:tc>
          <w:p>
            <w:pPr>
              <w:jc w:val="center"/>
            </w:pPr>
            <w:r>
              <w:rPr>
                <w:sz w:val="20"/>
              </w:rPr>
              <w:t>Yes</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00C36D00" w:rsidP="00C36D00" w:rsidRDefault="00C36D00" w14:paraId="1FF13CEE" w14:textId="77777777">
      <w:r>
        <w:t>Agee, J. K. 1993. Fire Ecology of Pacific Northwest Forests. Island Press publishing. 493 p.</w:t>
      </w:r>
    </w:p>
    <w:p w:rsidR="00C36D00" w:rsidP="00C36D00" w:rsidRDefault="00C36D00" w14:paraId="04BB316F" w14:textId="77777777"/>
    <w:p w:rsidR="00C36D00" w:rsidP="00C36D00" w:rsidRDefault="00C36D00" w14:paraId="1C6420EE" w14:textId="77777777">
      <w:r>
        <w:t xml:space="preserve">Agee, J. K. and Smith, L. 1984. Subalpine tree establishment after fire in the Olympic </w:t>
      </w:r>
    </w:p>
    <w:p w:rsidR="00C36D00" w:rsidP="00C36D00" w:rsidRDefault="00C36D00" w14:paraId="48500761" w14:textId="77777777">
      <w:r>
        <w:t xml:space="preserve">Mountains, Washington. Ecology 65:810-19. </w:t>
      </w:r>
    </w:p>
    <w:p w:rsidR="00C36D00" w:rsidP="00C36D00" w:rsidRDefault="00C36D00" w14:paraId="4137E191" w14:textId="77777777"/>
    <w:p w:rsidR="00C36D00" w:rsidP="00C36D00" w:rsidRDefault="00C36D00" w14:paraId="17D53C8A" w14:textId="77777777">
      <w:proofErr w:type="spellStart"/>
      <w:r>
        <w:t>Alaback</w:t>
      </w:r>
      <w:proofErr w:type="spellEnd"/>
      <w:r>
        <w:t xml:space="preserve">, P.B. 1991. Comparative ecology of temperate rainforests of the Americas along analogous climatic gradients. Rev. </w:t>
      </w:r>
      <w:proofErr w:type="spellStart"/>
      <w:r>
        <w:t>Chil</w:t>
      </w:r>
      <w:proofErr w:type="spellEnd"/>
      <w:r>
        <w:t>. Hist. Nat. 64: 399–412.</w:t>
      </w:r>
    </w:p>
    <w:p w:rsidR="00C36D00" w:rsidP="00C36D00" w:rsidRDefault="00C36D00" w14:paraId="6A802AD5" w14:textId="77777777"/>
    <w:p w:rsidR="00C36D00" w:rsidP="00C36D00" w:rsidRDefault="00C36D00" w14:paraId="51F83021" w14:textId="77777777">
      <w:proofErr w:type="spellStart"/>
      <w:r>
        <w:t>Alaback</w:t>
      </w:r>
      <w:proofErr w:type="spellEnd"/>
      <w:r>
        <w:t xml:space="preserve">, P.B. 1995. Biodiversity patterns in relation to climate and a genetic base for the rainforests of the west coast of North America. In R. Lawford, P.B. </w:t>
      </w:r>
      <w:proofErr w:type="spellStart"/>
      <w:r>
        <w:t>Alaback</w:t>
      </w:r>
      <w:proofErr w:type="spellEnd"/>
      <w:r>
        <w:t>, and E.R. Fuentes, eds. 1995. High Latitude Rain Forests of the West Coast of the Americas: Climate, Hydrology, Ecology and Conservation. Berlin: Springer-Verlag.</w:t>
      </w:r>
    </w:p>
    <w:p w:rsidR="00DD4311" w:rsidP="00C36D00" w:rsidRDefault="00DD4311" w14:paraId="3FDBC296" w14:textId="77777777"/>
    <w:p w:rsidR="00DD4311" w:rsidP="00C36D00" w:rsidRDefault="00DD4311" w14:paraId="6CC4C989" w14:textId="5845774F">
      <w:proofErr w:type="spellStart"/>
      <w:r w:rsidRPr="00DD4311">
        <w:t>Alaback</w:t>
      </w:r>
      <w:proofErr w:type="spellEnd"/>
      <w:r w:rsidRPr="00DD4311">
        <w:t xml:space="preserve">, P.; Veblen, T. T.; Whitlock, C.; Lara, A.; </w:t>
      </w:r>
      <w:proofErr w:type="spellStart"/>
      <w:r w:rsidRPr="00DD4311">
        <w:t>Kitzberger</w:t>
      </w:r>
      <w:proofErr w:type="spellEnd"/>
      <w:r w:rsidRPr="00DD4311">
        <w:t xml:space="preserve">, T.; </w:t>
      </w:r>
      <w:proofErr w:type="spellStart"/>
      <w:r w:rsidRPr="00DD4311">
        <w:t>Villalba</w:t>
      </w:r>
      <w:proofErr w:type="spellEnd"/>
      <w:r w:rsidRPr="00DD4311">
        <w:t xml:space="preserve">, R. 2003. Climatic and human influences on fire regimes in temperate forest ecosystems in North and South America. In: Bradshaw, G. A.; </w:t>
      </w:r>
      <w:proofErr w:type="spellStart"/>
      <w:r w:rsidRPr="00DD4311">
        <w:t>Marquet</w:t>
      </w:r>
      <w:proofErr w:type="spellEnd"/>
      <w:r w:rsidRPr="00DD4311">
        <w:t>, P. A., eds. How landscapes change: Human disturbance and ecosystem fragmentation in the Americas. Berlin: Springer-Verlag: 49-87.</w:t>
      </w:r>
    </w:p>
    <w:p w:rsidR="00AD3A46" w:rsidP="00C36D00" w:rsidRDefault="00AD3A46" w14:paraId="2650EDF1" w14:textId="77777777"/>
    <w:p w:rsidR="00AD3A46" w:rsidP="00C36D00" w:rsidRDefault="00AD3A46" w14:paraId="09C50E4C" w14:textId="3ECBB9BE">
      <w:r w:rsidRPr="00AD3A46">
        <w:t xml:space="preserve">Berg, Edward E.; Anderson, R. Scott. 2006. Fire history of white and Lutz spruce forests on the Kenai Peninsula, Alaska, over the last two millennia as determined from soil charcoal. Forest Ecology and Management. 227(3): 275-283. </w:t>
      </w:r>
    </w:p>
    <w:p w:rsidR="00AC747D" w:rsidP="00C36D00" w:rsidRDefault="00AC747D" w14:paraId="2C09FFE2" w14:textId="77777777"/>
    <w:p w:rsidR="00AC747D" w:rsidP="00C36D00" w:rsidRDefault="00AC747D" w14:paraId="16AA419E" w14:textId="4323FC06">
      <w:r w:rsidRPr="00AC747D">
        <w:t xml:space="preserve">Boggs, Keith; Klein, Susan C.; Flagstad, Lindsey; Boucher, Tina.; </w:t>
      </w:r>
      <w:proofErr w:type="spellStart"/>
      <w:r w:rsidRPr="00AC747D">
        <w:t>Grunblatt</w:t>
      </w:r>
      <w:proofErr w:type="spellEnd"/>
      <w:r w:rsidRPr="00AC747D">
        <w:t xml:space="preserve">, Jess; </w:t>
      </w:r>
      <w:proofErr w:type="spellStart"/>
      <w:r w:rsidRPr="00AC747D">
        <w:t>Koltun</w:t>
      </w:r>
      <w:proofErr w:type="spellEnd"/>
      <w:r w:rsidRPr="00AC747D">
        <w:t>, Beth. 2008. Landcover classes, ecosystems and plant associations: Kenai Fjords National Park. Natural Resource Technical Report NPS/KEFJ/NRTR—2008/136. National Park Service, Fort Collins, Colorado. 222 p.</w:t>
      </w:r>
    </w:p>
    <w:p w:rsidR="00EE1F3A" w:rsidP="00C36D00" w:rsidRDefault="00EE1F3A" w14:paraId="1C83FAEA" w14:textId="77777777"/>
    <w:p w:rsidR="00EE1F3A" w:rsidP="00C36D00" w:rsidRDefault="00EE1F3A" w14:paraId="0E3DB595" w14:textId="610F2746">
      <w:r w:rsidRPr="00EE1F3A">
        <w:t>Boucher, Tina V. 2003. Vegetation response to prescribed fire in the Kenai Mountains, Alaska. Res. Pap. PNW-RP-554. Portland, OR: U.S. Department of Agriculture, Forest Service, Pacific Northwest Research Station. 59 p.</w:t>
      </w:r>
    </w:p>
    <w:p w:rsidR="00C36D00" w:rsidP="00C36D00" w:rsidRDefault="00C36D00" w14:paraId="395B3A68" w14:textId="5B9EAAAF"/>
    <w:p w:rsidR="007F0205" w:rsidP="007F0205" w:rsidRDefault="007F0205" w14:paraId="2E3EB4CB" w14:textId="77777777">
      <w:r>
        <w:t xml:space="preserve">Comer, P., D. Faber-Langendoen, R. Evans, S. </w:t>
      </w:r>
      <w:proofErr w:type="spellStart"/>
      <w:r>
        <w:t>Gawler</w:t>
      </w:r>
      <w:proofErr w:type="spellEnd"/>
      <w:r>
        <w:t xml:space="preserve">, C. </w:t>
      </w:r>
      <w:proofErr w:type="spellStart"/>
      <w:r>
        <w:t>Josse</w:t>
      </w:r>
      <w:proofErr w:type="spellEnd"/>
      <w:r>
        <w:t xml:space="preserve">, G. Kittel, S. Menard, C. Nordman, M. Pyne, M. Reid, M. Russo, K. Schulz, K. Snow, J. Teague, and R. White. 2003-present. Ecological systems of the United States: A working classification of U.S. terrestrial systems. NatureServe, Arlington, VA. </w:t>
      </w:r>
    </w:p>
    <w:p w:rsidR="007F0205" w:rsidP="00C36D00" w:rsidRDefault="007F0205" w14:paraId="7106D5A3" w14:textId="59F4790F"/>
    <w:p w:rsidR="007F0205" w:rsidP="007F0205" w:rsidRDefault="007F0205" w14:paraId="13F66E85" w14:textId="77777777">
      <w:r>
        <w:t xml:space="preserve">DeMeo, T., J. Martin and R.A. West. 1992. Forest plant association management guide, Ketchikan Area, </w:t>
      </w:r>
      <w:proofErr w:type="spellStart"/>
      <w:r>
        <w:t>Tongass</w:t>
      </w:r>
      <w:proofErr w:type="spellEnd"/>
      <w:r>
        <w:t xml:space="preserve"> National Forest. USDA Forest Service, Alaska Region. R10-MB-210. 405p.</w:t>
      </w:r>
    </w:p>
    <w:p w:rsidR="007F0205" w:rsidP="00C36D00" w:rsidRDefault="007F0205" w14:paraId="12D51795" w14:textId="77777777"/>
    <w:p w:rsidR="00C36D00" w:rsidP="00C36D00" w:rsidRDefault="00C36D00" w14:paraId="7BDC6824" w14:textId="77777777">
      <w:proofErr w:type="spellStart"/>
      <w:r>
        <w:t>DeVelice</w:t>
      </w:r>
      <w:proofErr w:type="spellEnd"/>
      <w:r>
        <w:t>, R.L., Hubbard, C.J., Boggs, K. et al. 1999. Plant community types of the Chugach National Forest. Tech. Publ. R10-TP-76. Juneau, AK: USDA Forest Service, Alaska Region. 375pp.</w:t>
      </w:r>
    </w:p>
    <w:p w:rsidR="00C36D00" w:rsidP="00C36D00" w:rsidRDefault="00C36D00" w14:paraId="51942E67" w14:textId="77777777"/>
    <w:p w:rsidR="00C36D00" w:rsidP="00C36D00" w:rsidRDefault="00C36D00" w14:paraId="3CC5130A" w14:textId="77777777">
      <w:r>
        <w:t xml:space="preserve">Dickman, A. and Cook, S. 1989. Fire and fungus in mountain hemlock forest. Can. J. Bot. </w:t>
      </w:r>
    </w:p>
    <w:p w:rsidR="00C36D00" w:rsidP="00C36D00" w:rsidRDefault="00C36D00" w14:paraId="6F783681" w14:textId="77777777">
      <w:r>
        <w:t xml:space="preserve">67:2005-16. </w:t>
      </w:r>
    </w:p>
    <w:p w:rsidR="00C36D00" w:rsidP="00C36D00" w:rsidRDefault="00C36D00" w14:paraId="71CFE4D4" w14:textId="77777777"/>
    <w:p w:rsidR="00C36D00" w:rsidP="00C36D00" w:rsidRDefault="00C36D00" w14:paraId="4F8A7D7E" w14:textId="77777777">
      <w:r>
        <w:t xml:space="preserve">Franklin, J.F.; </w:t>
      </w:r>
      <w:proofErr w:type="spellStart"/>
      <w:r>
        <w:t>Hemstrom</w:t>
      </w:r>
      <w:proofErr w:type="spellEnd"/>
      <w:r>
        <w:t xml:space="preserve">, M.A. 1981. Aspects of succession in the coniferous forests of the Pacific Northwest. In: West, D.C.; Shugart, H.H.; Botkin, D.B.. Forest succession; concepts and application. Springer-Verlag, </w:t>
      </w:r>
      <w:proofErr w:type="spellStart"/>
      <w:r>
        <w:t>NewYork</w:t>
      </w:r>
      <w:proofErr w:type="spellEnd"/>
      <w:r>
        <w:t xml:space="preserve">. </w:t>
      </w:r>
    </w:p>
    <w:p w:rsidR="00A3799B" w:rsidP="00C36D00" w:rsidRDefault="00A3799B" w14:paraId="70FB4493" w14:textId="77777777"/>
    <w:p w:rsidR="00A3799B" w:rsidP="00C36D00" w:rsidRDefault="00A3799B" w14:paraId="7282A892" w14:textId="4BE295A9">
      <w:r w:rsidRPr="00A3799B">
        <w:t xml:space="preserve">Gabriel, Herman W.; </w:t>
      </w:r>
      <w:proofErr w:type="spellStart"/>
      <w:r w:rsidRPr="00A3799B">
        <w:t>Tande</w:t>
      </w:r>
      <w:proofErr w:type="spellEnd"/>
      <w:r w:rsidRPr="00A3799B">
        <w:t>, Gerald F. 1983. A regional approach to fire history in Alaska. BLM-Alaska Tech. Rep. 9. Anchorage, AK: U.S. Department of the Interior, Bureau of Land Management. 34 p.</w:t>
      </w:r>
    </w:p>
    <w:p w:rsidR="00EA24C7" w:rsidP="00C36D00" w:rsidRDefault="00EA24C7" w14:paraId="22D81E15" w14:textId="77777777"/>
    <w:p w:rsidR="00EA24C7" w:rsidP="00C36D00" w:rsidRDefault="00EA24C7" w14:paraId="5806E3BE" w14:textId="19DEF6AB">
      <w:r w:rsidRPr="00EA24C7">
        <w:t xml:space="preserve">Hallett, Douglas J.; </w:t>
      </w:r>
      <w:proofErr w:type="spellStart"/>
      <w:r w:rsidRPr="00EA24C7">
        <w:t>Lepofsky</w:t>
      </w:r>
      <w:proofErr w:type="spellEnd"/>
      <w:r w:rsidRPr="00EA24C7">
        <w:t xml:space="preserve">, Dana S.; </w:t>
      </w:r>
      <w:proofErr w:type="spellStart"/>
      <w:r w:rsidRPr="00EA24C7">
        <w:t>Mathewes</w:t>
      </w:r>
      <w:proofErr w:type="spellEnd"/>
      <w:r w:rsidRPr="00EA24C7">
        <w:t xml:space="preserve">, Rolf W.; </w:t>
      </w:r>
      <w:proofErr w:type="spellStart"/>
      <w:r w:rsidRPr="00EA24C7">
        <w:t>Lertzman</w:t>
      </w:r>
      <w:proofErr w:type="spellEnd"/>
      <w:r w:rsidRPr="00EA24C7">
        <w:t>, Ken P. 2003. 11,000 years of fire history and climate in the mountain hemlock rain forests of southwestern British Columbia based on sedimentary charcoal. Canadian Journal of Forest Research. 33(2): 292-312.</w:t>
      </w:r>
    </w:p>
    <w:p w:rsidR="00DD08FF" w:rsidP="00C36D00" w:rsidRDefault="00DD08FF" w14:paraId="5EFE9049" w14:textId="77777777"/>
    <w:p w:rsidR="00DD08FF" w:rsidP="00C36D00" w:rsidRDefault="00DD08FF" w14:paraId="66F21B55" w14:textId="0037176A">
      <w:proofErr w:type="spellStart"/>
      <w:r w:rsidRPr="00DD08FF">
        <w:t>Lertzman</w:t>
      </w:r>
      <w:proofErr w:type="spellEnd"/>
      <w:r w:rsidRPr="00DD08FF">
        <w:t>, Kenneth P. 1992. Patterns of gap-phase replacement in a subalpine, old-growth forest. Ecology. 73(2): 657-669.</w:t>
      </w:r>
    </w:p>
    <w:p w:rsidR="00C36D00" w:rsidP="00C36D00" w:rsidRDefault="00C36D00" w14:paraId="0EFD3AF2" w14:textId="77777777"/>
    <w:p w:rsidR="00C36D00" w:rsidP="00C36D00" w:rsidRDefault="00C36D00" w14:paraId="23CB062C" w14:textId="77777777">
      <w:proofErr w:type="spellStart"/>
      <w:r>
        <w:t>Lertzman</w:t>
      </w:r>
      <w:proofErr w:type="spellEnd"/>
      <w:r>
        <w:t xml:space="preserve">, K.P. and Krebs, C.J. 1991. Gap-phase structure of old-growth forest. Can. J. For. Res. 21:1730-41. </w:t>
      </w:r>
    </w:p>
    <w:p w:rsidR="003B2BA7" w:rsidP="00C36D00" w:rsidRDefault="003B2BA7" w14:paraId="4EE7D431" w14:textId="77777777"/>
    <w:p w:rsidR="003B2BA7" w:rsidP="00C36D00" w:rsidRDefault="003B2BA7" w14:paraId="2EC440CE" w14:textId="0268EE66">
      <w:r w:rsidRPr="003B2BA7">
        <w:t xml:space="preserve">Means, Joseph E. 1990. Tsuga </w:t>
      </w:r>
      <w:proofErr w:type="spellStart"/>
      <w:r w:rsidRPr="003B2BA7">
        <w:t>mertensiana</w:t>
      </w:r>
      <w:proofErr w:type="spellEnd"/>
      <w:r w:rsidRPr="003B2BA7">
        <w:t xml:space="preserve"> (Bong.) </w:t>
      </w:r>
      <w:proofErr w:type="spellStart"/>
      <w:r w:rsidRPr="003B2BA7">
        <w:t>Carr</w:t>
      </w:r>
      <w:proofErr w:type="spellEnd"/>
      <w:r w:rsidRPr="003B2BA7">
        <w:t xml:space="preserve">. mountain hemlock. In: Burns, Russell M.; </w:t>
      </w:r>
      <w:proofErr w:type="spellStart"/>
      <w:r w:rsidRPr="003B2BA7">
        <w:t>Honkala</w:t>
      </w:r>
      <w:proofErr w:type="spellEnd"/>
      <w:r w:rsidRPr="003B2BA7">
        <w:t xml:space="preserve">, Barbara H., technical coordinators. Silvics of North America. Volume 1. Conifers. Agric. </w:t>
      </w:r>
      <w:proofErr w:type="spellStart"/>
      <w:r w:rsidRPr="003B2BA7">
        <w:t>Handb</w:t>
      </w:r>
      <w:proofErr w:type="spellEnd"/>
      <w:r w:rsidRPr="003B2BA7">
        <w:t>. 654. Washington, DC: U.S. Department of Agriculture, Forest Service: 623-634.</w:t>
      </w:r>
    </w:p>
    <w:p w:rsidR="00C36D00" w:rsidP="00C36D00" w:rsidRDefault="00C36D00" w14:paraId="3EB87890" w14:textId="77777777"/>
    <w:p w:rsidR="00C36D00" w:rsidP="00C36D00" w:rsidRDefault="00C36D00" w14:paraId="45F5F717" w14:textId="77777777">
      <w:r>
        <w:t>Murphy, K.A. and E. Witten. 2006. Kenai Mountain Hemlock. In Fire Regime Condition Class (FRCC) Interagency Guidebook Reference Conditions. Available at www.frcc.gov.</w:t>
      </w:r>
    </w:p>
    <w:p w:rsidR="00DD4311" w:rsidP="00C36D00" w:rsidRDefault="00DD4311" w14:paraId="1696EFD3" w14:textId="77777777"/>
    <w:p w:rsidR="00DD4311" w:rsidP="00C36D00" w:rsidRDefault="00DD4311" w14:paraId="377B2188" w14:textId="3455478B">
      <w:r w:rsidRPr="00DD4311">
        <w:t>NatureServe. 2013. International Ecological Classification Standard: Terrestrial Ecological Classifications of the United States and Canada. In: NatureServe Central Databases. Arlington, VA, (Producer). 1530 p. Available: http://explorer.natureserve.org/servlet/NatureServe?init=Ecol [2015, July 14].</w:t>
      </w:r>
    </w:p>
    <w:p w:rsidR="00A3799B" w:rsidP="00C36D00" w:rsidRDefault="00A3799B" w14:paraId="1E753664" w14:textId="77777777"/>
    <w:p w:rsidR="00A3799B" w:rsidP="00C36D00" w:rsidRDefault="00A3799B" w14:paraId="11B45CDE" w14:textId="29186401">
      <w:proofErr w:type="spellStart"/>
      <w:r w:rsidRPr="00A3799B">
        <w:t>Noste</w:t>
      </w:r>
      <w:proofErr w:type="spellEnd"/>
      <w:r w:rsidRPr="00A3799B">
        <w:t xml:space="preserve">, </w:t>
      </w:r>
      <w:proofErr w:type="spellStart"/>
      <w:r w:rsidRPr="00A3799B">
        <w:t>Nonan</w:t>
      </w:r>
      <w:proofErr w:type="spellEnd"/>
      <w:r w:rsidRPr="00A3799B">
        <w:t xml:space="preserve"> V. 1969. Analysis and summary of forest fires in coastal Alaska. Juneau, AK: U.S. Department of Agriculture, Forest Service, Pacific Northwest Forest and Range Experiment Station, Institute of Northern Forestry. 12 p.</w:t>
      </w:r>
    </w:p>
    <w:p w:rsidR="00EE1F3A" w:rsidP="00C36D00" w:rsidRDefault="00EE1F3A" w14:paraId="728B2190" w14:textId="77777777"/>
    <w:p w:rsidR="00EE1F3A" w:rsidP="00C36D00" w:rsidRDefault="00EE1F3A" w14:paraId="5E937C89" w14:textId="2BE25906">
      <w:r w:rsidRPr="00EE1F3A">
        <w:t xml:space="preserve">Parish, Roberta; </w:t>
      </w:r>
      <w:proofErr w:type="spellStart"/>
      <w:r w:rsidRPr="00EE1F3A">
        <w:t>Antos</w:t>
      </w:r>
      <w:proofErr w:type="spellEnd"/>
      <w:r w:rsidRPr="00EE1F3A">
        <w:t xml:space="preserve">, Joseph A. 2004. Structure and dynamics of an ancient montane forest in coastal British Columbia. </w:t>
      </w:r>
      <w:proofErr w:type="spellStart"/>
      <w:r w:rsidRPr="00EE1F3A">
        <w:t>Oecologia</w:t>
      </w:r>
      <w:proofErr w:type="spellEnd"/>
      <w:r w:rsidRPr="00EE1F3A">
        <w:t>. 141(4): 562-576.</w:t>
      </w:r>
    </w:p>
    <w:p w:rsidR="00EE1F3A" w:rsidP="00C36D00" w:rsidRDefault="00EE1F3A" w14:paraId="7612538D" w14:textId="77777777"/>
    <w:p w:rsidR="00EE1F3A" w:rsidP="00C36D00" w:rsidRDefault="00EE1F3A" w14:paraId="381C49ED" w14:textId="39687AF8">
      <w:r w:rsidRPr="00EE1F3A">
        <w:t xml:space="preserve">Parish, Roberta; </w:t>
      </w:r>
      <w:proofErr w:type="spellStart"/>
      <w:r w:rsidRPr="00EE1F3A">
        <w:t>Antos</w:t>
      </w:r>
      <w:proofErr w:type="spellEnd"/>
      <w:r w:rsidRPr="00EE1F3A">
        <w:t xml:space="preserve">, Joseph A. 2006. Slow growth, long-lived trees, and minimal disturbance characterize the dynamics of an ancient, montane forest in coastal British Columbia. Canadian Journal of Forest Research. 36: 2826-2838. </w:t>
      </w:r>
    </w:p>
    <w:p w:rsidR="00C36D00" w:rsidP="00C36D00" w:rsidRDefault="00C36D00" w14:paraId="0BDBC2EB" w14:textId="77777777"/>
    <w:p w:rsidR="00C36D00" w:rsidP="00C36D00" w:rsidRDefault="00C36D00" w14:paraId="08D17303" w14:textId="77777777">
      <w:proofErr w:type="spellStart"/>
      <w:r>
        <w:t>Potkin</w:t>
      </w:r>
      <w:proofErr w:type="spellEnd"/>
      <w:r>
        <w:t>, M. 1997. Fire history disturbance study of the Kenai Peninsula mountainous portion of the Chugach National Forest. Draft. USDA Forest Service, Chugach National Forest. December 5, 1997. Anchorage, Alaska.</w:t>
      </w:r>
    </w:p>
    <w:p w:rsidR="00C36D00" w:rsidP="00C36D00" w:rsidRDefault="00C36D00" w14:paraId="6635F20F" w14:textId="77777777"/>
    <w:p w:rsidR="00C36D00" w:rsidP="00C36D00" w:rsidRDefault="00C36D00" w14:paraId="3E941D97" w14:textId="77777777">
      <w:r>
        <w:t xml:space="preserve">USDA Forest Service. 2002. Revised land and resource management plan, final </w:t>
      </w:r>
    </w:p>
    <w:p w:rsidR="00C36D00" w:rsidP="00C36D00" w:rsidRDefault="00C36D00" w14:paraId="533FF229" w14:textId="77777777">
      <w:r>
        <w:t xml:space="preserve">environmental impact statement. Alaska Region Chugach National Forest. R10-MB-480d, May 2002. </w:t>
      </w:r>
    </w:p>
    <w:p w:rsidR="00C36D00" w:rsidP="00C36D00" w:rsidRDefault="00C36D00" w14:paraId="5739F399" w14:textId="77777777"/>
    <w:p w:rsidR="00C36D00" w:rsidP="00C36D00" w:rsidRDefault="00C36D00" w14:paraId="65431337" w14:textId="77777777">
      <w:proofErr w:type="spellStart"/>
      <w:r>
        <w:t>Viereck</w:t>
      </w:r>
      <w:proofErr w:type="spellEnd"/>
      <w:r>
        <w:t xml:space="preserve">, L.A. 1979. Characteristics of </w:t>
      </w:r>
      <w:proofErr w:type="spellStart"/>
      <w:r>
        <w:t>treeline</w:t>
      </w:r>
      <w:proofErr w:type="spellEnd"/>
      <w:r>
        <w:t xml:space="preserve"> plant communities in Alaska. Holarctic Ecology. 2:228-238.</w:t>
      </w:r>
    </w:p>
    <w:p w:rsidR="00B27D56" w:rsidP="00C36D00" w:rsidRDefault="00B27D56" w14:paraId="32A62246" w14:textId="77777777"/>
    <w:p w:rsidR="007F0205" w:rsidP="007F0205" w:rsidRDefault="007F0205" w14:paraId="34000CDE" w14:textId="77777777">
      <w:proofErr w:type="spellStart"/>
      <w:r>
        <w:t>Viereck</w:t>
      </w:r>
      <w:proofErr w:type="spellEnd"/>
      <w:r>
        <w:t xml:space="preserve">, L., Dryness, C., Batten A. and K. </w:t>
      </w:r>
      <w:proofErr w:type="spellStart"/>
      <w:r>
        <w:t>Wenzlick</w:t>
      </w:r>
      <w:proofErr w:type="spellEnd"/>
      <w:r>
        <w:t>. 1992. The Alaska vegetation classification. General Technical Report PNW-GTR-286. Portland, Oregon. USDA Forest Service, Pacific Northwest Research Station. 278 p.</w:t>
      </w:r>
    </w:p>
    <w:p w:rsidR="004D5F12" w:rsidP="00C36D00" w:rsidRDefault="004D5F12" w14:paraId="59450EA1" w14:textId="7679C436"/>
    <w:p w:rsidRPr="00A43E41" w:rsidR="00997203" w:rsidP="00C36D00" w:rsidRDefault="00997203" w14:paraId="38693D95" w14:textId="2549B878">
      <w:bookmarkStart w:name="_Hlk84703280" w:id="2"/>
      <w:r w:rsidRPr="00997203">
        <w:t>Zouhar, Kris. 2017. Fire regimes of Alaskan mountain hemlock ecosystems. In: Fire Effects Information System, (Online). U.S. Department of Agriculture, Forest Service, Rocky Mountain Research Station, Missoula Fire Sciences Laboratory (Producer). Available: https://www.fs.fed.us/database/feis/fire_regimes/AK_mountain_hemlock/all.html [2021, May 24]</w:t>
      </w:r>
      <w:bookmarkEnd w:id="2"/>
    </w:p>
    <w:sectPr w:rsidRPr="00A43E41" w:rsidR="00997203" w:rsidSect="00FE41CA">
      <w:headerReference w:type="default" r:id="rId8"/>
      <w:footerReference w:type="default" r:id="rId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17FB2" w:rsidRDefault="00817FB2" w14:paraId="5CD46762" w14:textId="77777777">
      <w:r>
        <w:separator/>
      </w:r>
    </w:p>
  </w:endnote>
  <w:endnote w:type="continuationSeparator" w:id="0">
    <w:p w:rsidR="00817FB2" w:rsidRDefault="00817FB2" w14:paraId="1758584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354CB" w:rsidP="00C36D00" w:rsidRDefault="005354CB" w14:paraId="43C935DE"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17FB2" w:rsidRDefault="00817FB2" w14:paraId="2E6F6A8F" w14:textId="77777777">
      <w:r>
        <w:separator/>
      </w:r>
    </w:p>
  </w:footnote>
  <w:footnote w:type="continuationSeparator" w:id="0">
    <w:p w:rsidR="00817FB2" w:rsidRDefault="00817FB2" w14:paraId="552DD25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354CB" w:rsidP="00C36D00" w:rsidRDefault="005354CB" w14:paraId="563A5A2C"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081874985">
    <w:abstractNumId w:val="1"/>
  </w:num>
  <w:num w:numId="2" w16cid:durableId="245918605">
    <w:abstractNumId w:val="0"/>
  </w:num>
  <w:num w:numId="3" w16cid:durableId="3815625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D00"/>
    <w:rsid w:val="0000264E"/>
    <w:rsid w:val="00007C48"/>
    <w:rsid w:val="0001761A"/>
    <w:rsid w:val="000220D7"/>
    <w:rsid w:val="0003202F"/>
    <w:rsid w:val="00036618"/>
    <w:rsid w:val="0004797F"/>
    <w:rsid w:val="000722B3"/>
    <w:rsid w:val="00077A85"/>
    <w:rsid w:val="00077F60"/>
    <w:rsid w:val="0008106D"/>
    <w:rsid w:val="00097251"/>
    <w:rsid w:val="000B0DFC"/>
    <w:rsid w:val="000B5948"/>
    <w:rsid w:val="000D0B1F"/>
    <w:rsid w:val="000D4ECA"/>
    <w:rsid w:val="000D508F"/>
    <w:rsid w:val="000E0C9A"/>
    <w:rsid w:val="000E1EC5"/>
    <w:rsid w:val="000E2D2F"/>
    <w:rsid w:val="000E46C5"/>
    <w:rsid w:val="000E759B"/>
    <w:rsid w:val="000F3569"/>
    <w:rsid w:val="001028B7"/>
    <w:rsid w:val="00110079"/>
    <w:rsid w:val="00117805"/>
    <w:rsid w:val="001301B6"/>
    <w:rsid w:val="00144BEF"/>
    <w:rsid w:val="001514F9"/>
    <w:rsid w:val="00152ACE"/>
    <w:rsid w:val="00155100"/>
    <w:rsid w:val="00174486"/>
    <w:rsid w:val="001824B8"/>
    <w:rsid w:val="00183D4B"/>
    <w:rsid w:val="00186C91"/>
    <w:rsid w:val="00193946"/>
    <w:rsid w:val="00196C68"/>
    <w:rsid w:val="001A07B5"/>
    <w:rsid w:val="001A5277"/>
    <w:rsid w:val="001A6573"/>
    <w:rsid w:val="001B1261"/>
    <w:rsid w:val="001B4F81"/>
    <w:rsid w:val="001C246F"/>
    <w:rsid w:val="001C3560"/>
    <w:rsid w:val="001D55BB"/>
    <w:rsid w:val="001E43F5"/>
    <w:rsid w:val="001F77AB"/>
    <w:rsid w:val="00200455"/>
    <w:rsid w:val="00216B67"/>
    <w:rsid w:val="002206B7"/>
    <w:rsid w:val="00220975"/>
    <w:rsid w:val="002233CE"/>
    <w:rsid w:val="00240A54"/>
    <w:rsid w:val="00242A9C"/>
    <w:rsid w:val="00243E8D"/>
    <w:rsid w:val="00252463"/>
    <w:rsid w:val="0025251F"/>
    <w:rsid w:val="00272B25"/>
    <w:rsid w:val="00291550"/>
    <w:rsid w:val="00292706"/>
    <w:rsid w:val="002A3ABA"/>
    <w:rsid w:val="002A69B2"/>
    <w:rsid w:val="002B2D79"/>
    <w:rsid w:val="002C4A8A"/>
    <w:rsid w:val="002D7096"/>
    <w:rsid w:val="002E41A1"/>
    <w:rsid w:val="002F4110"/>
    <w:rsid w:val="00300000"/>
    <w:rsid w:val="00301A74"/>
    <w:rsid w:val="0031662A"/>
    <w:rsid w:val="00317111"/>
    <w:rsid w:val="003172E2"/>
    <w:rsid w:val="00320910"/>
    <w:rsid w:val="0032303B"/>
    <w:rsid w:val="003319D8"/>
    <w:rsid w:val="0037323E"/>
    <w:rsid w:val="0037413E"/>
    <w:rsid w:val="003877A4"/>
    <w:rsid w:val="0039624D"/>
    <w:rsid w:val="003B2BA7"/>
    <w:rsid w:val="003C703C"/>
    <w:rsid w:val="003F322E"/>
    <w:rsid w:val="003F54B8"/>
    <w:rsid w:val="00410F28"/>
    <w:rsid w:val="004148BE"/>
    <w:rsid w:val="00414DA8"/>
    <w:rsid w:val="00424E99"/>
    <w:rsid w:val="0042550C"/>
    <w:rsid w:val="0042737A"/>
    <w:rsid w:val="004344B9"/>
    <w:rsid w:val="004375BE"/>
    <w:rsid w:val="00446F38"/>
    <w:rsid w:val="00447BAA"/>
    <w:rsid w:val="00452B5E"/>
    <w:rsid w:val="00455D4C"/>
    <w:rsid w:val="0045665B"/>
    <w:rsid w:val="00467245"/>
    <w:rsid w:val="00476F39"/>
    <w:rsid w:val="00480C6E"/>
    <w:rsid w:val="00481B68"/>
    <w:rsid w:val="00484A16"/>
    <w:rsid w:val="00491F12"/>
    <w:rsid w:val="00492A22"/>
    <w:rsid w:val="004D24E0"/>
    <w:rsid w:val="004D5F12"/>
    <w:rsid w:val="004D6A70"/>
    <w:rsid w:val="004D7DCF"/>
    <w:rsid w:val="004E7DB5"/>
    <w:rsid w:val="004F18C6"/>
    <w:rsid w:val="005035F5"/>
    <w:rsid w:val="00503C61"/>
    <w:rsid w:val="00513848"/>
    <w:rsid w:val="00513AFB"/>
    <w:rsid w:val="0052386E"/>
    <w:rsid w:val="00530D3E"/>
    <w:rsid w:val="005354CB"/>
    <w:rsid w:val="00537D33"/>
    <w:rsid w:val="0054090D"/>
    <w:rsid w:val="005446EB"/>
    <w:rsid w:val="00546026"/>
    <w:rsid w:val="00557492"/>
    <w:rsid w:val="00573E59"/>
    <w:rsid w:val="00577597"/>
    <w:rsid w:val="00581701"/>
    <w:rsid w:val="005B1DDE"/>
    <w:rsid w:val="005C7A42"/>
    <w:rsid w:val="005D242C"/>
    <w:rsid w:val="005E46EE"/>
    <w:rsid w:val="005E6650"/>
    <w:rsid w:val="005E7EB2"/>
    <w:rsid w:val="005F3253"/>
    <w:rsid w:val="00605473"/>
    <w:rsid w:val="006115AB"/>
    <w:rsid w:val="006161B9"/>
    <w:rsid w:val="00616941"/>
    <w:rsid w:val="00621C0C"/>
    <w:rsid w:val="00621FF6"/>
    <w:rsid w:val="0063157E"/>
    <w:rsid w:val="00634703"/>
    <w:rsid w:val="0064321F"/>
    <w:rsid w:val="00646981"/>
    <w:rsid w:val="00653235"/>
    <w:rsid w:val="00664F13"/>
    <w:rsid w:val="00673E3F"/>
    <w:rsid w:val="0068076B"/>
    <w:rsid w:val="0068506A"/>
    <w:rsid w:val="00692FBB"/>
    <w:rsid w:val="0069776A"/>
    <w:rsid w:val="006A0129"/>
    <w:rsid w:val="006A220A"/>
    <w:rsid w:val="006B075D"/>
    <w:rsid w:val="006C6357"/>
    <w:rsid w:val="006E57D4"/>
    <w:rsid w:val="006F3384"/>
    <w:rsid w:val="006F39FC"/>
    <w:rsid w:val="006F43E8"/>
    <w:rsid w:val="00700604"/>
    <w:rsid w:val="007058CE"/>
    <w:rsid w:val="00722B5D"/>
    <w:rsid w:val="00740717"/>
    <w:rsid w:val="0074072B"/>
    <w:rsid w:val="00740E0B"/>
    <w:rsid w:val="00747459"/>
    <w:rsid w:val="007509C3"/>
    <w:rsid w:val="0076454F"/>
    <w:rsid w:val="007666B4"/>
    <w:rsid w:val="0076742A"/>
    <w:rsid w:val="007742B4"/>
    <w:rsid w:val="00786F8F"/>
    <w:rsid w:val="007A721A"/>
    <w:rsid w:val="007B5284"/>
    <w:rsid w:val="007C0ACF"/>
    <w:rsid w:val="007C143E"/>
    <w:rsid w:val="007C1C7A"/>
    <w:rsid w:val="007C7863"/>
    <w:rsid w:val="007D04EB"/>
    <w:rsid w:val="007E1712"/>
    <w:rsid w:val="007F0205"/>
    <w:rsid w:val="007F65CB"/>
    <w:rsid w:val="0080166D"/>
    <w:rsid w:val="00804888"/>
    <w:rsid w:val="00817FB2"/>
    <w:rsid w:val="00820371"/>
    <w:rsid w:val="00821A9F"/>
    <w:rsid w:val="0083018E"/>
    <w:rsid w:val="0084119C"/>
    <w:rsid w:val="00844388"/>
    <w:rsid w:val="00846C7E"/>
    <w:rsid w:val="00850C8E"/>
    <w:rsid w:val="00851A8F"/>
    <w:rsid w:val="0087316E"/>
    <w:rsid w:val="008779C3"/>
    <w:rsid w:val="00877F55"/>
    <w:rsid w:val="00885B70"/>
    <w:rsid w:val="00897341"/>
    <w:rsid w:val="008A6770"/>
    <w:rsid w:val="008E5A51"/>
    <w:rsid w:val="008F01B1"/>
    <w:rsid w:val="00901CA2"/>
    <w:rsid w:val="00907797"/>
    <w:rsid w:val="00936F61"/>
    <w:rsid w:val="00945DBA"/>
    <w:rsid w:val="0095042C"/>
    <w:rsid w:val="009606C8"/>
    <w:rsid w:val="00963D69"/>
    <w:rsid w:val="00966095"/>
    <w:rsid w:val="009732DB"/>
    <w:rsid w:val="0097445F"/>
    <w:rsid w:val="00984506"/>
    <w:rsid w:val="00986A7A"/>
    <w:rsid w:val="009903A9"/>
    <w:rsid w:val="00997203"/>
    <w:rsid w:val="009B03E6"/>
    <w:rsid w:val="009B232E"/>
    <w:rsid w:val="009D25CD"/>
    <w:rsid w:val="009D674B"/>
    <w:rsid w:val="009E0DB5"/>
    <w:rsid w:val="009E6357"/>
    <w:rsid w:val="009F07E8"/>
    <w:rsid w:val="009F5F8E"/>
    <w:rsid w:val="009F747E"/>
    <w:rsid w:val="00A06D4D"/>
    <w:rsid w:val="00A16194"/>
    <w:rsid w:val="00A2791D"/>
    <w:rsid w:val="00A309E2"/>
    <w:rsid w:val="00A36D75"/>
    <w:rsid w:val="00A3799B"/>
    <w:rsid w:val="00A43E41"/>
    <w:rsid w:val="00A500BE"/>
    <w:rsid w:val="00A6020D"/>
    <w:rsid w:val="00A86285"/>
    <w:rsid w:val="00A94356"/>
    <w:rsid w:val="00AA3485"/>
    <w:rsid w:val="00AB3795"/>
    <w:rsid w:val="00AC570D"/>
    <w:rsid w:val="00AC747D"/>
    <w:rsid w:val="00AC7F16"/>
    <w:rsid w:val="00AD3A46"/>
    <w:rsid w:val="00AD4A4C"/>
    <w:rsid w:val="00AE156F"/>
    <w:rsid w:val="00AF1CDE"/>
    <w:rsid w:val="00AF1E11"/>
    <w:rsid w:val="00AF4B2B"/>
    <w:rsid w:val="00B17D4A"/>
    <w:rsid w:val="00B27D56"/>
    <w:rsid w:val="00B30030"/>
    <w:rsid w:val="00B34144"/>
    <w:rsid w:val="00B4244B"/>
    <w:rsid w:val="00B44A3C"/>
    <w:rsid w:val="00B54260"/>
    <w:rsid w:val="00B60870"/>
    <w:rsid w:val="00B60C63"/>
    <w:rsid w:val="00B65E24"/>
    <w:rsid w:val="00B80435"/>
    <w:rsid w:val="00B80876"/>
    <w:rsid w:val="00B80939"/>
    <w:rsid w:val="00B84C7B"/>
    <w:rsid w:val="00B91774"/>
    <w:rsid w:val="00BB3603"/>
    <w:rsid w:val="00BB4867"/>
    <w:rsid w:val="00BB62CA"/>
    <w:rsid w:val="00BC14B6"/>
    <w:rsid w:val="00BE5DA9"/>
    <w:rsid w:val="00BF0A27"/>
    <w:rsid w:val="00BF3AE5"/>
    <w:rsid w:val="00BF6B40"/>
    <w:rsid w:val="00C07F5E"/>
    <w:rsid w:val="00C10615"/>
    <w:rsid w:val="00C115AA"/>
    <w:rsid w:val="00C251A8"/>
    <w:rsid w:val="00C261B7"/>
    <w:rsid w:val="00C270FC"/>
    <w:rsid w:val="00C36D00"/>
    <w:rsid w:val="00C50B12"/>
    <w:rsid w:val="00C5109A"/>
    <w:rsid w:val="00C5204F"/>
    <w:rsid w:val="00C62427"/>
    <w:rsid w:val="00C6582A"/>
    <w:rsid w:val="00C66E45"/>
    <w:rsid w:val="00C827A9"/>
    <w:rsid w:val="00C97597"/>
    <w:rsid w:val="00CA0BB9"/>
    <w:rsid w:val="00CA1418"/>
    <w:rsid w:val="00CB57B9"/>
    <w:rsid w:val="00CB7469"/>
    <w:rsid w:val="00CC48CD"/>
    <w:rsid w:val="00CD3B76"/>
    <w:rsid w:val="00CD6118"/>
    <w:rsid w:val="00CD68F6"/>
    <w:rsid w:val="00CE62C8"/>
    <w:rsid w:val="00CE79FF"/>
    <w:rsid w:val="00CF2056"/>
    <w:rsid w:val="00D060DC"/>
    <w:rsid w:val="00D1023C"/>
    <w:rsid w:val="00D16916"/>
    <w:rsid w:val="00D17369"/>
    <w:rsid w:val="00D178C7"/>
    <w:rsid w:val="00D244CE"/>
    <w:rsid w:val="00D24BF1"/>
    <w:rsid w:val="00D306FA"/>
    <w:rsid w:val="00D367FB"/>
    <w:rsid w:val="00D422DB"/>
    <w:rsid w:val="00D46D39"/>
    <w:rsid w:val="00D506FA"/>
    <w:rsid w:val="00D52C2E"/>
    <w:rsid w:val="00D534D2"/>
    <w:rsid w:val="00D553D0"/>
    <w:rsid w:val="00D61623"/>
    <w:rsid w:val="00D62775"/>
    <w:rsid w:val="00D81349"/>
    <w:rsid w:val="00D92158"/>
    <w:rsid w:val="00D95971"/>
    <w:rsid w:val="00DA63B1"/>
    <w:rsid w:val="00DB16CA"/>
    <w:rsid w:val="00DC22EA"/>
    <w:rsid w:val="00DC4BA7"/>
    <w:rsid w:val="00DC6EB0"/>
    <w:rsid w:val="00DD08FF"/>
    <w:rsid w:val="00DD3902"/>
    <w:rsid w:val="00DD4311"/>
    <w:rsid w:val="00DE0F2D"/>
    <w:rsid w:val="00DE40A7"/>
    <w:rsid w:val="00DE7AB5"/>
    <w:rsid w:val="00DF0616"/>
    <w:rsid w:val="00E05D98"/>
    <w:rsid w:val="00E109E9"/>
    <w:rsid w:val="00E248DB"/>
    <w:rsid w:val="00E30A9B"/>
    <w:rsid w:val="00E46890"/>
    <w:rsid w:val="00E47B3C"/>
    <w:rsid w:val="00E50BB8"/>
    <w:rsid w:val="00E605DE"/>
    <w:rsid w:val="00E61C50"/>
    <w:rsid w:val="00E7520B"/>
    <w:rsid w:val="00EA24C7"/>
    <w:rsid w:val="00EA3F18"/>
    <w:rsid w:val="00EA6044"/>
    <w:rsid w:val="00EB2776"/>
    <w:rsid w:val="00EC4A14"/>
    <w:rsid w:val="00EE1F3A"/>
    <w:rsid w:val="00EE247F"/>
    <w:rsid w:val="00EE50B3"/>
    <w:rsid w:val="00EE551E"/>
    <w:rsid w:val="00EF02EA"/>
    <w:rsid w:val="00EF4561"/>
    <w:rsid w:val="00EF5A2D"/>
    <w:rsid w:val="00F048B4"/>
    <w:rsid w:val="00F06F11"/>
    <w:rsid w:val="00F43204"/>
    <w:rsid w:val="00F513C4"/>
    <w:rsid w:val="00F86C13"/>
    <w:rsid w:val="00F948F2"/>
    <w:rsid w:val="00F95A69"/>
    <w:rsid w:val="00F95F57"/>
    <w:rsid w:val="00FA1FCA"/>
    <w:rsid w:val="00FA3931"/>
    <w:rsid w:val="00FA7745"/>
    <w:rsid w:val="00FC6F15"/>
    <w:rsid w:val="00FD4EA1"/>
    <w:rsid w:val="00FE2EE9"/>
    <w:rsid w:val="00FE3B73"/>
    <w:rsid w:val="00FE41CA"/>
    <w:rsid w:val="00FE6871"/>
    <w:rsid w:val="00FF0FAC"/>
    <w:rsid w:val="3F2DFC7E"/>
    <w:rsid w:val="4D62358F"/>
    <w:rsid w:val="742C8D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1D5BB6"/>
  <w15:docId w15:val="{B6FE16E7-FEBE-4B70-B20C-A40B85E74AE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D506FA"/>
    <w:pPr>
      <w:ind w:left="720"/>
    </w:pPr>
    <w:rPr>
      <w:rFonts w:ascii="Calibri" w:hAnsi="Calibri" w:eastAsia="Calibri"/>
      <w:sz w:val="22"/>
      <w:szCs w:val="22"/>
    </w:rPr>
  </w:style>
  <w:style w:type="character" w:styleId="Hyperlink">
    <w:name w:val="Hyperlink"/>
    <w:rsid w:val="00D506FA"/>
    <w:rPr>
      <w:color w:val="0000FF"/>
      <w:u w:val="single"/>
    </w:rPr>
  </w:style>
  <w:style w:type="character" w:styleId="CommentReference">
    <w:name w:val="annotation reference"/>
    <w:basedOn w:val="DefaultParagraphFont"/>
    <w:uiPriority w:val="99"/>
    <w:semiHidden/>
    <w:unhideWhenUsed/>
    <w:rsid w:val="005E7EB2"/>
    <w:rPr>
      <w:sz w:val="16"/>
      <w:szCs w:val="16"/>
    </w:rPr>
  </w:style>
  <w:style w:type="paragraph" w:styleId="CommentText">
    <w:name w:val="annotation text"/>
    <w:basedOn w:val="Normal"/>
    <w:link w:val="CommentTextChar"/>
    <w:uiPriority w:val="99"/>
    <w:semiHidden/>
    <w:unhideWhenUsed/>
    <w:rsid w:val="005E7EB2"/>
    <w:rPr>
      <w:sz w:val="20"/>
      <w:szCs w:val="20"/>
    </w:rPr>
  </w:style>
  <w:style w:type="character" w:styleId="CommentTextChar" w:customStyle="1">
    <w:name w:val="Comment Text Char"/>
    <w:basedOn w:val="DefaultParagraphFont"/>
    <w:link w:val="CommentText"/>
    <w:uiPriority w:val="99"/>
    <w:semiHidden/>
    <w:rsid w:val="005E7EB2"/>
  </w:style>
  <w:style w:type="paragraph" w:styleId="CommentSubject">
    <w:name w:val="annotation subject"/>
    <w:basedOn w:val="CommentText"/>
    <w:next w:val="CommentText"/>
    <w:link w:val="CommentSubjectChar"/>
    <w:uiPriority w:val="99"/>
    <w:semiHidden/>
    <w:unhideWhenUsed/>
    <w:rsid w:val="005E7EB2"/>
    <w:rPr>
      <w:b/>
      <w:bCs/>
    </w:rPr>
  </w:style>
  <w:style w:type="character" w:styleId="CommentSubjectChar" w:customStyle="1">
    <w:name w:val="Comment Subject Char"/>
    <w:basedOn w:val="CommentTextChar"/>
    <w:link w:val="CommentSubject"/>
    <w:uiPriority w:val="99"/>
    <w:semiHidden/>
    <w:rsid w:val="005E7EB2"/>
    <w:rPr>
      <w:b/>
      <w:bCs/>
    </w:rPr>
  </w:style>
  <w:style w:type="paragraph" w:styleId="BalloonText">
    <w:name w:val="Balloon Text"/>
    <w:basedOn w:val="Normal"/>
    <w:link w:val="BalloonTextChar"/>
    <w:uiPriority w:val="99"/>
    <w:semiHidden/>
    <w:unhideWhenUsed/>
    <w:rsid w:val="005E7EB2"/>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E7EB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120184">
      <w:bodyDiv w:val="1"/>
      <w:marLeft w:val="0"/>
      <w:marRight w:val="0"/>
      <w:marTop w:val="0"/>
      <w:marBottom w:val="0"/>
      <w:divBdr>
        <w:top w:val="none" w:sz="0" w:space="0" w:color="auto"/>
        <w:left w:val="none" w:sz="0" w:space="0" w:color="auto"/>
        <w:bottom w:val="none" w:sz="0" w:space="0" w:color="auto"/>
        <w:right w:val="none" w:sz="0" w:space="0" w:color="auto"/>
      </w:divBdr>
    </w:div>
    <w:div w:id="374276131">
      <w:bodyDiv w:val="1"/>
      <w:marLeft w:val="0"/>
      <w:marRight w:val="0"/>
      <w:marTop w:val="0"/>
      <w:marBottom w:val="0"/>
      <w:divBdr>
        <w:top w:val="none" w:sz="0" w:space="0" w:color="auto"/>
        <w:left w:val="none" w:sz="0" w:space="0" w:color="auto"/>
        <w:bottom w:val="none" w:sz="0" w:space="0" w:color="auto"/>
        <w:right w:val="none" w:sz="0" w:space="0" w:color="auto"/>
      </w:divBdr>
    </w:div>
    <w:div w:id="440344226">
      <w:bodyDiv w:val="1"/>
      <w:marLeft w:val="0"/>
      <w:marRight w:val="0"/>
      <w:marTop w:val="0"/>
      <w:marBottom w:val="0"/>
      <w:divBdr>
        <w:top w:val="none" w:sz="0" w:space="0" w:color="auto"/>
        <w:left w:val="none" w:sz="0" w:space="0" w:color="auto"/>
        <w:bottom w:val="none" w:sz="0" w:space="0" w:color="auto"/>
        <w:right w:val="none" w:sz="0" w:space="0" w:color="auto"/>
      </w:divBdr>
    </w:div>
    <w:div w:id="576717915">
      <w:bodyDiv w:val="1"/>
      <w:marLeft w:val="0"/>
      <w:marRight w:val="0"/>
      <w:marTop w:val="0"/>
      <w:marBottom w:val="0"/>
      <w:divBdr>
        <w:top w:val="none" w:sz="0" w:space="0" w:color="auto"/>
        <w:left w:val="none" w:sz="0" w:space="0" w:color="auto"/>
        <w:bottom w:val="none" w:sz="0" w:space="0" w:color="auto"/>
        <w:right w:val="none" w:sz="0" w:space="0" w:color="auto"/>
      </w:divBdr>
    </w:div>
    <w:div w:id="621109758">
      <w:bodyDiv w:val="1"/>
      <w:marLeft w:val="0"/>
      <w:marRight w:val="0"/>
      <w:marTop w:val="0"/>
      <w:marBottom w:val="0"/>
      <w:divBdr>
        <w:top w:val="none" w:sz="0" w:space="0" w:color="auto"/>
        <w:left w:val="none" w:sz="0" w:space="0" w:color="auto"/>
        <w:bottom w:val="none" w:sz="0" w:space="0" w:color="auto"/>
        <w:right w:val="none" w:sz="0" w:space="0" w:color="auto"/>
      </w:divBdr>
    </w:div>
    <w:div w:id="1065032594">
      <w:bodyDiv w:val="1"/>
      <w:marLeft w:val="0"/>
      <w:marRight w:val="0"/>
      <w:marTop w:val="0"/>
      <w:marBottom w:val="0"/>
      <w:divBdr>
        <w:top w:val="none" w:sz="0" w:space="0" w:color="auto"/>
        <w:left w:val="none" w:sz="0" w:space="0" w:color="auto"/>
        <w:bottom w:val="none" w:sz="0" w:space="0" w:color="auto"/>
        <w:right w:val="none" w:sz="0" w:space="0" w:color="auto"/>
      </w:divBdr>
    </w:div>
    <w:div w:id="1214579311">
      <w:bodyDiv w:val="1"/>
      <w:marLeft w:val="0"/>
      <w:marRight w:val="0"/>
      <w:marTop w:val="0"/>
      <w:marBottom w:val="0"/>
      <w:divBdr>
        <w:top w:val="none" w:sz="0" w:space="0" w:color="auto"/>
        <w:left w:val="none" w:sz="0" w:space="0" w:color="auto"/>
        <w:bottom w:val="none" w:sz="0" w:space="0" w:color="auto"/>
        <w:right w:val="none" w:sz="0" w:space="0" w:color="auto"/>
      </w:divBdr>
    </w:div>
    <w:div w:id="1334450105">
      <w:bodyDiv w:val="1"/>
      <w:marLeft w:val="0"/>
      <w:marRight w:val="0"/>
      <w:marTop w:val="0"/>
      <w:marBottom w:val="0"/>
      <w:divBdr>
        <w:top w:val="none" w:sz="0" w:space="0" w:color="auto"/>
        <w:left w:val="none" w:sz="0" w:space="0" w:color="auto"/>
        <w:bottom w:val="none" w:sz="0" w:space="0" w:color="auto"/>
        <w:right w:val="none" w:sz="0" w:space="0" w:color="auto"/>
      </w:divBdr>
    </w:div>
    <w:div w:id="1698971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29FA8717-4539-4F2F-A4B5-AC7978C2C3FE}">
  <ds:schemaRefs>
    <ds:schemaRef ds:uri="http://schemas.openxmlformats.org/officeDocument/2006/bibliography"/>
  </ds:schemaRefs>
</ds:datastoreItem>
</file>

<file path=customXml/itemProps2.xml><?xml version="1.0" encoding="utf-8"?>
<ds:datastoreItem xmlns:ds="http://schemas.openxmlformats.org/officeDocument/2006/customXml" ds:itemID="{D100E7D2-D4BB-4F9B-920E-CC4637896CED}"/>
</file>

<file path=customXml/itemProps3.xml><?xml version="1.0" encoding="utf-8"?>
<ds:datastoreItem xmlns:ds="http://schemas.openxmlformats.org/officeDocument/2006/customXml" ds:itemID="{714DFBDB-9424-47CF-99A4-2FDFEA1AE591}"/>
</file>

<file path=customXml/itemProps4.xml><?xml version="1.0" encoding="utf-8"?>
<ds:datastoreItem xmlns:ds="http://schemas.openxmlformats.org/officeDocument/2006/customXml" ds:itemID="{A5F2E921-6329-472B-B46D-795D2806164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Kori Blankenship</cp:lastModifiedBy>
  <cp:revision>31</cp:revision>
  <cp:lastPrinted>2015-09-11T19:39:00Z</cp:lastPrinted>
  <dcterms:created xsi:type="dcterms:W3CDTF">2022-04-04T22:53:00Z</dcterms:created>
  <dcterms:modified xsi:type="dcterms:W3CDTF">2024-11-02T16:35:13Z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