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67B4" w:rsidP="006967B4" w:rsidRDefault="006967B4" w14:paraId="29419F8B" w14:textId="06638285">
      <w:pPr>
        <w:pStyle w:val="BpSTitle"/>
      </w:pPr>
      <w:r>
        <w:t>16460</w:t>
      </w:r>
    </w:p>
    <w:p w:rsidR="006967B4" w:rsidP="006967B4" w:rsidRDefault="006967B4" w14:paraId="55925CF4" w14:textId="77777777">
      <w:pPr>
        <w:pStyle w:val="BpSTitle"/>
      </w:pPr>
      <w:r>
        <w:t>Alaskan Pacific Maritime Western Hemlock Forest</w:t>
      </w:r>
    </w:p>
    <w:p w:rsidR="006967B4" w:rsidP="006967B4" w:rsidRDefault="006967B4" w14:paraId="6B04E517" w14:textId="77777777">
      <w:r>
        <w:t xmlns:w="http://schemas.openxmlformats.org/wordprocessingml/2006/main">BpS Model/Description Version: Nov. 2024</w:t>
      </w:r>
      <w:r>
        <w:tab/>
      </w:r>
      <w:r>
        <w:tab/>
      </w:r>
      <w:r>
        <w:tab/>
      </w:r>
      <w:r>
        <w:tab/>
      </w:r>
      <w:r>
        <w:tab/>
      </w:r>
      <w:r>
        <w:tab/>
      </w:r>
      <w:r>
        <w:tab/>
      </w:r>
      <w:r>
        <w:tab/>
      </w:r>
    </w:p>
    <w:p w:rsidR="006967B4" w:rsidP="006967B4" w:rsidRDefault="006967B4" w14:paraId="35D58523"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80"/>
        <w:gridCol w:w="2100"/>
        <w:gridCol w:w="1788"/>
        <w:gridCol w:w="3144"/>
      </w:tblGrid>
      <w:tr w:rsidRPr="006967B4" w:rsidR="006967B4" w:rsidTr="006967B4" w14:paraId="46E61FBF" w14:textId="77777777">
        <w:tc>
          <w:tcPr>
            <w:tcW w:w="1680" w:type="dxa"/>
            <w:tcBorders>
              <w:top w:val="single" w:color="auto" w:sz="2" w:space="0"/>
              <w:left w:val="single" w:color="auto" w:sz="12" w:space="0"/>
              <w:bottom w:val="single" w:color="000000" w:sz="12" w:space="0"/>
            </w:tcBorders>
            <w:shd w:val="clear" w:color="auto" w:fill="auto"/>
          </w:tcPr>
          <w:p w:rsidRPr="006967B4" w:rsidR="006967B4" w:rsidP="009B42DF" w:rsidRDefault="006967B4" w14:paraId="5B616B33" w14:textId="77777777">
            <w:pPr>
              <w:rPr>
                <w:b/>
                <w:bCs/>
              </w:rPr>
            </w:pPr>
            <w:r w:rsidRPr="006967B4">
              <w:rPr>
                <w:b/>
                <w:bCs/>
              </w:rPr>
              <w:t>Modelers</w:t>
            </w:r>
          </w:p>
        </w:tc>
        <w:tc>
          <w:tcPr>
            <w:tcW w:w="2100" w:type="dxa"/>
            <w:tcBorders>
              <w:top w:val="single" w:color="auto" w:sz="2" w:space="0"/>
              <w:bottom w:val="single" w:color="000000" w:sz="12" w:space="0"/>
              <w:right w:val="single" w:color="000000" w:sz="12" w:space="0"/>
            </w:tcBorders>
            <w:shd w:val="clear" w:color="auto" w:fill="auto"/>
          </w:tcPr>
          <w:p w:rsidRPr="006967B4" w:rsidR="006967B4" w:rsidP="009B42DF" w:rsidRDefault="006967B4" w14:paraId="435A7B6A" w14:textId="77777777">
            <w:pPr>
              <w:rPr>
                <w:b/>
                <w:bCs/>
              </w:rPr>
            </w:pPr>
          </w:p>
        </w:tc>
        <w:tc>
          <w:tcPr>
            <w:tcW w:w="1788" w:type="dxa"/>
            <w:tcBorders>
              <w:top w:val="single" w:color="auto" w:sz="2" w:space="0"/>
              <w:left w:val="single" w:color="000000" w:sz="12" w:space="0"/>
              <w:bottom w:val="single" w:color="000000" w:sz="12" w:space="0"/>
            </w:tcBorders>
            <w:shd w:val="clear" w:color="auto" w:fill="auto"/>
          </w:tcPr>
          <w:p w:rsidRPr="006967B4" w:rsidR="006967B4" w:rsidP="009B42DF" w:rsidRDefault="006967B4" w14:paraId="013D5CF7" w14:textId="77777777">
            <w:pPr>
              <w:rPr>
                <w:b/>
                <w:bCs/>
              </w:rPr>
            </w:pPr>
            <w:r w:rsidRPr="006967B4">
              <w:rPr>
                <w:b/>
                <w:bCs/>
              </w:rPr>
              <w:t>Reviewers</w:t>
            </w:r>
          </w:p>
        </w:tc>
        <w:tc>
          <w:tcPr>
            <w:tcW w:w="3144" w:type="dxa"/>
            <w:tcBorders>
              <w:top w:val="single" w:color="auto" w:sz="2" w:space="0"/>
              <w:bottom w:val="single" w:color="000000" w:sz="12" w:space="0"/>
            </w:tcBorders>
            <w:shd w:val="clear" w:color="auto" w:fill="auto"/>
          </w:tcPr>
          <w:p w:rsidRPr="006967B4" w:rsidR="006967B4" w:rsidP="009B42DF" w:rsidRDefault="006967B4" w14:paraId="2A241FD6" w14:textId="77777777">
            <w:pPr>
              <w:rPr>
                <w:b/>
                <w:bCs/>
              </w:rPr>
            </w:pPr>
          </w:p>
        </w:tc>
      </w:tr>
      <w:tr w:rsidRPr="006967B4" w:rsidR="006967B4" w:rsidTr="006967B4" w14:paraId="41A3BC83" w14:textId="77777777">
        <w:tc>
          <w:tcPr>
            <w:tcW w:w="1680" w:type="dxa"/>
            <w:tcBorders>
              <w:top w:val="single" w:color="000000" w:sz="12" w:space="0"/>
              <w:left w:val="single" w:color="auto" w:sz="12" w:space="0"/>
            </w:tcBorders>
            <w:shd w:val="clear" w:color="auto" w:fill="auto"/>
          </w:tcPr>
          <w:p w:rsidRPr="006967B4" w:rsidR="006967B4" w:rsidP="009B42DF" w:rsidRDefault="006967B4" w14:paraId="055CC0EA" w14:textId="77777777">
            <w:pPr>
              <w:rPr>
                <w:bCs/>
              </w:rPr>
            </w:pPr>
            <w:r w:rsidRPr="006967B4">
              <w:rPr>
                <w:bCs/>
              </w:rPr>
              <w:t>Sheila Spores</w:t>
            </w:r>
          </w:p>
        </w:tc>
        <w:tc>
          <w:tcPr>
            <w:tcW w:w="2100" w:type="dxa"/>
            <w:tcBorders>
              <w:top w:val="single" w:color="000000" w:sz="12" w:space="0"/>
              <w:right w:val="single" w:color="000000" w:sz="12" w:space="0"/>
            </w:tcBorders>
            <w:shd w:val="clear" w:color="auto" w:fill="auto"/>
          </w:tcPr>
          <w:p w:rsidRPr="006967B4" w:rsidR="006967B4" w:rsidP="009B42DF" w:rsidRDefault="006967B4" w14:paraId="5261769F" w14:textId="77777777">
            <w:r w:rsidRPr="006967B4">
              <w:t>sspores@fs.fed.us</w:t>
            </w:r>
          </w:p>
        </w:tc>
        <w:tc>
          <w:tcPr>
            <w:tcW w:w="1788" w:type="dxa"/>
            <w:tcBorders>
              <w:top w:val="single" w:color="000000" w:sz="12" w:space="0"/>
              <w:left w:val="single" w:color="000000" w:sz="12" w:space="0"/>
            </w:tcBorders>
            <w:shd w:val="clear" w:color="auto" w:fill="auto"/>
          </w:tcPr>
          <w:p w:rsidRPr="006967B4" w:rsidR="006967B4" w:rsidP="009B42DF" w:rsidRDefault="006967B4" w14:paraId="001092A6" w14:textId="77777777">
            <w:r w:rsidRPr="006967B4">
              <w:t xml:space="preserve">Paul </w:t>
            </w:r>
            <w:proofErr w:type="spellStart"/>
            <w:r w:rsidRPr="006967B4">
              <w:t>Alaback</w:t>
            </w:r>
            <w:proofErr w:type="spellEnd"/>
          </w:p>
        </w:tc>
        <w:tc>
          <w:tcPr>
            <w:tcW w:w="3144" w:type="dxa"/>
            <w:tcBorders>
              <w:top w:val="single" w:color="000000" w:sz="12" w:space="0"/>
            </w:tcBorders>
            <w:shd w:val="clear" w:color="auto" w:fill="auto"/>
          </w:tcPr>
          <w:p w:rsidRPr="006967B4" w:rsidR="006967B4" w:rsidP="009B42DF" w:rsidRDefault="006967B4" w14:paraId="16D69877" w14:textId="77777777">
            <w:r w:rsidRPr="006967B4">
              <w:t>paul.alaback@umontana.edu</w:t>
            </w:r>
          </w:p>
        </w:tc>
      </w:tr>
      <w:tr w:rsidRPr="006967B4" w:rsidR="006967B4" w:rsidTr="006967B4" w14:paraId="5452C4A1" w14:textId="77777777">
        <w:tc>
          <w:tcPr>
            <w:tcW w:w="1680" w:type="dxa"/>
            <w:tcBorders>
              <w:left w:val="single" w:color="auto" w:sz="12" w:space="0"/>
            </w:tcBorders>
            <w:shd w:val="clear" w:color="auto" w:fill="auto"/>
          </w:tcPr>
          <w:p w:rsidRPr="006967B4" w:rsidR="006967B4" w:rsidP="009B42DF" w:rsidRDefault="006967B4" w14:paraId="4183C653" w14:textId="77777777">
            <w:pPr>
              <w:rPr>
                <w:bCs/>
              </w:rPr>
            </w:pPr>
            <w:r w:rsidRPr="006967B4">
              <w:rPr>
                <w:bCs/>
              </w:rPr>
              <w:t>None</w:t>
            </w:r>
          </w:p>
        </w:tc>
        <w:tc>
          <w:tcPr>
            <w:tcW w:w="2100" w:type="dxa"/>
            <w:tcBorders>
              <w:right w:val="single" w:color="000000" w:sz="12" w:space="0"/>
            </w:tcBorders>
            <w:shd w:val="clear" w:color="auto" w:fill="auto"/>
          </w:tcPr>
          <w:p w:rsidRPr="006967B4" w:rsidR="006967B4" w:rsidP="009B42DF" w:rsidRDefault="006967B4" w14:paraId="775C3285" w14:textId="77777777">
            <w:r w:rsidRPr="006967B4">
              <w:t>None</w:t>
            </w:r>
          </w:p>
        </w:tc>
        <w:tc>
          <w:tcPr>
            <w:tcW w:w="1788" w:type="dxa"/>
            <w:tcBorders>
              <w:left w:val="single" w:color="000000" w:sz="12" w:space="0"/>
            </w:tcBorders>
            <w:shd w:val="clear" w:color="auto" w:fill="auto"/>
          </w:tcPr>
          <w:p w:rsidRPr="006967B4" w:rsidR="006967B4" w:rsidP="009B42DF" w:rsidRDefault="006967B4" w14:paraId="270B0663" w14:textId="77777777">
            <w:r w:rsidRPr="006967B4">
              <w:t>Roy Josephson</w:t>
            </w:r>
          </w:p>
        </w:tc>
        <w:tc>
          <w:tcPr>
            <w:tcW w:w="3144" w:type="dxa"/>
            <w:shd w:val="clear" w:color="auto" w:fill="auto"/>
          </w:tcPr>
          <w:p w:rsidRPr="006967B4" w:rsidR="006967B4" w:rsidP="009B42DF" w:rsidRDefault="006967B4" w14:paraId="6D00D75C" w14:textId="77777777">
            <w:r w:rsidRPr="006967B4">
              <w:t>roy.josephson@alaska.gov</w:t>
            </w:r>
          </w:p>
        </w:tc>
      </w:tr>
      <w:tr w:rsidRPr="006967B4" w:rsidR="006967B4" w:rsidTr="006967B4" w14:paraId="102D8F96" w14:textId="77777777">
        <w:tc>
          <w:tcPr>
            <w:tcW w:w="1680" w:type="dxa"/>
            <w:tcBorders>
              <w:left w:val="single" w:color="auto" w:sz="12" w:space="0"/>
              <w:bottom w:val="single" w:color="auto" w:sz="2" w:space="0"/>
            </w:tcBorders>
            <w:shd w:val="clear" w:color="auto" w:fill="auto"/>
          </w:tcPr>
          <w:p w:rsidRPr="006967B4" w:rsidR="006967B4" w:rsidP="009B42DF" w:rsidRDefault="006967B4" w14:paraId="064E3706" w14:textId="77777777">
            <w:pPr>
              <w:rPr>
                <w:bCs/>
              </w:rPr>
            </w:pPr>
            <w:r w:rsidRPr="006967B4">
              <w:rPr>
                <w:bCs/>
              </w:rPr>
              <w:t>None</w:t>
            </w:r>
          </w:p>
        </w:tc>
        <w:tc>
          <w:tcPr>
            <w:tcW w:w="2100" w:type="dxa"/>
            <w:tcBorders>
              <w:right w:val="single" w:color="000000" w:sz="12" w:space="0"/>
            </w:tcBorders>
            <w:shd w:val="clear" w:color="auto" w:fill="auto"/>
          </w:tcPr>
          <w:p w:rsidRPr="006967B4" w:rsidR="006967B4" w:rsidP="009B42DF" w:rsidRDefault="006967B4" w14:paraId="01A18F31" w14:textId="77777777">
            <w:r w:rsidRPr="006967B4">
              <w:t>None</w:t>
            </w:r>
          </w:p>
        </w:tc>
        <w:tc>
          <w:tcPr>
            <w:tcW w:w="1788" w:type="dxa"/>
            <w:tcBorders>
              <w:left w:val="single" w:color="000000" w:sz="12" w:space="0"/>
              <w:bottom w:val="single" w:color="auto" w:sz="2" w:space="0"/>
            </w:tcBorders>
            <w:shd w:val="clear" w:color="auto" w:fill="auto"/>
          </w:tcPr>
          <w:p w:rsidRPr="006967B4" w:rsidR="006967B4" w:rsidP="009B42DF" w:rsidRDefault="006967B4" w14:paraId="2DFEEC25" w14:textId="77777777">
            <w:r w:rsidRPr="006967B4">
              <w:t>Tom DeMeo</w:t>
            </w:r>
          </w:p>
        </w:tc>
        <w:tc>
          <w:tcPr>
            <w:tcW w:w="3144" w:type="dxa"/>
            <w:shd w:val="clear" w:color="auto" w:fill="auto"/>
          </w:tcPr>
          <w:p w:rsidRPr="006967B4" w:rsidR="006967B4" w:rsidP="009B42DF" w:rsidRDefault="006967B4" w14:paraId="27B61AC4" w14:textId="77777777">
            <w:r w:rsidRPr="006967B4">
              <w:t>tdemeo@fs.fed.us</w:t>
            </w:r>
          </w:p>
        </w:tc>
      </w:tr>
    </w:tbl>
    <w:p w:rsidR="005E15C1" w:rsidP="006967B4" w:rsidRDefault="005E15C1" w14:paraId="26FC1E8B" w14:textId="268EF1C2">
      <w:pPr>
        <w:pStyle w:val="InfoPara"/>
      </w:pPr>
      <w:r>
        <w:t xml:space="preserve">Reviewer: </w:t>
      </w:r>
      <w:r w:rsidRPr="00710731">
        <w:rPr>
          <w:b w:val="0"/>
          <w:bCs/>
        </w:rPr>
        <w:t>Joni Johnson</w:t>
      </w:r>
    </w:p>
    <w:p w:rsidR="006967B4" w:rsidP="006967B4" w:rsidRDefault="006967B4" w14:paraId="355D5E95" w14:textId="54E31727">
      <w:pPr>
        <w:pStyle w:val="InfoPara"/>
      </w:pPr>
      <w:r>
        <w:t>Vegetation Type</w:t>
      </w:r>
    </w:p>
    <w:p w:rsidR="006967B4" w:rsidP="006967B4" w:rsidRDefault="006967B4" w14:paraId="5A02588A" w14:textId="77777777">
      <w:r>
        <w:t>Forest and Woodland</w:t>
      </w:r>
    </w:p>
    <w:p w:rsidR="006967B4" w:rsidP="006967B4" w:rsidRDefault="006967B4" w14:paraId="270B7AE1" w14:textId="77777777">
      <w:pPr>
        <w:pStyle w:val="InfoPara"/>
      </w:pPr>
      <w:r w:rsidR="068DEFAA">
        <w:rPr/>
        <w:t>Map Zones</w:t>
      </w:r>
    </w:p>
    <w:p w:rsidR="068DEFAA" w:rsidP="068DEFAA" w:rsidRDefault="068DEFAA" w14:paraId="51F33606" w14:textId="402C5D63">
      <w:pPr>
        <w:pStyle w:val="Normal"/>
      </w:pPr>
      <w:r w:rsidR="068DEFAA">
        <w:rPr/>
        <w:t>75, 77, 78</w:t>
      </w:r>
    </w:p>
    <w:p w:rsidR="006967B4" w:rsidP="006967B4" w:rsidRDefault="006967B4" w14:paraId="0869BBD1" w14:textId="77777777">
      <w:pPr>
        <w:pStyle w:val="InfoPara"/>
      </w:pPr>
      <w:r>
        <w:t>Model Splits or Lumps</w:t>
      </w:r>
    </w:p>
    <w:p w:rsidR="002F0898" w:rsidP="002F0898" w:rsidRDefault="002F0898" w14:paraId="5FAFA012" w14:textId="6D79483E">
      <w:r>
        <w:t xml:space="preserve">North Pacific Mesic Western Hemlock-Yellow-cedar Forest (1040) and North Pacific </w:t>
      </w:r>
      <w:proofErr w:type="spellStart"/>
      <w:r>
        <w:t>Hypermaritime</w:t>
      </w:r>
      <w:proofErr w:type="spellEnd"/>
      <w:r>
        <w:t xml:space="preserve"> Western Red-cedar-Western Hemlock Forest (1178) are lumped into the Alaskan Pacific Maritime Western Hemlock Forest for </w:t>
      </w:r>
      <w:r w:rsidR="00B86B39">
        <w:t>Biophysical Setting (</w:t>
      </w:r>
      <w:proofErr w:type="spellStart"/>
      <w:r>
        <w:t>BpS</w:t>
      </w:r>
      <w:proofErr w:type="spellEnd"/>
      <w:r w:rsidR="00B86B39">
        <w:t>)</w:t>
      </w:r>
      <w:r>
        <w:t xml:space="preserve"> modeling.</w:t>
      </w:r>
    </w:p>
    <w:p w:rsidRPr="002D4F7B" w:rsidR="002D4F7B" w:rsidP="006967B4" w:rsidRDefault="00B86B39" w14:paraId="324E7892" w14:textId="5C75CC25">
      <w:pPr>
        <w:pStyle w:val="InfoPara"/>
        <w:rPr>
          <w:b w:val="0"/>
          <w:bCs/>
        </w:rPr>
      </w:pPr>
      <w:r>
        <w:rPr>
          <w:b w:val="0"/>
          <w:bCs/>
        </w:rPr>
        <w:t xml:space="preserve">This </w:t>
      </w:r>
      <w:proofErr w:type="spellStart"/>
      <w:r>
        <w:rPr>
          <w:b w:val="0"/>
          <w:bCs/>
        </w:rPr>
        <w:t>BpS</w:t>
      </w:r>
      <w:proofErr w:type="spellEnd"/>
      <w:r w:rsidRPr="002D4F7B" w:rsidR="002F0898">
        <w:rPr>
          <w:b w:val="0"/>
          <w:bCs/>
        </w:rPr>
        <w:t xml:space="preserve"> should be mapped as separate existing vegetation types, but they are lumped for modeling because it is unclear how models would differ quantitatively for the two types. Western Red</w:t>
      </w:r>
      <w:r w:rsidR="00B22EB7">
        <w:rPr>
          <w:b w:val="0"/>
          <w:bCs/>
        </w:rPr>
        <w:t>-c</w:t>
      </w:r>
      <w:r w:rsidRPr="002D4F7B" w:rsidR="002F0898">
        <w:rPr>
          <w:b w:val="0"/>
          <w:bCs/>
        </w:rPr>
        <w:t>edar tends to occur on slightly wetter sites below 800 ft elevation (</w:t>
      </w:r>
      <w:proofErr w:type="spellStart"/>
      <w:r w:rsidRPr="002D4F7B" w:rsidR="002F0898">
        <w:rPr>
          <w:b w:val="0"/>
          <w:bCs/>
        </w:rPr>
        <w:t>Demeo</w:t>
      </w:r>
      <w:proofErr w:type="spellEnd"/>
      <w:r w:rsidRPr="002D4F7B" w:rsidR="002F0898">
        <w:rPr>
          <w:b w:val="0"/>
          <w:bCs/>
        </w:rPr>
        <w:t xml:space="preserve"> et al. 1992) and Western Red-cedar-Western Hemlock associations will overlap with Western Hemlock series, particularly in lower elevation, more poorly drained sites.</w:t>
      </w:r>
    </w:p>
    <w:p w:rsidR="006967B4" w:rsidP="006967B4" w:rsidRDefault="006967B4" w14:paraId="321EA2C3" w14:textId="57069351">
      <w:pPr>
        <w:pStyle w:val="InfoPara"/>
      </w:pPr>
      <w:r>
        <w:t>Geographic Range</w:t>
      </w:r>
    </w:p>
    <w:p w:rsidR="006967B4" w:rsidP="006967B4" w:rsidRDefault="006967B4" w14:paraId="5C56EEC7" w14:textId="77777777">
      <w:r>
        <w:t>Western hemlock is found from Prince William Sound (the northwestern limit of Western Hemlock) through southeast AK where it is the dominant forest type on mountain and hillslopes.</w:t>
      </w:r>
    </w:p>
    <w:p w:rsidR="006967B4" w:rsidP="006967B4" w:rsidRDefault="006967B4" w14:paraId="0E131D44" w14:textId="77777777">
      <w:pPr>
        <w:pStyle w:val="InfoPara"/>
      </w:pPr>
      <w:r>
        <w:t>Biophysical Site Description</w:t>
      </w:r>
    </w:p>
    <w:p w:rsidR="006967B4" w:rsidP="006967B4" w:rsidRDefault="006967B4" w14:paraId="0E566C6F" w14:textId="68D8E4B7">
      <w:r>
        <w:t xml:space="preserve">This </w:t>
      </w:r>
      <w:proofErr w:type="spellStart"/>
      <w:r w:rsidR="008B7FE5">
        <w:t>BpS</w:t>
      </w:r>
      <w:proofErr w:type="spellEnd"/>
      <w:r>
        <w:t xml:space="preserve"> is commonly found on moderately productive, upland </w:t>
      </w:r>
      <w:proofErr w:type="spellStart"/>
      <w:r>
        <w:t>sideslopes</w:t>
      </w:r>
      <w:proofErr w:type="spellEnd"/>
      <w:r>
        <w:t xml:space="preserve"> and low angle terrain from s</w:t>
      </w:r>
      <w:r w:rsidR="00753F3B">
        <w:t>ea level</w:t>
      </w:r>
      <w:r>
        <w:t xml:space="preserve"> to about 2000 ft elevation (DeMeo et al. 1992). Soils are </w:t>
      </w:r>
      <w:r w:rsidR="000B5023">
        <w:t xml:space="preserve">somewhat poorly to </w:t>
      </w:r>
      <w:r>
        <w:t>well drained</w:t>
      </w:r>
      <w:r w:rsidR="000B5023">
        <w:t xml:space="preserve">. </w:t>
      </w:r>
      <w:r w:rsidR="00DF57EC">
        <w:t xml:space="preserve">Western hemlock stands range from somewhat poorly </w:t>
      </w:r>
      <w:r w:rsidR="000B5023">
        <w:t>drain</w:t>
      </w:r>
      <w:r w:rsidR="00DF57EC">
        <w:t>ed</w:t>
      </w:r>
      <w:r w:rsidR="000B5023">
        <w:t xml:space="preserve"> </w:t>
      </w:r>
      <w:r w:rsidR="00DF57EC">
        <w:t>sites</w:t>
      </w:r>
      <w:r w:rsidR="000B5023">
        <w:t xml:space="preserve"> </w:t>
      </w:r>
      <w:r w:rsidR="00DF57EC">
        <w:t>with</w:t>
      </w:r>
      <w:r w:rsidR="000B5023">
        <w:t xml:space="preserve"> a greater cedar component to well drained </w:t>
      </w:r>
      <w:r w:rsidR="00DF57EC">
        <w:t xml:space="preserve">sites </w:t>
      </w:r>
      <w:r w:rsidR="000B5023">
        <w:t>with a Sitka spruce component.</w:t>
      </w:r>
      <w:r>
        <w:t xml:space="preserve"> Sites dominated by western hemlock tend to be more stable or less disturbance prone than sites dominated by Sitka spruce.</w:t>
      </w:r>
    </w:p>
    <w:p w:rsidR="006967B4" w:rsidP="006967B4" w:rsidRDefault="006967B4" w14:paraId="248A90AE" w14:textId="77777777">
      <w:pPr>
        <w:pStyle w:val="InfoPara"/>
      </w:pPr>
      <w:r>
        <w:t>Vegetation Description</w:t>
      </w:r>
    </w:p>
    <w:p w:rsidR="006967B4" w:rsidP="006967B4" w:rsidRDefault="006967B4" w14:paraId="72DD1915" w14:textId="3C7DCCE9">
      <w:r>
        <w:t xml:space="preserve">The overstory is typically dominated by </w:t>
      </w:r>
      <w:r w:rsidRPr="00786290">
        <w:rPr>
          <w:i/>
          <w:iCs/>
        </w:rPr>
        <w:t>Tsuga heterophylla</w:t>
      </w:r>
      <w:r w:rsidR="00DF57EC">
        <w:t>,</w:t>
      </w:r>
      <w:r>
        <w:t xml:space="preserve"> or a mix of</w:t>
      </w:r>
      <w:r w:rsidRPr="00DF57EC" w:rsidR="00DF57EC">
        <w:t xml:space="preserve"> </w:t>
      </w:r>
      <w:r w:rsidRPr="00786290" w:rsidR="00DF57EC">
        <w:rPr>
          <w:i/>
          <w:iCs/>
        </w:rPr>
        <w:t>Tsuga heterophylla</w:t>
      </w:r>
      <w:r w:rsidR="00DF57EC">
        <w:t xml:space="preserve"> and</w:t>
      </w:r>
      <w:r>
        <w:t xml:space="preserve"> </w:t>
      </w:r>
      <w:proofErr w:type="spellStart"/>
      <w:r w:rsidRPr="00786290">
        <w:rPr>
          <w:i/>
          <w:iCs/>
        </w:rPr>
        <w:t>Picea</w:t>
      </w:r>
      <w:proofErr w:type="spellEnd"/>
      <w:r w:rsidRPr="00786290">
        <w:rPr>
          <w:i/>
          <w:iCs/>
        </w:rPr>
        <w:t xml:space="preserve"> </w:t>
      </w:r>
      <w:proofErr w:type="spellStart"/>
      <w:r w:rsidRPr="00786290">
        <w:rPr>
          <w:i/>
          <w:iCs/>
        </w:rPr>
        <w:t>sitchensis</w:t>
      </w:r>
      <w:proofErr w:type="spellEnd"/>
      <w:r w:rsidRPr="00786290">
        <w:rPr>
          <w:i/>
          <w:iCs/>
        </w:rPr>
        <w:t xml:space="preserve"> </w:t>
      </w:r>
      <w:r w:rsidRPr="00786290">
        <w:t>or</w:t>
      </w:r>
      <w:r w:rsidRPr="00786290">
        <w:rPr>
          <w:i/>
          <w:iCs/>
        </w:rPr>
        <w:t xml:space="preserve"> </w:t>
      </w:r>
      <w:r w:rsidRPr="00786290" w:rsidR="00DF57EC">
        <w:rPr>
          <w:i/>
          <w:iCs/>
        </w:rPr>
        <w:t xml:space="preserve">Tsuga heterophylla </w:t>
      </w:r>
      <w:r w:rsidRPr="00786290" w:rsidR="00DF57EC">
        <w:t>and</w:t>
      </w:r>
      <w:r w:rsidRPr="00786290" w:rsidR="00DF57EC">
        <w:rPr>
          <w:i/>
          <w:iCs/>
        </w:rPr>
        <w:t xml:space="preserve"> </w:t>
      </w:r>
      <w:r w:rsidRPr="00786290">
        <w:rPr>
          <w:i/>
          <w:iCs/>
        </w:rPr>
        <w:t>Thuja plicata</w:t>
      </w:r>
      <w:r>
        <w:t xml:space="preserve">, especially below 800 ft. </w:t>
      </w:r>
      <w:r w:rsidR="00DF57EC">
        <w:t xml:space="preserve">Higher elevation or cooler microsites with somewhat poorly drained soils include </w:t>
      </w:r>
      <w:proofErr w:type="spellStart"/>
      <w:r w:rsidRPr="00B80233" w:rsidR="00DF57EC">
        <w:rPr>
          <w:i/>
          <w:iCs/>
        </w:rPr>
        <w:t>C</w:t>
      </w:r>
      <w:r w:rsidRPr="00B80233" w:rsidR="0040134B">
        <w:rPr>
          <w:i/>
          <w:iCs/>
        </w:rPr>
        <w:t>allitropsis</w:t>
      </w:r>
      <w:proofErr w:type="spellEnd"/>
      <w:r w:rsidRPr="00B80233" w:rsidR="00DF57EC">
        <w:rPr>
          <w:i/>
          <w:iCs/>
        </w:rPr>
        <w:t xml:space="preserve"> </w:t>
      </w:r>
      <w:proofErr w:type="spellStart"/>
      <w:r w:rsidRPr="00B80233" w:rsidR="00DF57EC">
        <w:rPr>
          <w:i/>
          <w:iCs/>
        </w:rPr>
        <w:t>nootkatensis</w:t>
      </w:r>
      <w:proofErr w:type="spellEnd"/>
      <w:r w:rsidRPr="00B80233" w:rsidR="00DF57EC">
        <w:rPr>
          <w:i/>
          <w:iCs/>
        </w:rPr>
        <w:t>.</w:t>
      </w:r>
      <w:r w:rsidR="00DF57EC">
        <w:t xml:space="preserve"> </w:t>
      </w:r>
      <w:r>
        <w:t>Overstory canopy cover is usually at least 60%.</w:t>
      </w:r>
      <w:r w:rsidR="00483148">
        <w:t xml:space="preserve"> </w:t>
      </w:r>
      <w:r w:rsidRPr="00B80233" w:rsidR="00483148">
        <w:rPr>
          <w:i/>
          <w:iCs/>
        </w:rPr>
        <w:t>Tsuga heterophylla</w:t>
      </w:r>
      <w:r w:rsidR="00483148">
        <w:t xml:space="preserve"> stands are most prevalent on hill and mountain slopes and </w:t>
      </w:r>
      <w:proofErr w:type="spellStart"/>
      <w:proofErr w:type="gramStart"/>
      <w:r w:rsidR="00483148">
        <w:t>footslopes</w:t>
      </w:r>
      <w:proofErr w:type="spellEnd"/>
      <w:r w:rsidR="00B80233">
        <w:t>,</w:t>
      </w:r>
      <w:r>
        <w:t xml:space="preserve"> </w:t>
      </w:r>
      <w:r w:rsidR="00483148">
        <w:t>but</w:t>
      </w:r>
      <w:proofErr w:type="gramEnd"/>
      <w:r w:rsidR="00483148">
        <w:t xml:space="preserve"> can also be found in riparian zones and on uplifted beaches (DeMeo et al. 1992)</w:t>
      </w:r>
      <w:r w:rsidR="00B80233">
        <w:t>.</w:t>
      </w:r>
      <w:r>
        <w:t xml:space="preserve"> Common shrubs include </w:t>
      </w:r>
      <w:r w:rsidRPr="00B80233">
        <w:rPr>
          <w:i/>
          <w:iCs/>
        </w:rPr>
        <w:t xml:space="preserve">Vaccinium </w:t>
      </w:r>
      <w:proofErr w:type="spellStart"/>
      <w:r w:rsidRPr="00B80233">
        <w:rPr>
          <w:i/>
          <w:iCs/>
        </w:rPr>
        <w:t>ovalifolium</w:t>
      </w:r>
      <w:proofErr w:type="spellEnd"/>
      <w:r w:rsidR="00483148">
        <w:t xml:space="preserve"> and</w:t>
      </w:r>
      <w:r>
        <w:t xml:space="preserve"> </w:t>
      </w:r>
      <w:proofErr w:type="spellStart"/>
      <w:r w:rsidRPr="00B80233">
        <w:rPr>
          <w:i/>
          <w:iCs/>
        </w:rPr>
        <w:t>Menziesia</w:t>
      </w:r>
      <w:proofErr w:type="spellEnd"/>
      <w:r w:rsidRPr="00B80233">
        <w:rPr>
          <w:i/>
          <w:iCs/>
        </w:rPr>
        <w:t xml:space="preserve"> </w:t>
      </w:r>
      <w:proofErr w:type="spellStart"/>
      <w:r w:rsidRPr="00B80233">
        <w:rPr>
          <w:i/>
          <w:iCs/>
        </w:rPr>
        <w:t>ferruginea</w:t>
      </w:r>
      <w:proofErr w:type="spellEnd"/>
      <w:r>
        <w:t xml:space="preserve"> (NatureServe 2008). </w:t>
      </w:r>
      <w:proofErr w:type="spellStart"/>
      <w:r w:rsidRPr="00B80233">
        <w:rPr>
          <w:i/>
          <w:iCs/>
        </w:rPr>
        <w:t>Lysichiton</w:t>
      </w:r>
      <w:proofErr w:type="spellEnd"/>
      <w:r w:rsidRPr="00B80233">
        <w:rPr>
          <w:i/>
          <w:iCs/>
        </w:rPr>
        <w:t xml:space="preserve"> americanus</w:t>
      </w:r>
      <w:r>
        <w:t xml:space="preserve"> occurs in poorly drained depressions. Other common forbs include </w:t>
      </w:r>
      <w:r w:rsidRPr="00B80233">
        <w:rPr>
          <w:i/>
          <w:iCs/>
        </w:rPr>
        <w:t xml:space="preserve">Rubus </w:t>
      </w:r>
      <w:proofErr w:type="spellStart"/>
      <w:r w:rsidRPr="00B80233">
        <w:rPr>
          <w:i/>
          <w:iCs/>
        </w:rPr>
        <w:t>pedatus</w:t>
      </w:r>
      <w:proofErr w:type="spellEnd"/>
      <w:r w:rsidRPr="00B80233">
        <w:rPr>
          <w:i/>
          <w:iCs/>
        </w:rPr>
        <w:t xml:space="preserve">, </w:t>
      </w:r>
      <w:proofErr w:type="spellStart"/>
      <w:r w:rsidRPr="00B80233">
        <w:rPr>
          <w:i/>
          <w:iCs/>
        </w:rPr>
        <w:t>Streptopus</w:t>
      </w:r>
      <w:proofErr w:type="spellEnd"/>
      <w:r w:rsidRPr="00B80233">
        <w:rPr>
          <w:i/>
          <w:iCs/>
        </w:rPr>
        <w:t xml:space="preserve"> </w:t>
      </w:r>
      <w:proofErr w:type="spellStart"/>
      <w:r w:rsidRPr="00B80233">
        <w:rPr>
          <w:i/>
          <w:iCs/>
        </w:rPr>
        <w:t>amplexifolius</w:t>
      </w:r>
      <w:proofErr w:type="spellEnd"/>
      <w:r w:rsidRPr="00B80233">
        <w:rPr>
          <w:i/>
          <w:iCs/>
        </w:rPr>
        <w:t xml:space="preserve">, </w:t>
      </w:r>
      <w:proofErr w:type="spellStart"/>
      <w:r w:rsidRPr="00B80233">
        <w:rPr>
          <w:i/>
          <w:iCs/>
        </w:rPr>
        <w:t>Cornus</w:t>
      </w:r>
      <w:proofErr w:type="spellEnd"/>
      <w:r>
        <w:t xml:space="preserve"> </w:t>
      </w:r>
      <w:r w:rsidRPr="00B80233">
        <w:rPr>
          <w:i/>
          <w:iCs/>
        </w:rPr>
        <w:t xml:space="preserve">canadensis, Tiarella trifoliate, </w:t>
      </w:r>
      <w:proofErr w:type="spellStart"/>
      <w:r w:rsidRPr="00B80233">
        <w:rPr>
          <w:i/>
          <w:iCs/>
        </w:rPr>
        <w:t>Streptopus</w:t>
      </w:r>
      <w:proofErr w:type="spellEnd"/>
      <w:r w:rsidRPr="00B80233">
        <w:rPr>
          <w:i/>
          <w:iCs/>
        </w:rPr>
        <w:t xml:space="preserve"> roseus</w:t>
      </w:r>
      <w:r w:rsidRPr="00B80233" w:rsidR="001F1B13">
        <w:rPr>
          <w:i/>
          <w:iCs/>
        </w:rPr>
        <w:t>,</w:t>
      </w:r>
      <w:r w:rsidRPr="00B80233">
        <w:rPr>
          <w:i/>
          <w:iCs/>
        </w:rPr>
        <w:t xml:space="preserve"> </w:t>
      </w:r>
      <w:r w:rsidRPr="00B80233">
        <w:t>and</w:t>
      </w:r>
      <w:r w:rsidRPr="00B80233">
        <w:rPr>
          <w:i/>
          <w:iCs/>
        </w:rPr>
        <w:t xml:space="preserve"> Maianthemum </w:t>
      </w:r>
      <w:proofErr w:type="spellStart"/>
      <w:r w:rsidRPr="00B80233">
        <w:rPr>
          <w:i/>
          <w:iCs/>
        </w:rPr>
        <w:t>dilat</w:t>
      </w:r>
      <w:r w:rsidRPr="00B80233" w:rsidR="006C22D0">
        <w:rPr>
          <w:i/>
          <w:iCs/>
        </w:rPr>
        <w:t>a</w:t>
      </w:r>
      <w:r w:rsidRPr="00B80233">
        <w:rPr>
          <w:i/>
          <w:iCs/>
        </w:rPr>
        <w:t>tum</w:t>
      </w:r>
      <w:proofErr w:type="spellEnd"/>
      <w:r>
        <w:t xml:space="preserve"> (NatureServe </w:t>
      </w:r>
      <w:r>
        <w:t>2008</w:t>
      </w:r>
      <w:r w:rsidR="00B80233">
        <w:t>;</w:t>
      </w:r>
      <w:r>
        <w:t xml:space="preserve"> Schoen and </w:t>
      </w:r>
      <w:proofErr w:type="spellStart"/>
      <w:r>
        <w:t>Dovichin</w:t>
      </w:r>
      <w:proofErr w:type="spellEnd"/>
      <w:r>
        <w:t xml:space="preserve"> 2007). Common ferns </w:t>
      </w:r>
      <w:r w:rsidRPr="00B80233">
        <w:rPr>
          <w:i/>
          <w:iCs/>
        </w:rPr>
        <w:t xml:space="preserve">include </w:t>
      </w:r>
      <w:proofErr w:type="spellStart"/>
      <w:r w:rsidRPr="00B80233">
        <w:rPr>
          <w:i/>
          <w:iCs/>
        </w:rPr>
        <w:t>Gymnocarpium</w:t>
      </w:r>
      <w:proofErr w:type="spellEnd"/>
      <w:r w:rsidRPr="00B80233">
        <w:rPr>
          <w:i/>
          <w:iCs/>
        </w:rPr>
        <w:t xml:space="preserve"> </w:t>
      </w:r>
      <w:proofErr w:type="spellStart"/>
      <w:r w:rsidRPr="00B80233">
        <w:rPr>
          <w:i/>
          <w:iCs/>
        </w:rPr>
        <w:t>dryopteris</w:t>
      </w:r>
      <w:proofErr w:type="spellEnd"/>
      <w:r w:rsidRPr="00B80233">
        <w:rPr>
          <w:i/>
          <w:iCs/>
        </w:rPr>
        <w:t xml:space="preserve">, Blechnum </w:t>
      </w:r>
      <w:proofErr w:type="spellStart"/>
      <w:r w:rsidRPr="00B80233">
        <w:rPr>
          <w:i/>
          <w:iCs/>
        </w:rPr>
        <w:t>spicant</w:t>
      </w:r>
      <w:proofErr w:type="spellEnd"/>
      <w:r w:rsidRPr="00B80233">
        <w:rPr>
          <w:i/>
          <w:iCs/>
        </w:rPr>
        <w:t xml:space="preserve">, </w:t>
      </w:r>
      <w:r w:rsidRPr="00B80233">
        <w:t>and</w:t>
      </w:r>
      <w:r w:rsidRPr="00B80233">
        <w:rPr>
          <w:i/>
          <w:iCs/>
        </w:rPr>
        <w:t xml:space="preserve"> Dryopteris </w:t>
      </w:r>
      <w:proofErr w:type="spellStart"/>
      <w:r w:rsidRPr="00B80233">
        <w:rPr>
          <w:i/>
          <w:iCs/>
        </w:rPr>
        <w:t>expansa</w:t>
      </w:r>
      <w:proofErr w:type="spellEnd"/>
      <w:r>
        <w:t>. (</w:t>
      </w:r>
      <w:proofErr w:type="spellStart"/>
      <w:r>
        <w:t>DeVelice</w:t>
      </w:r>
      <w:proofErr w:type="spellEnd"/>
      <w:r>
        <w:t xml:space="preserve"> et al. 1999</w:t>
      </w:r>
      <w:r w:rsidR="00B80233">
        <w:t>;</w:t>
      </w:r>
      <w:r>
        <w:t xml:space="preserve"> </w:t>
      </w:r>
      <w:proofErr w:type="spellStart"/>
      <w:r>
        <w:t>Demeo</w:t>
      </w:r>
      <w:proofErr w:type="spellEnd"/>
      <w:r>
        <w:t xml:space="preserve"> et al. 1992</w:t>
      </w:r>
      <w:r w:rsidR="00B80233">
        <w:t>;</w:t>
      </w:r>
      <w:r>
        <w:t xml:space="preserve"> Martin et al. 1995).</w:t>
      </w:r>
    </w:p>
    <w:p w:rsidR="006967B4" w:rsidP="006967B4" w:rsidRDefault="006967B4" w14:paraId="27182B79" w14:textId="77777777"/>
    <w:p w:rsidR="006967B4" w:rsidP="006967B4" w:rsidRDefault="006967B4" w14:paraId="654889B6" w14:textId="4B92E316">
      <w:r>
        <w:t xml:space="preserve">In the northern portion of the region (Yakutat through Prince William Sound) </w:t>
      </w:r>
      <w:r w:rsidRPr="00BA7B1D">
        <w:rPr>
          <w:i/>
          <w:iCs/>
        </w:rPr>
        <w:t>Tsuga mertensiana</w:t>
      </w:r>
      <w:r>
        <w:t xml:space="preserve"> may also be present in the canopy. </w:t>
      </w:r>
      <w:proofErr w:type="spellStart"/>
      <w:r w:rsidRPr="00BA7B1D" w:rsidR="008B6711">
        <w:rPr>
          <w:i/>
          <w:iCs/>
        </w:rPr>
        <w:t>Callitropsis</w:t>
      </w:r>
      <w:proofErr w:type="spellEnd"/>
      <w:r w:rsidRPr="00BA7B1D">
        <w:rPr>
          <w:i/>
          <w:iCs/>
        </w:rPr>
        <w:t xml:space="preserve"> </w:t>
      </w:r>
      <w:proofErr w:type="spellStart"/>
      <w:r w:rsidRPr="00BA7B1D">
        <w:rPr>
          <w:i/>
          <w:iCs/>
        </w:rPr>
        <w:t>nootkatensis</w:t>
      </w:r>
      <w:proofErr w:type="spellEnd"/>
      <w:r>
        <w:t xml:space="preserve"> (</w:t>
      </w:r>
      <w:r w:rsidR="001F1B13">
        <w:t>formerly</w:t>
      </w:r>
      <w:r>
        <w:t xml:space="preserve"> </w:t>
      </w:r>
      <w:r w:rsidRPr="00BA7B1D">
        <w:rPr>
          <w:i/>
          <w:iCs/>
        </w:rPr>
        <w:t xml:space="preserve">Cupressus </w:t>
      </w:r>
      <w:proofErr w:type="spellStart"/>
      <w:r w:rsidRPr="00BA7B1D">
        <w:rPr>
          <w:i/>
          <w:iCs/>
        </w:rPr>
        <w:t>nootkatensis</w:t>
      </w:r>
      <w:proofErr w:type="spellEnd"/>
      <w:r>
        <w:t>) may be present in the canopy in southeast Alaska (e.g.</w:t>
      </w:r>
      <w:r w:rsidR="008B6711">
        <w:t>,</w:t>
      </w:r>
      <w:r>
        <w:t xml:space="preserve"> Glacier Bay), and represents somewhat less productive sites, but is rare in this system in Prince William Sound (the NW limit of </w:t>
      </w:r>
      <w:proofErr w:type="spellStart"/>
      <w:r w:rsidRPr="00BA7B1D" w:rsidR="008B6711">
        <w:rPr>
          <w:i/>
          <w:iCs/>
        </w:rPr>
        <w:t>Callitropsis</w:t>
      </w:r>
      <w:proofErr w:type="spellEnd"/>
      <w:r w:rsidRPr="00BA7B1D">
        <w:rPr>
          <w:i/>
          <w:iCs/>
        </w:rPr>
        <w:t xml:space="preserve"> </w:t>
      </w:r>
      <w:proofErr w:type="spellStart"/>
      <w:r w:rsidRPr="00BA7B1D">
        <w:rPr>
          <w:i/>
          <w:iCs/>
        </w:rPr>
        <w:t>nootkatensis</w:t>
      </w:r>
      <w:proofErr w:type="spellEnd"/>
      <w:r>
        <w:t>) (</w:t>
      </w:r>
      <w:proofErr w:type="spellStart"/>
      <w:r>
        <w:t>Hennon</w:t>
      </w:r>
      <w:proofErr w:type="spellEnd"/>
      <w:r>
        <w:t xml:space="preserve"> and </w:t>
      </w:r>
      <w:proofErr w:type="spellStart"/>
      <w:r>
        <w:t>Trummer</w:t>
      </w:r>
      <w:proofErr w:type="spellEnd"/>
      <w:r>
        <w:t xml:space="preserve"> 2001). Sites tied to disturbance, such as v-notches, are dominated by </w:t>
      </w:r>
      <w:proofErr w:type="spellStart"/>
      <w:r w:rsidRPr="00BA7B1D">
        <w:rPr>
          <w:i/>
          <w:iCs/>
        </w:rPr>
        <w:t>Oplopanax</w:t>
      </w:r>
      <w:proofErr w:type="spellEnd"/>
      <w:r w:rsidRPr="00BA7B1D">
        <w:rPr>
          <w:i/>
          <w:iCs/>
        </w:rPr>
        <w:t xml:space="preserve"> </w:t>
      </w:r>
      <w:proofErr w:type="spellStart"/>
      <w:r w:rsidRPr="00BA7B1D">
        <w:rPr>
          <w:i/>
          <w:iCs/>
        </w:rPr>
        <w:t>horridus</w:t>
      </w:r>
      <w:proofErr w:type="spellEnd"/>
      <w:r w:rsidRPr="00BA7B1D">
        <w:rPr>
          <w:i/>
          <w:iCs/>
        </w:rPr>
        <w:t xml:space="preserve"> </w:t>
      </w:r>
      <w:r w:rsidRPr="00BA7B1D">
        <w:t>and</w:t>
      </w:r>
      <w:r w:rsidRPr="00BA7B1D">
        <w:rPr>
          <w:i/>
          <w:iCs/>
        </w:rPr>
        <w:t xml:space="preserve"> Rubus spectabilis</w:t>
      </w:r>
      <w:r>
        <w:t xml:space="preserve"> in the understory.</w:t>
      </w:r>
    </w:p>
    <w:p w:rsidR="006967B4" w:rsidP="006967B4" w:rsidRDefault="006967B4" w14:paraId="2AD7F345" w14:textId="77777777"/>
    <w:p w:rsidR="006967B4" w:rsidP="006967B4" w:rsidRDefault="006967B4" w14:paraId="399C63FA" w14:textId="55E5064E">
      <w:r>
        <w:t>Western hemlock, Sitka spruce and redcedar forest</w:t>
      </w:r>
      <w:r w:rsidR="00BA7B1D">
        <w:t>s</w:t>
      </w:r>
      <w:r>
        <w:t xml:space="preserve"> found on karst topography represent a special subtype within the Western Hemlock BpS. Although most of this subtype has been eliminated due to logging it is important from a conservation perspective and provides extremely valuable wildlife habitat (Schoen and </w:t>
      </w:r>
      <w:proofErr w:type="spellStart"/>
      <w:r>
        <w:t>Dovichin</w:t>
      </w:r>
      <w:proofErr w:type="spellEnd"/>
      <w:r>
        <w:t xml:space="preserve"> 2007). Karst environments support some of the largest trees in the region because the soils have better drainage and roots anchored in the carbonate bedrock tend to be windfirm (Schoen and </w:t>
      </w:r>
      <w:proofErr w:type="spellStart"/>
      <w:r>
        <w:t>Dovichin</w:t>
      </w:r>
      <w:proofErr w:type="spellEnd"/>
      <w:r>
        <w:t xml:space="preserve"> 2007). </w:t>
      </w:r>
      <w:proofErr w:type="spellStart"/>
      <w:r>
        <w:t>Alaback</w:t>
      </w:r>
      <w:proofErr w:type="spellEnd"/>
      <w:r>
        <w:t xml:space="preserve"> (1982) found that the forest understory in karst environments had very low productivity due to the dense overstory canopy and very productive tree growth.</w:t>
      </w:r>
    </w:p>
    <w:p w:rsidR="00BA7B1D" w:rsidP="006967B4" w:rsidRDefault="00BA7B1D" w14:paraId="18CD5B9B" w14:textId="77777777"/>
    <w:p w:rsidR="006967B4" w:rsidP="006967B4" w:rsidRDefault="006967B4" w14:paraId="3FB4335B"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TSHE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Tsuga heterophylla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Western hemlock</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THPL</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Thuja plicata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Western red cedar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MEFE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Menziesia ferruginea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Rusty menziesia</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COCA13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Cornus canadensis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Bunchberry dogwood</w:t>
            </w:r>
          </w:p>
        </w:tc>
      </w:tr>
    </w:tbl>
    <w:p>
      <w:r>
        <w:rPr>
          <w:sz w:val="16"/>
        </w:rPr>
        <w:t>Species names are from the NRCS PLANTS database. Check species codes at http://plants.usda.gov.</w:t>
      </w:r>
    </w:p>
    <w:p w:rsidR="00C42356" w:rsidP="006967B4" w:rsidRDefault="00C42356" w14:paraId="10EBCC63" w14:textId="77777777">
      <w:pPr>
        <w:pStyle w:val="InfoPara"/>
      </w:pPr>
    </w:p>
    <w:p w:rsidR="006967B4" w:rsidP="006967B4" w:rsidRDefault="006967B4" w14:paraId="4F2C1241" w14:textId="5416FCC4">
      <w:pPr>
        <w:pStyle w:val="InfoPara"/>
      </w:pPr>
      <w:r>
        <w:t>Disturbance Description</w:t>
      </w:r>
    </w:p>
    <w:p w:rsidR="006967B4" w:rsidP="006967B4" w:rsidRDefault="006967B4" w14:paraId="68C52C77" w14:textId="058A0BD8">
      <w:r>
        <w:t>Wind disturbances at both small and large scales play a fundamental role in shaping forest dynamics in Southeast Alaska (</w:t>
      </w:r>
      <w:proofErr w:type="spellStart"/>
      <w:r w:rsidRPr="00206C61" w:rsidR="005E15C1">
        <w:rPr>
          <w:sz w:val="22"/>
          <w:szCs w:val="22"/>
        </w:rPr>
        <w:t>Alaback</w:t>
      </w:r>
      <w:proofErr w:type="spellEnd"/>
      <w:r w:rsidRPr="00206C61" w:rsidR="005E15C1">
        <w:rPr>
          <w:sz w:val="22"/>
          <w:szCs w:val="22"/>
        </w:rPr>
        <w:t xml:space="preserve"> et al. 2017</w:t>
      </w:r>
      <w:r w:rsidR="00C42356">
        <w:rPr>
          <w:sz w:val="22"/>
          <w:szCs w:val="22"/>
        </w:rPr>
        <w:t>;</w:t>
      </w:r>
      <w:r w:rsidR="005E15C1">
        <w:rPr>
          <w:sz w:val="22"/>
          <w:szCs w:val="22"/>
        </w:rPr>
        <w:t xml:space="preserve"> </w:t>
      </w:r>
      <w:r>
        <w:t>Harris and Farr 1974</w:t>
      </w:r>
      <w:r w:rsidR="00C42356">
        <w:t>;</w:t>
      </w:r>
      <w:r>
        <w:t xml:space="preserve"> </w:t>
      </w:r>
      <w:proofErr w:type="spellStart"/>
      <w:r>
        <w:t>Nowacki</w:t>
      </w:r>
      <w:proofErr w:type="spellEnd"/>
      <w:r>
        <w:t xml:space="preserve"> and Kramer 1998). Wind disturbance characteristics change over a continuum dependent on landscape features (e.g., exposure, position on the landscape, topography). Distinct wind disturbance regimes grade from exposed landscapes where recurrent, large-scale wind events prevail to wind-protected landscapes where small-scale canopy gaps predominate. Blowdowns in southeast Alaska range in size from 1 to 1,000 acres and disproportionately occur as smaller patches (typically &lt; 50 acres) (Nowacki and Kramer 1998). An area’s susceptibility to windthrow can affect stand structure and forest development. Stands on wind protected sites tend to have an uneven age structure and are more likely to reach late stages of development than stands on wind prone sites (Kramer et al. 2001).</w:t>
      </w:r>
    </w:p>
    <w:p w:rsidR="006967B4" w:rsidP="006967B4" w:rsidRDefault="006967B4" w14:paraId="6F47BDCD" w14:textId="77777777"/>
    <w:p w:rsidR="006967B4" w:rsidP="006967B4" w:rsidRDefault="006967B4" w14:paraId="2E4942E1" w14:textId="7DB2AAC4">
      <w:r>
        <w:t>Some research suggests that frequent, small-scale wind events have a larger impact on these forests than the relatively less frequent, large-scale blowdowns (</w:t>
      </w:r>
      <w:proofErr w:type="spellStart"/>
      <w:r>
        <w:t>Harcombe</w:t>
      </w:r>
      <w:proofErr w:type="spellEnd"/>
      <w:r>
        <w:t xml:space="preserve"> 1986). </w:t>
      </w:r>
      <w:r w:rsidRPr="00206C61" w:rsidR="005E15C1">
        <w:t>More recent research suggests that catastrophic wind-throw events are a more important driver of forest dynamics in the region than previously recognized (Kramer et al. 2001)</w:t>
      </w:r>
      <w:r w:rsidR="005E15C1">
        <w:t xml:space="preserve">. </w:t>
      </w:r>
      <w:r>
        <w:t xml:space="preserve">Stem-snap and resultant </w:t>
      </w:r>
      <w:r>
        <w:t xml:space="preserve">canopy gaps are more likely to occur in old growth forests and mean gap size tends to be larger in old growth forests than in mature forests (Nowacki and Kramer 1998). The direction of gap-maker tree falls is significantly aligned with the direction of prevailing winds. </w:t>
      </w:r>
    </w:p>
    <w:p w:rsidR="006967B4" w:rsidP="006967B4" w:rsidRDefault="006967B4" w14:paraId="4B9790AC" w14:textId="77777777"/>
    <w:p w:rsidR="006967B4" w:rsidP="006967B4" w:rsidRDefault="006967B4" w14:paraId="1095F5A6" w14:textId="3914AADB">
      <w:r>
        <w:t xml:space="preserve">Catastrophic winds commonly cause large-scale blowdown throughout southeast Alaska (Deal et al 1991). Depending on intensity, wind can create </w:t>
      </w:r>
      <w:proofErr w:type="gramStart"/>
      <w:r>
        <w:t>single-generation</w:t>
      </w:r>
      <w:proofErr w:type="gramEnd"/>
      <w:r>
        <w:t xml:space="preserve"> stands with uniform canopies or multi-generation stands with diverse canopy and size structures. Intervals between complete blowdowns tend to be long with forests cycling through stand initiation, stem exclusion, and understory </w:t>
      </w:r>
      <w:proofErr w:type="spellStart"/>
      <w:r>
        <w:t>reinitiation</w:t>
      </w:r>
      <w:proofErr w:type="spellEnd"/>
      <w:r>
        <w:t xml:space="preserve"> stages, eventually reaching the old growth stage at about 350yrs. </w:t>
      </w:r>
    </w:p>
    <w:p w:rsidR="006967B4" w:rsidP="006967B4" w:rsidRDefault="006967B4" w14:paraId="63FD88A4" w14:textId="77777777"/>
    <w:p w:rsidR="006967B4" w:rsidP="006967B4" w:rsidRDefault="006967B4" w14:paraId="106FE348" w14:textId="2CBC59F8">
      <w:r>
        <w:t>Tree regeneration may be inhibited following windthrow due to the large amount of downed woody debris (</w:t>
      </w:r>
      <w:proofErr w:type="spellStart"/>
      <w:r>
        <w:t>Alaback</w:t>
      </w:r>
      <w:proofErr w:type="spellEnd"/>
      <w:r>
        <w:t xml:space="preserve"> 1984</w:t>
      </w:r>
      <w:r w:rsidR="00D6093D">
        <w:t>;</w:t>
      </w:r>
      <w:r>
        <w:t xml:space="preserve"> Harris and Farr 1974). This can lead to the development of a patchy, open canopy structure (</w:t>
      </w:r>
      <w:proofErr w:type="spellStart"/>
      <w:r>
        <w:t>Alaback</w:t>
      </w:r>
      <w:proofErr w:type="spellEnd"/>
      <w:r>
        <w:t xml:space="preserve"> 1984). However, both spruce and hemlock readily germinate on decaying, downed logs, referred to as “nurse logs.” As trees develop on nurse logs their roots spread around the log to reach the soil. When the nurse log decays completely, a line of trees with buttressed roots is left behind.</w:t>
      </w:r>
    </w:p>
    <w:p w:rsidR="006967B4" w:rsidP="006967B4" w:rsidRDefault="006967B4" w14:paraId="2F6F039E" w14:textId="77777777"/>
    <w:p w:rsidR="006967B4" w:rsidP="006967B4" w:rsidRDefault="006967B4" w14:paraId="50EAA2A8" w14:textId="7B25927D">
      <w:r>
        <w:t xml:space="preserve">Fire occurrence is rare and not well documented in the forests of </w:t>
      </w:r>
      <w:proofErr w:type="spellStart"/>
      <w:r w:rsidR="00D6093D">
        <w:t>southeaset</w:t>
      </w:r>
      <w:proofErr w:type="spellEnd"/>
      <w:r>
        <w:t xml:space="preserve"> AK and therefore not included in this model. Fire plays some role in inland areas near Haines, Skagway and generally north of Lynn Canal where the climate is more continental and dryer (personal communication, Roy Josephson). Yakutat, Icy Bay and over to Cordova is not influenced by fire (personal communication, Roy Josephson). Most fires are anthropogenic and recently observed lightning caused fires were quite small (personal communication, Roy Josephson).</w:t>
      </w:r>
    </w:p>
    <w:p w:rsidR="006967B4" w:rsidP="006967B4" w:rsidRDefault="006967B4" w14:paraId="546EF433" w14:textId="77777777"/>
    <w:p w:rsidR="00D1245B" w:rsidP="006967B4" w:rsidRDefault="006967B4" w14:paraId="3AFDE4EE" w14:textId="499CC077">
      <w:r>
        <w:t>Other important disturbances affecting this type can include avalanches, landslides</w:t>
      </w:r>
      <w:r w:rsidR="00713210">
        <w:t>,</w:t>
      </w:r>
      <w:r>
        <w:t xml:space="preserve"> and tectonic movement. Insect and disease attacks are rare although black-headed budworm and hemlock sawfly outbreaks occasionally cause widespread defoliation (Harris and Farr 1974). Dwarf mistletoe and heart rot fungi perpetuate the hemlock-dominated old-growth condition (</w:t>
      </w:r>
      <w:proofErr w:type="spellStart"/>
      <w:r>
        <w:t>Hennon</w:t>
      </w:r>
      <w:proofErr w:type="spellEnd"/>
      <w:r>
        <w:t xml:space="preserve"> and McClellan 2003).</w:t>
      </w:r>
    </w:p>
    <w:p w:rsidR="006967B4" w:rsidP="006967B4" w:rsidRDefault="006967B4" w14:paraId="413F76C1" w14:textId="13164345">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6967B4" w:rsidP="006967B4" w:rsidRDefault="006967B4" w14:paraId="360A35DD" w14:textId="77777777">
      <w:pPr>
        <w:pStyle w:val="InfoPara"/>
      </w:pPr>
      <w:r>
        <w:t>Scale Description</w:t>
      </w:r>
    </w:p>
    <w:p w:rsidR="006967B4" w:rsidP="006967B4" w:rsidRDefault="006967B4" w14:paraId="40C1366D" w14:textId="77777777">
      <w:r>
        <w:t>Matrix. Frequent small scale windthrow drives patch size.</w:t>
      </w:r>
    </w:p>
    <w:p w:rsidR="006967B4" w:rsidP="006967B4" w:rsidRDefault="006967B4" w14:paraId="2D3911ED" w14:textId="77777777">
      <w:pPr>
        <w:pStyle w:val="InfoPara"/>
      </w:pPr>
      <w:r>
        <w:t>Adjacency or Identification Concerns</w:t>
      </w:r>
    </w:p>
    <w:p w:rsidR="006967B4" w:rsidP="006967B4" w:rsidRDefault="006967B4" w14:paraId="0171888B" w14:textId="6DA5F0FA">
      <w:r>
        <w:t xml:space="preserve">This type occurs below the mountain hemlock zone and above the </w:t>
      </w:r>
      <w:r w:rsidR="001F1B13">
        <w:t>S</w:t>
      </w:r>
      <w:r>
        <w:t>itka spruce riparian zone.</w:t>
      </w:r>
    </w:p>
    <w:p w:rsidR="006967B4" w:rsidP="006967B4" w:rsidRDefault="006967B4" w14:paraId="7B8FEEFF" w14:textId="77777777">
      <w:pPr>
        <w:pStyle w:val="InfoPara"/>
      </w:pPr>
      <w:r>
        <w:t>Issues or Problems</w:t>
      </w:r>
    </w:p>
    <w:p w:rsidR="006967B4" w:rsidP="006967B4" w:rsidRDefault="006967B4" w14:paraId="5BD096CF" w14:textId="77777777"/>
    <w:p w:rsidR="006967B4" w:rsidP="006967B4" w:rsidRDefault="006967B4" w14:paraId="6C367769" w14:textId="77777777">
      <w:pPr>
        <w:pStyle w:val="InfoPara"/>
      </w:pPr>
      <w:r>
        <w:t>Native Uncharacteristic Conditions</w:t>
      </w:r>
    </w:p>
    <w:p w:rsidR="006967B4" w:rsidP="006967B4" w:rsidRDefault="006967B4" w14:paraId="008FECC9" w14:textId="276C0DBA">
      <w:r>
        <w:t xml:space="preserve">Timber harvest, predominantly clearcut harvest, throughout </w:t>
      </w:r>
      <w:r w:rsidR="00713210">
        <w:t>southeast</w:t>
      </w:r>
      <w:r>
        <w:t xml:space="preserve"> Alaska has created large areas of early successional (particularly the stem exclusion stage) forest.</w:t>
      </w:r>
    </w:p>
    <w:p w:rsidR="006967B4" w:rsidP="006967B4" w:rsidRDefault="006967B4" w14:paraId="2C7B9564" w14:textId="77777777"/>
    <w:p w:rsidR="006967B4" w:rsidP="006967B4" w:rsidRDefault="006967B4" w14:paraId="1C1EE3EA" w14:textId="74D6388F">
      <w:r>
        <w:t>With global warming</w:t>
      </w:r>
      <w:r w:rsidR="003926AE">
        <w:t>,</w:t>
      </w:r>
      <w:r>
        <w:t xml:space="preserve"> the intensity and duration of wind</w:t>
      </w:r>
      <w:r w:rsidR="001F1B13">
        <w:t xml:space="preserve"> </w:t>
      </w:r>
      <w:r>
        <w:t>events may increase as a result of stronger land-water thermal gradients (</w:t>
      </w:r>
      <w:proofErr w:type="spellStart"/>
      <w:r>
        <w:t>Alaback</w:t>
      </w:r>
      <w:proofErr w:type="spellEnd"/>
      <w:r>
        <w:t xml:space="preserve"> and McClellan 1993). A warming climate also appears to be enabling redcedar to grow further north and may be responsible for the decline of </w:t>
      </w:r>
      <w:r w:rsidR="009C6DB8">
        <w:t>yellow cedar</w:t>
      </w:r>
      <w:r>
        <w:t xml:space="preserve"> (Schoen and </w:t>
      </w:r>
      <w:proofErr w:type="spellStart"/>
      <w:r>
        <w:t>Dovichin</w:t>
      </w:r>
      <w:proofErr w:type="spellEnd"/>
      <w:r>
        <w:t xml:space="preserve"> 2007).</w:t>
      </w:r>
    </w:p>
    <w:p w:rsidR="006967B4" w:rsidP="006967B4" w:rsidRDefault="006967B4" w14:paraId="681A4B07" w14:textId="77777777">
      <w:pPr>
        <w:pStyle w:val="InfoPara"/>
      </w:pPr>
      <w:r>
        <w:t>Comments</w:t>
      </w:r>
    </w:p>
    <w:p w:rsidR="006967B4" w:rsidP="006967B4" w:rsidRDefault="006967B4" w14:paraId="53BD4AE2" w14:textId="39A8B944">
      <w:r>
        <w:t xml:space="preserve">This model was developed by Sheila Spores but much of the disturbance description was taken from the Coastal Forest PNVG description (Murphy and Witten 2006) and Roy Josephson provided input on fire for the Lynn Canal area. Reviewer Paul </w:t>
      </w:r>
      <w:proofErr w:type="spellStart"/>
      <w:r>
        <w:t>Alaback</w:t>
      </w:r>
      <w:proofErr w:type="spellEnd"/>
      <w:r>
        <w:t xml:space="preserve"> noted that the successional model is a good representation of the Western Hemlock type on the most productive sites. These sites, sometimes referred to as “large tree old-growth (see </w:t>
      </w:r>
      <w:proofErr w:type="spellStart"/>
      <w:r>
        <w:t>Caouette</w:t>
      </w:r>
      <w:proofErr w:type="spellEnd"/>
      <w:r>
        <w:t xml:space="preserve"> and </w:t>
      </w:r>
      <w:proofErr w:type="spellStart"/>
      <w:r>
        <w:t>DeGayner</w:t>
      </w:r>
      <w:proofErr w:type="spellEnd"/>
      <w:r>
        <w:t xml:space="preserve"> 2008),” can support trees with &gt;40 inches DBH and occupy a relatively small percentage of the Western Hemlock zone. While small tree old-growth (see </w:t>
      </w:r>
      <w:proofErr w:type="spellStart"/>
      <w:r>
        <w:t>Caouette</w:t>
      </w:r>
      <w:proofErr w:type="spellEnd"/>
      <w:r>
        <w:t xml:space="preserve"> and </w:t>
      </w:r>
      <w:proofErr w:type="spellStart"/>
      <w:r>
        <w:t>DeGayner</w:t>
      </w:r>
      <w:proofErr w:type="spellEnd"/>
      <w:r>
        <w:t xml:space="preserve"> 2008) can be considered part of the Poorly Drained Conifer </w:t>
      </w:r>
      <w:proofErr w:type="spellStart"/>
      <w:r>
        <w:t>BpS</w:t>
      </w:r>
      <w:proofErr w:type="spellEnd"/>
      <w:r w:rsidR="00974328">
        <w:t>,</w:t>
      </w:r>
      <w:r>
        <w:t xml:space="preserve"> a separate model for medium tree old-growth may be needed (but has not been created yet). Although small and medium tree old-growth (see </w:t>
      </w:r>
      <w:proofErr w:type="spellStart"/>
      <w:r>
        <w:t>Caouette</w:t>
      </w:r>
      <w:proofErr w:type="spellEnd"/>
      <w:r>
        <w:t xml:space="preserve"> and </w:t>
      </w:r>
      <w:proofErr w:type="spellStart"/>
      <w:r>
        <w:t>DeGayner</w:t>
      </w:r>
      <w:proofErr w:type="spellEnd"/>
      <w:r>
        <w:t xml:space="preserve"> 2008)</w:t>
      </w:r>
      <w:r w:rsidR="00E93D09">
        <w:t>,</w:t>
      </w:r>
      <w:r>
        <w:t xml:space="preserve"> Western Hemlock are more common than the large tree old-growth </w:t>
      </w:r>
      <w:r w:rsidR="00E93D09">
        <w:t xml:space="preserve">and </w:t>
      </w:r>
      <w:r>
        <w:t>much less is known about it. Review comments resulted in minor descriptive changes as well as the addition of the discussion on karst environments and several references. Other review comments resulted in minor edits to the description and slight adjustments to the s-class age ranges.</w:t>
      </w:r>
    </w:p>
    <w:p w:rsidR="00313D77" w:rsidP="00313D77" w:rsidRDefault="00313D77" w14:paraId="157384F8"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6967B4" w:rsidP="006967B4" w:rsidRDefault="006967B4" w14:paraId="21691F0E" w14:textId="77777777">
      <w:pPr>
        <w:pStyle w:val="InfoPara"/>
        <w:pBdr>
          <w:top w:val="single" w:color="auto" w:sz="4" w:space="1"/>
        </w:pBdr>
      </w:pPr>
      <w:r xmlns:w="http://schemas.openxmlformats.org/wordprocessingml/2006/main">
        <w:t>Class A</w:t>
      </w:r>
      <w:r xmlns:w="http://schemas.openxmlformats.org/wordprocessingml/2006/main">
        <w:tab/>
        <w:t>4</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6967B4" w:rsidP="006967B4" w:rsidRDefault="006967B4" w14:paraId="256C9693" w14:textId="77777777"/>
    <w:p w:rsidR="006967B4" w:rsidP="006967B4" w:rsidRDefault="006967B4" w14:paraId="51D9435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6967B4" w:rsidR="006967B4" w:rsidTr="006967B4" w14:paraId="0B157036" w14:textId="77777777">
        <w:tc>
          <w:tcPr>
            <w:tcW w:w="1056" w:type="dxa"/>
            <w:tcBorders>
              <w:top w:val="single" w:color="auto" w:sz="2" w:space="0"/>
              <w:bottom w:val="single" w:color="000000" w:sz="12" w:space="0"/>
            </w:tcBorders>
            <w:shd w:val="clear" w:color="auto" w:fill="auto"/>
          </w:tcPr>
          <w:p w:rsidRPr="006967B4" w:rsidR="006967B4" w:rsidP="009B42DF" w:rsidRDefault="006967B4" w14:paraId="16FA4F4F" w14:textId="77777777">
            <w:pPr>
              <w:rPr>
                <w:b/>
                <w:bCs/>
              </w:rPr>
            </w:pPr>
            <w:r w:rsidRPr="006967B4">
              <w:rPr>
                <w:b/>
                <w:bCs/>
              </w:rPr>
              <w:t>Symbol</w:t>
            </w:r>
          </w:p>
        </w:tc>
        <w:tc>
          <w:tcPr>
            <w:tcW w:w="2616" w:type="dxa"/>
            <w:tcBorders>
              <w:top w:val="single" w:color="auto" w:sz="2" w:space="0"/>
              <w:bottom w:val="single" w:color="000000" w:sz="12" w:space="0"/>
            </w:tcBorders>
            <w:shd w:val="clear" w:color="auto" w:fill="auto"/>
          </w:tcPr>
          <w:p w:rsidRPr="006967B4" w:rsidR="006967B4" w:rsidP="009B42DF" w:rsidRDefault="006967B4" w14:paraId="1BC13B3B" w14:textId="77777777">
            <w:pPr>
              <w:rPr>
                <w:b/>
                <w:bCs/>
              </w:rPr>
            </w:pPr>
            <w:r w:rsidRPr="006967B4">
              <w:rPr>
                <w:b/>
                <w:bCs/>
              </w:rPr>
              <w:t>Scientific Name</w:t>
            </w:r>
          </w:p>
        </w:tc>
        <w:tc>
          <w:tcPr>
            <w:tcW w:w="2256" w:type="dxa"/>
            <w:tcBorders>
              <w:top w:val="single" w:color="auto" w:sz="2" w:space="0"/>
              <w:bottom w:val="single" w:color="000000" w:sz="12" w:space="0"/>
            </w:tcBorders>
            <w:shd w:val="clear" w:color="auto" w:fill="auto"/>
          </w:tcPr>
          <w:p w:rsidRPr="006967B4" w:rsidR="006967B4" w:rsidP="009B42DF" w:rsidRDefault="006967B4" w14:paraId="5F09FC61"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6967B4" w:rsidP="009B42DF" w:rsidRDefault="006967B4" w14:paraId="1D240D0D" w14:textId="77777777">
            <w:pPr>
              <w:rPr>
                <w:b/>
                <w:bCs/>
              </w:rPr>
            </w:pPr>
            <w:r w:rsidRPr="006967B4">
              <w:rPr>
                <w:b/>
                <w:bCs/>
              </w:rPr>
              <w:t>Canopy Position</w:t>
            </w:r>
          </w:p>
        </w:tc>
      </w:tr>
      <w:tr w:rsidRPr="006967B4" w:rsidR="006967B4" w:rsidTr="006967B4" w14:paraId="2C65DEFC" w14:textId="77777777">
        <w:tc>
          <w:tcPr>
            <w:tcW w:w="1056" w:type="dxa"/>
            <w:tcBorders>
              <w:top w:val="single" w:color="000000" w:sz="12" w:space="0"/>
            </w:tcBorders>
            <w:shd w:val="clear" w:color="auto" w:fill="auto"/>
          </w:tcPr>
          <w:p w:rsidRPr="006967B4" w:rsidR="006967B4" w:rsidP="009B42DF" w:rsidRDefault="006967B4" w14:paraId="507E7BD7" w14:textId="77777777">
            <w:pPr>
              <w:rPr>
                <w:bCs/>
              </w:rPr>
            </w:pPr>
            <w:r w:rsidRPr="006967B4">
              <w:rPr>
                <w:bCs/>
              </w:rPr>
              <w:t>TSHE</w:t>
            </w:r>
          </w:p>
        </w:tc>
        <w:tc>
          <w:tcPr>
            <w:tcW w:w="2616" w:type="dxa"/>
            <w:tcBorders>
              <w:top w:val="single" w:color="000000" w:sz="12" w:space="0"/>
            </w:tcBorders>
            <w:shd w:val="clear" w:color="auto" w:fill="auto"/>
          </w:tcPr>
          <w:p w:rsidRPr="00156842" w:rsidR="006967B4" w:rsidP="009B42DF" w:rsidRDefault="006967B4" w14:paraId="1F61D81A" w14:textId="77777777">
            <w:pPr>
              <w:rPr>
                <w:i/>
                <w:iCs/>
              </w:rPr>
            </w:pPr>
            <w:r w:rsidRPr="00156842">
              <w:rPr>
                <w:i/>
                <w:iCs/>
              </w:rPr>
              <w:t>Tsuga heterophylla</w:t>
            </w:r>
          </w:p>
        </w:tc>
        <w:tc>
          <w:tcPr>
            <w:tcW w:w="2256" w:type="dxa"/>
            <w:tcBorders>
              <w:top w:val="single" w:color="000000" w:sz="12" w:space="0"/>
            </w:tcBorders>
            <w:shd w:val="clear" w:color="auto" w:fill="auto"/>
          </w:tcPr>
          <w:p w:rsidRPr="006967B4" w:rsidR="006967B4" w:rsidP="009B42DF" w:rsidRDefault="006967B4" w14:paraId="07AC0DA1" w14:textId="77777777">
            <w:r w:rsidRPr="006967B4">
              <w:t>Western hemlock</w:t>
            </w:r>
          </w:p>
        </w:tc>
        <w:tc>
          <w:tcPr>
            <w:tcW w:w="1956" w:type="dxa"/>
            <w:tcBorders>
              <w:top w:val="single" w:color="000000" w:sz="12" w:space="0"/>
            </w:tcBorders>
            <w:shd w:val="clear" w:color="auto" w:fill="auto"/>
          </w:tcPr>
          <w:p w:rsidRPr="006967B4" w:rsidR="006967B4" w:rsidP="009B42DF" w:rsidRDefault="006967B4" w14:paraId="6E938518" w14:textId="77777777">
            <w:r w:rsidRPr="006967B4">
              <w:t>Upper</w:t>
            </w:r>
          </w:p>
        </w:tc>
      </w:tr>
      <w:tr w:rsidRPr="006967B4" w:rsidR="006967B4" w:rsidTr="006967B4" w14:paraId="76358384" w14:textId="77777777">
        <w:tc>
          <w:tcPr>
            <w:tcW w:w="1056" w:type="dxa"/>
            <w:shd w:val="clear" w:color="auto" w:fill="auto"/>
          </w:tcPr>
          <w:p w:rsidRPr="006967B4" w:rsidR="006967B4" w:rsidP="009B42DF" w:rsidRDefault="006967B4" w14:paraId="5B28275D" w14:textId="77777777">
            <w:pPr>
              <w:rPr>
                <w:bCs/>
              </w:rPr>
            </w:pPr>
            <w:r w:rsidRPr="006967B4">
              <w:rPr>
                <w:bCs/>
              </w:rPr>
              <w:t>PISI</w:t>
            </w:r>
          </w:p>
        </w:tc>
        <w:tc>
          <w:tcPr>
            <w:tcW w:w="2616" w:type="dxa"/>
            <w:shd w:val="clear" w:color="auto" w:fill="auto"/>
          </w:tcPr>
          <w:p w:rsidRPr="00156842" w:rsidR="006967B4" w:rsidP="009B42DF" w:rsidRDefault="006967B4" w14:paraId="2E7AEF02" w14:textId="77777777">
            <w:pPr>
              <w:rPr>
                <w:i/>
                <w:iCs/>
              </w:rPr>
            </w:pPr>
            <w:r w:rsidRPr="00156842">
              <w:rPr>
                <w:i/>
                <w:iCs/>
              </w:rPr>
              <w:t>Picea sitchensis</w:t>
            </w:r>
          </w:p>
        </w:tc>
        <w:tc>
          <w:tcPr>
            <w:tcW w:w="2256" w:type="dxa"/>
            <w:shd w:val="clear" w:color="auto" w:fill="auto"/>
          </w:tcPr>
          <w:p w:rsidRPr="006967B4" w:rsidR="006967B4" w:rsidP="009B42DF" w:rsidRDefault="006967B4" w14:paraId="3D2FD97F" w14:textId="77777777">
            <w:r w:rsidRPr="006967B4">
              <w:t>Sitka spruce</w:t>
            </w:r>
          </w:p>
        </w:tc>
        <w:tc>
          <w:tcPr>
            <w:tcW w:w="1956" w:type="dxa"/>
            <w:shd w:val="clear" w:color="auto" w:fill="auto"/>
          </w:tcPr>
          <w:p w:rsidRPr="006967B4" w:rsidR="006967B4" w:rsidP="009B42DF" w:rsidRDefault="006967B4" w14:paraId="6FB7B8B2" w14:textId="77777777">
            <w:r w:rsidRPr="006967B4">
              <w:t>Upper</w:t>
            </w:r>
          </w:p>
        </w:tc>
      </w:tr>
      <w:tr w:rsidRPr="006967B4" w:rsidR="006967B4" w:rsidTr="006967B4" w14:paraId="2861DBAD" w14:textId="77777777">
        <w:tc>
          <w:tcPr>
            <w:tcW w:w="1056" w:type="dxa"/>
            <w:shd w:val="clear" w:color="auto" w:fill="auto"/>
          </w:tcPr>
          <w:p w:rsidRPr="006967B4" w:rsidR="006967B4" w:rsidP="009B42DF" w:rsidRDefault="006967B4" w14:paraId="7E034CB8" w14:textId="77777777">
            <w:pPr>
              <w:rPr>
                <w:bCs/>
              </w:rPr>
            </w:pPr>
            <w:r w:rsidRPr="006967B4">
              <w:rPr>
                <w:bCs/>
              </w:rPr>
              <w:t>VAOV</w:t>
            </w:r>
          </w:p>
        </w:tc>
        <w:tc>
          <w:tcPr>
            <w:tcW w:w="2616" w:type="dxa"/>
            <w:shd w:val="clear" w:color="auto" w:fill="auto"/>
          </w:tcPr>
          <w:p w:rsidRPr="00156842" w:rsidR="006967B4" w:rsidP="009B42DF" w:rsidRDefault="006967B4" w14:paraId="5FA33317" w14:textId="77777777">
            <w:pPr>
              <w:rPr>
                <w:i/>
                <w:iCs/>
              </w:rPr>
            </w:pPr>
            <w:r w:rsidRPr="00156842">
              <w:rPr>
                <w:i/>
                <w:iCs/>
              </w:rPr>
              <w:t xml:space="preserve">Vaccinium </w:t>
            </w:r>
            <w:proofErr w:type="spellStart"/>
            <w:r w:rsidRPr="00156842">
              <w:rPr>
                <w:i/>
                <w:iCs/>
              </w:rPr>
              <w:t>ovalifolium</w:t>
            </w:r>
            <w:proofErr w:type="spellEnd"/>
          </w:p>
        </w:tc>
        <w:tc>
          <w:tcPr>
            <w:tcW w:w="2256" w:type="dxa"/>
            <w:shd w:val="clear" w:color="auto" w:fill="auto"/>
          </w:tcPr>
          <w:p w:rsidRPr="006967B4" w:rsidR="006967B4" w:rsidP="009B42DF" w:rsidRDefault="006967B4" w14:paraId="12EBEA20" w14:textId="77777777">
            <w:r w:rsidRPr="006967B4">
              <w:t>Oval-leaf blueberry</w:t>
            </w:r>
          </w:p>
        </w:tc>
        <w:tc>
          <w:tcPr>
            <w:tcW w:w="1956" w:type="dxa"/>
            <w:shd w:val="clear" w:color="auto" w:fill="auto"/>
          </w:tcPr>
          <w:p w:rsidRPr="006967B4" w:rsidR="006967B4" w:rsidP="009B42DF" w:rsidRDefault="006967B4" w14:paraId="7F818F42" w14:textId="77777777">
            <w:r w:rsidRPr="006967B4">
              <w:t>Mid-Upper</w:t>
            </w:r>
          </w:p>
        </w:tc>
      </w:tr>
      <w:tr w:rsidRPr="006967B4" w:rsidR="006967B4" w:rsidTr="006967B4" w14:paraId="07D2785A" w14:textId="77777777">
        <w:tc>
          <w:tcPr>
            <w:tcW w:w="1056" w:type="dxa"/>
            <w:shd w:val="clear" w:color="auto" w:fill="auto"/>
          </w:tcPr>
          <w:p w:rsidRPr="006967B4" w:rsidR="006967B4" w:rsidP="009B42DF" w:rsidRDefault="006967B4" w14:paraId="4D3549B3" w14:textId="77777777">
            <w:pPr>
              <w:rPr>
                <w:bCs/>
              </w:rPr>
            </w:pPr>
            <w:r w:rsidRPr="006967B4">
              <w:rPr>
                <w:bCs/>
              </w:rPr>
              <w:t>MEFE</w:t>
            </w:r>
          </w:p>
        </w:tc>
        <w:tc>
          <w:tcPr>
            <w:tcW w:w="2616" w:type="dxa"/>
            <w:shd w:val="clear" w:color="auto" w:fill="auto"/>
          </w:tcPr>
          <w:p w:rsidRPr="00156842" w:rsidR="006967B4" w:rsidP="009B42DF" w:rsidRDefault="006967B4" w14:paraId="1059274E" w14:textId="77777777">
            <w:pPr>
              <w:rPr>
                <w:i/>
                <w:iCs/>
              </w:rPr>
            </w:pPr>
            <w:proofErr w:type="spellStart"/>
            <w:r w:rsidRPr="00156842">
              <w:rPr>
                <w:i/>
                <w:iCs/>
              </w:rPr>
              <w:t>Menziesia</w:t>
            </w:r>
            <w:proofErr w:type="spellEnd"/>
            <w:r w:rsidRPr="00156842">
              <w:rPr>
                <w:i/>
                <w:iCs/>
              </w:rPr>
              <w:t xml:space="preserve"> </w:t>
            </w:r>
            <w:proofErr w:type="spellStart"/>
            <w:r w:rsidRPr="00156842">
              <w:rPr>
                <w:i/>
                <w:iCs/>
              </w:rPr>
              <w:t>ferruginea</w:t>
            </w:r>
            <w:proofErr w:type="spellEnd"/>
          </w:p>
        </w:tc>
        <w:tc>
          <w:tcPr>
            <w:tcW w:w="2256" w:type="dxa"/>
            <w:shd w:val="clear" w:color="auto" w:fill="auto"/>
          </w:tcPr>
          <w:p w:rsidRPr="006967B4" w:rsidR="006967B4" w:rsidP="009B42DF" w:rsidRDefault="006967B4" w14:paraId="4745958E" w14:textId="77777777">
            <w:r w:rsidRPr="006967B4">
              <w:t xml:space="preserve">Rusty </w:t>
            </w:r>
            <w:proofErr w:type="spellStart"/>
            <w:r w:rsidRPr="006967B4">
              <w:t>menziesia</w:t>
            </w:r>
            <w:proofErr w:type="spellEnd"/>
          </w:p>
        </w:tc>
        <w:tc>
          <w:tcPr>
            <w:tcW w:w="1956" w:type="dxa"/>
            <w:shd w:val="clear" w:color="auto" w:fill="auto"/>
          </w:tcPr>
          <w:p w:rsidRPr="006967B4" w:rsidR="006967B4" w:rsidP="009B42DF" w:rsidRDefault="006967B4" w14:paraId="53874798" w14:textId="77777777">
            <w:r w:rsidRPr="006967B4">
              <w:t>Mid-Upper</w:t>
            </w:r>
          </w:p>
        </w:tc>
      </w:tr>
    </w:tbl>
    <w:p w:rsidR="006967B4" w:rsidP="006967B4" w:rsidRDefault="006967B4" w14:paraId="305FB7EA" w14:textId="77777777"/>
    <w:p w:rsidR="006967B4" w:rsidP="006967B4" w:rsidRDefault="006967B4" w14:paraId="631F4DB8" w14:textId="77777777">
      <w:pPr>
        <w:pStyle w:val="SClassInfoPara"/>
      </w:pPr>
      <w:r>
        <w:t>Description</w:t>
      </w:r>
    </w:p>
    <w:p w:rsidR="006967B4" w:rsidP="006967B4" w:rsidRDefault="006967B4" w14:paraId="5D028875" w14:textId="77777777">
      <w:r>
        <w:t>Post disturbance stand initiation</w:t>
      </w:r>
    </w:p>
    <w:p w:rsidR="006967B4" w:rsidP="006967B4" w:rsidRDefault="006967B4" w14:paraId="4539DF8C" w14:textId="77777777"/>
    <w:p w:rsidR="006967B4" w:rsidP="006967B4" w:rsidRDefault="006967B4" w14:paraId="5841DF0A" w14:textId="3CDF21E8">
      <w:r>
        <w:t>Herbs, shrubs and tree seedlings grow from seeds, sprouts and advance regeneration. Within five years following disturbance, a vigorous shrub layer develops and will often persist past age 20yrs. Thirty years is used as the estimate of the end of this stage (</w:t>
      </w:r>
      <w:proofErr w:type="spellStart"/>
      <w:r>
        <w:t>Alaback</w:t>
      </w:r>
      <w:proofErr w:type="spellEnd"/>
      <w:r>
        <w:t xml:space="preserve"> 1984</w:t>
      </w:r>
      <w:r w:rsidR="00D70D17">
        <w:t>;</w:t>
      </w:r>
      <w:r>
        <w:t xml:space="preserve"> </w:t>
      </w:r>
      <w:proofErr w:type="spellStart"/>
      <w:r>
        <w:t>DeMeo</w:t>
      </w:r>
      <w:proofErr w:type="spellEnd"/>
      <w:r>
        <w:t xml:space="preserve"> et al. 1992). By age 50, shrub cover is reduced past the pre-disturbance level (DeMeo et al. 1992). Post disturbance conifer regeneration will depend on the pre disturbance stand composition and the </w:t>
      </w:r>
      <w:r>
        <w:t>type of disturbance. Hemlock is more likely to regenerate following windthrow whereas spruce is more likely to regenerate if mineral soil is exposed (</w:t>
      </w:r>
      <w:proofErr w:type="gramStart"/>
      <w:r>
        <w:t>e.g.</w:t>
      </w:r>
      <w:proofErr w:type="gramEnd"/>
      <w:r>
        <w:t xml:space="preserve"> after a landslide).</w:t>
      </w:r>
    </w:p>
    <w:p w:rsidR="006967B4" w:rsidP="006967B4" w:rsidRDefault="006967B4" w14:paraId="72167306" w14:textId="77777777"/>
    <w:p w:rsidR="006967B4" w:rsidP="006967B4" w:rsidRDefault="006967B4" w14:paraId="624798B3" w14:textId="0AAA635C">
      <w:r>
        <w:t>A reviewer noted that the length of this seral stage will vary somewhat with site quality. The main notable difference is karst vs. non-karst. On karst</w:t>
      </w:r>
      <w:r w:rsidR="00A10257">
        <w:t xml:space="preserve"> sites,</w:t>
      </w:r>
      <w:r>
        <w:t xml:space="preserve"> the trees are patchier initially and it takes longer for a closed canopy to develop. Hemlock sites with devil’s club—an indicator of aerated soils with frequent forest gap creation—will also show this lag. The lag is about </w:t>
      </w:r>
      <w:proofErr w:type="gramStart"/>
      <w:r>
        <w:t>10yrs;</w:t>
      </w:r>
      <w:proofErr w:type="gramEnd"/>
      <w:r>
        <w:t xml:space="preserve"> i.e., canopies on these sites can be expected to be closed by age 40 (DeMeo et al. 1992).</w:t>
      </w:r>
    </w:p>
    <w:p w:rsidR="00AA67E8" w:rsidP="006967B4" w:rsidRDefault="00AA67E8" w14:paraId="7C6F4FA1" w14:textId="77777777"/>
    <w:p>
      <w:r>
        <w:rPr>
          <w:i/>
          <w:u w:val="single"/>
        </w:rPr>
        <w:t>Maximum Tree Size Class</w:t>
      </w:r>
      <w:br/>
      <w:r>
        <w:t>Seedling/Sapling &lt;5"</w:t>
      </w:r>
    </w:p>
    <w:p w:rsidR="006967B4" w:rsidP="006967B4" w:rsidRDefault="006967B4" w14:paraId="1EC527CF" w14:textId="2CE5E130">
      <w:pPr>
        <w:pStyle w:val="InfoPara"/>
        <w:pBdr>
          <w:top w:val="single" w:color="auto" w:sz="4" w:space="1"/>
        </w:pBdr>
      </w:pPr>
      <w:r xmlns:w="http://schemas.openxmlformats.org/wordprocessingml/2006/main">
        <w:t>Class B</w:t>
      </w:r>
      <w:r xmlns:w="http://schemas.openxmlformats.org/wordprocessingml/2006/main">
        <w:tab/>
        <w:t>13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6967B4" w:rsidP="006967B4" w:rsidRDefault="006967B4" w14:paraId="2C6C9EBC" w14:textId="77777777"/>
    <w:p w:rsidR="006967B4" w:rsidP="006967B4" w:rsidRDefault="006967B4" w14:paraId="5E12617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208"/>
        <w:gridCol w:w="2052"/>
        <w:gridCol w:w="1956"/>
      </w:tblGrid>
      <w:tr w:rsidRPr="006967B4" w:rsidR="006967B4" w:rsidTr="006967B4" w14:paraId="395A00DD" w14:textId="77777777">
        <w:tc>
          <w:tcPr>
            <w:tcW w:w="1056" w:type="dxa"/>
            <w:tcBorders>
              <w:top w:val="single" w:color="auto" w:sz="2" w:space="0"/>
              <w:bottom w:val="single" w:color="000000" w:sz="12" w:space="0"/>
            </w:tcBorders>
            <w:shd w:val="clear" w:color="auto" w:fill="auto"/>
          </w:tcPr>
          <w:p w:rsidRPr="006967B4" w:rsidR="006967B4" w:rsidP="009B42DF" w:rsidRDefault="006967B4" w14:paraId="02331EC1" w14:textId="77777777">
            <w:pPr>
              <w:rPr>
                <w:b/>
                <w:bCs/>
              </w:rPr>
            </w:pPr>
            <w:r w:rsidRPr="006967B4">
              <w:rPr>
                <w:b/>
                <w:bCs/>
              </w:rPr>
              <w:t>Symbol</w:t>
            </w:r>
          </w:p>
        </w:tc>
        <w:tc>
          <w:tcPr>
            <w:tcW w:w="2208" w:type="dxa"/>
            <w:tcBorders>
              <w:top w:val="single" w:color="auto" w:sz="2" w:space="0"/>
              <w:bottom w:val="single" w:color="000000" w:sz="12" w:space="0"/>
            </w:tcBorders>
            <w:shd w:val="clear" w:color="auto" w:fill="auto"/>
          </w:tcPr>
          <w:p w:rsidRPr="006967B4" w:rsidR="006967B4" w:rsidP="009B42DF" w:rsidRDefault="006967B4" w14:paraId="7E2F8EE0" w14:textId="77777777">
            <w:pPr>
              <w:rPr>
                <w:b/>
                <w:bCs/>
              </w:rPr>
            </w:pPr>
            <w:r w:rsidRPr="006967B4">
              <w:rPr>
                <w:b/>
                <w:bCs/>
              </w:rPr>
              <w:t>Scientific Name</w:t>
            </w:r>
          </w:p>
        </w:tc>
        <w:tc>
          <w:tcPr>
            <w:tcW w:w="2052" w:type="dxa"/>
            <w:tcBorders>
              <w:top w:val="single" w:color="auto" w:sz="2" w:space="0"/>
              <w:bottom w:val="single" w:color="000000" w:sz="12" w:space="0"/>
            </w:tcBorders>
            <w:shd w:val="clear" w:color="auto" w:fill="auto"/>
          </w:tcPr>
          <w:p w:rsidRPr="006967B4" w:rsidR="006967B4" w:rsidP="009B42DF" w:rsidRDefault="006967B4" w14:paraId="0189337F"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6967B4" w:rsidP="009B42DF" w:rsidRDefault="006967B4" w14:paraId="07894CF5" w14:textId="77777777">
            <w:pPr>
              <w:rPr>
                <w:b/>
                <w:bCs/>
              </w:rPr>
            </w:pPr>
            <w:r w:rsidRPr="006967B4">
              <w:rPr>
                <w:b/>
                <w:bCs/>
              </w:rPr>
              <w:t>Canopy Position</w:t>
            </w:r>
          </w:p>
        </w:tc>
      </w:tr>
      <w:tr w:rsidRPr="006967B4" w:rsidR="006967B4" w:rsidTr="006967B4" w14:paraId="3A31FA23" w14:textId="77777777">
        <w:tc>
          <w:tcPr>
            <w:tcW w:w="1056" w:type="dxa"/>
            <w:tcBorders>
              <w:top w:val="single" w:color="000000" w:sz="12" w:space="0"/>
            </w:tcBorders>
            <w:shd w:val="clear" w:color="auto" w:fill="auto"/>
          </w:tcPr>
          <w:p w:rsidRPr="006967B4" w:rsidR="006967B4" w:rsidP="009B42DF" w:rsidRDefault="006967B4" w14:paraId="4CDFE38E" w14:textId="77777777">
            <w:pPr>
              <w:rPr>
                <w:bCs/>
              </w:rPr>
            </w:pPr>
            <w:r w:rsidRPr="006967B4">
              <w:rPr>
                <w:bCs/>
              </w:rPr>
              <w:t>TSHE</w:t>
            </w:r>
          </w:p>
        </w:tc>
        <w:tc>
          <w:tcPr>
            <w:tcW w:w="2208" w:type="dxa"/>
            <w:tcBorders>
              <w:top w:val="single" w:color="000000" w:sz="12" w:space="0"/>
            </w:tcBorders>
            <w:shd w:val="clear" w:color="auto" w:fill="auto"/>
          </w:tcPr>
          <w:p w:rsidRPr="00A10257" w:rsidR="006967B4" w:rsidP="009B42DF" w:rsidRDefault="006967B4" w14:paraId="4429A8D6" w14:textId="77777777">
            <w:pPr>
              <w:rPr>
                <w:i/>
                <w:iCs/>
              </w:rPr>
            </w:pPr>
            <w:r w:rsidRPr="00A10257">
              <w:rPr>
                <w:i/>
                <w:iCs/>
              </w:rPr>
              <w:t>Tsuga heterophylla</w:t>
            </w:r>
          </w:p>
        </w:tc>
        <w:tc>
          <w:tcPr>
            <w:tcW w:w="2052" w:type="dxa"/>
            <w:tcBorders>
              <w:top w:val="single" w:color="000000" w:sz="12" w:space="0"/>
            </w:tcBorders>
            <w:shd w:val="clear" w:color="auto" w:fill="auto"/>
          </w:tcPr>
          <w:p w:rsidRPr="006967B4" w:rsidR="006967B4" w:rsidP="009B42DF" w:rsidRDefault="006967B4" w14:paraId="0D3EE2F3" w14:textId="77777777">
            <w:r w:rsidRPr="006967B4">
              <w:t>Western hemlock</w:t>
            </w:r>
          </w:p>
        </w:tc>
        <w:tc>
          <w:tcPr>
            <w:tcW w:w="1956" w:type="dxa"/>
            <w:tcBorders>
              <w:top w:val="single" w:color="000000" w:sz="12" w:space="0"/>
            </w:tcBorders>
            <w:shd w:val="clear" w:color="auto" w:fill="auto"/>
          </w:tcPr>
          <w:p w:rsidRPr="006967B4" w:rsidR="006967B4" w:rsidP="009B42DF" w:rsidRDefault="006967B4" w14:paraId="40954983" w14:textId="77777777">
            <w:r w:rsidRPr="006967B4">
              <w:t>Upper</w:t>
            </w:r>
          </w:p>
        </w:tc>
      </w:tr>
      <w:tr w:rsidRPr="006967B4" w:rsidR="006967B4" w:rsidTr="006967B4" w14:paraId="6D2D2EC6" w14:textId="77777777">
        <w:tc>
          <w:tcPr>
            <w:tcW w:w="1056" w:type="dxa"/>
            <w:shd w:val="clear" w:color="auto" w:fill="auto"/>
          </w:tcPr>
          <w:p w:rsidRPr="006967B4" w:rsidR="006967B4" w:rsidP="009B42DF" w:rsidRDefault="006967B4" w14:paraId="2A55D87F" w14:textId="77777777">
            <w:pPr>
              <w:rPr>
                <w:bCs/>
              </w:rPr>
            </w:pPr>
            <w:r w:rsidRPr="006967B4">
              <w:rPr>
                <w:bCs/>
              </w:rPr>
              <w:t>PISI</w:t>
            </w:r>
          </w:p>
        </w:tc>
        <w:tc>
          <w:tcPr>
            <w:tcW w:w="2208" w:type="dxa"/>
            <w:shd w:val="clear" w:color="auto" w:fill="auto"/>
          </w:tcPr>
          <w:p w:rsidRPr="00A10257" w:rsidR="006967B4" w:rsidP="009B42DF" w:rsidRDefault="006967B4" w14:paraId="3A5F5A6D" w14:textId="77777777">
            <w:pPr>
              <w:rPr>
                <w:i/>
                <w:iCs/>
              </w:rPr>
            </w:pPr>
            <w:r w:rsidRPr="00A10257">
              <w:rPr>
                <w:i/>
                <w:iCs/>
              </w:rPr>
              <w:t>Picea sitchensis</w:t>
            </w:r>
          </w:p>
        </w:tc>
        <w:tc>
          <w:tcPr>
            <w:tcW w:w="2052" w:type="dxa"/>
            <w:shd w:val="clear" w:color="auto" w:fill="auto"/>
          </w:tcPr>
          <w:p w:rsidRPr="006967B4" w:rsidR="006967B4" w:rsidP="009B42DF" w:rsidRDefault="006967B4" w14:paraId="771CDCB7" w14:textId="77777777">
            <w:r w:rsidRPr="006967B4">
              <w:t>Sitka spruce</w:t>
            </w:r>
          </w:p>
        </w:tc>
        <w:tc>
          <w:tcPr>
            <w:tcW w:w="1956" w:type="dxa"/>
            <w:shd w:val="clear" w:color="auto" w:fill="auto"/>
          </w:tcPr>
          <w:p w:rsidRPr="006967B4" w:rsidR="006967B4" w:rsidP="009B42DF" w:rsidRDefault="006967B4" w14:paraId="294C3F82" w14:textId="77777777">
            <w:r w:rsidRPr="006967B4">
              <w:t>Upper</w:t>
            </w:r>
          </w:p>
        </w:tc>
      </w:tr>
    </w:tbl>
    <w:p w:rsidR="006967B4" w:rsidP="006967B4" w:rsidRDefault="006967B4" w14:paraId="796845E2" w14:textId="77777777"/>
    <w:p w:rsidR="006967B4" w:rsidP="006967B4" w:rsidRDefault="006967B4" w14:paraId="304DD4EE" w14:textId="77777777">
      <w:pPr>
        <w:pStyle w:val="SClassInfoPara"/>
      </w:pPr>
      <w:r>
        <w:t>Description</w:t>
      </w:r>
    </w:p>
    <w:p w:rsidR="006967B4" w:rsidP="006967B4" w:rsidRDefault="006967B4" w14:paraId="3D154D79" w14:textId="77777777">
      <w:r>
        <w:t>Stem exclusion</w:t>
      </w:r>
    </w:p>
    <w:p w:rsidR="006967B4" w:rsidP="006967B4" w:rsidRDefault="006967B4" w14:paraId="7549FAA3" w14:textId="77777777"/>
    <w:p w:rsidR="006967B4" w:rsidP="006967B4" w:rsidRDefault="006967B4" w14:paraId="47B4DC07" w14:textId="6186F592">
      <w:r>
        <w:t xml:space="preserve">Tree canopy closes and shade in-tolerant species in the understory are lost. Forest structure becomes stratified, with slower-growing, shade tolerant conifer species forming lower canopy strata. Some trees are thinned from the stand due to lack of resources (e.g., light, growing space, nutrients, etc.). Spruce and hemlock dominate. Understory can be completely void of vegetation, therefore no understory species are listed as indicators for this class. </w:t>
      </w:r>
    </w:p>
    <w:p w:rsidR="00AA67E8" w:rsidP="006967B4" w:rsidRDefault="00AA67E8" w14:paraId="49E4C37A" w14:textId="77777777"/>
    <w:p>
      <w:r>
        <w:rPr>
          <w:i/>
          <w:u w:val="single"/>
        </w:rPr>
        <w:t>Maximum Tree Size Class</w:t>
      </w:r>
      <w:br/>
      <w:r>
        <w:t>Med. 9–20" (swd)/11–20" (hwd)</w:t>
      </w:r>
    </w:p>
    <w:p w:rsidR="006967B4" w:rsidP="006967B4" w:rsidRDefault="006967B4" w14:paraId="0069C892" w14:textId="09FCB699">
      <w:pPr>
        <w:pStyle w:val="InfoPara"/>
        <w:pBdr>
          <w:top w:val="single" w:color="auto" w:sz="4" w:space="1"/>
        </w:pBdr>
      </w:pPr>
      <w:r xmlns:w="http://schemas.openxmlformats.org/wordprocessingml/2006/main">
        <w:t>Class C</w:t>
      </w:r>
      <w:r xmlns:w="http://schemas.openxmlformats.org/wordprocessingml/2006/main">
        <w:tab/>
        <w:t>18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6967B4" w:rsidP="006967B4" w:rsidRDefault="006967B4" w14:paraId="13A00684" w14:textId="77777777"/>
    <w:p w:rsidR="006967B4" w:rsidP="006967B4" w:rsidRDefault="006967B4" w14:paraId="7D26B783"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6967B4" w:rsidR="006967B4" w:rsidTr="006967B4" w14:paraId="67095AA8" w14:textId="77777777">
        <w:tc>
          <w:tcPr>
            <w:tcW w:w="1056" w:type="dxa"/>
            <w:tcBorders>
              <w:top w:val="single" w:color="auto" w:sz="2" w:space="0"/>
              <w:bottom w:val="single" w:color="000000" w:sz="12" w:space="0"/>
            </w:tcBorders>
            <w:shd w:val="clear" w:color="auto" w:fill="auto"/>
          </w:tcPr>
          <w:p w:rsidRPr="006967B4" w:rsidR="006967B4" w:rsidP="009B42DF" w:rsidRDefault="006967B4" w14:paraId="515B1A52" w14:textId="77777777">
            <w:pPr>
              <w:rPr>
                <w:b/>
                <w:bCs/>
              </w:rPr>
            </w:pPr>
            <w:r w:rsidRPr="006967B4">
              <w:rPr>
                <w:b/>
                <w:bCs/>
              </w:rPr>
              <w:t>Symbol</w:t>
            </w:r>
          </w:p>
        </w:tc>
        <w:tc>
          <w:tcPr>
            <w:tcW w:w="2616" w:type="dxa"/>
            <w:tcBorders>
              <w:top w:val="single" w:color="auto" w:sz="2" w:space="0"/>
              <w:bottom w:val="single" w:color="000000" w:sz="12" w:space="0"/>
            </w:tcBorders>
            <w:shd w:val="clear" w:color="auto" w:fill="auto"/>
          </w:tcPr>
          <w:p w:rsidRPr="006967B4" w:rsidR="006967B4" w:rsidP="009B42DF" w:rsidRDefault="006967B4" w14:paraId="2F0D8DD6" w14:textId="77777777">
            <w:pPr>
              <w:rPr>
                <w:b/>
                <w:bCs/>
              </w:rPr>
            </w:pPr>
            <w:r w:rsidRPr="006967B4">
              <w:rPr>
                <w:b/>
                <w:bCs/>
              </w:rPr>
              <w:t>Scientific Name</w:t>
            </w:r>
          </w:p>
        </w:tc>
        <w:tc>
          <w:tcPr>
            <w:tcW w:w="2256" w:type="dxa"/>
            <w:tcBorders>
              <w:top w:val="single" w:color="auto" w:sz="2" w:space="0"/>
              <w:bottom w:val="single" w:color="000000" w:sz="12" w:space="0"/>
            </w:tcBorders>
            <w:shd w:val="clear" w:color="auto" w:fill="auto"/>
          </w:tcPr>
          <w:p w:rsidRPr="006967B4" w:rsidR="006967B4" w:rsidP="009B42DF" w:rsidRDefault="006967B4" w14:paraId="3607209C"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6967B4" w:rsidP="009B42DF" w:rsidRDefault="006967B4" w14:paraId="4A7AE0A8" w14:textId="77777777">
            <w:pPr>
              <w:rPr>
                <w:b/>
                <w:bCs/>
              </w:rPr>
            </w:pPr>
            <w:r w:rsidRPr="006967B4">
              <w:rPr>
                <w:b/>
                <w:bCs/>
              </w:rPr>
              <w:t>Canopy Position</w:t>
            </w:r>
          </w:p>
        </w:tc>
      </w:tr>
      <w:tr w:rsidRPr="006967B4" w:rsidR="006967B4" w:rsidTr="006967B4" w14:paraId="769E2F7B" w14:textId="77777777">
        <w:tc>
          <w:tcPr>
            <w:tcW w:w="1056" w:type="dxa"/>
            <w:tcBorders>
              <w:top w:val="single" w:color="000000" w:sz="12" w:space="0"/>
            </w:tcBorders>
            <w:shd w:val="clear" w:color="auto" w:fill="auto"/>
          </w:tcPr>
          <w:p w:rsidRPr="006967B4" w:rsidR="006967B4" w:rsidP="009B42DF" w:rsidRDefault="006967B4" w14:paraId="6CE7BFC3" w14:textId="77777777">
            <w:pPr>
              <w:rPr>
                <w:bCs/>
              </w:rPr>
            </w:pPr>
            <w:r w:rsidRPr="006967B4">
              <w:rPr>
                <w:bCs/>
              </w:rPr>
              <w:t>TSHE</w:t>
            </w:r>
          </w:p>
        </w:tc>
        <w:tc>
          <w:tcPr>
            <w:tcW w:w="2616" w:type="dxa"/>
            <w:tcBorders>
              <w:top w:val="single" w:color="000000" w:sz="12" w:space="0"/>
            </w:tcBorders>
            <w:shd w:val="clear" w:color="auto" w:fill="auto"/>
          </w:tcPr>
          <w:p w:rsidRPr="00661463" w:rsidR="006967B4" w:rsidP="009B42DF" w:rsidRDefault="006967B4" w14:paraId="11B488CA" w14:textId="77777777">
            <w:pPr>
              <w:rPr>
                <w:i/>
                <w:iCs/>
              </w:rPr>
            </w:pPr>
            <w:r w:rsidRPr="00661463">
              <w:rPr>
                <w:i/>
                <w:iCs/>
              </w:rPr>
              <w:t>Tsuga heterophylla</w:t>
            </w:r>
          </w:p>
        </w:tc>
        <w:tc>
          <w:tcPr>
            <w:tcW w:w="2256" w:type="dxa"/>
            <w:tcBorders>
              <w:top w:val="single" w:color="000000" w:sz="12" w:space="0"/>
            </w:tcBorders>
            <w:shd w:val="clear" w:color="auto" w:fill="auto"/>
          </w:tcPr>
          <w:p w:rsidRPr="006967B4" w:rsidR="006967B4" w:rsidP="009B42DF" w:rsidRDefault="006967B4" w14:paraId="55F0650E" w14:textId="77777777">
            <w:r w:rsidRPr="006967B4">
              <w:t>Western hemlock</w:t>
            </w:r>
          </w:p>
        </w:tc>
        <w:tc>
          <w:tcPr>
            <w:tcW w:w="1956" w:type="dxa"/>
            <w:tcBorders>
              <w:top w:val="single" w:color="000000" w:sz="12" w:space="0"/>
            </w:tcBorders>
            <w:shd w:val="clear" w:color="auto" w:fill="auto"/>
          </w:tcPr>
          <w:p w:rsidRPr="006967B4" w:rsidR="006967B4" w:rsidP="009B42DF" w:rsidRDefault="006967B4" w14:paraId="0261A25B" w14:textId="77777777">
            <w:r w:rsidRPr="006967B4">
              <w:t>Upper</w:t>
            </w:r>
          </w:p>
        </w:tc>
      </w:tr>
      <w:tr w:rsidRPr="006967B4" w:rsidR="006967B4" w:rsidTr="006967B4" w14:paraId="21CA55AD" w14:textId="77777777">
        <w:tc>
          <w:tcPr>
            <w:tcW w:w="1056" w:type="dxa"/>
            <w:shd w:val="clear" w:color="auto" w:fill="auto"/>
          </w:tcPr>
          <w:p w:rsidRPr="006967B4" w:rsidR="006967B4" w:rsidP="009B42DF" w:rsidRDefault="006967B4" w14:paraId="2D908B41" w14:textId="77777777">
            <w:pPr>
              <w:rPr>
                <w:bCs/>
              </w:rPr>
            </w:pPr>
            <w:r w:rsidRPr="006967B4">
              <w:rPr>
                <w:bCs/>
              </w:rPr>
              <w:t>PISI</w:t>
            </w:r>
          </w:p>
        </w:tc>
        <w:tc>
          <w:tcPr>
            <w:tcW w:w="2616" w:type="dxa"/>
            <w:shd w:val="clear" w:color="auto" w:fill="auto"/>
          </w:tcPr>
          <w:p w:rsidRPr="00661463" w:rsidR="006967B4" w:rsidP="009B42DF" w:rsidRDefault="006967B4" w14:paraId="1D3B1A0D" w14:textId="77777777">
            <w:pPr>
              <w:rPr>
                <w:i/>
                <w:iCs/>
              </w:rPr>
            </w:pPr>
            <w:r w:rsidRPr="00661463">
              <w:rPr>
                <w:i/>
                <w:iCs/>
              </w:rPr>
              <w:t>Picea sitchensis</w:t>
            </w:r>
          </w:p>
        </w:tc>
        <w:tc>
          <w:tcPr>
            <w:tcW w:w="2256" w:type="dxa"/>
            <w:shd w:val="clear" w:color="auto" w:fill="auto"/>
          </w:tcPr>
          <w:p w:rsidRPr="006967B4" w:rsidR="006967B4" w:rsidP="009B42DF" w:rsidRDefault="006967B4" w14:paraId="7F632B9A" w14:textId="77777777">
            <w:r w:rsidRPr="006967B4">
              <w:t>Sitka spruce</w:t>
            </w:r>
          </w:p>
        </w:tc>
        <w:tc>
          <w:tcPr>
            <w:tcW w:w="1956" w:type="dxa"/>
            <w:shd w:val="clear" w:color="auto" w:fill="auto"/>
          </w:tcPr>
          <w:p w:rsidRPr="006967B4" w:rsidR="006967B4" w:rsidP="009B42DF" w:rsidRDefault="006967B4" w14:paraId="1A8CACB5" w14:textId="77777777">
            <w:r w:rsidRPr="006967B4">
              <w:t>Upper</w:t>
            </w:r>
          </w:p>
        </w:tc>
      </w:tr>
      <w:tr w:rsidRPr="006967B4" w:rsidR="006967B4" w:rsidTr="006967B4" w14:paraId="5F4B1C94" w14:textId="77777777">
        <w:tc>
          <w:tcPr>
            <w:tcW w:w="1056" w:type="dxa"/>
            <w:shd w:val="clear" w:color="auto" w:fill="auto"/>
          </w:tcPr>
          <w:p w:rsidRPr="006967B4" w:rsidR="006967B4" w:rsidP="009B42DF" w:rsidRDefault="006967B4" w14:paraId="6A4590FB" w14:textId="77777777">
            <w:pPr>
              <w:rPr>
                <w:bCs/>
              </w:rPr>
            </w:pPr>
            <w:r w:rsidRPr="006967B4">
              <w:rPr>
                <w:bCs/>
              </w:rPr>
              <w:t>VAOV</w:t>
            </w:r>
          </w:p>
        </w:tc>
        <w:tc>
          <w:tcPr>
            <w:tcW w:w="2616" w:type="dxa"/>
            <w:shd w:val="clear" w:color="auto" w:fill="auto"/>
          </w:tcPr>
          <w:p w:rsidRPr="00661463" w:rsidR="006967B4" w:rsidP="009B42DF" w:rsidRDefault="006967B4" w14:paraId="09D7E3CC" w14:textId="77777777">
            <w:pPr>
              <w:rPr>
                <w:i/>
                <w:iCs/>
              </w:rPr>
            </w:pPr>
            <w:r w:rsidRPr="00661463">
              <w:rPr>
                <w:i/>
                <w:iCs/>
              </w:rPr>
              <w:t xml:space="preserve">Vaccinium </w:t>
            </w:r>
            <w:proofErr w:type="spellStart"/>
            <w:r w:rsidRPr="00661463">
              <w:rPr>
                <w:i/>
                <w:iCs/>
              </w:rPr>
              <w:t>ovalifolium</w:t>
            </w:r>
            <w:proofErr w:type="spellEnd"/>
          </w:p>
        </w:tc>
        <w:tc>
          <w:tcPr>
            <w:tcW w:w="2256" w:type="dxa"/>
            <w:shd w:val="clear" w:color="auto" w:fill="auto"/>
          </w:tcPr>
          <w:p w:rsidRPr="006967B4" w:rsidR="006967B4" w:rsidP="009B42DF" w:rsidRDefault="006967B4" w14:paraId="3A4AD131" w14:textId="77777777">
            <w:r w:rsidRPr="006967B4">
              <w:t>Oval-leaf blueberry</w:t>
            </w:r>
          </w:p>
        </w:tc>
        <w:tc>
          <w:tcPr>
            <w:tcW w:w="1956" w:type="dxa"/>
            <w:shd w:val="clear" w:color="auto" w:fill="auto"/>
          </w:tcPr>
          <w:p w:rsidRPr="006967B4" w:rsidR="006967B4" w:rsidP="009B42DF" w:rsidRDefault="006967B4" w14:paraId="63481499" w14:textId="77777777">
            <w:r w:rsidRPr="006967B4">
              <w:t>Lower</w:t>
            </w:r>
          </w:p>
        </w:tc>
      </w:tr>
      <w:tr w:rsidRPr="006967B4" w:rsidR="006967B4" w:rsidTr="006967B4" w14:paraId="251AB191" w14:textId="77777777">
        <w:tc>
          <w:tcPr>
            <w:tcW w:w="1056" w:type="dxa"/>
            <w:shd w:val="clear" w:color="auto" w:fill="auto"/>
          </w:tcPr>
          <w:p w:rsidRPr="006967B4" w:rsidR="006967B4" w:rsidP="009B42DF" w:rsidRDefault="006967B4" w14:paraId="5F94424A" w14:textId="77777777">
            <w:pPr>
              <w:rPr>
                <w:bCs/>
              </w:rPr>
            </w:pPr>
            <w:r w:rsidRPr="006967B4">
              <w:rPr>
                <w:bCs/>
              </w:rPr>
              <w:t>MEFE</w:t>
            </w:r>
          </w:p>
        </w:tc>
        <w:tc>
          <w:tcPr>
            <w:tcW w:w="2616" w:type="dxa"/>
            <w:shd w:val="clear" w:color="auto" w:fill="auto"/>
          </w:tcPr>
          <w:p w:rsidRPr="00661463" w:rsidR="006967B4" w:rsidP="009B42DF" w:rsidRDefault="006967B4" w14:paraId="55BFF9A2" w14:textId="77777777">
            <w:pPr>
              <w:rPr>
                <w:i/>
                <w:iCs/>
              </w:rPr>
            </w:pPr>
            <w:proofErr w:type="spellStart"/>
            <w:r w:rsidRPr="00661463">
              <w:rPr>
                <w:i/>
                <w:iCs/>
              </w:rPr>
              <w:t>Menziesia</w:t>
            </w:r>
            <w:proofErr w:type="spellEnd"/>
            <w:r w:rsidRPr="00661463">
              <w:rPr>
                <w:i/>
                <w:iCs/>
              </w:rPr>
              <w:t xml:space="preserve"> </w:t>
            </w:r>
            <w:proofErr w:type="spellStart"/>
            <w:r w:rsidRPr="00661463">
              <w:rPr>
                <w:i/>
                <w:iCs/>
              </w:rPr>
              <w:t>ferruginea</w:t>
            </w:r>
            <w:proofErr w:type="spellEnd"/>
          </w:p>
        </w:tc>
        <w:tc>
          <w:tcPr>
            <w:tcW w:w="2256" w:type="dxa"/>
            <w:shd w:val="clear" w:color="auto" w:fill="auto"/>
          </w:tcPr>
          <w:p w:rsidRPr="006967B4" w:rsidR="006967B4" w:rsidP="009B42DF" w:rsidRDefault="006967B4" w14:paraId="40D89325" w14:textId="77777777">
            <w:r w:rsidRPr="006967B4">
              <w:t xml:space="preserve">Rusty </w:t>
            </w:r>
            <w:proofErr w:type="spellStart"/>
            <w:r w:rsidRPr="006967B4">
              <w:t>menziesia</w:t>
            </w:r>
            <w:proofErr w:type="spellEnd"/>
          </w:p>
        </w:tc>
        <w:tc>
          <w:tcPr>
            <w:tcW w:w="1956" w:type="dxa"/>
            <w:shd w:val="clear" w:color="auto" w:fill="auto"/>
          </w:tcPr>
          <w:p w:rsidRPr="006967B4" w:rsidR="006967B4" w:rsidP="009B42DF" w:rsidRDefault="006967B4" w14:paraId="4F91BD5E" w14:textId="77777777">
            <w:r w:rsidRPr="006967B4">
              <w:t>Lower</w:t>
            </w:r>
          </w:p>
        </w:tc>
      </w:tr>
    </w:tbl>
    <w:p w:rsidR="006967B4" w:rsidP="006967B4" w:rsidRDefault="006967B4" w14:paraId="0C1AC92B" w14:textId="77777777"/>
    <w:p w:rsidR="006967B4" w:rsidP="006967B4" w:rsidRDefault="006967B4" w14:paraId="7AA420A7" w14:textId="77777777">
      <w:pPr>
        <w:pStyle w:val="SClassInfoPara"/>
      </w:pPr>
      <w:r>
        <w:t>Description</w:t>
      </w:r>
    </w:p>
    <w:p w:rsidR="006967B4" w:rsidP="006967B4" w:rsidRDefault="006967B4" w14:paraId="72CCF147" w14:textId="77777777">
      <w:r>
        <w:t>Understory re-initiation</w:t>
      </w:r>
    </w:p>
    <w:p w:rsidR="006967B4" w:rsidP="006967B4" w:rsidRDefault="006967B4" w14:paraId="31C0BBC4" w14:textId="77777777">
      <w:r>
        <w:t xml:space="preserve">As the overstory ages, new species of shade-tolerant forbs and shrubs appear on the forest floor. Eventually larger tree-fall gaps, which are not subject to closure by lateral extension, begin to </w:t>
      </w:r>
      <w:r>
        <w:t>appear in the overstory, thus allowing for conifer regeneration and the beginning of gap-phase replacement. A two-aged, two-layered stand forms. Pure hemlock or hemlock-spruce dominate.</w:t>
      </w:r>
    </w:p>
    <w:p w:rsidR="006967B4" w:rsidP="006967B4" w:rsidRDefault="006967B4" w14:paraId="34C6DC8D" w14:textId="77777777"/>
    <w:p>
      <w:r>
        <w:rPr>
          <w:i/>
          <w:u w:val="single"/>
        </w:rPr>
        <w:t>Maximum Tree Size Class</w:t>
      </w:r>
      <w:br/>
      <w:r>
        <w:t>Large 20" – 40"</w:t>
      </w:r>
    </w:p>
    <w:p w:rsidR="006967B4" w:rsidP="006967B4" w:rsidRDefault="006967B4" w14:paraId="4C07EA5C" w14:textId="77777777">
      <w:pPr>
        <w:pStyle w:val="InfoPara"/>
        <w:pBdr>
          <w:top w:val="single" w:color="auto" w:sz="4" w:space="1"/>
        </w:pBdr>
      </w:pPr>
      <w:r xmlns:w="http://schemas.openxmlformats.org/wordprocessingml/2006/main">
        <w:t>Class D</w:t>
      </w:r>
      <w:r xmlns:w="http://schemas.openxmlformats.org/wordprocessingml/2006/main">
        <w:tab/>
        <w:t>65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Closed</w:t>
      </w:r>
    </w:p>
    <w:p w:rsidR="006967B4" w:rsidP="006967B4" w:rsidRDefault="006967B4" w14:paraId="77369FC0" w14:textId="77777777"/>
    <w:p w:rsidR="006967B4" w:rsidP="006967B4" w:rsidRDefault="006967B4" w14:paraId="059B8A15"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6967B4" w:rsidR="006967B4" w:rsidTr="006967B4" w14:paraId="1C07691A" w14:textId="77777777">
        <w:tc>
          <w:tcPr>
            <w:tcW w:w="1056" w:type="dxa"/>
            <w:tcBorders>
              <w:top w:val="single" w:color="auto" w:sz="2" w:space="0"/>
              <w:bottom w:val="single" w:color="000000" w:sz="12" w:space="0"/>
            </w:tcBorders>
            <w:shd w:val="clear" w:color="auto" w:fill="auto"/>
          </w:tcPr>
          <w:p w:rsidRPr="006967B4" w:rsidR="006967B4" w:rsidP="009B42DF" w:rsidRDefault="006967B4" w14:paraId="3B0CE886" w14:textId="77777777">
            <w:pPr>
              <w:rPr>
                <w:b/>
                <w:bCs/>
              </w:rPr>
            </w:pPr>
            <w:r w:rsidRPr="006967B4">
              <w:rPr>
                <w:b/>
                <w:bCs/>
              </w:rPr>
              <w:t>Symbol</w:t>
            </w:r>
          </w:p>
        </w:tc>
        <w:tc>
          <w:tcPr>
            <w:tcW w:w="2616" w:type="dxa"/>
            <w:tcBorders>
              <w:top w:val="single" w:color="auto" w:sz="2" w:space="0"/>
              <w:bottom w:val="single" w:color="000000" w:sz="12" w:space="0"/>
            </w:tcBorders>
            <w:shd w:val="clear" w:color="auto" w:fill="auto"/>
          </w:tcPr>
          <w:p w:rsidRPr="006967B4" w:rsidR="006967B4" w:rsidP="009B42DF" w:rsidRDefault="006967B4" w14:paraId="79412C8D" w14:textId="77777777">
            <w:pPr>
              <w:rPr>
                <w:b/>
                <w:bCs/>
              </w:rPr>
            </w:pPr>
            <w:r w:rsidRPr="006967B4">
              <w:rPr>
                <w:b/>
                <w:bCs/>
              </w:rPr>
              <w:t>Scientific Name</w:t>
            </w:r>
          </w:p>
        </w:tc>
        <w:tc>
          <w:tcPr>
            <w:tcW w:w="2256" w:type="dxa"/>
            <w:tcBorders>
              <w:top w:val="single" w:color="auto" w:sz="2" w:space="0"/>
              <w:bottom w:val="single" w:color="000000" w:sz="12" w:space="0"/>
            </w:tcBorders>
            <w:shd w:val="clear" w:color="auto" w:fill="auto"/>
          </w:tcPr>
          <w:p w:rsidRPr="006967B4" w:rsidR="006967B4" w:rsidP="009B42DF" w:rsidRDefault="006967B4" w14:paraId="54570F30"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6967B4" w:rsidP="009B42DF" w:rsidRDefault="006967B4" w14:paraId="2AEE88EB" w14:textId="77777777">
            <w:pPr>
              <w:rPr>
                <w:b/>
                <w:bCs/>
              </w:rPr>
            </w:pPr>
            <w:r w:rsidRPr="006967B4">
              <w:rPr>
                <w:b/>
                <w:bCs/>
              </w:rPr>
              <w:t>Canopy Position</w:t>
            </w:r>
          </w:p>
        </w:tc>
      </w:tr>
      <w:tr w:rsidRPr="006967B4" w:rsidR="006967B4" w:rsidTr="006967B4" w14:paraId="181CA31D" w14:textId="77777777">
        <w:tc>
          <w:tcPr>
            <w:tcW w:w="1056" w:type="dxa"/>
            <w:tcBorders>
              <w:top w:val="single" w:color="000000" w:sz="12" w:space="0"/>
            </w:tcBorders>
            <w:shd w:val="clear" w:color="auto" w:fill="auto"/>
          </w:tcPr>
          <w:p w:rsidRPr="006967B4" w:rsidR="006967B4" w:rsidP="009B42DF" w:rsidRDefault="006967B4" w14:paraId="6357DA18" w14:textId="77777777">
            <w:pPr>
              <w:rPr>
                <w:bCs/>
              </w:rPr>
            </w:pPr>
            <w:r w:rsidRPr="006967B4">
              <w:rPr>
                <w:bCs/>
              </w:rPr>
              <w:t>TSHE</w:t>
            </w:r>
          </w:p>
        </w:tc>
        <w:tc>
          <w:tcPr>
            <w:tcW w:w="2616" w:type="dxa"/>
            <w:tcBorders>
              <w:top w:val="single" w:color="000000" w:sz="12" w:space="0"/>
            </w:tcBorders>
            <w:shd w:val="clear" w:color="auto" w:fill="auto"/>
          </w:tcPr>
          <w:p w:rsidRPr="006E7D83" w:rsidR="006967B4" w:rsidP="009B42DF" w:rsidRDefault="006967B4" w14:paraId="3C56A7C8" w14:textId="77777777">
            <w:pPr>
              <w:rPr>
                <w:i/>
                <w:iCs/>
              </w:rPr>
            </w:pPr>
            <w:r w:rsidRPr="006E7D83">
              <w:rPr>
                <w:i/>
                <w:iCs/>
              </w:rPr>
              <w:t>Tsuga heterophylla</w:t>
            </w:r>
          </w:p>
        </w:tc>
        <w:tc>
          <w:tcPr>
            <w:tcW w:w="2256" w:type="dxa"/>
            <w:tcBorders>
              <w:top w:val="single" w:color="000000" w:sz="12" w:space="0"/>
            </w:tcBorders>
            <w:shd w:val="clear" w:color="auto" w:fill="auto"/>
          </w:tcPr>
          <w:p w:rsidRPr="006967B4" w:rsidR="006967B4" w:rsidP="009B42DF" w:rsidRDefault="006967B4" w14:paraId="636F6E0F" w14:textId="77777777">
            <w:r w:rsidRPr="006967B4">
              <w:t>Western hemlock</w:t>
            </w:r>
          </w:p>
        </w:tc>
        <w:tc>
          <w:tcPr>
            <w:tcW w:w="1956" w:type="dxa"/>
            <w:tcBorders>
              <w:top w:val="single" w:color="000000" w:sz="12" w:space="0"/>
            </w:tcBorders>
            <w:shd w:val="clear" w:color="auto" w:fill="auto"/>
          </w:tcPr>
          <w:p w:rsidRPr="006967B4" w:rsidR="006967B4" w:rsidP="009B42DF" w:rsidRDefault="006967B4" w14:paraId="44DE1D73" w14:textId="77777777">
            <w:r w:rsidRPr="006967B4">
              <w:t>Upper</w:t>
            </w:r>
          </w:p>
        </w:tc>
      </w:tr>
      <w:tr w:rsidRPr="006967B4" w:rsidR="006967B4" w:rsidTr="006967B4" w14:paraId="19B283AB" w14:textId="77777777">
        <w:tc>
          <w:tcPr>
            <w:tcW w:w="1056" w:type="dxa"/>
            <w:shd w:val="clear" w:color="auto" w:fill="auto"/>
          </w:tcPr>
          <w:p w:rsidRPr="006967B4" w:rsidR="006967B4" w:rsidP="009B42DF" w:rsidRDefault="006967B4" w14:paraId="1DAA5D50" w14:textId="77777777">
            <w:pPr>
              <w:rPr>
                <w:bCs/>
              </w:rPr>
            </w:pPr>
            <w:r w:rsidRPr="006967B4">
              <w:rPr>
                <w:bCs/>
              </w:rPr>
              <w:t>PISI</w:t>
            </w:r>
          </w:p>
        </w:tc>
        <w:tc>
          <w:tcPr>
            <w:tcW w:w="2616" w:type="dxa"/>
            <w:shd w:val="clear" w:color="auto" w:fill="auto"/>
          </w:tcPr>
          <w:p w:rsidRPr="006E7D83" w:rsidR="006967B4" w:rsidP="009B42DF" w:rsidRDefault="006967B4" w14:paraId="2BCA8E5F" w14:textId="77777777">
            <w:pPr>
              <w:rPr>
                <w:i/>
                <w:iCs/>
              </w:rPr>
            </w:pPr>
            <w:r w:rsidRPr="006E7D83">
              <w:rPr>
                <w:i/>
                <w:iCs/>
              </w:rPr>
              <w:t>Picea sitchensis</w:t>
            </w:r>
          </w:p>
        </w:tc>
        <w:tc>
          <w:tcPr>
            <w:tcW w:w="2256" w:type="dxa"/>
            <w:shd w:val="clear" w:color="auto" w:fill="auto"/>
          </w:tcPr>
          <w:p w:rsidRPr="006967B4" w:rsidR="006967B4" w:rsidP="009B42DF" w:rsidRDefault="006967B4" w14:paraId="14C490DB" w14:textId="77777777">
            <w:r w:rsidRPr="006967B4">
              <w:t>Sitka spruce</w:t>
            </w:r>
          </w:p>
        </w:tc>
        <w:tc>
          <w:tcPr>
            <w:tcW w:w="1956" w:type="dxa"/>
            <w:shd w:val="clear" w:color="auto" w:fill="auto"/>
          </w:tcPr>
          <w:p w:rsidRPr="006967B4" w:rsidR="006967B4" w:rsidP="009B42DF" w:rsidRDefault="006967B4" w14:paraId="53F5D9D4" w14:textId="77777777">
            <w:r w:rsidRPr="006967B4">
              <w:t>Upper</w:t>
            </w:r>
          </w:p>
        </w:tc>
      </w:tr>
      <w:tr w:rsidRPr="006967B4" w:rsidR="006967B4" w:rsidTr="006967B4" w14:paraId="3AC93003" w14:textId="77777777">
        <w:tc>
          <w:tcPr>
            <w:tcW w:w="1056" w:type="dxa"/>
            <w:shd w:val="clear" w:color="auto" w:fill="auto"/>
          </w:tcPr>
          <w:p w:rsidRPr="006967B4" w:rsidR="006967B4" w:rsidP="009B42DF" w:rsidRDefault="006967B4" w14:paraId="7071EEF1" w14:textId="77777777">
            <w:pPr>
              <w:rPr>
                <w:bCs/>
              </w:rPr>
            </w:pPr>
            <w:r w:rsidRPr="006967B4">
              <w:rPr>
                <w:bCs/>
              </w:rPr>
              <w:t>VAOV</w:t>
            </w:r>
          </w:p>
        </w:tc>
        <w:tc>
          <w:tcPr>
            <w:tcW w:w="2616" w:type="dxa"/>
            <w:shd w:val="clear" w:color="auto" w:fill="auto"/>
          </w:tcPr>
          <w:p w:rsidRPr="006E7D83" w:rsidR="006967B4" w:rsidP="009B42DF" w:rsidRDefault="006967B4" w14:paraId="5DE879C0" w14:textId="77777777">
            <w:pPr>
              <w:rPr>
                <w:i/>
                <w:iCs/>
              </w:rPr>
            </w:pPr>
            <w:r w:rsidRPr="006E7D83">
              <w:rPr>
                <w:i/>
                <w:iCs/>
              </w:rPr>
              <w:t xml:space="preserve">Vaccinium </w:t>
            </w:r>
            <w:proofErr w:type="spellStart"/>
            <w:r w:rsidRPr="006E7D83">
              <w:rPr>
                <w:i/>
                <w:iCs/>
              </w:rPr>
              <w:t>ovalifolium</w:t>
            </w:r>
            <w:proofErr w:type="spellEnd"/>
          </w:p>
        </w:tc>
        <w:tc>
          <w:tcPr>
            <w:tcW w:w="2256" w:type="dxa"/>
            <w:shd w:val="clear" w:color="auto" w:fill="auto"/>
          </w:tcPr>
          <w:p w:rsidRPr="006967B4" w:rsidR="006967B4" w:rsidP="009B42DF" w:rsidRDefault="006967B4" w14:paraId="3A93B1A9" w14:textId="77777777">
            <w:r w:rsidRPr="006967B4">
              <w:t>Oval-leaf blueberry</w:t>
            </w:r>
          </w:p>
        </w:tc>
        <w:tc>
          <w:tcPr>
            <w:tcW w:w="1956" w:type="dxa"/>
            <w:shd w:val="clear" w:color="auto" w:fill="auto"/>
          </w:tcPr>
          <w:p w:rsidRPr="006967B4" w:rsidR="006967B4" w:rsidP="009B42DF" w:rsidRDefault="006967B4" w14:paraId="4F138459" w14:textId="77777777">
            <w:r w:rsidRPr="006967B4">
              <w:t>Lower</w:t>
            </w:r>
          </w:p>
        </w:tc>
      </w:tr>
      <w:tr w:rsidRPr="006967B4" w:rsidR="006967B4" w:rsidTr="006967B4" w14:paraId="71280CF4" w14:textId="77777777">
        <w:tc>
          <w:tcPr>
            <w:tcW w:w="1056" w:type="dxa"/>
            <w:shd w:val="clear" w:color="auto" w:fill="auto"/>
          </w:tcPr>
          <w:p w:rsidRPr="006967B4" w:rsidR="006967B4" w:rsidP="009B42DF" w:rsidRDefault="006967B4" w14:paraId="5343A939" w14:textId="77777777">
            <w:pPr>
              <w:rPr>
                <w:bCs/>
              </w:rPr>
            </w:pPr>
            <w:r w:rsidRPr="006967B4">
              <w:rPr>
                <w:bCs/>
              </w:rPr>
              <w:t>MEFE</w:t>
            </w:r>
          </w:p>
        </w:tc>
        <w:tc>
          <w:tcPr>
            <w:tcW w:w="2616" w:type="dxa"/>
            <w:shd w:val="clear" w:color="auto" w:fill="auto"/>
          </w:tcPr>
          <w:p w:rsidRPr="006E7D83" w:rsidR="006967B4" w:rsidP="009B42DF" w:rsidRDefault="006967B4" w14:paraId="65BFCA25" w14:textId="77777777">
            <w:pPr>
              <w:rPr>
                <w:i/>
                <w:iCs/>
              </w:rPr>
            </w:pPr>
            <w:proofErr w:type="spellStart"/>
            <w:r w:rsidRPr="006E7D83">
              <w:rPr>
                <w:i/>
                <w:iCs/>
              </w:rPr>
              <w:t>Menziesia</w:t>
            </w:r>
            <w:proofErr w:type="spellEnd"/>
            <w:r w:rsidRPr="006E7D83">
              <w:rPr>
                <w:i/>
                <w:iCs/>
              </w:rPr>
              <w:t xml:space="preserve"> </w:t>
            </w:r>
            <w:proofErr w:type="spellStart"/>
            <w:r w:rsidRPr="006E7D83">
              <w:rPr>
                <w:i/>
                <w:iCs/>
              </w:rPr>
              <w:t>ferruginea</w:t>
            </w:r>
            <w:proofErr w:type="spellEnd"/>
          </w:p>
        </w:tc>
        <w:tc>
          <w:tcPr>
            <w:tcW w:w="2256" w:type="dxa"/>
            <w:shd w:val="clear" w:color="auto" w:fill="auto"/>
          </w:tcPr>
          <w:p w:rsidRPr="006967B4" w:rsidR="006967B4" w:rsidP="009B42DF" w:rsidRDefault="006967B4" w14:paraId="09BAD080" w14:textId="77777777">
            <w:r w:rsidRPr="006967B4">
              <w:t xml:space="preserve">Rusty </w:t>
            </w:r>
            <w:proofErr w:type="spellStart"/>
            <w:r w:rsidRPr="006967B4">
              <w:t>menziesia</w:t>
            </w:r>
            <w:proofErr w:type="spellEnd"/>
          </w:p>
        </w:tc>
        <w:tc>
          <w:tcPr>
            <w:tcW w:w="1956" w:type="dxa"/>
            <w:shd w:val="clear" w:color="auto" w:fill="auto"/>
          </w:tcPr>
          <w:p w:rsidRPr="006967B4" w:rsidR="006967B4" w:rsidP="009B42DF" w:rsidRDefault="006967B4" w14:paraId="5EDD76EB" w14:textId="77777777">
            <w:r w:rsidRPr="006967B4">
              <w:t>Lower</w:t>
            </w:r>
          </w:p>
        </w:tc>
      </w:tr>
    </w:tbl>
    <w:p w:rsidR="006967B4" w:rsidP="006967B4" w:rsidRDefault="006967B4" w14:paraId="2885E8F3" w14:textId="77777777"/>
    <w:p w:rsidR="006967B4" w:rsidP="006967B4" w:rsidRDefault="006967B4" w14:paraId="344672F1" w14:textId="77777777">
      <w:pPr>
        <w:pStyle w:val="SClassInfoPara"/>
      </w:pPr>
      <w:r>
        <w:t>Description</w:t>
      </w:r>
    </w:p>
    <w:p w:rsidR="006967B4" w:rsidP="006967B4" w:rsidRDefault="006967B4" w14:paraId="5AA1BB2A" w14:textId="77777777">
      <w:r>
        <w:t>Old growth</w:t>
      </w:r>
    </w:p>
    <w:p w:rsidR="006967B4" w:rsidP="006967B4" w:rsidRDefault="006967B4" w14:paraId="0996240F" w14:textId="77777777"/>
    <w:p w:rsidR="006967B4" w:rsidP="006967B4" w:rsidRDefault="006967B4" w14:paraId="5FF21935" w14:textId="77777777">
      <w:r>
        <w:t xml:space="preserve">Multi-aged, multi-layered stand with continuing gap-phase replacement. Tree mortality is generally balanced with growth from newly established seedlings. Large, decadent trees, standing snags, coarse woody debris, overhead gaps and regeneration patches are all present. Heart rot, mistletoe and fluting tend to make these stands valuable for wildlife habitat (Schoen and </w:t>
      </w:r>
      <w:proofErr w:type="spellStart"/>
      <w:r>
        <w:t>Dovichin</w:t>
      </w:r>
      <w:proofErr w:type="spellEnd"/>
      <w:r>
        <w:t xml:space="preserve"> 2007). Pure hemlock or hemlock-spruce dominate.</w:t>
      </w:r>
    </w:p>
    <w:p w:rsidR="006967B4" w:rsidP="006967B4" w:rsidRDefault="006967B4" w14:paraId="4163F7B4" w14:textId="77777777"/>
    <w:p>
      <w:r>
        <w:rPr>
          <w:i/>
          <w:u w:val="single"/>
        </w:rPr>
        <w:t>Maximum Tree Size Class</w:t>
      </w:r>
      <w:br/>
      <w:r>
        <w:t>Very Large 40.0"+</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29</w:t>
            </w:r>
          </w:p>
        </w:tc>
      </w:tr>
      <w:tr>
        <w:tc>
          <w:p>
            <w:pPr>
              <w:jc w:val="center"/>
            </w:pPr>
            <w:r>
              <w:rPr>
                <w:sz w:val="20"/>
              </w:rPr>
              <w:t>Mid1:CLS</w:t>
            </w:r>
          </w:p>
        </w:tc>
        <w:tc>
          <w:p>
            <w:pPr>
              <w:jc w:val="center"/>
            </w:pPr>
            <w:r>
              <w:rPr>
                <w:sz w:val="20"/>
              </w:rPr>
              <w:t>30</w:t>
            </w:r>
          </w:p>
        </w:tc>
        <w:tc>
          <w:p>
            <w:pPr>
              <w:jc w:val="center"/>
            </w:pPr>
            <w:r>
              <w:rPr>
                <w:sz w:val="20"/>
              </w:rPr>
              <w:t>Late1:CLS</w:t>
            </w:r>
          </w:p>
        </w:tc>
        <w:tc>
          <w:p>
            <w:pPr>
              <w:jc w:val="center"/>
            </w:pPr>
            <w:r>
              <w:rPr>
                <w:sz w:val="20"/>
              </w:rPr>
              <w:t>119</w:t>
            </w:r>
          </w:p>
        </w:tc>
      </w:tr>
      <w:tr>
        <w:tc>
          <w:p>
            <w:pPr>
              <w:jc w:val="center"/>
            </w:pPr>
            <w:r>
              <w:rPr>
                <w:sz w:val="20"/>
              </w:rPr>
              <w:t>Late1:CLS</w:t>
            </w:r>
          </w:p>
        </w:tc>
        <w:tc>
          <w:p>
            <w:pPr>
              <w:jc w:val="center"/>
            </w:pPr>
            <w:r>
              <w:rPr>
                <w:sz w:val="20"/>
              </w:rPr>
              <w:t>120</w:t>
            </w:r>
          </w:p>
        </w:tc>
        <w:tc>
          <w:p>
            <w:pPr>
              <w:jc w:val="center"/>
            </w:pPr>
            <w:r>
              <w:rPr>
                <w:sz w:val="20"/>
              </w:rPr>
              <w:t>Late2:CLS</w:t>
            </w:r>
          </w:p>
        </w:tc>
        <w:tc>
          <w:p>
            <w:pPr>
              <w:jc w:val="center"/>
            </w:pPr>
            <w:r>
              <w:rPr>
                <w:sz w:val="20"/>
              </w:rPr>
              <w:t>249</w:t>
            </w:r>
          </w:p>
        </w:tc>
      </w:tr>
      <w:tr>
        <w:tc>
          <w:p>
            <w:pPr>
              <w:jc w:val="center"/>
            </w:pPr>
            <w:r>
              <w:rPr>
                <w:sz w:val="20"/>
              </w:rPr>
              <w:t>Late2:CLS</w:t>
            </w:r>
          </w:p>
        </w:tc>
        <w:tc>
          <w:p>
            <w:pPr>
              <w:jc w:val="center"/>
            </w:pPr>
            <w:r>
              <w:rPr>
                <w:sz w:val="20"/>
              </w:rPr>
              <w:t>250</w:t>
            </w:r>
          </w:p>
        </w:tc>
        <w:tc>
          <w:p>
            <w:pPr>
              <w:jc w:val="center"/>
            </w:pPr>
            <w:r>
              <w:rPr>
                <w:sz w:val="20"/>
              </w:rPr>
              <w:t>Late2:CLS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Wind or Weather or Stress</w:t>
            </w:r>
          </w:p>
        </w:tc>
        <w:tc>
          <w:p>
            <w:pPr>
              <w:jc w:val="center"/>
            </w:pPr>
            <w:r>
              <w:rPr>
                <w:sz w:val="20"/>
              </w:rPr>
              <w:t>Early1:ALL</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Mid1:CLS</w:t>
            </w:r>
          </w:p>
        </w:tc>
        <w:tc>
          <w:p>
            <w:pPr>
              <w:jc w:val="center"/>
            </w:pPr>
            <w:r>
              <w:rPr>
                <w:sz w:val="20"/>
              </w:rPr>
              <w:t>Mid1:CLS</w:t>
            </w:r>
          </w:p>
        </w:tc>
        <w:tc>
          <w:p>
            <w:pPr>
              <w:jc w:val="center"/>
            </w:pPr>
            <w:r>
              <w:rPr>
                <w:sz w:val="20"/>
              </w:rPr>
              <w:t>0.001</w:t>
            </w:r>
          </w:p>
        </w:tc>
        <w:tc>
          <w:p>
            <w:pPr>
              <w:jc w:val="center"/>
            </w:pPr>
            <w:r>
              <w:rPr>
                <w:sz w:val="20"/>
              </w:rPr>
              <w:t>1000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Late1:CLS</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Late2:CLS</w:t>
            </w:r>
          </w:p>
        </w:tc>
        <w:tc>
          <w:p>
            <w:pPr>
              <w:jc w:val="center"/>
            </w:pPr>
            <w:r>
              <w:rPr>
                <w:sz w:val="20"/>
              </w:rPr>
              <w:t>Late2:CLS</w:t>
            </w:r>
          </w:p>
        </w:tc>
        <w:tc>
          <w:p>
            <w:pPr>
              <w:jc w:val="center"/>
            </w:pPr>
            <w:r>
              <w:rPr>
                <w:sz w:val="20"/>
              </w:rPr>
              <w:t>0.01</w:t>
            </w:r>
          </w:p>
        </w:tc>
        <w:tc>
          <w:p>
            <w:pPr>
              <w:jc w:val="center"/>
            </w:pPr>
            <w:r>
              <w:rPr>
                <w:sz w:val="20"/>
              </w:rPr>
              <w:t>100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Late2:CLS</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6967B4" w:rsidP="006967B4" w:rsidRDefault="006967B4" w14:paraId="51102F96" w14:textId="77777777">
      <w:proofErr w:type="spellStart"/>
      <w:r>
        <w:t>Alaback</w:t>
      </w:r>
      <w:proofErr w:type="spellEnd"/>
      <w:r>
        <w:t xml:space="preserve">, P.B. 1993. Biodiversity pattern in relation to climate and genetic base of the rainforests of the west coast of North America. In: Lawford, R., </w:t>
      </w:r>
      <w:proofErr w:type="spellStart"/>
      <w:r>
        <w:t>Alaback</w:t>
      </w:r>
      <w:proofErr w:type="spellEnd"/>
      <w:r>
        <w:t xml:space="preserve">, P., and Fuentes E.R. (eds): High latitude rain forests of the west coast of the Americas: Climate, hydrology, ecology, and conservation. Springer-Verlag: New York. </w:t>
      </w:r>
    </w:p>
    <w:p w:rsidR="006967B4" w:rsidP="006967B4" w:rsidRDefault="006967B4" w14:paraId="74FE6B13" w14:textId="77777777"/>
    <w:p w:rsidR="006967B4" w:rsidP="006967B4" w:rsidRDefault="006967B4" w14:paraId="5F5EB315" w14:textId="77777777">
      <w:proofErr w:type="spellStart"/>
      <w:r>
        <w:t>Alaback</w:t>
      </w:r>
      <w:proofErr w:type="spellEnd"/>
      <w:r>
        <w:t xml:space="preserve">, P.B. and </w:t>
      </w:r>
      <w:proofErr w:type="spellStart"/>
      <w:r>
        <w:t>Juday</w:t>
      </w:r>
      <w:proofErr w:type="spellEnd"/>
      <w:r>
        <w:t xml:space="preserve">, G.P. 1989. Structure and composition of low elevation old growth forest in research natural areas of Southeast Alaska. Natural Areas Journal 9: 27-39. </w:t>
      </w:r>
    </w:p>
    <w:p w:rsidR="006967B4" w:rsidP="006967B4" w:rsidRDefault="006967B4" w14:paraId="4F091E25" w14:textId="77777777"/>
    <w:p w:rsidR="006967B4" w:rsidP="006967B4" w:rsidRDefault="006967B4" w14:paraId="2BD65266" w14:textId="77777777">
      <w:proofErr w:type="spellStart"/>
      <w:r>
        <w:t>Alaback</w:t>
      </w:r>
      <w:proofErr w:type="spellEnd"/>
      <w:r>
        <w:t>, P., and M. McClellan, 1993. Effects of global warming on managed coastal ecosystems of western North America. In Earth system responses to global change; contrasts between North and South America. Academic Press. Pp. 299–327.</w:t>
      </w:r>
    </w:p>
    <w:p w:rsidR="006967B4" w:rsidP="006967B4" w:rsidRDefault="006967B4" w14:paraId="5823EE8A" w14:textId="77777777"/>
    <w:p w:rsidR="006967B4" w:rsidP="006967B4" w:rsidRDefault="006967B4" w14:paraId="75831C04" w14:textId="77777777">
      <w:proofErr w:type="spellStart"/>
      <w:r>
        <w:t>Alaback</w:t>
      </w:r>
      <w:proofErr w:type="spellEnd"/>
      <w:r>
        <w:t>, P.B. 1982. Dynamics of understory biomass in Sitka spruce-western hemlock forests of southeast Alaska. Ecology. 63: 1932-1948.</w:t>
      </w:r>
    </w:p>
    <w:p w:rsidR="006967B4" w:rsidP="006967B4" w:rsidRDefault="006967B4" w14:paraId="41D6B745" w14:textId="77777777"/>
    <w:p w:rsidR="006967B4" w:rsidP="006967B4" w:rsidRDefault="006967B4" w14:paraId="6541A89B" w14:textId="7D6C2A58">
      <w:proofErr w:type="spellStart"/>
      <w:r>
        <w:t>Alaback</w:t>
      </w:r>
      <w:proofErr w:type="spellEnd"/>
      <w:r>
        <w:t>, P.B. 1984. Plant succession following logging in the Sitka spruce-western hemlock forests of southeast Alaska: implications for management. General Technical Report PNW-173. USDA Forest Service. Pacific Northwest Forest and Range Experiment Station. Portland, OR. 26 p.</w:t>
      </w:r>
    </w:p>
    <w:p w:rsidR="005E15C1" w:rsidP="006967B4" w:rsidRDefault="005E15C1" w14:paraId="39A17984" w14:textId="02BF8710"/>
    <w:p w:rsidR="005E15C1" w:rsidP="006967B4" w:rsidRDefault="005E15C1" w14:paraId="08AD1694" w14:textId="7138BBB3">
      <w:proofErr w:type="spellStart"/>
      <w:r w:rsidRPr="001E5B60">
        <w:t>Alaback</w:t>
      </w:r>
      <w:proofErr w:type="spellEnd"/>
      <w:r w:rsidRPr="001E5B60">
        <w:t>, P. B., Nowacki, G., &amp; Saunders, S. 2017. Natural disturbance patterns in the temperate rainforests of southeast Alaska and adjacent British Columbia. North Pacific temperate rainforests: ecology and conservation. University of Washington Press, Seattle, Washington, USA, 73-81.</w:t>
      </w:r>
    </w:p>
    <w:p w:rsidR="006967B4" w:rsidP="006967B4" w:rsidRDefault="006967B4" w14:paraId="22EE3AA5" w14:textId="77777777"/>
    <w:p w:rsidR="006967B4" w:rsidP="006967B4" w:rsidRDefault="006967B4" w14:paraId="284C9AD8" w14:textId="77777777">
      <w:proofErr w:type="spellStart"/>
      <w:r>
        <w:t>Caouette</w:t>
      </w:r>
      <w:proofErr w:type="spellEnd"/>
      <w:r>
        <w:t xml:space="preserve">, J.P. and E.J. </w:t>
      </w:r>
      <w:proofErr w:type="spellStart"/>
      <w:r>
        <w:t>DeGayner</w:t>
      </w:r>
      <w:proofErr w:type="spellEnd"/>
      <w:r>
        <w:t>. 2008. Broad-Scale Classification and Mapping of Tree</w:t>
      </w:r>
    </w:p>
    <w:p w:rsidR="006967B4" w:rsidP="006967B4" w:rsidRDefault="006967B4" w14:paraId="1DDD0E36" w14:textId="77777777">
      <w:r>
        <w:t>Size and Density Attributes in Productive Old-Growth Forests in Southeast Alaska’s</w:t>
      </w:r>
    </w:p>
    <w:p w:rsidR="006967B4" w:rsidP="006967B4" w:rsidRDefault="006967B4" w14:paraId="4476FADE" w14:textId="77777777">
      <w:proofErr w:type="spellStart"/>
      <w:r>
        <w:t>Tongass</w:t>
      </w:r>
      <w:proofErr w:type="spellEnd"/>
      <w:r>
        <w:t xml:space="preserve"> National Forest. Western Journal of Applied Forestry. 23(2): 106-112.</w:t>
      </w:r>
    </w:p>
    <w:p w:rsidR="006967B4" w:rsidP="006967B4" w:rsidRDefault="006967B4" w14:paraId="2382FAE8" w14:textId="77777777"/>
    <w:p w:rsidR="006967B4" w:rsidP="006967B4" w:rsidRDefault="006967B4" w14:paraId="72E04B1A" w14:textId="77777777">
      <w:r>
        <w:t>Deal, R., C. Oliver, and B. Bormann. 1991. Reconstruction of mixed hemlock-spruce stands in coastal Southeast Alaska. Canadian Journal of Forest Research 21:643–654.</w:t>
      </w:r>
    </w:p>
    <w:p w:rsidR="006967B4" w:rsidP="006967B4" w:rsidRDefault="006967B4" w14:paraId="21AE26D3" w14:textId="77777777"/>
    <w:p w:rsidR="006967B4" w:rsidP="006967B4" w:rsidRDefault="006967B4" w14:paraId="3114223A" w14:textId="77777777">
      <w:r>
        <w:t xml:space="preserve">DeMeo, T., J. Martin and R.A. West. 1992. Forest plant association management guide, Ketchikan Area, </w:t>
      </w:r>
      <w:proofErr w:type="spellStart"/>
      <w:r>
        <w:t>Tongass</w:t>
      </w:r>
      <w:proofErr w:type="spellEnd"/>
      <w:r>
        <w:t xml:space="preserve"> National Forest. USDA Forest Service, Alaska Region. R10-MB-210. 405p.</w:t>
      </w:r>
    </w:p>
    <w:p w:rsidR="006967B4" w:rsidP="006967B4" w:rsidRDefault="006967B4" w14:paraId="6C71E009" w14:textId="77777777"/>
    <w:p w:rsidR="006967B4" w:rsidP="006967B4" w:rsidRDefault="006967B4" w14:paraId="67ACB8B8" w14:textId="77777777">
      <w:proofErr w:type="spellStart"/>
      <w:r>
        <w:t>Harcombe</w:t>
      </w:r>
      <w:proofErr w:type="spellEnd"/>
      <w:r>
        <w:t xml:space="preserve">. P. A. 1986. Stand development in a </w:t>
      </w:r>
      <w:proofErr w:type="gramStart"/>
      <w:r>
        <w:t>130 year old</w:t>
      </w:r>
      <w:proofErr w:type="gramEnd"/>
      <w:r>
        <w:t xml:space="preserve"> spruce-hemlock forest based on age structure and 50 years of mortality data. For. Ecol. and Manage. 14:41-58. </w:t>
      </w:r>
    </w:p>
    <w:p w:rsidR="006967B4" w:rsidP="006967B4" w:rsidRDefault="006967B4" w14:paraId="683769FF" w14:textId="77777777"/>
    <w:p w:rsidR="006967B4" w:rsidP="006967B4" w:rsidRDefault="006967B4" w14:paraId="30EA3ED8" w14:textId="77777777">
      <w:r>
        <w:t xml:space="preserve">Harris, A.S. and W. A. Farr. 1974. The forest ecosystem of southeast Alaska. 7: Forest ecology and timber management. USDA Forest Service, Pacific Northwest Forest and Range Experiment Station: PNW-GTR-25. Portland, OR. 109 p. </w:t>
      </w:r>
    </w:p>
    <w:p w:rsidR="006967B4" w:rsidP="006967B4" w:rsidRDefault="006967B4" w14:paraId="2579AAD4" w14:textId="77777777"/>
    <w:p w:rsidR="006967B4" w:rsidP="006967B4" w:rsidRDefault="006967B4" w14:paraId="479B4FFF" w14:textId="77777777">
      <w:proofErr w:type="spellStart"/>
      <w:r>
        <w:t>Hennon</w:t>
      </w:r>
      <w:proofErr w:type="spellEnd"/>
      <w:r>
        <w:t>, P., and C Shaw. 1997. What’s killing the trees? The enigma of yellow-cedar decline. Journal of Forestry 95(12).</w:t>
      </w:r>
    </w:p>
    <w:p w:rsidR="006967B4" w:rsidP="006967B4" w:rsidRDefault="006967B4" w14:paraId="2C58C055" w14:textId="77777777"/>
    <w:p w:rsidR="006967B4" w:rsidP="006967B4" w:rsidRDefault="006967B4" w14:paraId="63D7366C" w14:textId="77777777">
      <w:proofErr w:type="spellStart"/>
      <w:r>
        <w:t>Hennon</w:t>
      </w:r>
      <w:proofErr w:type="spellEnd"/>
      <w:r>
        <w:t xml:space="preserve">, P.E. and </w:t>
      </w:r>
      <w:proofErr w:type="spellStart"/>
      <w:r>
        <w:t>Trummer</w:t>
      </w:r>
      <w:proofErr w:type="spellEnd"/>
      <w:r>
        <w:t>, L.M. 2001. Yellow-cedar (</w:t>
      </w:r>
      <w:proofErr w:type="spellStart"/>
      <w:r>
        <w:t>Chamaecyparis</w:t>
      </w:r>
      <w:proofErr w:type="spellEnd"/>
      <w:r>
        <w:t xml:space="preserve"> </w:t>
      </w:r>
      <w:proofErr w:type="spellStart"/>
      <w:r>
        <w:t>nootkatensis</w:t>
      </w:r>
      <w:proofErr w:type="spellEnd"/>
      <w:r>
        <w:t>) at the northwest limits of its range in Prince William Sound, Alaska. Northwest Science. 75: 61-72.</w:t>
      </w:r>
    </w:p>
    <w:p w:rsidR="006967B4" w:rsidP="006967B4" w:rsidRDefault="006967B4" w14:paraId="524FBA41" w14:textId="77777777"/>
    <w:p w:rsidR="006967B4" w:rsidP="006967B4" w:rsidRDefault="006967B4" w14:paraId="57A93477" w14:textId="77777777">
      <w:proofErr w:type="spellStart"/>
      <w:r>
        <w:t>Hennon</w:t>
      </w:r>
      <w:proofErr w:type="spellEnd"/>
      <w:r>
        <w:t>, P.E. and McClellan, M.H. 2003. Tree mortality and forest structure in temperate rain forests of southeast Alaska. Can. J. For. Res. 33: 1621-1634.</w:t>
      </w:r>
    </w:p>
    <w:p w:rsidR="006967B4" w:rsidP="006967B4" w:rsidRDefault="006967B4" w14:paraId="114EA5CE" w14:textId="77777777"/>
    <w:p w:rsidR="006967B4" w:rsidP="006967B4" w:rsidRDefault="006967B4" w14:paraId="113B8AE2" w14:textId="77777777">
      <w:r>
        <w:t>Kramer, M.G., A.J. Hansen, M.L. Taper and E.J. Kissinger. 2001. Abiotic controls on long-term windthrow disturbance and temperate rain forest dynamics in southeast Alaska. Ecology 82(10): 2749-2768.</w:t>
      </w:r>
    </w:p>
    <w:p w:rsidR="006967B4" w:rsidP="006967B4" w:rsidRDefault="006967B4" w14:paraId="344BB8AC" w14:textId="77777777"/>
    <w:p w:rsidR="006967B4" w:rsidP="006967B4" w:rsidRDefault="006967B4" w14:paraId="57F87DA4" w14:textId="77777777">
      <w:proofErr w:type="spellStart"/>
      <w:r>
        <w:t>Lertzman</w:t>
      </w:r>
      <w:proofErr w:type="spellEnd"/>
      <w:r>
        <w:t>, K.P. and C. J. Krebs. 1991. Gap-phase structure of a subalpine old-growth forest. Can. J. For. Res. 21:1730-1741.</w:t>
      </w:r>
    </w:p>
    <w:p w:rsidR="006967B4" w:rsidP="006967B4" w:rsidRDefault="006967B4" w14:paraId="72F8F0A4" w14:textId="77777777"/>
    <w:p w:rsidR="006967B4" w:rsidP="006967B4" w:rsidRDefault="006967B4" w14:paraId="5334AB47" w14:textId="77777777">
      <w:r>
        <w:t xml:space="preserve">Martin, Jon R., Susan J. Trull, Ward W. Brady, Randolph A. West and Jim M. Downs. 1995. Forest plant association management guide, Chatham Area, </w:t>
      </w:r>
      <w:proofErr w:type="spellStart"/>
      <w:r>
        <w:t>Tongass</w:t>
      </w:r>
      <w:proofErr w:type="spellEnd"/>
      <w:r>
        <w:t xml:space="preserve"> National Forest. USDA Forest Service, Alaska Region. R10-TP-57.</w:t>
      </w:r>
    </w:p>
    <w:p w:rsidR="006967B4" w:rsidP="006967B4" w:rsidRDefault="006967B4" w14:paraId="269BAB9F" w14:textId="77777777"/>
    <w:p w:rsidR="006967B4" w:rsidP="006967B4" w:rsidRDefault="006967B4" w14:paraId="3D13AAA9" w14:textId="77777777">
      <w:r>
        <w:t>Murphy, K.A. and E. Witten. 2006. Coastal Forest. In Fire Regime Condition Class (FRCC) Interagency Guidebook Reference Conditions. Available at www.frcc.gov.</w:t>
      </w:r>
    </w:p>
    <w:p w:rsidR="006967B4" w:rsidP="006967B4" w:rsidRDefault="006967B4" w14:paraId="3686DC34" w14:textId="77777777"/>
    <w:p w:rsidR="006967B4" w:rsidP="006967B4" w:rsidRDefault="006967B4" w14:paraId="6EBA8351" w14:textId="77777777">
      <w:r>
        <w:t xml:space="preserve">NatureServe. 2008. International Ecological Classification Standard: Terrestrial Ecological Classifications. Draft Ecological Systems Description for Alaska Maritime Region. </w:t>
      </w:r>
    </w:p>
    <w:p w:rsidR="006967B4" w:rsidP="006967B4" w:rsidRDefault="006967B4" w14:paraId="044C9EC2" w14:textId="77777777"/>
    <w:p w:rsidR="006967B4" w:rsidP="006967B4" w:rsidRDefault="006967B4" w14:paraId="0A733459" w14:textId="77777777">
      <w:r>
        <w:t xml:space="preserve">Nowacki, G.J. and M. G. Kramer.1998. The effects of wind disturbance on temperate rain forest structure and dynamics of Southeast Alaska. USDA Forest Service, Pacific Northwest Research Station: PNW-GTR-421. </w:t>
      </w:r>
    </w:p>
    <w:p w:rsidR="006967B4" w:rsidP="006967B4" w:rsidRDefault="006967B4" w14:paraId="00ABF2D5" w14:textId="77777777"/>
    <w:p w:rsidR="006967B4" w:rsidP="006967B4" w:rsidRDefault="006967B4" w14:paraId="5F8F8734" w14:textId="77777777">
      <w:r>
        <w:t>Oliver, C. 1981. Forest development in North America following major disturbances. Forest Ecology and Management 3:153–158.</w:t>
      </w:r>
    </w:p>
    <w:p w:rsidR="006967B4" w:rsidP="006967B4" w:rsidRDefault="006967B4" w14:paraId="2042CE14" w14:textId="77777777"/>
    <w:p w:rsidR="006967B4" w:rsidP="006967B4" w:rsidRDefault="006967B4" w14:paraId="3DE8A1B1" w14:textId="77777777">
      <w:r>
        <w:t>Oliver, C., and B. Larson. 1996. Forest stand dynamics. Wiley, New York.</w:t>
      </w:r>
    </w:p>
    <w:p w:rsidR="006967B4" w:rsidP="006967B4" w:rsidRDefault="006967B4" w14:paraId="208FE7A2" w14:textId="77777777"/>
    <w:p w:rsidR="006967B4" w:rsidP="006967B4" w:rsidRDefault="006967B4" w14:paraId="4BB5EDA5" w14:textId="77777777">
      <w:r>
        <w:t>Ott, R. 1997. Natural disturbance at the site and landscape levels in temperate rainforests of Southeast Alaska. Ph.D. dissertation, University of Alaska, Fairbanks.</w:t>
      </w:r>
    </w:p>
    <w:p w:rsidR="006967B4" w:rsidP="006967B4" w:rsidRDefault="006967B4" w14:paraId="1D6AAAD6" w14:textId="77777777"/>
    <w:p w:rsidR="006967B4" w:rsidP="006967B4" w:rsidRDefault="006967B4" w14:paraId="202889B1" w14:textId="77777777">
      <w:r>
        <w:t xml:space="preserve">Ott, R.A., and G.P </w:t>
      </w:r>
      <w:proofErr w:type="spellStart"/>
      <w:r>
        <w:t>Juday</w:t>
      </w:r>
      <w:proofErr w:type="spellEnd"/>
      <w:r>
        <w:t>. 2002. Canopy gap characteristics and their implications for management in the temperate rainforests of southeast Alaska. Forest Ecology and Management. 159(3): 271-291.</w:t>
      </w:r>
    </w:p>
    <w:p w:rsidR="006967B4" w:rsidP="006967B4" w:rsidRDefault="006967B4" w14:paraId="4E371CBF" w14:textId="77777777"/>
    <w:p w:rsidR="006967B4" w:rsidP="006967B4" w:rsidRDefault="006967B4" w14:paraId="3356B63C" w14:textId="77777777">
      <w:r>
        <w:t xml:space="preserve">Schoen, J.W. and E. </w:t>
      </w:r>
      <w:proofErr w:type="spellStart"/>
      <w:r>
        <w:t>Dovichin</w:t>
      </w:r>
      <w:proofErr w:type="spellEnd"/>
      <w:r>
        <w:t xml:space="preserve"> (editors). 2007. The Coastal Forests and Mountains Ecoregion of Southeastern Alaska and the </w:t>
      </w:r>
      <w:proofErr w:type="spellStart"/>
      <w:r>
        <w:t>Tongass</w:t>
      </w:r>
      <w:proofErr w:type="spellEnd"/>
      <w:r>
        <w:t xml:space="preserve"> National Forest. Published by The Nature Conservancy and the </w:t>
      </w:r>
      <w:proofErr w:type="spellStart"/>
      <w:r>
        <w:t>Audobon</w:t>
      </w:r>
      <w:proofErr w:type="spellEnd"/>
      <w:r>
        <w:t xml:space="preserve"> Society. Available online at http://conserveonline.org/workspaces/akcfm.</w:t>
      </w:r>
    </w:p>
    <w:p w:rsidRPr="00A43E41" w:rsidR="004D5F12" w:rsidP="006967B4" w:rsidRDefault="004D5F12" w14:paraId="2099F663" w14:textId="77777777"/>
    <w:sectPr w:rsidRPr="00A43E41" w:rsidR="004D5F12"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24E1" w:rsidRDefault="002724E1" w14:paraId="5A1B7B35" w14:textId="77777777">
      <w:r>
        <w:separator/>
      </w:r>
    </w:p>
  </w:endnote>
  <w:endnote w:type="continuationSeparator" w:id="0">
    <w:p w:rsidR="002724E1" w:rsidRDefault="002724E1" w14:paraId="59D191F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37AC" w:rsidP="006967B4" w:rsidRDefault="000937AC" w14:paraId="220C1789"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24E1" w:rsidRDefault="002724E1" w14:paraId="093E79BC" w14:textId="77777777">
      <w:r>
        <w:separator/>
      </w:r>
    </w:p>
  </w:footnote>
  <w:footnote w:type="continuationSeparator" w:id="0">
    <w:p w:rsidR="002724E1" w:rsidRDefault="002724E1" w14:paraId="34B2E84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37AC" w:rsidP="006967B4" w:rsidRDefault="000937AC" w14:paraId="0E2280BD"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56884850">
    <w:abstractNumId w:val="0"/>
  </w:num>
  <w:num w:numId="2" w16cid:durableId="301036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7B4"/>
    <w:rsid w:val="00007C48"/>
    <w:rsid w:val="0001761A"/>
    <w:rsid w:val="0003202F"/>
    <w:rsid w:val="0004797F"/>
    <w:rsid w:val="00062759"/>
    <w:rsid w:val="00067201"/>
    <w:rsid w:val="00077A85"/>
    <w:rsid w:val="000937AC"/>
    <w:rsid w:val="0009593C"/>
    <w:rsid w:val="00097251"/>
    <w:rsid w:val="000B5023"/>
    <w:rsid w:val="000B5948"/>
    <w:rsid w:val="000D0B1F"/>
    <w:rsid w:val="000E1EC5"/>
    <w:rsid w:val="000E759B"/>
    <w:rsid w:val="000F3569"/>
    <w:rsid w:val="00110079"/>
    <w:rsid w:val="00117805"/>
    <w:rsid w:val="00144BEF"/>
    <w:rsid w:val="001514F9"/>
    <w:rsid w:val="00155100"/>
    <w:rsid w:val="00156842"/>
    <w:rsid w:val="00174486"/>
    <w:rsid w:val="001824B8"/>
    <w:rsid w:val="00193946"/>
    <w:rsid w:val="00196C68"/>
    <w:rsid w:val="001A07B5"/>
    <w:rsid w:val="001A5277"/>
    <w:rsid w:val="001A6573"/>
    <w:rsid w:val="001A6C28"/>
    <w:rsid w:val="001B1261"/>
    <w:rsid w:val="001C3560"/>
    <w:rsid w:val="001E43F5"/>
    <w:rsid w:val="001F1B13"/>
    <w:rsid w:val="001F77AB"/>
    <w:rsid w:val="002206B7"/>
    <w:rsid w:val="00220975"/>
    <w:rsid w:val="002233CE"/>
    <w:rsid w:val="00242A9C"/>
    <w:rsid w:val="00243E8D"/>
    <w:rsid w:val="002724E1"/>
    <w:rsid w:val="00272B25"/>
    <w:rsid w:val="00292706"/>
    <w:rsid w:val="002A69B2"/>
    <w:rsid w:val="002D4F7B"/>
    <w:rsid w:val="002E41A1"/>
    <w:rsid w:val="002F0898"/>
    <w:rsid w:val="00300000"/>
    <w:rsid w:val="00313D77"/>
    <w:rsid w:val="0031662A"/>
    <w:rsid w:val="00317111"/>
    <w:rsid w:val="003172E2"/>
    <w:rsid w:val="00320910"/>
    <w:rsid w:val="003319D8"/>
    <w:rsid w:val="00345EC8"/>
    <w:rsid w:val="0037413E"/>
    <w:rsid w:val="003926AE"/>
    <w:rsid w:val="003C703C"/>
    <w:rsid w:val="003C73F5"/>
    <w:rsid w:val="003F322E"/>
    <w:rsid w:val="0040134B"/>
    <w:rsid w:val="004148BE"/>
    <w:rsid w:val="00414DA8"/>
    <w:rsid w:val="00424E99"/>
    <w:rsid w:val="0042550C"/>
    <w:rsid w:val="0042737A"/>
    <w:rsid w:val="004375BE"/>
    <w:rsid w:val="00446F38"/>
    <w:rsid w:val="00447BAA"/>
    <w:rsid w:val="00452B5E"/>
    <w:rsid w:val="00455D4C"/>
    <w:rsid w:val="00467245"/>
    <w:rsid w:val="00476F39"/>
    <w:rsid w:val="00480C6E"/>
    <w:rsid w:val="00483148"/>
    <w:rsid w:val="00484A16"/>
    <w:rsid w:val="00491F12"/>
    <w:rsid w:val="00492A22"/>
    <w:rsid w:val="00497BEA"/>
    <w:rsid w:val="004D24E0"/>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73E59"/>
    <w:rsid w:val="005B1DDE"/>
    <w:rsid w:val="005C7A42"/>
    <w:rsid w:val="005D242C"/>
    <w:rsid w:val="005E15C1"/>
    <w:rsid w:val="005E46EE"/>
    <w:rsid w:val="005E6650"/>
    <w:rsid w:val="005F3253"/>
    <w:rsid w:val="005F5269"/>
    <w:rsid w:val="00605473"/>
    <w:rsid w:val="006115AB"/>
    <w:rsid w:val="006161B9"/>
    <w:rsid w:val="00616941"/>
    <w:rsid w:val="00621C0C"/>
    <w:rsid w:val="0063157E"/>
    <w:rsid w:val="006317A6"/>
    <w:rsid w:val="00634703"/>
    <w:rsid w:val="0063675C"/>
    <w:rsid w:val="0064321F"/>
    <w:rsid w:val="00646981"/>
    <w:rsid w:val="00653235"/>
    <w:rsid w:val="00661463"/>
    <w:rsid w:val="0068076B"/>
    <w:rsid w:val="006967B4"/>
    <w:rsid w:val="006C22D0"/>
    <w:rsid w:val="006E57D4"/>
    <w:rsid w:val="006E7D83"/>
    <w:rsid w:val="006F39FC"/>
    <w:rsid w:val="00700604"/>
    <w:rsid w:val="00710731"/>
    <w:rsid w:val="00713210"/>
    <w:rsid w:val="00722B5D"/>
    <w:rsid w:val="0074072B"/>
    <w:rsid w:val="00740E0B"/>
    <w:rsid w:val="00745FEF"/>
    <w:rsid w:val="00747459"/>
    <w:rsid w:val="00753F3B"/>
    <w:rsid w:val="007742B4"/>
    <w:rsid w:val="00786290"/>
    <w:rsid w:val="00786F8F"/>
    <w:rsid w:val="007A721A"/>
    <w:rsid w:val="007B5284"/>
    <w:rsid w:val="007C1C7A"/>
    <w:rsid w:val="007C7863"/>
    <w:rsid w:val="0080166D"/>
    <w:rsid w:val="00804888"/>
    <w:rsid w:val="00820371"/>
    <w:rsid w:val="00821A9F"/>
    <w:rsid w:val="0083018E"/>
    <w:rsid w:val="0083436D"/>
    <w:rsid w:val="0084119C"/>
    <w:rsid w:val="00844388"/>
    <w:rsid w:val="00850C8E"/>
    <w:rsid w:val="0087316E"/>
    <w:rsid w:val="008779C3"/>
    <w:rsid w:val="00877F55"/>
    <w:rsid w:val="008A4E75"/>
    <w:rsid w:val="008B6711"/>
    <w:rsid w:val="008B7FE5"/>
    <w:rsid w:val="008F01B1"/>
    <w:rsid w:val="00901CA2"/>
    <w:rsid w:val="00907797"/>
    <w:rsid w:val="00936F61"/>
    <w:rsid w:val="00945DBA"/>
    <w:rsid w:val="00954E86"/>
    <w:rsid w:val="009606C8"/>
    <w:rsid w:val="00966095"/>
    <w:rsid w:val="009732DB"/>
    <w:rsid w:val="00974328"/>
    <w:rsid w:val="00986A7A"/>
    <w:rsid w:val="009903A9"/>
    <w:rsid w:val="009B03E6"/>
    <w:rsid w:val="009B232E"/>
    <w:rsid w:val="009B42DF"/>
    <w:rsid w:val="009C6DB8"/>
    <w:rsid w:val="009D0C0E"/>
    <w:rsid w:val="009D25CD"/>
    <w:rsid w:val="009D674B"/>
    <w:rsid w:val="009E0DB5"/>
    <w:rsid w:val="009E6357"/>
    <w:rsid w:val="009F5F8E"/>
    <w:rsid w:val="009F747E"/>
    <w:rsid w:val="00A10257"/>
    <w:rsid w:val="00A16194"/>
    <w:rsid w:val="00A2791D"/>
    <w:rsid w:val="00A309E2"/>
    <w:rsid w:val="00A36D75"/>
    <w:rsid w:val="00A43E41"/>
    <w:rsid w:val="00A45892"/>
    <w:rsid w:val="00A6020D"/>
    <w:rsid w:val="00A86285"/>
    <w:rsid w:val="00AA67E8"/>
    <w:rsid w:val="00AB3795"/>
    <w:rsid w:val="00AC570D"/>
    <w:rsid w:val="00AC7F16"/>
    <w:rsid w:val="00AF1CDE"/>
    <w:rsid w:val="00AF1E11"/>
    <w:rsid w:val="00AF4B2B"/>
    <w:rsid w:val="00B22EB7"/>
    <w:rsid w:val="00B30030"/>
    <w:rsid w:val="00B42043"/>
    <w:rsid w:val="00B44A3C"/>
    <w:rsid w:val="00B54260"/>
    <w:rsid w:val="00B60870"/>
    <w:rsid w:val="00B60C63"/>
    <w:rsid w:val="00B80233"/>
    <w:rsid w:val="00B84C7B"/>
    <w:rsid w:val="00B86B39"/>
    <w:rsid w:val="00BA7B1D"/>
    <w:rsid w:val="00BB62CA"/>
    <w:rsid w:val="00BC14B6"/>
    <w:rsid w:val="00C07F5E"/>
    <w:rsid w:val="00C10615"/>
    <w:rsid w:val="00C261B7"/>
    <w:rsid w:val="00C42356"/>
    <w:rsid w:val="00C50B12"/>
    <w:rsid w:val="00C5204F"/>
    <w:rsid w:val="00C62427"/>
    <w:rsid w:val="00C66E45"/>
    <w:rsid w:val="00C827A9"/>
    <w:rsid w:val="00CA0BB9"/>
    <w:rsid w:val="00CA1418"/>
    <w:rsid w:val="00CB7469"/>
    <w:rsid w:val="00CC48CD"/>
    <w:rsid w:val="00CD6118"/>
    <w:rsid w:val="00CD68F6"/>
    <w:rsid w:val="00CE79FF"/>
    <w:rsid w:val="00CF2056"/>
    <w:rsid w:val="00D060DC"/>
    <w:rsid w:val="00D1245B"/>
    <w:rsid w:val="00D16916"/>
    <w:rsid w:val="00D17369"/>
    <w:rsid w:val="00D178C7"/>
    <w:rsid w:val="00D306FA"/>
    <w:rsid w:val="00D367FB"/>
    <w:rsid w:val="00D422DB"/>
    <w:rsid w:val="00D46D39"/>
    <w:rsid w:val="00D52C2E"/>
    <w:rsid w:val="00D534D2"/>
    <w:rsid w:val="00D553D0"/>
    <w:rsid w:val="00D6093D"/>
    <w:rsid w:val="00D62775"/>
    <w:rsid w:val="00D70D17"/>
    <w:rsid w:val="00D81349"/>
    <w:rsid w:val="00D92158"/>
    <w:rsid w:val="00D95971"/>
    <w:rsid w:val="00DA63B1"/>
    <w:rsid w:val="00DB16CA"/>
    <w:rsid w:val="00DC22EA"/>
    <w:rsid w:val="00DC4BA7"/>
    <w:rsid w:val="00DD3902"/>
    <w:rsid w:val="00DE0F2D"/>
    <w:rsid w:val="00DE40A7"/>
    <w:rsid w:val="00DE7AB5"/>
    <w:rsid w:val="00DF0616"/>
    <w:rsid w:val="00DF57EC"/>
    <w:rsid w:val="00E109E9"/>
    <w:rsid w:val="00E46890"/>
    <w:rsid w:val="00E50BB8"/>
    <w:rsid w:val="00E61C50"/>
    <w:rsid w:val="00E7520B"/>
    <w:rsid w:val="00E93D09"/>
    <w:rsid w:val="00EB2776"/>
    <w:rsid w:val="00EC4A14"/>
    <w:rsid w:val="00EE247F"/>
    <w:rsid w:val="00EF02EA"/>
    <w:rsid w:val="00F06F11"/>
    <w:rsid w:val="00F21D14"/>
    <w:rsid w:val="00F43204"/>
    <w:rsid w:val="00F86C13"/>
    <w:rsid w:val="00F948F2"/>
    <w:rsid w:val="00FA3931"/>
    <w:rsid w:val="00FE2EE9"/>
    <w:rsid w:val="00FE3B73"/>
    <w:rsid w:val="00FE41CA"/>
    <w:rsid w:val="00FE6871"/>
    <w:rsid w:val="00FF0FAC"/>
    <w:rsid w:val="068DE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CB173"/>
  <w15:docId w15:val="{47A56CF1-2C1A-4C45-92E3-8C3C60DC68D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0937AC"/>
    <w:pPr>
      <w:ind w:left="720"/>
    </w:pPr>
    <w:rPr>
      <w:rFonts w:ascii="Calibri" w:hAnsi="Calibri" w:eastAsia="Calibri"/>
      <w:sz w:val="22"/>
      <w:szCs w:val="22"/>
    </w:rPr>
  </w:style>
  <w:style w:type="character" w:styleId="CommentReference">
    <w:name w:val="annotation reference"/>
    <w:uiPriority w:val="99"/>
    <w:semiHidden/>
    <w:unhideWhenUsed/>
    <w:rsid w:val="000937AC"/>
    <w:rPr>
      <w:sz w:val="16"/>
      <w:szCs w:val="16"/>
    </w:rPr>
  </w:style>
  <w:style w:type="paragraph" w:styleId="CommentText">
    <w:name w:val="annotation text"/>
    <w:basedOn w:val="Normal"/>
    <w:link w:val="CommentTextChar"/>
    <w:uiPriority w:val="99"/>
    <w:unhideWhenUsed/>
    <w:rsid w:val="000937AC"/>
    <w:rPr>
      <w:sz w:val="20"/>
      <w:szCs w:val="20"/>
    </w:rPr>
  </w:style>
  <w:style w:type="character" w:styleId="CommentTextChar" w:customStyle="1">
    <w:name w:val="Comment Text Char"/>
    <w:basedOn w:val="DefaultParagraphFont"/>
    <w:link w:val="CommentText"/>
    <w:uiPriority w:val="99"/>
    <w:rsid w:val="000937AC"/>
  </w:style>
  <w:style w:type="table" w:styleId="TableGrid">
    <w:name w:val="Table Grid"/>
    <w:basedOn w:val="TableNormal"/>
    <w:uiPriority w:val="59"/>
    <w:rsid w:val="000937A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Subject">
    <w:name w:val="annotation subject"/>
    <w:basedOn w:val="CommentText"/>
    <w:next w:val="CommentText"/>
    <w:link w:val="CommentSubjectChar"/>
    <w:uiPriority w:val="99"/>
    <w:semiHidden/>
    <w:unhideWhenUsed/>
    <w:rsid w:val="00483148"/>
    <w:rPr>
      <w:b/>
      <w:bCs/>
    </w:rPr>
  </w:style>
  <w:style w:type="character" w:styleId="CommentSubjectChar" w:customStyle="1">
    <w:name w:val="Comment Subject Char"/>
    <w:link w:val="CommentSubject"/>
    <w:uiPriority w:val="99"/>
    <w:semiHidden/>
    <w:rsid w:val="00483148"/>
    <w:rPr>
      <w:b/>
      <w:bCs/>
    </w:rPr>
  </w:style>
  <w:style w:type="paragraph" w:styleId="Revision">
    <w:name w:val="Revision"/>
    <w:hidden/>
    <w:uiPriority w:val="99"/>
    <w:semiHidden/>
    <w:rsid w:val="00745F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93543">
      <w:bodyDiv w:val="1"/>
      <w:marLeft w:val="0"/>
      <w:marRight w:val="0"/>
      <w:marTop w:val="0"/>
      <w:marBottom w:val="0"/>
      <w:divBdr>
        <w:top w:val="none" w:sz="0" w:space="0" w:color="auto"/>
        <w:left w:val="none" w:sz="0" w:space="0" w:color="auto"/>
        <w:bottom w:val="none" w:sz="0" w:space="0" w:color="auto"/>
        <w:right w:val="none" w:sz="0" w:space="0" w:color="auto"/>
      </w:divBdr>
    </w:div>
    <w:div w:id="1080716444">
      <w:bodyDiv w:val="1"/>
      <w:marLeft w:val="0"/>
      <w:marRight w:val="0"/>
      <w:marTop w:val="0"/>
      <w:marBottom w:val="0"/>
      <w:divBdr>
        <w:top w:val="none" w:sz="0" w:space="0" w:color="auto"/>
        <w:left w:val="none" w:sz="0" w:space="0" w:color="auto"/>
        <w:bottom w:val="none" w:sz="0" w:space="0" w:color="auto"/>
        <w:right w:val="none" w:sz="0" w:space="0" w:color="auto"/>
      </w:divBdr>
    </w:div>
    <w:div w:id="1399784992">
      <w:bodyDiv w:val="1"/>
      <w:marLeft w:val="0"/>
      <w:marRight w:val="0"/>
      <w:marTop w:val="0"/>
      <w:marBottom w:val="0"/>
      <w:divBdr>
        <w:top w:val="none" w:sz="0" w:space="0" w:color="auto"/>
        <w:left w:val="none" w:sz="0" w:space="0" w:color="auto"/>
        <w:bottom w:val="none" w:sz="0" w:space="0" w:color="auto"/>
        <w:right w:val="none" w:sz="0" w:space="0" w:color="auto"/>
      </w:divBdr>
    </w:div>
    <w:div w:id="1832913652">
      <w:bodyDiv w:val="1"/>
      <w:marLeft w:val="0"/>
      <w:marRight w:val="0"/>
      <w:marTop w:val="0"/>
      <w:marBottom w:val="0"/>
      <w:divBdr>
        <w:top w:val="none" w:sz="0" w:space="0" w:color="auto"/>
        <w:left w:val="none" w:sz="0" w:space="0" w:color="auto"/>
        <w:bottom w:val="none" w:sz="0" w:space="0" w:color="auto"/>
        <w:right w:val="none" w:sz="0" w:space="0" w:color="auto"/>
      </w:divBdr>
    </w:div>
    <w:div w:id="1921787969">
      <w:bodyDiv w:val="1"/>
      <w:marLeft w:val="0"/>
      <w:marRight w:val="0"/>
      <w:marTop w:val="0"/>
      <w:marBottom w:val="0"/>
      <w:divBdr>
        <w:top w:val="none" w:sz="0" w:space="0" w:color="auto"/>
        <w:left w:val="none" w:sz="0" w:space="0" w:color="auto"/>
        <w:bottom w:val="none" w:sz="0" w:space="0" w:color="auto"/>
        <w:right w:val="none" w:sz="0" w:space="0" w:color="auto"/>
      </w:divBdr>
    </w:div>
    <w:div w:id="194904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4AE8C65B-62A5-4356-9146-1F9C701843F7}"/>
</file>

<file path=customXml/itemProps2.xml><?xml version="1.0" encoding="utf-8"?>
<ds:datastoreItem xmlns:ds="http://schemas.openxmlformats.org/officeDocument/2006/customXml" ds:itemID="{51C9D70D-0876-4E58-BF27-B7E7CD8554E9}"/>
</file>

<file path=customXml/itemProps3.xml><?xml version="1.0" encoding="utf-8"?>
<ds:datastoreItem xmlns:ds="http://schemas.openxmlformats.org/officeDocument/2006/customXml" ds:itemID="{5150D1BB-8576-4A84-AB69-2515EDEBB2A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31</cp:revision>
  <cp:lastPrinted>1900-01-01T09:00:00Z</cp:lastPrinted>
  <dcterms:created xsi:type="dcterms:W3CDTF">2022-08-17T21:19:00Z</dcterms:created>
  <dcterms:modified xsi:type="dcterms:W3CDTF">2024-09-27T19:58:46Z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