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1156" w:rsidP="008A1156" w:rsidRDefault="008A1156" w14:paraId="4B8C9688" w14:textId="53FAF3DB">
      <w:pPr>
        <w:pStyle w:val="BpSTitle"/>
      </w:pPr>
      <w:r>
        <w:t>16</w:t>
      </w:r>
      <w:r w:rsidR="00902154">
        <w:t>443</w:t>
      </w:r>
    </w:p>
    <w:p w:rsidR="00E92B4E" w:rsidP="008A1156" w:rsidRDefault="00E92B4E" w14:paraId="261C1BAD" w14:textId="77777777">
      <w:pPr>
        <w:pStyle w:val="BpSTitle"/>
      </w:pPr>
      <w:r w:rsidRPr="00E92B4E">
        <w:t>Alaskan Pacific Sitka Spruce Forest and Beach Ridge - Beach Ridge</w:t>
      </w:r>
    </w:p>
    <w:p w:rsidR="008A1156" w:rsidP="008A1156" w:rsidRDefault="008A1156" w14:paraId="6E29939A" w14:textId="77777777">
      <w:r>
        <w:t xmlns:w="http://schemas.openxmlformats.org/wordprocessingml/2006/main">BpS Model/Description Version: Nov. 2024</w:t>
      </w:r>
      <w:r>
        <w:tab/>
      </w:r>
      <w:r>
        <w:tab/>
      </w:r>
      <w:r>
        <w:tab/>
      </w:r>
      <w:r>
        <w:tab/>
      </w:r>
      <w:r>
        <w:tab/>
      </w:r>
      <w:r>
        <w:tab/>
      </w:r>
      <w:r>
        <w:tab/>
      </w:r>
      <w:r>
        <w:tab/>
      </w:r>
    </w:p>
    <w:p w:rsidR="008A1156" w:rsidP="008A1156" w:rsidRDefault="008A1156" w14:paraId="4C107FF1" w14:textId="77777777"/>
    <w:tbl>
      <w:tblPr>
        <w:tblW w:w="9072"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136"/>
        <w:gridCol w:w="3144"/>
        <w:gridCol w:w="1584"/>
        <w:gridCol w:w="2208"/>
      </w:tblGrid>
      <w:tr w:rsidRPr="008A1156" w:rsidR="008A1156" w:rsidTr="008A1156" w14:paraId="5D137090" w14:textId="77777777">
        <w:tc>
          <w:tcPr>
            <w:tcW w:w="2136" w:type="dxa"/>
            <w:tcBorders>
              <w:top w:val="single" w:color="auto" w:sz="2" w:space="0"/>
              <w:left w:val="single" w:color="auto" w:sz="12" w:space="0"/>
              <w:bottom w:val="single" w:color="000000" w:sz="12" w:space="0"/>
            </w:tcBorders>
            <w:shd w:val="clear" w:color="auto" w:fill="auto"/>
          </w:tcPr>
          <w:p w:rsidRPr="008A1156" w:rsidR="008A1156" w:rsidP="001B5CA3" w:rsidRDefault="008A1156" w14:paraId="30092A47" w14:textId="77777777">
            <w:pPr>
              <w:rPr>
                <w:b/>
                <w:bCs/>
              </w:rPr>
            </w:pPr>
            <w:r w:rsidRPr="008A1156">
              <w:rPr>
                <w:b/>
                <w:bCs/>
              </w:rPr>
              <w:t>Modelers</w:t>
            </w:r>
          </w:p>
        </w:tc>
        <w:tc>
          <w:tcPr>
            <w:tcW w:w="3144" w:type="dxa"/>
            <w:tcBorders>
              <w:top w:val="single" w:color="auto" w:sz="2" w:space="0"/>
              <w:bottom w:val="single" w:color="000000" w:sz="12" w:space="0"/>
              <w:right w:val="single" w:color="000000" w:sz="12" w:space="0"/>
            </w:tcBorders>
            <w:shd w:val="clear" w:color="auto" w:fill="auto"/>
          </w:tcPr>
          <w:p w:rsidRPr="008A1156" w:rsidR="008A1156" w:rsidP="001B5CA3" w:rsidRDefault="008A1156" w14:paraId="6AA7A495" w14:textId="77777777">
            <w:pPr>
              <w:rPr>
                <w:b/>
                <w:bCs/>
              </w:rPr>
            </w:pPr>
          </w:p>
        </w:tc>
        <w:tc>
          <w:tcPr>
            <w:tcW w:w="1584" w:type="dxa"/>
            <w:tcBorders>
              <w:top w:val="single" w:color="auto" w:sz="2" w:space="0"/>
              <w:left w:val="single" w:color="000000" w:sz="12" w:space="0"/>
              <w:bottom w:val="single" w:color="000000" w:sz="12" w:space="0"/>
            </w:tcBorders>
            <w:shd w:val="clear" w:color="auto" w:fill="auto"/>
          </w:tcPr>
          <w:p w:rsidRPr="008A1156" w:rsidR="008A1156" w:rsidP="001B5CA3" w:rsidRDefault="008A1156" w14:paraId="3C61CA36" w14:textId="77777777">
            <w:pPr>
              <w:rPr>
                <w:b/>
                <w:bCs/>
              </w:rPr>
            </w:pPr>
            <w:r w:rsidRPr="008A1156">
              <w:rPr>
                <w:b/>
                <w:bCs/>
              </w:rPr>
              <w:t>Reviewers</w:t>
            </w:r>
          </w:p>
        </w:tc>
        <w:tc>
          <w:tcPr>
            <w:tcW w:w="2208" w:type="dxa"/>
            <w:tcBorders>
              <w:top w:val="single" w:color="auto" w:sz="2" w:space="0"/>
              <w:bottom w:val="single" w:color="000000" w:sz="12" w:space="0"/>
            </w:tcBorders>
            <w:shd w:val="clear" w:color="auto" w:fill="auto"/>
          </w:tcPr>
          <w:p w:rsidRPr="008A1156" w:rsidR="008A1156" w:rsidP="001B5CA3" w:rsidRDefault="008A1156" w14:paraId="0E974A8B" w14:textId="77777777">
            <w:pPr>
              <w:rPr>
                <w:b/>
                <w:bCs/>
              </w:rPr>
            </w:pPr>
          </w:p>
        </w:tc>
      </w:tr>
      <w:tr w:rsidRPr="008A1156" w:rsidR="008A1156" w:rsidTr="008A1156" w14:paraId="6D8CEC5D" w14:textId="77777777">
        <w:tc>
          <w:tcPr>
            <w:tcW w:w="2136" w:type="dxa"/>
            <w:tcBorders>
              <w:top w:val="single" w:color="000000" w:sz="12" w:space="0"/>
              <w:left w:val="single" w:color="auto" w:sz="12" w:space="0"/>
            </w:tcBorders>
            <w:shd w:val="clear" w:color="auto" w:fill="auto"/>
          </w:tcPr>
          <w:p w:rsidRPr="008A1156" w:rsidR="008A1156" w:rsidP="001B5CA3" w:rsidRDefault="008A1156" w14:paraId="4DD23BBF" w14:textId="77777777">
            <w:pPr>
              <w:rPr>
                <w:bCs/>
              </w:rPr>
            </w:pPr>
            <w:r w:rsidRPr="008A1156">
              <w:rPr>
                <w:bCs/>
              </w:rPr>
              <w:t>Michael Shephard</w:t>
            </w:r>
          </w:p>
        </w:tc>
        <w:tc>
          <w:tcPr>
            <w:tcW w:w="3144" w:type="dxa"/>
            <w:tcBorders>
              <w:top w:val="single" w:color="000000" w:sz="12" w:space="0"/>
              <w:right w:val="single" w:color="000000" w:sz="12" w:space="0"/>
            </w:tcBorders>
            <w:shd w:val="clear" w:color="auto" w:fill="auto"/>
          </w:tcPr>
          <w:p w:rsidRPr="008A1156" w:rsidR="008A1156" w:rsidP="001B5CA3" w:rsidRDefault="008A1156" w14:paraId="154AFCC2" w14:textId="77777777">
            <w:r w:rsidRPr="008A1156">
              <w:t>Michael_Shephard@nps.gov</w:t>
            </w:r>
          </w:p>
        </w:tc>
        <w:tc>
          <w:tcPr>
            <w:tcW w:w="1584" w:type="dxa"/>
            <w:tcBorders>
              <w:top w:val="single" w:color="000000" w:sz="12" w:space="0"/>
              <w:left w:val="single" w:color="000000" w:sz="12" w:space="0"/>
            </w:tcBorders>
            <w:shd w:val="clear" w:color="auto" w:fill="auto"/>
          </w:tcPr>
          <w:p w:rsidRPr="008A1156" w:rsidR="008A1156" w:rsidP="001B5CA3" w:rsidRDefault="008A1156" w14:paraId="78CF674E" w14:textId="77777777">
            <w:r w:rsidRPr="008A1156">
              <w:t xml:space="preserve">Paul </w:t>
            </w:r>
            <w:proofErr w:type="spellStart"/>
            <w:r w:rsidRPr="008A1156">
              <w:t>Hennon</w:t>
            </w:r>
            <w:proofErr w:type="spellEnd"/>
          </w:p>
        </w:tc>
        <w:tc>
          <w:tcPr>
            <w:tcW w:w="2208" w:type="dxa"/>
            <w:tcBorders>
              <w:top w:val="single" w:color="000000" w:sz="12" w:space="0"/>
            </w:tcBorders>
            <w:shd w:val="clear" w:color="auto" w:fill="auto"/>
          </w:tcPr>
          <w:p w:rsidRPr="008A1156" w:rsidR="008A1156" w:rsidP="001B5CA3" w:rsidRDefault="008A1156" w14:paraId="47BB0A74" w14:textId="77777777">
            <w:r w:rsidRPr="008A1156">
              <w:t>phennon@fs.fed.us</w:t>
            </w:r>
          </w:p>
        </w:tc>
      </w:tr>
      <w:tr w:rsidRPr="008A1156" w:rsidR="008A1156" w:rsidTr="008A1156" w14:paraId="2AAE98D2" w14:textId="77777777">
        <w:tc>
          <w:tcPr>
            <w:tcW w:w="2136" w:type="dxa"/>
            <w:tcBorders>
              <w:left w:val="single" w:color="auto" w:sz="12" w:space="0"/>
            </w:tcBorders>
            <w:shd w:val="clear" w:color="auto" w:fill="auto"/>
          </w:tcPr>
          <w:p w:rsidRPr="008A1156" w:rsidR="008A1156" w:rsidP="001B5CA3" w:rsidRDefault="008A1156" w14:paraId="52549F06" w14:textId="77777777">
            <w:pPr>
              <w:rPr>
                <w:bCs/>
              </w:rPr>
            </w:pPr>
            <w:r w:rsidRPr="008A1156">
              <w:rPr>
                <w:bCs/>
              </w:rPr>
              <w:t>None</w:t>
            </w:r>
          </w:p>
        </w:tc>
        <w:tc>
          <w:tcPr>
            <w:tcW w:w="3144" w:type="dxa"/>
            <w:tcBorders>
              <w:right w:val="single" w:color="000000" w:sz="12" w:space="0"/>
            </w:tcBorders>
            <w:shd w:val="clear" w:color="auto" w:fill="auto"/>
          </w:tcPr>
          <w:p w:rsidRPr="008A1156" w:rsidR="008A1156" w:rsidP="001B5CA3" w:rsidRDefault="008A1156" w14:paraId="1365911C" w14:textId="77777777">
            <w:r w:rsidRPr="008A1156">
              <w:t>None</w:t>
            </w:r>
          </w:p>
        </w:tc>
        <w:tc>
          <w:tcPr>
            <w:tcW w:w="1584" w:type="dxa"/>
            <w:tcBorders>
              <w:left w:val="single" w:color="000000" w:sz="12" w:space="0"/>
            </w:tcBorders>
            <w:shd w:val="clear" w:color="auto" w:fill="auto"/>
          </w:tcPr>
          <w:p w:rsidRPr="008A1156" w:rsidR="008A1156" w:rsidP="001B5CA3" w:rsidRDefault="008A1156" w14:paraId="3A7C902D" w14:textId="77777777">
            <w:r w:rsidRPr="008A1156">
              <w:t>None</w:t>
            </w:r>
          </w:p>
        </w:tc>
        <w:tc>
          <w:tcPr>
            <w:tcW w:w="2208" w:type="dxa"/>
            <w:shd w:val="clear" w:color="auto" w:fill="auto"/>
          </w:tcPr>
          <w:p w:rsidRPr="008A1156" w:rsidR="008A1156" w:rsidP="001B5CA3" w:rsidRDefault="008A1156" w14:paraId="57B3E03E" w14:textId="77777777">
            <w:r w:rsidRPr="008A1156">
              <w:t>None</w:t>
            </w:r>
          </w:p>
        </w:tc>
      </w:tr>
      <w:tr w:rsidRPr="008A1156" w:rsidR="008A1156" w:rsidTr="008A1156" w14:paraId="5364248F" w14:textId="77777777">
        <w:tc>
          <w:tcPr>
            <w:tcW w:w="2136" w:type="dxa"/>
            <w:tcBorders>
              <w:left w:val="single" w:color="auto" w:sz="12" w:space="0"/>
              <w:bottom w:val="single" w:color="auto" w:sz="2" w:space="0"/>
            </w:tcBorders>
            <w:shd w:val="clear" w:color="auto" w:fill="auto"/>
          </w:tcPr>
          <w:p w:rsidRPr="008A1156" w:rsidR="008A1156" w:rsidP="001B5CA3" w:rsidRDefault="008A1156" w14:paraId="07297228" w14:textId="77777777">
            <w:pPr>
              <w:rPr>
                <w:bCs/>
              </w:rPr>
            </w:pPr>
            <w:r w:rsidRPr="008A1156">
              <w:rPr>
                <w:bCs/>
              </w:rPr>
              <w:t>None</w:t>
            </w:r>
          </w:p>
        </w:tc>
        <w:tc>
          <w:tcPr>
            <w:tcW w:w="3144" w:type="dxa"/>
            <w:tcBorders>
              <w:right w:val="single" w:color="000000" w:sz="12" w:space="0"/>
            </w:tcBorders>
            <w:shd w:val="clear" w:color="auto" w:fill="auto"/>
          </w:tcPr>
          <w:p w:rsidRPr="008A1156" w:rsidR="008A1156" w:rsidP="001B5CA3" w:rsidRDefault="008A1156" w14:paraId="5C0D0F0B" w14:textId="77777777">
            <w:r w:rsidRPr="008A1156">
              <w:t>None</w:t>
            </w:r>
          </w:p>
        </w:tc>
        <w:tc>
          <w:tcPr>
            <w:tcW w:w="1584" w:type="dxa"/>
            <w:tcBorders>
              <w:left w:val="single" w:color="000000" w:sz="12" w:space="0"/>
              <w:bottom w:val="single" w:color="auto" w:sz="2" w:space="0"/>
            </w:tcBorders>
            <w:shd w:val="clear" w:color="auto" w:fill="auto"/>
          </w:tcPr>
          <w:p w:rsidRPr="008A1156" w:rsidR="008A1156" w:rsidP="001B5CA3" w:rsidRDefault="008A1156" w14:paraId="7C0700C5" w14:textId="77777777">
            <w:r w:rsidRPr="008A1156">
              <w:t>None</w:t>
            </w:r>
          </w:p>
        </w:tc>
        <w:tc>
          <w:tcPr>
            <w:tcW w:w="2208" w:type="dxa"/>
            <w:shd w:val="clear" w:color="auto" w:fill="auto"/>
          </w:tcPr>
          <w:p w:rsidRPr="008A1156" w:rsidR="008A1156" w:rsidP="001B5CA3" w:rsidRDefault="008A1156" w14:paraId="33B5755C" w14:textId="77777777">
            <w:r w:rsidRPr="008A1156">
              <w:t>None</w:t>
            </w:r>
          </w:p>
        </w:tc>
      </w:tr>
    </w:tbl>
    <w:p w:rsidR="00A8670C" w:rsidP="00A8670C" w:rsidRDefault="00A8670C" w14:paraId="34BD0F4E" w14:textId="0C1D0A93">
      <w:pPr>
        <w:pStyle w:val="InfoPara"/>
        <w:rPr>
          <w:b w:val="0"/>
        </w:rPr>
      </w:pPr>
      <w:r>
        <w:t>Reviewer:</w:t>
      </w:r>
      <w:r>
        <w:rPr>
          <w:b w:val="0"/>
        </w:rPr>
        <w:t xml:space="preserve"> </w:t>
      </w:r>
      <w:bookmarkStart w:name="_Hlk111544625" w:id="0"/>
      <w:r>
        <w:rPr>
          <w:b w:val="0"/>
        </w:rPr>
        <w:t>Lindsey Flagstad, Joni Johnson, Beth Schulz</w:t>
      </w:r>
      <w:bookmarkEnd w:id="0"/>
    </w:p>
    <w:p w:rsidR="008A1156" w:rsidP="008A1156" w:rsidRDefault="008A1156" w14:paraId="5451240B" w14:textId="77777777">
      <w:pPr>
        <w:pStyle w:val="InfoPara"/>
      </w:pPr>
      <w:r>
        <w:t>Vegetation Type</w:t>
      </w:r>
    </w:p>
    <w:p w:rsidR="008A1156" w:rsidP="008A1156" w:rsidRDefault="008A1156" w14:paraId="47E089B8" w14:textId="77777777">
      <w:r>
        <w:t>Forest and Woodland</w:t>
      </w:r>
    </w:p>
    <w:p w:rsidR="008A1156" w:rsidP="008A1156" w:rsidRDefault="008A1156" w14:paraId="0C103BE0" w14:textId="77777777">
      <w:pPr>
        <w:pStyle w:val="InfoPara"/>
      </w:pPr>
      <w:r w:rsidR="739F1A24">
        <w:rPr/>
        <w:t>Map Zones</w:t>
      </w:r>
    </w:p>
    <w:p w:rsidR="739F1A24" w:rsidP="739F1A24" w:rsidRDefault="739F1A24" w14:paraId="264C0DA1" w14:textId="646D92F9">
      <w:pPr>
        <w:pStyle w:val="Normal"/>
      </w:pPr>
      <w:r w:rsidR="739F1A24">
        <w:rPr/>
        <w:t>73, 77, 78</w:t>
      </w:r>
    </w:p>
    <w:p w:rsidR="008A1156" w:rsidP="008A1156" w:rsidRDefault="008A1156" w14:paraId="55330368" w14:textId="77777777">
      <w:pPr>
        <w:pStyle w:val="InfoPara"/>
      </w:pPr>
      <w:r>
        <w:t>Geographic Range</w:t>
      </w:r>
    </w:p>
    <w:p w:rsidR="008A1156" w:rsidP="008A1156" w:rsidRDefault="008A1156" w14:paraId="21168799" w14:textId="7C842495">
      <w:r>
        <w:t xml:space="preserve">This system is found along the Alaska Gulf Coast </w:t>
      </w:r>
      <w:r w:rsidR="003A6501">
        <w:t xml:space="preserve">from Yakutat to Kodiak Island. Specific systems have been described </w:t>
      </w:r>
      <w:r>
        <w:t xml:space="preserve">in the Cape </w:t>
      </w:r>
      <w:proofErr w:type="spellStart"/>
      <w:r>
        <w:t>Yakataga</w:t>
      </w:r>
      <w:proofErr w:type="spellEnd"/>
      <w:r>
        <w:t xml:space="preserve">, Yakutat forelands </w:t>
      </w:r>
      <w:r w:rsidR="003A6501">
        <w:t>(Shephard 1993, 1995)</w:t>
      </w:r>
      <w:r w:rsidR="00F647D2">
        <w:t>,</w:t>
      </w:r>
      <w:r w:rsidR="003A6501">
        <w:t xml:space="preserve"> </w:t>
      </w:r>
      <w:r>
        <w:t>the outer coast of Glacier Bay National Park</w:t>
      </w:r>
      <w:r w:rsidR="003A6501">
        <w:t xml:space="preserve"> (Boggs et al. 2008a)</w:t>
      </w:r>
      <w:r w:rsidR="00AE53D2">
        <w:t xml:space="preserve">, </w:t>
      </w:r>
      <w:r w:rsidR="003576C6">
        <w:t xml:space="preserve">Copper River Delta (Boggs 2000), </w:t>
      </w:r>
      <w:r w:rsidR="00CB7F2A">
        <w:t>Kenai Fjords National Park (Boggs et al. 200</w:t>
      </w:r>
      <w:r w:rsidR="00FA1A52">
        <w:t>8</w:t>
      </w:r>
      <w:r w:rsidR="003A6501">
        <w:t>b</w:t>
      </w:r>
      <w:r w:rsidR="00FA1A52">
        <w:t>)</w:t>
      </w:r>
      <w:r w:rsidR="00E84A12">
        <w:t>, a</w:t>
      </w:r>
      <w:r w:rsidR="00F647D2">
        <w:t>n</w:t>
      </w:r>
      <w:r w:rsidR="00E84A12">
        <w:t xml:space="preserve">d the Kodiak </w:t>
      </w:r>
      <w:proofErr w:type="spellStart"/>
      <w:r w:rsidR="00E84A12">
        <w:t>Archipeliago</w:t>
      </w:r>
      <w:proofErr w:type="spellEnd"/>
      <w:r w:rsidR="00E84A12">
        <w:t xml:space="preserve"> (Fleming and Spencer 2004)</w:t>
      </w:r>
      <w:r>
        <w:t xml:space="preserve">. </w:t>
      </w:r>
    </w:p>
    <w:p w:rsidR="008A1156" w:rsidP="008A1156" w:rsidRDefault="008A1156" w14:paraId="785CB1C0" w14:textId="77777777">
      <w:pPr>
        <w:pStyle w:val="InfoPara"/>
      </w:pPr>
      <w:r>
        <w:t>Biophysical Site Description</w:t>
      </w:r>
    </w:p>
    <w:p w:rsidR="00141209" w:rsidP="001E3A89" w:rsidRDefault="00F647D2" w14:paraId="5C7DCC3E" w14:textId="764AFF19">
      <w:r>
        <w:t>This</w:t>
      </w:r>
      <w:r w:rsidR="00CB7F2A">
        <w:t xml:space="preserve"> </w:t>
      </w:r>
      <w:r w:rsidR="00141209">
        <w:t>Biophysical Setting (</w:t>
      </w:r>
      <w:proofErr w:type="spellStart"/>
      <w:r w:rsidR="00CB7F2A">
        <w:t>BpS</w:t>
      </w:r>
      <w:proofErr w:type="spellEnd"/>
      <w:r w:rsidR="00141209">
        <w:t>)</w:t>
      </w:r>
      <w:r w:rsidR="00CB7F2A">
        <w:t xml:space="preserve"> develops on</w:t>
      </w:r>
      <w:r w:rsidR="004A5BB3">
        <w:t xml:space="preserve"> </w:t>
      </w:r>
      <w:r w:rsidR="00CB7F2A">
        <w:t xml:space="preserve">coastal </w:t>
      </w:r>
      <w:r w:rsidRPr="001B5CA3" w:rsidR="00D52C43">
        <w:t>sites</w:t>
      </w:r>
      <w:r w:rsidR="00CB7F2A">
        <w:t xml:space="preserve"> that have moved out of the range of tidal influence. Typically,</w:t>
      </w:r>
      <w:r w:rsidRPr="001B5CA3" w:rsidR="00D52C43">
        <w:t xml:space="preserve"> </w:t>
      </w:r>
      <w:r w:rsidR="00CB7F2A">
        <w:t>sediment delivered by river outwash or longshore transport is deposited in protected pockets along the coastline</w:t>
      </w:r>
      <w:r w:rsidR="004A5BB3">
        <w:t xml:space="preserve"> where it is retained due to the processes of tectonic and isostatic rebound</w:t>
      </w:r>
      <w:r w:rsidR="003576C6">
        <w:t xml:space="preserve"> and sorted into ridges and swales by </w:t>
      </w:r>
      <w:proofErr w:type="spellStart"/>
      <w:r w:rsidR="003576C6">
        <w:t>overwash</w:t>
      </w:r>
      <w:proofErr w:type="spellEnd"/>
      <w:r w:rsidR="003576C6">
        <w:t xml:space="preserve"> events (Boggs et al. 2019)</w:t>
      </w:r>
      <w:r w:rsidR="00CB7F2A">
        <w:t>.</w:t>
      </w:r>
      <w:r w:rsidR="004A5BB3">
        <w:t xml:space="preserve"> The grain size of beach material depends on the source material, the exposure of the coastline, and the energy of the nearshore depositional environment. Systems adjacent to large rivers that are protected from wave erosion will support fine-grained sand beaches and a well-developed beach ridge system</w:t>
      </w:r>
      <w:r w:rsidR="001A5F1C">
        <w:t>,</w:t>
      </w:r>
      <w:r w:rsidR="00546D56">
        <w:t xml:space="preserve"> whereas e</w:t>
      </w:r>
      <w:r w:rsidR="004A5BB3">
        <w:t xml:space="preserve">xposed coastlines are more likely to be armored by gravel or cobble and less likely to support </w:t>
      </w:r>
      <w:r w:rsidR="008903EE">
        <w:t>a beach ridge system</w:t>
      </w:r>
      <w:r w:rsidR="004A5BB3">
        <w:t xml:space="preserve">. </w:t>
      </w:r>
      <w:r w:rsidR="008903EE">
        <w:t xml:space="preserve">Ridges </w:t>
      </w:r>
      <w:r w:rsidR="00C12102">
        <w:t xml:space="preserve">form </w:t>
      </w:r>
      <w:r w:rsidRPr="001B5CA3" w:rsidR="00D52C43">
        <w:t xml:space="preserve">parallel to the coast </w:t>
      </w:r>
      <w:r w:rsidR="008903EE">
        <w:t xml:space="preserve">and increase in </w:t>
      </w:r>
      <w:r w:rsidRPr="001B5CA3" w:rsidR="008903EE">
        <w:t>age with distance from the coast</w:t>
      </w:r>
      <w:r w:rsidR="008903EE">
        <w:t xml:space="preserve"> </w:t>
      </w:r>
      <w:r w:rsidRPr="001B5CA3" w:rsidR="008903EE">
        <w:t xml:space="preserve">(Shephard 1995). </w:t>
      </w:r>
      <w:r w:rsidRPr="001B5CA3" w:rsidR="00D52C43">
        <w:t>On the Yakutat Foreland</w:t>
      </w:r>
      <w:r w:rsidR="004806BA">
        <w:t>,</w:t>
      </w:r>
      <w:r w:rsidRPr="001B5CA3" w:rsidR="00D52C43">
        <w:t xml:space="preserve"> this type is found on well</w:t>
      </w:r>
      <w:r w:rsidR="008903EE">
        <w:t>-</w:t>
      </w:r>
      <w:r w:rsidRPr="001B5CA3" w:rsidR="00D52C43">
        <w:t xml:space="preserve">drained sandy soils within 10 kilometers of the coast (Shephard 1993). The height of beach ridges varies from 5 meters near the coast to 35 meters further inland (Shephard 1993). Salt spray is a primary factor influencing this community and helps to maintain the dominance of Sitka spruce, which </w:t>
      </w:r>
      <w:r w:rsidR="003576C6">
        <w:t>has greater</w:t>
      </w:r>
      <w:r w:rsidRPr="001B5CA3" w:rsidR="00D52C43">
        <w:t xml:space="preserve"> salt toleran</w:t>
      </w:r>
      <w:r w:rsidR="003576C6">
        <w:t>ce</w:t>
      </w:r>
      <w:r>
        <w:t xml:space="preserve"> </w:t>
      </w:r>
      <w:r w:rsidRPr="001B5CA3" w:rsidR="00D52C43">
        <w:t xml:space="preserve">than other </w:t>
      </w:r>
      <w:r w:rsidR="003576C6">
        <w:t>conifers</w:t>
      </w:r>
      <w:r w:rsidRPr="001B5CA3" w:rsidR="00D52C43">
        <w:t xml:space="preserve"> in the area. </w:t>
      </w:r>
      <w:r w:rsidR="003576C6">
        <w:t>The r</w:t>
      </w:r>
      <w:r w:rsidR="008903EE">
        <w:t>estrictive abiotic conditions</w:t>
      </w:r>
      <w:r w:rsidR="003576C6">
        <w:t xml:space="preserve"> of the supratidal zone produce a consistent species assemblage.</w:t>
      </w:r>
      <w:r w:rsidR="008903EE">
        <w:t xml:space="preserve"> </w:t>
      </w:r>
      <w:r w:rsidRPr="001B5CA3" w:rsidR="00D52C43">
        <w:t xml:space="preserve">Coastal beach communities are often dominated by </w:t>
      </w:r>
      <w:proofErr w:type="spellStart"/>
      <w:r w:rsidRPr="001B5CA3" w:rsidR="00D52C43">
        <w:rPr>
          <w:i/>
        </w:rPr>
        <w:t>Leymus</w:t>
      </w:r>
      <w:proofErr w:type="spellEnd"/>
      <w:r w:rsidRPr="001B5CA3" w:rsidR="00D52C43">
        <w:rPr>
          <w:i/>
        </w:rPr>
        <w:t xml:space="preserve"> </w:t>
      </w:r>
      <w:proofErr w:type="spellStart"/>
      <w:r w:rsidRPr="001B5CA3" w:rsidR="00D52C43">
        <w:rPr>
          <w:i/>
        </w:rPr>
        <w:t>mollis</w:t>
      </w:r>
      <w:proofErr w:type="spellEnd"/>
      <w:r w:rsidRPr="001B5CA3" w:rsidR="00D52C43">
        <w:t xml:space="preserve"> and </w:t>
      </w:r>
      <w:r w:rsidR="002B2379">
        <w:t>salt-tolerant forbs such as</w:t>
      </w:r>
      <w:r w:rsidRPr="00F647D2" w:rsidR="002B2379">
        <w:rPr>
          <w:i/>
        </w:rPr>
        <w:t xml:space="preserve"> Lathyrus japonicus, Senecio pseudo-arnica, Angelica lucida, </w:t>
      </w:r>
      <w:r w:rsidRPr="002B2379" w:rsidR="002B2379">
        <w:t>and</w:t>
      </w:r>
      <w:r w:rsidRPr="00F647D2" w:rsidR="002B2379">
        <w:rPr>
          <w:i/>
        </w:rPr>
        <w:t xml:space="preserve"> </w:t>
      </w:r>
      <w:proofErr w:type="spellStart"/>
      <w:r w:rsidRPr="00F647D2" w:rsidR="002B2379">
        <w:rPr>
          <w:i/>
        </w:rPr>
        <w:t>Ligusticum</w:t>
      </w:r>
      <w:proofErr w:type="spellEnd"/>
      <w:r w:rsidRPr="00F647D2" w:rsidR="002B2379">
        <w:rPr>
          <w:i/>
        </w:rPr>
        <w:t xml:space="preserve"> </w:t>
      </w:r>
      <w:proofErr w:type="spellStart"/>
      <w:r w:rsidRPr="00F647D2" w:rsidR="002B2379">
        <w:rPr>
          <w:i/>
        </w:rPr>
        <w:t>scoticum</w:t>
      </w:r>
      <w:proofErr w:type="spellEnd"/>
      <w:r w:rsidRPr="00F647D2" w:rsidR="002B2379">
        <w:rPr>
          <w:i/>
        </w:rPr>
        <w:t>.</w:t>
      </w:r>
      <w:r w:rsidR="002B2379">
        <w:t xml:space="preserve"> </w:t>
      </w:r>
      <w:proofErr w:type="spellStart"/>
      <w:r w:rsidRPr="001B5CA3" w:rsidR="00D52C43">
        <w:rPr>
          <w:i/>
        </w:rPr>
        <w:t>Picea</w:t>
      </w:r>
      <w:proofErr w:type="spellEnd"/>
      <w:r w:rsidRPr="001B5CA3" w:rsidR="00D52C43">
        <w:rPr>
          <w:i/>
        </w:rPr>
        <w:t xml:space="preserve"> </w:t>
      </w:r>
      <w:proofErr w:type="spellStart"/>
      <w:r w:rsidRPr="001B5CA3" w:rsidR="00D52C43">
        <w:rPr>
          <w:i/>
        </w:rPr>
        <w:t>sitchensis</w:t>
      </w:r>
      <w:proofErr w:type="spellEnd"/>
      <w:r w:rsidRPr="001B5CA3" w:rsidR="00D52C43">
        <w:t xml:space="preserve"> seedlings establish and survive in </w:t>
      </w:r>
      <w:r w:rsidR="002B2379">
        <w:t>coastal</w:t>
      </w:r>
      <w:r w:rsidRPr="001B5CA3" w:rsidR="002B2379">
        <w:t xml:space="preserve"> </w:t>
      </w:r>
      <w:r w:rsidRPr="001B5CA3" w:rsidR="00D52C43">
        <w:t>meadows, about 130 years after beach ridge formation</w:t>
      </w:r>
      <w:r w:rsidR="002B2379">
        <w:t xml:space="preserve">. As the sites become farther removed from the influence of tides and storms, the Sitka spruce woodland </w:t>
      </w:r>
      <w:r w:rsidRPr="001B5CA3" w:rsidR="00D52C43">
        <w:t xml:space="preserve">may succeed to </w:t>
      </w:r>
      <w:r w:rsidRPr="001B5CA3" w:rsidR="00D52C43">
        <w:rPr>
          <w:i/>
        </w:rPr>
        <w:t>Tsuga heterophylla</w:t>
      </w:r>
      <w:r w:rsidRPr="001B5CA3" w:rsidR="00D52C43">
        <w:t xml:space="preserve"> forest.</w:t>
      </w:r>
    </w:p>
    <w:p w:rsidR="008A1156" w:rsidP="008A1156" w:rsidRDefault="008A1156" w14:paraId="28B7277E" w14:textId="2E5DB88D">
      <w:pPr>
        <w:pStyle w:val="InfoPara"/>
      </w:pPr>
      <w:r>
        <w:t>Vegetation Description</w:t>
      </w:r>
    </w:p>
    <w:p w:rsidR="008A1156" w:rsidP="008A1156" w:rsidRDefault="00D52C43" w14:paraId="1572DF0C" w14:textId="54087056">
      <w:proofErr w:type="spellStart"/>
      <w:r>
        <w:rPr>
          <w:i/>
        </w:rPr>
        <w:t>Picea</w:t>
      </w:r>
      <w:proofErr w:type="spellEnd"/>
      <w:r>
        <w:rPr>
          <w:i/>
        </w:rPr>
        <w:t xml:space="preserve"> </w:t>
      </w:r>
      <w:proofErr w:type="spellStart"/>
      <w:r>
        <w:rPr>
          <w:i/>
        </w:rPr>
        <w:t>sitchensis</w:t>
      </w:r>
      <w:proofErr w:type="spellEnd"/>
      <w:r>
        <w:t xml:space="preserve"> is the dominant tree species, although </w:t>
      </w:r>
      <w:r>
        <w:rPr>
          <w:i/>
        </w:rPr>
        <w:t xml:space="preserve">Tsuga </w:t>
      </w:r>
      <w:proofErr w:type="spellStart"/>
      <w:r>
        <w:rPr>
          <w:i/>
        </w:rPr>
        <w:t>mertensiana</w:t>
      </w:r>
      <w:proofErr w:type="spellEnd"/>
      <w:r>
        <w:t xml:space="preserve"> </w:t>
      </w:r>
      <w:r w:rsidR="003576C6">
        <w:t xml:space="preserve">(southcentral Alaska) </w:t>
      </w:r>
      <w:r>
        <w:t xml:space="preserve">or </w:t>
      </w:r>
      <w:r>
        <w:rPr>
          <w:i/>
        </w:rPr>
        <w:t>Tsuga heterophylla</w:t>
      </w:r>
      <w:r>
        <w:t xml:space="preserve"> </w:t>
      </w:r>
      <w:r w:rsidR="003576C6">
        <w:t xml:space="preserve">(Southeast Alaska) </w:t>
      </w:r>
      <w:r>
        <w:t xml:space="preserve">may </w:t>
      </w:r>
      <w:r w:rsidR="00F96788">
        <w:t>become</w:t>
      </w:r>
      <w:r>
        <w:t xml:space="preserve"> codominant</w:t>
      </w:r>
      <w:r w:rsidR="00C243EF">
        <w:t xml:space="preserve"> with successional age</w:t>
      </w:r>
      <w:r>
        <w:t xml:space="preserve">.  </w:t>
      </w:r>
      <w:r w:rsidRPr="00AD5C4B" w:rsidR="00F96788">
        <w:rPr>
          <w:i/>
          <w:iCs/>
        </w:rPr>
        <w:t xml:space="preserve">Alnus </w:t>
      </w:r>
      <w:proofErr w:type="spellStart"/>
      <w:r w:rsidRPr="00AD5C4B" w:rsidR="00F96788">
        <w:rPr>
          <w:i/>
          <w:iCs/>
        </w:rPr>
        <w:t>viridis</w:t>
      </w:r>
      <w:proofErr w:type="spellEnd"/>
      <w:r w:rsidRPr="00AD5C4B" w:rsidR="00F96788">
        <w:rPr>
          <w:i/>
          <w:iCs/>
        </w:rPr>
        <w:t xml:space="preserve"> </w:t>
      </w:r>
      <w:r w:rsidRPr="00AD5C4B" w:rsidR="00F96788">
        <w:t>ssp</w:t>
      </w:r>
      <w:r w:rsidRPr="00AD5C4B" w:rsidR="00F96788">
        <w:rPr>
          <w:i/>
          <w:iCs/>
        </w:rPr>
        <w:t xml:space="preserve">. </w:t>
      </w:r>
      <w:proofErr w:type="spellStart"/>
      <w:r w:rsidRPr="00AD5C4B" w:rsidR="00F96788">
        <w:rPr>
          <w:i/>
          <w:iCs/>
        </w:rPr>
        <w:t>sinuata</w:t>
      </w:r>
      <w:proofErr w:type="spellEnd"/>
      <w:r w:rsidR="00F96788">
        <w:t xml:space="preserve">, </w:t>
      </w:r>
      <w:proofErr w:type="spellStart"/>
      <w:r w:rsidRPr="00D654D9" w:rsidR="008A1156">
        <w:rPr>
          <w:i/>
          <w:iCs/>
        </w:rPr>
        <w:t>Oplopanax</w:t>
      </w:r>
      <w:proofErr w:type="spellEnd"/>
      <w:r w:rsidRPr="00D654D9" w:rsidR="008A1156">
        <w:rPr>
          <w:i/>
          <w:iCs/>
        </w:rPr>
        <w:t xml:space="preserve"> </w:t>
      </w:r>
      <w:proofErr w:type="spellStart"/>
      <w:r w:rsidRPr="00D654D9" w:rsidR="008A1156">
        <w:rPr>
          <w:i/>
          <w:iCs/>
        </w:rPr>
        <w:t>horridus</w:t>
      </w:r>
      <w:proofErr w:type="spellEnd"/>
      <w:r w:rsidR="00931E90">
        <w:rPr>
          <w:i/>
          <w:iCs/>
        </w:rPr>
        <w:t>,</w:t>
      </w:r>
      <w:r w:rsidR="008A1156">
        <w:t xml:space="preserve"> </w:t>
      </w:r>
      <w:r w:rsidR="00F96788">
        <w:t xml:space="preserve">and </w:t>
      </w:r>
      <w:r w:rsidRPr="00D654D9" w:rsidR="00F96788">
        <w:rPr>
          <w:i/>
          <w:iCs/>
        </w:rPr>
        <w:t>Rubus spectabilis</w:t>
      </w:r>
      <w:r w:rsidR="00F96788">
        <w:rPr>
          <w:i/>
          <w:iCs/>
        </w:rPr>
        <w:t xml:space="preserve"> </w:t>
      </w:r>
      <w:r w:rsidRPr="00F647D2" w:rsidR="00F96788">
        <w:rPr>
          <w:iCs/>
        </w:rPr>
        <w:t>are</w:t>
      </w:r>
      <w:r w:rsidR="008A1156">
        <w:t xml:space="preserve"> the most abundant understory shrub</w:t>
      </w:r>
      <w:r w:rsidR="00F96788">
        <w:t xml:space="preserve">s with the contribution of </w:t>
      </w:r>
      <w:r w:rsidRPr="00D654D9" w:rsidR="008A1156">
        <w:rPr>
          <w:i/>
          <w:iCs/>
        </w:rPr>
        <w:t xml:space="preserve">Vaccinium </w:t>
      </w:r>
      <w:proofErr w:type="spellStart"/>
      <w:r w:rsidRPr="00D654D9" w:rsidR="008A1156">
        <w:rPr>
          <w:i/>
          <w:iCs/>
        </w:rPr>
        <w:t>ovalifolium</w:t>
      </w:r>
      <w:proofErr w:type="spellEnd"/>
      <w:r w:rsidR="00F96788">
        <w:t xml:space="preserve"> increasing with </w:t>
      </w:r>
      <w:r w:rsidR="00122173">
        <w:t>successional</w:t>
      </w:r>
      <w:r w:rsidR="00F96788">
        <w:t xml:space="preserve"> age.</w:t>
      </w:r>
      <w:r w:rsidR="008A1156">
        <w:t xml:space="preserve"> Other species include </w:t>
      </w:r>
      <w:proofErr w:type="spellStart"/>
      <w:r w:rsidRPr="00D654D9" w:rsidR="008A1156">
        <w:rPr>
          <w:i/>
          <w:iCs/>
        </w:rPr>
        <w:t>Circea</w:t>
      </w:r>
      <w:proofErr w:type="spellEnd"/>
      <w:r w:rsidRPr="00D654D9" w:rsidR="008A1156">
        <w:rPr>
          <w:i/>
          <w:iCs/>
        </w:rPr>
        <w:t xml:space="preserve"> </w:t>
      </w:r>
      <w:proofErr w:type="spellStart"/>
      <w:r w:rsidRPr="00D654D9" w:rsidR="008A1156">
        <w:rPr>
          <w:i/>
          <w:iCs/>
        </w:rPr>
        <w:t>alpina</w:t>
      </w:r>
      <w:proofErr w:type="spellEnd"/>
      <w:r w:rsidR="008A1156">
        <w:t xml:space="preserve">, </w:t>
      </w:r>
      <w:r w:rsidRPr="00D654D9" w:rsidR="008A1156">
        <w:rPr>
          <w:i/>
          <w:iCs/>
        </w:rPr>
        <w:t xml:space="preserve">Rubus </w:t>
      </w:r>
      <w:proofErr w:type="spellStart"/>
      <w:r w:rsidRPr="00D654D9" w:rsidR="008A1156">
        <w:rPr>
          <w:i/>
          <w:iCs/>
        </w:rPr>
        <w:t>pedatus</w:t>
      </w:r>
      <w:proofErr w:type="spellEnd"/>
      <w:r w:rsidR="008A1156">
        <w:t xml:space="preserve">, </w:t>
      </w:r>
      <w:proofErr w:type="spellStart"/>
      <w:r w:rsidRPr="00D654D9" w:rsidR="008A1156">
        <w:rPr>
          <w:i/>
          <w:iCs/>
        </w:rPr>
        <w:t>Streptopus</w:t>
      </w:r>
      <w:proofErr w:type="spellEnd"/>
      <w:r w:rsidRPr="00D654D9" w:rsidR="008A1156">
        <w:rPr>
          <w:i/>
          <w:iCs/>
        </w:rPr>
        <w:t xml:space="preserve"> </w:t>
      </w:r>
      <w:proofErr w:type="spellStart"/>
      <w:r w:rsidRPr="00D654D9" w:rsidR="008A1156">
        <w:rPr>
          <w:i/>
          <w:iCs/>
        </w:rPr>
        <w:t>amplexifolius</w:t>
      </w:r>
      <w:proofErr w:type="spellEnd"/>
      <w:r w:rsidR="008A1156">
        <w:t xml:space="preserve">, </w:t>
      </w:r>
      <w:r w:rsidRPr="00D654D9" w:rsidR="008A1156">
        <w:rPr>
          <w:i/>
          <w:iCs/>
        </w:rPr>
        <w:t>Tiarella trifoliata</w:t>
      </w:r>
      <w:r w:rsidR="008A1156">
        <w:t xml:space="preserve">, </w:t>
      </w:r>
      <w:r w:rsidRPr="00D654D9" w:rsidR="008A1156">
        <w:rPr>
          <w:i/>
          <w:iCs/>
        </w:rPr>
        <w:t xml:space="preserve">Athyrium </w:t>
      </w:r>
      <w:proofErr w:type="spellStart"/>
      <w:r w:rsidRPr="00D654D9" w:rsidR="008A1156">
        <w:rPr>
          <w:i/>
          <w:iCs/>
        </w:rPr>
        <w:t>felix-femina</w:t>
      </w:r>
      <w:proofErr w:type="spellEnd"/>
      <w:r w:rsidR="008A1156">
        <w:t xml:space="preserve">, </w:t>
      </w:r>
      <w:r w:rsidRPr="00D654D9" w:rsidR="008A1156">
        <w:rPr>
          <w:i/>
          <w:iCs/>
        </w:rPr>
        <w:t xml:space="preserve">Dryopteris </w:t>
      </w:r>
      <w:proofErr w:type="spellStart"/>
      <w:r w:rsidRPr="00D654D9" w:rsidR="008A1156">
        <w:rPr>
          <w:i/>
          <w:iCs/>
        </w:rPr>
        <w:t>expansa</w:t>
      </w:r>
      <w:proofErr w:type="spellEnd"/>
      <w:r w:rsidR="008A1156">
        <w:t xml:space="preserve">, and </w:t>
      </w:r>
      <w:proofErr w:type="spellStart"/>
      <w:r w:rsidRPr="00D654D9" w:rsidR="008A1156">
        <w:rPr>
          <w:i/>
          <w:iCs/>
        </w:rPr>
        <w:t>Gymnocarpium</w:t>
      </w:r>
      <w:proofErr w:type="spellEnd"/>
      <w:r w:rsidRPr="00D654D9" w:rsidR="008A1156">
        <w:rPr>
          <w:i/>
          <w:iCs/>
        </w:rPr>
        <w:t xml:space="preserve"> </w:t>
      </w:r>
      <w:proofErr w:type="spellStart"/>
      <w:r w:rsidRPr="00D654D9" w:rsidR="008A1156">
        <w:rPr>
          <w:i/>
          <w:iCs/>
        </w:rPr>
        <w:t>dryopteris</w:t>
      </w:r>
      <w:proofErr w:type="spellEnd"/>
      <w:r w:rsidR="008A1156">
        <w:t xml:space="preserve"> (Shephard 1993). Common moss species include </w:t>
      </w:r>
      <w:proofErr w:type="spellStart"/>
      <w:r w:rsidRPr="00D654D9" w:rsidR="008A1156">
        <w:rPr>
          <w:i/>
          <w:iCs/>
        </w:rPr>
        <w:t>Hylocomium</w:t>
      </w:r>
      <w:proofErr w:type="spellEnd"/>
      <w:r w:rsidRPr="00D654D9" w:rsidR="008A1156">
        <w:rPr>
          <w:i/>
          <w:iCs/>
        </w:rPr>
        <w:t xml:space="preserve"> splendens</w:t>
      </w:r>
      <w:r w:rsidR="008A1156">
        <w:t xml:space="preserve">, </w:t>
      </w:r>
      <w:proofErr w:type="spellStart"/>
      <w:r w:rsidRPr="00D654D9" w:rsidR="008A1156">
        <w:rPr>
          <w:i/>
          <w:iCs/>
        </w:rPr>
        <w:t>Rhytidiadelphus</w:t>
      </w:r>
      <w:proofErr w:type="spellEnd"/>
      <w:r w:rsidRPr="00D654D9" w:rsidR="008A1156">
        <w:rPr>
          <w:i/>
          <w:iCs/>
        </w:rPr>
        <w:t xml:space="preserve"> </w:t>
      </w:r>
      <w:proofErr w:type="spellStart"/>
      <w:r w:rsidRPr="00D654D9" w:rsidR="008A1156">
        <w:rPr>
          <w:i/>
          <w:iCs/>
        </w:rPr>
        <w:t>loreus</w:t>
      </w:r>
      <w:proofErr w:type="spellEnd"/>
      <w:r w:rsidR="00D654D9">
        <w:t>,</w:t>
      </w:r>
      <w:r w:rsidR="008A1156">
        <w:t xml:space="preserve"> and </w:t>
      </w:r>
      <w:proofErr w:type="spellStart"/>
      <w:r w:rsidRPr="00D654D9" w:rsidR="008A1156">
        <w:rPr>
          <w:i/>
          <w:iCs/>
        </w:rPr>
        <w:t>Dicranum</w:t>
      </w:r>
      <w:proofErr w:type="spellEnd"/>
      <w:r w:rsidR="008A1156">
        <w:t xml:space="preserve"> spp</w:t>
      </w:r>
      <w:r w:rsidR="00D654D9">
        <w:t>.</w:t>
      </w:r>
      <w:r w:rsidR="008A1156">
        <w:t xml:space="preserve"> (Shephard 1993). Mature forests usually have very little downed wood or snags.</w:t>
      </w:r>
      <w:r>
        <w:t xml:space="preserve"> </w:t>
      </w:r>
      <w:r>
        <w:rPr>
          <w:i/>
        </w:rPr>
        <w:t xml:space="preserve">Calamagrostis </w:t>
      </w:r>
      <w:proofErr w:type="spellStart"/>
      <w:r>
        <w:rPr>
          <w:i/>
        </w:rPr>
        <w:t>nutkaensis</w:t>
      </w:r>
      <w:proofErr w:type="spellEnd"/>
      <w:r>
        <w:t xml:space="preserve"> may be common on exposed sites near the coast.</w:t>
      </w:r>
    </w:p>
    <w:p w:rsidR="008A1156" w:rsidP="008A1156" w:rsidRDefault="008A1156" w14:paraId="72E393C4" w14:textId="77777777">
      <w:pPr>
        <w:pStyle w:val="InfoPara"/>
      </w:pPr>
      <w:proofErr w:type="spellStart"/>
      <w:r>
        <w:t>BpS</w:t>
      </w:r>
      <w:proofErr w:type="spellEnd"/>
      <w:r>
        <w:t xml:space="preserve">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 club</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RUPE</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pedatus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Strawberryleaf raspberry</w:t>
            </w:r>
          </w:p>
        </w:tc>
      </w:tr>
    </w:tbl>
    <w:p>
      <w:r>
        <w:rPr>
          <w:sz w:val="16"/>
        </w:rPr>
        <w:t>Species names are from the NRCS PLANTS database. Check species codes at http://plants.usda.gov.</w:t>
      </w:r>
    </w:p>
    <w:p w:rsidR="008A1156" w:rsidP="008A1156" w:rsidRDefault="008A1156" w14:paraId="12F1B1CE" w14:textId="77777777">
      <w:pPr>
        <w:pStyle w:val="InfoPara"/>
      </w:pPr>
      <w:r>
        <w:t>Disturbance Description</w:t>
      </w:r>
    </w:p>
    <w:p w:rsidR="00194367" w:rsidP="008A1156" w:rsidRDefault="00194367" w14:paraId="3DAA786E" w14:textId="0E2F209E">
      <w:proofErr w:type="spellStart"/>
      <w:r w:rsidRPr="00D654D9">
        <w:rPr>
          <w:i/>
        </w:rPr>
        <w:t>Picea</w:t>
      </w:r>
      <w:proofErr w:type="spellEnd"/>
      <w:r w:rsidRPr="00D654D9">
        <w:rPr>
          <w:i/>
        </w:rPr>
        <w:t xml:space="preserve"> </w:t>
      </w:r>
      <w:proofErr w:type="spellStart"/>
      <w:r w:rsidRPr="00D654D9">
        <w:rPr>
          <w:i/>
        </w:rPr>
        <w:t>sitchensis</w:t>
      </w:r>
      <w:proofErr w:type="spellEnd"/>
      <w:r w:rsidRPr="00D654D9">
        <w:t xml:space="preserve"> establishes about 130 years after beach ridge formation and may succeed to </w:t>
      </w:r>
      <w:r w:rsidRPr="00D654D9">
        <w:rPr>
          <w:i/>
        </w:rPr>
        <w:t>Tsuga heterophylla</w:t>
      </w:r>
      <w:r w:rsidRPr="00D654D9">
        <w:t xml:space="preserve"> forest (Shephard 1995). The non-forested beach meadow is likely the early sere of the forested beach ridge community prior to tectonic or isostatic uplift (Shephard 1993), although it is considered a separate </w:t>
      </w:r>
      <w:proofErr w:type="spellStart"/>
      <w:r w:rsidRPr="00D654D9">
        <w:t>BpS</w:t>
      </w:r>
      <w:proofErr w:type="spellEnd"/>
      <w:r w:rsidRPr="00D654D9">
        <w:t xml:space="preserve"> </w:t>
      </w:r>
      <w:r w:rsidR="00F647D2">
        <w:t>by</w:t>
      </w:r>
      <w:r w:rsidRPr="00D654D9">
        <w:t xml:space="preserve"> LANDFIRE. As the spruce stands age, understory recruitment decreases. </w:t>
      </w:r>
      <w:r w:rsidRPr="00D654D9">
        <w:rPr>
          <w:i/>
          <w:iCs/>
        </w:rPr>
        <w:t>Tsuga heterophylla</w:t>
      </w:r>
      <w:r w:rsidRPr="00D654D9">
        <w:t xml:space="preserve"> may co</w:t>
      </w:r>
      <w:r w:rsidR="00D654D9">
        <w:t>-</w:t>
      </w:r>
      <w:r w:rsidRPr="00D654D9">
        <w:t xml:space="preserve">dominate in the later seral stages (Shephard 1993) and/or this type may succeed to </w:t>
      </w:r>
      <w:r w:rsidRPr="00D654D9">
        <w:rPr>
          <w:i/>
          <w:iCs/>
        </w:rPr>
        <w:t>Tsuga heterophylla</w:t>
      </w:r>
      <w:r w:rsidRPr="00D654D9">
        <w:t xml:space="preserve"> forest (Shephard 1995 p.36).</w:t>
      </w:r>
      <w:r>
        <w:t xml:space="preserve"> Succession to </w:t>
      </w:r>
      <w:r w:rsidRPr="003C370D">
        <w:rPr>
          <w:i/>
          <w:iCs/>
        </w:rPr>
        <w:t>Tsuga heterophylla</w:t>
      </w:r>
      <w:r>
        <w:t xml:space="preserve"> forest is most likely after a wind disturbance and would depend on available seed source. Eventually, peatlands may replace the forested community but that is not considered in this model.</w:t>
      </w:r>
      <w:r w:rsidR="00D654D9">
        <w:t xml:space="preserve"> </w:t>
      </w:r>
    </w:p>
    <w:p w:rsidR="008A1156" w:rsidP="008A1156" w:rsidRDefault="008A1156" w14:paraId="5020D0B3" w14:textId="77777777"/>
    <w:p w:rsidR="008A1156" w:rsidP="008A1156" w:rsidRDefault="008A1156" w14:paraId="15F341D1" w14:textId="64B401FA">
      <w:r>
        <w:t>Wind is the primary disturbance in this system. Beach ridges tend to have a distinct edge with younger trees on the outside that tend to make them somewhat resistant to windthrow</w:t>
      </w:r>
      <w:r w:rsidR="00901D3B">
        <w:t>.</w:t>
      </w:r>
      <w:r>
        <w:t xml:space="preserve"> </w:t>
      </w:r>
      <w:r w:rsidR="00901D3B">
        <w:t>H</w:t>
      </w:r>
      <w:r>
        <w:t xml:space="preserve">owever, if the young tree buffer is lost, possibly as a result of </w:t>
      </w:r>
      <w:r w:rsidR="00122173">
        <w:t xml:space="preserve">coastal </w:t>
      </w:r>
      <w:r>
        <w:t>flooding</w:t>
      </w:r>
      <w:r w:rsidR="00122173">
        <w:t xml:space="preserve"> due to storm surge</w:t>
      </w:r>
      <w:r>
        <w:t>, they become susceptible to windthrow. The annual probability of wind disturbance for modeling is unclear. In this model it is set to achieve the approximate class percent</w:t>
      </w:r>
      <w:r w:rsidR="00194367">
        <w:t>age</w:t>
      </w:r>
      <w:r>
        <w:t>s that likely occur in a "naturally" functioning system.</w:t>
      </w:r>
    </w:p>
    <w:p w:rsidR="008A1156" w:rsidP="008A1156" w:rsidRDefault="008A1156" w14:paraId="303099C9" w14:textId="77777777"/>
    <w:p w:rsidR="00C56ED5" w:rsidP="008A1156" w:rsidRDefault="008A1156" w14:paraId="657BCC0B" w14:textId="18891BA4">
      <w:r>
        <w:t>Insects and disease play a minor role in beach ridge communities. A reviewer noted that spruce beetle and inadequate nitrogen levels were the cause of disturbance of similar even aged spruce stands in deglaciated areas of Glacier Bay</w:t>
      </w:r>
      <w:r w:rsidR="00EB3199">
        <w:t>.</w:t>
      </w:r>
      <w:r>
        <w:t xml:space="preserve"> </w:t>
      </w:r>
      <w:r w:rsidR="00EB3199">
        <w:t>A</w:t>
      </w:r>
      <w:r>
        <w:t>lthough these are different substrates, it is conceivable that the same processes could play out between Glacier Bay and these ridges. There is some evidence of fire in this system</w:t>
      </w:r>
      <w:r w:rsidR="00D654D9">
        <w:t>,</w:t>
      </w:r>
      <w:r>
        <w:t xml:space="preserve"> but it appears to be </w:t>
      </w:r>
      <w:proofErr w:type="gramStart"/>
      <w:r>
        <w:t>human-caused</w:t>
      </w:r>
      <w:proofErr w:type="gramEnd"/>
      <w:r>
        <w:t>, very infrequent and limited in extent.</w:t>
      </w:r>
    </w:p>
    <w:p w:rsidR="008A1156" w:rsidP="008A1156" w:rsidRDefault="008A1156" w14:paraId="38218952" w14:textId="62DE51B9">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8A1156" w:rsidP="008A1156" w:rsidRDefault="008A1156" w14:paraId="347C0B0F" w14:textId="77777777">
      <w:pPr>
        <w:pStyle w:val="InfoPara"/>
      </w:pPr>
      <w:r>
        <w:t>Scale Description</w:t>
      </w:r>
    </w:p>
    <w:p w:rsidR="008A1156" w:rsidP="008A1156" w:rsidRDefault="008A1156" w14:paraId="15C11B4A" w14:textId="77777777">
      <w:r>
        <w:t>Matrix</w:t>
      </w:r>
    </w:p>
    <w:p w:rsidR="008A1156" w:rsidP="008A1156" w:rsidRDefault="008A1156" w14:paraId="1ED70D29" w14:textId="77777777">
      <w:pPr>
        <w:pStyle w:val="InfoPara"/>
      </w:pPr>
      <w:r>
        <w:t>Adjacency or Identification Concerns</w:t>
      </w:r>
    </w:p>
    <w:p w:rsidR="008A1156" w:rsidP="008A1156" w:rsidRDefault="008A1156" w14:paraId="3B208FDF" w14:textId="59B1336A">
      <w:r>
        <w:t xml:space="preserve">Fen and bog communities can be found in the interspaces between the linear beach ridges (Shephard 1995). Along the coast, the adjacent non-forest vegetation is primarily comprised of a </w:t>
      </w:r>
      <w:proofErr w:type="spellStart"/>
      <w:r w:rsidRPr="006D3A45" w:rsidR="00931E90">
        <w:rPr>
          <w:i/>
          <w:iCs/>
        </w:rPr>
        <w:t>Leymus</w:t>
      </w:r>
      <w:proofErr w:type="spellEnd"/>
      <w:r w:rsidRPr="006D3A45" w:rsidR="00931E90">
        <w:rPr>
          <w:i/>
          <w:iCs/>
        </w:rPr>
        <w:t xml:space="preserve"> </w:t>
      </w:r>
      <w:proofErr w:type="spellStart"/>
      <w:r w:rsidRPr="006D3A45" w:rsidR="00931E90">
        <w:rPr>
          <w:i/>
          <w:iCs/>
        </w:rPr>
        <w:t>mollis</w:t>
      </w:r>
      <w:proofErr w:type="spellEnd"/>
      <w:r w:rsidR="00931E90">
        <w:t xml:space="preserve"> dune community and a </w:t>
      </w:r>
      <w:r w:rsidRPr="006D3A45" w:rsidR="00931E90">
        <w:rPr>
          <w:i/>
          <w:iCs/>
        </w:rPr>
        <w:t xml:space="preserve">Fragaria </w:t>
      </w:r>
      <w:proofErr w:type="spellStart"/>
      <w:r w:rsidRPr="006D3A45" w:rsidR="00931E90">
        <w:rPr>
          <w:i/>
          <w:iCs/>
        </w:rPr>
        <w:t>chiloensis</w:t>
      </w:r>
      <w:proofErr w:type="spellEnd"/>
      <w:r w:rsidRPr="006D3A45" w:rsidR="00931E90">
        <w:rPr>
          <w:i/>
          <w:iCs/>
        </w:rPr>
        <w:t xml:space="preserve"> – Achillea millefolium var. borealis </w:t>
      </w:r>
      <w:r>
        <w:t>beach meadow community</w:t>
      </w:r>
      <w:r w:rsidR="00A61F71">
        <w:t>,</w:t>
      </w:r>
      <w:r>
        <w:t xml:space="preserve"> which forms further inland on higher ground (Shephard 1995).</w:t>
      </w:r>
    </w:p>
    <w:p w:rsidR="008A1156" w:rsidP="008076FD" w:rsidRDefault="008A1156" w14:paraId="011A8DA8" w14:textId="71F48E9B">
      <w:pPr>
        <w:pStyle w:val="InfoPara"/>
      </w:pPr>
      <w:r>
        <w:t>Issues or Problems</w:t>
      </w:r>
    </w:p>
    <w:p w:rsidR="008A1156" w:rsidP="008076FD" w:rsidRDefault="008A1156" w14:paraId="3F3A42C0" w14:textId="33820813">
      <w:pPr>
        <w:pStyle w:val="InfoPara"/>
      </w:pPr>
      <w:r>
        <w:t>Native Uncharacteristic Conditions</w:t>
      </w:r>
    </w:p>
    <w:p w:rsidRPr="008076FD" w:rsidR="008076FD" w:rsidP="008076FD" w:rsidRDefault="008076FD" w14:paraId="4EF2EC71" w14:textId="77777777"/>
    <w:p w:rsidR="008A1156" w:rsidP="008A1156" w:rsidRDefault="008A1156" w14:paraId="391F8941" w14:textId="77777777">
      <w:pPr>
        <w:pStyle w:val="InfoPara"/>
      </w:pPr>
      <w:r>
        <w:t>Comments</w:t>
      </w:r>
    </w:p>
    <w:p w:rsidRPr="00331FF0" w:rsidR="007C2EA5" w:rsidP="007C2EA5" w:rsidRDefault="007C2EA5" w14:paraId="5952E940" w14:textId="77777777">
      <w:r>
        <w:t>10/2021 This description was updated by NatureServe staff and Kori Blankenship based on the updated Ecological Systems classification for Alaska. Edits focused on adjusting the Geographic Range, Biophysical Site Descriptions, and Vegetation Description sections.</w:t>
      </w:r>
    </w:p>
    <w:p w:rsidR="007C2EA5" w:rsidP="008A1156" w:rsidRDefault="007C2EA5" w14:paraId="69D2DC1B" w14:textId="77777777"/>
    <w:p w:rsidR="008A1156" w:rsidP="008A1156" w:rsidRDefault="008A1156" w14:paraId="0041E75A" w14:textId="7CEA789E">
      <w:r>
        <w:t xml:space="preserve">This system was created </w:t>
      </w:r>
      <w:r w:rsidR="00987D3C">
        <w:t xml:space="preserve">during LANDFIRE National </w:t>
      </w:r>
      <w:r>
        <w:t>for the AK Maritime region and did not receive review for other regions in the state.</w:t>
      </w:r>
      <w:r w:rsidR="00A606C7">
        <w:t xml:space="preserve"> </w:t>
      </w:r>
      <w:r>
        <w:t>This model was developed by Michael Shephard and is largely based on his work (Shephard 1993) on the Yakutat Ranger District. Review comments resulted in minor additions to the description.</w:t>
      </w:r>
    </w:p>
    <w:p w:rsidR="007769C9" w:rsidP="008A1156" w:rsidRDefault="007769C9" w14:paraId="4A223BEF" w14:textId="583F513B"/>
    <w:p w:rsidR="001E3A89" w:rsidP="001E3A89" w:rsidRDefault="001E3A89" w14:paraId="31F3AEEB"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8A1156" w:rsidP="008A1156" w:rsidRDefault="008A1156" w14:paraId="3C7B24B5" w14:textId="77777777">
      <w:pPr>
        <w:pStyle w:val="InfoPara"/>
        <w:pBdr>
          <w:top w:val="single" w:color="auto" w:sz="4" w:space="1"/>
        </w:pBdr>
      </w:pPr>
      <w:r xmlns:w="http://schemas.openxmlformats.org/wordprocessingml/2006/main">
        <w:t>Class A</w:t>
      </w:r>
      <w:r xmlns:w="http://schemas.openxmlformats.org/wordprocessingml/2006/main">
        <w:tab/>
        <w:t>30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Closed</w:t>
      </w:r>
    </w:p>
    <w:p w:rsidR="008A1156" w:rsidP="008A1156" w:rsidRDefault="008A1156" w14:paraId="114EB98D" w14:textId="77777777"/>
    <w:p w:rsidR="008A1156" w:rsidP="008A1156" w:rsidRDefault="008A1156" w14:paraId="143122E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171"/>
        <w:gridCol w:w="2340"/>
        <w:gridCol w:w="2070"/>
      </w:tblGrid>
      <w:tr w:rsidRPr="008A1156" w:rsidR="008A1156" w:rsidTr="00A61F71" w14:paraId="22C33449" w14:textId="77777777">
        <w:tc>
          <w:tcPr>
            <w:tcW w:w="1056" w:type="dxa"/>
            <w:tcBorders>
              <w:top w:val="single" w:color="auto" w:sz="2" w:space="0"/>
              <w:bottom w:val="single" w:color="000000" w:sz="12" w:space="0"/>
            </w:tcBorders>
            <w:shd w:val="clear" w:color="auto" w:fill="auto"/>
          </w:tcPr>
          <w:p w:rsidRPr="008A1156" w:rsidR="008A1156" w:rsidP="001B5CA3" w:rsidRDefault="008A1156" w14:paraId="3C13BE3F" w14:textId="77777777">
            <w:pPr>
              <w:rPr>
                <w:b/>
                <w:bCs/>
              </w:rPr>
            </w:pPr>
            <w:r w:rsidRPr="008A1156">
              <w:rPr>
                <w:b/>
                <w:bCs/>
              </w:rPr>
              <w:t>Symbol</w:t>
            </w:r>
          </w:p>
        </w:tc>
        <w:tc>
          <w:tcPr>
            <w:tcW w:w="3171" w:type="dxa"/>
            <w:tcBorders>
              <w:top w:val="single" w:color="auto" w:sz="2" w:space="0"/>
              <w:bottom w:val="single" w:color="000000" w:sz="12" w:space="0"/>
            </w:tcBorders>
            <w:shd w:val="clear" w:color="auto" w:fill="auto"/>
          </w:tcPr>
          <w:p w:rsidRPr="008A1156" w:rsidR="008A1156" w:rsidP="001B5CA3" w:rsidRDefault="008A1156" w14:paraId="5C764CAE" w14:textId="77777777">
            <w:pPr>
              <w:rPr>
                <w:b/>
                <w:bCs/>
              </w:rPr>
            </w:pPr>
            <w:r w:rsidRPr="008A1156">
              <w:rPr>
                <w:b/>
                <w:bCs/>
              </w:rPr>
              <w:t>Scientific Name</w:t>
            </w:r>
          </w:p>
        </w:tc>
        <w:tc>
          <w:tcPr>
            <w:tcW w:w="2340" w:type="dxa"/>
            <w:tcBorders>
              <w:top w:val="single" w:color="auto" w:sz="2" w:space="0"/>
              <w:bottom w:val="single" w:color="000000" w:sz="12" w:space="0"/>
            </w:tcBorders>
            <w:shd w:val="clear" w:color="auto" w:fill="auto"/>
          </w:tcPr>
          <w:p w:rsidRPr="008A1156" w:rsidR="008A1156" w:rsidP="001B5CA3" w:rsidRDefault="008A1156" w14:paraId="4168883A" w14:textId="77777777">
            <w:pPr>
              <w:rPr>
                <w:b/>
                <w:bCs/>
              </w:rPr>
            </w:pPr>
            <w:r w:rsidRPr="008A1156">
              <w:rPr>
                <w:b/>
                <w:bCs/>
              </w:rPr>
              <w:t>Common Name</w:t>
            </w:r>
          </w:p>
        </w:tc>
        <w:tc>
          <w:tcPr>
            <w:tcW w:w="2070" w:type="dxa"/>
            <w:tcBorders>
              <w:top w:val="single" w:color="auto" w:sz="2" w:space="0"/>
              <w:bottom w:val="single" w:color="000000" w:sz="12" w:space="0"/>
            </w:tcBorders>
            <w:shd w:val="clear" w:color="auto" w:fill="auto"/>
          </w:tcPr>
          <w:p w:rsidRPr="008A1156" w:rsidR="008A1156" w:rsidP="001B5CA3" w:rsidRDefault="008A1156" w14:paraId="623EEAD1" w14:textId="77777777">
            <w:pPr>
              <w:rPr>
                <w:b/>
                <w:bCs/>
              </w:rPr>
            </w:pPr>
            <w:r w:rsidRPr="008A1156">
              <w:rPr>
                <w:b/>
                <w:bCs/>
              </w:rPr>
              <w:t>Canopy Position</w:t>
            </w:r>
          </w:p>
        </w:tc>
      </w:tr>
      <w:tr w:rsidRPr="008A1156" w:rsidR="008A1156" w:rsidTr="00A61F71" w14:paraId="5BA20051" w14:textId="77777777">
        <w:tc>
          <w:tcPr>
            <w:tcW w:w="1056" w:type="dxa"/>
            <w:tcBorders>
              <w:top w:val="single" w:color="000000" w:sz="12" w:space="0"/>
            </w:tcBorders>
            <w:shd w:val="clear" w:color="auto" w:fill="auto"/>
          </w:tcPr>
          <w:p w:rsidRPr="008A1156" w:rsidR="008A1156" w:rsidP="001B5CA3" w:rsidRDefault="008A1156" w14:paraId="35B99EA0" w14:textId="77777777">
            <w:pPr>
              <w:rPr>
                <w:bCs/>
              </w:rPr>
            </w:pPr>
            <w:r w:rsidRPr="008A1156">
              <w:rPr>
                <w:bCs/>
              </w:rPr>
              <w:t>PISI</w:t>
            </w:r>
          </w:p>
        </w:tc>
        <w:tc>
          <w:tcPr>
            <w:tcW w:w="3171" w:type="dxa"/>
            <w:tcBorders>
              <w:top w:val="single" w:color="000000" w:sz="12" w:space="0"/>
            </w:tcBorders>
            <w:shd w:val="clear" w:color="auto" w:fill="auto"/>
          </w:tcPr>
          <w:p w:rsidRPr="009C06E7" w:rsidR="008A1156" w:rsidP="001B5CA3" w:rsidRDefault="008A1156" w14:paraId="2D072C41" w14:textId="77777777">
            <w:pPr>
              <w:rPr>
                <w:i/>
                <w:iCs/>
              </w:rPr>
            </w:pPr>
            <w:proofErr w:type="spellStart"/>
            <w:r w:rsidRPr="009C06E7">
              <w:rPr>
                <w:i/>
                <w:iCs/>
              </w:rPr>
              <w:t>Picea</w:t>
            </w:r>
            <w:proofErr w:type="spellEnd"/>
            <w:r w:rsidRPr="009C06E7">
              <w:rPr>
                <w:i/>
                <w:iCs/>
              </w:rPr>
              <w:t xml:space="preserve"> </w:t>
            </w:r>
            <w:proofErr w:type="spellStart"/>
            <w:r w:rsidRPr="009C06E7">
              <w:rPr>
                <w:i/>
                <w:iCs/>
              </w:rPr>
              <w:t>sitchensis</w:t>
            </w:r>
            <w:proofErr w:type="spellEnd"/>
          </w:p>
        </w:tc>
        <w:tc>
          <w:tcPr>
            <w:tcW w:w="2340" w:type="dxa"/>
            <w:tcBorders>
              <w:top w:val="single" w:color="000000" w:sz="12" w:space="0"/>
            </w:tcBorders>
            <w:shd w:val="clear" w:color="auto" w:fill="auto"/>
          </w:tcPr>
          <w:p w:rsidRPr="008A1156" w:rsidR="008A1156" w:rsidP="001B5CA3" w:rsidRDefault="008A1156" w14:paraId="07398213" w14:textId="77777777">
            <w:r w:rsidRPr="008A1156">
              <w:t>Sitka spruce</w:t>
            </w:r>
          </w:p>
        </w:tc>
        <w:tc>
          <w:tcPr>
            <w:tcW w:w="2070" w:type="dxa"/>
            <w:tcBorders>
              <w:top w:val="single" w:color="000000" w:sz="12" w:space="0"/>
            </w:tcBorders>
            <w:shd w:val="clear" w:color="auto" w:fill="auto"/>
          </w:tcPr>
          <w:p w:rsidRPr="008A1156" w:rsidR="008A1156" w:rsidP="001B5CA3" w:rsidRDefault="008A1156" w14:paraId="443FB8D1" w14:textId="77777777">
            <w:r w:rsidRPr="008A1156">
              <w:t>Upper</w:t>
            </w:r>
          </w:p>
        </w:tc>
      </w:tr>
      <w:tr w:rsidRPr="008A1156" w:rsidR="001F77C7" w:rsidTr="00A61F71" w14:paraId="3DF4DD20" w14:textId="77777777">
        <w:tc>
          <w:tcPr>
            <w:tcW w:w="1056" w:type="dxa"/>
            <w:shd w:val="clear" w:color="auto" w:fill="auto"/>
          </w:tcPr>
          <w:p w:rsidRPr="008A1156" w:rsidR="001F77C7" w:rsidP="001F77C7" w:rsidRDefault="001F77C7" w14:paraId="712492A3" w14:textId="773B5CC2">
            <w:pPr>
              <w:rPr>
                <w:bCs/>
              </w:rPr>
            </w:pPr>
            <w:r w:rsidRPr="008A1156">
              <w:rPr>
                <w:bCs/>
              </w:rPr>
              <w:t>ALVIS</w:t>
            </w:r>
          </w:p>
        </w:tc>
        <w:tc>
          <w:tcPr>
            <w:tcW w:w="3171" w:type="dxa"/>
            <w:shd w:val="clear" w:color="auto" w:fill="auto"/>
          </w:tcPr>
          <w:p w:rsidRPr="009C06E7" w:rsidR="001F77C7" w:rsidP="001F77C7" w:rsidRDefault="001F77C7" w14:paraId="231A7B51" w14:textId="4CFBC706">
            <w:pPr>
              <w:rPr>
                <w:i/>
                <w:iCs/>
              </w:rPr>
            </w:pPr>
            <w:r w:rsidRPr="009C06E7">
              <w:rPr>
                <w:i/>
                <w:iCs/>
              </w:rPr>
              <w:t xml:space="preserve">Alnus </w:t>
            </w:r>
            <w:proofErr w:type="spellStart"/>
            <w:r w:rsidRPr="009C06E7">
              <w:rPr>
                <w:i/>
                <w:iCs/>
              </w:rPr>
              <w:t>viridis</w:t>
            </w:r>
            <w:proofErr w:type="spellEnd"/>
            <w:r w:rsidRPr="009C06E7">
              <w:rPr>
                <w:i/>
                <w:iCs/>
              </w:rPr>
              <w:t xml:space="preserve"> </w:t>
            </w:r>
            <w:r w:rsidRPr="009C06E7">
              <w:t>ssp</w:t>
            </w:r>
            <w:r w:rsidRPr="009C06E7">
              <w:rPr>
                <w:i/>
                <w:iCs/>
              </w:rPr>
              <w:t xml:space="preserve">. </w:t>
            </w:r>
            <w:proofErr w:type="spellStart"/>
            <w:r w:rsidRPr="009C06E7">
              <w:rPr>
                <w:i/>
                <w:iCs/>
              </w:rPr>
              <w:t>sinuata</w:t>
            </w:r>
            <w:proofErr w:type="spellEnd"/>
          </w:p>
        </w:tc>
        <w:tc>
          <w:tcPr>
            <w:tcW w:w="2340" w:type="dxa"/>
            <w:shd w:val="clear" w:color="auto" w:fill="auto"/>
          </w:tcPr>
          <w:p w:rsidRPr="008A1156" w:rsidR="001F77C7" w:rsidP="001F77C7" w:rsidRDefault="001F77C7" w14:paraId="49F98EE5" w14:textId="720F0BD7">
            <w:r w:rsidRPr="008A1156">
              <w:t>Sitka alder</w:t>
            </w:r>
          </w:p>
        </w:tc>
        <w:tc>
          <w:tcPr>
            <w:tcW w:w="2070" w:type="dxa"/>
            <w:shd w:val="clear" w:color="auto" w:fill="auto"/>
          </w:tcPr>
          <w:p w:rsidRPr="008A1156" w:rsidR="001F77C7" w:rsidP="001F77C7" w:rsidRDefault="001F77C7" w14:paraId="05EBB113" w14:textId="529F95C7">
            <w:r>
              <w:t>Lower</w:t>
            </w:r>
          </w:p>
        </w:tc>
      </w:tr>
      <w:tr w:rsidRPr="008A1156" w:rsidR="008A1156" w:rsidTr="00A61F71" w14:paraId="6C3BC5A6" w14:textId="77777777">
        <w:tc>
          <w:tcPr>
            <w:tcW w:w="1056" w:type="dxa"/>
            <w:shd w:val="clear" w:color="auto" w:fill="auto"/>
          </w:tcPr>
          <w:p w:rsidRPr="008A1156" w:rsidR="008A1156" w:rsidP="001B5CA3" w:rsidRDefault="008A1156" w14:paraId="70F30DD2" w14:textId="77777777">
            <w:pPr>
              <w:rPr>
                <w:bCs/>
              </w:rPr>
            </w:pPr>
            <w:r w:rsidRPr="008A1156">
              <w:rPr>
                <w:bCs/>
              </w:rPr>
              <w:t>OPHO</w:t>
            </w:r>
          </w:p>
        </w:tc>
        <w:tc>
          <w:tcPr>
            <w:tcW w:w="3171" w:type="dxa"/>
            <w:shd w:val="clear" w:color="auto" w:fill="auto"/>
          </w:tcPr>
          <w:p w:rsidRPr="009C06E7" w:rsidR="008A1156" w:rsidP="001B5CA3" w:rsidRDefault="008A1156" w14:paraId="37662ECB" w14:textId="77777777">
            <w:pPr>
              <w:rPr>
                <w:i/>
                <w:iCs/>
              </w:rPr>
            </w:pPr>
            <w:proofErr w:type="spellStart"/>
            <w:r w:rsidRPr="009C06E7">
              <w:rPr>
                <w:i/>
                <w:iCs/>
              </w:rPr>
              <w:t>Oplopanax</w:t>
            </w:r>
            <w:proofErr w:type="spellEnd"/>
            <w:r w:rsidRPr="009C06E7">
              <w:rPr>
                <w:i/>
                <w:iCs/>
              </w:rPr>
              <w:t xml:space="preserve"> </w:t>
            </w:r>
            <w:proofErr w:type="spellStart"/>
            <w:r w:rsidRPr="009C06E7">
              <w:rPr>
                <w:i/>
                <w:iCs/>
              </w:rPr>
              <w:t>horridus</w:t>
            </w:r>
            <w:proofErr w:type="spellEnd"/>
          </w:p>
        </w:tc>
        <w:tc>
          <w:tcPr>
            <w:tcW w:w="2340" w:type="dxa"/>
            <w:shd w:val="clear" w:color="auto" w:fill="auto"/>
          </w:tcPr>
          <w:p w:rsidRPr="008A1156" w:rsidR="008A1156" w:rsidP="001B5CA3" w:rsidRDefault="008A1156" w14:paraId="661E052D" w14:textId="77777777">
            <w:proofErr w:type="spellStart"/>
            <w:r w:rsidRPr="008A1156">
              <w:t>Devilsclub</w:t>
            </w:r>
            <w:proofErr w:type="spellEnd"/>
          </w:p>
        </w:tc>
        <w:tc>
          <w:tcPr>
            <w:tcW w:w="2070" w:type="dxa"/>
            <w:shd w:val="clear" w:color="auto" w:fill="auto"/>
          </w:tcPr>
          <w:p w:rsidRPr="008A1156" w:rsidR="008A1156" w:rsidP="001B5CA3" w:rsidRDefault="008A1156" w14:paraId="28B96A9D" w14:textId="77777777">
            <w:r w:rsidRPr="008A1156">
              <w:t>Lower</w:t>
            </w:r>
          </w:p>
        </w:tc>
      </w:tr>
      <w:tr w:rsidRPr="008A1156" w:rsidR="001F77C7" w:rsidTr="00A61F71" w14:paraId="2A3B6207" w14:textId="77777777">
        <w:tc>
          <w:tcPr>
            <w:tcW w:w="1056" w:type="dxa"/>
            <w:shd w:val="clear" w:color="auto" w:fill="auto"/>
          </w:tcPr>
          <w:p w:rsidRPr="008A1156" w:rsidR="001F77C7" w:rsidP="001B5CA3" w:rsidRDefault="001F77C7" w14:paraId="757344FA" w14:textId="57191A9D">
            <w:pPr>
              <w:rPr>
                <w:bCs/>
              </w:rPr>
            </w:pPr>
            <w:r w:rsidRPr="001F77C7">
              <w:rPr>
                <w:bCs/>
              </w:rPr>
              <w:t>CANU</w:t>
            </w:r>
          </w:p>
        </w:tc>
        <w:tc>
          <w:tcPr>
            <w:tcW w:w="3171" w:type="dxa"/>
            <w:shd w:val="clear" w:color="auto" w:fill="auto"/>
          </w:tcPr>
          <w:p w:rsidRPr="009C06E7" w:rsidR="001F77C7" w:rsidP="001B5CA3" w:rsidRDefault="001F77C7" w14:paraId="622A1B49" w14:textId="559B01CE">
            <w:pPr>
              <w:rPr>
                <w:i/>
                <w:iCs/>
              </w:rPr>
            </w:pPr>
            <w:r w:rsidRPr="009C06E7">
              <w:rPr>
                <w:i/>
                <w:iCs/>
              </w:rPr>
              <w:t xml:space="preserve">Calamagrostis </w:t>
            </w:r>
            <w:proofErr w:type="spellStart"/>
            <w:r w:rsidRPr="009C06E7">
              <w:rPr>
                <w:i/>
                <w:iCs/>
              </w:rPr>
              <w:t>nutkaensis</w:t>
            </w:r>
            <w:proofErr w:type="spellEnd"/>
          </w:p>
        </w:tc>
        <w:tc>
          <w:tcPr>
            <w:tcW w:w="2340" w:type="dxa"/>
            <w:shd w:val="clear" w:color="auto" w:fill="auto"/>
          </w:tcPr>
          <w:p w:rsidRPr="008A1156" w:rsidR="001F77C7" w:rsidP="001B5CA3" w:rsidRDefault="001F77C7" w14:paraId="0465B217" w14:textId="52593EF1">
            <w:r w:rsidRPr="001F77C7">
              <w:t xml:space="preserve">Pacific </w:t>
            </w:r>
            <w:proofErr w:type="spellStart"/>
            <w:r w:rsidRPr="001F77C7">
              <w:t>reedgrass</w:t>
            </w:r>
            <w:proofErr w:type="spellEnd"/>
          </w:p>
        </w:tc>
        <w:tc>
          <w:tcPr>
            <w:tcW w:w="2070" w:type="dxa"/>
            <w:shd w:val="clear" w:color="auto" w:fill="auto"/>
          </w:tcPr>
          <w:p w:rsidRPr="008A1156" w:rsidR="001F77C7" w:rsidP="001B5CA3" w:rsidRDefault="001F77C7" w14:paraId="4C6DC56A" w14:textId="3EE909BC">
            <w:r>
              <w:t>Lower</w:t>
            </w:r>
          </w:p>
        </w:tc>
      </w:tr>
    </w:tbl>
    <w:p w:rsidR="008A1156" w:rsidP="008A1156" w:rsidRDefault="008A1156" w14:paraId="4C1A6F7C" w14:textId="77777777"/>
    <w:p w:rsidR="00E85151" w:rsidP="008A1156" w:rsidRDefault="00E85151" w14:paraId="6AD12EF6" w14:textId="77777777"/>
    <w:p w:rsidR="008A1156" w:rsidP="008A1156" w:rsidRDefault="008A1156" w14:paraId="2D33BD64" w14:textId="77777777">
      <w:pPr>
        <w:pStyle w:val="SClassInfoPara"/>
      </w:pPr>
      <w:r>
        <w:t>Description</w:t>
      </w:r>
    </w:p>
    <w:p w:rsidR="00E85151" w:rsidP="008A1156" w:rsidRDefault="008A1156" w14:paraId="7EA3836D" w14:textId="468B2EB4">
      <w:r>
        <w:t>Early, ecotone community between the non-forested beach and the beach ridge</w:t>
      </w:r>
      <w:r w:rsidR="00A61F71">
        <w:t xml:space="preserve">. </w:t>
      </w:r>
      <w:proofErr w:type="spellStart"/>
      <w:r w:rsidRPr="00D654D9">
        <w:rPr>
          <w:i/>
          <w:iCs/>
        </w:rPr>
        <w:t>Picea</w:t>
      </w:r>
      <w:proofErr w:type="spellEnd"/>
      <w:r w:rsidRPr="00D654D9">
        <w:rPr>
          <w:i/>
          <w:iCs/>
        </w:rPr>
        <w:t xml:space="preserve"> </w:t>
      </w:r>
      <w:proofErr w:type="spellStart"/>
      <w:r w:rsidRPr="00D654D9">
        <w:rPr>
          <w:i/>
          <w:iCs/>
        </w:rPr>
        <w:t>sitchensis</w:t>
      </w:r>
      <w:proofErr w:type="spellEnd"/>
      <w:r w:rsidRPr="003E04B8">
        <w:rPr>
          <w:i/>
          <w:iCs/>
        </w:rPr>
        <w:t>/</w:t>
      </w:r>
      <w:proofErr w:type="spellStart"/>
      <w:r w:rsidRPr="00D654D9">
        <w:rPr>
          <w:i/>
          <w:iCs/>
        </w:rPr>
        <w:t>Oplopanax</w:t>
      </w:r>
      <w:proofErr w:type="spellEnd"/>
      <w:r w:rsidRPr="00D654D9">
        <w:rPr>
          <w:i/>
          <w:iCs/>
        </w:rPr>
        <w:t xml:space="preserve"> </w:t>
      </w:r>
      <w:proofErr w:type="spellStart"/>
      <w:r w:rsidRPr="00D654D9">
        <w:rPr>
          <w:i/>
          <w:iCs/>
        </w:rPr>
        <w:t>horridus</w:t>
      </w:r>
      <w:proofErr w:type="spellEnd"/>
      <w:r>
        <w:t xml:space="preserve"> community. Found on beach formations &lt; 130yrs old (Shephard </w:t>
      </w:r>
      <w:r>
        <w:t>1993).</w:t>
      </w:r>
      <w:r w:rsidR="00950375">
        <w:t xml:space="preserve"> </w:t>
      </w:r>
      <w:r>
        <w:t xml:space="preserve">This ecotonal community is characterized by young, very dense stands of </w:t>
      </w:r>
      <w:proofErr w:type="spellStart"/>
      <w:r w:rsidRPr="00D654D9" w:rsidR="00D654D9">
        <w:rPr>
          <w:i/>
          <w:iCs/>
        </w:rPr>
        <w:t>Picea</w:t>
      </w:r>
      <w:proofErr w:type="spellEnd"/>
      <w:r w:rsidRPr="00D654D9" w:rsidR="00D654D9">
        <w:rPr>
          <w:i/>
          <w:iCs/>
        </w:rPr>
        <w:t xml:space="preserve"> </w:t>
      </w:r>
      <w:proofErr w:type="spellStart"/>
      <w:r w:rsidRPr="00D654D9" w:rsidR="00D654D9">
        <w:rPr>
          <w:i/>
          <w:iCs/>
        </w:rPr>
        <w:t>sitchensis</w:t>
      </w:r>
      <w:proofErr w:type="spellEnd"/>
      <w:r w:rsidR="00D654D9">
        <w:t xml:space="preserve"> </w:t>
      </w:r>
      <w:r>
        <w:t xml:space="preserve">with a moss understory (Shephard 1993). </w:t>
      </w:r>
    </w:p>
    <w:p w:rsidR="00E85151" w:rsidP="008A1156" w:rsidRDefault="00E85151" w14:paraId="312B9600" w14:textId="77777777"/>
    <w:p>
      <w:r>
        <w:rPr>
          <w:i/>
          <w:u w:val="single"/>
        </w:rPr>
        <w:t>Maximum Tree Size Class</w:t>
      </w:r>
      <w:br/>
      <w:r>
        <w:t>Med. 9–20" (swd)/11–20" (hwd)</w:t>
      </w:r>
    </w:p>
    <w:p w:rsidR="008A1156" w:rsidP="008A1156" w:rsidRDefault="008A1156" w14:paraId="3CD79AA4" w14:textId="77777777">
      <w:pPr>
        <w:pStyle w:val="InfoPara"/>
        <w:pBdr>
          <w:top w:val="single" w:color="auto" w:sz="4" w:space="1"/>
        </w:pBdr>
      </w:pPr>
      <w:r xmlns:w="http://schemas.openxmlformats.org/wordprocessingml/2006/main">
        <w:t>Class B</w:t>
      </w:r>
      <w:r xmlns:w="http://schemas.openxmlformats.org/wordprocessingml/2006/main">
        <w:tab/>
        <w:t>30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8A1156" w:rsidP="008A1156" w:rsidRDefault="008A1156" w14:paraId="0A1001F2" w14:textId="77777777"/>
    <w:p w:rsidR="008A1156" w:rsidP="008A1156" w:rsidRDefault="008A1156" w14:paraId="23274B8D"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3147"/>
        <w:gridCol w:w="2340"/>
        <w:gridCol w:w="2070"/>
      </w:tblGrid>
      <w:tr w:rsidRPr="008A1156" w:rsidR="008A1156" w:rsidTr="00A61F71" w14:paraId="2B93AEB3" w14:textId="77777777">
        <w:tc>
          <w:tcPr>
            <w:tcW w:w="1080" w:type="dxa"/>
            <w:tcBorders>
              <w:top w:val="single" w:color="auto" w:sz="2" w:space="0"/>
              <w:bottom w:val="single" w:color="000000" w:sz="12" w:space="0"/>
            </w:tcBorders>
            <w:shd w:val="clear" w:color="auto" w:fill="auto"/>
          </w:tcPr>
          <w:p w:rsidRPr="008A1156" w:rsidR="008A1156" w:rsidP="001B5CA3" w:rsidRDefault="008A1156" w14:paraId="358A2143" w14:textId="77777777">
            <w:pPr>
              <w:rPr>
                <w:b/>
                <w:bCs/>
              </w:rPr>
            </w:pPr>
            <w:r w:rsidRPr="008A1156">
              <w:rPr>
                <w:b/>
                <w:bCs/>
              </w:rPr>
              <w:t>Symbol</w:t>
            </w:r>
          </w:p>
        </w:tc>
        <w:tc>
          <w:tcPr>
            <w:tcW w:w="3147" w:type="dxa"/>
            <w:tcBorders>
              <w:top w:val="single" w:color="auto" w:sz="2" w:space="0"/>
              <w:bottom w:val="single" w:color="000000" w:sz="12" w:space="0"/>
            </w:tcBorders>
            <w:shd w:val="clear" w:color="auto" w:fill="auto"/>
          </w:tcPr>
          <w:p w:rsidRPr="008A1156" w:rsidR="008A1156" w:rsidP="001B5CA3" w:rsidRDefault="008A1156" w14:paraId="0F2AD44B" w14:textId="77777777">
            <w:pPr>
              <w:rPr>
                <w:b/>
                <w:bCs/>
              </w:rPr>
            </w:pPr>
            <w:r w:rsidRPr="008A1156">
              <w:rPr>
                <w:b/>
                <w:bCs/>
              </w:rPr>
              <w:t>Scientific Name</w:t>
            </w:r>
          </w:p>
        </w:tc>
        <w:tc>
          <w:tcPr>
            <w:tcW w:w="2340" w:type="dxa"/>
            <w:tcBorders>
              <w:top w:val="single" w:color="auto" w:sz="2" w:space="0"/>
              <w:bottom w:val="single" w:color="000000" w:sz="12" w:space="0"/>
            </w:tcBorders>
            <w:shd w:val="clear" w:color="auto" w:fill="auto"/>
          </w:tcPr>
          <w:p w:rsidRPr="008A1156" w:rsidR="008A1156" w:rsidP="001B5CA3" w:rsidRDefault="008A1156" w14:paraId="791F09A0" w14:textId="77777777">
            <w:pPr>
              <w:rPr>
                <w:b/>
                <w:bCs/>
              </w:rPr>
            </w:pPr>
            <w:r w:rsidRPr="008A1156">
              <w:rPr>
                <w:b/>
                <w:bCs/>
              </w:rPr>
              <w:t>Common Name</w:t>
            </w:r>
          </w:p>
        </w:tc>
        <w:tc>
          <w:tcPr>
            <w:tcW w:w="2070" w:type="dxa"/>
            <w:tcBorders>
              <w:top w:val="single" w:color="auto" w:sz="2" w:space="0"/>
              <w:bottom w:val="single" w:color="000000" w:sz="12" w:space="0"/>
            </w:tcBorders>
            <w:shd w:val="clear" w:color="auto" w:fill="auto"/>
          </w:tcPr>
          <w:p w:rsidRPr="008A1156" w:rsidR="008A1156" w:rsidP="001B5CA3" w:rsidRDefault="008A1156" w14:paraId="36C12ACC" w14:textId="77777777">
            <w:pPr>
              <w:rPr>
                <w:b/>
                <w:bCs/>
              </w:rPr>
            </w:pPr>
            <w:r w:rsidRPr="008A1156">
              <w:rPr>
                <w:b/>
                <w:bCs/>
              </w:rPr>
              <w:t>Canopy Position</w:t>
            </w:r>
          </w:p>
        </w:tc>
      </w:tr>
      <w:tr w:rsidRPr="008A1156" w:rsidR="008A1156" w:rsidTr="00A61F71" w14:paraId="6AFB101B" w14:textId="77777777">
        <w:tc>
          <w:tcPr>
            <w:tcW w:w="1080" w:type="dxa"/>
            <w:tcBorders>
              <w:top w:val="single" w:color="000000" w:sz="12" w:space="0"/>
            </w:tcBorders>
            <w:shd w:val="clear" w:color="auto" w:fill="auto"/>
          </w:tcPr>
          <w:p w:rsidRPr="008A1156" w:rsidR="008A1156" w:rsidP="001B5CA3" w:rsidRDefault="008A1156" w14:paraId="5BA1D3A8" w14:textId="77777777">
            <w:pPr>
              <w:rPr>
                <w:bCs/>
              </w:rPr>
            </w:pPr>
            <w:r w:rsidRPr="008A1156">
              <w:rPr>
                <w:bCs/>
              </w:rPr>
              <w:t>PISI</w:t>
            </w:r>
          </w:p>
        </w:tc>
        <w:tc>
          <w:tcPr>
            <w:tcW w:w="3147" w:type="dxa"/>
            <w:tcBorders>
              <w:top w:val="single" w:color="000000" w:sz="12" w:space="0"/>
            </w:tcBorders>
            <w:shd w:val="clear" w:color="auto" w:fill="auto"/>
          </w:tcPr>
          <w:p w:rsidRPr="003E04B8" w:rsidR="008A1156" w:rsidP="001B5CA3" w:rsidRDefault="008A1156" w14:paraId="6A41AA92" w14:textId="77777777">
            <w:pPr>
              <w:rPr>
                <w:i/>
                <w:iCs/>
              </w:rPr>
            </w:pPr>
            <w:proofErr w:type="spellStart"/>
            <w:r w:rsidRPr="003E04B8">
              <w:rPr>
                <w:i/>
                <w:iCs/>
              </w:rPr>
              <w:t>Picea</w:t>
            </w:r>
            <w:proofErr w:type="spellEnd"/>
            <w:r w:rsidRPr="003E04B8">
              <w:rPr>
                <w:i/>
                <w:iCs/>
              </w:rPr>
              <w:t xml:space="preserve"> </w:t>
            </w:r>
            <w:proofErr w:type="spellStart"/>
            <w:r w:rsidRPr="003E04B8">
              <w:rPr>
                <w:i/>
                <w:iCs/>
              </w:rPr>
              <w:t>sitchensis</w:t>
            </w:r>
            <w:proofErr w:type="spellEnd"/>
          </w:p>
        </w:tc>
        <w:tc>
          <w:tcPr>
            <w:tcW w:w="2340" w:type="dxa"/>
            <w:tcBorders>
              <w:top w:val="single" w:color="000000" w:sz="12" w:space="0"/>
            </w:tcBorders>
            <w:shd w:val="clear" w:color="auto" w:fill="auto"/>
          </w:tcPr>
          <w:p w:rsidRPr="008A1156" w:rsidR="008A1156" w:rsidP="001B5CA3" w:rsidRDefault="008A1156" w14:paraId="74399B5F" w14:textId="77777777">
            <w:r w:rsidRPr="008A1156">
              <w:t>Sitka spruce</w:t>
            </w:r>
          </w:p>
        </w:tc>
        <w:tc>
          <w:tcPr>
            <w:tcW w:w="2070" w:type="dxa"/>
            <w:tcBorders>
              <w:top w:val="single" w:color="000000" w:sz="12" w:space="0"/>
            </w:tcBorders>
            <w:shd w:val="clear" w:color="auto" w:fill="auto"/>
          </w:tcPr>
          <w:p w:rsidRPr="008A1156" w:rsidR="008A1156" w:rsidP="001B5CA3" w:rsidRDefault="008A1156" w14:paraId="610A80C6" w14:textId="77777777">
            <w:r w:rsidRPr="008A1156">
              <w:t>Upper</w:t>
            </w:r>
          </w:p>
        </w:tc>
      </w:tr>
      <w:tr w:rsidRPr="008A1156" w:rsidR="008A1156" w:rsidTr="00A61F71" w14:paraId="38030979" w14:textId="77777777">
        <w:tc>
          <w:tcPr>
            <w:tcW w:w="1080" w:type="dxa"/>
            <w:shd w:val="clear" w:color="auto" w:fill="auto"/>
          </w:tcPr>
          <w:p w:rsidRPr="008A1156" w:rsidR="008A1156" w:rsidP="001B5CA3" w:rsidRDefault="008A1156" w14:paraId="3CA5D664" w14:textId="77777777">
            <w:pPr>
              <w:rPr>
                <w:bCs/>
              </w:rPr>
            </w:pPr>
            <w:r w:rsidRPr="008A1156">
              <w:rPr>
                <w:bCs/>
              </w:rPr>
              <w:t>OPHO</w:t>
            </w:r>
          </w:p>
        </w:tc>
        <w:tc>
          <w:tcPr>
            <w:tcW w:w="3147" w:type="dxa"/>
            <w:shd w:val="clear" w:color="auto" w:fill="auto"/>
          </w:tcPr>
          <w:p w:rsidRPr="003E04B8" w:rsidR="008A1156" w:rsidP="001B5CA3" w:rsidRDefault="008A1156" w14:paraId="411E9A76" w14:textId="77777777">
            <w:pPr>
              <w:rPr>
                <w:i/>
                <w:iCs/>
              </w:rPr>
            </w:pPr>
            <w:proofErr w:type="spellStart"/>
            <w:r w:rsidRPr="003E04B8">
              <w:rPr>
                <w:i/>
                <w:iCs/>
              </w:rPr>
              <w:t>Oplopanax</w:t>
            </w:r>
            <w:proofErr w:type="spellEnd"/>
            <w:r w:rsidRPr="003E04B8">
              <w:rPr>
                <w:i/>
                <w:iCs/>
              </w:rPr>
              <w:t xml:space="preserve"> </w:t>
            </w:r>
            <w:proofErr w:type="spellStart"/>
            <w:r w:rsidRPr="003E04B8">
              <w:rPr>
                <w:i/>
                <w:iCs/>
              </w:rPr>
              <w:t>horridus</w:t>
            </w:r>
            <w:proofErr w:type="spellEnd"/>
          </w:p>
        </w:tc>
        <w:tc>
          <w:tcPr>
            <w:tcW w:w="2340" w:type="dxa"/>
            <w:shd w:val="clear" w:color="auto" w:fill="auto"/>
          </w:tcPr>
          <w:p w:rsidRPr="008A1156" w:rsidR="008A1156" w:rsidP="001B5CA3" w:rsidRDefault="008A1156" w14:paraId="4E187C6E" w14:textId="77777777">
            <w:proofErr w:type="spellStart"/>
            <w:r w:rsidRPr="008A1156">
              <w:t>Devilsclub</w:t>
            </w:r>
            <w:proofErr w:type="spellEnd"/>
          </w:p>
        </w:tc>
        <w:tc>
          <w:tcPr>
            <w:tcW w:w="2070" w:type="dxa"/>
            <w:shd w:val="clear" w:color="auto" w:fill="auto"/>
          </w:tcPr>
          <w:p w:rsidRPr="008A1156" w:rsidR="008A1156" w:rsidP="001B5CA3" w:rsidRDefault="008A1156" w14:paraId="1C6A6074" w14:textId="77777777">
            <w:r w:rsidRPr="008A1156">
              <w:t>Lower</w:t>
            </w:r>
          </w:p>
        </w:tc>
      </w:tr>
      <w:tr w:rsidRPr="008A1156" w:rsidR="00FF1E7E" w:rsidTr="00A61F71" w14:paraId="722B9CE0" w14:textId="77777777">
        <w:tc>
          <w:tcPr>
            <w:tcW w:w="1080" w:type="dxa"/>
            <w:shd w:val="clear" w:color="auto" w:fill="auto"/>
          </w:tcPr>
          <w:p w:rsidRPr="008A1156" w:rsidR="00FF1E7E" w:rsidP="00FF1E7E" w:rsidRDefault="00FF1E7E" w14:paraId="6584C2F6" w14:textId="59F155B5">
            <w:pPr>
              <w:rPr>
                <w:bCs/>
              </w:rPr>
            </w:pPr>
            <w:r w:rsidRPr="008A1156">
              <w:rPr>
                <w:bCs/>
              </w:rPr>
              <w:t>VA</w:t>
            </w:r>
            <w:r>
              <w:rPr>
                <w:bCs/>
              </w:rPr>
              <w:t>OV</w:t>
            </w:r>
          </w:p>
        </w:tc>
        <w:tc>
          <w:tcPr>
            <w:tcW w:w="3147" w:type="dxa"/>
            <w:shd w:val="clear" w:color="auto" w:fill="auto"/>
          </w:tcPr>
          <w:p w:rsidRPr="003E04B8" w:rsidR="00FF1E7E" w:rsidP="00FF1E7E" w:rsidRDefault="00FF1E7E" w14:paraId="31383268" w14:textId="20934016">
            <w:pPr>
              <w:rPr>
                <w:i/>
                <w:iCs/>
              </w:rPr>
            </w:pPr>
            <w:r w:rsidRPr="003E04B8">
              <w:rPr>
                <w:i/>
                <w:iCs/>
              </w:rPr>
              <w:t xml:space="preserve">Vaccinium </w:t>
            </w:r>
            <w:proofErr w:type="spellStart"/>
            <w:r w:rsidRPr="003E04B8">
              <w:rPr>
                <w:i/>
                <w:iCs/>
              </w:rPr>
              <w:t>ovalifolium</w:t>
            </w:r>
            <w:proofErr w:type="spellEnd"/>
          </w:p>
        </w:tc>
        <w:tc>
          <w:tcPr>
            <w:tcW w:w="2340" w:type="dxa"/>
            <w:shd w:val="clear" w:color="auto" w:fill="auto"/>
          </w:tcPr>
          <w:p w:rsidRPr="008A1156" w:rsidR="00FF1E7E" w:rsidP="00FF1E7E" w:rsidRDefault="00FF1E7E" w14:paraId="53F28DDB" w14:textId="4C0E5007">
            <w:r>
              <w:t>O</w:t>
            </w:r>
            <w:r w:rsidRPr="00FF1E7E">
              <w:t>val-leaf blueberry</w:t>
            </w:r>
          </w:p>
        </w:tc>
        <w:tc>
          <w:tcPr>
            <w:tcW w:w="2070" w:type="dxa"/>
            <w:shd w:val="clear" w:color="auto" w:fill="auto"/>
          </w:tcPr>
          <w:p w:rsidRPr="008A1156" w:rsidR="00FF1E7E" w:rsidP="00FF1E7E" w:rsidRDefault="00A61F71" w14:paraId="1B38EEBE" w14:textId="41192881">
            <w:r>
              <w:rPr>
                <w:bCs/>
              </w:rPr>
              <w:t>Lower</w:t>
            </w:r>
          </w:p>
        </w:tc>
      </w:tr>
    </w:tbl>
    <w:p w:rsidR="008A1156" w:rsidP="008A1156" w:rsidRDefault="008A1156" w14:paraId="0E2E43E0" w14:textId="77777777"/>
    <w:p w:rsidR="008A1156" w:rsidP="008A1156" w:rsidRDefault="008A1156" w14:paraId="1FEE9DA7" w14:textId="77777777">
      <w:pPr>
        <w:pStyle w:val="SClassInfoPara"/>
      </w:pPr>
      <w:r>
        <w:t>Description</w:t>
      </w:r>
    </w:p>
    <w:p w:rsidR="008A1156" w:rsidP="008A1156" w:rsidRDefault="008A1156" w14:paraId="62F5643D" w14:textId="340D75F0">
      <w:r>
        <w:t xml:space="preserve">Young </w:t>
      </w:r>
      <w:proofErr w:type="spellStart"/>
      <w:r w:rsidRPr="00D654D9">
        <w:rPr>
          <w:i/>
          <w:iCs/>
        </w:rPr>
        <w:t>Picea</w:t>
      </w:r>
      <w:proofErr w:type="spellEnd"/>
      <w:r w:rsidRPr="00D654D9">
        <w:rPr>
          <w:i/>
          <w:iCs/>
        </w:rPr>
        <w:t xml:space="preserve"> </w:t>
      </w:r>
      <w:proofErr w:type="spellStart"/>
      <w:r w:rsidRPr="00D654D9">
        <w:rPr>
          <w:i/>
          <w:iCs/>
        </w:rPr>
        <w:t>sitchensis</w:t>
      </w:r>
      <w:proofErr w:type="spellEnd"/>
      <w:r>
        <w:t>/</w:t>
      </w:r>
      <w:proofErr w:type="spellStart"/>
      <w:r w:rsidRPr="00D654D9">
        <w:rPr>
          <w:i/>
          <w:iCs/>
        </w:rPr>
        <w:t>Oplopanax</w:t>
      </w:r>
      <w:proofErr w:type="spellEnd"/>
      <w:r w:rsidRPr="00D654D9">
        <w:rPr>
          <w:i/>
          <w:iCs/>
        </w:rPr>
        <w:t xml:space="preserve"> </w:t>
      </w:r>
      <w:proofErr w:type="spellStart"/>
      <w:r w:rsidRPr="00D654D9">
        <w:rPr>
          <w:i/>
          <w:iCs/>
        </w:rPr>
        <w:t>horridus</w:t>
      </w:r>
      <w:proofErr w:type="spellEnd"/>
      <w:r>
        <w:t xml:space="preserve"> community. Found on beach ridge formations 130-300yrs old (Shephard 1993). Cover of </w:t>
      </w:r>
      <w:r w:rsidRPr="00D654D9">
        <w:rPr>
          <w:i/>
          <w:iCs/>
        </w:rPr>
        <w:t xml:space="preserve">Viburnum </w:t>
      </w:r>
      <w:proofErr w:type="spellStart"/>
      <w:r w:rsidRPr="00D654D9">
        <w:rPr>
          <w:i/>
          <w:iCs/>
        </w:rPr>
        <w:t>edule</w:t>
      </w:r>
      <w:proofErr w:type="spellEnd"/>
      <w:r>
        <w:t xml:space="preserve"> and </w:t>
      </w:r>
      <w:r w:rsidRPr="00D654D9">
        <w:rPr>
          <w:i/>
          <w:iCs/>
        </w:rPr>
        <w:t>Vaccinium</w:t>
      </w:r>
      <w:r>
        <w:t xml:space="preserve"> ssp. is typically higher during this stage than later seral stages (Shephard 1993). Common moss species include </w:t>
      </w:r>
      <w:proofErr w:type="spellStart"/>
      <w:r w:rsidRPr="00D654D9">
        <w:rPr>
          <w:i/>
          <w:iCs/>
        </w:rPr>
        <w:t>Hylocomium</w:t>
      </w:r>
      <w:proofErr w:type="spellEnd"/>
      <w:r w:rsidRPr="00D654D9">
        <w:rPr>
          <w:i/>
          <w:iCs/>
        </w:rPr>
        <w:t xml:space="preserve"> splendens</w:t>
      </w:r>
      <w:r>
        <w:t xml:space="preserve">, </w:t>
      </w:r>
      <w:proofErr w:type="spellStart"/>
      <w:r w:rsidRPr="00D654D9">
        <w:rPr>
          <w:i/>
          <w:iCs/>
        </w:rPr>
        <w:t>Rhytidiadelphus</w:t>
      </w:r>
      <w:proofErr w:type="spellEnd"/>
      <w:r w:rsidRPr="00D654D9">
        <w:rPr>
          <w:i/>
          <w:iCs/>
        </w:rPr>
        <w:t xml:space="preserve"> </w:t>
      </w:r>
      <w:proofErr w:type="spellStart"/>
      <w:r w:rsidRPr="00D654D9">
        <w:rPr>
          <w:i/>
          <w:iCs/>
        </w:rPr>
        <w:t>loreus</w:t>
      </w:r>
      <w:proofErr w:type="spellEnd"/>
      <w:r w:rsidR="00D654D9">
        <w:t xml:space="preserve">, </w:t>
      </w:r>
      <w:r>
        <w:t xml:space="preserve">and </w:t>
      </w:r>
      <w:proofErr w:type="spellStart"/>
      <w:r w:rsidRPr="00D654D9">
        <w:rPr>
          <w:i/>
          <w:iCs/>
        </w:rPr>
        <w:t>Dicranum</w:t>
      </w:r>
      <w:proofErr w:type="spellEnd"/>
      <w:r>
        <w:t xml:space="preserve"> spp</w:t>
      </w:r>
      <w:r w:rsidR="00D654D9">
        <w:t>.</w:t>
      </w:r>
      <w:r>
        <w:t xml:space="preserve"> (Shephard 1993).</w:t>
      </w:r>
    </w:p>
    <w:p w:rsidR="00E85151" w:rsidP="008A1156" w:rsidRDefault="00E85151" w14:paraId="05DA34C3" w14:textId="77777777"/>
    <w:p>
      <w:r>
        <w:rPr>
          <w:i/>
          <w:u w:val="single"/>
        </w:rPr>
        <w:t>Maximum Tree Size Class</w:t>
      </w:r>
      <w:br/>
      <w:r>
        <w:t>Large 20" – 40"</w:t>
      </w:r>
    </w:p>
    <w:p w:rsidR="008A1156" w:rsidP="008A1156" w:rsidRDefault="008A1156" w14:paraId="7B137271" w14:textId="77777777">
      <w:pPr>
        <w:pStyle w:val="InfoPara"/>
        <w:pBdr>
          <w:top w:val="single" w:color="auto" w:sz="4" w:space="1"/>
        </w:pBdr>
      </w:pPr>
      <w:r xmlns:w="http://schemas.openxmlformats.org/wordprocessingml/2006/main">
        <w:t>Class C</w:t>
      </w:r>
      <w:r xmlns:w="http://schemas.openxmlformats.org/wordprocessingml/2006/main">
        <w:tab/>
        <w:t>40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8A1156" w:rsidP="008A1156" w:rsidRDefault="008A1156" w14:paraId="0E9F9826" w14:textId="77777777"/>
    <w:p w:rsidR="008A1156" w:rsidP="008A1156" w:rsidRDefault="008A1156" w14:paraId="1B9CB05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3171"/>
        <w:gridCol w:w="2430"/>
        <w:gridCol w:w="1980"/>
      </w:tblGrid>
      <w:tr w:rsidRPr="008A1156" w:rsidR="008A1156" w:rsidTr="00A61F71" w14:paraId="7540D2E5" w14:textId="77777777">
        <w:tc>
          <w:tcPr>
            <w:tcW w:w="1056" w:type="dxa"/>
            <w:tcBorders>
              <w:top w:val="single" w:color="auto" w:sz="2" w:space="0"/>
              <w:bottom w:val="single" w:color="000000" w:sz="12" w:space="0"/>
            </w:tcBorders>
            <w:shd w:val="clear" w:color="auto" w:fill="auto"/>
          </w:tcPr>
          <w:p w:rsidRPr="008A1156" w:rsidR="008A1156" w:rsidP="001B5CA3" w:rsidRDefault="008A1156" w14:paraId="6524C3FA" w14:textId="77777777">
            <w:pPr>
              <w:rPr>
                <w:b/>
                <w:bCs/>
              </w:rPr>
            </w:pPr>
            <w:r w:rsidRPr="008A1156">
              <w:rPr>
                <w:b/>
                <w:bCs/>
              </w:rPr>
              <w:t>Symbol</w:t>
            </w:r>
          </w:p>
        </w:tc>
        <w:tc>
          <w:tcPr>
            <w:tcW w:w="3171" w:type="dxa"/>
            <w:tcBorders>
              <w:top w:val="single" w:color="auto" w:sz="2" w:space="0"/>
              <w:bottom w:val="single" w:color="000000" w:sz="12" w:space="0"/>
            </w:tcBorders>
            <w:shd w:val="clear" w:color="auto" w:fill="auto"/>
          </w:tcPr>
          <w:p w:rsidRPr="008A1156" w:rsidR="008A1156" w:rsidP="001B5CA3" w:rsidRDefault="008A1156" w14:paraId="4E7F42A2" w14:textId="77777777">
            <w:pPr>
              <w:rPr>
                <w:b/>
                <w:bCs/>
              </w:rPr>
            </w:pPr>
            <w:r w:rsidRPr="008A1156">
              <w:rPr>
                <w:b/>
                <w:bCs/>
              </w:rPr>
              <w:t>Scientific Name</w:t>
            </w:r>
          </w:p>
        </w:tc>
        <w:tc>
          <w:tcPr>
            <w:tcW w:w="2430" w:type="dxa"/>
            <w:tcBorders>
              <w:top w:val="single" w:color="auto" w:sz="2" w:space="0"/>
              <w:bottom w:val="single" w:color="000000" w:sz="12" w:space="0"/>
            </w:tcBorders>
            <w:shd w:val="clear" w:color="auto" w:fill="auto"/>
          </w:tcPr>
          <w:p w:rsidRPr="008A1156" w:rsidR="008A1156" w:rsidP="001B5CA3" w:rsidRDefault="008A1156" w14:paraId="032C2183" w14:textId="77777777">
            <w:pPr>
              <w:rPr>
                <w:b/>
                <w:bCs/>
              </w:rPr>
            </w:pPr>
            <w:r w:rsidRPr="008A1156">
              <w:rPr>
                <w:b/>
                <w:bCs/>
              </w:rPr>
              <w:t>Common Name</w:t>
            </w:r>
          </w:p>
        </w:tc>
        <w:tc>
          <w:tcPr>
            <w:tcW w:w="1980" w:type="dxa"/>
            <w:tcBorders>
              <w:top w:val="single" w:color="auto" w:sz="2" w:space="0"/>
              <w:bottom w:val="single" w:color="000000" w:sz="12" w:space="0"/>
            </w:tcBorders>
            <w:shd w:val="clear" w:color="auto" w:fill="auto"/>
          </w:tcPr>
          <w:p w:rsidRPr="008A1156" w:rsidR="008A1156" w:rsidP="001B5CA3" w:rsidRDefault="008A1156" w14:paraId="4F0E5E34" w14:textId="77777777">
            <w:pPr>
              <w:rPr>
                <w:b/>
                <w:bCs/>
              </w:rPr>
            </w:pPr>
            <w:r w:rsidRPr="008A1156">
              <w:rPr>
                <w:b/>
                <w:bCs/>
              </w:rPr>
              <w:t>Canopy Position</w:t>
            </w:r>
          </w:p>
        </w:tc>
      </w:tr>
      <w:tr w:rsidRPr="008A1156" w:rsidR="008A1156" w:rsidTr="00A61F71" w14:paraId="12585B9E" w14:textId="77777777">
        <w:tc>
          <w:tcPr>
            <w:tcW w:w="1056" w:type="dxa"/>
            <w:tcBorders>
              <w:top w:val="single" w:color="000000" w:sz="12" w:space="0"/>
            </w:tcBorders>
            <w:shd w:val="clear" w:color="auto" w:fill="auto"/>
          </w:tcPr>
          <w:p w:rsidRPr="008A1156" w:rsidR="008A1156" w:rsidP="001B5CA3" w:rsidRDefault="008A1156" w14:paraId="52E7A283" w14:textId="77777777">
            <w:pPr>
              <w:rPr>
                <w:bCs/>
              </w:rPr>
            </w:pPr>
            <w:r w:rsidRPr="008A1156">
              <w:rPr>
                <w:bCs/>
              </w:rPr>
              <w:t>PISI</w:t>
            </w:r>
          </w:p>
        </w:tc>
        <w:tc>
          <w:tcPr>
            <w:tcW w:w="3171" w:type="dxa"/>
            <w:tcBorders>
              <w:top w:val="single" w:color="000000" w:sz="12" w:space="0"/>
            </w:tcBorders>
            <w:shd w:val="clear" w:color="auto" w:fill="auto"/>
          </w:tcPr>
          <w:p w:rsidRPr="003E04B8" w:rsidR="008A1156" w:rsidP="001B5CA3" w:rsidRDefault="008A1156" w14:paraId="1B52573B" w14:textId="77777777">
            <w:pPr>
              <w:rPr>
                <w:i/>
                <w:iCs/>
              </w:rPr>
            </w:pPr>
            <w:proofErr w:type="spellStart"/>
            <w:r w:rsidRPr="003E04B8">
              <w:rPr>
                <w:i/>
                <w:iCs/>
              </w:rPr>
              <w:t>Picea</w:t>
            </w:r>
            <w:proofErr w:type="spellEnd"/>
            <w:r w:rsidRPr="003E04B8">
              <w:rPr>
                <w:i/>
                <w:iCs/>
              </w:rPr>
              <w:t xml:space="preserve"> </w:t>
            </w:r>
            <w:proofErr w:type="spellStart"/>
            <w:r w:rsidRPr="003E04B8">
              <w:rPr>
                <w:i/>
                <w:iCs/>
              </w:rPr>
              <w:t>sitchensis</w:t>
            </w:r>
            <w:proofErr w:type="spellEnd"/>
          </w:p>
        </w:tc>
        <w:tc>
          <w:tcPr>
            <w:tcW w:w="2430" w:type="dxa"/>
            <w:tcBorders>
              <w:top w:val="single" w:color="000000" w:sz="12" w:space="0"/>
            </w:tcBorders>
            <w:shd w:val="clear" w:color="auto" w:fill="auto"/>
          </w:tcPr>
          <w:p w:rsidRPr="008A1156" w:rsidR="008A1156" w:rsidP="001B5CA3" w:rsidRDefault="008A1156" w14:paraId="40E92B87" w14:textId="77777777">
            <w:r w:rsidRPr="008A1156">
              <w:t>Sitka spruce</w:t>
            </w:r>
          </w:p>
        </w:tc>
        <w:tc>
          <w:tcPr>
            <w:tcW w:w="1980" w:type="dxa"/>
            <w:tcBorders>
              <w:top w:val="single" w:color="000000" w:sz="12" w:space="0"/>
            </w:tcBorders>
            <w:shd w:val="clear" w:color="auto" w:fill="auto"/>
          </w:tcPr>
          <w:p w:rsidRPr="008A1156" w:rsidR="008A1156" w:rsidP="001B5CA3" w:rsidRDefault="008A1156" w14:paraId="4C37C39E" w14:textId="77777777">
            <w:r w:rsidRPr="008A1156">
              <w:t>Upper</w:t>
            </w:r>
          </w:p>
        </w:tc>
      </w:tr>
      <w:tr w:rsidRPr="008A1156" w:rsidR="008A1156" w:rsidTr="00A61F71" w14:paraId="62DAD9C0" w14:textId="77777777">
        <w:tc>
          <w:tcPr>
            <w:tcW w:w="1056" w:type="dxa"/>
            <w:shd w:val="clear" w:color="auto" w:fill="auto"/>
          </w:tcPr>
          <w:p w:rsidRPr="008A1156" w:rsidR="008A1156" w:rsidP="001B5CA3" w:rsidRDefault="008A1156" w14:paraId="62BF805B" w14:textId="77777777">
            <w:pPr>
              <w:rPr>
                <w:bCs/>
              </w:rPr>
            </w:pPr>
            <w:r w:rsidRPr="008A1156">
              <w:rPr>
                <w:bCs/>
              </w:rPr>
              <w:t>OPHO</w:t>
            </w:r>
          </w:p>
        </w:tc>
        <w:tc>
          <w:tcPr>
            <w:tcW w:w="3171" w:type="dxa"/>
            <w:shd w:val="clear" w:color="auto" w:fill="auto"/>
          </w:tcPr>
          <w:p w:rsidRPr="003E04B8" w:rsidR="008A1156" w:rsidP="001B5CA3" w:rsidRDefault="008A1156" w14:paraId="67AC1998" w14:textId="77777777">
            <w:pPr>
              <w:rPr>
                <w:i/>
                <w:iCs/>
              </w:rPr>
            </w:pPr>
            <w:proofErr w:type="spellStart"/>
            <w:r w:rsidRPr="003E04B8">
              <w:rPr>
                <w:i/>
                <w:iCs/>
              </w:rPr>
              <w:t>Oplopanax</w:t>
            </w:r>
            <w:proofErr w:type="spellEnd"/>
            <w:r w:rsidRPr="003E04B8">
              <w:rPr>
                <w:i/>
                <w:iCs/>
              </w:rPr>
              <w:t xml:space="preserve"> </w:t>
            </w:r>
            <w:proofErr w:type="spellStart"/>
            <w:r w:rsidRPr="003E04B8">
              <w:rPr>
                <w:i/>
                <w:iCs/>
              </w:rPr>
              <w:t>horridus</w:t>
            </w:r>
            <w:proofErr w:type="spellEnd"/>
          </w:p>
        </w:tc>
        <w:tc>
          <w:tcPr>
            <w:tcW w:w="2430" w:type="dxa"/>
            <w:shd w:val="clear" w:color="auto" w:fill="auto"/>
          </w:tcPr>
          <w:p w:rsidRPr="008A1156" w:rsidR="008A1156" w:rsidP="001B5CA3" w:rsidRDefault="008A1156" w14:paraId="505EC3B2" w14:textId="77777777">
            <w:proofErr w:type="spellStart"/>
            <w:r w:rsidRPr="008A1156">
              <w:t>Devilsclub</w:t>
            </w:r>
            <w:proofErr w:type="spellEnd"/>
          </w:p>
        </w:tc>
        <w:tc>
          <w:tcPr>
            <w:tcW w:w="1980" w:type="dxa"/>
            <w:shd w:val="clear" w:color="auto" w:fill="auto"/>
          </w:tcPr>
          <w:p w:rsidRPr="008A1156" w:rsidR="008A1156" w:rsidP="001B5CA3" w:rsidRDefault="008A1156" w14:paraId="5E865795" w14:textId="77777777">
            <w:r w:rsidRPr="008A1156">
              <w:t>Lower</w:t>
            </w:r>
          </w:p>
        </w:tc>
      </w:tr>
      <w:tr w:rsidRPr="008A1156" w:rsidR="008A1156" w:rsidTr="00A61F71" w14:paraId="135079F9" w14:textId="77777777">
        <w:tc>
          <w:tcPr>
            <w:tcW w:w="1056" w:type="dxa"/>
            <w:shd w:val="clear" w:color="auto" w:fill="auto"/>
          </w:tcPr>
          <w:p w:rsidRPr="008A1156" w:rsidR="008A1156" w:rsidP="001B5CA3" w:rsidRDefault="008A1156" w14:paraId="398F9456" w14:textId="77777777">
            <w:pPr>
              <w:rPr>
                <w:bCs/>
              </w:rPr>
            </w:pPr>
            <w:r w:rsidRPr="008A1156">
              <w:rPr>
                <w:bCs/>
              </w:rPr>
              <w:t>RUSP</w:t>
            </w:r>
          </w:p>
        </w:tc>
        <w:tc>
          <w:tcPr>
            <w:tcW w:w="3171" w:type="dxa"/>
            <w:shd w:val="clear" w:color="auto" w:fill="auto"/>
          </w:tcPr>
          <w:p w:rsidRPr="003E04B8" w:rsidR="008A1156" w:rsidP="001B5CA3" w:rsidRDefault="008A1156" w14:paraId="543A6FB2" w14:textId="77777777">
            <w:pPr>
              <w:rPr>
                <w:i/>
                <w:iCs/>
              </w:rPr>
            </w:pPr>
            <w:r w:rsidRPr="003E04B8">
              <w:rPr>
                <w:i/>
                <w:iCs/>
              </w:rPr>
              <w:t>Rubus spectabilis</w:t>
            </w:r>
          </w:p>
        </w:tc>
        <w:tc>
          <w:tcPr>
            <w:tcW w:w="2430" w:type="dxa"/>
            <w:shd w:val="clear" w:color="auto" w:fill="auto"/>
          </w:tcPr>
          <w:p w:rsidRPr="008A1156" w:rsidR="008A1156" w:rsidP="001B5CA3" w:rsidRDefault="008A1156" w14:paraId="60DBF24D" w14:textId="77777777">
            <w:r w:rsidRPr="008A1156">
              <w:t>Salmonberry</w:t>
            </w:r>
          </w:p>
        </w:tc>
        <w:tc>
          <w:tcPr>
            <w:tcW w:w="1980" w:type="dxa"/>
            <w:shd w:val="clear" w:color="auto" w:fill="auto"/>
          </w:tcPr>
          <w:p w:rsidRPr="008A1156" w:rsidR="008A1156" w:rsidP="001B5CA3" w:rsidRDefault="008A1156" w14:paraId="70EB70BA" w14:textId="77777777">
            <w:r w:rsidRPr="008A1156">
              <w:t>Lower</w:t>
            </w:r>
          </w:p>
        </w:tc>
      </w:tr>
    </w:tbl>
    <w:p w:rsidR="008A1156" w:rsidP="008A1156" w:rsidRDefault="008A1156" w14:paraId="1163F63D" w14:textId="77777777"/>
    <w:p w:rsidR="008A1156" w:rsidP="008A1156" w:rsidRDefault="008A1156" w14:paraId="42EA3F27" w14:textId="77777777">
      <w:pPr>
        <w:pStyle w:val="SClassInfoPara"/>
      </w:pPr>
      <w:r>
        <w:t>Description</w:t>
      </w:r>
    </w:p>
    <w:p w:rsidR="008A1156" w:rsidP="008A1156" w:rsidRDefault="008A1156" w14:paraId="1ADC698A" w14:textId="111C41A6">
      <w:r>
        <w:t xml:space="preserve">Middle-Aged and Old. This class combines the Middle-Aged and Old stages defined by Shephard (1993) because they could not be distinguished for mapping using LANDFIRE’s methods. </w:t>
      </w:r>
      <w:proofErr w:type="spellStart"/>
      <w:r w:rsidRPr="00D654D9">
        <w:rPr>
          <w:i/>
          <w:iCs/>
        </w:rPr>
        <w:t>Picea</w:t>
      </w:r>
      <w:proofErr w:type="spellEnd"/>
      <w:r w:rsidRPr="00D654D9">
        <w:rPr>
          <w:i/>
          <w:iCs/>
        </w:rPr>
        <w:t xml:space="preserve"> </w:t>
      </w:r>
      <w:proofErr w:type="spellStart"/>
      <w:r w:rsidRPr="00D654D9">
        <w:rPr>
          <w:i/>
          <w:iCs/>
        </w:rPr>
        <w:t>sitchensis</w:t>
      </w:r>
      <w:proofErr w:type="spellEnd"/>
      <w:r>
        <w:t>/</w:t>
      </w:r>
      <w:proofErr w:type="spellStart"/>
      <w:r w:rsidRPr="00D654D9">
        <w:rPr>
          <w:i/>
          <w:iCs/>
        </w:rPr>
        <w:t>Oplopanax</w:t>
      </w:r>
      <w:proofErr w:type="spellEnd"/>
      <w:r w:rsidRPr="00D654D9">
        <w:rPr>
          <w:i/>
          <w:iCs/>
        </w:rPr>
        <w:t xml:space="preserve"> </w:t>
      </w:r>
      <w:proofErr w:type="spellStart"/>
      <w:r w:rsidRPr="00D654D9">
        <w:rPr>
          <w:i/>
          <w:iCs/>
        </w:rPr>
        <w:t>horridus</w:t>
      </w:r>
      <w:proofErr w:type="spellEnd"/>
      <w:r>
        <w:t xml:space="preserve"> community which can range from 300 to well over 500</w:t>
      </w:r>
      <w:r w:rsidR="00D654D9">
        <w:t xml:space="preserve"> </w:t>
      </w:r>
      <w:r>
        <w:t>y</w:t>
      </w:r>
      <w:r w:rsidR="00D654D9">
        <w:t>ea</w:t>
      </w:r>
      <w:r>
        <w:t xml:space="preserve">rs old. With age, the stand tends to become more open. </w:t>
      </w:r>
      <w:r w:rsidRPr="00D654D9">
        <w:rPr>
          <w:i/>
          <w:iCs/>
        </w:rPr>
        <w:t>Tsuga heterophylla</w:t>
      </w:r>
      <w:r>
        <w:t xml:space="preserve"> can eventually be co</w:t>
      </w:r>
      <w:r w:rsidR="00D654D9">
        <w:t>-</w:t>
      </w:r>
      <w:r>
        <w:t xml:space="preserve">dominant (Shephard 1993). </w:t>
      </w:r>
      <w:proofErr w:type="spellStart"/>
      <w:r w:rsidRPr="00D654D9">
        <w:rPr>
          <w:i/>
          <w:iCs/>
        </w:rPr>
        <w:t>Climacium</w:t>
      </w:r>
      <w:proofErr w:type="spellEnd"/>
      <w:r w:rsidRPr="00D654D9">
        <w:rPr>
          <w:i/>
          <w:iCs/>
        </w:rPr>
        <w:t xml:space="preserve"> </w:t>
      </w:r>
      <w:proofErr w:type="spellStart"/>
      <w:r w:rsidRPr="00D654D9">
        <w:rPr>
          <w:i/>
          <w:iCs/>
        </w:rPr>
        <w:t>dendroides</w:t>
      </w:r>
      <w:proofErr w:type="spellEnd"/>
      <w:r>
        <w:t xml:space="preserve"> can be found in addition to those moss species listed in the young stage (Shephard 1993).</w:t>
      </w:r>
    </w:p>
    <w:p w:rsidR="008A1156" w:rsidP="008A1156" w:rsidRDefault="008A1156" w14:paraId="514108C7" w14:textId="77777777"/>
    <w:p>
      <w:r>
        <w:rPr>
          <w:i/>
          <w:u w:val="single"/>
        </w:rPr>
        <w:t>Maximum Tree Size Class</w:t>
      </w:r>
      <w:br/>
      <w:r>
        <w:t>Very Large 40.0"+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Early1:CLS</w:t>
            </w:r>
          </w:p>
        </w:tc>
        <w:tc>
          <w:p>
            <w:pPr>
              <w:jc w:val="center"/>
            </w:pPr>
            <w:r>
              <w:rPr>
                <w:sz w:val="20"/>
              </w:rPr>
              <w:t>0</w:t>
            </w:r>
          </w:p>
        </w:tc>
        <w:tc>
          <w:p>
            <w:pPr>
              <w:jc w:val="center"/>
            </w:pPr>
            <w:r>
              <w:rPr>
                <w:sz w:val="20"/>
              </w:rPr>
              <w:t>Mid1:ALL</w:t>
            </w:r>
          </w:p>
        </w:tc>
        <w:tc>
          <w:p>
            <w:pPr>
              <w:jc w:val="center"/>
            </w:pPr>
            <w:r>
              <w:rPr>
                <w:sz w:val="20"/>
              </w:rPr>
              <w:t>129</w:t>
            </w:r>
          </w:p>
        </w:tc>
      </w:tr>
      <w:tr>
        <w:tc>
          <w:p>
            <w:pPr>
              <w:jc w:val="center"/>
            </w:pPr>
            <w:r>
              <w:rPr>
                <w:sz w:val="20"/>
              </w:rPr>
              <w:t>Mid1:ALL</w:t>
            </w:r>
          </w:p>
        </w:tc>
        <w:tc>
          <w:p>
            <w:pPr>
              <w:jc w:val="center"/>
            </w:pPr>
            <w:r>
              <w:rPr>
                <w:sz w:val="20"/>
              </w:rPr>
              <w:t>130</w:t>
            </w:r>
          </w:p>
        </w:tc>
        <w:tc>
          <w:p>
            <w:pPr>
              <w:jc w:val="center"/>
            </w:pPr>
            <w:r>
              <w:rPr>
                <w:sz w:val="20"/>
              </w:rPr>
              <w:t>Late1:ALL</w:t>
            </w:r>
          </w:p>
        </w:tc>
        <w:tc>
          <w:p>
            <w:pPr>
              <w:jc w:val="center"/>
            </w:pPr>
            <w:r>
              <w:rPr>
                <w:sz w:val="20"/>
              </w:rPr>
              <w:t>299</w:t>
            </w:r>
          </w:p>
        </w:tc>
      </w:tr>
      <w:tr>
        <w:tc>
          <w:p>
            <w:pPr>
              <w:jc w:val="center"/>
            </w:pPr>
            <w:r>
              <w:rPr>
                <w:sz w:val="20"/>
              </w:rPr>
              <w:t>Late1:ALL</w:t>
            </w:r>
          </w:p>
        </w:tc>
        <w:tc>
          <w:p>
            <w:pPr>
              <w:jc w:val="center"/>
            </w:pPr>
            <w:r>
              <w:rPr>
                <w:sz w:val="20"/>
              </w:rPr>
              <w:t>300</w:t>
            </w:r>
          </w:p>
        </w:tc>
        <w:tc>
          <w:p>
            <w:pPr>
              <w:jc w:val="center"/>
            </w:pPr>
            <w:r>
              <w:rPr>
                <w:sz w:val="20"/>
              </w:rPr>
              <w:t>Late1:ALL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Mid1:ALL</w:t>
            </w:r>
          </w:p>
        </w:tc>
        <w:tc>
          <w:p>
            <w:pPr>
              <w:jc w:val="center"/>
            </w:pPr>
            <w:r>
              <w:rPr>
                <w:sz w:val="20"/>
              </w:rPr>
              <w:t>Early1:CLS</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Early1:CLS</w:t>
            </w:r>
          </w:p>
        </w:tc>
        <w:tc>
          <w:p>
            <w:pPr>
              <w:jc w:val="center"/>
            </w:pPr>
            <w:r>
              <w:rPr>
                <w:sz w:val="20"/>
              </w:rPr>
              <w:t>0.0033</w:t>
            </w:r>
          </w:p>
        </w:tc>
        <w:tc>
          <w:p>
            <w:pPr>
              <w:jc w:val="center"/>
            </w:pPr>
            <w:r>
              <w:rPr>
                <w:sz w:val="20"/>
              </w:rPr>
              <w:t>303</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3A6501" w:rsidP="00C3184A" w:rsidRDefault="003A6501" w14:paraId="09601B6E" w14:textId="7D33C037">
      <w:r w:rsidRPr="003A6501">
        <w:t>Boggs, K.W. 2000. Classification of community types, successional sequences, and landscapes of the Copper River Delta. USDA Forest Service Pacific Northwest Research Station, Portland, OR. Gen. Tech. Rep. PNW-GTR-469. 224 pp.</w:t>
      </w:r>
    </w:p>
    <w:p w:rsidR="003A6501" w:rsidP="00C3184A" w:rsidRDefault="003A6501" w14:paraId="15DA9D1B" w14:textId="77777777"/>
    <w:p w:rsidR="00C3184A" w:rsidP="00C3184A" w:rsidRDefault="00C3184A" w14:paraId="263D9EA3" w14:textId="2131AA54">
      <w:r>
        <w:t xml:space="preserve">Boggs, K., L. Flagstad, T. Boucher, M. Carlson, A. Steer, B. Bernard, M. </w:t>
      </w:r>
      <w:proofErr w:type="spellStart"/>
      <w:r>
        <w:t>Aisu</w:t>
      </w:r>
      <w:proofErr w:type="spellEnd"/>
      <w:r>
        <w:t xml:space="preserve">, P. </w:t>
      </w:r>
      <w:proofErr w:type="spellStart"/>
      <w:r>
        <w:t>Lema</w:t>
      </w:r>
      <w:proofErr w:type="spellEnd"/>
      <w:r>
        <w:t xml:space="preserve">, B. </w:t>
      </w:r>
      <w:proofErr w:type="spellStart"/>
      <w:r>
        <w:t>Heitz</w:t>
      </w:r>
      <w:proofErr w:type="spellEnd"/>
      <w:r>
        <w:t xml:space="preserve">, and T. </w:t>
      </w:r>
      <w:proofErr w:type="spellStart"/>
      <w:r>
        <w:t>Kuo</w:t>
      </w:r>
      <w:proofErr w:type="spellEnd"/>
      <w:r>
        <w:t>. 2019. Alaska Ecosystems of Conservation Concern: Biophysical Settings and Plant Associations. Report prepared by the Alaska Center for Conservation Science, University of Alaska, Anchorage for the Alaska Department of Fish and Game. 300 pp.</w:t>
      </w:r>
    </w:p>
    <w:p w:rsidR="00C3184A" w:rsidP="00C3184A" w:rsidRDefault="00C3184A" w14:paraId="13264EA8" w14:textId="77777777"/>
    <w:p w:rsidR="003A6501" w:rsidP="00C3184A" w:rsidRDefault="003A6501" w14:paraId="486D5698" w14:textId="117C0485">
      <w:r w:rsidRPr="003A6501">
        <w:t xml:space="preserve">Boggs, K.W., S.C. Klein, J.E. </w:t>
      </w:r>
      <w:proofErr w:type="spellStart"/>
      <w:r w:rsidRPr="003A6501">
        <w:t>Grunblatt</w:t>
      </w:r>
      <w:proofErr w:type="spellEnd"/>
      <w:r w:rsidRPr="003A6501">
        <w:t xml:space="preserve">, G.P. </w:t>
      </w:r>
      <w:proofErr w:type="spellStart"/>
      <w:r w:rsidRPr="003A6501">
        <w:t>Streveler</w:t>
      </w:r>
      <w:proofErr w:type="spellEnd"/>
      <w:r w:rsidRPr="003A6501">
        <w:t xml:space="preserve">, and B. </w:t>
      </w:r>
      <w:proofErr w:type="spellStart"/>
      <w:r w:rsidRPr="003A6501">
        <w:t>Koltun</w:t>
      </w:r>
      <w:proofErr w:type="spellEnd"/>
      <w:r w:rsidRPr="003A6501">
        <w:t>. 2008</w:t>
      </w:r>
      <w:r>
        <w:t>a</w:t>
      </w:r>
      <w:r w:rsidRPr="003A6501">
        <w:t>. Landcover Classes and Plant Associations of Glacier Bay National Park and Preserve. Natural Resource Technical Report NPS/GLBA/NRTR 2008/093. National Park Service, Fort Collins, Colorado.</w:t>
      </w:r>
    </w:p>
    <w:p w:rsidR="003A6501" w:rsidP="00C3184A" w:rsidRDefault="003A6501" w14:paraId="273403A1" w14:textId="77777777"/>
    <w:p w:rsidR="00C3184A" w:rsidP="00C3184A" w:rsidRDefault="00C3184A" w14:paraId="0EEFC787" w14:textId="5DC60B4D">
      <w:r w:rsidRPr="00C3184A">
        <w:t xml:space="preserve">Boggs, K.W., S.C. Klein, L.A. Flagstad, T.V. Boucher, J.E. </w:t>
      </w:r>
      <w:proofErr w:type="spellStart"/>
      <w:r w:rsidRPr="00C3184A">
        <w:t>Grunblatt</w:t>
      </w:r>
      <w:proofErr w:type="spellEnd"/>
      <w:r w:rsidRPr="00C3184A">
        <w:t xml:space="preserve">, and B. </w:t>
      </w:r>
      <w:proofErr w:type="spellStart"/>
      <w:r w:rsidRPr="00C3184A">
        <w:t>Koltun</w:t>
      </w:r>
      <w:proofErr w:type="spellEnd"/>
      <w:r w:rsidRPr="00C3184A">
        <w:t>. 2008</w:t>
      </w:r>
      <w:r w:rsidR="003A6501">
        <w:t>b</w:t>
      </w:r>
      <w:r w:rsidRPr="00C3184A">
        <w:t xml:space="preserve">. Landcover classes, </w:t>
      </w:r>
      <w:proofErr w:type="gramStart"/>
      <w:r w:rsidRPr="00C3184A">
        <w:t>ecosystems</w:t>
      </w:r>
      <w:proofErr w:type="gramEnd"/>
      <w:r w:rsidRPr="00C3184A">
        <w:t xml:space="preserve"> and plant associations of Kenai Fjords National Park. Natural Resource Technical Report NPS/KEFJ/NRTR 2008/136. National Park Service, Fort Collins, Colorado.</w:t>
      </w:r>
    </w:p>
    <w:p w:rsidRPr="00C3184A" w:rsidR="00C3184A" w:rsidP="00F647D2" w:rsidRDefault="00C3184A" w14:paraId="31C4C1A4" w14:textId="77777777"/>
    <w:p w:rsidR="00950375" w:rsidP="00950375" w:rsidRDefault="00950375" w14:paraId="7D0BE409" w14:textId="77777777">
      <w:bookmarkStart w:name="_Hlk84742502" w:id="1"/>
      <w:r>
        <w:t>Comer, P., D. Faber-</w:t>
      </w:r>
      <w:proofErr w:type="spellStart"/>
      <w:r>
        <w:t>Langendoen</w:t>
      </w:r>
      <w:proofErr w:type="spellEnd"/>
      <w:r>
        <w:t xml:space="preserve">,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xml:space="preserve">, M. </w:t>
      </w:r>
      <w:proofErr w:type="spellStart"/>
      <w:r>
        <w:t>Pyne</w:t>
      </w:r>
      <w:proofErr w:type="spellEnd"/>
      <w:r>
        <w:t>, M. Reid, M. Russo, K. Schulz, K. Snow, J. Teague, and R. White. 2003-present. Ecological systems of the United States: A working classification of U.S. terrestrial systems. NatureServe, Arlington, VA.</w:t>
      </w:r>
    </w:p>
    <w:bookmarkEnd w:id="1"/>
    <w:p w:rsidR="008A1156" w:rsidP="008A1156" w:rsidRDefault="008A1156" w14:paraId="079EBDA6" w14:textId="77777777"/>
    <w:p w:rsidR="007D0360" w:rsidP="008A1156" w:rsidRDefault="007D0360" w14:paraId="1BF7E240" w14:textId="09B862E8">
      <w:proofErr w:type="spellStart"/>
      <w:r w:rsidRPr="007D0360">
        <w:t>DeMeo</w:t>
      </w:r>
      <w:proofErr w:type="spellEnd"/>
      <w:r w:rsidRPr="007D0360">
        <w:t xml:space="preserve">, T., J. Martin, and R.A. West. 1992. Forest plant association management guide, Ketchikan Area, </w:t>
      </w:r>
      <w:proofErr w:type="spellStart"/>
      <w:r w:rsidRPr="007D0360">
        <w:t>Tongass</w:t>
      </w:r>
      <w:proofErr w:type="spellEnd"/>
      <w:r w:rsidRPr="007D0360">
        <w:t xml:space="preserve"> National Forest. R10-MB-210.  USDA Forest Service Alaska Region.  Juneau, Alaska.</w:t>
      </w:r>
    </w:p>
    <w:p w:rsidR="007D0360" w:rsidP="008A1156" w:rsidRDefault="007D0360" w14:paraId="01B70672" w14:textId="77777777"/>
    <w:p w:rsidR="00440E44" w:rsidP="008A1156" w:rsidRDefault="00440E44" w14:paraId="38EEB963" w14:textId="5DE45759">
      <w:r w:rsidRPr="00440E44">
        <w:t xml:space="preserve">Fleming, M. </w:t>
      </w:r>
      <w:proofErr w:type="gramStart"/>
      <w:r w:rsidRPr="00440E44">
        <w:t>D.</w:t>
      </w:r>
      <w:proofErr w:type="gramEnd"/>
      <w:r w:rsidRPr="00440E44">
        <w:t xml:space="preserve"> and P. Spencer. 2004. Habitat Mapping of the Kodiak Archipelago. USGS, Alaska Science Center, Anchorage, AK.</w:t>
      </w:r>
    </w:p>
    <w:p w:rsidR="00440E44" w:rsidP="008A1156" w:rsidRDefault="00440E44" w14:paraId="699AE18A" w14:textId="77777777"/>
    <w:p w:rsidR="008A1156" w:rsidP="008A1156" w:rsidRDefault="008A1156" w14:paraId="6FDE2B78" w14:textId="76D3DDBE">
      <w:r>
        <w:t xml:space="preserve">Shephard, M. E. 1993. Structure and Composition of a Forested Beach Ridge </w:t>
      </w:r>
      <w:proofErr w:type="spellStart"/>
      <w:r>
        <w:t>Chronosequence</w:t>
      </w:r>
      <w:proofErr w:type="spellEnd"/>
      <w:r>
        <w:t xml:space="preserve"> on the Yakutat Foreland, Alaska. Proceedings of the Third Glacier Bay Science Symposium. Dr. Engstrom (ed.), National Park Service, Alaska, 1993. p. 129-136.</w:t>
      </w:r>
    </w:p>
    <w:p w:rsidR="008A1156" w:rsidP="008A1156" w:rsidRDefault="008A1156" w14:paraId="39369434" w14:textId="77777777"/>
    <w:p w:rsidR="008A1156" w:rsidP="008A1156" w:rsidRDefault="008A1156" w14:paraId="7DE0613C" w14:textId="77777777">
      <w:r>
        <w:t>Shephard, M.E. 1995. Plant community ecology and classification of the Yakutat Foreland, Alaska. Technical Report R10-TP-56. Juneau, AK: USDA Forest Service, Alaska Region. 206 p.</w:t>
      </w:r>
    </w:p>
    <w:p w:rsidRPr="00A43E41" w:rsidR="004D5F12" w:rsidP="008A1156" w:rsidRDefault="004D5F12" w14:paraId="23FF2C8A" w14:textId="77777777"/>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7C28" w:rsidRDefault="00467C28" w14:paraId="5FCF617C" w14:textId="77777777">
      <w:r>
        <w:separator/>
      </w:r>
    </w:p>
  </w:endnote>
  <w:endnote w:type="continuationSeparator" w:id="0">
    <w:p w:rsidR="00467C28" w:rsidRDefault="00467C28" w14:paraId="54B9C5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2BFD" w:rsidP="008A1156" w:rsidRDefault="00772BFD" w14:paraId="7ABFC5C2"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7C28" w:rsidRDefault="00467C28" w14:paraId="4C880C1D" w14:textId="77777777">
      <w:r>
        <w:separator/>
      </w:r>
    </w:p>
  </w:footnote>
  <w:footnote w:type="continuationSeparator" w:id="0">
    <w:p w:rsidR="00467C28" w:rsidRDefault="00467C28" w14:paraId="7790E04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2BFD" w:rsidP="008A1156" w:rsidRDefault="00772BFD" w14:paraId="159E465E"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1336653">
    <w:abstractNumId w:val="0"/>
  </w:num>
  <w:num w:numId="2" w16cid:durableId="17074105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56"/>
    <w:rsid w:val="00006150"/>
    <w:rsid w:val="00006E8B"/>
    <w:rsid w:val="00007C48"/>
    <w:rsid w:val="0003202F"/>
    <w:rsid w:val="0004797F"/>
    <w:rsid w:val="00066942"/>
    <w:rsid w:val="00077A85"/>
    <w:rsid w:val="00097251"/>
    <w:rsid w:val="000D1EC6"/>
    <w:rsid w:val="000E1EC5"/>
    <w:rsid w:val="000E759B"/>
    <w:rsid w:val="00110079"/>
    <w:rsid w:val="00117805"/>
    <w:rsid w:val="00122173"/>
    <w:rsid w:val="00131883"/>
    <w:rsid w:val="00141209"/>
    <w:rsid w:val="00146947"/>
    <w:rsid w:val="001514F9"/>
    <w:rsid w:val="00174486"/>
    <w:rsid w:val="001824B8"/>
    <w:rsid w:val="0018412A"/>
    <w:rsid w:val="00193946"/>
    <w:rsid w:val="00194367"/>
    <w:rsid w:val="00196C68"/>
    <w:rsid w:val="001A07B5"/>
    <w:rsid w:val="001A5277"/>
    <w:rsid w:val="001A5F1C"/>
    <w:rsid w:val="001A6573"/>
    <w:rsid w:val="001B5CA3"/>
    <w:rsid w:val="001E3A89"/>
    <w:rsid w:val="001E43F5"/>
    <w:rsid w:val="001F77AB"/>
    <w:rsid w:val="001F77C7"/>
    <w:rsid w:val="002206B7"/>
    <w:rsid w:val="00220975"/>
    <w:rsid w:val="002233CE"/>
    <w:rsid w:val="00242A9C"/>
    <w:rsid w:val="00272B25"/>
    <w:rsid w:val="002905CB"/>
    <w:rsid w:val="00292706"/>
    <w:rsid w:val="002A69B2"/>
    <w:rsid w:val="002B2379"/>
    <w:rsid w:val="002B414A"/>
    <w:rsid w:val="002E41A1"/>
    <w:rsid w:val="00300000"/>
    <w:rsid w:val="0031662A"/>
    <w:rsid w:val="00317111"/>
    <w:rsid w:val="003172E2"/>
    <w:rsid w:val="00320910"/>
    <w:rsid w:val="003319D8"/>
    <w:rsid w:val="0033535B"/>
    <w:rsid w:val="003576C6"/>
    <w:rsid w:val="003A6501"/>
    <w:rsid w:val="003A7675"/>
    <w:rsid w:val="003C703C"/>
    <w:rsid w:val="003D6020"/>
    <w:rsid w:val="003E04B8"/>
    <w:rsid w:val="003E6DDD"/>
    <w:rsid w:val="003F322E"/>
    <w:rsid w:val="004148BE"/>
    <w:rsid w:val="00414DA8"/>
    <w:rsid w:val="00424E99"/>
    <w:rsid w:val="0042550C"/>
    <w:rsid w:val="0042737A"/>
    <w:rsid w:val="004375BE"/>
    <w:rsid w:val="00440E44"/>
    <w:rsid w:val="00447BAA"/>
    <w:rsid w:val="00452B5E"/>
    <w:rsid w:val="00455D4C"/>
    <w:rsid w:val="00467245"/>
    <w:rsid w:val="00467C28"/>
    <w:rsid w:val="00476F39"/>
    <w:rsid w:val="004806BA"/>
    <w:rsid w:val="00491F12"/>
    <w:rsid w:val="00492A22"/>
    <w:rsid w:val="00494808"/>
    <w:rsid w:val="00497CF5"/>
    <w:rsid w:val="004A5BB3"/>
    <w:rsid w:val="004D24E0"/>
    <w:rsid w:val="004D5F12"/>
    <w:rsid w:val="004D6A70"/>
    <w:rsid w:val="004D7DCF"/>
    <w:rsid w:val="004E7DB5"/>
    <w:rsid w:val="005035F5"/>
    <w:rsid w:val="00503C61"/>
    <w:rsid w:val="00513848"/>
    <w:rsid w:val="00513AFB"/>
    <w:rsid w:val="00516F82"/>
    <w:rsid w:val="00521C1E"/>
    <w:rsid w:val="0052386E"/>
    <w:rsid w:val="00530D3E"/>
    <w:rsid w:val="00537D33"/>
    <w:rsid w:val="0054090D"/>
    <w:rsid w:val="005446EB"/>
    <w:rsid w:val="00546D56"/>
    <w:rsid w:val="00557492"/>
    <w:rsid w:val="005A1C78"/>
    <w:rsid w:val="005B1DDE"/>
    <w:rsid w:val="005B2E56"/>
    <w:rsid w:val="005C7A42"/>
    <w:rsid w:val="005D242C"/>
    <w:rsid w:val="005E46EE"/>
    <w:rsid w:val="005E6650"/>
    <w:rsid w:val="005F3253"/>
    <w:rsid w:val="00600CF8"/>
    <w:rsid w:val="00605473"/>
    <w:rsid w:val="006115AB"/>
    <w:rsid w:val="00616941"/>
    <w:rsid w:val="00621C0C"/>
    <w:rsid w:val="00634703"/>
    <w:rsid w:val="00646981"/>
    <w:rsid w:val="006D3A45"/>
    <w:rsid w:val="006E57D4"/>
    <w:rsid w:val="006F39FC"/>
    <w:rsid w:val="00722B5D"/>
    <w:rsid w:val="0074072B"/>
    <w:rsid w:val="00740E0B"/>
    <w:rsid w:val="00747459"/>
    <w:rsid w:val="0074745C"/>
    <w:rsid w:val="00772BFD"/>
    <w:rsid w:val="007742B4"/>
    <w:rsid w:val="007769C9"/>
    <w:rsid w:val="007A721A"/>
    <w:rsid w:val="007B5284"/>
    <w:rsid w:val="007C2EA5"/>
    <w:rsid w:val="007C7863"/>
    <w:rsid w:val="007D0360"/>
    <w:rsid w:val="007F4FA9"/>
    <w:rsid w:val="008029E3"/>
    <w:rsid w:val="00804888"/>
    <w:rsid w:val="008076FD"/>
    <w:rsid w:val="00820371"/>
    <w:rsid w:val="00821A9F"/>
    <w:rsid w:val="0083018E"/>
    <w:rsid w:val="00835B07"/>
    <w:rsid w:val="0084119C"/>
    <w:rsid w:val="00844388"/>
    <w:rsid w:val="00850C8E"/>
    <w:rsid w:val="0087316E"/>
    <w:rsid w:val="008779C3"/>
    <w:rsid w:val="008903EE"/>
    <w:rsid w:val="008A1156"/>
    <w:rsid w:val="008F01B1"/>
    <w:rsid w:val="00901CA2"/>
    <w:rsid w:val="00901D3B"/>
    <w:rsid w:val="00902154"/>
    <w:rsid w:val="00907797"/>
    <w:rsid w:val="00931E90"/>
    <w:rsid w:val="00937B7F"/>
    <w:rsid w:val="00945DBA"/>
    <w:rsid w:val="00950375"/>
    <w:rsid w:val="009606C8"/>
    <w:rsid w:val="00966095"/>
    <w:rsid w:val="00986A7A"/>
    <w:rsid w:val="00987D3C"/>
    <w:rsid w:val="009903A9"/>
    <w:rsid w:val="009B03E6"/>
    <w:rsid w:val="009B232E"/>
    <w:rsid w:val="009C06E7"/>
    <w:rsid w:val="009D25CD"/>
    <w:rsid w:val="009D4438"/>
    <w:rsid w:val="009D674B"/>
    <w:rsid w:val="009E0DB5"/>
    <w:rsid w:val="009E6357"/>
    <w:rsid w:val="009F5F8E"/>
    <w:rsid w:val="009F747E"/>
    <w:rsid w:val="00A16194"/>
    <w:rsid w:val="00A2791D"/>
    <w:rsid w:val="00A309E2"/>
    <w:rsid w:val="00A35187"/>
    <w:rsid w:val="00A36D75"/>
    <w:rsid w:val="00A43E41"/>
    <w:rsid w:val="00A6020D"/>
    <w:rsid w:val="00A606C7"/>
    <w:rsid w:val="00A61F71"/>
    <w:rsid w:val="00A8670C"/>
    <w:rsid w:val="00A940EA"/>
    <w:rsid w:val="00AB3795"/>
    <w:rsid w:val="00AC570D"/>
    <w:rsid w:val="00AD5C4B"/>
    <w:rsid w:val="00AE33CA"/>
    <w:rsid w:val="00AE53D2"/>
    <w:rsid w:val="00AF1CDE"/>
    <w:rsid w:val="00AF1E11"/>
    <w:rsid w:val="00AF4B2B"/>
    <w:rsid w:val="00B30030"/>
    <w:rsid w:val="00B401AA"/>
    <w:rsid w:val="00B44A3C"/>
    <w:rsid w:val="00B60870"/>
    <w:rsid w:val="00B60C63"/>
    <w:rsid w:val="00B77E39"/>
    <w:rsid w:val="00B84C7B"/>
    <w:rsid w:val="00B918AA"/>
    <w:rsid w:val="00BC14B6"/>
    <w:rsid w:val="00BC410A"/>
    <w:rsid w:val="00BC4197"/>
    <w:rsid w:val="00C07F5E"/>
    <w:rsid w:val="00C106FD"/>
    <w:rsid w:val="00C12102"/>
    <w:rsid w:val="00C171F3"/>
    <w:rsid w:val="00C243EF"/>
    <w:rsid w:val="00C261B7"/>
    <w:rsid w:val="00C30256"/>
    <w:rsid w:val="00C3184A"/>
    <w:rsid w:val="00C50B12"/>
    <w:rsid w:val="00C5204F"/>
    <w:rsid w:val="00C56ED5"/>
    <w:rsid w:val="00C66E45"/>
    <w:rsid w:val="00C70BF0"/>
    <w:rsid w:val="00C76861"/>
    <w:rsid w:val="00C824C3"/>
    <w:rsid w:val="00C827A9"/>
    <w:rsid w:val="00CA0BB9"/>
    <w:rsid w:val="00CA1418"/>
    <w:rsid w:val="00CA4E76"/>
    <w:rsid w:val="00CB7469"/>
    <w:rsid w:val="00CB7F2A"/>
    <w:rsid w:val="00CC6B17"/>
    <w:rsid w:val="00CD6118"/>
    <w:rsid w:val="00CD68F6"/>
    <w:rsid w:val="00CE372A"/>
    <w:rsid w:val="00CE79FF"/>
    <w:rsid w:val="00CF2056"/>
    <w:rsid w:val="00D060DC"/>
    <w:rsid w:val="00D16916"/>
    <w:rsid w:val="00D17369"/>
    <w:rsid w:val="00D178C7"/>
    <w:rsid w:val="00D306FA"/>
    <w:rsid w:val="00D367FB"/>
    <w:rsid w:val="00D46D39"/>
    <w:rsid w:val="00D52C2E"/>
    <w:rsid w:val="00D52C43"/>
    <w:rsid w:val="00D534D2"/>
    <w:rsid w:val="00D553D0"/>
    <w:rsid w:val="00D62775"/>
    <w:rsid w:val="00D654D9"/>
    <w:rsid w:val="00D81349"/>
    <w:rsid w:val="00D91EEF"/>
    <w:rsid w:val="00D92158"/>
    <w:rsid w:val="00D95971"/>
    <w:rsid w:val="00DA63B1"/>
    <w:rsid w:val="00DB16CA"/>
    <w:rsid w:val="00DC22EA"/>
    <w:rsid w:val="00DC4BA7"/>
    <w:rsid w:val="00DD3902"/>
    <w:rsid w:val="00DE0F2D"/>
    <w:rsid w:val="00DE40A7"/>
    <w:rsid w:val="00DE7AB5"/>
    <w:rsid w:val="00DF0616"/>
    <w:rsid w:val="00E109E9"/>
    <w:rsid w:val="00E12833"/>
    <w:rsid w:val="00E50BB8"/>
    <w:rsid w:val="00E61C50"/>
    <w:rsid w:val="00E7520B"/>
    <w:rsid w:val="00E84A12"/>
    <w:rsid w:val="00E85151"/>
    <w:rsid w:val="00E92B4E"/>
    <w:rsid w:val="00EB2776"/>
    <w:rsid w:val="00EB3199"/>
    <w:rsid w:val="00EC4A14"/>
    <w:rsid w:val="00EF02EA"/>
    <w:rsid w:val="00F06F11"/>
    <w:rsid w:val="00F43204"/>
    <w:rsid w:val="00F647D2"/>
    <w:rsid w:val="00F85366"/>
    <w:rsid w:val="00F86C13"/>
    <w:rsid w:val="00F948F2"/>
    <w:rsid w:val="00F96788"/>
    <w:rsid w:val="00FA060F"/>
    <w:rsid w:val="00FA1A52"/>
    <w:rsid w:val="00FE2EE9"/>
    <w:rsid w:val="00FE3B73"/>
    <w:rsid w:val="00FE41CA"/>
    <w:rsid w:val="00FE428A"/>
    <w:rsid w:val="00FE6871"/>
    <w:rsid w:val="00FF0FAC"/>
    <w:rsid w:val="00FF1E7E"/>
    <w:rsid w:val="739F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6015AE"/>
  <w15:docId w15:val="{683C8377-39C4-41D9-8A0A-D2EB8E00BC3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B77E39"/>
    <w:rPr>
      <w:rFonts w:ascii="Segoe UI" w:hAnsi="Segoe UI" w:cs="Segoe UI"/>
      <w:sz w:val="18"/>
      <w:szCs w:val="18"/>
    </w:rPr>
  </w:style>
  <w:style w:type="character" w:styleId="BalloonTextChar" w:customStyle="1">
    <w:name w:val="Balloon Text Char"/>
    <w:link w:val="BalloonText"/>
    <w:uiPriority w:val="99"/>
    <w:semiHidden/>
    <w:rsid w:val="00B77E39"/>
    <w:rPr>
      <w:rFonts w:ascii="Segoe UI" w:hAnsi="Segoe UI" w:cs="Segoe UI"/>
      <w:sz w:val="18"/>
      <w:szCs w:val="18"/>
    </w:rPr>
  </w:style>
  <w:style w:type="character" w:styleId="CommentReference">
    <w:name w:val="annotation reference"/>
    <w:basedOn w:val="DefaultParagraphFont"/>
    <w:uiPriority w:val="99"/>
    <w:semiHidden/>
    <w:unhideWhenUsed/>
    <w:rsid w:val="00D52C43"/>
    <w:rPr>
      <w:sz w:val="16"/>
      <w:szCs w:val="16"/>
    </w:rPr>
  </w:style>
  <w:style w:type="paragraph" w:styleId="CommentText">
    <w:name w:val="annotation text"/>
    <w:basedOn w:val="Normal"/>
    <w:link w:val="CommentTextChar"/>
    <w:uiPriority w:val="99"/>
    <w:semiHidden/>
    <w:unhideWhenUsed/>
    <w:rsid w:val="00D52C43"/>
    <w:rPr>
      <w:sz w:val="20"/>
      <w:szCs w:val="20"/>
    </w:rPr>
  </w:style>
  <w:style w:type="character" w:styleId="CommentTextChar" w:customStyle="1">
    <w:name w:val="Comment Text Char"/>
    <w:basedOn w:val="DefaultParagraphFont"/>
    <w:link w:val="CommentText"/>
    <w:uiPriority w:val="99"/>
    <w:semiHidden/>
    <w:rsid w:val="00D52C43"/>
  </w:style>
  <w:style w:type="paragraph" w:styleId="CommentSubject">
    <w:name w:val="annotation subject"/>
    <w:basedOn w:val="CommentText"/>
    <w:next w:val="CommentText"/>
    <w:link w:val="CommentSubjectChar"/>
    <w:uiPriority w:val="99"/>
    <w:semiHidden/>
    <w:unhideWhenUsed/>
    <w:rsid w:val="00D52C43"/>
    <w:rPr>
      <w:b/>
      <w:bCs/>
    </w:rPr>
  </w:style>
  <w:style w:type="character" w:styleId="CommentSubjectChar" w:customStyle="1">
    <w:name w:val="Comment Subject Char"/>
    <w:basedOn w:val="CommentTextChar"/>
    <w:link w:val="CommentSubject"/>
    <w:uiPriority w:val="99"/>
    <w:semiHidden/>
    <w:rsid w:val="00D52C43"/>
    <w:rPr>
      <w:b/>
      <w:bCs/>
    </w:rPr>
  </w:style>
  <w:style w:type="paragraph" w:styleId="ListParagraph">
    <w:name w:val="List Paragraph"/>
    <w:basedOn w:val="Normal"/>
    <w:uiPriority w:val="34"/>
    <w:qFormat/>
    <w:rsid w:val="007769C9"/>
    <w:pPr>
      <w:ind w:left="720"/>
    </w:pPr>
    <w:rPr>
      <w:rFonts w:ascii="Calibri" w:hAnsi="Calibri" w:eastAsia="Calibri"/>
      <w:sz w:val="22"/>
      <w:szCs w:val="22"/>
    </w:rPr>
  </w:style>
  <w:style w:type="table" w:styleId="TableGrid">
    <w:name w:val="Table Grid"/>
    <w:basedOn w:val="TableNormal"/>
    <w:uiPriority w:val="59"/>
    <w:rsid w:val="00CC6B1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rpsLiteratureCitedChar" w:customStyle="1">
    <w:name w:val="nrps Literature Cited Char"/>
    <w:basedOn w:val="DefaultParagraphFont"/>
    <w:link w:val="nrpsLiteratureCited"/>
    <w:locked/>
    <w:rsid w:val="007D0360"/>
    <w:rPr>
      <w:sz w:val="24"/>
      <w:szCs w:val="24"/>
    </w:rPr>
  </w:style>
  <w:style w:type="paragraph" w:styleId="nrpsLiteratureCited" w:customStyle="1">
    <w:name w:val="nrps Literature Cited"/>
    <w:link w:val="nrpsLiteratureCitedChar"/>
    <w:qFormat/>
    <w:rsid w:val="007D0360"/>
    <w:pPr>
      <w:spacing w:after="240"/>
      <w:ind w:left="36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35963">
      <w:bodyDiv w:val="1"/>
      <w:marLeft w:val="0"/>
      <w:marRight w:val="0"/>
      <w:marTop w:val="0"/>
      <w:marBottom w:val="0"/>
      <w:divBdr>
        <w:top w:val="none" w:sz="0" w:space="0" w:color="auto"/>
        <w:left w:val="none" w:sz="0" w:space="0" w:color="auto"/>
        <w:bottom w:val="none" w:sz="0" w:space="0" w:color="auto"/>
        <w:right w:val="none" w:sz="0" w:space="0" w:color="auto"/>
      </w:divBdr>
    </w:div>
    <w:div w:id="431320450">
      <w:bodyDiv w:val="1"/>
      <w:marLeft w:val="0"/>
      <w:marRight w:val="0"/>
      <w:marTop w:val="0"/>
      <w:marBottom w:val="0"/>
      <w:divBdr>
        <w:top w:val="none" w:sz="0" w:space="0" w:color="auto"/>
        <w:left w:val="none" w:sz="0" w:space="0" w:color="auto"/>
        <w:bottom w:val="none" w:sz="0" w:space="0" w:color="auto"/>
        <w:right w:val="none" w:sz="0" w:space="0" w:color="auto"/>
      </w:divBdr>
    </w:div>
    <w:div w:id="721756435">
      <w:bodyDiv w:val="1"/>
      <w:marLeft w:val="0"/>
      <w:marRight w:val="0"/>
      <w:marTop w:val="0"/>
      <w:marBottom w:val="0"/>
      <w:divBdr>
        <w:top w:val="none" w:sz="0" w:space="0" w:color="auto"/>
        <w:left w:val="none" w:sz="0" w:space="0" w:color="auto"/>
        <w:bottom w:val="none" w:sz="0" w:space="0" w:color="auto"/>
        <w:right w:val="none" w:sz="0" w:space="0" w:color="auto"/>
      </w:divBdr>
    </w:div>
    <w:div w:id="783693558">
      <w:bodyDiv w:val="1"/>
      <w:marLeft w:val="0"/>
      <w:marRight w:val="0"/>
      <w:marTop w:val="0"/>
      <w:marBottom w:val="0"/>
      <w:divBdr>
        <w:top w:val="none" w:sz="0" w:space="0" w:color="auto"/>
        <w:left w:val="none" w:sz="0" w:space="0" w:color="auto"/>
        <w:bottom w:val="none" w:sz="0" w:space="0" w:color="auto"/>
        <w:right w:val="none" w:sz="0" w:space="0" w:color="auto"/>
      </w:divBdr>
    </w:div>
    <w:div w:id="1059284661">
      <w:bodyDiv w:val="1"/>
      <w:marLeft w:val="0"/>
      <w:marRight w:val="0"/>
      <w:marTop w:val="0"/>
      <w:marBottom w:val="0"/>
      <w:divBdr>
        <w:top w:val="none" w:sz="0" w:space="0" w:color="auto"/>
        <w:left w:val="none" w:sz="0" w:space="0" w:color="auto"/>
        <w:bottom w:val="none" w:sz="0" w:space="0" w:color="auto"/>
        <w:right w:val="none" w:sz="0" w:space="0" w:color="auto"/>
      </w:divBdr>
    </w:div>
    <w:div w:id="1463114772">
      <w:bodyDiv w:val="1"/>
      <w:marLeft w:val="0"/>
      <w:marRight w:val="0"/>
      <w:marTop w:val="0"/>
      <w:marBottom w:val="0"/>
      <w:divBdr>
        <w:top w:val="none" w:sz="0" w:space="0" w:color="auto"/>
        <w:left w:val="none" w:sz="0" w:space="0" w:color="auto"/>
        <w:bottom w:val="none" w:sz="0" w:space="0" w:color="auto"/>
        <w:right w:val="none" w:sz="0" w:space="0" w:color="auto"/>
      </w:divBdr>
    </w:div>
    <w:div w:id="1717074174">
      <w:bodyDiv w:val="1"/>
      <w:marLeft w:val="0"/>
      <w:marRight w:val="0"/>
      <w:marTop w:val="0"/>
      <w:marBottom w:val="0"/>
      <w:divBdr>
        <w:top w:val="none" w:sz="0" w:space="0" w:color="auto"/>
        <w:left w:val="none" w:sz="0" w:space="0" w:color="auto"/>
        <w:bottom w:val="none" w:sz="0" w:space="0" w:color="auto"/>
        <w:right w:val="none" w:sz="0" w:space="0" w:color="auto"/>
      </w:divBdr>
    </w:div>
    <w:div w:id="184582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40F49CFD-444C-49F2-8803-69985B7F0A15}">
  <ds:schemaRefs>
    <ds:schemaRef ds:uri="http://schemas.openxmlformats.org/officeDocument/2006/bibliography"/>
  </ds:schemaRefs>
</ds:datastoreItem>
</file>

<file path=customXml/itemProps2.xml><?xml version="1.0" encoding="utf-8"?>
<ds:datastoreItem xmlns:ds="http://schemas.openxmlformats.org/officeDocument/2006/customXml" ds:itemID="{FAF338AA-81A6-4898-920C-01C59E8A73F5}"/>
</file>

<file path=customXml/itemProps3.xml><?xml version="1.0" encoding="utf-8"?>
<ds:datastoreItem xmlns:ds="http://schemas.openxmlformats.org/officeDocument/2006/customXml" ds:itemID="{CEA93750-D168-46EB-BA5E-9ACAA78B5B16}"/>
</file>

<file path=customXml/itemProps4.xml><?xml version="1.0" encoding="utf-8"?>
<ds:datastoreItem xmlns:ds="http://schemas.openxmlformats.org/officeDocument/2006/customXml" ds:itemID="{C1FBB57A-A15C-40D8-BEEE-6C32014E1A1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19</cp:revision>
  <cp:lastPrinted>1900-01-01T09:00:00Z</cp:lastPrinted>
  <dcterms:created xsi:type="dcterms:W3CDTF">2022-08-17T19:35:00Z</dcterms:created>
  <dcterms:modified xsi:type="dcterms:W3CDTF">2024-09-27T20:00:12Z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