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0BCE" w:rsidP="000A0BCE" w:rsidRDefault="000A0BCE" w14:paraId="7528221B" w14:textId="401FD3BC">
      <w:pPr>
        <w:pStyle w:val="BpSTitle"/>
      </w:pPr>
      <w:r>
        <w:t>1644</w:t>
      </w:r>
      <w:r w:rsidR="00162F15">
        <w:t>1</w:t>
      </w:r>
    </w:p>
    <w:p w:rsidR="000A0BCE" w:rsidP="000A0BCE" w:rsidRDefault="00583076" w14:paraId="1FB15049" w14:textId="108ECB12">
      <w:pPr>
        <w:pStyle w:val="BpSTitle"/>
      </w:pPr>
      <w:r w:rsidRPr="00583076">
        <w:t>Alaskan Pacific Sitka Spruce Forest and Beach Ridge - Sitka Spruce Forest</w:t>
      </w:r>
    </w:p>
    <w:p w:rsidR="000A0BCE" w:rsidP="000A0BCE" w:rsidRDefault="000A0BCE" w14:paraId="7061B857" w14:textId="77777777">
      <w:r>
        <w:t xmlns:w="http://schemas.openxmlformats.org/wordprocessingml/2006/main">BpS Model/Description Version: Nov. 2024</w:t>
      </w:r>
      <w:r>
        <w:tab/>
      </w:r>
      <w:r>
        <w:tab/>
      </w:r>
      <w:r>
        <w:tab/>
      </w:r>
      <w:r>
        <w:tab/>
      </w:r>
      <w:r>
        <w:tab/>
      </w:r>
      <w:r>
        <w:tab/>
      </w:r>
      <w:r>
        <w:tab/>
      </w:r>
      <w:r>
        <w:tab/>
      </w:r>
      <w:proofErr w:type="gramStart"/>
      <w:r>
        <w:t>9/11/15</w:t>
      </w:r>
      <w:proofErr w:type="gramEnd"/>
    </w:p>
    <w:p w:rsidR="000A0BCE" w:rsidP="000A0BCE" w:rsidRDefault="000A0BCE" w14:paraId="6FE9C7CE"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2052"/>
        <w:gridCol w:w="2532"/>
        <w:gridCol w:w="1680"/>
        <w:gridCol w:w="2724"/>
      </w:tblGrid>
      <w:tr w:rsidRPr="000A0BCE" w:rsidR="000A0BCE" w:rsidTr="000A0BCE" w14:paraId="1360EF13" w14:textId="77777777">
        <w:tc>
          <w:tcPr>
            <w:tcW w:w="2052" w:type="dxa"/>
            <w:tcBorders>
              <w:top w:val="single" w:color="auto" w:sz="2" w:space="0"/>
              <w:left w:val="single" w:color="auto" w:sz="12" w:space="0"/>
              <w:bottom w:val="single" w:color="000000" w:sz="12" w:space="0"/>
            </w:tcBorders>
            <w:shd w:val="clear" w:color="auto" w:fill="auto"/>
          </w:tcPr>
          <w:p w:rsidRPr="000A0BCE" w:rsidR="000A0BCE" w:rsidP="00D000AD" w:rsidRDefault="000A0BCE" w14:paraId="76A320BE" w14:textId="77777777">
            <w:pPr>
              <w:rPr>
                <w:b/>
                <w:bCs/>
              </w:rPr>
            </w:pPr>
            <w:r w:rsidRPr="000A0BCE">
              <w:rPr>
                <w:b/>
                <w:bCs/>
              </w:rPr>
              <w:t>Modelers</w:t>
            </w:r>
          </w:p>
        </w:tc>
        <w:tc>
          <w:tcPr>
            <w:tcW w:w="2532" w:type="dxa"/>
            <w:tcBorders>
              <w:top w:val="single" w:color="auto" w:sz="2" w:space="0"/>
              <w:bottom w:val="single" w:color="000000" w:sz="12" w:space="0"/>
              <w:right w:val="single" w:color="000000" w:sz="12" w:space="0"/>
            </w:tcBorders>
            <w:shd w:val="clear" w:color="auto" w:fill="auto"/>
          </w:tcPr>
          <w:p w:rsidRPr="000A0BCE" w:rsidR="000A0BCE" w:rsidP="00D000AD" w:rsidRDefault="000A0BCE" w14:paraId="6B2C236A" w14:textId="77777777">
            <w:pPr>
              <w:rPr>
                <w:b/>
                <w:bCs/>
              </w:rPr>
            </w:pPr>
          </w:p>
        </w:tc>
        <w:tc>
          <w:tcPr>
            <w:tcW w:w="1680" w:type="dxa"/>
            <w:tcBorders>
              <w:top w:val="single" w:color="auto" w:sz="2" w:space="0"/>
              <w:left w:val="single" w:color="000000" w:sz="12" w:space="0"/>
              <w:bottom w:val="single" w:color="000000" w:sz="12" w:space="0"/>
            </w:tcBorders>
            <w:shd w:val="clear" w:color="auto" w:fill="auto"/>
          </w:tcPr>
          <w:p w:rsidRPr="000A0BCE" w:rsidR="000A0BCE" w:rsidP="00D000AD" w:rsidRDefault="000A0BCE" w14:paraId="1757863B" w14:textId="77777777">
            <w:pPr>
              <w:rPr>
                <w:b/>
                <w:bCs/>
              </w:rPr>
            </w:pPr>
            <w:r w:rsidRPr="000A0BCE">
              <w:rPr>
                <w:b/>
                <w:bCs/>
              </w:rPr>
              <w:t>Reviewers</w:t>
            </w:r>
          </w:p>
        </w:tc>
        <w:tc>
          <w:tcPr>
            <w:tcW w:w="2724" w:type="dxa"/>
            <w:tcBorders>
              <w:top w:val="single" w:color="auto" w:sz="2" w:space="0"/>
              <w:bottom w:val="single" w:color="000000" w:sz="12" w:space="0"/>
            </w:tcBorders>
            <w:shd w:val="clear" w:color="auto" w:fill="auto"/>
          </w:tcPr>
          <w:p w:rsidRPr="000A0BCE" w:rsidR="000A0BCE" w:rsidP="00D000AD" w:rsidRDefault="000A0BCE" w14:paraId="13C54E7E" w14:textId="77777777">
            <w:pPr>
              <w:rPr>
                <w:b/>
                <w:bCs/>
              </w:rPr>
            </w:pPr>
          </w:p>
        </w:tc>
      </w:tr>
      <w:tr w:rsidRPr="000A0BCE" w:rsidR="000A0BCE" w:rsidTr="000A0BCE" w14:paraId="0CB813A3" w14:textId="77777777">
        <w:tc>
          <w:tcPr>
            <w:tcW w:w="2052" w:type="dxa"/>
            <w:tcBorders>
              <w:top w:val="single" w:color="000000" w:sz="12" w:space="0"/>
              <w:left w:val="single" w:color="auto" w:sz="12" w:space="0"/>
            </w:tcBorders>
            <w:shd w:val="clear" w:color="auto" w:fill="auto"/>
          </w:tcPr>
          <w:p w:rsidRPr="000A0BCE" w:rsidR="000A0BCE" w:rsidP="00D000AD" w:rsidRDefault="000A0BCE" w14:paraId="08C06154" w14:textId="77777777">
            <w:pPr>
              <w:rPr>
                <w:bCs/>
              </w:rPr>
            </w:pPr>
            <w:r w:rsidRPr="000A0BCE">
              <w:rPr>
                <w:bCs/>
              </w:rPr>
              <w:t>Tina Boucher</w:t>
            </w:r>
          </w:p>
        </w:tc>
        <w:tc>
          <w:tcPr>
            <w:tcW w:w="2532" w:type="dxa"/>
            <w:tcBorders>
              <w:top w:val="single" w:color="000000" w:sz="12" w:space="0"/>
              <w:right w:val="single" w:color="000000" w:sz="12" w:space="0"/>
            </w:tcBorders>
            <w:shd w:val="clear" w:color="auto" w:fill="auto"/>
          </w:tcPr>
          <w:p w:rsidRPr="000A0BCE" w:rsidR="000A0BCE" w:rsidP="00D000AD" w:rsidRDefault="000A0BCE" w14:paraId="57629A8C" w14:textId="77777777">
            <w:r w:rsidRPr="000A0BCE">
              <w:t>antvb@uaa.alaska.edu</w:t>
            </w:r>
          </w:p>
        </w:tc>
        <w:tc>
          <w:tcPr>
            <w:tcW w:w="1680" w:type="dxa"/>
            <w:tcBorders>
              <w:top w:val="single" w:color="000000" w:sz="12" w:space="0"/>
              <w:left w:val="single" w:color="000000" w:sz="12" w:space="0"/>
            </w:tcBorders>
            <w:shd w:val="clear" w:color="auto" w:fill="auto"/>
          </w:tcPr>
          <w:p w:rsidRPr="000A0BCE" w:rsidR="000A0BCE" w:rsidP="00D000AD" w:rsidRDefault="000A0BCE" w14:paraId="7CCFCE30" w14:textId="77777777">
            <w:r w:rsidRPr="000A0BCE">
              <w:t>Jeff Williams</w:t>
            </w:r>
          </w:p>
        </w:tc>
        <w:tc>
          <w:tcPr>
            <w:tcW w:w="2724" w:type="dxa"/>
            <w:tcBorders>
              <w:top w:val="single" w:color="000000" w:sz="12" w:space="0"/>
            </w:tcBorders>
            <w:shd w:val="clear" w:color="auto" w:fill="auto"/>
          </w:tcPr>
          <w:p w:rsidRPr="000A0BCE" w:rsidR="000A0BCE" w:rsidP="00D000AD" w:rsidRDefault="000A0BCE" w14:paraId="4B2605C4" w14:textId="77777777">
            <w:r w:rsidRPr="000A0BCE">
              <w:t>Jeff_Williams@fws.gov</w:t>
            </w:r>
          </w:p>
        </w:tc>
      </w:tr>
      <w:tr w:rsidRPr="000A0BCE" w:rsidR="000A0BCE" w:rsidTr="000A0BCE" w14:paraId="1CB8C937" w14:textId="77777777">
        <w:tc>
          <w:tcPr>
            <w:tcW w:w="2052" w:type="dxa"/>
            <w:tcBorders>
              <w:left w:val="single" w:color="auto" w:sz="12" w:space="0"/>
            </w:tcBorders>
            <w:shd w:val="clear" w:color="auto" w:fill="auto"/>
          </w:tcPr>
          <w:p w:rsidRPr="000A0BCE" w:rsidR="000A0BCE" w:rsidP="00D000AD" w:rsidRDefault="000A0BCE" w14:paraId="0CD6091E" w14:textId="77777777">
            <w:pPr>
              <w:rPr>
                <w:bCs/>
              </w:rPr>
            </w:pPr>
            <w:r w:rsidRPr="000A0BCE">
              <w:rPr>
                <w:bCs/>
              </w:rPr>
              <w:t>Kori Blankenship</w:t>
            </w:r>
          </w:p>
        </w:tc>
        <w:tc>
          <w:tcPr>
            <w:tcW w:w="2532" w:type="dxa"/>
            <w:tcBorders>
              <w:right w:val="single" w:color="000000" w:sz="12" w:space="0"/>
            </w:tcBorders>
            <w:shd w:val="clear" w:color="auto" w:fill="auto"/>
          </w:tcPr>
          <w:p w:rsidRPr="000A0BCE" w:rsidR="000A0BCE" w:rsidP="00D000AD" w:rsidRDefault="000A0BCE" w14:paraId="0A288085" w14:textId="77777777">
            <w:r w:rsidRPr="000A0BCE">
              <w:t>kblankenship@tnc.org</w:t>
            </w:r>
          </w:p>
        </w:tc>
        <w:tc>
          <w:tcPr>
            <w:tcW w:w="1680" w:type="dxa"/>
            <w:tcBorders>
              <w:left w:val="single" w:color="000000" w:sz="12" w:space="0"/>
            </w:tcBorders>
            <w:shd w:val="clear" w:color="auto" w:fill="auto"/>
          </w:tcPr>
          <w:p w:rsidRPr="000A0BCE" w:rsidR="000A0BCE" w:rsidP="00D000AD" w:rsidRDefault="000A0BCE" w14:paraId="4ED71FC5" w14:textId="77777777">
            <w:r w:rsidRPr="000A0BCE">
              <w:t>None</w:t>
            </w:r>
          </w:p>
        </w:tc>
        <w:tc>
          <w:tcPr>
            <w:tcW w:w="2724" w:type="dxa"/>
            <w:shd w:val="clear" w:color="auto" w:fill="auto"/>
          </w:tcPr>
          <w:p w:rsidRPr="000A0BCE" w:rsidR="000A0BCE" w:rsidP="00D000AD" w:rsidRDefault="000A0BCE" w14:paraId="2DEA9DE9" w14:textId="77777777">
            <w:r w:rsidRPr="000A0BCE">
              <w:t>None</w:t>
            </w:r>
          </w:p>
        </w:tc>
      </w:tr>
      <w:tr w:rsidRPr="000A0BCE" w:rsidR="000A0BCE" w:rsidTr="000A0BCE" w14:paraId="32DC6699" w14:textId="77777777">
        <w:tc>
          <w:tcPr>
            <w:tcW w:w="2052" w:type="dxa"/>
            <w:tcBorders>
              <w:left w:val="single" w:color="auto" w:sz="12" w:space="0"/>
              <w:bottom w:val="single" w:color="auto" w:sz="2" w:space="0"/>
            </w:tcBorders>
            <w:shd w:val="clear" w:color="auto" w:fill="auto"/>
          </w:tcPr>
          <w:p w:rsidRPr="000A0BCE" w:rsidR="000A0BCE" w:rsidP="00D000AD" w:rsidRDefault="000A0BCE" w14:paraId="780C0716" w14:textId="77777777">
            <w:pPr>
              <w:rPr>
                <w:bCs/>
              </w:rPr>
            </w:pPr>
            <w:r w:rsidRPr="000A0BCE">
              <w:rPr>
                <w:bCs/>
              </w:rPr>
              <w:t>None</w:t>
            </w:r>
          </w:p>
        </w:tc>
        <w:tc>
          <w:tcPr>
            <w:tcW w:w="2532" w:type="dxa"/>
            <w:tcBorders>
              <w:right w:val="single" w:color="000000" w:sz="12" w:space="0"/>
            </w:tcBorders>
            <w:shd w:val="clear" w:color="auto" w:fill="auto"/>
          </w:tcPr>
          <w:p w:rsidRPr="000A0BCE" w:rsidR="000A0BCE" w:rsidP="00D000AD" w:rsidRDefault="000A0BCE" w14:paraId="0078DB78" w14:textId="77777777">
            <w:r w:rsidRPr="000A0BCE">
              <w:t>None</w:t>
            </w:r>
          </w:p>
        </w:tc>
        <w:tc>
          <w:tcPr>
            <w:tcW w:w="1680" w:type="dxa"/>
            <w:tcBorders>
              <w:left w:val="single" w:color="000000" w:sz="12" w:space="0"/>
              <w:bottom w:val="single" w:color="auto" w:sz="2" w:space="0"/>
            </w:tcBorders>
            <w:shd w:val="clear" w:color="auto" w:fill="auto"/>
          </w:tcPr>
          <w:p w:rsidRPr="000A0BCE" w:rsidR="000A0BCE" w:rsidP="00D000AD" w:rsidRDefault="000A0BCE" w14:paraId="37884377" w14:textId="77777777">
            <w:r w:rsidRPr="000A0BCE">
              <w:t>None</w:t>
            </w:r>
          </w:p>
        </w:tc>
        <w:tc>
          <w:tcPr>
            <w:tcW w:w="2724" w:type="dxa"/>
            <w:shd w:val="clear" w:color="auto" w:fill="auto"/>
          </w:tcPr>
          <w:p w:rsidRPr="000A0BCE" w:rsidR="000A0BCE" w:rsidP="00D000AD" w:rsidRDefault="000A0BCE" w14:paraId="019100E8" w14:textId="77777777">
            <w:r w:rsidRPr="000A0BCE">
              <w:t>None</w:t>
            </w:r>
          </w:p>
        </w:tc>
      </w:tr>
    </w:tbl>
    <w:p w:rsidR="007711F9" w:rsidP="000A0BCE" w:rsidRDefault="007711F9" w14:paraId="70B9A441" w14:textId="73789AE4">
      <w:pPr>
        <w:pStyle w:val="InfoPara"/>
        <w:rPr>
          <w:b w:val="0"/>
        </w:rPr>
      </w:pPr>
      <w:bookmarkStart w:name="_Hlk111544671" w:id="0"/>
      <w:r>
        <w:t>Reviewer:</w:t>
      </w:r>
      <w:r>
        <w:rPr>
          <w:b w:val="0"/>
        </w:rPr>
        <w:t xml:space="preserve"> </w:t>
      </w:r>
      <w:bookmarkStart w:name="_Hlk111544625" w:id="1"/>
      <w:r>
        <w:rPr>
          <w:b w:val="0"/>
        </w:rPr>
        <w:t>Joni Johnson, Beth Schulz</w:t>
      </w:r>
      <w:bookmarkEnd w:id="1"/>
    </w:p>
    <w:bookmarkEnd w:id="0"/>
    <w:p w:rsidR="000A0BCE" w:rsidP="000A0BCE" w:rsidRDefault="000A0BCE" w14:paraId="081A20BD" w14:textId="7609CAE5">
      <w:pPr>
        <w:pStyle w:val="InfoPara"/>
      </w:pPr>
      <w:r>
        <w:t>Vegetation Type</w:t>
      </w:r>
    </w:p>
    <w:p w:rsidR="000A0BCE" w:rsidP="000A0BCE" w:rsidRDefault="000A0BCE" w14:paraId="6D66A010" w14:textId="77777777">
      <w:r>
        <w:t>Forest and Woodland</w:t>
      </w:r>
    </w:p>
    <w:p w:rsidR="000A0BCE" w:rsidP="000A0BCE" w:rsidRDefault="000A0BCE" w14:paraId="151788DD" w14:textId="77777777">
      <w:pPr>
        <w:pStyle w:val="InfoPara"/>
      </w:pPr>
      <w:r w:rsidR="7D02EAED">
        <w:rPr/>
        <w:t>Map Zones</w:t>
      </w:r>
    </w:p>
    <w:p w:rsidR="7D02EAED" w:rsidP="7D02EAED" w:rsidRDefault="7D02EAED" w14:paraId="333E927C" w14:textId="12D5284C">
      <w:pPr>
        <w:pStyle w:val="Normal"/>
      </w:pPr>
      <w:r w:rsidR="7D02EAED">
        <w:rPr/>
        <w:t>73, 75, 76, 77, 78, 80</w:t>
      </w:r>
    </w:p>
    <w:p w:rsidR="000A0BCE" w:rsidP="000A0BCE" w:rsidRDefault="000A0BCE" w14:paraId="32B051BB" w14:textId="77777777">
      <w:pPr>
        <w:pStyle w:val="InfoPara"/>
      </w:pPr>
      <w:r>
        <w:t>Geographic Range</w:t>
      </w:r>
    </w:p>
    <w:p w:rsidR="001C20DB" w:rsidP="000A0BCE" w:rsidRDefault="000A0BCE" w14:paraId="3FE99951" w14:textId="42A54991">
      <w:r>
        <w:t xml:space="preserve">This </w:t>
      </w:r>
      <w:r w:rsidR="003D23EF">
        <w:t xml:space="preserve">Biophysical Setting (BpS) </w:t>
      </w:r>
      <w:r>
        <w:t xml:space="preserve">is found </w:t>
      </w:r>
      <w:r w:rsidR="001C20DB">
        <w:t xml:space="preserve">along the Gulf Coast of Alaska and the North Pacific, in the </w:t>
      </w:r>
      <w:proofErr w:type="spellStart"/>
      <w:r w:rsidR="001C20DB">
        <w:t>perhumid</w:t>
      </w:r>
      <w:proofErr w:type="spellEnd"/>
      <w:r w:rsidR="001C20DB">
        <w:t xml:space="preserve"> and subpolar rainforest zones. </w:t>
      </w:r>
      <w:r>
        <w:t>It is present in a narrow coastal band (likely 1 to several km wide) on the west side of Cook Inlet including portions of Katmai and Lake Clark National Parks. The northern extent of Sitka spruce is near the Johnson River.</w:t>
      </w:r>
    </w:p>
    <w:p w:rsidR="000A0BCE" w:rsidP="000A0BCE" w:rsidRDefault="000A0BCE" w14:paraId="71209C2F" w14:textId="77777777">
      <w:pPr>
        <w:pStyle w:val="InfoPara"/>
      </w:pPr>
      <w:r>
        <w:t>Biophysical Site Description</w:t>
      </w:r>
    </w:p>
    <w:p w:rsidR="00B5255D" w:rsidP="000A0BCE" w:rsidRDefault="00B5255D" w14:paraId="31F91C1A" w14:textId="487709AC">
      <w:r>
        <w:t xml:space="preserve">This productive ecological system occurs on well-drained </w:t>
      </w:r>
      <w:proofErr w:type="spellStart"/>
      <w:r>
        <w:t>sideslopes</w:t>
      </w:r>
      <w:proofErr w:type="spellEnd"/>
      <w:r w:rsidR="00A11946">
        <w:t>,</w:t>
      </w:r>
      <w:r>
        <w:t xml:space="preserve"> </w:t>
      </w:r>
      <w:proofErr w:type="spellStart"/>
      <w:r>
        <w:t>footslopes</w:t>
      </w:r>
      <w:proofErr w:type="spellEnd"/>
      <w:r w:rsidR="0064607E">
        <w:t>,</w:t>
      </w:r>
      <w:r>
        <w:t xml:space="preserve"> </w:t>
      </w:r>
      <w:r w:rsidR="00A11946">
        <w:t xml:space="preserve">and floodplains </w:t>
      </w:r>
      <w:r>
        <w:t>along the Gulf Coast of Alaska and the North Pacific</w:t>
      </w:r>
      <w:r w:rsidR="00994080">
        <w:t xml:space="preserve"> where </w:t>
      </w:r>
      <w:r>
        <w:t xml:space="preserve">the boreal and maritime regions of Alaska overlap in the </w:t>
      </w:r>
      <w:proofErr w:type="spellStart"/>
      <w:r>
        <w:t>perhumid</w:t>
      </w:r>
      <w:proofErr w:type="spellEnd"/>
      <w:r>
        <w:t xml:space="preserve"> and subpolar rainforest zones</w:t>
      </w:r>
      <w:r w:rsidR="00994080">
        <w:t>.</w:t>
      </w:r>
      <w:r>
        <w:t xml:space="preserve"> </w:t>
      </w:r>
      <w:r w:rsidR="00994080">
        <w:t>S</w:t>
      </w:r>
      <w:r>
        <w:t xml:space="preserve">pruce occurs on rolling bedrock hills and valleys where there </w:t>
      </w:r>
      <w:proofErr w:type="gramStart"/>
      <w:r>
        <w:t>is</w:t>
      </w:r>
      <w:proofErr w:type="gramEnd"/>
      <w:r>
        <w:t xml:space="preserve"> a strong maritime influence and warm, wet coastal storms occur. Sites dominated by </w:t>
      </w:r>
      <w:r>
        <w:rPr>
          <w:i/>
        </w:rPr>
        <w:t xml:space="preserve">Picea </w:t>
      </w:r>
      <w:proofErr w:type="spellStart"/>
      <w:r>
        <w:rPr>
          <w:i/>
        </w:rPr>
        <w:t>sitchensis</w:t>
      </w:r>
      <w:proofErr w:type="spellEnd"/>
      <w:r>
        <w:t xml:space="preserve"> are usually tied to disturbance such as slope instability, water movement (either downhill through the soil or in open streams), exposure to salt spray, or windthrow. Soils tend to be well-drained to excessively well-drained, shallow to deep, stony, and well-developed (except in areas where spruce is invading meadows and shrublands).</w:t>
      </w:r>
    </w:p>
    <w:p w:rsidR="000A0BCE" w:rsidP="000A0BCE" w:rsidRDefault="000A0BCE" w14:paraId="0B14BC86" w14:textId="7CF1693C"/>
    <w:p w:rsidR="00B5255D" w:rsidP="000A0BCE" w:rsidRDefault="00B5255D" w14:paraId="78241867" w14:textId="514C0F4B">
      <w:r>
        <w:t xml:space="preserve">In the northern portion of the temperate rainforest (Kodiak Island, Kenai Fjords, and Prince William Sound), </w:t>
      </w:r>
      <w:r>
        <w:rPr>
          <w:i/>
        </w:rPr>
        <w:t xml:space="preserve">Picea </w:t>
      </w:r>
      <w:proofErr w:type="spellStart"/>
      <w:r>
        <w:rPr>
          <w:i/>
        </w:rPr>
        <w:t>sitchensis</w:t>
      </w:r>
      <w:proofErr w:type="spellEnd"/>
      <w:r>
        <w:t xml:space="preserve"> is frequently the dominant canopy tree from sea level to </w:t>
      </w:r>
      <w:proofErr w:type="spellStart"/>
      <w:r>
        <w:t>treeline</w:t>
      </w:r>
      <w:proofErr w:type="spellEnd"/>
      <w:r>
        <w:t xml:space="preserve"> on productive sites, and it is the only conifer that occurs on Afognak and Kodiak islands, where its range is actively expanding. In the southern portion of the Alaskan rainforest, </w:t>
      </w:r>
      <w:r>
        <w:rPr>
          <w:i/>
        </w:rPr>
        <w:t xml:space="preserve">Picea </w:t>
      </w:r>
      <w:proofErr w:type="spellStart"/>
      <w:r>
        <w:rPr>
          <w:i/>
        </w:rPr>
        <w:t>sitchensis</w:t>
      </w:r>
      <w:proofErr w:type="spellEnd"/>
      <w:r>
        <w:t xml:space="preserve"> is linked more closely with disturbance (e.g., very steep sites, recently deglaciated landscapes, outer coast headlands, alluvial fans, landslides) and karst substrates. It also occurs commonly at upper elevations just below the mountain hemlock zone. Mature forests usually have very little downed wood or </w:t>
      </w:r>
      <w:r w:rsidRPr="004F4182">
        <w:t>snags.</w:t>
      </w:r>
      <w:r w:rsidRPr="004F4182" w:rsidR="004F4182">
        <w:t xml:space="preserve"> </w:t>
      </w:r>
      <w:bookmarkStart w:name="_Hlk84751872" w:id="2"/>
      <w:r w:rsidRPr="004F4182" w:rsidR="004F4182">
        <w:t xml:space="preserve">Beach ridges form and become removed from direct contact with saltwater through long-shore sediment transport coupled with isostatic rebound. Coastal beach communities are often dominated by </w:t>
      </w:r>
      <w:proofErr w:type="spellStart"/>
      <w:r w:rsidRPr="004F4182" w:rsidR="004F4182">
        <w:rPr>
          <w:i/>
        </w:rPr>
        <w:t>Leymus</w:t>
      </w:r>
      <w:proofErr w:type="spellEnd"/>
      <w:r w:rsidRPr="004F4182" w:rsidR="004F4182">
        <w:rPr>
          <w:i/>
        </w:rPr>
        <w:t xml:space="preserve"> </w:t>
      </w:r>
      <w:proofErr w:type="spellStart"/>
      <w:r w:rsidRPr="004F4182" w:rsidR="004F4182">
        <w:rPr>
          <w:i/>
        </w:rPr>
        <w:t>mollis</w:t>
      </w:r>
      <w:proofErr w:type="spellEnd"/>
      <w:r w:rsidRPr="004F4182" w:rsidR="004F4182">
        <w:t xml:space="preserve"> and brackish meadows. </w:t>
      </w:r>
      <w:r w:rsidRPr="004F4182" w:rsidR="004F4182">
        <w:rPr>
          <w:i/>
        </w:rPr>
        <w:t xml:space="preserve">Picea </w:t>
      </w:r>
      <w:proofErr w:type="spellStart"/>
      <w:r w:rsidRPr="004F4182" w:rsidR="004F4182">
        <w:rPr>
          <w:i/>
        </w:rPr>
        <w:t>sitchensis</w:t>
      </w:r>
      <w:proofErr w:type="spellEnd"/>
      <w:r w:rsidRPr="004F4182" w:rsidR="004F4182">
        <w:t xml:space="preserve"> seedlings establish in the brackish meadows, but often do not survive, probably due to excessive salt spray. Further inland, </w:t>
      </w:r>
      <w:r w:rsidRPr="004F4182" w:rsidR="004F4182">
        <w:rPr>
          <w:i/>
        </w:rPr>
        <w:t xml:space="preserve">Picea </w:t>
      </w:r>
      <w:proofErr w:type="spellStart"/>
      <w:r w:rsidRPr="004F4182" w:rsidR="004F4182">
        <w:rPr>
          <w:i/>
        </w:rPr>
        <w:t>sitchensis</w:t>
      </w:r>
      <w:proofErr w:type="spellEnd"/>
      <w:r w:rsidRPr="004F4182" w:rsidR="004F4182">
        <w:t xml:space="preserve"> seedlings establish and survive in these meadows, </w:t>
      </w:r>
      <w:r w:rsidR="005B6422">
        <w:t>causing</w:t>
      </w:r>
      <w:r w:rsidRPr="004F4182" w:rsidR="004F4182">
        <w:t xml:space="preserve"> the meadow</w:t>
      </w:r>
      <w:r w:rsidR="005B6422">
        <w:t xml:space="preserve"> to</w:t>
      </w:r>
      <w:r w:rsidRPr="004F4182" w:rsidR="004F4182">
        <w:t xml:space="preserve"> transition</w:t>
      </w:r>
      <w:r w:rsidR="005B6422">
        <w:t xml:space="preserve"> </w:t>
      </w:r>
      <w:r w:rsidRPr="004F4182" w:rsidR="004F4182">
        <w:t xml:space="preserve">to forest. </w:t>
      </w:r>
      <w:r w:rsidRPr="004F4182" w:rsidR="004F4182">
        <w:rPr>
          <w:i/>
        </w:rPr>
        <w:t xml:space="preserve">Picea </w:t>
      </w:r>
      <w:proofErr w:type="spellStart"/>
      <w:r w:rsidRPr="004F4182" w:rsidR="004F4182">
        <w:rPr>
          <w:i/>
        </w:rPr>
        <w:t>sitchensis</w:t>
      </w:r>
      <w:proofErr w:type="spellEnd"/>
      <w:r w:rsidRPr="004F4182" w:rsidR="004F4182">
        <w:t xml:space="preserve"> establishes about 130 </w:t>
      </w:r>
      <w:r w:rsidRPr="004F4182" w:rsidR="004F4182">
        <w:t xml:space="preserve">years after beach ridge formation and may succeed to </w:t>
      </w:r>
      <w:r w:rsidRPr="004F4182" w:rsidR="004F4182">
        <w:rPr>
          <w:i/>
        </w:rPr>
        <w:t>Tsuga heterophylla</w:t>
      </w:r>
      <w:r w:rsidRPr="004F4182" w:rsidR="004F4182">
        <w:t xml:space="preserve"> forest</w:t>
      </w:r>
      <w:r w:rsidR="00A11946">
        <w:t xml:space="preserve"> </w:t>
      </w:r>
      <w:r w:rsidR="00D07997">
        <w:t>where soil drainage decreases</w:t>
      </w:r>
      <w:r w:rsidRPr="004F4182" w:rsidR="004F4182">
        <w:t>.</w:t>
      </w:r>
      <w:bookmarkEnd w:id="2"/>
    </w:p>
    <w:p w:rsidR="000A0BCE" w:rsidP="000A0BCE" w:rsidRDefault="000A0BCE" w14:paraId="3591277D" w14:textId="77777777"/>
    <w:p w:rsidR="000A0BCE" w:rsidP="000A0BCE" w:rsidRDefault="000A0BCE" w14:paraId="1CA4B2D7" w14:textId="12451B61">
      <w:r>
        <w:t>The biophysical environment of the Kodiak Archipelago is unique in that vegetation communities on these islands are still responding to the retreat of Pleistocene glaciers and ash deposition from the 1912 Katmai eruption (Fleming and Spencer 2007). Fleming and Spencer (2007, p. 5) note that: “Sitka spruce forest is actively moving south along the island of Kodiak, perhaps as much as a mile/century [the source of this claim is unknown (personal communication, Page Spencer)]. This succession replaces alder, salmon and elderberry and forb meadows with dense spruce forest. Preferred wildlife habitats with grasses, sedges and forbs, and prolific berry crops, are being replaced with dense conifers.”</w:t>
      </w:r>
    </w:p>
    <w:p w:rsidR="000A0BCE" w:rsidP="000A0BCE" w:rsidRDefault="000A0BCE" w14:paraId="756DA011" w14:textId="77777777">
      <w:pPr>
        <w:pStyle w:val="InfoPara"/>
      </w:pPr>
      <w:r>
        <w:t>Vegetation Description</w:t>
      </w:r>
    </w:p>
    <w:p w:rsidR="000A0BCE" w:rsidP="000A0BCE" w:rsidRDefault="00B5255D" w14:paraId="09A2B4B3" w14:textId="0F66D3A2">
      <w:r>
        <w:rPr>
          <w:i/>
        </w:rPr>
        <w:t xml:space="preserve">Picea </w:t>
      </w:r>
      <w:proofErr w:type="spellStart"/>
      <w:r>
        <w:rPr>
          <w:i/>
        </w:rPr>
        <w:t>sitchensis</w:t>
      </w:r>
      <w:proofErr w:type="spellEnd"/>
      <w:r>
        <w:t xml:space="preserve"> is the dominant tree species, although </w:t>
      </w:r>
      <w:r>
        <w:rPr>
          <w:i/>
        </w:rPr>
        <w:t xml:space="preserve">Tsuga </w:t>
      </w:r>
      <w:proofErr w:type="spellStart"/>
      <w:r>
        <w:rPr>
          <w:i/>
        </w:rPr>
        <w:t>mertensiana</w:t>
      </w:r>
      <w:proofErr w:type="spellEnd"/>
      <w:r>
        <w:t xml:space="preserve"> or </w:t>
      </w:r>
      <w:r>
        <w:rPr>
          <w:i/>
        </w:rPr>
        <w:t>Tsuga heterophylla</w:t>
      </w:r>
      <w:r>
        <w:t xml:space="preserve"> may be minor canopy associates and can be codominant especially on older sites. In southeastern Alaska, </w:t>
      </w:r>
      <w:r>
        <w:rPr>
          <w:i/>
        </w:rPr>
        <w:t>Alnus rubra</w:t>
      </w:r>
      <w:r>
        <w:t xml:space="preserve"> may be an associated understory tree species, especially in</w:t>
      </w:r>
      <w:r w:rsidR="00E03EB4">
        <w:t xml:space="preserve"> riparian floodplain systems and on</w:t>
      </w:r>
      <w:r>
        <w:t xml:space="preserve"> alluvial fans. </w:t>
      </w:r>
      <w:proofErr w:type="spellStart"/>
      <w:r w:rsidRPr="00D708BF" w:rsidR="000A0BCE">
        <w:rPr>
          <w:i/>
          <w:iCs/>
        </w:rPr>
        <w:t>Oplopanax</w:t>
      </w:r>
      <w:proofErr w:type="spellEnd"/>
      <w:r w:rsidRPr="00D708BF" w:rsidR="000A0BCE">
        <w:rPr>
          <w:i/>
          <w:iCs/>
        </w:rPr>
        <w:t xml:space="preserve"> </w:t>
      </w:r>
      <w:proofErr w:type="spellStart"/>
      <w:r w:rsidRPr="00D708BF" w:rsidR="000A0BCE">
        <w:rPr>
          <w:i/>
          <w:iCs/>
        </w:rPr>
        <w:t>horridus</w:t>
      </w:r>
      <w:proofErr w:type="spellEnd"/>
      <w:r w:rsidR="000A0BCE">
        <w:t xml:space="preserve"> and mosses are common in the understory of open stands (Fleming and Spencer 2007). Closed stands tend to have a very sparse understory that may include </w:t>
      </w:r>
      <w:proofErr w:type="spellStart"/>
      <w:r w:rsidRPr="00D708BF" w:rsidR="000A0BCE">
        <w:rPr>
          <w:i/>
          <w:iCs/>
        </w:rPr>
        <w:t>Oplopanax</w:t>
      </w:r>
      <w:proofErr w:type="spellEnd"/>
      <w:r w:rsidRPr="00D708BF" w:rsidR="000A0BCE">
        <w:rPr>
          <w:i/>
          <w:iCs/>
        </w:rPr>
        <w:t xml:space="preserve"> </w:t>
      </w:r>
      <w:proofErr w:type="spellStart"/>
      <w:r w:rsidRPr="00D708BF" w:rsidR="000A0BCE">
        <w:rPr>
          <w:i/>
          <w:iCs/>
        </w:rPr>
        <w:t>horridus</w:t>
      </w:r>
      <w:proofErr w:type="spellEnd"/>
      <w:r w:rsidR="000A0BCE">
        <w:t xml:space="preserve">, </w:t>
      </w:r>
      <w:r w:rsidRPr="00D708BF" w:rsidR="000A0BCE">
        <w:rPr>
          <w:i/>
          <w:iCs/>
        </w:rPr>
        <w:t xml:space="preserve">Vaccinium </w:t>
      </w:r>
      <w:proofErr w:type="spellStart"/>
      <w:r w:rsidRPr="00D708BF" w:rsidR="000A0BCE">
        <w:rPr>
          <w:i/>
          <w:iCs/>
        </w:rPr>
        <w:t>ovalifolium</w:t>
      </w:r>
      <w:proofErr w:type="spellEnd"/>
      <w:r w:rsidR="000A0BCE">
        <w:t xml:space="preserve">, </w:t>
      </w:r>
      <w:r w:rsidRPr="00D708BF" w:rsidR="000A0BCE">
        <w:rPr>
          <w:i/>
          <w:iCs/>
        </w:rPr>
        <w:t xml:space="preserve">Sambucus </w:t>
      </w:r>
      <w:proofErr w:type="spellStart"/>
      <w:r w:rsidRPr="00D708BF" w:rsidR="000A0BCE">
        <w:rPr>
          <w:i/>
          <w:iCs/>
        </w:rPr>
        <w:t>racemosa</w:t>
      </w:r>
      <w:proofErr w:type="spellEnd"/>
      <w:r w:rsidR="000A0BCE">
        <w:t xml:space="preserve">, </w:t>
      </w:r>
      <w:r w:rsidRPr="00D708BF" w:rsidR="003F7C0D">
        <w:rPr>
          <w:i/>
          <w:iCs/>
        </w:rPr>
        <w:t xml:space="preserve">Viburnum </w:t>
      </w:r>
      <w:proofErr w:type="spellStart"/>
      <w:r w:rsidRPr="00D708BF" w:rsidR="003F7C0D">
        <w:rPr>
          <w:i/>
          <w:iCs/>
        </w:rPr>
        <w:t>edule</w:t>
      </w:r>
      <w:proofErr w:type="spellEnd"/>
      <w:r w:rsidR="003F7C0D">
        <w:t xml:space="preserve">, </w:t>
      </w:r>
      <w:r w:rsidRPr="00D708BF" w:rsidR="000A0BCE">
        <w:rPr>
          <w:i/>
          <w:iCs/>
        </w:rPr>
        <w:t xml:space="preserve">Alnus </w:t>
      </w:r>
      <w:proofErr w:type="spellStart"/>
      <w:r w:rsidR="00720ED9">
        <w:rPr>
          <w:i/>
          <w:iCs/>
        </w:rPr>
        <w:t>viridis</w:t>
      </w:r>
      <w:proofErr w:type="spellEnd"/>
      <w:r w:rsidR="000A0BCE">
        <w:t xml:space="preserve"> ssp. </w:t>
      </w:r>
      <w:proofErr w:type="spellStart"/>
      <w:r w:rsidRPr="00D708BF" w:rsidR="000A0BCE">
        <w:rPr>
          <w:i/>
          <w:iCs/>
        </w:rPr>
        <w:t>sinuata</w:t>
      </w:r>
      <w:proofErr w:type="spellEnd"/>
      <w:r w:rsidR="000A0BCE">
        <w:t xml:space="preserve">, </w:t>
      </w:r>
      <w:r w:rsidRPr="00D708BF" w:rsidR="000A0BCE">
        <w:rPr>
          <w:i/>
          <w:iCs/>
        </w:rPr>
        <w:t>Rubus spectabilis</w:t>
      </w:r>
      <w:r w:rsidRPr="00D708BF" w:rsidR="003F7C0D">
        <w:t>,</w:t>
      </w:r>
      <w:r w:rsidR="000A0BCE">
        <w:t xml:space="preserve"> and feather mosses (e.g.</w:t>
      </w:r>
      <w:r w:rsidR="003F7C0D">
        <w:t>,</w:t>
      </w:r>
      <w:r w:rsidR="000A0BCE">
        <w:t xml:space="preserve"> </w:t>
      </w:r>
      <w:proofErr w:type="spellStart"/>
      <w:r w:rsidRPr="00D708BF" w:rsidR="000A0BCE">
        <w:rPr>
          <w:i/>
          <w:iCs/>
        </w:rPr>
        <w:t>Hylocomium</w:t>
      </w:r>
      <w:proofErr w:type="spellEnd"/>
      <w:r w:rsidRPr="00D708BF" w:rsidR="000A0BCE">
        <w:rPr>
          <w:i/>
          <w:iCs/>
        </w:rPr>
        <w:t xml:space="preserve"> splendens</w:t>
      </w:r>
      <w:r w:rsidR="000A0BCE">
        <w:t xml:space="preserve"> and </w:t>
      </w:r>
      <w:proofErr w:type="spellStart"/>
      <w:r w:rsidRPr="00D708BF" w:rsidR="000A0BCE">
        <w:rPr>
          <w:i/>
          <w:iCs/>
        </w:rPr>
        <w:t>Rhytidiadelphus</w:t>
      </w:r>
      <w:proofErr w:type="spellEnd"/>
      <w:r w:rsidRPr="00D708BF" w:rsidR="000A0BCE">
        <w:rPr>
          <w:i/>
          <w:iCs/>
        </w:rPr>
        <w:t xml:space="preserve"> </w:t>
      </w:r>
      <w:proofErr w:type="spellStart"/>
      <w:r w:rsidRPr="00D708BF" w:rsidR="000A0BCE">
        <w:rPr>
          <w:i/>
          <w:iCs/>
        </w:rPr>
        <w:t>loreus</w:t>
      </w:r>
      <w:proofErr w:type="spellEnd"/>
      <w:r w:rsidR="000A0BCE">
        <w:t xml:space="preserve">) (Fleming and Spencer 2007). </w:t>
      </w:r>
      <w:r w:rsidRPr="00D708BF" w:rsidR="000A0BCE">
        <w:rPr>
          <w:i/>
          <w:iCs/>
        </w:rPr>
        <w:t>Calamagrostis canadensis</w:t>
      </w:r>
      <w:r w:rsidR="000A0BCE">
        <w:t xml:space="preserve"> and </w:t>
      </w:r>
      <w:proofErr w:type="spellStart"/>
      <w:r w:rsidRPr="00D708BF" w:rsidR="000A0BCE">
        <w:rPr>
          <w:i/>
          <w:iCs/>
        </w:rPr>
        <w:t>Menyanthes</w:t>
      </w:r>
      <w:proofErr w:type="spellEnd"/>
      <w:r w:rsidRPr="00D708BF" w:rsidR="000A0BCE">
        <w:rPr>
          <w:i/>
          <w:iCs/>
        </w:rPr>
        <w:t xml:space="preserve"> trifoliata</w:t>
      </w:r>
      <w:r w:rsidR="000A0BCE">
        <w:t xml:space="preserve"> are also present in some forest openings. In Lake Clark National Park near the northern extent of this BpS, a broader range of species is present including </w:t>
      </w:r>
      <w:r w:rsidRPr="00D708BF" w:rsidR="000A0BCE">
        <w:rPr>
          <w:i/>
          <w:iCs/>
        </w:rPr>
        <w:t>Picea glauca</w:t>
      </w:r>
      <w:r w:rsidR="000A0BCE">
        <w:t xml:space="preserve"> which may hybridize with </w:t>
      </w:r>
      <w:r w:rsidRPr="00D708BF" w:rsidR="000A0BCE">
        <w:rPr>
          <w:i/>
          <w:iCs/>
        </w:rPr>
        <w:t xml:space="preserve">Picea </w:t>
      </w:r>
      <w:proofErr w:type="spellStart"/>
      <w:r w:rsidRPr="00D708BF" w:rsidR="000A0BCE">
        <w:rPr>
          <w:i/>
          <w:iCs/>
        </w:rPr>
        <w:t>sitchensis</w:t>
      </w:r>
      <w:proofErr w:type="spellEnd"/>
      <w:r w:rsidR="000A0BCE">
        <w:t>. In this area, the characteristic moss understory found in the Kodiak Archipelago is absent.</w:t>
      </w:r>
      <w:r w:rsidR="00C36D66">
        <w:t xml:space="preserve"> </w:t>
      </w:r>
      <w:bookmarkStart w:name="_Hlk84751958" w:id="3"/>
      <w:r w:rsidR="00C36D66">
        <w:rPr>
          <w:i/>
        </w:rPr>
        <w:t xml:space="preserve">Calamagrostis </w:t>
      </w:r>
      <w:proofErr w:type="spellStart"/>
      <w:r w:rsidR="00C36D66">
        <w:rPr>
          <w:i/>
        </w:rPr>
        <w:t>nutkaensis</w:t>
      </w:r>
      <w:proofErr w:type="spellEnd"/>
      <w:r w:rsidR="00C36D66">
        <w:t xml:space="preserve"> may be common on exposed sites near the coast.</w:t>
      </w:r>
      <w:bookmarkEnd w:id="3"/>
    </w:p>
    <w:p w:rsidR="000A0BCE" w:rsidP="000A0BCE" w:rsidRDefault="000A0BCE" w14:paraId="41FAE8B4"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PISI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Picea sitchensis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spruce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OPHO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Oplopanax horridus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Devilsclub</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VAOV</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Vaccinium ovalifolium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Oval-leaf blueberry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SARA2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Sambucus racemosa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Red elderberry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ALVIS</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Alnus viridis ssp. sinuata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alder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RUSP</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Rubus spectabilis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Salmonberry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HYSP70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Hylocomium splendens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Splendid feather moss</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RHLO70</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Rhytidiadelphus loreus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Loreus goose neck moss</w:t>
            </w:r>
          </w:p>
        </w:tc>
      </w:tr>
    </w:tbl>
    <w:p>
      <w:r>
        <w:rPr>
          <w:sz w:val="16"/>
        </w:rPr>
        <w:t>Species names are from the NRCS PLANTS database. Check species codes at http://plants.usda.gov.</w:t>
      </w:r>
    </w:p>
    <w:p w:rsidR="00E212B2" w:rsidP="000A0BCE" w:rsidRDefault="00E212B2" w14:paraId="0616E734" w14:textId="77777777">
      <w:pPr>
        <w:pStyle w:val="InfoPara"/>
      </w:pPr>
    </w:p>
    <w:p w:rsidR="000A0BCE" w:rsidP="000A0BCE" w:rsidRDefault="000A0BCE" w14:paraId="0C62B5CA" w14:textId="3E05F864">
      <w:pPr>
        <w:pStyle w:val="InfoPara"/>
      </w:pPr>
      <w:r>
        <w:t>Disturbance Description</w:t>
      </w:r>
    </w:p>
    <w:p w:rsidR="000A0BCE" w:rsidP="000A0BCE" w:rsidRDefault="000A0BCE" w14:paraId="41E4CB2B" w14:textId="367C8C42">
      <w:r>
        <w:t xml:space="preserve">Primary succession of </w:t>
      </w:r>
      <w:r w:rsidR="00B0774A">
        <w:t xml:space="preserve">the </w:t>
      </w:r>
      <w:r w:rsidRPr="00D708BF">
        <w:rPr>
          <w:i/>
          <w:iCs/>
        </w:rPr>
        <w:t xml:space="preserve">Picea </w:t>
      </w:r>
      <w:proofErr w:type="spellStart"/>
      <w:r w:rsidRPr="00D708BF">
        <w:rPr>
          <w:i/>
          <w:iCs/>
        </w:rPr>
        <w:t>sitchensis</w:t>
      </w:r>
      <w:proofErr w:type="spellEnd"/>
      <w:r>
        <w:t xml:space="preserve"> forest in the Kodiak Archipelago begins with rich forb meadows. Overtime, </w:t>
      </w:r>
      <w:r w:rsidRPr="00D708BF">
        <w:rPr>
          <w:i/>
          <w:iCs/>
        </w:rPr>
        <w:t xml:space="preserve">Alnus </w:t>
      </w:r>
      <w:proofErr w:type="spellStart"/>
      <w:r w:rsidR="00720ED9">
        <w:rPr>
          <w:i/>
          <w:iCs/>
        </w:rPr>
        <w:t>viridis</w:t>
      </w:r>
      <w:proofErr w:type="spellEnd"/>
      <w:r w:rsidR="00720ED9">
        <w:t xml:space="preserve"> </w:t>
      </w:r>
      <w:r>
        <w:t>ssp</w:t>
      </w:r>
      <w:r w:rsidRPr="00D708BF">
        <w:rPr>
          <w:i/>
          <w:iCs/>
        </w:rPr>
        <w:t xml:space="preserve">. </w:t>
      </w:r>
      <w:proofErr w:type="spellStart"/>
      <w:r w:rsidRPr="00D708BF">
        <w:rPr>
          <w:i/>
          <w:iCs/>
        </w:rPr>
        <w:t>sinuata</w:t>
      </w:r>
      <w:proofErr w:type="spellEnd"/>
      <w:r>
        <w:t xml:space="preserve"> invades, fills in and </w:t>
      </w:r>
      <w:r w:rsidRPr="00D708BF">
        <w:rPr>
          <w:i/>
          <w:iCs/>
        </w:rPr>
        <w:t xml:space="preserve">Sambucus </w:t>
      </w:r>
      <w:proofErr w:type="spellStart"/>
      <w:r w:rsidRPr="00D708BF">
        <w:rPr>
          <w:i/>
          <w:iCs/>
        </w:rPr>
        <w:t>racemosa</w:t>
      </w:r>
      <w:proofErr w:type="spellEnd"/>
      <w:r>
        <w:t xml:space="preserve"> and </w:t>
      </w:r>
      <w:r w:rsidRPr="00D708BF">
        <w:rPr>
          <w:i/>
          <w:iCs/>
        </w:rPr>
        <w:t>Rubus spectabilis</w:t>
      </w:r>
      <w:r>
        <w:t xml:space="preserve"> are added to the species mix. Eventually </w:t>
      </w:r>
      <w:r w:rsidRPr="00D708BF">
        <w:rPr>
          <w:i/>
          <w:iCs/>
        </w:rPr>
        <w:t xml:space="preserve">Picea </w:t>
      </w:r>
      <w:proofErr w:type="spellStart"/>
      <w:r w:rsidRPr="00D708BF">
        <w:rPr>
          <w:i/>
          <w:iCs/>
        </w:rPr>
        <w:t>sitchensis</w:t>
      </w:r>
      <w:proofErr w:type="spellEnd"/>
      <w:r>
        <w:t xml:space="preserve"> will start to invade. The timing of the transition to </w:t>
      </w:r>
      <w:r w:rsidRPr="00D708BF">
        <w:rPr>
          <w:i/>
          <w:iCs/>
        </w:rPr>
        <w:t xml:space="preserve">Picea </w:t>
      </w:r>
      <w:proofErr w:type="spellStart"/>
      <w:r w:rsidRPr="00D708BF">
        <w:rPr>
          <w:i/>
          <w:iCs/>
        </w:rPr>
        <w:t>sitchensis</w:t>
      </w:r>
      <w:proofErr w:type="spellEnd"/>
      <w:r>
        <w:t xml:space="preserve"> appears to be a function of the timing of the Pleistocene glacial retreat, seed source and seed advancement. As the </w:t>
      </w:r>
      <w:r w:rsidRPr="00D708BF">
        <w:rPr>
          <w:i/>
          <w:iCs/>
        </w:rPr>
        <w:t xml:space="preserve">Picea </w:t>
      </w:r>
      <w:proofErr w:type="spellStart"/>
      <w:r w:rsidRPr="00D708BF">
        <w:rPr>
          <w:i/>
          <w:iCs/>
        </w:rPr>
        <w:t>sitchensis</w:t>
      </w:r>
      <w:proofErr w:type="spellEnd"/>
      <w:r>
        <w:t xml:space="preserve"> trees become denser, the first generation closed </w:t>
      </w:r>
      <w:r w:rsidRPr="00D708BF">
        <w:rPr>
          <w:i/>
          <w:iCs/>
        </w:rPr>
        <w:t xml:space="preserve">Picea </w:t>
      </w:r>
      <w:proofErr w:type="spellStart"/>
      <w:r w:rsidRPr="00D708BF">
        <w:rPr>
          <w:i/>
          <w:iCs/>
        </w:rPr>
        <w:t>sitchensis</w:t>
      </w:r>
      <w:proofErr w:type="spellEnd"/>
      <w:r>
        <w:t xml:space="preserve"> forest develops with </w:t>
      </w:r>
      <w:r w:rsidRPr="00D708BF">
        <w:rPr>
          <w:i/>
          <w:iCs/>
        </w:rPr>
        <w:t xml:space="preserve">Vaccinium </w:t>
      </w:r>
      <w:proofErr w:type="spellStart"/>
      <w:r w:rsidRPr="00D708BF">
        <w:rPr>
          <w:i/>
          <w:iCs/>
        </w:rPr>
        <w:t>ovalifolium</w:t>
      </w:r>
      <w:proofErr w:type="spellEnd"/>
      <w:r>
        <w:t xml:space="preserve">, </w:t>
      </w:r>
      <w:proofErr w:type="spellStart"/>
      <w:r w:rsidRPr="00D708BF">
        <w:rPr>
          <w:i/>
          <w:iCs/>
        </w:rPr>
        <w:t>Oplopanax</w:t>
      </w:r>
      <w:proofErr w:type="spellEnd"/>
      <w:r w:rsidRPr="00D708BF">
        <w:rPr>
          <w:i/>
          <w:iCs/>
        </w:rPr>
        <w:t xml:space="preserve"> </w:t>
      </w:r>
      <w:proofErr w:type="spellStart"/>
      <w:r w:rsidRPr="00D708BF">
        <w:rPr>
          <w:i/>
          <w:iCs/>
        </w:rPr>
        <w:t>horridus</w:t>
      </w:r>
      <w:proofErr w:type="spellEnd"/>
      <w:r>
        <w:t xml:space="preserve"> and feather mosses in the understory. After about 150-300</w:t>
      </w:r>
      <w:r w:rsidR="00D708BF">
        <w:t xml:space="preserve"> </w:t>
      </w:r>
      <w:r>
        <w:t>y</w:t>
      </w:r>
      <w:r w:rsidR="00D708BF">
        <w:t>ea</w:t>
      </w:r>
      <w:r>
        <w:t xml:space="preserve">rs the trees start to senesce, small scale blow down occurs and a multi age stand develops. In the forest gaps left after tree death or blowdown a rich shrub layer with </w:t>
      </w:r>
      <w:r w:rsidRPr="00D708BF">
        <w:rPr>
          <w:i/>
          <w:iCs/>
        </w:rPr>
        <w:t xml:space="preserve">Alnus </w:t>
      </w:r>
      <w:proofErr w:type="spellStart"/>
      <w:r w:rsidR="006A2EAA">
        <w:rPr>
          <w:i/>
          <w:iCs/>
        </w:rPr>
        <w:t>viridis</w:t>
      </w:r>
      <w:proofErr w:type="spellEnd"/>
      <w:r w:rsidR="006A2EAA">
        <w:t xml:space="preserve"> </w:t>
      </w:r>
      <w:r>
        <w:t xml:space="preserve">ssp. </w:t>
      </w:r>
      <w:proofErr w:type="spellStart"/>
      <w:r w:rsidRPr="00D708BF">
        <w:rPr>
          <w:i/>
          <w:iCs/>
        </w:rPr>
        <w:t>sinuata</w:t>
      </w:r>
      <w:proofErr w:type="spellEnd"/>
      <w:r>
        <w:t xml:space="preserve">, </w:t>
      </w:r>
      <w:proofErr w:type="spellStart"/>
      <w:r w:rsidRPr="00D708BF">
        <w:rPr>
          <w:i/>
          <w:iCs/>
        </w:rPr>
        <w:t>Oplopanax</w:t>
      </w:r>
      <w:proofErr w:type="spellEnd"/>
      <w:r w:rsidRPr="00D708BF">
        <w:rPr>
          <w:i/>
          <w:iCs/>
        </w:rPr>
        <w:t xml:space="preserve"> </w:t>
      </w:r>
      <w:proofErr w:type="spellStart"/>
      <w:r w:rsidRPr="00D708BF">
        <w:rPr>
          <w:i/>
          <w:iCs/>
        </w:rPr>
        <w:t>horridus</w:t>
      </w:r>
      <w:proofErr w:type="spellEnd"/>
      <w:r>
        <w:t xml:space="preserve"> and </w:t>
      </w:r>
      <w:r w:rsidRPr="00D708BF">
        <w:rPr>
          <w:i/>
          <w:iCs/>
        </w:rPr>
        <w:t>Calamagrostis canadensis</w:t>
      </w:r>
      <w:r>
        <w:t xml:space="preserve"> competes with the young </w:t>
      </w:r>
      <w:r w:rsidRPr="00D708BF">
        <w:rPr>
          <w:i/>
          <w:iCs/>
        </w:rPr>
        <w:t xml:space="preserve">Picea </w:t>
      </w:r>
      <w:proofErr w:type="spellStart"/>
      <w:r w:rsidRPr="00D708BF">
        <w:rPr>
          <w:i/>
          <w:iCs/>
        </w:rPr>
        <w:t>sitchensis</w:t>
      </w:r>
      <w:proofErr w:type="spellEnd"/>
      <w:r>
        <w:t xml:space="preserve"> trees.</w:t>
      </w:r>
      <w:r w:rsidR="006A2EAA">
        <w:t xml:space="preserve"> With further succession</w:t>
      </w:r>
      <w:r>
        <w:t xml:space="preserve">, these forests </w:t>
      </w:r>
      <w:r w:rsidR="006A2EAA">
        <w:t xml:space="preserve">can </w:t>
      </w:r>
      <w:r>
        <w:t xml:space="preserve">become more open. In areas with beaver activity, ponds can form that when drained can again support </w:t>
      </w:r>
      <w:r w:rsidRPr="00D708BF">
        <w:rPr>
          <w:i/>
          <w:iCs/>
        </w:rPr>
        <w:t xml:space="preserve">Picea </w:t>
      </w:r>
      <w:proofErr w:type="spellStart"/>
      <w:r w:rsidRPr="00D708BF">
        <w:rPr>
          <w:i/>
          <w:iCs/>
        </w:rPr>
        <w:t>sitchensis</w:t>
      </w:r>
      <w:proofErr w:type="spellEnd"/>
      <w:r w:rsidRPr="00D708BF">
        <w:rPr>
          <w:i/>
          <w:iCs/>
        </w:rPr>
        <w:t xml:space="preserve"> </w:t>
      </w:r>
      <w:r>
        <w:t xml:space="preserve">trees. </w:t>
      </w:r>
    </w:p>
    <w:p w:rsidR="000A0BCE" w:rsidP="000A0BCE" w:rsidRDefault="000A0BCE" w14:paraId="015300B9" w14:textId="77777777"/>
    <w:p w:rsidR="00293103" w:rsidP="000A0BCE" w:rsidRDefault="000A0BCE" w14:paraId="6AE99335" w14:textId="2EE7D753">
      <w:r>
        <w:t xml:space="preserve">In the Katmai area </w:t>
      </w:r>
      <w:r w:rsidRPr="00D708BF">
        <w:rPr>
          <w:i/>
          <w:iCs/>
        </w:rPr>
        <w:t xml:space="preserve">Picea </w:t>
      </w:r>
      <w:proofErr w:type="spellStart"/>
      <w:r w:rsidRPr="00D708BF">
        <w:rPr>
          <w:i/>
          <w:iCs/>
        </w:rPr>
        <w:t>sitchensis</w:t>
      </w:r>
      <w:proofErr w:type="spellEnd"/>
      <w:r w:rsidRPr="00D708BF">
        <w:rPr>
          <w:i/>
          <w:iCs/>
        </w:rPr>
        <w:t xml:space="preserve"> </w:t>
      </w:r>
      <w:r>
        <w:t xml:space="preserve">advancement appears to be slower than on Kodiak (personal communication, Page Spencer). It is unclear how well the Kodiak successional sequence applies to </w:t>
      </w:r>
      <w:r w:rsidRPr="00D708BF">
        <w:rPr>
          <w:i/>
          <w:iCs/>
        </w:rPr>
        <w:t xml:space="preserve">Picea </w:t>
      </w:r>
      <w:proofErr w:type="spellStart"/>
      <w:r w:rsidRPr="00D708BF">
        <w:rPr>
          <w:i/>
          <w:iCs/>
        </w:rPr>
        <w:t>sitchensis</w:t>
      </w:r>
      <w:proofErr w:type="spellEnd"/>
      <w:r>
        <w:t xml:space="preserve"> forest on the south end of the Kenai Peninsula which appears to be better developed and is the likely seed source for </w:t>
      </w:r>
      <w:r w:rsidRPr="00D708BF">
        <w:rPr>
          <w:i/>
          <w:iCs/>
        </w:rPr>
        <w:t xml:space="preserve">Picea </w:t>
      </w:r>
      <w:proofErr w:type="spellStart"/>
      <w:r w:rsidRPr="00D708BF">
        <w:rPr>
          <w:i/>
          <w:iCs/>
        </w:rPr>
        <w:t>sitchensis</w:t>
      </w:r>
      <w:proofErr w:type="spellEnd"/>
      <w:r>
        <w:t xml:space="preserve"> invading the Kodiak Archipelago.</w:t>
      </w:r>
    </w:p>
    <w:p w:rsidR="006A224F" w:rsidP="000A0BCE" w:rsidRDefault="006A224F" w14:paraId="7F6349E1" w14:textId="6F5E2BF3"/>
    <w:p w:rsidR="00D708BF" w:rsidP="000A0BCE" w:rsidRDefault="00D708BF" w14:paraId="0AC90CDB" w14:textId="34036B3A">
      <w:r w:rsidRPr="007D0E7A">
        <w:t xml:space="preserve">Wind disturbances at both small and large scales play a fundamental role in shaping forest dynamics in Southeast Alaska </w:t>
      </w:r>
      <w:r w:rsidRPr="009F7DE8">
        <w:t>(</w:t>
      </w:r>
      <w:proofErr w:type="spellStart"/>
      <w:r w:rsidRPr="009F7DE8" w:rsidR="009F7DE8">
        <w:t>Alaback</w:t>
      </w:r>
      <w:proofErr w:type="spellEnd"/>
      <w:r w:rsidRPr="009F7DE8" w:rsidR="009F7DE8">
        <w:t xml:space="preserve"> et al. 2017</w:t>
      </w:r>
      <w:r w:rsidR="00475DA3">
        <w:t>;</w:t>
      </w:r>
      <w:r w:rsidRPr="009F7DE8" w:rsidR="009F7DE8">
        <w:rPr>
          <w:sz w:val="22"/>
          <w:szCs w:val="22"/>
        </w:rPr>
        <w:t xml:space="preserve"> </w:t>
      </w:r>
      <w:r w:rsidRPr="009F7DE8">
        <w:t>Harris and Farr 1974</w:t>
      </w:r>
      <w:r w:rsidR="00475DA3">
        <w:t>;</w:t>
      </w:r>
      <w:r w:rsidRPr="009F7DE8">
        <w:t xml:space="preserve"> Nowacki and Kramer 1998). Wind disturbance characteristics change over a continuum dependent on landscape features (e.g., exposure, position on the landscape, topography). Some research suggests that frequent, small-scale wind events have a larger impact on these forests than the relatively less frequent, large-scale blowdowns (</w:t>
      </w:r>
      <w:proofErr w:type="spellStart"/>
      <w:r w:rsidRPr="009F7DE8">
        <w:t>Harcombe</w:t>
      </w:r>
      <w:proofErr w:type="spellEnd"/>
      <w:r w:rsidRPr="009F7DE8">
        <w:t xml:space="preserve"> 1986). </w:t>
      </w:r>
      <w:r w:rsidRPr="009F7DE8" w:rsidR="009F7DE8">
        <w:t xml:space="preserve">More recent research suggests that catastrophic wind-throw events are a more important driver of forest dynamics in the region than previously recognized (Kramer et al. 2001). </w:t>
      </w:r>
      <w:r w:rsidRPr="009F7DE8">
        <w:t>Stem</w:t>
      </w:r>
      <w:r w:rsidRPr="007D0E7A">
        <w:t>-snap and resultant canopy gaps are more likely to occur in old growth forests and mean gap size tends to be larger in old growth forests than in mature forests (Nowacki and Kramer 1998). Depending on intensity, wind can create single</w:t>
      </w:r>
      <w:r w:rsidR="00FF751A">
        <w:t xml:space="preserve"> </w:t>
      </w:r>
      <w:r w:rsidRPr="007D0E7A">
        <w:t>generation stands with uniform canopies or multi-generation stands with diverse canopy and size structures. Intervals between complete blowdowns tend to be long with forests cycling through stand initiation, stem exclusion, and understory re</w:t>
      </w:r>
      <w:r w:rsidR="006A2EAA">
        <w:t>-</w:t>
      </w:r>
      <w:r w:rsidRPr="007D0E7A">
        <w:t>initiation stages, eventually reaching the old growth stage (at about 350 years). The direction of gap-maker tree falls is significantly aligned with the direction of prevailing winds. Distinct wind disturbance regimes grade from exposed landscapes where recurrent, large-scale wind events prevail to wind-protected landscapes where small-scale canopy gaps predominate. Blowdowns in southeast Alaska range in size from 1 to 1,000 acres and disproportionately occur as smaller patches (typically &lt; 50 acres) (Nowacki and Kramer 1998). Catastrophic winds commonly cause large-scale blowdown throughout southeast Alaska (Deal et al. 1991). Windthrow is more likely in this system than other maritime forests because the trees are shallow rooted in young soils.</w:t>
      </w:r>
    </w:p>
    <w:p w:rsidR="00195EAE" w:rsidP="000A0BCE" w:rsidRDefault="00195EAE" w14:paraId="0146B130" w14:textId="3BBE3D75"/>
    <w:p w:rsidR="006A224F" w:rsidP="000A0BCE" w:rsidRDefault="00195EAE" w14:paraId="34C2BAEF" w14:textId="4AE9E530">
      <w:r w:rsidRPr="00C21ADD">
        <w:rPr>
          <w:color w:val="000000"/>
          <w:shd w:val="clear" w:color="auto" w:fill="FFFFFF"/>
        </w:rPr>
        <w:t xml:space="preserve">In 2017, a comprehensive literature search for fire history information in Alaskan Pacific maritime ecosystems </w:t>
      </w:r>
      <w:r w:rsidR="00C21ADD">
        <w:rPr>
          <w:color w:val="000000"/>
          <w:shd w:val="clear" w:color="auto" w:fill="FFFFFF"/>
        </w:rPr>
        <w:t>found</w:t>
      </w:r>
      <w:r w:rsidRPr="00C21ADD">
        <w:rPr>
          <w:color w:val="000000"/>
          <w:shd w:val="clear" w:color="auto" w:fill="FFFFFF"/>
        </w:rPr>
        <w:t xml:space="preserve"> a single study. In the Kenai Mountains</w:t>
      </w:r>
      <w:r w:rsidR="008D7DF7">
        <w:rPr>
          <w:color w:val="000000"/>
          <w:shd w:val="clear" w:color="auto" w:fill="FFFFFF"/>
        </w:rPr>
        <w:t>,</w:t>
      </w:r>
      <w:r w:rsidRPr="00C21ADD">
        <w:rPr>
          <w:color w:val="000000"/>
          <w:shd w:val="clear" w:color="auto" w:fill="FFFFFF"/>
        </w:rPr>
        <w:t xml:space="preserve"> </w:t>
      </w:r>
      <w:proofErr w:type="spellStart"/>
      <w:r w:rsidRPr="00C21ADD">
        <w:rPr>
          <w:color w:val="000000"/>
          <w:shd w:val="clear" w:color="auto" w:fill="FFFFFF"/>
        </w:rPr>
        <w:t>Potkin</w:t>
      </w:r>
      <w:proofErr w:type="spellEnd"/>
      <w:r w:rsidRPr="00C21ADD">
        <w:rPr>
          <w:color w:val="000000"/>
          <w:shd w:val="clear" w:color="auto" w:fill="FFFFFF"/>
        </w:rPr>
        <w:t xml:space="preserve"> (1997)</w:t>
      </w:r>
      <w:r w:rsidRPr="00C21ADD" w:rsidR="009A01CF">
        <w:rPr>
          <w:color w:val="000000"/>
          <w:shd w:val="clear" w:color="auto" w:fill="FFFFFF"/>
        </w:rPr>
        <w:t xml:space="preserve"> sampled two stands containing spruce and hemlock trees and</w:t>
      </w:r>
      <w:r w:rsidRPr="00C21ADD">
        <w:rPr>
          <w:color w:val="000000"/>
          <w:shd w:val="clear" w:color="auto" w:fill="FFFFFF"/>
        </w:rPr>
        <w:t xml:space="preserve"> </w:t>
      </w:r>
      <w:r w:rsidRPr="00C21ADD" w:rsidR="009A01CF">
        <w:rPr>
          <w:color w:val="000000"/>
          <w:shd w:val="clear" w:color="auto" w:fill="FFFFFF"/>
        </w:rPr>
        <w:t>reported subsurface charcoal 1270 years +/- 40 BP at one site and no soil charcoal at a second site (</w:t>
      </w:r>
      <w:proofErr w:type="spellStart"/>
      <w:r w:rsidRPr="00C21ADD" w:rsidR="009A01CF">
        <w:rPr>
          <w:color w:val="000000"/>
          <w:shd w:val="clear" w:color="auto" w:fill="FFFFFF"/>
        </w:rPr>
        <w:t>Potkin</w:t>
      </w:r>
      <w:proofErr w:type="spellEnd"/>
      <w:r w:rsidRPr="00C21ADD" w:rsidR="009A01CF">
        <w:rPr>
          <w:color w:val="000000"/>
          <w:shd w:val="clear" w:color="auto" w:fill="FFFFFF"/>
        </w:rPr>
        <w:t xml:space="preserve"> 1997).</w:t>
      </w:r>
    </w:p>
    <w:p w:rsidR="00C21ADD" w:rsidP="00C21ADD" w:rsidRDefault="00C21ADD" w14:paraId="644BEA09" w14:textId="77777777"/>
    <w:p w:rsidR="00C21ADD" w:rsidP="00C21ADD" w:rsidRDefault="00C21ADD" w14:paraId="4F5E5374" w14:textId="77777777">
      <w:r>
        <w:t xml:space="preserve">Other important disturbances include avalanches, </w:t>
      </w:r>
      <w:proofErr w:type="gramStart"/>
      <w:r>
        <w:t>landslides</w:t>
      </w:r>
      <w:proofErr w:type="gramEnd"/>
      <w:r>
        <w:t xml:space="preserve"> and tectonic movement.</w:t>
      </w:r>
    </w:p>
    <w:p w:rsidR="000A0BCE" w:rsidP="000A0BCE" w:rsidRDefault="000A0BCE" w14:paraId="5C1FC147" w14:textId="68BEE032">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0A0BCE" w:rsidP="000A0BCE" w:rsidRDefault="000A0BCE" w14:paraId="7153E159" w14:textId="77777777">
      <w:pPr>
        <w:pStyle w:val="InfoPara"/>
      </w:pPr>
      <w:r>
        <w:t>Scale Description</w:t>
      </w:r>
    </w:p>
    <w:p w:rsidR="000A0BCE" w:rsidP="000A0BCE" w:rsidRDefault="000A0BCE" w14:paraId="39F901DA" w14:textId="77777777">
      <w:r>
        <w:t>Matrix</w:t>
      </w:r>
    </w:p>
    <w:p w:rsidR="000A0BCE" w:rsidP="000A0BCE" w:rsidRDefault="000A0BCE" w14:paraId="55214A1D" w14:textId="77777777">
      <w:pPr>
        <w:pStyle w:val="InfoPara"/>
      </w:pPr>
      <w:r>
        <w:t>Adjacency or Identification Concerns</w:t>
      </w:r>
    </w:p>
    <w:p w:rsidR="000A0BCE" w:rsidP="000A0BCE" w:rsidRDefault="00AC27BD" w14:paraId="79251F4F" w14:textId="0C9D5D2F">
      <w:r>
        <w:t>A variety of vegetation types could be found adjacent to this BpS depending on substrate, landform</w:t>
      </w:r>
      <w:r w:rsidR="00777B28">
        <w:t>,</w:t>
      </w:r>
      <w:r>
        <w:t xml:space="preserve"> and elevation. Most adjacent undisturbed areas on low to mid elevation valley landscapes are western hemlock or spruce-hemlock forest, depending on age and local site factors. Open </w:t>
      </w:r>
      <w:r w:rsidR="00316C6C">
        <w:t>Sitka</w:t>
      </w:r>
      <w:r>
        <w:t xml:space="preserve"> spruce forests are often intermixed with alder and forb meadows (Fleming and Spencer 2007).</w:t>
      </w:r>
    </w:p>
    <w:p w:rsidR="000A0BCE" w:rsidP="000A0BCE" w:rsidRDefault="000A0BCE" w14:paraId="202F25AB" w14:textId="77777777">
      <w:pPr>
        <w:pStyle w:val="InfoPara"/>
      </w:pPr>
      <w:r>
        <w:t>Issues or Problems</w:t>
      </w:r>
    </w:p>
    <w:p w:rsidR="000A0BCE" w:rsidP="000A0BCE" w:rsidRDefault="000A0BCE" w14:paraId="68B59C2B" w14:textId="3C1B68B2">
      <w:r>
        <w:t>In dense spruce forest where secondary succession characterized by gap dynamics has begun, the disturbance is occurring on a fine scale as individual or small groups of trees die or are windthrown. The small forest openings created by these dynamics are likely not mappable using the LANDFIRE methodology</w:t>
      </w:r>
      <w:r w:rsidR="00293103">
        <w:t>; the state-and-transition model for this BpS attempts to capture broader scale dynamics.</w:t>
      </w:r>
    </w:p>
    <w:p w:rsidR="000A0BCE" w:rsidP="000A0BCE" w:rsidRDefault="000A0BCE" w14:paraId="1A35180E" w14:textId="77777777"/>
    <w:p w:rsidR="000A0BCE" w:rsidP="000A0BCE" w:rsidRDefault="000A0BCE" w14:paraId="01E8A349" w14:textId="028C3A80">
      <w:r>
        <w:t>It is unclear how well the dynamics described in the Disturbance Description for the Kodiak Archipelago apply to the Kenai and west Cook Inlet parts of the distribution of this BpS.</w:t>
      </w:r>
    </w:p>
    <w:p w:rsidR="000A0BCE" w:rsidP="000A0BCE" w:rsidRDefault="000A0BCE" w14:paraId="54CCE4F6" w14:textId="77777777">
      <w:pPr>
        <w:pStyle w:val="InfoPara"/>
      </w:pPr>
      <w:r>
        <w:t>Native Uncharacteristic Conditions</w:t>
      </w:r>
    </w:p>
    <w:p w:rsidR="000A0BCE" w:rsidP="000A0BCE" w:rsidRDefault="000A0BCE" w14:paraId="5378891C" w14:textId="77777777">
      <w:r>
        <w:t xml:space="preserve">Logging on Kodiak Island and on the Kenai Peninsula south of </w:t>
      </w:r>
      <w:proofErr w:type="spellStart"/>
      <w:r>
        <w:t>Seldovia</w:t>
      </w:r>
      <w:proofErr w:type="spellEnd"/>
      <w:r>
        <w:t xml:space="preserve"> has created more early successional forests than would exist otherwise.</w:t>
      </w:r>
    </w:p>
    <w:p w:rsidR="000A0BCE" w:rsidP="000A0BCE" w:rsidRDefault="000A0BCE" w14:paraId="5230DC8D" w14:textId="77777777">
      <w:pPr>
        <w:pStyle w:val="InfoPara"/>
      </w:pPr>
      <w:r>
        <w:t>Comments</w:t>
      </w:r>
    </w:p>
    <w:p w:rsidRPr="00331FF0" w:rsidR="00AB6DCA" w:rsidP="00AB6DCA" w:rsidRDefault="00AB6DCA" w14:paraId="0BA9C2D7" w14:textId="77777777">
      <w:r>
        <w:t>10/2021 This description was updated by NatureServe staff and Kori Blankenship based on the updated Ecological Systems classification for Alaska. Edits focused on adjusting the Geographic Range, Biophysical Site Descriptions, and Vegetation Description sections.</w:t>
      </w:r>
    </w:p>
    <w:p w:rsidRPr="00C21ADD" w:rsidR="00AB6DCA" w:rsidP="00C76D16" w:rsidRDefault="00AB6DCA" w14:paraId="4B30012C" w14:textId="77777777">
      <w:pPr>
        <w:rPr>
          <w:b/>
          <w:bCs/>
        </w:rPr>
      </w:pPr>
    </w:p>
    <w:p w:rsidRPr="00C83B69" w:rsidR="00C83B69" w:rsidP="00C83B69" w:rsidRDefault="00293103" w14:paraId="48F9525E" w14:textId="77777777">
      <w:pPr>
        <w:rPr>
          <w:b/>
          <w:bCs/>
        </w:rPr>
      </w:pPr>
      <w:r>
        <w:t xml:space="preserve">In 2021 Kori Blankenship updated the state-and-transition model for this BpS. During LANDFIRE National it was thought that the states of this type would be difficult to map using LANDIFRE methods. While this may still be the case, Blankenship felt it was important to construct at least a conceptual model to represent the dynamics of the BpS. Blankenship </w:t>
      </w:r>
      <w:r w:rsidR="009A01CF">
        <w:t>used information from</w:t>
      </w:r>
      <w:r>
        <w:t xml:space="preserve"> the Fire Regime Condition Class Coastal Forest model by Karen A. Murphy and Evie Witten</w:t>
      </w:r>
      <w:r w:rsidR="009A01CF">
        <w:t xml:space="preserve"> and the </w:t>
      </w:r>
      <w:r w:rsidR="00C83B69">
        <w:t xml:space="preserve">LANDFIRE </w:t>
      </w:r>
      <w:r w:rsidRPr="00C21ADD" w:rsidR="00C83B69">
        <w:t>Alaskan Pacific Maritime Western Hemlock Forest</w:t>
      </w:r>
    </w:p>
    <w:p w:rsidR="000A0BCE" w:rsidP="000A0BCE" w:rsidRDefault="00C83B69" w14:paraId="3789DDD9" w14:textId="10662638">
      <w:r>
        <w:t xml:space="preserve">BpS model by Sheila Spores and reviewed by Paul </w:t>
      </w:r>
      <w:proofErr w:type="spellStart"/>
      <w:r>
        <w:t>Alaback</w:t>
      </w:r>
      <w:proofErr w:type="spellEnd"/>
      <w:r>
        <w:t xml:space="preserve">, Roy Josephson, and Tom DeMeo. </w:t>
      </w:r>
      <w:r w:rsidR="00C21ADD">
        <w:t xml:space="preserve">In addition to model changes, </w:t>
      </w:r>
      <w:r w:rsidR="00C76D16">
        <w:t xml:space="preserve">Blankenship added to the disturbance regime and succession classes section of the model description which </w:t>
      </w:r>
      <w:r w:rsidR="00293103">
        <w:t>was</w:t>
      </w:r>
      <w:r w:rsidR="00C76D16">
        <w:t xml:space="preserve"> developed during LANDIFRE National</w:t>
      </w:r>
      <w:r w:rsidR="00293103">
        <w:t xml:space="preserve"> </w:t>
      </w:r>
      <w:r w:rsidR="000A0BCE">
        <w:t>largely based on work in the Kodiak Archipelago (Fleming and Spencer 2007) and conversations with Page Spencer.</w:t>
      </w:r>
    </w:p>
    <w:p w:rsidR="00E212B2" w:rsidP="00E212B2" w:rsidRDefault="00E212B2" w14:paraId="2DA857E7"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c>
          <w:tcPr>
            <w:tcW w:w="0" w:type="auto"/>
          </w:tcPr>
          <w:p>
            <w:pPr>
              <w:jc w:val="center"/>
            </w:pPr>
            <w:r>
              <w:rPr>
                <w:sz w:val="20"/>
              </w:rPr>
              <w:t>B</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c>
          <w:tcPr>
            <w:tcW w:w="0" w:type="auto"/>
          </w:tcPr>
          <w:p>
            <w:pPr>
              <w:jc w:val="center"/>
            </w:pPr>
            <w:r>
              <w:rPr>
                <w:sz w:val="20"/>
              </w:rPr>
              <w:t>C</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c>
          <w:tcPr>
            <w:tcW w:w="0" w:type="auto"/>
          </w:tcPr>
          <w:p>
            <w:pPr>
              <w:jc w:val="center"/>
            </w:pPr>
            <w:r>
              <w:rPr>
                <w:sz w:val="20"/>
              </w:rPr>
              <w:t>D</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DD7150" w:rsidP="00DD7150" w:rsidRDefault="00DD7150" w14:paraId="727024BC" w14:textId="40FDE091">
      <w:pPr>
        <w:pStyle w:val="InfoPara"/>
        <w:pBdr>
          <w:top w:val="single" w:color="auto" w:sz="4" w:space="1"/>
        </w:pBdr>
      </w:pPr>
      <w:r xmlns:w="http://schemas.openxmlformats.org/wordprocessingml/2006/main">
        <w:t>Class A</w:t>
      </w:r>
      <w:r xmlns:w="http://schemas.openxmlformats.org/wordprocessingml/2006/main">
        <w:tab/>
        <w:t>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Early Development 1 - All Structures</w:t>
      </w:r>
    </w:p>
    <w:p w:rsidR="00DD7150" w:rsidP="00DD7150" w:rsidRDefault="00DD7150" w14:paraId="4AE29396" w14:textId="77777777"/>
    <w:p w:rsidR="00DD7150" w:rsidP="00DD7150" w:rsidRDefault="00DD7150" w14:paraId="7144BC3A"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616"/>
        <w:gridCol w:w="2256"/>
        <w:gridCol w:w="1956"/>
      </w:tblGrid>
      <w:tr w:rsidRPr="006967B4" w:rsidR="00DD7150" w:rsidTr="00D000AD" w14:paraId="75FFFBDE" w14:textId="77777777">
        <w:tc>
          <w:tcPr>
            <w:tcW w:w="1056" w:type="dxa"/>
            <w:tcBorders>
              <w:top w:val="single" w:color="auto" w:sz="2" w:space="0"/>
              <w:bottom w:val="single" w:color="000000" w:sz="12" w:space="0"/>
            </w:tcBorders>
            <w:shd w:val="clear" w:color="auto" w:fill="auto"/>
          </w:tcPr>
          <w:p w:rsidRPr="006967B4" w:rsidR="00DD7150" w:rsidP="00D000AD" w:rsidRDefault="00DD7150" w14:paraId="74F5FBFF" w14:textId="77777777">
            <w:pPr>
              <w:rPr>
                <w:b/>
                <w:bCs/>
              </w:rPr>
            </w:pPr>
            <w:r w:rsidRPr="006967B4">
              <w:rPr>
                <w:b/>
                <w:bCs/>
              </w:rPr>
              <w:t>Symbol</w:t>
            </w:r>
          </w:p>
        </w:tc>
        <w:tc>
          <w:tcPr>
            <w:tcW w:w="2616" w:type="dxa"/>
            <w:tcBorders>
              <w:top w:val="single" w:color="auto" w:sz="2" w:space="0"/>
              <w:bottom w:val="single" w:color="000000" w:sz="12" w:space="0"/>
            </w:tcBorders>
            <w:shd w:val="clear" w:color="auto" w:fill="auto"/>
          </w:tcPr>
          <w:p w:rsidRPr="006967B4" w:rsidR="00DD7150" w:rsidP="00D000AD" w:rsidRDefault="00DD7150" w14:paraId="1BD15A74" w14:textId="77777777">
            <w:pPr>
              <w:rPr>
                <w:b/>
                <w:bCs/>
              </w:rPr>
            </w:pPr>
            <w:r w:rsidRPr="006967B4">
              <w:rPr>
                <w:b/>
                <w:bCs/>
              </w:rPr>
              <w:t>Scientific Name</w:t>
            </w:r>
          </w:p>
        </w:tc>
        <w:tc>
          <w:tcPr>
            <w:tcW w:w="2256" w:type="dxa"/>
            <w:tcBorders>
              <w:top w:val="single" w:color="auto" w:sz="2" w:space="0"/>
              <w:bottom w:val="single" w:color="000000" w:sz="12" w:space="0"/>
            </w:tcBorders>
            <w:shd w:val="clear" w:color="auto" w:fill="auto"/>
          </w:tcPr>
          <w:p w:rsidRPr="006967B4" w:rsidR="00DD7150" w:rsidP="00D000AD" w:rsidRDefault="00DD7150" w14:paraId="4987CE82" w14:textId="77777777">
            <w:pPr>
              <w:rPr>
                <w:b/>
                <w:bCs/>
              </w:rPr>
            </w:pPr>
            <w:r w:rsidRPr="006967B4">
              <w:rPr>
                <w:b/>
                <w:bCs/>
              </w:rPr>
              <w:t>Common Name</w:t>
            </w:r>
          </w:p>
        </w:tc>
        <w:tc>
          <w:tcPr>
            <w:tcW w:w="1956" w:type="dxa"/>
            <w:tcBorders>
              <w:top w:val="single" w:color="auto" w:sz="2" w:space="0"/>
              <w:bottom w:val="single" w:color="000000" w:sz="12" w:space="0"/>
            </w:tcBorders>
            <w:shd w:val="clear" w:color="auto" w:fill="auto"/>
          </w:tcPr>
          <w:p w:rsidRPr="006967B4" w:rsidR="00DD7150" w:rsidP="00D000AD" w:rsidRDefault="00DD7150" w14:paraId="7A0A3E2B" w14:textId="77777777">
            <w:pPr>
              <w:rPr>
                <w:b/>
                <w:bCs/>
              </w:rPr>
            </w:pPr>
            <w:r w:rsidRPr="006967B4">
              <w:rPr>
                <w:b/>
                <w:bCs/>
              </w:rPr>
              <w:t>Canopy Position</w:t>
            </w:r>
          </w:p>
        </w:tc>
      </w:tr>
      <w:tr w:rsidRPr="006967B4" w:rsidR="00CB7C5A" w:rsidTr="00D000AD" w14:paraId="578305C1" w14:textId="77777777">
        <w:tc>
          <w:tcPr>
            <w:tcW w:w="1056" w:type="dxa"/>
            <w:tcBorders>
              <w:top w:val="single" w:color="000000" w:sz="12" w:space="0"/>
            </w:tcBorders>
            <w:shd w:val="clear" w:color="auto" w:fill="auto"/>
          </w:tcPr>
          <w:p w:rsidRPr="006967B4" w:rsidR="00CB7C5A" w:rsidP="00CB7C5A" w:rsidRDefault="00CB7C5A" w14:paraId="786E646A" w14:textId="0756ABDE">
            <w:pPr>
              <w:rPr>
                <w:bCs/>
              </w:rPr>
            </w:pPr>
            <w:r w:rsidRPr="006967B4">
              <w:rPr>
                <w:bCs/>
              </w:rPr>
              <w:t>PISI</w:t>
            </w:r>
          </w:p>
        </w:tc>
        <w:tc>
          <w:tcPr>
            <w:tcW w:w="2616" w:type="dxa"/>
            <w:tcBorders>
              <w:top w:val="single" w:color="000000" w:sz="12" w:space="0"/>
            </w:tcBorders>
            <w:shd w:val="clear" w:color="auto" w:fill="auto"/>
          </w:tcPr>
          <w:p w:rsidRPr="00E86CCA" w:rsidR="00CB7C5A" w:rsidP="00CB7C5A" w:rsidRDefault="00CB7C5A" w14:paraId="3E0F1E95" w14:textId="230C1135">
            <w:pPr>
              <w:rPr>
                <w:i/>
                <w:iCs/>
              </w:rPr>
            </w:pPr>
            <w:r w:rsidRPr="00E86CCA">
              <w:rPr>
                <w:i/>
                <w:iCs/>
              </w:rPr>
              <w:t xml:space="preserve">Picea </w:t>
            </w:r>
            <w:proofErr w:type="spellStart"/>
            <w:r w:rsidRPr="00E86CCA">
              <w:rPr>
                <w:i/>
                <w:iCs/>
              </w:rPr>
              <w:t>sitchensis</w:t>
            </w:r>
            <w:proofErr w:type="spellEnd"/>
          </w:p>
        </w:tc>
        <w:tc>
          <w:tcPr>
            <w:tcW w:w="2256" w:type="dxa"/>
            <w:tcBorders>
              <w:top w:val="single" w:color="000000" w:sz="12" w:space="0"/>
            </w:tcBorders>
            <w:shd w:val="clear" w:color="auto" w:fill="auto"/>
          </w:tcPr>
          <w:p w:rsidRPr="006967B4" w:rsidR="00CB7C5A" w:rsidP="00CB7C5A" w:rsidRDefault="00CB7C5A" w14:paraId="65151F81" w14:textId="20FCE284">
            <w:r w:rsidRPr="006967B4">
              <w:t>Sitka spruce</w:t>
            </w:r>
          </w:p>
        </w:tc>
        <w:tc>
          <w:tcPr>
            <w:tcW w:w="1956" w:type="dxa"/>
            <w:tcBorders>
              <w:top w:val="single" w:color="000000" w:sz="12" w:space="0"/>
            </w:tcBorders>
            <w:shd w:val="clear" w:color="auto" w:fill="auto"/>
          </w:tcPr>
          <w:p w:rsidRPr="006967B4" w:rsidR="00CB7C5A" w:rsidP="00CB7C5A" w:rsidRDefault="00CB7C5A" w14:paraId="76668ED9" w14:textId="208AA7A4">
            <w:r w:rsidRPr="006967B4">
              <w:t>Upper</w:t>
            </w:r>
          </w:p>
        </w:tc>
      </w:tr>
      <w:tr w:rsidRPr="006967B4" w:rsidR="00CB7C5A" w:rsidTr="00D000AD" w14:paraId="07E33648" w14:textId="77777777">
        <w:tc>
          <w:tcPr>
            <w:tcW w:w="1056" w:type="dxa"/>
            <w:shd w:val="clear" w:color="auto" w:fill="auto"/>
          </w:tcPr>
          <w:p w:rsidRPr="006967B4" w:rsidR="00CB7C5A" w:rsidP="00CB7C5A" w:rsidRDefault="00CB7C5A" w14:paraId="58809EBE" w14:textId="1B848416">
            <w:pPr>
              <w:rPr>
                <w:bCs/>
              </w:rPr>
            </w:pPr>
            <w:r w:rsidRPr="000A0BCE">
              <w:rPr>
                <w:bCs/>
              </w:rPr>
              <w:t>OPHO</w:t>
            </w:r>
          </w:p>
        </w:tc>
        <w:tc>
          <w:tcPr>
            <w:tcW w:w="2616" w:type="dxa"/>
            <w:shd w:val="clear" w:color="auto" w:fill="auto"/>
          </w:tcPr>
          <w:p w:rsidRPr="00E86CCA" w:rsidR="00CB7C5A" w:rsidP="00CB7C5A" w:rsidRDefault="00CB7C5A" w14:paraId="5956D2DD" w14:textId="45CBFFAE">
            <w:pPr>
              <w:rPr>
                <w:i/>
                <w:iCs/>
              </w:rPr>
            </w:pPr>
            <w:proofErr w:type="spellStart"/>
            <w:r w:rsidRPr="00E86CCA">
              <w:rPr>
                <w:i/>
                <w:iCs/>
              </w:rPr>
              <w:t>Oplopanax</w:t>
            </w:r>
            <w:proofErr w:type="spellEnd"/>
            <w:r w:rsidRPr="00E86CCA">
              <w:rPr>
                <w:i/>
                <w:iCs/>
              </w:rPr>
              <w:t xml:space="preserve"> </w:t>
            </w:r>
            <w:proofErr w:type="spellStart"/>
            <w:r w:rsidRPr="00E86CCA">
              <w:rPr>
                <w:i/>
                <w:iCs/>
              </w:rPr>
              <w:t>horridus</w:t>
            </w:r>
            <w:proofErr w:type="spellEnd"/>
          </w:p>
        </w:tc>
        <w:tc>
          <w:tcPr>
            <w:tcW w:w="2256" w:type="dxa"/>
            <w:shd w:val="clear" w:color="auto" w:fill="auto"/>
          </w:tcPr>
          <w:p w:rsidRPr="006967B4" w:rsidR="00CB7C5A" w:rsidP="00CB7C5A" w:rsidRDefault="00CB7C5A" w14:paraId="72E43B14" w14:textId="3E1C9F30">
            <w:proofErr w:type="spellStart"/>
            <w:r w:rsidRPr="000A0BCE">
              <w:t>Devilsclub</w:t>
            </w:r>
            <w:proofErr w:type="spellEnd"/>
          </w:p>
        </w:tc>
        <w:tc>
          <w:tcPr>
            <w:tcW w:w="1956" w:type="dxa"/>
            <w:shd w:val="clear" w:color="auto" w:fill="auto"/>
          </w:tcPr>
          <w:p w:rsidRPr="006967B4" w:rsidR="00CB7C5A" w:rsidP="00CB7C5A" w:rsidRDefault="00CB7C5A" w14:paraId="38BB6374" w14:textId="11061C43">
            <w:r w:rsidRPr="006967B4">
              <w:t>Upper</w:t>
            </w:r>
          </w:p>
        </w:tc>
      </w:tr>
      <w:tr w:rsidRPr="006967B4" w:rsidR="00CB7C5A" w:rsidTr="00D000AD" w14:paraId="574FFB42" w14:textId="77777777">
        <w:tc>
          <w:tcPr>
            <w:tcW w:w="1056" w:type="dxa"/>
            <w:shd w:val="clear" w:color="auto" w:fill="auto"/>
          </w:tcPr>
          <w:p w:rsidRPr="006967B4" w:rsidR="00CB7C5A" w:rsidP="00CB7C5A" w:rsidRDefault="00CB7C5A" w14:paraId="32A6132B" w14:textId="77777777">
            <w:pPr>
              <w:rPr>
                <w:bCs/>
              </w:rPr>
            </w:pPr>
            <w:r w:rsidRPr="006967B4">
              <w:rPr>
                <w:bCs/>
              </w:rPr>
              <w:t>VAOV</w:t>
            </w:r>
          </w:p>
        </w:tc>
        <w:tc>
          <w:tcPr>
            <w:tcW w:w="2616" w:type="dxa"/>
            <w:shd w:val="clear" w:color="auto" w:fill="auto"/>
          </w:tcPr>
          <w:p w:rsidRPr="00E86CCA" w:rsidR="00CB7C5A" w:rsidP="00CB7C5A" w:rsidRDefault="00CB7C5A" w14:paraId="283A1624" w14:textId="77777777">
            <w:pPr>
              <w:rPr>
                <w:i/>
                <w:iCs/>
              </w:rPr>
            </w:pPr>
            <w:r w:rsidRPr="00E86CCA">
              <w:rPr>
                <w:i/>
                <w:iCs/>
              </w:rPr>
              <w:t xml:space="preserve">Vaccinium </w:t>
            </w:r>
            <w:proofErr w:type="spellStart"/>
            <w:r w:rsidRPr="00E86CCA">
              <w:rPr>
                <w:i/>
                <w:iCs/>
              </w:rPr>
              <w:t>ovalifolium</w:t>
            </w:r>
            <w:proofErr w:type="spellEnd"/>
          </w:p>
        </w:tc>
        <w:tc>
          <w:tcPr>
            <w:tcW w:w="2256" w:type="dxa"/>
            <w:shd w:val="clear" w:color="auto" w:fill="auto"/>
          </w:tcPr>
          <w:p w:rsidRPr="006967B4" w:rsidR="00CB7C5A" w:rsidP="00CB7C5A" w:rsidRDefault="00CB7C5A" w14:paraId="57701B6C" w14:textId="77777777">
            <w:r w:rsidRPr="006967B4">
              <w:t>Oval-leaf blueberry</w:t>
            </w:r>
          </w:p>
        </w:tc>
        <w:tc>
          <w:tcPr>
            <w:tcW w:w="1956" w:type="dxa"/>
            <w:shd w:val="clear" w:color="auto" w:fill="auto"/>
          </w:tcPr>
          <w:p w:rsidRPr="006967B4" w:rsidR="00CB7C5A" w:rsidP="00CB7C5A" w:rsidRDefault="00CB7C5A" w14:paraId="02D8EEDB" w14:textId="76468AB8">
            <w:r w:rsidRPr="006967B4">
              <w:t>Upper</w:t>
            </w:r>
          </w:p>
        </w:tc>
      </w:tr>
      <w:tr w:rsidRPr="006967B4" w:rsidR="00CB7C5A" w:rsidTr="00D000AD" w14:paraId="2596EF4F" w14:textId="77777777">
        <w:tc>
          <w:tcPr>
            <w:tcW w:w="1056" w:type="dxa"/>
            <w:shd w:val="clear" w:color="auto" w:fill="auto"/>
          </w:tcPr>
          <w:p w:rsidRPr="006967B4" w:rsidR="00CB7C5A" w:rsidP="00CB7C5A" w:rsidRDefault="00CB7C5A" w14:paraId="3266F98F" w14:textId="0F47DF53">
            <w:pPr>
              <w:rPr>
                <w:bCs/>
              </w:rPr>
            </w:pPr>
            <w:r w:rsidRPr="000A0BCE">
              <w:rPr>
                <w:bCs/>
              </w:rPr>
              <w:t>SARA2</w:t>
            </w:r>
          </w:p>
        </w:tc>
        <w:tc>
          <w:tcPr>
            <w:tcW w:w="2616" w:type="dxa"/>
            <w:shd w:val="clear" w:color="auto" w:fill="auto"/>
          </w:tcPr>
          <w:p w:rsidRPr="00E86CCA" w:rsidR="00CB7C5A" w:rsidP="00CB7C5A" w:rsidRDefault="00CB7C5A" w14:paraId="3380A09E" w14:textId="1CE6130B">
            <w:pPr>
              <w:rPr>
                <w:i/>
                <w:iCs/>
              </w:rPr>
            </w:pPr>
            <w:r w:rsidRPr="00E86CCA">
              <w:rPr>
                <w:i/>
                <w:iCs/>
              </w:rPr>
              <w:t xml:space="preserve">Sambucus </w:t>
            </w:r>
            <w:proofErr w:type="spellStart"/>
            <w:r w:rsidRPr="00E86CCA">
              <w:rPr>
                <w:i/>
                <w:iCs/>
              </w:rPr>
              <w:t>racemosa</w:t>
            </w:r>
            <w:proofErr w:type="spellEnd"/>
          </w:p>
        </w:tc>
        <w:tc>
          <w:tcPr>
            <w:tcW w:w="2256" w:type="dxa"/>
            <w:shd w:val="clear" w:color="auto" w:fill="auto"/>
          </w:tcPr>
          <w:p w:rsidRPr="006967B4" w:rsidR="00CB7C5A" w:rsidP="00CB7C5A" w:rsidRDefault="00CB7C5A" w14:paraId="689E93AE" w14:textId="4E140724">
            <w:r w:rsidRPr="000A0BCE">
              <w:t>Red elderberry</w:t>
            </w:r>
          </w:p>
        </w:tc>
        <w:tc>
          <w:tcPr>
            <w:tcW w:w="1956" w:type="dxa"/>
            <w:shd w:val="clear" w:color="auto" w:fill="auto"/>
          </w:tcPr>
          <w:p w:rsidRPr="006967B4" w:rsidR="00CB7C5A" w:rsidP="00CB7C5A" w:rsidRDefault="00CB7C5A" w14:paraId="26946297" w14:textId="077ECB02">
            <w:r w:rsidRPr="006967B4">
              <w:t>Upper</w:t>
            </w:r>
          </w:p>
        </w:tc>
      </w:tr>
    </w:tbl>
    <w:p w:rsidR="00DD7150" w:rsidP="00DD7150" w:rsidRDefault="00DD7150" w14:paraId="2A6762DF" w14:textId="77777777"/>
    <w:p w:rsidR="00DD7150" w:rsidP="00DD7150" w:rsidRDefault="00DD7150" w14:paraId="5B48CF30" w14:textId="77777777">
      <w:pPr>
        <w:pStyle w:val="SClassInfoPara"/>
      </w:pPr>
      <w:r>
        <w:t>Description</w:t>
      </w:r>
    </w:p>
    <w:p w:rsidR="00DD7150" w:rsidP="00DD7150" w:rsidRDefault="00DD7150" w14:paraId="13415DE6" w14:textId="402FEC29">
      <w:r>
        <w:t>Post</w:t>
      </w:r>
      <w:r w:rsidR="00D07997">
        <w:t>-</w:t>
      </w:r>
      <w:r>
        <w:t>disturbance stand initiation</w:t>
      </w:r>
      <w:r w:rsidR="00541EE2">
        <w:t>.</w:t>
      </w:r>
    </w:p>
    <w:p w:rsidR="00DD7150" w:rsidP="00DD7150" w:rsidRDefault="00DD7150" w14:paraId="4DBC04E4" w14:textId="77777777"/>
    <w:p w:rsidR="00DD7150" w:rsidP="00DD7150" w:rsidRDefault="00DD7150" w14:paraId="41146B7B" w14:textId="4F834949">
      <w:r>
        <w:t>Herbs, shrubs</w:t>
      </w:r>
      <w:r w:rsidR="000621F5">
        <w:t>,</w:t>
      </w:r>
      <w:r>
        <w:t xml:space="preserve"> and tree seedlings grow from seeds, sprouts</w:t>
      </w:r>
      <w:r w:rsidR="009405B1">
        <w:t>,</w:t>
      </w:r>
      <w:r>
        <w:t xml:space="preserve"> and advance regeneration. Within five years following disturbance, a vigorous shrub layer develops and will often persist past age 20</w:t>
      </w:r>
      <w:r w:rsidR="00AC27BD">
        <w:t xml:space="preserve"> </w:t>
      </w:r>
      <w:r>
        <w:t>y</w:t>
      </w:r>
      <w:r w:rsidR="00AC27BD">
        <w:t>ea</w:t>
      </w:r>
      <w:r>
        <w:t>rs. Thirty years is used as the estimate of the end of this stage (</w:t>
      </w:r>
      <w:proofErr w:type="spellStart"/>
      <w:r>
        <w:t>Alaback</w:t>
      </w:r>
      <w:proofErr w:type="spellEnd"/>
      <w:r>
        <w:t xml:space="preserve"> 1984</w:t>
      </w:r>
      <w:r w:rsidR="009405B1">
        <w:t>;</w:t>
      </w:r>
      <w:r>
        <w:t xml:space="preserve"> DeMeo et al. 1992). By age 50, shrub cover is reduced past the pre-disturbance level (DeMeo et al. 1992). Post disturbance conifer regeneration will depend on the pre disturbance stand composition and the type of disturbance. Hemlock is more likely to regenerate following windthrow whereas spruce is more likely to regenerate if mineral soil is exposed (e.g.</w:t>
      </w:r>
      <w:r w:rsidR="001A13A5">
        <w:t>,</w:t>
      </w:r>
      <w:r>
        <w:t xml:space="preserve"> after a landslide).</w:t>
      </w:r>
    </w:p>
    <w:p w:rsidR="00BE50FA" w:rsidP="00DD7150" w:rsidRDefault="00BE50FA" w14:paraId="54266093" w14:textId="77777777"/>
    <w:p>
      <w:r>
        <w:rPr>
          <w:i/>
          <w:u w:val="single"/>
        </w:rPr>
        <w:t>Maximum Tree Size Class</w:t>
      </w:r>
      <w:br/>
      <w:r>
        <w:t>Seedling/Sapling &lt;5"</w:t>
      </w:r>
    </w:p>
    <w:p w:rsidR="00DD7150" w:rsidP="00DD7150" w:rsidRDefault="00DD7150" w14:paraId="62E38E5C" w14:textId="66DD1810">
      <w:pPr>
        <w:pStyle w:val="InfoPara"/>
        <w:pBdr>
          <w:top w:val="single" w:color="auto" w:sz="4" w:space="1"/>
        </w:pBdr>
      </w:pPr>
      <w:r xmlns:w="http://schemas.openxmlformats.org/wordprocessingml/2006/main">
        <w:t>Class B</w:t>
      </w:r>
      <w:r xmlns:w="http://schemas.openxmlformats.org/wordprocessingml/2006/main">
        <w:tab/>
        <w:t>12</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Closed</w:t>
      </w:r>
    </w:p>
    <w:p w:rsidR="00DD7150" w:rsidP="00DD7150" w:rsidRDefault="00DD7150" w14:paraId="1F93F5F8" w14:textId="77777777"/>
    <w:p w:rsidR="00DD7150" w:rsidP="00DD7150" w:rsidRDefault="00DD7150" w14:paraId="0A4FF38E"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208"/>
        <w:gridCol w:w="2052"/>
        <w:gridCol w:w="1956"/>
      </w:tblGrid>
      <w:tr w:rsidRPr="006967B4" w:rsidR="00DD7150" w:rsidTr="00D000AD" w14:paraId="19D567FA" w14:textId="77777777">
        <w:tc>
          <w:tcPr>
            <w:tcW w:w="1056" w:type="dxa"/>
            <w:tcBorders>
              <w:top w:val="single" w:color="auto" w:sz="2" w:space="0"/>
              <w:bottom w:val="single" w:color="000000" w:sz="12" w:space="0"/>
            </w:tcBorders>
            <w:shd w:val="clear" w:color="auto" w:fill="auto"/>
          </w:tcPr>
          <w:p w:rsidRPr="006967B4" w:rsidR="00DD7150" w:rsidP="00D000AD" w:rsidRDefault="00DD7150" w14:paraId="383F3480" w14:textId="77777777">
            <w:pPr>
              <w:rPr>
                <w:b/>
                <w:bCs/>
              </w:rPr>
            </w:pPr>
            <w:r w:rsidRPr="006967B4">
              <w:rPr>
                <w:b/>
                <w:bCs/>
              </w:rPr>
              <w:t>Symbol</w:t>
            </w:r>
          </w:p>
        </w:tc>
        <w:tc>
          <w:tcPr>
            <w:tcW w:w="2208" w:type="dxa"/>
            <w:tcBorders>
              <w:top w:val="single" w:color="auto" w:sz="2" w:space="0"/>
              <w:bottom w:val="single" w:color="000000" w:sz="12" w:space="0"/>
            </w:tcBorders>
            <w:shd w:val="clear" w:color="auto" w:fill="auto"/>
          </w:tcPr>
          <w:p w:rsidRPr="006967B4" w:rsidR="00DD7150" w:rsidP="00D000AD" w:rsidRDefault="00DD7150" w14:paraId="6BCDE8E4" w14:textId="77777777">
            <w:pPr>
              <w:rPr>
                <w:b/>
                <w:bCs/>
              </w:rPr>
            </w:pPr>
            <w:r w:rsidRPr="006967B4">
              <w:rPr>
                <w:b/>
                <w:bCs/>
              </w:rPr>
              <w:t>Scientific Name</w:t>
            </w:r>
          </w:p>
        </w:tc>
        <w:tc>
          <w:tcPr>
            <w:tcW w:w="2052" w:type="dxa"/>
            <w:tcBorders>
              <w:top w:val="single" w:color="auto" w:sz="2" w:space="0"/>
              <w:bottom w:val="single" w:color="000000" w:sz="12" w:space="0"/>
            </w:tcBorders>
            <w:shd w:val="clear" w:color="auto" w:fill="auto"/>
          </w:tcPr>
          <w:p w:rsidRPr="006967B4" w:rsidR="00DD7150" w:rsidP="00D000AD" w:rsidRDefault="00DD7150" w14:paraId="556C5D3A" w14:textId="77777777">
            <w:pPr>
              <w:rPr>
                <w:b/>
                <w:bCs/>
              </w:rPr>
            </w:pPr>
            <w:r w:rsidRPr="006967B4">
              <w:rPr>
                <w:b/>
                <w:bCs/>
              </w:rPr>
              <w:t>Common Name</w:t>
            </w:r>
          </w:p>
        </w:tc>
        <w:tc>
          <w:tcPr>
            <w:tcW w:w="1956" w:type="dxa"/>
            <w:tcBorders>
              <w:top w:val="single" w:color="auto" w:sz="2" w:space="0"/>
              <w:bottom w:val="single" w:color="000000" w:sz="12" w:space="0"/>
            </w:tcBorders>
            <w:shd w:val="clear" w:color="auto" w:fill="auto"/>
          </w:tcPr>
          <w:p w:rsidRPr="006967B4" w:rsidR="00DD7150" w:rsidP="00D000AD" w:rsidRDefault="00DD7150" w14:paraId="39415136" w14:textId="77777777">
            <w:pPr>
              <w:rPr>
                <w:b/>
                <w:bCs/>
              </w:rPr>
            </w:pPr>
            <w:r w:rsidRPr="006967B4">
              <w:rPr>
                <w:b/>
                <w:bCs/>
              </w:rPr>
              <w:t>Canopy Position</w:t>
            </w:r>
          </w:p>
        </w:tc>
      </w:tr>
      <w:tr w:rsidRPr="006967B4" w:rsidR="00DD7150" w:rsidTr="00D000AD" w14:paraId="783059AA" w14:textId="77777777">
        <w:tc>
          <w:tcPr>
            <w:tcW w:w="1056" w:type="dxa"/>
            <w:shd w:val="clear" w:color="auto" w:fill="auto"/>
          </w:tcPr>
          <w:p w:rsidRPr="006967B4" w:rsidR="00DD7150" w:rsidP="00D000AD" w:rsidRDefault="00DD7150" w14:paraId="6C7CBC4A" w14:textId="77777777">
            <w:pPr>
              <w:rPr>
                <w:bCs/>
              </w:rPr>
            </w:pPr>
            <w:r w:rsidRPr="006967B4">
              <w:rPr>
                <w:bCs/>
              </w:rPr>
              <w:t>PISI</w:t>
            </w:r>
          </w:p>
        </w:tc>
        <w:tc>
          <w:tcPr>
            <w:tcW w:w="2208" w:type="dxa"/>
            <w:shd w:val="clear" w:color="auto" w:fill="auto"/>
          </w:tcPr>
          <w:p w:rsidRPr="00E86CCA" w:rsidR="00DD7150" w:rsidP="00D000AD" w:rsidRDefault="00DD7150" w14:paraId="0850498A" w14:textId="77777777">
            <w:pPr>
              <w:rPr>
                <w:i/>
                <w:iCs/>
              </w:rPr>
            </w:pPr>
            <w:r w:rsidRPr="00E86CCA">
              <w:rPr>
                <w:i/>
                <w:iCs/>
              </w:rPr>
              <w:t xml:space="preserve">Picea </w:t>
            </w:r>
            <w:proofErr w:type="spellStart"/>
            <w:r w:rsidRPr="00E86CCA">
              <w:rPr>
                <w:i/>
                <w:iCs/>
              </w:rPr>
              <w:t>sitchensis</w:t>
            </w:r>
            <w:proofErr w:type="spellEnd"/>
          </w:p>
        </w:tc>
        <w:tc>
          <w:tcPr>
            <w:tcW w:w="2052" w:type="dxa"/>
            <w:shd w:val="clear" w:color="auto" w:fill="auto"/>
          </w:tcPr>
          <w:p w:rsidRPr="006967B4" w:rsidR="00DD7150" w:rsidP="00D000AD" w:rsidRDefault="00DD7150" w14:paraId="0B21E0EB" w14:textId="77777777">
            <w:r w:rsidRPr="006967B4">
              <w:t>Sitka spruce</w:t>
            </w:r>
          </w:p>
        </w:tc>
        <w:tc>
          <w:tcPr>
            <w:tcW w:w="1956" w:type="dxa"/>
            <w:shd w:val="clear" w:color="auto" w:fill="auto"/>
          </w:tcPr>
          <w:p w:rsidRPr="006967B4" w:rsidR="00DD7150" w:rsidP="00D000AD" w:rsidRDefault="00DD7150" w14:paraId="2DBE4A2D" w14:textId="77777777">
            <w:r w:rsidRPr="006967B4">
              <w:t>Upper</w:t>
            </w:r>
          </w:p>
        </w:tc>
      </w:tr>
    </w:tbl>
    <w:p w:rsidR="00DD7150" w:rsidP="00DD7150" w:rsidRDefault="00DD7150" w14:paraId="71ECCD3C" w14:textId="77777777"/>
    <w:p w:rsidR="00DD7150" w:rsidP="00DD7150" w:rsidRDefault="00DD7150" w14:paraId="248A6804" w14:textId="77777777">
      <w:pPr>
        <w:pStyle w:val="SClassInfoPara"/>
      </w:pPr>
      <w:r>
        <w:t>Description</w:t>
      </w:r>
    </w:p>
    <w:p w:rsidR="00DD7150" w:rsidP="00DD7150" w:rsidRDefault="00DD7150" w14:paraId="6CC5269C" w14:textId="5CA690B1">
      <w:r>
        <w:t>Stem exclusion</w:t>
      </w:r>
      <w:r w:rsidR="00B93DBE">
        <w:t>.</w:t>
      </w:r>
    </w:p>
    <w:p w:rsidR="00DD7150" w:rsidP="00DD7150" w:rsidRDefault="00DD7150" w14:paraId="6267219C" w14:textId="77777777"/>
    <w:p w:rsidR="00DD7150" w:rsidP="00DD7150" w:rsidRDefault="00DD7150" w14:paraId="29815017" w14:textId="7D09CAD0">
      <w:r>
        <w:t xml:space="preserve">Tree canopy closes and shade intolerant species in the understory are lost. Forest structure becomes stratified, with slower-growing, shade tolerant conifer species forming lower canopy strata. Some trees are thinned from the stand due to lack of resources (e.g., light, growing space, nutrients, etc.). Spruce and hemlock </w:t>
      </w:r>
      <w:r w:rsidRPr="000826C0">
        <w:t>dominate. Understory can be completely void of vegetation, therefore no understory species are listed as indicators for this class.</w:t>
      </w:r>
      <w:r>
        <w:t xml:space="preserve"> </w:t>
      </w:r>
    </w:p>
    <w:p w:rsidR="00DD7150" w:rsidP="00DD7150" w:rsidRDefault="00DD7150" w14:paraId="60EA43D7" w14:textId="77777777"/>
    <w:p>
      <w:r>
        <w:rPr>
          <w:i/>
          <w:u w:val="single"/>
        </w:rPr>
        <w:t>Maximum Tree Size Class</w:t>
      </w:r>
      <w:br/>
      <w:r>
        <w:t>Med. 9–20" (swd)/11–20" (hwd)</w:t>
      </w:r>
    </w:p>
    <w:p w:rsidR="00DD7150" w:rsidP="00DD7150" w:rsidRDefault="00DD7150" w14:paraId="163985DF" w14:textId="1DA961AE">
      <w:pPr>
        <w:pStyle w:val="InfoPara"/>
        <w:pBdr>
          <w:top w:val="single" w:color="auto" w:sz="4" w:space="1"/>
        </w:pBdr>
      </w:pPr>
      <w:r xmlns:w="http://schemas.openxmlformats.org/wordprocessingml/2006/main">
        <w:t>Class C</w:t>
      </w:r>
      <w:r xmlns:w="http://schemas.openxmlformats.org/wordprocessingml/2006/main">
        <w:tab/>
        <w:t>28</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1 - Closed</w:t>
      </w:r>
    </w:p>
    <w:p w:rsidR="00DD7150" w:rsidP="00DD7150" w:rsidRDefault="00DD7150" w14:paraId="6FD04698" w14:textId="77777777"/>
    <w:p w:rsidR="00DD7150" w:rsidP="00DD7150" w:rsidRDefault="00DD7150" w14:paraId="243116DA"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056"/>
        <w:gridCol w:w="2616"/>
        <w:gridCol w:w="2256"/>
        <w:gridCol w:w="1956"/>
      </w:tblGrid>
      <w:tr w:rsidRPr="006967B4" w:rsidR="00DD7150" w:rsidTr="00D000AD" w14:paraId="6133EF87" w14:textId="77777777">
        <w:tc>
          <w:tcPr>
            <w:tcW w:w="1056" w:type="dxa"/>
            <w:tcBorders>
              <w:top w:val="single" w:color="auto" w:sz="2" w:space="0"/>
              <w:bottom w:val="single" w:color="000000" w:sz="12" w:space="0"/>
            </w:tcBorders>
            <w:shd w:val="clear" w:color="auto" w:fill="auto"/>
          </w:tcPr>
          <w:p w:rsidRPr="006967B4" w:rsidR="00DD7150" w:rsidP="00D000AD" w:rsidRDefault="00DD7150" w14:paraId="0A4676C0" w14:textId="77777777">
            <w:pPr>
              <w:rPr>
                <w:b/>
                <w:bCs/>
              </w:rPr>
            </w:pPr>
            <w:r w:rsidRPr="006967B4">
              <w:rPr>
                <w:b/>
                <w:bCs/>
              </w:rPr>
              <w:t>Symbol</w:t>
            </w:r>
          </w:p>
        </w:tc>
        <w:tc>
          <w:tcPr>
            <w:tcW w:w="2616" w:type="dxa"/>
            <w:tcBorders>
              <w:top w:val="single" w:color="auto" w:sz="2" w:space="0"/>
              <w:bottom w:val="single" w:color="000000" w:sz="12" w:space="0"/>
            </w:tcBorders>
            <w:shd w:val="clear" w:color="auto" w:fill="auto"/>
          </w:tcPr>
          <w:p w:rsidRPr="006967B4" w:rsidR="00DD7150" w:rsidP="00D000AD" w:rsidRDefault="00DD7150" w14:paraId="4C465726" w14:textId="77777777">
            <w:pPr>
              <w:rPr>
                <w:b/>
                <w:bCs/>
              </w:rPr>
            </w:pPr>
            <w:r w:rsidRPr="006967B4">
              <w:rPr>
                <w:b/>
                <w:bCs/>
              </w:rPr>
              <w:t>Scientific Name</w:t>
            </w:r>
          </w:p>
        </w:tc>
        <w:tc>
          <w:tcPr>
            <w:tcW w:w="2256" w:type="dxa"/>
            <w:tcBorders>
              <w:top w:val="single" w:color="auto" w:sz="2" w:space="0"/>
              <w:bottom w:val="single" w:color="000000" w:sz="12" w:space="0"/>
            </w:tcBorders>
            <w:shd w:val="clear" w:color="auto" w:fill="auto"/>
          </w:tcPr>
          <w:p w:rsidRPr="006967B4" w:rsidR="00DD7150" w:rsidP="00D000AD" w:rsidRDefault="00DD7150" w14:paraId="418A3DDF" w14:textId="77777777">
            <w:pPr>
              <w:rPr>
                <w:b/>
                <w:bCs/>
              </w:rPr>
            </w:pPr>
            <w:r w:rsidRPr="006967B4">
              <w:rPr>
                <w:b/>
                <w:bCs/>
              </w:rPr>
              <w:t>Common Name</w:t>
            </w:r>
          </w:p>
        </w:tc>
        <w:tc>
          <w:tcPr>
            <w:tcW w:w="1956" w:type="dxa"/>
            <w:tcBorders>
              <w:top w:val="single" w:color="auto" w:sz="2" w:space="0"/>
              <w:bottom w:val="single" w:color="000000" w:sz="12" w:space="0"/>
            </w:tcBorders>
            <w:shd w:val="clear" w:color="auto" w:fill="auto"/>
          </w:tcPr>
          <w:p w:rsidRPr="006967B4" w:rsidR="00DD7150" w:rsidP="00D000AD" w:rsidRDefault="00DD7150" w14:paraId="6F747185" w14:textId="77777777">
            <w:pPr>
              <w:rPr>
                <w:b/>
                <w:bCs/>
              </w:rPr>
            </w:pPr>
            <w:r w:rsidRPr="006967B4">
              <w:rPr>
                <w:b/>
                <w:bCs/>
              </w:rPr>
              <w:t>Canopy Position</w:t>
            </w:r>
          </w:p>
        </w:tc>
      </w:tr>
      <w:tr w:rsidRPr="006967B4" w:rsidR="00C21ADD" w:rsidTr="00D000AD" w14:paraId="074E817A" w14:textId="77777777">
        <w:tc>
          <w:tcPr>
            <w:tcW w:w="1056" w:type="dxa"/>
            <w:tcBorders>
              <w:top w:val="single" w:color="000000" w:sz="12" w:space="0"/>
            </w:tcBorders>
            <w:shd w:val="clear" w:color="auto" w:fill="auto"/>
          </w:tcPr>
          <w:p w:rsidRPr="006967B4" w:rsidR="00C21ADD" w:rsidP="00C21ADD" w:rsidRDefault="00C21ADD" w14:paraId="207903C2" w14:textId="6292D95B">
            <w:pPr>
              <w:rPr>
                <w:bCs/>
              </w:rPr>
            </w:pPr>
            <w:r w:rsidRPr="000A0BCE">
              <w:rPr>
                <w:bCs/>
              </w:rPr>
              <w:t>PISI</w:t>
            </w:r>
          </w:p>
        </w:tc>
        <w:tc>
          <w:tcPr>
            <w:tcW w:w="2616" w:type="dxa"/>
            <w:tcBorders>
              <w:top w:val="single" w:color="000000" w:sz="12" w:space="0"/>
            </w:tcBorders>
            <w:shd w:val="clear" w:color="auto" w:fill="auto"/>
          </w:tcPr>
          <w:p w:rsidRPr="00E86CCA" w:rsidR="00C21ADD" w:rsidP="00C21ADD" w:rsidRDefault="00C21ADD" w14:paraId="5D91EAAA" w14:textId="1CB14873">
            <w:pPr>
              <w:rPr>
                <w:i/>
                <w:iCs/>
              </w:rPr>
            </w:pPr>
            <w:r w:rsidRPr="00E86CCA">
              <w:rPr>
                <w:i/>
                <w:iCs/>
              </w:rPr>
              <w:t xml:space="preserve">Picea </w:t>
            </w:r>
            <w:proofErr w:type="spellStart"/>
            <w:r w:rsidRPr="00E86CCA">
              <w:rPr>
                <w:i/>
                <w:iCs/>
              </w:rPr>
              <w:t>sitchensis</w:t>
            </w:r>
            <w:proofErr w:type="spellEnd"/>
          </w:p>
        </w:tc>
        <w:tc>
          <w:tcPr>
            <w:tcW w:w="2256" w:type="dxa"/>
            <w:tcBorders>
              <w:top w:val="single" w:color="000000" w:sz="12" w:space="0"/>
            </w:tcBorders>
            <w:shd w:val="clear" w:color="auto" w:fill="auto"/>
          </w:tcPr>
          <w:p w:rsidRPr="006967B4" w:rsidR="00C21ADD" w:rsidP="00C21ADD" w:rsidRDefault="00C21ADD" w14:paraId="41E456A5" w14:textId="07906CE0">
            <w:r w:rsidRPr="000A0BCE">
              <w:t>Sitka spruce</w:t>
            </w:r>
          </w:p>
        </w:tc>
        <w:tc>
          <w:tcPr>
            <w:tcW w:w="1956" w:type="dxa"/>
            <w:tcBorders>
              <w:top w:val="single" w:color="000000" w:sz="12" w:space="0"/>
            </w:tcBorders>
            <w:shd w:val="clear" w:color="auto" w:fill="auto"/>
          </w:tcPr>
          <w:p w:rsidRPr="006967B4" w:rsidR="00C21ADD" w:rsidP="00C21ADD" w:rsidRDefault="00C21ADD" w14:paraId="6FDCDE71" w14:textId="7DFE33D0">
            <w:r w:rsidRPr="000A0BCE">
              <w:t>Upper</w:t>
            </w:r>
          </w:p>
        </w:tc>
      </w:tr>
      <w:tr w:rsidRPr="006967B4" w:rsidR="00C21ADD" w:rsidTr="00D000AD" w14:paraId="27149632" w14:textId="77777777">
        <w:tc>
          <w:tcPr>
            <w:tcW w:w="1056" w:type="dxa"/>
            <w:shd w:val="clear" w:color="auto" w:fill="auto"/>
          </w:tcPr>
          <w:p w:rsidRPr="006967B4" w:rsidR="00C21ADD" w:rsidP="00C21ADD" w:rsidRDefault="00C21ADD" w14:paraId="69C9D280" w14:textId="2AC6FE21">
            <w:pPr>
              <w:rPr>
                <w:bCs/>
              </w:rPr>
            </w:pPr>
            <w:r w:rsidRPr="000A0BCE">
              <w:rPr>
                <w:bCs/>
              </w:rPr>
              <w:t>OPHO</w:t>
            </w:r>
          </w:p>
        </w:tc>
        <w:tc>
          <w:tcPr>
            <w:tcW w:w="2616" w:type="dxa"/>
            <w:shd w:val="clear" w:color="auto" w:fill="auto"/>
          </w:tcPr>
          <w:p w:rsidRPr="00E86CCA" w:rsidR="00C21ADD" w:rsidP="00C21ADD" w:rsidRDefault="00C21ADD" w14:paraId="7E9D66A4" w14:textId="13050C2B">
            <w:pPr>
              <w:rPr>
                <w:i/>
                <w:iCs/>
              </w:rPr>
            </w:pPr>
            <w:proofErr w:type="spellStart"/>
            <w:r w:rsidRPr="00E86CCA">
              <w:rPr>
                <w:i/>
                <w:iCs/>
              </w:rPr>
              <w:t>Oplopanax</w:t>
            </w:r>
            <w:proofErr w:type="spellEnd"/>
            <w:r w:rsidRPr="00E86CCA">
              <w:rPr>
                <w:i/>
                <w:iCs/>
              </w:rPr>
              <w:t xml:space="preserve"> </w:t>
            </w:r>
            <w:proofErr w:type="spellStart"/>
            <w:r w:rsidRPr="00E86CCA">
              <w:rPr>
                <w:i/>
                <w:iCs/>
              </w:rPr>
              <w:t>horridus</w:t>
            </w:r>
            <w:proofErr w:type="spellEnd"/>
          </w:p>
        </w:tc>
        <w:tc>
          <w:tcPr>
            <w:tcW w:w="2256" w:type="dxa"/>
            <w:shd w:val="clear" w:color="auto" w:fill="auto"/>
          </w:tcPr>
          <w:p w:rsidRPr="006967B4" w:rsidR="00C21ADD" w:rsidP="00C21ADD" w:rsidRDefault="00C21ADD" w14:paraId="7777A23A" w14:textId="68D92546">
            <w:proofErr w:type="spellStart"/>
            <w:r w:rsidRPr="000A0BCE">
              <w:t>Devilsclub</w:t>
            </w:r>
            <w:proofErr w:type="spellEnd"/>
          </w:p>
        </w:tc>
        <w:tc>
          <w:tcPr>
            <w:tcW w:w="1956" w:type="dxa"/>
            <w:shd w:val="clear" w:color="auto" w:fill="auto"/>
          </w:tcPr>
          <w:p w:rsidRPr="006967B4" w:rsidR="00C21ADD" w:rsidP="00C21ADD" w:rsidRDefault="00C21ADD" w14:paraId="439786A1" w14:textId="2964588E">
            <w:r w:rsidRPr="000A0BCE">
              <w:t>Lower</w:t>
            </w:r>
          </w:p>
        </w:tc>
      </w:tr>
      <w:tr w:rsidRPr="006967B4" w:rsidR="00C21ADD" w:rsidTr="00D000AD" w14:paraId="03863B6A" w14:textId="77777777">
        <w:tc>
          <w:tcPr>
            <w:tcW w:w="1056" w:type="dxa"/>
            <w:shd w:val="clear" w:color="auto" w:fill="auto"/>
          </w:tcPr>
          <w:p w:rsidRPr="006967B4" w:rsidR="00C21ADD" w:rsidP="00C21ADD" w:rsidRDefault="00C21ADD" w14:paraId="5BD2CF7C" w14:textId="439A82BC">
            <w:pPr>
              <w:rPr>
                <w:bCs/>
              </w:rPr>
            </w:pPr>
            <w:r w:rsidRPr="000A0BCE">
              <w:rPr>
                <w:bCs/>
              </w:rPr>
              <w:t>VAOV</w:t>
            </w:r>
          </w:p>
        </w:tc>
        <w:tc>
          <w:tcPr>
            <w:tcW w:w="2616" w:type="dxa"/>
            <w:shd w:val="clear" w:color="auto" w:fill="auto"/>
          </w:tcPr>
          <w:p w:rsidRPr="00E86CCA" w:rsidR="00C21ADD" w:rsidP="00C21ADD" w:rsidRDefault="00C21ADD" w14:paraId="416EA149" w14:textId="36383897">
            <w:pPr>
              <w:rPr>
                <w:i/>
                <w:iCs/>
              </w:rPr>
            </w:pPr>
            <w:r w:rsidRPr="00E86CCA">
              <w:rPr>
                <w:i/>
                <w:iCs/>
              </w:rPr>
              <w:t xml:space="preserve">Vaccinium </w:t>
            </w:r>
            <w:proofErr w:type="spellStart"/>
            <w:r w:rsidRPr="00E86CCA">
              <w:rPr>
                <w:i/>
                <w:iCs/>
              </w:rPr>
              <w:t>ovalifolium</w:t>
            </w:r>
            <w:proofErr w:type="spellEnd"/>
          </w:p>
        </w:tc>
        <w:tc>
          <w:tcPr>
            <w:tcW w:w="2256" w:type="dxa"/>
            <w:shd w:val="clear" w:color="auto" w:fill="auto"/>
          </w:tcPr>
          <w:p w:rsidRPr="006967B4" w:rsidR="00C21ADD" w:rsidP="00C21ADD" w:rsidRDefault="00C21ADD" w14:paraId="4C2E542C" w14:textId="17EA7998">
            <w:r w:rsidRPr="000A0BCE">
              <w:t>Oval-leaf blueberry</w:t>
            </w:r>
          </w:p>
        </w:tc>
        <w:tc>
          <w:tcPr>
            <w:tcW w:w="1956" w:type="dxa"/>
            <w:shd w:val="clear" w:color="auto" w:fill="auto"/>
          </w:tcPr>
          <w:p w:rsidRPr="006967B4" w:rsidR="00C21ADD" w:rsidP="00C21ADD" w:rsidRDefault="00C21ADD" w14:paraId="285FEFFB" w14:textId="68D92031">
            <w:r w:rsidRPr="000A0BCE">
              <w:t>Lower</w:t>
            </w:r>
          </w:p>
        </w:tc>
      </w:tr>
      <w:tr w:rsidRPr="006967B4" w:rsidR="00C21ADD" w:rsidTr="00D000AD" w14:paraId="6F39EDCD" w14:textId="77777777">
        <w:tc>
          <w:tcPr>
            <w:tcW w:w="1056" w:type="dxa"/>
            <w:shd w:val="clear" w:color="auto" w:fill="auto"/>
          </w:tcPr>
          <w:p w:rsidRPr="006967B4" w:rsidR="00C21ADD" w:rsidP="00C21ADD" w:rsidRDefault="00C21ADD" w14:paraId="4FA21312" w14:textId="70D28720">
            <w:pPr>
              <w:rPr>
                <w:bCs/>
              </w:rPr>
            </w:pPr>
            <w:r w:rsidRPr="000A0BCE">
              <w:rPr>
                <w:bCs/>
              </w:rPr>
              <w:t>SARA2</w:t>
            </w:r>
          </w:p>
        </w:tc>
        <w:tc>
          <w:tcPr>
            <w:tcW w:w="2616" w:type="dxa"/>
            <w:shd w:val="clear" w:color="auto" w:fill="auto"/>
          </w:tcPr>
          <w:p w:rsidRPr="00E86CCA" w:rsidR="00C21ADD" w:rsidP="00C21ADD" w:rsidRDefault="00C21ADD" w14:paraId="17C270E9" w14:textId="4F4C6551">
            <w:pPr>
              <w:rPr>
                <w:i/>
                <w:iCs/>
              </w:rPr>
            </w:pPr>
            <w:r w:rsidRPr="00E86CCA">
              <w:rPr>
                <w:i/>
                <w:iCs/>
              </w:rPr>
              <w:t xml:space="preserve">Sambucus </w:t>
            </w:r>
            <w:proofErr w:type="spellStart"/>
            <w:r w:rsidRPr="00E86CCA">
              <w:rPr>
                <w:i/>
                <w:iCs/>
              </w:rPr>
              <w:t>racemosa</w:t>
            </w:r>
            <w:proofErr w:type="spellEnd"/>
          </w:p>
        </w:tc>
        <w:tc>
          <w:tcPr>
            <w:tcW w:w="2256" w:type="dxa"/>
            <w:shd w:val="clear" w:color="auto" w:fill="auto"/>
          </w:tcPr>
          <w:p w:rsidRPr="006967B4" w:rsidR="00C21ADD" w:rsidP="00C21ADD" w:rsidRDefault="00C21ADD" w14:paraId="1972462E" w14:textId="2CCF5DAE">
            <w:r w:rsidRPr="000A0BCE">
              <w:t>Red elderberry</w:t>
            </w:r>
          </w:p>
        </w:tc>
        <w:tc>
          <w:tcPr>
            <w:tcW w:w="1956" w:type="dxa"/>
            <w:shd w:val="clear" w:color="auto" w:fill="auto"/>
          </w:tcPr>
          <w:p w:rsidRPr="006967B4" w:rsidR="00C21ADD" w:rsidP="00C21ADD" w:rsidRDefault="00C21ADD" w14:paraId="4FFB1AA4" w14:textId="655BEA9D">
            <w:r w:rsidRPr="000A0BCE">
              <w:t>Lower</w:t>
            </w:r>
          </w:p>
        </w:tc>
      </w:tr>
    </w:tbl>
    <w:p w:rsidR="00DD7150" w:rsidP="00DD7150" w:rsidRDefault="00DD7150" w14:paraId="1C64C4B7" w14:textId="77777777"/>
    <w:p w:rsidR="00DD7150" w:rsidP="00DD7150" w:rsidRDefault="00DD7150" w14:paraId="60DB620B" w14:textId="77777777">
      <w:pPr>
        <w:pStyle w:val="SClassInfoPara"/>
      </w:pPr>
      <w:r>
        <w:t>Description</w:t>
      </w:r>
    </w:p>
    <w:p w:rsidR="00DD7150" w:rsidP="00DD7150" w:rsidRDefault="00DD7150" w14:paraId="5B4D175C" w14:textId="26EC6385">
      <w:r>
        <w:t>Understory re-initiation</w:t>
      </w:r>
      <w:r w:rsidR="00D76897">
        <w:t>.</w:t>
      </w:r>
    </w:p>
    <w:p w:rsidR="00DD7150" w:rsidP="00DD7150" w:rsidRDefault="00DD7150" w14:paraId="37861CAF" w14:textId="77777777"/>
    <w:p w:rsidR="00DD7150" w:rsidP="00DD7150" w:rsidRDefault="00DD7150" w14:paraId="2F072D82" w14:textId="7D6B8BDE">
      <w:r>
        <w:t xml:space="preserve">As the overstory ages, new species of shade-tolerant forbs and shrubs appear on the forest floor. Eventually larger tree-fall gaps, which are not subject to closure by lateral extension, begin to appear in the overstory, thus allowing for conifer regeneration and the beginning of gap-phase replacement. A two-aged, two-layered stand forms. </w:t>
      </w:r>
    </w:p>
    <w:p w:rsidR="00DD7150" w:rsidP="00DD7150" w:rsidRDefault="00DD7150" w14:paraId="41699617" w14:textId="03AF8168"/>
    <w:p w:rsidR="009C3B47" w:rsidP="00DD7150" w:rsidRDefault="009C3B47" w14:paraId="7F0412D9" w14:textId="6FF8C699">
      <w:r>
        <w:t>Larger tree-fall gaps, which are not subject to closure by lateral extension, begin to appear in the overstory, thus allowing for conifer regeneration and the beginning of gap-phase replacement. A two-aged, two-layered stand forms.</w:t>
      </w:r>
    </w:p>
    <w:p w:rsidR="00BE50FA" w:rsidP="00DD7150" w:rsidRDefault="00BE50FA" w14:paraId="680DDA61" w14:textId="77777777"/>
    <w:p>
      <w:r>
        <w:rPr>
          <w:i/>
          <w:u w:val="single"/>
        </w:rPr>
        <w:t>Maximum Tree Size Class</w:t>
      </w:r>
      <w:br/>
      <w:r>
        <w:t>Large 20" – 40"</w:t>
      </w:r>
    </w:p>
    <w:p w:rsidR="00DD7150" w:rsidP="00DD7150" w:rsidRDefault="00DD7150" w14:paraId="0AAFBD3C" w14:textId="2455BCBC">
      <w:pPr>
        <w:pStyle w:val="InfoPara"/>
        <w:pBdr>
          <w:top w:val="single" w:color="auto" w:sz="4" w:space="1"/>
        </w:pBdr>
      </w:pPr>
      <w:r xmlns:w="http://schemas.openxmlformats.org/wordprocessingml/2006/main">
        <w:t>Class D</w:t>
      </w:r>
      <w:r xmlns:w="http://schemas.openxmlformats.org/wordprocessingml/2006/main">
        <w:tab/>
        <w:t>55</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Late Development 2 - Closed</w:t>
      </w:r>
    </w:p>
    <w:p w:rsidR="00DD7150" w:rsidP="00DD7150" w:rsidRDefault="00DD7150" w14:paraId="26370B80" w14:textId="77777777"/>
    <w:p w:rsidR="00DD7150" w:rsidP="00DD7150" w:rsidRDefault="00DD7150" w14:paraId="28C0F4AF"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57"/>
        <w:gridCol w:w="2415"/>
        <w:gridCol w:w="2256"/>
        <w:gridCol w:w="1956"/>
      </w:tblGrid>
      <w:tr w:rsidRPr="006967B4" w:rsidR="00DD7150" w:rsidTr="00E86CCA" w14:paraId="021E90D9" w14:textId="77777777">
        <w:tc>
          <w:tcPr>
            <w:tcW w:w="1257" w:type="dxa"/>
            <w:tcBorders>
              <w:top w:val="single" w:color="auto" w:sz="2" w:space="0"/>
              <w:bottom w:val="single" w:color="000000" w:sz="12" w:space="0"/>
            </w:tcBorders>
            <w:shd w:val="clear" w:color="auto" w:fill="auto"/>
          </w:tcPr>
          <w:p w:rsidRPr="006967B4" w:rsidR="00DD7150" w:rsidP="00D000AD" w:rsidRDefault="00DD7150" w14:paraId="0D77A67C" w14:textId="77777777">
            <w:pPr>
              <w:rPr>
                <w:b/>
                <w:bCs/>
              </w:rPr>
            </w:pPr>
            <w:r w:rsidRPr="006967B4">
              <w:rPr>
                <w:b/>
                <w:bCs/>
              </w:rPr>
              <w:t>Symbol</w:t>
            </w:r>
          </w:p>
        </w:tc>
        <w:tc>
          <w:tcPr>
            <w:tcW w:w="2415" w:type="dxa"/>
            <w:tcBorders>
              <w:top w:val="single" w:color="auto" w:sz="2" w:space="0"/>
              <w:bottom w:val="single" w:color="000000" w:sz="12" w:space="0"/>
            </w:tcBorders>
            <w:shd w:val="clear" w:color="auto" w:fill="auto"/>
          </w:tcPr>
          <w:p w:rsidRPr="006967B4" w:rsidR="00DD7150" w:rsidP="00D000AD" w:rsidRDefault="00DD7150" w14:paraId="423A8C68" w14:textId="77777777">
            <w:pPr>
              <w:rPr>
                <w:b/>
                <w:bCs/>
              </w:rPr>
            </w:pPr>
            <w:r w:rsidRPr="006967B4">
              <w:rPr>
                <w:b/>
                <w:bCs/>
              </w:rPr>
              <w:t>Scientific Name</w:t>
            </w:r>
          </w:p>
        </w:tc>
        <w:tc>
          <w:tcPr>
            <w:tcW w:w="2256" w:type="dxa"/>
            <w:tcBorders>
              <w:top w:val="single" w:color="auto" w:sz="2" w:space="0"/>
              <w:bottom w:val="single" w:color="000000" w:sz="12" w:space="0"/>
            </w:tcBorders>
            <w:shd w:val="clear" w:color="auto" w:fill="auto"/>
          </w:tcPr>
          <w:p w:rsidRPr="006967B4" w:rsidR="00DD7150" w:rsidP="00D000AD" w:rsidRDefault="00DD7150" w14:paraId="5B2955CF" w14:textId="77777777">
            <w:pPr>
              <w:rPr>
                <w:b/>
                <w:bCs/>
              </w:rPr>
            </w:pPr>
            <w:r w:rsidRPr="006967B4">
              <w:rPr>
                <w:b/>
                <w:bCs/>
              </w:rPr>
              <w:t>Common Name</w:t>
            </w:r>
          </w:p>
        </w:tc>
        <w:tc>
          <w:tcPr>
            <w:tcW w:w="1956" w:type="dxa"/>
            <w:tcBorders>
              <w:top w:val="single" w:color="auto" w:sz="2" w:space="0"/>
              <w:bottom w:val="single" w:color="000000" w:sz="12" w:space="0"/>
            </w:tcBorders>
            <w:shd w:val="clear" w:color="auto" w:fill="auto"/>
          </w:tcPr>
          <w:p w:rsidRPr="006967B4" w:rsidR="00DD7150" w:rsidP="00D000AD" w:rsidRDefault="00DD7150" w14:paraId="5BCDD2D8" w14:textId="77777777">
            <w:pPr>
              <w:rPr>
                <w:b/>
                <w:bCs/>
              </w:rPr>
            </w:pPr>
            <w:r w:rsidRPr="006967B4">
              <w:rPr>
                <w:b/>
                <w:bCs/>
              </w:rPr>
              <w:t>Canopy Position</w:t>
            </w:r>
          </w:p>
        </w:tc>
      </w:tr>
      <w:tr w:rsidRPr="006967B4" w:rsidR="00C21ADD" w:rsidTr="00E86CCA" w14:paraId="77EE4C6C" w14:textId="77777777">
        <w:tc>
          <w:tcPr>
            <w:tcW w:w="1257" w:type="dxa"/>
            <w:tcBorders>
              <w:top w:val="single" w:color="000000" w:sz="12" w:space="0"/>
            </w:tcBorders>
            <w:shd w:val="clear" w:color="auto" w:fill="auto"/>
          </w:tcPr>
          <w:p w:rsidRPr="006967B4" w:rsidR="00C21ADD" w:rsidP="00C21ADD" w:rsidRDefault="00C21ADD" w14:paraId="69A78948" w14:textId="7B438F65">
            <w:pPr>
              <w:rPr>
                <w:bCs/>
              </w:rPr>
            </w:pPr>
            <w:r w:rsidRPr="000A0BCE">
              <w:rPr>
                <w:bCs/>
              </w:rPr>
              <w:t>PISI</w:t>
            </w:r>
          </w:p>
        </w:tc>
        <w:tc>
          <w:tcPr>
            <w:tcW w:w="2415" w:type="dxa"/>
            <w:tcBorders>
              <w:top w:val="single" w:color="000000" w:sz="12" w:space="0"/>
            </w:tcBorders>
            <w:shd w:val="clear" w:color="auto" w:fill="auto"/>
          </w:tcPr>
          <w:p w:rsidRPr="00E86CCA" w:rsidR="00C21ADD" w:rsidP="00C21ADD" w:rsidRDefault="00C21ADD" w14:paraId="5B4A6EB1" w14:textId="7C25B785">
            <w:pPr>
              <w:rPr>
                <w:i/>
                <w:iCs/>
              </w:rPr>
            </w:pPr>
            <w:r w:rsidRPr="00E86CCA">
              <w:rPr>
                <w:i/>
                <w:iCs/>
              </w:rPr>
              <w:t xml:space="preserve">Picea </w:t>
            </w:r>
            <w:proofErr w:type="spellStart"/>
            <w:r w:rsidRPr="00E86CCA">
              <w:rPr>
                <w:i/>
                <w:iCs/>
              </w:rPr>
              <w:t>sitchensis</w:t>
            </w:r>
            <w:proofErr w:type="spellEnd"/>
          </w:p>
        </w:tc>
        <w:tc>
          <w:tcPr>
            <w:tcW w:w="2256" w:type="dxa"/>
            <w:tcBorders>
              <w:top w:val="single" w:color="000000" w:sz="12" w:space="0"/>
            </w:tcBorders>
            <w:shd w:val="clear" w:color="auto" w:fill="auto"/>
          </w:tcPr>
          <w:p w:rsidRPr="006967B4" w:rsidR="00C21ADD" w:rsidP="00C21ADD" w:rsidRDefault="00C21ADD" w14:paraId="51855D7B" w14:textId="33510E94">
            <w:r w:rsidRPr="000A0BCE">
              <w:t>Sitka spruce</w:t>
            </w:r>
          </w:p>
        </w:tc>
        <w:tc>
          <w:tcPr>
            <w:tcW w:w="1956" w:type="dxa"/>
            <w:tcBorders>
              <w:top w:val="single" w:color="000000" w:sz="12" w:space="0"/>
            </w:tcBorders>
            <w:shd w:val="clear" w:color="auto" w:fill="auto"/>
          </w:tcPr>
          <w:p w:rsidRPr="006967B4" w:rsidR="00C21ADD" w:rsidP="00C21ADD" w:rsidRDefault="00C21ADD" w14:paraId="04602814" w14:textId="3EFE282D">
            <w:r w:rsidRPr="000A0BCE">
              <w:t>Upper</w:t>
            </w:r>
          </w:p>
        </w:tc>
      </w:tr>
      <w:tr w:rsidRPr="006967B4" w:rsidR="00C21ADD" w:rsidTr="00E86CCA" w14:paraId="480E2D3A" w14:textId="77777777">
        <w:tc>
          <w:tcPr>
            <w:tcW w:w="1257" w:type="dxa"/>
            <w:shd w:val="clear" w:color="auto" w:fill="auto"/>
          </w:tcPr>
          <w:p w:rsidRPr="006967B4" w:rsidR="00C21ADD" w:rsidP="00C21ADD" w:rsidRDefault="00C21ADD" w14:paraId="0BF6BE2E" w14:textId="4CDFEBB3">
            <w:pPr>
              <w:rPr>
                <w:bCs/>
              </w:rPr>
            </w:pPr>
            <w:r w:rsidRPr="000A0BCE">
              <w:rPr>
                <w:bCs/>
              </w:rPr>
              <w:t>OPHO</w:t>
            </w:r>
          </w:p>
        </w:tc>
        <w:tc>
          <w:tcPr>
            <w:tcW w:w="2415" w:type="dxa"/>
            <w:shd w:val="clear" w:color="auto" w:fill="auto"/>
          </w:tcPr>
          <w:p w:rsidRPr="00E86CCA" w:rsidR="00C21ADD" w:rsidP="00C21ADD" w:rsidRDefault="00C21ADD" w14:paraId="13EA9067" w14:textId="6090113D">
            <w:pPr>
              <w:rPr>
                <w:i/>
                <w:iCs/>
              </w:rPr>
            </w:pPr>
            <w:proofErr w:type="spellStart"/>
            <w:r w:rsidRPr="00E86CCA">
              <w:rPr>
                <w:i/>
                <w:iCs/>
              </w:rPr>
              <w:t>Oplopanax</w:t>
            </w:r>
            <w:proofErr w:type="spellEnd"/>
            <w:r w:rsidRPr="00E86CCA">
              <w:rPr>
                <w:i/>
                <w:iCs/>
              </w:rPr>
              <w:t xml:space="preserve"> </w:t>
            </w:r>
            <w:proofErr w:type="spellStart"/>
            <w:r w:rsidRPr="00E86CCA">
              <w:rPr>
                <w:i/>
                <w:iCs/>
              </w:rPr>
              <w:t>horridus</w:t>
            </w:r>
            <w:proofErr w:type="spellEnd"/>
          </w:p>
        </w:tc>
        <w:tc>
          <w:tcPr>
            <w:tcW w:w="2256" w:type="dxa"/>
            <w:shd w:val="clear" w:color="auto" w:fill="auto"/>
          </w:tcPr>
          <w:p w:rsidRPr="006967B4" w:rsidR="00C21ADD" w:rsidP="00C21ADD" w:rsidRDefault="00C21ADD" w14:paraId="28B280E8" w14:textId="12824F83">
            <w:proofErr w:type="spellStart"/>
            <w:r w:rsidRPr="000A0BCE">
              <w:t>Devilsclub</w:t>
            </w:r>
            <w:proofErr w:type="spellEnd"/>
          </w:p>
        </w:tc>
        <w:tc>
          <w:tcPr>
            <w:tcW w:w="1956" w:type="dxa"/>
            <w:shd w:val="clear" w:color="auto" w:fill="auto"/>
          </w:tcPr>
          <w:p w:rsidRPr="006967B4" w:rsidR="00C21ADD" w:rsidP="00C21ADD" w:rsidRDefault="00C21ADD" w14:paraId="630814AD" w14:textId="702EE46C">
            <w:r w:rsidRPr="000A0BCE">
              <w:t>Lower</w:t>
            </w:r>
          </w:p>
        </w:tc>
      </w:tr>
      <w:tr w:rsidRPr="006967B4" w:rsidR="00C21ADD" w:rsidTr="00E86CCA" w14:paraId="35FB95D0" w14:textId="77777777">
        <w:tc>
          <w:tcPr>
            <w:tcW w:w="1257" w:type="dxa"/>
            <w:shd w:val="clear" w:color="auto" w:fill="auto"/>
          </w:tcPr>
          <w:p w:rsidRPr="006967B4" w:rsidR="00C21ADD" w:rsidP="00C21ADD" w:rsidRDefault="00C21ADD" w14:paraId="62E9F7FD" w14:textId="17BA1E2A">
            <w:pPr>
              <w:rPr>
                <w:bCs/>
              </w:rPr>
            </w:pPr>
            <w:r w:rsidRPr="000A0BCE">
              <w:rPr>
                <w:bCs/>
              </w:rPr>
              <w:t>VAOV</w:t>
            </w:r>
          </w:p>
        </w:tc>
        <w:tc>
          <w:tcPr>
            <w:tcW w:w="2415" w:type="dxa"/>
            <w:shd w:val="clear" w:color="auto" w:fill="auto"/>
          </w:tcPr>
          <w:p w:rsidRPr="00E86CCA" w:rsidR="00C21ADD" w:rsidP="00C21ADD" w:rsidRDefault="00C21ADD" w14:paraId="44DB90A8" w14:textId="319FC8B7">
            <w:pPr>
              <w:rPr>
                <w:i/>
                <w:iCs/>
              </w:rPr>
            </w:pPr>
            <w:r w:rsidRPr="00E86CCA">
              <w:rPr>
                <w:i/>
                <w:iCs/>
              </w:rPr>
              <w:t xml:space="preserve">Vaccinium </w:t>
            </w:r>
            <w:proofErr w:type="spellStart"/>
            <w:r w:rsidRPr="00E86CCA">
              <w:rPr>
                <w:i/>
                <w:iCs/>
              </w:rPr>
              <w:t>ovalifolium</w:t>
            </w:r>
            <w:proofErr w:type="spellEnd"/>
          </w:p>
        </w:tc>
        <w:tc>
          <w:tcPr>
            <w:tcW w:w="2256" w:type="dxa"/>
            <w:shd w:val="clear" w:color="auto" w:fill="auto"/>
          </w:tcPr>
          <w:p w:rsidRPr="006967B4" w:rsidR="00C21ADD" w:rsidP="00C21ADD" w:rsidRDefault="00C21ADD" w14:paraId="36495E84" w14:textId="169F83F5">
            <w:r w:rsidRPr="000A0BCE">
              <w:t>Oval-leaf blueberry</w:t>
            </w:r>
          </w:p>
        </w:tc>
        <w:tc>
          <w:tcPr>
            <w:tcW w:w="1956" w:type="dxa"/>
            <w:shd w:val="clear" w:color="auto" w:fill="auto"/>
          </w:tcPr>
          <w:p w:rsidRPr="006967B4" w:rsidR="00C21ADD" w:rsidP="00C21ADD" w:rsidRDefault="00C21ADD" w14:paraId="37BBAD7E" w14:textId="17C62635">
            <w:r w:rsidRPr="000A0BCE">
              <w:t>Lower</w:t>
            </w:r>
          </w:p>
        </w:tc>
      </w:tr>
      <w:tr w:rsidRPr="006967B4" w:rsidR="00C21ADD" w:rsidTr="00E86CCA" w14:paraId="7E8204ED" w14:textId="77777777">
        <w:tc>
          <w:tcPr>
            <w:tcW w:w="1257" w:type="dxa"/>
            <w:shd w:val="clear" w:color="auto" w:fill="auto"/>
          </w:tcPr>
          <w:p w:rsidRPr="006967B4" w:rsidR="00C21ADD" w:rsidP="00C21ADD" w:rsidRDefault="00C21ADD" w14:paraId="0FAF1AA4" w14:textId="55007ACC">
            <w:pPr>
              <w:rPr>
                <w:bCs/>
              </w:rPr>
            </w:pPr>
            <w:r w:rsidRPr="000A0BCE">
              <w:rPr>
                <w:bCs/>
              </w:rPr>
              <w:t>SARA2</w:t>
            </w:r>
          </w:p>
        </w:tc>
        <w:tc>
          <w:tcPr>
            <w:tcW w:w="2415" w:type="dxa"/>
            <w:shd w:val="clear" w:color="auto" w:fill="auto"/>
          </w:tcPr>
          <w:p w:rsidRPr="00E86CCA" w:rsidR="00C21ADD" w:rsidP="00C21ADD" w:rsidRDefault="00C21ADD" w14:paraId="4B9DC365" w14:textId="0CA4EE50">
            <w:pPr>
              <w:rPr>
                <w:i/>
                <w:iCs/>
              </w:rPr>
            </w:pPr>
            <w:r w:rsidRPr="00E86CCA">
              <w:rPr>
                <w:i/>
                <w:iCs/>
              </w:rPr>
              <w:t xml:space="preserve">Sambucus </w:t>
            </w:r>
            <w:proofErr w:type="spellStart"/>
            <w:r w:rsidRPr="00E86CCA">
              <w:rPr>
                <w:i/>
                <w:iCs/>
              </w:rPr>
              <w:t>racemosa</w:t>
            </w:r>
            <w:proofErr w:type="spellEnd"/>
          </w:p>
        </w:tc>
        <w:tc>
          <w:tcPr>
            <w:tcW w:w="2256" w:type="dxa"/>
            <w:shd w:val="clear" w:color="auto" w:fill="auto"/>
          </w:tcPr>
          <w:p w:rsidRPr="006967B4" w:rsidR="00C21ADD" w:rsidP="00C21ADD" w:rsidRDefault="00C21ADD" w14:paraId="7E5DCDE8" w14:textId="5F7718ED">
            <w:r w:rsidRPr="000A0BCE">
              <w:t>Red elderberry</w:t>
            </w:r>
          </w:p>
        </w:tc>
        <w:tc>
          <w:tcPr>
            <w:tcW w:w="1956" w:type="dxa"/>
            <w:shd w:val="clear" w:color="auto" w:fill="auto"/>
          </w:tcPr>
          <w:p w:rsidRPr="006967B4" w:rsidR="00C21ADD" w:rsidP="00C21ADD" w:rsidRDefault="00C21ADD" w14:paraId="6FB143C6" w14:textId="7417DADB">
            <w:r w:rsidRPr="000A0BCE">
              <w:t>Lower</w:t>
            </w:r>
          </w:p>
        </w:tc>
      </w:tr>
      <w:tr w:rsidRPr="006967B4" w:rsidR="00CE412E" w:rsidTr="00E86CCA" w14:paraId="559DACDB" w14:textId="77777777">
        <w:tc>
          <w:tcPr>
            <w:tcW w:w="1257" w:type="dxa"/>
            <w:shd w:val="clear" w:color="auto" w:fill="auto"/>
          </w:tcPr>
          <w:p w:rsidRPr="000A0BCE" w:rsidR="00CE412E" w:rsidP="00CE412E" w:rsidRDefault="00CE412E" w14:paraId="6F7AD9FF" w14:textId="7E5F5D7C">
            <w:pPr>
              <w:rPr>
                <w:bCs/>
              </w:rPr>
            </w:pPr>
            <w:r>
              <w:rPr>
                <w:bCs/>
              </w:rPr>
              <w:t>RUPE</w:t>
            </w:r>
          </w:p>
        </w:tc>
        <w:tc>
          <w:tcPr>
            <w:tcW w:w="2415" w:type="dxa"/>
            <w:shd w:val="clear" w:color="auto" w:fill="auto"/>
          </w:tcPr>
          <w:p w:rsidRPr="00BB301E" w:rsidR="00CE412E" w:rsidP="00CE412E" w:rsidRDefault="00CE412E" w14:paraId="5709EFD1" w14:textId="2B925B7A">
            <w:pPr>
              <w:rPr>
                <w:i/>
                <w:iCs/>
              </w:rPr>
            </w:pPr>
            <w:r w:rsidRPr="00A252F7">
              <w:rPr>
                <w:i/>
                <w:iCs/>
              </w:rPr>
              <w:t xml:space="preserve">Rubus </w:t>
            </w:r>
            <w:proofErr w:type="spellStart"/>
            <w:r w:rsidRPr="00A252F7">
              <w:rPr>
                <w:i/>
                <w:iCs/>
              </w:rPr>
              <w:t>pedatus</w:t>
            </w:r>
            <w:proofErr w:type="spellEnd"/>
          </w:p>
        </w:tc>
        <w:tc>
          <w:tcPr>
            <w:tcW w:w="2256" w:type="dxa"/>
            <w:shd w:val="clear" w:color="auto" w:fill="auto"/>
          </w:tcPr>
          <w:p w:rsidRPr="000A0BCE" w:rsidR="00CE412E" w:rsidP="00CE412E" w:rsidRDefault="00CE412E" w14:paraId="3341F939" w14:textId="28CC33DC">
            <w:r>
              <w:t>Trailing raspberry</w:t>
            </w:r>
          </w:p>
        </w:tc>
        <w:tc>
          <w:tcPr>
            <w:tcW w:w="1956" w:type="dxa"/>
            <w:shd w:val="clear" w:color="auto" w:fill="auto"/>
          </w:tcPr>
          <w:p w:rsidRPr="000A0BCE" w:rsidR="00CE412E" w:rsidP="00CE412E" w:rsidRDefault="00CE412E" w14:paraId="0502C073" w14:textId="73441F9C">
            <w:r w:rsidRPr="00E06946">
              <w:t>Lower</w:t>
            </w:r>
          </w:p>
        </w:tc>
      </w:tr>
      <w:tr w:rsidRPr="006967B4" w:rsidR="00CE412E" w:rsidTr="00E86CCA" w14:paraId="339FBD73" w14:textId="77777777">
        <w:tc>
          <w:tcPr>
            <w:tcW w:w="1257" w:type="dxa"/>
            <w:shd w:val="clear" w:color="auto" w:fill="auto"/>
          </w:tcPr>
          <w:p w:rsidRPr="000A0BCE" w:rsidR="00CE412E" w:rsidP="00CE412E" w:rsidRDefault="00CE412E" w14:paraId="5DAAE525" w14:textId="1AF04F22">
            <w:pPr>
              <w:rPr>
                <w:bCs/>
              </w:rPr>
            </w:pPr>
            <w:r>
              <w:rPr>
                <w:bCs/>
              </w:rPr>
              <w:t>COCA13</w:t>
            </w:r>
          </w:p>
        </w:tc>
        <w:tc>
          <w:tcPr>
            <w:tcW w:w="2415" w:type="dxa"/>
            <w:shd w:val="clear" w:color="auto" w:fill="auto"/>
          </w:tcPr>
          <w:p w:rsidRPr="00BB301E" w:rsidR="00CE412E" w:rsidP="00CE412E" w:rsidRDefault="00CE412E" w14:paraId="002597C9" w14:textId="101880B4">
            <w:pPr>
              <w:rPr>
                <w:i/>
                <w:iCs/>
              </w:rPr>
            </w:pPr>
            <w:proofErr w:type="spellStart"/>
            <w:r w:rsidRPr="00A252F7">
              <w:rPr>
                <w:i/>
                <w:iCs/>
              </w:rPr>
              <w:t>Cornus</w:t>
            </w:r>
            <w:proofErr w:type="spellEnd"/>
            <w:r w:rsidRPr="00A252F7">
              <w:rPr>
                <w:i/>
                <w:iCs/>
              </w:rPr>
              <w:t xml:space="preserve"> canadensis</w:t>
            </w:r>
          </w:p>
        </w:tc>
        <w:tc>
          <w:tcPr>
            <w:tcW w:w="2256" w:type="dxa"/>
            <w:shd w:val="clear" w:color="auto" w:fill="auto"/>
          </w:tcPr>
          <w:p w:rsidRPr="000A0BCE" w:rsidR="00CE412E" w:rsidP="00CE412E" w:rsidRDefault="00CE412E" w14:paraId="3D3C973E" w14:textId="170E3975">
            <w:r>
              <w:t>Bunchberry</w:t>
            </w:r>
          </w:p>
        </w:tc>
        <w:tc>
          <w:tcPr>
            <w:tcW w:w="1956" w:type="dxa"/>
            <w:shd w:val="clear" w:color="auto" w:fill="auto"/>
          </w:tcPr>
          <w:p w:rsidRPr="000A0BCE" w:rsidR="00CE412E" w:rsidP="00CE412E" w:rsidRDefault="00CE412E" w14:paraId="5882F938" w14:textId="177D889A">
            <w:r w:rsidRPr="00E06946">
              <w:t>Lower</w:t>
            </w:r>
          </w:p>
        </w:tc>
      </w:tr>
    </w:tbl>
    <w:p w:rsidR="00DD7150" w:rsidP="00DD7150" w:rsidRDefault="00DD7150" w14:paraId="5D03FDFE" w14:textId="77777777"/>
    <w:p w:rsidR="00DD7150" w:rsidP="00DD7150" w:rsidRDefault="00DD7150" w14:paraId="7D33E9E3" w14:textId="77777777">
      <w:pPr>
        <w:pStyle w:val="SClassInfoPara"/>
      </w:pPr>
      <w:r>
        <w:t>Description</w:t>
      </w:r>
    </w:p>
    <w:p w:rsidR="00DD7150" w:rsidP="00DD7150" w:rsidRDefault="00DD7150" w14:paraId="4BA0A9E4" w14:textId="0000F7D2">
      <w:r>
        <w:t>Old growth</w:t>
      </w:r>
      <w:r w:rsidR="00541EE2">
        <w:t>.</w:t>
      </w:r>
    </w:p>
    <w:p w:rsidR="00DD7150" w:rsidP="00DD7150" w:rsidRDefault="00DD7150" w14:paraId="6DA2768D" w14:textId="77777777"/>
    <w:p w:rsidR="00DD7150" w:rsidP="00DD7150" w:rsidRDefault="00ED32F7" w14:paraId="0CAB008D" w14:textId="69177D2A">
      <w:r>
        <w:t xml:space="preserve">It takes about 350 years from stand initiation to reach the old growth stage (Nowacki and Kramer, 1998). </w:t>
      </w:r>
      <w:r w:rsidR="00DD7150">
        <w:t>Multi-aged, multi-layered stand with continuing gap-phase replacement. Tree mortality is generally balanced with growth from newly established seedlings. Large, decadent trees, standing snags, coarse woody debris, overhead gaps</w:t>
      </w:r>
      <w:r w:rsidR="00462F25">
        <w:t>,</w:t>
      </w:r>
      <w:r w:rsidR="00DD7150">
        <w:t xml:space="preserve"> and regeneration patches are all present. </w:t>
      </w:r>
    </w:p>
    <w:p w:rsidR="0085667B" w:rsidP="000A0BCE" w:rsidRDefault="0085667B" w14:paraId="506BE62F" w14:textId="77777777"/>
    <w:p>
      <w:r>
        <w:rPr>
          <w:i/>
          <w:u w:val="single"/>
        </w:rPr>
        <w:t>Maximum Tree Size Class</w:t>
      </w:r>
      <w:br/>
      <w:r>
        <w:t>Very Large 40.0"+</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Early1:ALL</w:t>
            </w:r>
          </w:p>
        </w:tc>
        <w:tc>
          <w:p>
            <w:pPr>
              <w:jc w:val="center"/>
            </w:pPr>
            <w:r>
              <w:rPr>
                <w:sz w:val="20"/>
              </w:rPr>
              <w:t>0</w:t>
            </w:r>
          </w:p>
        </w:tc>
        <w:tc>
          <w:p>
            <w:pPr>
              <w:jc w:val="center"/>
            </w:pPr>
            <w:r>
              <w:rPr>
                <w:sz w:val="20"/>
              </w:rPr>
              <w:t>Mid1:CLS</w:t>
            </w:r>
          </w:p>
        </w:tc>
        <w:tc>
          <w:p>
            <w:pPr>
              <w:jc w:val="center"/>
            </w:pPr>
            <w:r>
              <w:rPr>
                <w:sz w:val="20"/>
              </w:rPr>
              <w:t>29</w:t>
            </w:r>
          </w:p>
        </w:tc>
      </w:tr>
      <w:tr>
        <w:tc>
          <w:p>
            <w:pPr>
              <w:jc w:val="center"/>
            </w:pPr>
            <w:r>
              <w:rPr>
                <w:sz w:val="20"/>
              </w:rPr>
              <w:t>Mid1:CLS</w:t>
            </w:r>
          </w:p>
        </w:tc>
        <w:tc>
          <w:p>
            <w:pPr>
              <w:jc w:val="center"/>
            </w:pPr>
            <w:r>
              <w:rPr>
                <w:sz w:val="20"/>
              </w:rPr>
              <w:t>30</w:t>
            </w:r>
          </w:p>
        </w:tc>
        <w:tc>
          <w:p>
            <w:pPr>
              <w:jc w:val="center"/>
            </w:pPr>
            <w:r>
              <w:rPr>
                <w:sz w:val="20"/>
              </w:rPr>
              <w:t>Late1:CLS</w:t>
            </w:r>
          </w:p>
        </w:tc>
        <w:tc>
          <w:p>
            <w:pPr>
              <w:jc w:val="center"/>
            </w:pPr>
            <w:r>
              <w:rPr>
                <w:sz w:val="20"/>
              </w:rPr>
              <w:t>119</w:t>
            </w:r>
          </w:p>
        </w:tc>
      </w:tr>
      <w:tr>
        <w:tc>
          <w:p>
            <w:pPr>
              <w:jc w:val="center"/>
            </w:pPr>
            <w:r>
              <w:rPr>
                <w:sz w:val="20"/>
              </w:rPr>
              <w:t>Late1:CLS</w:t>
            </w:r>
          </w:p>
        </w:tc>
        <w:tc>
          <w:p>
            <w:pPr>
              <w:jc w:val="center"/>
            </w:pPr>
            <w:r>
              <w:rPr>
                <w:sz w:val="20"/>
              </w:rPr>
              <w:t>120</w:t>
            </w:r>
          </w:p>
        </w:tc>
        <w:tc>
          <w:p>
            <w:pPr>
              <w:jc w:val="center"/>
            </w:pPr>
            <w:r>
              <w:rPr>
                <w:sz w:val="20"/>
              </w:rPr>
              <w:t>Late2:CLS</w:t>
            </w:r>
          </w:p>
        </w:tc>
        <w:tc>
          <w:p>
            <w:pPr>
              <w:jc w:val="center"/>
            </w:pPr>
            <w:r>
              <w:rPr>
                <w:sz w:val="20"/>
              </w:rPr>
              <w:t>349</w:t>
            </w:r>
          </w:p>
        </w:tc>
      </w:tr>
      <w:tr>
        <w:tc>
          <w:p>
            <w:pPr>
              <w:jc w:val="center"/>
            </w:pPr>
            <w:r>
              <w:rPr>
                <w:sz w:val="20"/>
              </w:rPr>
              <w:t>Late2:CLS</w:t>
            </w:r>
          </w:p>
        </w:tc>
        <w:tc>
          <w:p>
            <w:pPr>
              <w:jc w:val="center"/>
            </w:pPr>
            <w:r>
              <w:rPr>
                <w:sz w:val="20"/>
              </w:rPr>
              <w:t>350</w:t>
            </w:r>
          </w:p>
        </w:tc>
        <w:tc>
          <w:p>
            <w:pPr>
              <w:jc w:val="center"/>
            </w:pPr>
            <w:r>
              <w:rPr>
                <w:sz w:val="20"/>
              </w:rPr>
              <w:t>Late2:CLS</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r>
        <w:tc>
          <w:p>
            <w:pPr>
              <w:jc w:val="center"/>
            </w:pPr>
            <w:r>
              <w:rPr>
                <w:sz w:val="20"/>
              </w:rPr>
              <w:t>Wind or Weather or Stress</w:t>
            </w:r>
          </w:p>
        </w:tc>
        <w:tc>
          <w:p>
            <w:pPr>
              <w:jc w:val="center"/>
            </w:pPr>
            <w:r>
              <w:rPr>
                <w:sz w:val="20"/>
              </w:rPr>
              <w:t>Early1:ALL</w:t>
            </w:r>
          </w:p>
        </w:tc>
        <w:tc>
          <w:p>
            <w:pPr>
              <w:jc w:val="center"/>
            </w:pPr>
            <w:r>
              <w:rPr>
                <w:sz w:val="20"/>
              </w:rPr>
              <w:t>Early1:ALL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Mid1:CLS</w:t>
            </w:r>
          </w:p>
        </w:tc>
        <w:tc>
          <w:p>
            <w:pPr>
              <w:jc w:val="center"/>
            </w:pPr>
            <w:r>
              <w:rPr>
                <w:sz w:val="20"/>
              </w:rPr>
              <w:t>Mid1:CLS</w:t>
            </w:r>
          </w:p>
        </w:tc>
        <w:tc>
          <w:p>
            <w:pPr>
              <w:jc w:val="center"/>
            </w:pPr>
            <w:r>
              <w:rPr>
                <w:sz w:val="20"/>
              </w:rPr>
              <w:t>0.001</w:t>
            </w:r>
          </w:p>
        </w:tc>
        <w:tc>
          <w:p>
            <w:pPr>
              <w:jc w:val="center"/>
            </w:pPr>
            <w:r>
              <w:rPr>
                <w:sz w:val="20"/>
              </w:rPr>
              <w:t>1000</w:t>
            </w:r>
          </w:p>
        </w:tc>
        <w:tc>
          <w:p>
            <w:pPr>
              <w:jc w:val="center"/>
            </w:pPr>
            <w:r>
              <w:rPr>
                <w:sz w:val="20"/>
              </w:rPr>
              <w:t>No</w:t>
            </w:r>
          </w:p>
        </w:tc>
        <w:tc>
          <w:p>
            <w:pPr>
              <w:jc w:val="center"/>
            </w:pPr>
            <w:r>
              <w:rPr>
                <w:sz w:val="20"/>
              </w:rPr>
              <w:t>0</w:t>
            </w:r>
          </w:p>
        </w:tc>
      </w:tr>
      <w:tr>
        <w:tc>
          <w:p>
            <w:pPr>
              <w:jc w:val="center"/>
            </w:pPr>
            <w:r>
              <w:rPr>
                <w:sz w:val="20"/>
              </w:rPr>
              <w:t>Wind or Weather or Stress</w:t>
            </w:r>
          </w:p>
        </w:tc>
        <w:tc>
          <w:p>
            <w:pPr>
              <w:jc w:val="center"/>
            </w:pPr>
            <w:r>
              <w:rPr>
                <w:sz w:val="20"/>
              </w:rPr>
              <w:t>Late1:CLS</w:t>
            </w:r>
          </w:p>
        </w:tc>
        <w:tc>
          <w:p>
            <w:pPr>
              <w:jc w:val="center"/>
            </w:pPr>
            <w:r>
              <w:rPr>
                <w:sz w:val="20"/>
              </w:rPr>
              <w:t>Early1:ALL</w:t>
            </w:r>
          </w:p>
        </w:tc>
        <w:tc>
          <w:p>
            <w:pPr>
              <w:jc w:val="center"/>
            </w:pPr>
            <w:r>
              <w:rPr>
                <w:sz w:val="20"/>
              </w:rPr>
              <w:t>0.001</w:t>
            </w:r>
          </w:p>
        </w:tc>
        <w:tc>
          <w:p>
            <w:pPr>
              <w:jc w:val="center"/>
            </w:pPr>
            <w:r>
              <w:rPr>
                <w:sz w:val="20"/>
              </w:rPr>
              <w:t>1000</w:t>
            </w:r>
          </w:p>
        </w:tc>
        <w:tc>
          <w:p>
            <w:pPr>
              <w:jc w:val="center"/>
            </w:pPr>
            <w:r>
              <w:rPr>
                <w:sz w:val="20"/>
              </w:rPr>
              <w:t>Yes</w:t>
            </w:r>
          </w:p>
        </w:tc>
        <w:tc>
          <w:p>
            <w:pPr>
              <w:jc w:val="center"/>
            </w:pPr>
            <w:r>
              <w:rPr>
                <w:sz w:val="20"/>
              </w:rPr>
              <w:t>0</w:t>
            </w:r>
          </w:p>
        </w:tc>
      </w:tr>
      <w:tr>
        <w:tc>
          <w:p>
            <w:pPr>
              <w:jc w:val="center"/>
            </w:pPr>
            <w:r>
              <w:rPr>
                <w:sz w:val="20"/>
              </w:rPr>
              <w:t>Wind or Weather or Stress</w:t>
            </w:r>
          </w:p>
        </w:tc>
        <w:tc>
          <w:p>
            <w:pPr>
              <w:jc w:val="center"/>
            </w:pPr>
            <w:r>
              <w:rPr>
                <w:sz w:val="20"/>
              </w:rPr>
              <w:t>Late2:CLS</w:t>
            </w:r>
          </w:p>
        </w:tc>
        <w:tc>
          <w:p>
            <w:pPr>
              <w:jc w:val="center"/>
            </w:pPr>
            <w:r>
              <w:rPr>
                <w:sz w:val="20"/>
              </w:rPr>
              <w:t>Late2:CLS</w:t>
            </w:r>
          </w:p>
        </w:tc>
        <w:tc>
          <w:p>
            <w:pPr>
              <w:jc w:val="center"/>
            </w:pPr>
            <w:r>
              <w:rPr>
                <w:sz w:val="20"/>
              </w:rPr>
              <w:t>0.01</w:t>
            </w:r>
          </w:p>
        </w:tc>
        <w:tc>
          <w:p>
            <w:pPr>
              <w:jc w:val="center"/>
            </w:pPr>
            <w:r>
              <w:rPr>
                <w:sz w:val="20"/>
              </w:rPr>
              <w:t>100</w:t>
            </w:r>
          </w:p>
        </w:tc>
        <w:tc>
          <w:p>
            <w:pPr>
              <w:jc w:val="center"/>
            </w:pPr>
            <w:r>
              <w:rPr>
                <w:sz w:val="20"/>
              </w:rPr>
              <w:t>No</w:t>
            </w:r>
          </w:p>
        </w:tc>
        <w:tc>
          <w:p>
            <w:pPr>
              <w:jc w:val="center"/>
            </w:pPr>
            <w:r>
              <w:rPr>
                <w:sz w:val="20"/>
              </w:rPr>
              <w:t>0</w:t>
            </w:r>
          </w:p>
        </w:tc>
      </w:tr>
      <w:tr>
        <w:tc>
          <w:p>
            <w:pPr>
              <w:jc w:val="center"/>
            </w:pPr>
            <w:r>
              <w:rPr>
                <w:sz w:val="20"/>
              </w:rPr>
              <w:t>Wind or Weather or Stress</w:t>
            </w:r>
          </w:p>
        </w:tc>
        <w:tc>
          <w:p>
            <w:pPr>
              <w:jc w:val="center"/>
            </w:pPr>
            <w:r>
              <w:rPr>
                <w:sz w:val="20"/>
              </w:rPr>
              <w:t>Late2:CLS</w:t>
            </w:r>
          </w:p>
        </w:tc>
        <w:tc>
          <w:p>
            <w:pPr>
              <w:jc w:val="center"/>
            </w:pPr>
            <w:r>
              <w:rPr>
                <w:sz w:val="20"/>
              </w:rPr>
              <w:t>Early1:ALL</w:t>
            </w:r>
          </w:p>
        </w:tc>
        <w:tc>
          <w:p>
            <w:pPr>
              <w:jc w:val="center"/>
            </w:pPr>
            <w:r>
              <w:rPr>
                <w:sz w:val="20"/>
              </w:rPr>
              <w:t>0.002</w:t>
            </w:r>
          </w:p>
        </w:tc>
        <w:tc>
          <w:p>
            <w:pPr>
              <w:jc w:val="center"/>
            </w:pPr>
            <w:r>
              <w:rPr>
                <w:sz w:val="20"/>
              </w:rPr>
              <w:t>500</w:t>
            </w:r>
          </w:p>
        </w:tc>
        <w:tc>
          <w:p>
            <w:pPr>
              <w:jc w:val="center"/>
            </w:pPr>
            <w:r>
              <w:rPr>
                <w:sz w:val="20"/>
              </w:rPr>
              <w:t>Yes</w:t>
            </w:r>
          </w:p>
        </w:tc>
        <w:tc>
          <w:p>
            <w:pPr>
              <w:jc w:val="center"/>
            </w:pPr>
            <w:r>
              <w:rPr>
                <w:sz w:val="20"/>
              </w:rPr>
              <w:t>0</w:t>
            </w:r>
          </w:p>
        </w:tc>
      </w:tr>
    </w:tbl>
    <w:p>
      <w:r>
        <w:t/>
      </w:r>
    </w:p>
    <w:p>
      <w:pPr xmlns:w="http://schemas.openxmlformats.org/wordprocessingml/2006/main">
        <w:pStyle w:val="ReportSection"/>
      </w:pPr>
      <w:r xmlns:w="http://schemas.openxmlformats.org/wordprocessingml/2006/main">
        <w:t>References</w:t>
      </w:r>
    </w:p>
    <w:p>
      <w:r>
        <w:t/>
      </w:r>
    </w:p>
    <w:p w:rsidR="001435AB" w:rsidP="001435AB" w:rsidRDefault="001435AB" w14:paraId="6F76BCE4" w14:textId="29E2DEDE">
      <w:proofErr w:type="spellStart"/>
      <w:r>
        <w:t>Alaback</w:t>
      </w:r>
      <w:proofErr w:type="spellEnd"/>
      <w:r>
        <w:t>, P.B. 1982. Dynamics of understory biomass in Sitka spruce-western hemlock forests of southeast Alaska. Ecology 63:1932-1948.</w:t>
      </w:r>
    </w:p>
    <w:p w:rsidR="009F7DE8" w:rsidP="001435AB" w:rsidRDefault="009F7DE8" w14:paraId="7F8CBE44" w14:textId="556C2BD1"/>
    <w:p w:rsidRPr="009F7DE8" w:rsidR="009F7DE8" w:rsidP="001435AB" w:rsidRDefault="009F7DE8" w14:paraId="31D9C72B" w14:textId="500F5300">
      <w:proofErr w:type="spellStart"/>
      <w:r w:rsidRPr="00CA00B2">
        <w:t>Alaback</w:t>
      </w:r>
      <w:proofErr w:type="spellEnd"/>
      <w:r w:rsidRPr="00CA00B2">
        <w:t xml:space="preserve">, P. B., Nowacki, G., &amp; Saunders, S. 2017. Natural disturbance patterns in the temperate rainforests of southeast Alaska and adjacent British Columbia. North Pacific temperate </w:t>
      </w:r>
      <w:r w:rsidRPr="00CA00B2">
        <w:t>rainforests: ecology and conservation. University of Washington Press, Seattle, Washington, USA, 73-81.</w:t>
      </w:r>
    </w:p>
    <w:p w:rsidR="001435AB" w:rsidP="000A0BCE" w:rsidRDefault="001435AB" w14:paraId="2D571702" w14:textId="77777777"/>
    <w:p w:rsidR="000A0BCE" w:rsidP="000A0BCE" w:rsidRDefault="000A0BCE" w14:paraId="7002641A" w14:textId="0597D871">
      <w:r>
        <w:t>Boggs et al. in preparation. Kenai Fjords User’s Guide.</w:t>
      </w:r>
    </w:p>
    <w:p w:rsidR="000A0BCE" w:rsidP="000A0BCE" w:rsidRDefault="000A0BCE" w14:paraId="26C7262B" w14:textId="62994081"/>
    <w:p w:rsidR="00AC27BD" w:rsidP="00AC27BD" w:rsidRDefault="00AC27BD" w14:paraId="0F6FF0D4" w14:textId="77777777">
      <w:r>
        <w:t xml:space="preserve">Comer, P., D. Faber-Langendoen, R. Evans, S. </w:t>
      </w:r>
      <w:proofErr w:type="spellStart"/>
      <w:r>
        <w:t>Gawler</w:t>
      </w:r>
      <w:proofErr w:type="spellEnd"/>
      <w:r>
        <w:t xml:space="preserve">, C. </w:t>
      </w:r>
      <w:proofErr w:type="spellStart"/>
      <w:r>
        <w:t>Josse</w:t>
      </w:r>
      <w:proofErr w:type="spellEnd"/>
      <w:r>
        <w:t xml:space="preserve">, G. Kittel, S. Menard, C. </w:t>
      </w:r>
      <w:proofErr w:type="spellStart"/>
      <w:r>
        <w:t>Nordman</w:t>
      </w:r>
      <w:proofErr w:type="spellEnd"/>
      <w:r>
        <w:t>, M. Pyne, M. Reid, M. Russo, K. Schulz, K. Snow, J. Teague, and R. White. 2003-present. Ecological systems of the United States: A working classification of U.S. terrestrial systems. NatureServe, Arlington, VA.</w:t>
      </w:r>
    </w:p>
    <w:p w:rsidR="00AC27BD" w:rsidP="000A0BCE" w:rsidRDefault="00AC27BD" w14:paraId="2C4C8AA7" w14:textId="77777777"/>
    <w:p w:rsidR="006B44C4" w:rsidP="000A0BCE" w:rsidRDefault="006B44C4" w14:paraId="3A24F26E" w14:textId="3358846E">
      <w:r>
        <w:t xml:space="preserve">Deal, R.L., Oliver, C.D., and B.T. Bormann.1991. Reconstruction of mixed hemlock-spruce stands in coastal southeast Alaska. Can. J. For. Res. 21:643-654. </w:t>
      </w:r>
    </w:p>
    <w:p w:rsidR="006B44C4" w:rsidP="000A0BCE" w:rsidRDefault="006B44C4" w14:paraId="52CCD6C8" w14:textId="7A9FC12F"/>
    <w:p w:rsidR="001435AB" w:rsidP="001435AB" w:rsidRDefault="001435AB" w14:paraId="2306DC4E" w14:textId="77777777">
      <w:r>
        <w:t xml:space="preserve">DeMeo, T., J. Martin, and R.A. West. 1992. Forest plant association management guide, Ketchikan Area, </w:t>
      </w:r>
      <w:proofErr w:type="spellStart"/>
      <w:r>
        <w:t>Tongass</w:t>
      </w:r>
      <w:proofErr w:type="spellEnd"/>
      <w:r>
        <w:t xml:space="preserve"> National Forest. R10-MB-210.  USDA Forest Service Alaska Region.  Juneau, Alaska.</w:t>
      </w:r>
    </w:p>
    <w:p w:rsidR="001435AB" w:rsidP="000A0BCE" w:rsidRDefault="001435AB" w14:paraId="5DC328F3" w14:textId="77777777"/>
    <w:p w:rsidR="000A0BCE" w:rsidP="000A0BCE" w:rsidRDefault="000A0BCE" w14:paraId="411008AD" w14:textId="77777777">
      <w:r>
        <w:t xml:space="preserve">Fleming, </w:t>
      </w:r>
      <w:proofErr w:type="gramStart"/>
      <w:r>
        <w:t>M.D.</w:t>
      </w:r>
      <w:proofErr w:type="gramEnd"/>
      <w:r>
        <w:t xml:space="preserve"> and P. Spencer. 2007. Kodiak Archipelago land cover classification users guide. SAIC at USGS Alaska Science Center, Anchorage, AK. 77 pp. </w:t>
      </w:r>
    </w:p>
    <w:p w:rsidR="000A0BCE" w:rsidP="000A0BCE" w:rsidRDefault="000A0BCE" w14:paraId="1F29B283" w14:textId="65DD4BE5"/>
    <w:p w:rsidR="006B44C4" w:rsidP="006B44C4" w:rsidRDefault="006B44C4" w14:paraId="50B66CC5" w14:textId="77777777">
      <w:proofErr w:type="spellStart"/>
      <w:r>
        <w:t>Harcombe</w:t>
      </w:r>
      <w:proofErr w:type="spellEnd"/>
      <w:r>
        <w:t xml:space="preserve">. P. A. 1986. Stand development in a </w:t>
      </w:r>
      <w:proofErr w:type="gramStart"/>
      <w:r>
        <w:t>130 year old</w:t>
      </w:r>
      <w:proofErr w:type="gramEnd"/>
      <w:r>
        <w:t xml:space="preserve"> spruce-hemlock forest based on age structure and 50 years of mortality data. For. Ecol. and </w:t>
      </w:r>
      <w:proofErr w:type="gramStart"/>
      <w:r>
        <w:t>Manage</w:t>
      </w:r>
      <w:proofErr w:type="gramEnd"/>
      <w:r>
        <w:t>. 14:41-58.</w:t>
      </w:r>
    </w:p>
    <w:p w:rsidR="006B44C4" w:rsidP="000A0BCE" w:rsidRDefault="006B44C4" w14:paraId="75B58B85" w14:textId="77777777"/>
    <w:p w:rsidR="006B44C4" w:rsidP="000A0BCE" w:rsidRDefault="006B44C4" w14:paraId="03B204E7" w14:textId="72C70DF8">
      <w:r>
        <w:t xml:space="preserve">Harris, A.S. and W. A. Farr. 1974. The forest ecosystem of southeast Alaska. 7: Forest ecology and timber management. USDA Forest Service, Pacific Northwest </w:t>
      </w:r>
      <w:proofErr w:type="gramStart"/>
      <w:r>
        <w:t>Forest</w:t>
      </w:r>
      <w:proofErr w:type="gramEnd"/>
      <w:r>
        <w:t xml:space="preserve"> and Range Experiment Station: PNW-GTR-25. Portland, OR. 109 p.</w:t>
      </w:r>
    </w:p>
    <w:p w:rsidR="009F7DE8" w:rsidP="000A0BCE" w:rsidRDefault="009F7DE8" w14:paraId="596FDF40" w14:textId="33D47357"/>
    <w:p w:rsidR="009F7DE8" w:rsidP="000A0BCE" w:rsidRDefault="009F7DE8" w14:paraId="7859A951" w14:textId="37361F46">
      <w:r w:rsidRPr="00231EF6">
        <w:t>Kramer, M. G., Hansen, A. J., Taper, M. L., &amp; Kissinger, E. J. 2001. Abiotic controls on long‐term windthrow disturbance and temperate rain forest dynamics in southeast Alaska. </w:t>
      </w:r>
      <w:r w:rsidRPr="009F7DE8">
        <w:t>Ecology</w:t>
      </w:r>
      <w:r w:rsidRPr="00231EF6">
        <w:t>,</w:t>
      </w:r>
      <w:r w:rsidRPr="009F7DE8">
        <w:t> 82</w:t>
      </w:r>
      <w:r w:rsidRPr="00231EF6">
        <w:t>(10), 2749-2768.</w:t>
      </w:r>
    </w:p>
    <w:p w:rsidR="006B44C4" w:rsidP="000A0BCE" w:rsidRDefault="006B44C4" w14:paraId="406E5A35" w14:textId="77777777"/>
    <w:p w:rsidR="00ED32F7" w:rsidP="000A0BCE" w:rsidRDefault="00ED32F7" w14:paraId="503EB138" w14:textId="6C1315AA">
      <w:r>
        <w:t>Nowacki, G.J. and M. G. Kramer.1998. The effects of wind disturbance on temperate rain forest structure and dynamics of Southeast Alaska. USDA Forest Service, Pacific Northwest Research Station: PNW-GTR-421.</w:t>
      </w:r>
    </w:p>
    <w:p w:rsidR="00ED32F7" w:rsidP="000A0BCE" w:rsidRDefault="00ED32F7" w14:paraId="3332FC51" w14:textId="625F3D43"/>
    <w:p w:rsidR="009A01CF" w:rsidP="000A0BCE" w:rsidRDefault="009A01CF" w14:paraId="7ABE2873" w14:textId="06F95526">
      <w:proofErr w:type="spellStart"/>
      <w:r w:rsidRPr="009A01CF">
        <w:t>Potkin</w:t>
      </w:r>
      <w:proofErr w:type="spellEnd"/>
      <w:r w:rsidRPr="009A01CF">
        <w:t xml:space="preserve">, Michele. 1997. Fire history disturbance study of the Kenai Peninsula mountainous portion of the Chugach National Forest. Unpublished report on file </w:t>
      </w:r>
      <w:proofErr w:type="gramStart"/>
      <w:r w:rsidRPr="009A01CF">
        <w:t>with:</w:t>
      </w:r>
      <w:proofErr w:type="gramEnd"/>
      <w:r w:rsidRPr="009A01CF">
        <w:t xml:space="preserve"> U.S. Department of Agriculture, Forest Service, Rocky Mountain Research Station, Fire Sciences Laboratory, Missoula, MT. 75 p.</w:t>
      </w:r>
    </w:p>
    <w:p w:rsidR="00BB301E" w:rsidP="000A0BCE" w:rsidRDefault="00BB301E" w14:paraId="2644532C" w14:textId="25F72911"/>
    <w:p w:rsidRPr="00E86CCA" w:rsidR="00BB301E" w:rsidP="000A0BCE" w:rsidRDefault="00BB301E" w14:paraId="15EF3284" w14:textId="59B854BD">
      <w:r w:rsidRPr="00E86CCA">
        <w:rPr>
          <w:rStyle w:val="cf01"/>
          <w:rFonts w:ascii="Times New Roman" w:hAnsi="Times New Roman" w:cs="Times New Roman"/>
          <w:sz w:val="24"/>
          <w:szCs w:val="24"/>
        </w:rPr>
        <w:t>USDA Forest Service PNW Research Station Gen. Tech. Report PNW-GTR-979. 2020. Coastal Alaska Forest Resources.</w:t>
      </w:r>
    </w:p>
    <w:p w:rsidR="009A01CF" w:rsidP="000A0BCE" w:rsidRDefault="009A01CF" w14:paraId="148E5A82" w14:textId="77777777"/>
    <w:p w:rsidRPr="00A43E41" w:rsidR="004D5F12" w:rsidP="000A0BCE" w:rsidRDefault="000A0BCE" w14:paraId="50DDBD7C" w14:textId="7FD0D0FA">
      <w:proofErr w:type="spellStart"/>
      <w:r>
        <w:t>Viereck</w:t>
      </w:r>
      <w:proofErr w:type="spellEnd"/>
      <w:r>
        <w:t xml:space="preserve">, L.A., C.T. </w:t>
      </w:r>
      <w:proofErr w:type="spellStart"/>
      <w:r>
        <w:t>Dyrness</w:t>
      </w:r>
      <w:proofErr w:type="spellEnd"/>
      <w:r>
        <w:t xml:space="preserve">, A.R. Batten and K.J. </w:t>
      </w:r>
      <w:proofErr w:type="spellStart"/>
      <w:r>
        <w:t>Wenzlick</w:t>
      </w:r>
      <w:proofErr w:type="spellEnd"/>
      <w:r>
        <w:t>. 1992. The Alaska vegetation classification. Pacific Northwest Research Station, USDA Forest Service, Portland, OR. Gen. Tech. Rep. PNW-GTR286. 278 p.</w:t>
      </w:r>
    </w:p>
    <w:sectPr w:rsidRPr="00A43E41" w:rsidR="004D5F12" w:rsidSect="00FE41CA">
      <w:headerReference w:type="default" r:id="rId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6733" w:rsidRDefault="000E6733" w14:paraId="06D2CE48" w14:textId="77777777">
      <w:r>
        <w:separator/>
      </w:r>
    </w:p>
  </w:endnote>
  <w:endnote w:type="continuationSeparator" w:id="0">
    <w:p w:rsidR="000E6733" w:rsidRDefault="000E6733" w14:paraId="1ECC9FE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0BCE" w:rsidP="000A0BCE" w:rsidRDefault="000A0BCE" w14:paraId="392FB3F6"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6733" w:rsidRDefault="000E6733" w14:paraId="5AAC6D30" w14:textId="77777777">
      <w:r>
        <w:separator/>
      </w:r>
    </w:p>
  </w:footnote>
  <w:footnote w:type="continuationSeparator" w:id="0">
    <w:p w:rsidR="000E6733" w:rsidRDefault="000E6733" w14:paraId="3D09DBE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0A0BCE" w:rsidRDefault="00A43E41" w14:paraId="6E84A60E"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700B"/>
    <w:multiLevelType w:val="hybridMultilevel"/>
    <w:tmpl w:val="42D0B8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33337C1"/>
    <w:multiLevelType w:val="hybridMultilevel"/>
    <w:tmpl w:val="63D438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440A0362"/>
    <w:multiLevelType w:val="hybridMultilevel"/>
    <w:tmpl w:val="07E428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59183A2E"/>
    <w:multiLevelType w:val="hybridMultilevel"/>
    <w:tmpl w:val="07D6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073193281">
    <w:abstractNumId w:val="2"/>
  </w:num>
  <w:num w:numId="2" w16cid:durableId="1538539680">
    <w:abstractNumId w:val="1"/>
  </w:num>
  <w:num w:numId="3" w16cid:durableId="425003442">
    <w:abstractNumId w:val="0"/>
  </w:num>
  <w:num w:numId="4" w16cid:durableId="18699535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74600541">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CE"/>
    <w:rsid w:val="00005980"/>
    <w:rsid w:val="00007C48"/>
    <w:rsid w:val="0002001D"/>
    <w:rsid w:val="0003202F"/>
    <w:rsid w:val="000344BF"/>
    <w:rsid w:val="0004797F"/>
    <w:rsid w:val="000621F5"/>
    <w:rsid w:val="00077A85"/>
    <w:rsid w:val="000826C0"/>
    <w:rsid w:val="00097251"/>
    <w:rsid w:val="000A0BCE"/>
    <w:rsid w:val="000E1EC5"/>
    <w:rsid w:val="000E6733"/>
    <w:rsid w:val="000E759B"/>
    <w:rsid w:val="00110079"/>
    <w:rsid w:val="00117805"/>
    <w:rsid w:val="00122315"/>
    <w:rsid w:val="001435AB"/>
    <w:rsid w:val="001514F9"/>
    <w:rsid w:val="001561C0"/>
    <w:rsid w:val="00162F15"/>
    <w:rsid w:val="00174486"/>
    <w:rsid w:val="001824B8"/>
    <w:rsid w:val="00193946"/>
    <w:rsid w:val="00195EAE"/>
    <w:rsid w:val="00196C68"/>
    <w:rsid w:val="001A07B5"/>
    <w:rsid w:val="001A13A5"/>
    <w:rsid w:val="001A5277"/>
    <w:rsid w:val="001A6573"/>
    <w:rsid w:val="001C20DB"/>
    <w:rsid w:val="001E43F5"/>
    <w:rsid w:val="002206B7"/>
    <w:rsid w:val="00220975"/>
    <w:rsid w:val="002233CE"/>
    <w:rsid w:val="00242A9C"/>
    <w:rsid w:val="00272B25"/>
    <w:rsid w:val="00292706"/>
    <w:rsid w:val="00293103"/>
    <w:rsid w:val="002A69B2"/>
    <w:rsid w:val="002E0C3B"/>
    <w:rsid w:val="002E41A1"/>
    <w:rsid w:val="00300000"/>
    <w:rsid w:val="0031662A"/>
    <w:rsid w:val="00316C6C"/>
    <w:rsid w:val="00317111"/>
    <w:rsid w:val="003172E2"/>
    <w:rsid w:val="00320910"/>
    <w:rsid w:val="003319D8"/>
    <w:rsid w:val="003366D7"/>
    <w:rsid w:val="003466EE"/>
    <w:rsid w:val="003801E7"/>
    <w:rsid w:val="003A038B"/>
    <w:rsid w:val="003C703C"/>
    <w:rsid w:val="003D23EF"/>
    <w:rsid w:val="003E6957"/>
    <w:rsid w:val="003F322E"/>
    <w:rsid w:val="003F7C0D"/>
    <w:rsid w:val="004148BE"/>
    <w:rsid w:val="00414DA8"/>
    <w:rsid w:val="00424E99"/>
    <w:rsid w:val="0042550C"/>
    <w:rsid w:val="0042737A"/>
    <w:rsid w:val="00431FC4"/>
    <w:rsid w:val="004375BE"/>
    <w:rsid w:val="00447BAA"/>
    <w:rsid w:val="00452B5E"/>
    <w:rsid w:val="00455D4C"/>
    <w:rsid w:val="00462F25"/>
    <w:rsid w:val="00467245"/>
    <w:rsid w:val="00475DA3"/>
    <w:rsid w:val="00476F39"/>
    <w:rsid w:val="00477132"/>
    <w:rsid w:val="00491F12"/>
    <w:rsid w:val="00492A22"/>
    <w:rsid w:val="00492CD3"/>
    <w:rsid w:val="004956F3"/>
    <w:rsid w:val="004C3E74"/>
    <w:rsid w:val="004D24E0"/>
    <w:rsid w:val="004D5F12"/>
    <w:rsid w:val="004D6A70"/>
    <w:rsid w:val="004D7DCF"/>
    <w:rsid w:val="004E7DB5"/>
    <w:rsid w:val="004F4182"/>
    <w:rsid w:val="005035F5"/>
    <w:rsid w:val="00503C61"/>
    <w:rsid w:val="00513848"/>
    <w:rsid w:val="00513AFB"/>
    <w:rsid w:val="0052386E"/>
    <w:rsid w:val="00530D3E"/>
    <w:rsid w:val="00537D33"/>
    <w:rsid w:val="0054090D"/>
    <w:rsid w:val="00541EE2"/>
    <w:rsid w:val="005446EB"/>
    <w:rsid w:val="005510A5"/>
    <w:rsid w:val="00557492"/>
    <w:rsid w:val="00574F66"/>
    <w:rsid w:val="00583076"/>
    <w:rsid w:val="005B1DDE"/>
    <w:rsid w:val="005B6422"/>
    <w:rsid w:val="005C7A42"/>
    <w:rsid w:val="005D242C"/>
    <w:rsid w:val="005E46EE"/>
    <w:rsid w:val="005E6650"/>
    <w:rsid w:val="005F3253"/>
    <w:rsid w:val="00601E0C"/>
    <w:rsid w:val="00605473"/>
    <w:rsid w:val="006115AB"/>
    <w:rsid w:val="00616941"/>
    <w:rsid w:val="00621C0C"/>
    <w:rsid w:val="00634703"/>
    <w:rsid w:val="0064607E"/>
    <w:rsid w:val="00646981"/>
    <w:rsid w:val="006544A2"/>
    <w:rsid w:val="00664850"/>
    <w:rsid w:val="00690A65"/>
    <w:rsid w:val="006A224F"/>
    <w:rsid w:val="006A2EAA"/>
    <w:rsid w:val="006B44C4"/>
    <w:rsid w:val="006C713A"/>
    <w:rsid w:val="006E57D4"/>
    <w:rsid w:val="006F39FC"/>
    <w:rsid w:val="00720ED9"/>
    <w:rsid w:val="00722B5D"/>
    <w:rsid w:val="0074072B"/>
    <w:rsid w:val="00740E0B"/>
    <w:rsid w:val="00747459"/>
    <w:rsid w:val="007711F9"/>
    <w:rsid w:val="007742B4"/>
    <w:rsid w:val="00777B28"/>
    <w:rsid w:val="007A4A68"/>
    <w:rsid w:val="007A5CD5"/>
    <w:rsid w:val="007A721A"/>
    <w:rsid w:val="007B5284"/>
    <w:rsid w:val="007C7863"/>
    <w:rsid w:val="007D2668"/>
    <w:rsid w:val="00820371"/>
    <w:rsid w:val="00821A9F"/>
    <w:rsid w:val="0083018E"/>
    <w:rsid w:val="0083462F"/>
    <w:rsid w:val="0084119C"/>
    <w:rsid w:val="00844388"/>
    <w:rsid w:val="00850C8E"/>
    <w:rsid w:val="0085667B"/>
    <w:rsid w:val="0087316E"/>
    <w:rsid w:val="008779C3"/>
    <w:rsid w:val="00887997"/>
    <w:rsid w:val="008D7DF7"/>
    <w:rsid w:val="008F01B1"/>
    <w:rsid w:val="00901CA2"/>
    <w:rsid w:val="00907797"/>
    <w:rsid w:val="009405B1"/>
    <w:rsid w:val="00945DBA"/>
    <w:rsid w:val="009606C8"/>
    <w:rsid w:val="00966095"/>
    <w:rsid w:val="00986A7A"/>
    <w:rsid w:val="009903A9"/>
    <w:rsid w:val="00994080"/>
    <w:rsid w:val="009A01CF"/>
    <w:rsid w:val="009B03E6"/>
    <w:rsid w:val="009B232E"/>
    <w:rsid w:val="009C3B47"/>
    <w:rsid w:val="009D25CD"/>
    <w:rsid w:val="009D674B"/>
    <w:rsid w:val="009E0DB5"/>
    <w:rsid w:val="009E6357"/>
    <w:rsid w:val="009F5F8E"/>
    <w:rsid w:val="009F747E"/>
    <w:rsid w:val="009F7A67"/>
    <w:rsid w:val="009F7DE8"/>
    <w:rsid w:val="00A11946"/>
    <w:rsid w:val="00A16194"/>
    <w:rsid w:val="00A2791D"/>
    <w:rsid w:val="00A309E2"/>
    <w:rsid w:val="00A36D75"/>
    <w:rsid w:val="00A403A6"/>
    <w:rsid w:val="00A43E41"/>
    <w:rsid w:val="00A6020D"/>
    <w:rsid w:val="00A67D69"/>
    <w:rsid w:val="00A9763B"/>
    <w:rsid w:val="00AB3795"/>
    <w:rsid w:val="00AB6DCA"/>
    <w:rsid w:val="00AC27BD"/>
    <w:rsid w:val="00AC570D"/>
    <w:rsid w:val="00AF1CDE"/>
    <w:rsid w:val="00AF1E11"/>
    <w:rsid w:val="00AF4B2B"/>
    <w:rsid w:val="00B0774A"/>
    <w:rsid w:val="00B30030"/>
    <w:rsid w:val="00B44A3C"/>
    <w:rsid w:val="00B5255D"/>
    <w:rsid w:val="00B60870"/>
    <w:rsid w:val="00B60C63"/>
    <w:rsid w:val="00B84C7B"/>
    <w:rsid w:val="00B93DBE"/>
    <w:rsid w:val="00BB301E"/>
    <w:rsid w:val="00BC14B6"/>
    <w:rsid w:val="00BE50FA"/>
    <w:rsid w:val="00BF6289"/>
    <w:rsid w:val="00C072D6"/>
    <w:rsid w:val="00C07F5E"/>
    <w:rsid w:val="00C21ADD"/>
    <w:rsid w:val="00C261B7"/>
    <w:rsid w:val="00C36D66"/>
    <w:rsid w:val="00C50B12"/>
    <w:rsid w:val="00C5204F"/>
    <w:rsid w:val="00C64610"/>
    <w:rsid w:val="00C66E45"/>
    <w:rsid w:val="00C76D16"/>
    <w:rsid w:val="00C827A9"/>
    <w:rsid w:val="00C83B69"/>
    <w:rsid w:val="00CA089C"/>
    <w:rsid w:val="00CA0BB9"/>
    <w:rsid w:val="00CA1418"/>
    <w:rsid w:val="00CB7469"/>
    <w:rsid w:val="00CB7C5A"/>
    <w:rsid w:val="00CD6118"/>
    <w:rsid w:val="00CD6828"/>
    <w:rsid w:val="00CD68F6"/>
    <w:rsid w:val="00CE412E"/>
    <w:rsid w:val="00CE79FF"/>
    <w:rsid w:val="00CF2056"/>
    <w:rsid w:val="00D000AD"/>
    <w:rsid w:val="00D060DC"/>
    <w:rsid w:val="00D07997"/>
    <w:rsid w:val="00D16916"/>
    <w:rsid w:val="00D17369"/>
    <w:rsid w:val="00D178C7"/>
    <w:rsid w:val="00D226FB"/>
    <w:rsid w:val="00D306FA"/>
    <w:rsid w:val="00D367FB"/>
    <w:rsid w:val="00D447A0"/>
    <w:rsid w:val="00D46D39"/>
    <w:rsid w:val="00D46EED"/>
    <w:rsid w:val="00D52C2E"/>
    <w:rsid w:val="00D534D2"/>
    <w:rsid w:val="00D553D0"/>
    <w:rsid w:val="00D62775"/>
    <w:rsid w:val="00D708BF"/>
    <w:rsid w:val="00D76897"/>
    <w:rsid w:val="00D81349"/>
    <w:rsid w:val="00D92158"/>
    <w:rsid w:val="00D95971"/>
    <w:rsid w:val="00DA63B1"/>
    <w:rsid w:val="00DB16CA"/>
    <w:rsid w:val="00DC22EA"/>
    <w:rsid w:val="00DC4BA7"/>
    <w:rsid w:val="00DD3902"/>
    <w:rsid w:val="00DD7150"/>
    <w:rsid w:val="00DE0F2D"/>
    <w:rsid w:val="00DE40A7"/>
    <w:rsid w:val="00DE7AB5"/>
    <w:rsid w:val="00DF0616"/>
    <w:rsid w:val="00E03EB4"/>
    <w:rsid w:val="00E109E9"/>
    <w:rsid w:val="00E212B2"/>
    <w:rsid w:val="00E45C0F"/>
    <w:rsid w:val="00E50BB8"/>
    <w:rsid w:val="00E61C50"/>
    <w:rsid w:val="00E7520B"/>
    <w:rsid w:val="00E86CCA"/>
    <w:rsid w:val="00E96463"/>
    <w:rsid w:val="00E966EE"/>
    <w:rsid w:val="00E97EC3"/>
    <w:rsid w:val="00EB0828"/>
    <w:rsid w:val="00EB2776"/>
    <w:rsid w:val="00EC4A14"/>
    <w:rsid w:val="00ED32F7"/>
    <w:rsid w:val="00EF02EA"/>
    <w:rsid w:val="00F06F11"/>
    <w:rsid w:val="00F40D75"/>
    <w:rsid w:val="00F43204"/>
    <w:rsid w:val="00F57385"/>
    <w:rsid w:val="00F86C13"/>
    <w:rsid w:val="00F948F2"/>
    <w:rsid w:val="00FA3C5A"/>
    <w:rsid w:val="00FC2C4F"/>
    <w:rsid w:val="00FC347D"/>
    <w:rsid w:val="00FE2EE9"/>
    <w:rsid w:val="00FE3B73"/>
    <w:rsid w:val="00FE41CA"/>
    <w:rsid w:val="00FE573A"/>
    <w:rsid w:val="00FE6871"/>
    <w:rsid w:val="00FF0FAC"/>
    <w:rsid w:val="00FF751A"/>
    <w:rsid w:val="7D02E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18BD7A"/>
  <w15:docId w15:val="{95FA654B-7669-442C-9C43-DD89980691B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paragraph" w:styleId="BalloonText">
    <w:name w:val="Balloon Text"/>
    <w:basedOn w:val="Normal"/>
    <w:link w:val="BalloonTextChar"/>
    <w:uiPriority w:val="99"/>
    <w:semiHidden/>
    <w:unhideWhenUsed/>
    <w:rsid w:val="00293103"/>
    <w:rPr>
      <w:rFonts w:ascii="Segoe UI" w:hAnsi="Segoe UI" w:cs="Segoe UI"/>
      <w:sz w:val="18"/>
      <w:szCs w:val="18"/>
    </w:rPr>
  </w:style>
  <w:style w:type="character" w:styleId="BalloonTextChar" w:customStyle="1">
    <w:name w:val="Balloon Text Char"/>
    <w:link w:val="BalloonText"/>
    <w:uiPriority w:val="99"/>
    <w:semiHidden/>
    <w:rsid w:val="00293103"/>
    <w:rPr>
      <w:rFonts w:ascii="Segoe UI" w:hAnsi="Segoe UI" w:cs="Segoe UI"/>
      <w:sz w:val="18"/>
      <w:szCs w:val="18"/>
    </w:rPr>
  </w:style>
  <w:style w:type="character" w:styleId="CommentReference">
    <w:name w:val="annotation reference"/>
    <w:uiPriority w:val="99"/>
    <w:semiHidden/>
    <w:unhideWhenUsed/>
    <w:rsid w:val="00CB7C5A"/>
    <w:rPr>
      <w:sz w:val="16"/>
      <w:szCs w:val="16"/>
    </w:rPr>
  </w:style>
  <w:style w:type="paragraph" w:styleId="CommentText">
    <w:name w:val="annotation text"/>
    <w:basedOn w:val="Normal"/>
    <w:link w:val="CommentTextChar"/>
    <w:uiPriority w:val="99"/>
    <w:unhideWhenUsed/>
    <w:rsid w:val="00CB7C5A"/>
    <w:rPr>
      <w:sz w:val="20"/>
      <w:szCs w:val="20"/>
    </w:rPr>
  </w:style>
  <w:style w:type="character" w:styleId="CommentTextChar" w:customStyle="1">
    <w:name w:val="Comment Text Char"/>
    <w:basedOn w:val="DefaultParagraphFont"/>
    <w:link w:val="CommentText"/>
    <w:uiPriority w:val="99"/>
    <w:rsid w:val="00CB7C5A"/>
  </w:style>
  <w:style w:type="paragraph" w:styleId="CommentSubject">
    <w:name w:val="annotation subject"/>
    <w:basedOn w:val="CommentText"/>
    <w:next w:val="CommentText"/>
    <w:link w:val="CommentSubjectChar"/>
    <w:uiPriority w:val="99"/>
    <w:semiHidden/>
    <w:unhideWhenUsed/>
    <w:rsid w:val="00CB7C5A"/>
    <w:rPr>
      <w:b/>
      <w:bCs/>
    </w:rPr>
  </w:style>
  <w:style w:type="character" w:styleId="CommentSubjectChar" w:customStyle="1">
    <w:name w:val="Comment Subject Char"/>
    <w:link w:val="CommentSubject"/>
    <w:uiPriority w:val="99"/>
    <w:semiHidden/>
    <w:rsid w:val="00CB7C5A"/>
    <w:rPr>
      <w:b/>
      <w:bCs/>
    </w:rPr>
  </w:style>
  <w:style w:type="character" w:styleId="Hyperlink">
    <w:name w:val="Hyperlink"/>
    <w:uiPriority w:val="99"/>
    <w:semiHidden/>
    <w:unhideWhenUsed/>
    <w:rsid w:val="003A038B"/>
    <w:rPr>
      <w:color w:val="0000FF"/>
      <w:u w:val="single"/>
    </w:rPr>
  </w:style>
  <w:style w:type="character" w:styleId="FollowedHyperlink">
    <w:name w:val="FollowedHyperlink"/>
    <w:uiPriority w:val="99"/>
    <w:semiHidden/>
    <w:unhideWhenUsed/>
    <w:rsid w:val="009C3B47"/>
    <w:rPr>
      <w:color w:val="800080"/>
      <w:u w:val="single"/>
    </w:rPr>
  </w:style>
  <w:style w:type="paragraph" w:styleId="ListParagraph">
    <w:name w:val="List Paragraph"/>
    <w:basedOn w:val="Normal"/>
    <w:uiPriority w:val="34"/>
    <w:qFormat/>
    <w:rsid w:val="00EB0828"/>
    <w:pPr>
      <w:ind w:left="720"/>
    </w:pPr>
    <w:rPr>
      <w:rFonts w:ascii="Calibri" w:hAnsi="Calibri" w:eastAsia="Calibri"/>
      <w:sz w:val="22"/>
      <w:szCs w:val="22"/>
    </w:rPr>
  </w:style>
  <w:style w:type="table" w:styleId="TableGrid">
    <w:name w:val="Table Grid"/>
    <w:basedOn w:val="TableNormal"/>
    <w:uiPriority w:val="59"/>
    <w:rsid w:val="00EB082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FE573A"/>
    <w:rPr>
      <w:sz w:val="24"/>
      <w:szCs w:val="24"/>
    </w:rPr>
  </w:style>
  <w:style w:type="character" w:styleId="cf01" w:customStyle="1">
    <w:name w:val="cf01"/>
    <w:basedOn w:val="DefaultParagraphFont"/>
    <w:rsid w:val="00BB301E"/>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81660">
      <w:bodyDiv w:val="1"/>
      <w:marLeft w:val="0"/>
      <w:marRight w:val="0"/>
      <w:marTop w:val="0"/>
      <w:marBottom w:val="0"/>
      <w:divBdr>
        <w:top w:val="none" w:sz="0" w:space="0" w:color="auto"/>
        <w:left w:val="none" w:sz="0" w:space="0" w:color="auto"/>
        <w:bottom w:val="none" w:sz="0" w:space="0" w:color="auto"/>
        <w:right w:val="none" w:sz="0" w:space="0" w:color="auto"/>
      </w:divBdr>
    </w:div>
    <w:div w:id="151213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760D8F3E-5B3F-4008-81FA-C4CE127CDDB0}">
  <ds:schemaRefs>
    <ds:schemaRef ds:uri="http://schemas.openxmlformats.org/officeDocument/2006/bibliography"/>
  </ds:schemaRefs>
</ds:datastoreItem>
</file>

<file path=customXml/itemProps2.xml><?xml version="1.0" encoding="utf-8"?>
<ds:datastoreItem xmlns:ds="http://schemas.openxmlformats.org/officeDocument/2006/customXml" ds:itemID="{B4FDD7F1-E6B8-4EB6-82C9-496157E8B738}"/>
</file>

<file path=customXml/itemProps3.xml><?xml version="1.0" encoding="utf-8"?>
<ds:datastoreItem xmlns:ds="http://schemas.openxmlformats.org/officeDocument/2006/customXml" ds:itemID="{97108AA8-7916-4A69-A71A-4119F9B1AD84}"/>
</file>

<file path=customXml/itemProps4.xml><?xml version="1.0" encoding="utf-8"?>
<ds:datastoreItem xmlns:ds="http://schemas.openxmlformats.org/officeDocument/2006/customXml" ds:itemID="{06B9008B-C9BC-4EBF-BDBD-2FD2E037229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Report_Template.dot</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30</cp:revision>
  <cp:lastPrinted>1900-01-01T09:00:00Z</cp:lastPrinted>
  <dcterms:created xsi:type="dcterms:W3CDTF">2022-08-16T19:48:00Z</dcterms:created>
  <dcterms:modified xsi:type="dcterms:W3CDTF">2024-09-27T20:01:21Z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