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72F7C" w:rsidP="00F72F7C" w:rsidRDefault="00F72F7C" w14:paraId="7DEA5770" w14:textId="77777777">
      <w:pPr>
        <w:pStyle w:val="BpSTitle"/>
      </w:pPr>
      <w:r>
        <w:t>16390</w:t>
      </w:r>
    </w:p>
    <w:p w:rsidR="00F72F7C" w:rsidP="00F72F7C" w:rsidRDefault="00637F35" w14:paraId="22295B46" w14:textId="275C8C8A">
      <w:pPr>
        <w:pStyle w:val="BpSTitle"/>
      </w:pPr>
      <w:r w:rsidRPr="00637F35">
        <w:t>North American Arctic Mesic-Wet Low Willow Shrubland</w:t>
      </w:r>
    </w:p>
    <w:p w:rsidR="00F72F7C" w:rsidP="00F72F7C" w:rsidRDefault="00F72F7C" w14:paraId="279F6260" w14:textId="77777777">
      <w:r>
        <w:t xmlns:w="http://schemas.openxmlformats.org/wordprocessingml/2006/main">BpS Model/Description Version: Nov. 2024</w:t>
      </w:r>
      <w:r>
        <w:tab/>
      </w:r>
      <w:r>
        <w:tab/>
      </w:r>
      <w:r>
        <w:tab/>
      </w:r>
      <w:r>
        <w:tab/>
      </w:r>
      <w:r>
        <w:tab/>
      </w:r>
      <w:r>
        <w:tab/>
      </w:r>
      <w:r>
        <w:tab/>
      </w:r>
      <w:r>
        <w:tab/>
      </w:r>
    </w:p>
    <w:p w:rsidR="00F72F7C" w:rsidP="00F72F7C" w:rsidRDefault="00F72F7C" w14:paraId="288DBD77"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04"/>
        <w:gridCol w:w="1884"/>
        <w:gridCol w:w="2928"/>
      </w:tblGrid>
      <w:tr w:rsidRPr="00F72F7C" w:rsidR="00F72F7C" w:rsidTr="00F72F7C" w14:paraId="2B20ECD3" w14:textId="77777777">
        <w:tc>
          <w:tcPr>
            <w:tcW w:w="2052" w:type="dxa"/>
            <w:tcBorders>
              <w:top w:val="single" w:color="auto" w:sz="2" w:space="0"/>
              <w:left w:val="single" w:color="auto" w:sz="12" w:space="0"/>
              <w:bottom w:val="single" w:color="000000" w:sz="12" w:space="0"/>
            </w:tcBorders>
            <w:shd w:val="clear" w:color="auto" w:fill="auto"/>
          </w:tcPr>
          <w:p w:rsidRPr="00F72F7C" w:rsidR="00F72F7C" w:rsidP="00E6332A" w:rsidRDefault="00F72F7C" w14:paraId="60AA47BC" w14:textId="77777777">
            <w:pPr>
              <w:rPr>
                <w:b/>
                <w:bCs/>
              </w:rPr>
            </w:pPr>
            <w:r w:rsidRPr="00F72F7C">
              <w:rPr>
                <w:b/>
                <w:bCs/>
              </w:rPr>
              <w:t>Modelers</w:t>
            </w:r>
          </w:p>
        </w:tc>
        <w:tc>
          <w:tcPr>
            <w:tcW w:w="2604" w:type="dxa"/>
            <w:tcBorders>
              <w:top w:val="single" w:color="auto" w:sz="2" w:space="0"/>
              <w:bottom w:val="single" w:color="000000" w:sz="12" w:space="0"/>
              <w:right w:val="single" w:color="000000" w:sz="12" w:space="0"/>
            </w:tcBorders>
            <w:shd w:val="clear" w:color="auto" w:fill="auto"/>
          </w:tcPr>
          <w:p w:rsidRPr="00F72F7C" w:rsidR="00F72F7C" w:rsidP="00E6332A" w:rsidRDefault="00F72F7C" w14:paraId="7F8ED866"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F72F7C" w:rsidR="00F72F7C" w:rsidP="00E6332A" w:rsidRDefault="00F72F7C" w14:paraId="2610D0D8" w14:textId="77777777">
            <w:pPr>
              <w:rPr>
                <w:b/>
                <w:bCs/>
              </w:rPr>
            </w:pPr>
            <w:r w:rsidRPr="00F72F7C">
              <w:rPr>
                <w:b/>
                <w:bCs/>
              </w:rPr>
              <w:t>Reviewers</w:t>
            </w:r>
          </w:p>
        </w:tc>
        <w:tc>
          <w:tcPr>
            <w:tcW w:w="2928" w:type="dxa"/>
            <w:tcBorders>
              <w:top w:val="single" w:color="auto" w:sz="2" w:space="0"/>
              <w:bottom w:val="single" w:color="000000" w:sz="12" w:space="0"/>
            </w:tcBorders>
            <w:shd w:val="clear" w:color="auto" w:fill="auto"/>
          </w:tcPr>
          <w:p w:rsidRPr="00F72F7C" w:rsidR="00F72F7C" w:rsidP="00E6332A" w:rsidRDefault="00F72F7C" w14:paraId="6E28B7D2" w14:textId="77777777">
            <w:pPr>
              <w:rPr>
                <w:b/>
                <w:bCs/>
              </w:rPr>
            </w:pPr>
          </w:p>
        </w:tc>
      </w:tr>
      <w:tr w:rsidRPr="00F72F7C" w:rsidR="00F72F7C" w:rsidTr="00F72F7C" w14:paraId="5D0654B7" w14:textId="77777777">
        <w:tc>
          <w:tcPr>
            <w:tcW w:w="2052" w:type="dxa"/>
            <w:tcBorders>
              <w:top w:val="single" w:color="000000" w:sz="12" w:space="0"/>
              <w:left w:val="single" w:color="auto" w:sz="12" w:space="0"/>
            </w:tcBorders>
            <w:shd w:val="clear" w:color="auto" w:fill="auto"/>
          </w:tcPr>
          <w:p w:rsidRPr="00F72F7C" w:rsidR="00F72F7C" w:rsidP="00E6332A" w:rsidRDefault="00F72F7C" w14:paraId="292A261B" w14:textId="77777777">
            <w:pPr>
              <w:rPr>
                <w:bCs/>
              </w:rPr>
            </w:pPr>
            <w:r w:rsidRPr="00F72F7C">
              <w:rPr>
                <w:bCs/>
              </w:rPr>
              <w:t>Kori Blankenship</w:t>
            </w:r>
          </w:p>
        </w:tc>
        <w:tc>
          <w:tcPr>
            <w:tcW w:w="2604" w:type="dxa"/>
            <w:tcBorders>
              <w:top w:val="single" w:color="000000" w:sz="12" w:space="0"/>
              <w:right w:val="single" w:color="000000" w:sz="12" w:space="0"/>
            </w:tcBorders>
            <w:shd w:val="clear" w:color="auto" w:fill="auto"/>
          </w:tcPr>
          <w:p w:rsidRPr="00F72F7C" w:rsidR="00F72F7C" w:rsidP="00E6332A" w:rsidRDefault="00F72F7C" w14:paraId="5104B046" w14:textId="77777777">
            <w:r w:rsidRPr="00F72F7C">
              <w:t>kblankenship@tnc.org</w:t>
            </w:r>
          </w:p>
        </w:tc>
        <w:tc>
          <w:tcPr>
            <w:tcW w:w="1884" w:type="dxa"/>
            <w:tcBorders>
              <w:top w:val="single" w:color="000000" w:sz="12" w:space="0"/>
              <w:left w:val="single" w:color="000000" w:sz="12" w:space="0"/>
            </w:tcBorders>
            <w:shd w:val="clear" w:color="auto" w:fill="auto"/>
          </w:tcPr>
          <w:p w:rsidRPr="00F72F7C" w:rsidR="00F72F7C" w:rsidP="00E6332A" w:rsidRDefault="00F72F7C" w14:paraId="3BEB5ECC" w14:textId="77777777">
            <w:r w:rsidRPr="00F72F7C">
              <w:t>Janet Jorgenson</w:t>
            </w:r>
          </w:p>
        </w:tc>
        <w:tc>
          <w:tcPr>
            <w:tcW w:w="2928" w:type="dxa"/>
            <w:tcBorders>
              <w:top w:val="single" w:color="000000" w:sz="12" w:space="0"/>
            </w:tcBorders>
            <w:shd w:val="clear" w:color="auto" w:fill="auto"/>
          </w:tcPr>
          <w:p w:rsidRPr="00F72F7C" w:rsidR="00F72F7C" w:rsidP="00E6332A" w:rsidRDefault="00F72F7C" w14:paraId="4FA08B21" w14:textId="77777777">
            <w:r w:rsidRPr="00F72F7C">
              <w:t>Janet_Jorgenson@fws.gov</w:t>
            </w:r>
          </w:p>
        </w:tc>
      </w:tr>
      <w:tr w:rsidRPr="00F72F7C" w:rsidR="00F72F7C" w:rsidTr="00F72F7C" w14:paraId="1FF56AEC" w14:textId="77777777">
        <w:tc>
          <w:tcPr>
            <w:tcW w:w="2052" w:type="dxa"/>
            <w:tcBorders>
              <w:left w:val="single" w:color="auto" w:sz="12" w:space="0"/>
            </w:tcBorders>
            <w:shd w:val="clear" w:color="auto" w:fill="auto"/>
          </w:tcPr>
          <w:p w:rsidRPr="00F72F7C" w:rsidR="00F72F7C" w:rsidP="00E6332A" w:rsidRDefault="00F72F7C" w14:paraId="56ECE79E" w14:textId="77777777">
            <w:pPr>
              <w:rPr>
                <w:bCs/>
              </w:rPr>
            </w:pPr>
            <w:r w:rsidRPr="00F72F7C">
              <w:rPr>
                <w:bCs/>
              </w:rPr>
              <w:t>Keith Boggs</w:t>
            </w:r>
          </w:p>
        </w:tc>
        <w:tc>
          <w:tcPr>
            <w:tcW w:w="2604" w:type="dxa"/>
            <w:tcBorders>
              <w:right w:val="single" w:color="000000" w:sz="12" w:space="0"/>
            </w:tcBorders>
            <w:shd w:val="clear" w:color="auto" w:fill="auto"/>
          </w:tcPr>
          <w:p w:rsidRPr="00F72F7C" w:rsidR="00F72F7C" w:rsidP="00E6332A" w:rsidRDefault="00F72F7C" w14:paraId="597E6AE5" w14:textId="77777777">
            <w:r w:rsidRPr="00F72F7C">
              <w:t>ankwb@uaa.alaska.edu</w:t>
            </w:r>
          </w:p>
        </w:tc>
        <w:tc>
          <w:tcPr>
            <w:tcW w:w="1884" w:type="dxa"/>
            <w:tcBorders>
              <w:left w:val="single" w:color="000000" w:sz="12" w:space="0"/>
            </w:tcBorders>
            <w:shd w:val="clear" w:color="auto" w:fill="auto"/>
          </w:tcPr>
          <w:p w:rsidRPr="00F72F7C" w:rsidR="00F72F7C" w:rsidP="00E6332A" w:rsidRDefault="00F72F7C" w14:paraId="61D7AC81" w14:textId="77777777">
            <w:r w:rsidRPr="00F72F7C">
              <w:t>None</w:t>
            </w:r>
          </w:p>
        </w:tc>
        <w:tc>
          <w:tcPr>
            <w:tcW w:w="2928" w:type="dxa"/>
            <w:shd w:val="clear" w:color="auto" w:fill="auto"/>
          </w:tcPr>
          <w:p w:rsidRPr="00F72F7C" w:rsidR="00F72F7C" w:rsidP="00E6332A" w:rsidRDefault="00F72F7C" w14:paraId="2A01BE7C" w14:textId="77777777">
            <w:r w:rsidRPr="00F72F7C">
              <w:t>None</w:t>
            </w:r>
          </w:p>
        </w:tc>
      </w:tr>
      <w:tr w:rsidRPr="00F72F7C" w:rsidR="00F72F7C" w:rsidTr="00F72F7C" w14:paraId="2D9BFC8C" w14:textId="77777777">
        <w:tc>
          <w:tcPr>
            <w:tcW w:w="2052" w:type="dxa"/>
            <w:tcBorders>
              <w:left w:val="single" w:color="auto" w:sz="12" w:space="0"/>
              <w:bottom w:val="single" w:color="auto" w:sz="2" w:space="0"/>
            </w:tcBorders>
            <w:shd w:val="clear" w:color="auto" w:fill="auto"/>
          </w:tcPr>
          <w:p w:rsidRPr="00F72F7C" w:rsidR="00F72F7C" w:rsidP="00E6332A" w:rsidRDefault="00F72F7C" w14:paraId="2513AB57" w14:textId="77777777">
            <w:pPr>
              <w:rPr>
                <w:bCs/>
              </w:rPr>
            </w:pPr>
            <w:r w:rsidRPr="00F72F7C">
              <w:rPr>
                <w:bCs/>
              </w:rPr>
              <w:t>None</w:t>
            </w:r>
          </w:p>
        </w:tc>
        <w:tc>
          <w:tcPr>
            <w:tcW w:w="2604" w:type="dxa"/>
            <w:tcBorders>
              <w:right w:val="single" w:color="000000" w:sz="12" w:space="0"/>
            </w:tcBorders>
            <w:shd w:val="clear" w:color="auto" w:fill="auto"/>
          </w:tcPr>
          <w:p w:rsidRPr="00F72F7C" w:rsidR="00F72F7C" w:rsidP="00E6332A" w:rsidRDefault="00F72F7C" w14:paraId="7EA0E6A5" w14:textId="77777777">
            <w:r w:rsidRPr="00F72F7C">
              <w:t>None</w:t>
            </w:r>
          </w:p>
        </w:tc>
        <w:tc>
          <w:tcPr>
            <w:tcW w:w="1884" w:type="dxa"/>
            <w:tcBorders>
              <w:left w:val="single" w:color="000000" w:sz="12" w:space="0"/>
              <w:bottom w:val="single" w:color="auto" w:sz="2" w:space="0"/>
            </w:tcBorders>
            <w:shd w:val="clear" w:color="auto" w:fill="auto"/>
          </w:tcPr>
          <w:p w:rsidRPr="00F72F7C" w:rsidR="00F72F7C" w:rsidP="00E6332A" w:rsidRDefault="00F72F7C" w14:paraId="7DBD3110" w14:textId="77777777">
            <w:r w:rsidRPr="00F72F7C">
              <w:t>None</w:t>
            </w:r>
          </w:p>
        </w:tc>
        <w:tc>
          <w:tcPr>
            <w:tcW w:w="2928" w:type="dxa"/>
            <w:shd w:val="clear" w:color="auto" w:fill="auto"/>
          </w:tcPr>
          <w:p w:rsidRPr="00F72F7C" w:rsidR="00F72F7C" w:rsidP="00E6332A" w:rsidRDefault="00F72F7C" w14:paraId="5E102D05" w14:textId="77777777">
            <w:r w:rsidRPr="00F72F7C">
              <w:t>None</w:t>
            </w:r>
          </w:p>
        </w:tc>
      </w:tr>
    </w:tbl>
    <w:p w:rsidR="006C2729" w:rsidP="00F72F7C" w:rsidRDefault="006C2729" w14:paraId="199DB721" w14:textId="77777777">
      <w:pPr>
        <w:pStyle w:val="InfoPara"/>
        <w:rPr>
          <w:b w:val="0"/>
          <w:bCs/>
        </w:rPr>
      </w:pPr>
      <w:r>
        <w:t xml:space="preserve">Reviewer: </w:t>
      </w:r>
      <w:r>
        <w:rPr>
          <w:b w:val="0"/>
          <w:bCs/>
        </w:rPr>
        <w:t>Robin Innes</w:t>
      </w:r>
    </w:p>
    <w:p w:rsidR="00F72F7C" w:rsidP="00F72F7C" w:rsidRDefault="00F72F7C" w14:paraId="7712B458" w14:textId="1CB65313">
      <w:pPr>
        <w:pStyle w:val="InfoPara"/>
      </w:pPr>
      <w:r>
        <w:t>Vegetation Type</w:t>
      </w:r>
    </w:p>
    <w:p w:rsidR="00F72F7C" w:rsidP="00F72F7C" w:rsidRDefault="00F72F7C" w14:paraId="239D93A6" w14:textId="3477B855">
      <w:r>
        <w:t>Shrubland</w:t>
      </w:r>
    </w:p>
    <w:p w:rsidR="00F72F7C" w:rsidP="00F72F7C" w:rsidRDefault="00F72F7C" w14:paraId="6F360E8F" w14:textId="77777777">
      <w:pPr>
        <w:pStyle w:val="InfoPara"/>
      </w:pPr>
      <w:r w:rsidR="1031BEB3">
        <w:rPr/>
        <w:t>Map Zones</w:t>
      </w:r>
    </w:p>
    <w:p w:rsidR="1031BEB3" w:rsidP="1031BEB3" w:rsidRDefault="1031BEB3" w14:paraId="09E9EF52" w14:textId="644395A6">
      <w:pPr>
        <w:pStyle w:val="Normal"/>
      </w:pPr>
      <w:r w:rsidR="1031BEB3">
        <w:rPr/>
        <w:t>67, 68, 69, 70, 71, 72, 73, 76</w:t>
      </w:r>
    </w:p>
    <w:p w:rsidR="00F72F7C" w:rsidP="00F72F7C" w:rsidRDefault="00F72F7C" w14:paraId="3D314F31" w14:textId="77777777">
      <w:pPr>
        <w:pStyle w:val="InfoPara"/>
      </w:pPr>
      <w:r>
        <w:t>Geographic Range</w:t>
      </w:r>
    </w:p>
    <w:p w:rsidR="00F72F7C" w:rsidP="00F72F7C" w:rsidRDefault="00F72F7C" w14:paraId="27B7D6C8" w14:textId="267DE47E">
      <w:r>
        <w:t xml:space="preserve">This </w:t>
      </w:r>
      <w:r w:rsidR="0075201A">
        <w:t>Biophysical Setting (</w:t>
      </w:r>
      <w:r>
        <w:t>BpS</w:t>
      </w:r>
      <w:r w:rsidR="0075201A">
        <w:t>)</w:t>
      </w:r>
      <w:r>
        <w:t xml:space="preserve"> occurs throughout arctic AK, from the Bristol Bay lowlands in southwestern AK to the North Slope on the Arctic Ocean. If mapped in the Boreal region it would generally be found in the alpine zone. In MZ76 this type is found in Nowacki ecoregions 8, 9 and 10.</w:t>
      </w:r>
    </w:p>
    <w:p w:rsidR="00F72F7C" w:rsidP="00F72F7C" w:rsidRDefault="00F72F7C" w14:paraId="52B7712D" w14:textId="77777777">
      <w:pPr>
        <w:pStyle w:val="InfoPara"/>
      </w:pPr>
      <w:r>
        <w:t>Biophysical Site Description</w:t>
      </w:r>
    </w:p>
    <w:p w:rsidR="00F72F7C" w:rsidP="00F72F7C" w:rsidRDefault="00F72F7C" w14:paraId="627D9FDD" w14:textId="77777777">
      <w:r>
        <w:t>The low-tall willow system is widespread and common on mesic to wet mountain and hill slopes, flats, and adjacent to streams throughout arctic AK (Boggs et al. 2008). Soils are mesic to wet, including wet sites with subsurface water flow, water tracks, adjacent to narrow constrained streams, and on snow accumulation areas with late snowmelt (Boggs et al. 2008).</w:t>
      </w:r>
    </w:p>
    <w:p w:rsidR="00F72F7C" w:rsidP="00F72F7C" w:rsidRDefault="00F72F7C" w14:paraId="086ADD4C" w14:textId="77777777">
      <w:pPr>
        <w:pStyle w:val="InfoPara"/>
      </w:pPr>
      <w:r>
        <w:t>Vegetation Description</w:t>
      </w:r>
    </w:p>
    <w:p w:rsidR="00F72F7C" w:rsidP="00F72F7C" w:rsidRDefault="00F72F7C" w14:paraId="06B85154" w14:textId="7836E40B">
      <w:r>
        <w:t xml:space="preserve">Total low- and tall-shrub (&gt;0.2m tall) cover is &gt;25% and dominated by willows (Boggs et al. 2008). </w:t>
      </w:r>
      <w:r w:rsidRPr="004E71C4">
        <w:rPr>
          <w:i/>
          <w:iCs/>
        </w:rPr>
        <w:t xml:space="preserve">Salix alaxensis, Salix pulchra </w:t>
      </w:r>
      <w:r w:rsidRPr="004E71C4">
        <w:t>and</w:t>
      </w:r>
      <w:r w:rsidRPr="004E71C4">
        <w:rPr>
          <w:i/>
          <w:iCs/>
        </w:rPr>
        <w:t xml:space="preserve"> Salix glauca</w:t>
      </w:r>
      <w:r>
        <w:t xml:space="preserve"> are the dominant species. </w:t>
      </w:r>
      <w:r w:rsidRPr="008023FE">
        <w:rPr>
          <w:i/>
          <w:iCs/>
        </w:rPr>
        <w:t xml:space="preserve">Alnus viridis </w:t>
      </w:r>
      <w:r w:rsidRPr="008023FE">
        <w:t>ssp</w:t>
      </w:r>
      <w:r w:rsidRPr="008023FE">
        <w:rPr>
          <w:i/>
          <w:iCs/>
        </w:rPr>
        <w:t>. crispa, Betula nana, Vaccinium uliginosum</w:t>
      </w:r>
      <w:r w:rsidR="007A2AC2">
        <w:rPr>
          <w:i/>
          <w:iCs/>
        </w:rPr>
        <w:t>,</w:t>
      </w:r>
      <w:r w:rsidRPr="008023FE">
        <w:rPr>
          <w:i/>
          <w:iCs/>
        </w:rPr>
        <w:t xml:space="preserve"> </w:t>
      </w:r>
      <w:r w:rsidRPr="008023FE">
        <w:t>and</w:t>
      </w:r>
      <w:r w:rsidRPr="008023FE">
        <w:rPr>
          <w:i/>
          <w:iCs/>
        </w:rPr>
        <w:t xml:space="preserve"> Ledum palustre </w:t>
      </w:r>
      <w:r w:rsidRPr="008023FE">
        <w:t>ssp</w:t>
      </w:r>
      <w:r w:rsidRPr="008023FE">
        <w:rPr>
          <w:i/>
          <w:iCs/>
        </w:rPr>
        <w:t>. decumbens</w:t>
      </w:r>
      <w:r>
        <w:t xml:space="preserve"> may codominate. Dwarf-shrubs such as </w:t>
      </w:r>
      <w:r w:rsidRPr="008023FE">
        <w:rPr>
          <w:i/>
          <w:iCs/>
        </w:rPr>
        <w:t>Empetrum nigrum</w:t>
      </w:r>
      <w:r>
        <w:t xml:space="preserve"> and </w:t>
      </w:r>
      <w:r w:rsidRPr="008023FE">
        <w:rPr>
          <w:i/>
          <w:iCs/>
        </w:rPr>
        <w:t>Vaccinium vitis-idaea</w:t>
      </w:r>
      <w:r>
        <w:t xml:space="preserve"> may be common under the low-shrub layer. Herbaceous species are sparse but sedges (</w:t>
      </w:r>
      <w:r w:rsidRPr="008023FE">
        <w:rPr>
          <w:i/>
          <w:iCs/>
        </w:rPr>
        <w:t>Carex aquatilis</w:t>
      </w:r>
      <w:r>
        <w:t xml:space="preserve"> and </w:t>
      </w:r>
      <w:r w:rsidRPr="008023FE">
        <w:rPr>
          <w:i/>
          <w:iCs/>
        </w:rPr>
        <w:t>Eriophorum angustifolium</w:t>
      </w:r>
      <w:r>
        <w:t>) are sometimes common on wet sites. Feathermosses (</w:t>
      </w:r>
      <w:r w:rsidRPr="008023FE">
        <w:rPr>
          <w:i/>
          <w:iCs/>
        </w:rPr>
        <w:t xml:space="preserve">Hylocomium splendens </w:t>
      </w:r>
      <w:r w:rsidRPr="008023FE">
        <w:t>and</w:t>
      </w:r>
      <w:r w:rsidRPr="008023FE">
        <w:rPr>
          <w:i/>
          <w:iCs/>
        </w:rPr>
        <w:t xml:space="preserve"> Pleurozium schreberi</w:t>
      </w:r>
      <w:r>
        <w:t>) and lichens may be common.</w:t>
      </w:r>
    </w:p>
    <w:p w:rsidR="00F72F7C" w:rsidP="00F72F7C" w:rsidRDefault="00F72F7C" w14:paraId="6814B724" w14:textId="77777777"/>
    <w:p w:rsidR="00F72F7C" w:rsidP="00F72F7C" w:rsidRDefault="00F72F7C" w14:paraId="7DC2BFAF" w14:textId="77777777">
      <w:r w:rsidRPr="008023FE">
        <w:rPr>
          <w:i/>
          <w:iCs/>
        </w:rPr>
        <w:t>Salix</w:t>
      </w:r>
      <w:r>
        <w:t xml:space="preserve"> spp. are the primary indicators for this type. The other species listed in the Dominant Species field overlap with other BpS.</w:t>
      </w:r>
    </w:p>
    <w:p w:rsidR="00F72F7C" w:rsidP="00F72F7C" w:rsidRDefault="00F72F7C" w14:paraId="33409416"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SAAL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alaxensis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Feltleaf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Grayleaf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crispa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Mountain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bl>
    <w:p>
      <w:r>
        <w:rPr>
          <w:sz w:val="16"/>
        </w:rPr>
        <w:t>Species names are from the NRCS PLANTS database. Check species codes at http://plants.usda.gov.</w:t>
      </w:r>
    </w:p>
    <w:p w:rsidR="00F72F7C" w:rsidP="00F72F7C" w:rsidRDefault="00F72F7C" w14:paraId="6554E683" w14:textId="18C97AF6">
      <w:pPr>
        <w:pStyle w:val="InfoPara"/>
      </w:pPr>
      <w:r>
        <w:t>Disturbance Description</w:t>
      </w:r>
    </w:p>
    <w:p w:rsidR="007F1267" w:rsidP="00F72F7C" w:rsidRDefault="00F72F7C" w14:paraId="389DDA80" w14:textId="4A504AA3">
      <w:r>
        <w:t>This system seems to be relatively stable over time (personal communication experts’ workshop April 2008). Viereck</w:t>
      </w:r>
      <w:r w:rsidR="006542D0">
        <w:t xml:space="preserve"> et al.</w:t>
      </w:r>
      <w:r>
        <w:t xml:space="preserve"> </w:t>
      </w:r>
      <w:r w:rsidR="006542D0">
        <w:t xml:space="preserve">(1992) </w:t>
      </w:r>
      <w:r>
        <w:t xml:space="preserve">and others note that the successional status of Closed Tall Willow Shrub (II.B.1.a) on sheltered upland slopes are unclear and that these stands may persist over long time periods. The expert review indicated that this system is not controlled by avalanche activity, although avalanches may occur (personal communication experts’ workshop April 2008). </w:t>
      </w:r>
      <w:r w:rsidR="007F1267">
        <w:t>Insects and diseases also affect willows.</w:t>
      </w:r>
    </w:p>
    <w:p w:rsidR="007F1267" w:rsidP="00F72F7C" w:rsidRDefault="007F1267" w14:paraId="58032D7A" w14:textId="04C63B12"/>
    <w:p w:rsidR="007F1267" w:rsidP="007F1267" w:rsidRDefault="007F1267" w14:paraId="560E36DC" w14:textId="77777777">
      <w:r>
        <w:t>Shrub stringers that occur next to small streams or water tracks appear to be stable. Seasonal overbank flooding may occur, but generally it does not result in shifting channels or gravel bar formation. Subsurface flow may be common, and the soils are often stony.</w:t>
      </w:r>
    </w:p>
    <w:p w:rsidR="007F1267" w:rsidP="00F72F7C" w:rsidRDefault="007F1267" w14:paraId="43D4CECC" w14:textId="77777777"/>
    <w:p w:rsidR="00F72F7C" w:rsidP="00F72F7C" w:rsidRDefault="00F72F7C" w14:paraId="051C151F" w14:textId="1DB4132A">
      <w:r>
        <w:t xml:space="preserve">The fire-return interval is likely long and primary fire spread likely comes in from adjacent vegetation. The willow canopy shades the understory vegetation, possibly making the fine fuel layer moist and less able to carry fire. </w:t>
      </w:r>
    </w:p>
    <w:p w:rsidR="00EF3AC8" w:rsidP="00F72F7C" w:rsidRDefault="00EF3AC8" w14:paraId="47423A61" w14:textId="77777777"/>
    <w:p w:rsidR="00EF3AC8" w:rsidP="00EF3AC8" w:rsidRDefault="00EF3AC8" w14:paraId="52C68111" w14:textId="007C0B22">
      <w:pPr>
        <w:rPr>
          <w:rStyle w:val="Strong"/>
          <w:sz w:val="27"/>
          <w:szCs w:val="27"/>
        </w:rPr>
      </w:pPr>
      <w:r>
        <w:t xml:space="preserve">In 2015, an extensive literature search was done by </w:t>
      </w:r>
      <w:r w:rsidRPr="00095191">
        <w:t>F</w:t>
      </w:r>
      <w:r w:rsidRPr="00095191" w:rsidR="006C2729">
        <w:t>ire</w:t>
      </w:r>
      <w:r w:rsidR="006C2729">
        <w:t xml:space="preserve"> Effects Information System</w:t>
      </w:r>
      <w:r>
        <w:t xml:space="preserve"> staff to locate information for a synthesis on </w:t>
      </w:r>
      <w:r w:rsidR="006005E0">
        <w:t>f</w:t>
      </w:r>
      <w:r w:rsidRPr="001F40D3">
        <w:t xml:space="preserve">ire regimes of Alaskan </w:t>
      </w:r>
      <w:r>
        <w:t>alder and willow shrublands</w:t>
      </w:r>
      <w:r w:rsidR="006C2729">
        <w:t xml:space="preserve"> (Innes 2015)</w:t>
      </w:r>
      <w:r>
        <w:t>.</w:t>
      </w:r>
      <w:r w:rsidRPr="00ED705C">
        <w:t xml:space="preserve"> </w:t>
      </w:r>
      <w:r>
        <w:t xml:space="preserve"> </w:t>
      </w:r>
      <w:r w:rsidRPr="00CD42D7" w:rsidR="006C2729">
        <w:t>At that time, the scientific literature about fire regimes in Alaskan alder and willow shrublands was scarce</w:t>
      </w:r>
      <w:r w:rsidR="006C2729">
        <w:t xml:space="preserve">. </w:t>
      </w:r>
      <w:r w:rsidRPr="00CD42D7" w:rsidR="006C2729">
        <w:t xml:space="preserve">Descriptions of fire ignition, season, pattern, and size specific to alder and willow shrublands were not found in the literature. </w:t>
      </w:r>
      <w:r w:rsidR="006C2729">
        <w:t xml:space="preserve">Alder and willow communities can act as firebreaks but are also known to burn during extreme fire weather (Innes 2015). Alders and willows are generally top-killed by fire but may resprout following fire (Viereck and Schandelmeier 1980). </w:t>
      </w:r>
      <w:r w:rsidRPr="00754192" w:rsidR="00793FD5">
        <w:rPr>
          <w:i/>
          <w:iCs/>
        </w:rPr>
        <w:t>Salix glauca</w:t>
      </w:r>
      <w:r w:rsidR="00793FD5">
        <w:t>, in particular, is known to sprout aggressively after fire (</w:t>
      </w:r>
      <w:r w:rsidRPr="00793FD5" w:rsidR="00793FD5">
        <w:t>Uchytil 1992</w:t>
      </w:r>
      <w:r w:rsidR="00793FD5">
        <w:t>).</w:t>
      </w:r>
    </w:p>
    <w:p w:rsidR="00F72F7C" w:rsidP="00F72F7C" w:rsidRDefault="00F72F7C" w14:paraId="33BDE2CE" w14:textId="00DFE49B">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F72F7C" w:rsidP="00F72F7C" w:rsidRDefault="00F72F7C" w14:paraId="365BC76F" w14:textId="77777777">
      <w:pPr>
        <w:pStyle w:val="InfoPara"/>
      </w:pPr>
      <w:r>
        <w:t>Scale Description</w:t>
      </w:r>
    </w:p>
    <w:p w:rsidR="00F72F7C" w:rsidP="00F72F7C" w:rsidRDefault="00F72F7C" w14:paraId="79FEB7CD" w14:textId="77777777">
      <w:r>
        <w:t>Patch size is small to large and often linear along small streams.</w:t>
      </w:r>
    </w:p>
    <w:p w:rsidR="00F72F7C" w:rsidP="00F72F7C" w:rsidRDefault="00F72F7C" w14:paraId="53DC2357" w14:textId="77777777">
      <w:pPr>
        <w:pStyle w:val="InfoPara"/>
      </w:pPr>
      <w:r>
        <w:t>Adjacency or Identification Concerns</w:t>
      </w:r>
    </w:p>
    <w:p w:rsidR="00F72F7C" w:rsidP="00F72F7C" w:rsidRDefault="00F72F7C" w14:paraId="3F4495B9" w14:textId="77777777">
      <w:r>
        <w:t>This system does not include floodplain, which can be distinguished using a floodplain mask, or tussock-dominated (&gt;35% tussocks) sites (Boggs et al. 2008). This type is common from high elevation to the flatlands and will therefore occur adjacent to many of the other Arctic BpS.</w:t>
      </w:r>
    </w:p>
    <w:p w:rsidR="00F72F7C" w:rsidP="00F72F7C" w:rsidRDefault="00F72F7C" w14:paraId="4530C13C" w14:textId="77777777">
      <w:pPr>
        <w:pStyle w:val="InfoPara"/>
      </w:pPr>
      <w:r>
        <w:t>Issues or Problems</w:t>
      </w:r>
    </w:p>
    <w:p w:rsidR="00F72F7C" w:rsidP="00F72F7C" w:rsidRDefault="00793FD5" w14:paraId="7A71EB44" w14:textId="53334C9E">
      <w:r>
        <w:t>Little i</w:t>
      </w:r>
      <w:r w:rsidRPr="00E85162" w:rsidR="00E85162">
        <w:t xml:space="preserve">nformation </w:t>
      </w:r>
      <w:r>
        <w:t xml:space="preserve">exists </w:t>
      </w:r>
      <w:r w:rsidRPr="00E85162" w:rsidR="00E85162">
        <w:t xml:space="preserve">on fire history in Alaskan alder and willow shrublands </w:t>
      </w:r>
      <w:r>
        <w:t>(Innes 2015)</w:t>
      </w:r>
      <w:r w:rsidRPr="00E85162" w:rsidR="00E85162">
        <w:t xml:space="preserve">. </w:t>
      </w:r>
    </w:p>
    <w:p w:rsidR="00F72F7C" w:rsidP="00F72F7C" w:rsidRDefault="00F72F7C" w14:paraId="7F5B930D" w14:textId="77777777">
      <w:pPr>
        <w:pStyle w:val="InfoPara"/>
      </w:pPr>
      <w:r>
        <w:t>Native Uncharacteristic Conditions</w:t>
      </w:r>
    </w:p>
    <w:p w:rsidR="00793FD5" w:rsidP="00E85162" w:rsidRDefault="00793FD5" w14:paraId="74983D46" w14:textId="79317517">
      <w:r>
        <w:t xml:space="preserve">For information on contemporary changes in this BpS see Innes 2015. </w:t>
      </w:r>
    </w:p>
    <w:p w:rsidR="00F72F7C" w:rsidP="00F72F7C" w:rsidRDefault="00F72F7C" w14:paraId="492CCF4D" w14:textId="77777777">
      <w:pPr>
        <w:pStyle w:val="InfoPara"/>
      </w:pPr>
      <w:r>
        <w:t>Comments</w:t>
      </w:r>
    </w:p>
    <w:p w:rsidR="00F72F7C" w:rsidP="00F72F7C" w:rsidRDefault="00793FD5" w14:paraId="1270CAC7" w14:textId="339A09BA">
      <w:r>
        <w:t xml:space="preserve">During LANDFIRE National this </w:t>
      </w:r>
      <w:r w:rsidR="00F72F7C">
        <w:t>system was created for the AK Arctic region and did not receive review for other regions in the state.</w:t>
      </w:r>
      <w:r>
        <w:t xml:space="preserve"> </w:t>
      </w:r>
      <w:r w:rsidR="00F72F7C">
        <w:t>This model was created by Kori Blankenship and Keith Boggs based input from experts who attended the LANDFIRE Arctic Modeling Meeting (April 2008) and the draft Arctic Ecological Systems description (Boggs et al. 2008).</w:t>
      </w:r>
    </w:p>
    <w:p w:rsidR="00256606" w:rsidP="00F72F7C" w:rsidRDefault="00256606" w14:paraId="0C1FF436" w14:textId="77777777"/>
    <w:p w:rsidR="00F72F7C" w:rsidP="00F72F7C" w:rsidRDefault="00F72F7C" w14:paraId="6CAFD194"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F72F7C" w:rsidP="00F72F7C" w:rsidRDefault="00F72F7C" w14:paraId="3FDD466A"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F72F7C" w:rsidP="00F72F7C" w:rsidRDefault="00F72F7C" w14:paraId="20EC284C" w14:textId="77777777"/>
    <w:p w:rsidR="00F72F7C" w:rsidP="00F72F7C" w:rsidRDefault="00F72F7C" w14:paraId="1ED2BA23"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2688"/>
        <w:gridCol w:w="1920"/>
        <w:gridCol w:w="1956"/>
      </w:tblGrid>
      <w:tr w:rsidRPr="00F72F7C" w:rsidR="00F72F7C" w:rsidTr="00F72F7C" w14:paraId="6255BD98" w14:textId="77777777">
        <w:tc>
          <w:tcPr>
            <w:tcW w:w="1176" w:type="dxa"/>
            <w:tcBorders>
              <w:top w:val="single" w:color="auto" w:sz="2" w:space="0"/>
              <w:bottom w:val="single" w:color="000000" w:sz="12" w:space="0"/>
            </w:tcBorders>
            <w:shd w:val="clear" w:color="auto" w:fill="auto"/>
          </w:tcPr>
          <w:p w:rsidRPr="00F72F7C" w:rsidR="00F72F7C" w:rsidP="00A1367B" w:rsidRDefault="00F72F7C" w14:paraId="153B91FB" w14:textId="77777777">
            <w:pPr>
              <w:rPr>
                <w:b/>
                <w:bCs/>
              </w:rPr>
            </w:pPr>
            <w:r w:rsidRPr="00F72F7C">
              <w:rPr>
                <w:b/>
                <w:bCs/>
              </w:rPr>
              <w:t>Symbol</w:t>
            </w:r>
          </w:p>
        </w:tc>
        <w:tc>
          <w:tcPr>
            <w:tcW w:w="2688" w:type="dxa"/>
            <w:tcBorders>
              <w:top w:val="single" w:color="auto" w:sz="2" w:space="0"/>
              <w:bottom w:val="single" w:color="000000" w:sz="12" w:space="0"/>
            </w:tcBorders>
            <w:shd w:val="clear" w:color="auto" w:fill="auto"/>
          </w:tcPr>
          <w:p w:rsidRPr="00F72F7C" w:rsidR="00F72F7C" w:rsidP="00A1367B" w:rsidRDefault="00F72F7C" w14:paraId="295C05AE" w14:textId="77777777">
            <w:pPr>
              <w:rPr>
                <w:b/>
                <w:bCs/>
              </w:rPr>
            </w:pPr>
            <w:r w:rsidRPr="00F72F7C">
              <w:rPr>
                <w:b/>
                <w:bCs/>
              </w:rPr>
              <w:t>Scientific Name</w:t>
            </w:r>
          </w:p>
        </w:tc>
        <w:tc>
          <w:tcPr>
            <w:tcW w:w="1920" w:type="dxa"/>
            <w:tcBorders>
              <w:top w:val="single" w:color="auto" w:sz="2" w:space="0"/>
              <w:bottom w:val="single" w:color="000000" w:sz="12" w:space="0"/>
            </w:tcBorders>
            <w:shd w:val="clear" w:color="auto" w:fill="auto"/>
          </w:tcPr>
          <w:p w:rsidRPr="00F72F7C" w:rsidR="00F72F7C" w:rsidP="00A1367B" w:rsidRDefault="00F72F7C" w14:paraId="4A52A03A" w14:textId="77777777">
            <w:pPr>
              <w:rPr>
                <w:b/>
                <w:bCs/>
              </w:rPr>
            </w:pPr>
            <w:r w:rsidRPr="00F72F7C">
              <w:rPr>
                <w:b/>
                <w:bCs/>
              </w:rPr>
              <w:t>Common Name</w:t>
            </w:r>
          </w:p>
        </w:tc>
        <w:tc>
          <w:tcPr>
            <w:tcW w:w="1956" w:type="dxa"/>
            <w:tcBorders>
              <w:top w:val="single" w:color="auto" w:sz="2" w:space="0"/>
              <w:bottom w:val="single" w:color="000000" w:sz="12" w:space="0"/>
            </w:tcBorders>
            <w:shd w:val="clear" w:color="auto" w:fill="auto"/>
          </w:tcPr>
          <w:p w:rsidRPr="00F72F7C" w:rsidR="00F72F7C" w:rsidP="00A1367B" w:rsidRDefault="00F72F7C" w14:paraId="5ED9BDDD" w14:textId="77777777">
            <w:pPr>
              <w:rPr>
                <w:b/>
                <w:bCs/>
              </w:rPr>
            </w:pPr>
            <w:r w:rsidRPr="00F72F7C">
              <w:rPr>
                <w:b/>
                <w:bCs/>
              </w:rPr>
              <w:t>Canopy Position</w:t>
            </w:r>
          </w:p>
        </w:tc>
      </w:tr>
      <w:tr w:rsidRPr="00F72F7C" w:rsidR="00F72F7C" w:rsidTr="00F72F7C" w14:paraId="6480F013" w14:textId="77777777">
        <w:tc>
          <w:tcPr>
            <w:tcW w:w="1176" w:type="dxa"/>
            <w:tcBorders>
              <w:top w:val="single" w:color="000000" w:sz="12" w:space="0"/>
            </w:tcBorders>
            <w:shd w:val="clear" w:color="auto" w:fill="auto"/>
          </w:tcPr>
          <w:p w:rsidRPr="00F72F7C" w:rsidR="00F72F7C" w:rsidP="00A1367B" w:rsidRDefault="00F72F7C" w14:paraId="0E576928" w14:textId="77777777">
            <w:pPr>
              <w:rPr>
                <w:bCs/>
              </w:rPr>
            </w:pPr>
            <w:r w:rsidRPr="00F72F7C">
              <w:rPr>
                <w:bCs/>
              </w:rPr>
              <w:t>SAAL</w:t>
            </w:r>
          </w:p>
        </w:tc>
        <w:tc>
          <w:tcPr>
            <w:tcW w:w="2688" w:type="dxa"/>
            <w:tcBorders>
              <w:top w:val="single" w:color="000000" w:sz="12" w:space="0"/>
            </w:tcBorders>
            <w:shd w:val="clear" w:color="auto" w:fill="auto"/>
          </w:tcPr>
          <w:p w:rsidRPr="00A24C40" w:rsidR="00F72F7C" w:rsidP="00A1367B" w:rsidRDefault="00F72F7C" w14:paraId="4A69DD73" w14:textId="77777777">
            <w:pPr>
              <w:rPr>
                <w:i/>
                <w:iCs/>
              </w:rPr>
            </w:pPr>
            <w:r w:rsidRPr="00A24C40">
              <w:rPr>
                <w:i/>
                <w:iCs/>
              </w:rPr>
              <w:t>Salix alaxensis</w:t>
            </w:r>
          </w:p>
        </w:tc>
        <w:tc>
          <w:tcPr>
            <w:tcW w:w="1920" w:type="dxa"/>
            <w:tcBorders>
              <w:top w:val="single" w:color="000000" w:sz="12" w:space="0"/>
            </w:tcBorders>
            <w:shd w:val="clear" w:color="auto" w:fill="auto"/>
          </w:tcPr>
          <w:p w:rsidRPr="00F72F7C" w:rsidR="00F72F7C" w:rsidP="00A1367B" w:rsidRDefault="00F72F7C" w14:paraId="5A616E46" w14:textId="77777777">
            <w:r w:rsidRPr="00F72F7C">
              <w:t>Feltleaf willow</w:t>
            </w:r>
          </w:p>
        </w:tc>
        <w:tc>
          <w:tcPr>
            <w:tcW w:w="1956" w:type="dxa"/>
            <w:tcBorders>
              <w:top w:val="single" w:color="000000" w:sz="12" w:space="0"/>
            </w:tcBorders>
            <w:shd w:val="clear" w:color="auto" w:fill="auto"/>
          </w:tcPr>
          <w:p w:rsidRPr="00F72F7C" w:rsidR="00F72F7C" w:rsidP="00A1367B" w:rsidRDefault="00F72F7C" w14:paraId="66D06A0A" w14:textId="77777777">
            <w:r w:rsidRPr="00F72F7C">
              <w:t>Upper</w:t>
            </w:r>
          </w:p>
        </w:tc>
      </w:tr>
      <w:tr w:rsidRPr="00F72F7C" w:rsidR="00F72F7C" w:rsidTr="00F72F7C" w14:paraId="34EEBF2B" w14:textId="77777777">
        <w:tc>
          <w:tcPr>
            <w:tcW w:w="1176" w:type="dxa"/>
            <w:shd w:val="clear" w:color="auto" w:fill="auto"/>
          </w:tcPr>
          <w:p w:rsidRPr="00F72F7C" w:rsidR="00F72F7C" w:rsidP="00A1367B" w:rsidRDefault="00F72F7C" w14:paraId="4186FF11" w14:textId="77777777">
            <w:pPr>
              <w:rPr>
                <w:bCs/>
              </w:rPr>
            </w:pPr>
            <w:r w:rsidRPr="00F72F7C">
              <w:rPr>
                <w:bCs/>
              </w:rPr>
              <w:t>SAPU15</w:t>
            </w:r>
          </w:p>
        </w:tc>
        <w:tc>
          <w:tcPr>
            <w:tcW w:w="2688" w:type="dxa"/>
            <w:shd w:val="clear" w:color="auto" w:fill="auto"/>
          </w:tcPr>
          <w:p w:rsidRPr="00A24C40" w:rsidR="00F72F7C" w:rsidP="00A1367B" w:rsidRDefault="00F72F7C" w14:paraId="72F3F3CF" w14:textId="77777777">
            <w:pPr>
              <w:rPr>
                <w:i/>
                <w:iCs/>
              </w:rPr>
            </w:pPr>
            <w:r w:rsidRPr="00A24C40">
              <w:rPr>
                <w:i/>
                <w:iCs/>
              </w:rPr>
              <w:t>Salix pulchra</w:t>
            </w:r>
          </w:p>
        </w:tc>
        <w:tc>
          <w:tcPr>
            <w:tcW w:w="1920" w:type="dxa"/>
            <w:shd w:val="clear" w:color="auto" w:fill="auto"/>
          </w:tcPr>
          <w:p w:rsidRPr="00F72F7C" w:rsidR="00F72F7C" w:rsidP="00A1367B" w:rsidRDefault="00F72F7C" w14:paraId="13DD34BA" w14:textId="77777777">
            <w:r w:rsidRPr="00F72F7C">
              <w:t>Tealeaf willow</w:t>
            </w:r>
          </w:p>
        </w:tc>
        <w:tc>
          <w:tcPr>
            <w:tcW w:w="1956" w:type="dxa"/>
            <w:shd w:val="clear" w:color="auto" w:fill="auto"/>
          </w:tcPr>
          <w:p w:rsidRPr="00F72F7C" w:rsidR="00F72F7C" w:rsidP="00A1367B" w:rsidRDefault="00F72F7C" w14:paraId="283C8609" w14:textId="77777777">
            <w:r w:rsidRPr="00F72F7C">
              <w:t>Upper</w:t>
            </w:r>
          </w:p>
        </w:tc>
      </w:tr>
      <w:tr w:rsidRPr="00F72F7C" w:rsidR="00F72F7C" w:rsidTr="00F72F7C" w14:paraId="4BE68750" w14:textId="77777777">
        <w:tc>
          <w:tcPr>
            <w:tcW w:w="1176" w:type="dxa"/>
            <w:shd w:val="clear" w:color="auto" w:fill="auto"/>
          </w:tcPr>
          <w:p w:rsidRPr="00F72F7C" w:rsidR="00F72F7C" w:rsidP="00A1367B" w:rsidRDefault="00F72F7C" w14:paraId="46289B6E" w14:textId="77777777">
            <w:pPr>
              <w:rPr>
                <w:bCs/>
              </w:rPr>
            </w:pPr>
            <w:r w:rsidRPr="00F72F7C">
              <w:rPr>
                <w:bCs/>
              </w:rPr>
              <w:t>SAGL</w:t>
            </w:r>
          </w:p>
        </w:tc>
        <w:tc>
          <w:tcPr>
            <w:tcW w:w="2688" w:type="dxa"/>
            <w:shd w:val="clear" w:color="auto" w:fill="auto"/>
          </w:tcPr>
          <w:p w:rsidRPr="00A24C40" w:rsidR="00F72F7C" w:rsidP="00A1367B" w:rsidRDefault="00F72F7C" w14:paraId="1EDF9764" w14:textId="77777777">
            <w:pPr>
              <w:rPr>
                <w:i/>
                <w:iCs/>
              </w:rPr>
            </w:pPr>
            <w:r w:rsidRPr="00A24C40">
              <w:rPr>
                <w:i/>
                <w:iCs/>
              </w:rPr>
              <w:t>Salix glauca</w:t>
            </w:r>
          </w:p>
        </w:tc>
        <w:tc>
          <w:tcPr>
            <w:tcW w:w="1920" w:type="dxa"/>
            <w:shd w:val="clear" w:color="auto" w:fill="auto"/>
          </w:tcPr>
          <w:p w:rsidRPr="00F72F7C" w:rsidR="00F72F7C" w:rsidP="00A1367B" w:rsidRDefault="00F72F7C" w14:paraId="02BF954C" w14:textId="77777777">
            <w:r w:rsidRPr="00F72F7C">
              <w:t>Grayleaf willow</w:t>
            </w:r>
          </w:p>
        </w:tc>
        <w:tc>
          <w:tcPr>
            <w:tcW w:w="1956" w:type="dxa"/>
            <w:shd w:val="clear" w:color="auto" w:fill="auto"/>
          </w:tcPr>
          <w:p w:rsidRPr="00F72F7C" w:rsidR="00F72F7C" w:rsidP="00A1367B" w:rsidRDefault="00F72F7C" w14:paraId="0ACF4068" w14:textId="77777777">
            <w:r w:rsidRPr="00F72F7C">
              <w:t>Upper</w:t>
            </w:r>
          </w:p>
        </w:tc>
      </w:tr>
      <w:tr w:rsidRPr="00F72F7C" w:rsidR="00F72F7C" w:rsidTr="00F72F7C" w14:paraId="41E040D3" w14:textId="77777777">
        <w:tc>
          <w:tcPr>
            <w:tcW w:w="1176" w:type="dxa"/>
            <w:shd w:val="clear" w:color="auto" w:fill="auto"/>
          </w:tcPr>
          <w:p w:rsidRPr="00F72F7C" w:rsidR="00F72F7C" w:rsidP="00A1367B" w:rsidRDefault="00F72F7C" w14:paraId="65E1D501" w14:textId="77777777">
            <w:pPr>
              <w:rPr>
                <w:bCs/>
              </w:rPr>
            </w:pPr>
            <w:r w:rsidRPr="00F72F7C">
              <w:rPr>
                <w:bCs/>
              </w:rPr>
              <w:t>ALVIC</w:t>
            </w:r>
          </w:p>
        </w:tc>
        <w:tc>
          <w:tcPr>
            <w:tcW w:w="2688" w:type="dxa"/>
            <w:shd w:val="clear" w:color="auto" w:fill="auto"/>
          </w:tcPr>
          <w:p w:rsidRPr="00A24C40" w:rsidR="00F72F7C" w:rsidP="00A1367B" w:rsidRDefault="00F72F7C" w14:paraId="23B566D3" w14:textId="77777777">
            <w:pPr>
              <w:rPr>
                <w:i/>
                <w:iCs/>
              </w:rPr>
            </w:pPr>
            <w:r w:rsidRPr="00A24C40">
              <w:rPr>
                <w:i/>
                <w:iCs/>
              </w:rPr>
              <w:t xml:space="preserve">Alnus viridis </w:t>
            </w:r>
            <w:r w:rsidRPr="00A24C40">
              <w:t>ssp</w:t>
            </w:r>
            <w:r w:rsidRPr="00A24C40">
              <w:rPr>
                <w:i/>
                <w:iCs/>
              </w:rPr>
              <w:t>. crispa</w:t>
            </w:r>
          </w:p>
        </w:tc>
        <w:tc>
          <w:tcPr>
            <w:tcW w:w="1920" w:type="dxa"/>
            <w:shd w:val="clear" w:color="auto" w:fill="auto"/>
          </w:tcPr>
          <w:p w:rsidRPr="00F72F7C" w:rsidR="00F72F7C" w:rsidP="00A1367B" w:rsidRDefault="00F72F7C" w14:paraId="01366FDE" w14:textId="77777777">
            <w:r w:rsidRPr="00F72F7C">
              <w:t>Mountain alder</w:t>
            </w:r>
          </w:p>
        </w:tc>
        <w:tc>
          <w:tcPr>
            <w:tcW w:w="1956" w:type="dxa"/>
            <w:shd w:val="clear" w:color="auto" w:fill="auto"/>
          </w:tcPr>
          <w:p w:rsidRPr="00F72F7C" w:rsidR="00F72F7C" w:rsidP="00A1367B" w:rsidRDefault="00F72F7C" w14:paraId="206E4881" w14:textId="77777777">
            <w:r w:rsidRPr="00F72F7C">
              <w:t>Upper</w:t>
            </w:r>
          </w:p>
        </w:tc>
      </w:tr>
    </w:tbl>
    <w:p w:rsidR="00F72F7C" w:rsidP="00F72F7C" w:rsidRDefault="00F72F7C" w14:paraId="5323BA54" w14:textId="77777777"/>
    <w:p w:rsidR="00F72F7C" w:rsidP="00F72F7C" w:rsidRDefault="00F72F7C" w14:paraId="1CAFF83E" w14:textId="77777777">
      <w:pPr>
        <w:pStyle w:val="SClassInfoPara"/>
      </w:pPr>
      <w:r>
        <w:t>Description</w:t>
      </w:r>
    </w:p>
    <w:p w:rsidR="00F72F7C" w:rsidP="00F72F7C" w:rsidRDefault="00F72F7C" w14:paraId="5042DE48" w14:textId="6E8C101F">
      <w:r>
        <w:t>This class represents the Arctic Mesic-Wet Willow Shrubland. See Vegetation Description for more information on species composition.</w:t>
      </w:r>
    </w:p>
    <w:p w:rsidR="000A5321" w:rsidP="00F72F7C" w:rsidRDefault="000A5321" w14:paraId="50030AE4"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F72F7C" w:rsidP="00F72F7C" w:rsidRDefault="00F72F7C" w14:paraId="785ED8F2" w14:textId="77777777">
      <w:r>
        <w:t>Boggs et al. 2008. International Ecological Classification Standard: Terrestrial Ecological Classifications. Draft Ecological Systems Description for Alaska Arctic Region.</w:t>
      </w:r>
    </w:p>
    <w:p w:rsidR="00F3796B" w:rsidP="00F72F7C" w:rsidRDefault="00F3796B" w14:paraId="69B5AEED" w14:textId="77777777"/>
    <w:p w:rsidR="00F3796B" w:rsidP="00F3796B" w:rsidRDefault="00F3796B" w14:paraId="7A04B367" w14:textId="77777777">
      <w:r w:rsidRPr="001F1600">
        <w:t>Innes, Robin J. 2015. Fire regimes of Alaskan alder and willow shrublands. In: Fire Effects Information System, [Online]. U.S. Department of Agriculture, Forest Service, Rocky Mountain Research Station, Missoula Fire Sciences Laboratory (Producer). Available: http://www.fs.fed.us/database/feis/fire_regimes/AK_alder_shrub/all.html [ 2016, August 3].</w:t>
      </w:r>
    </w:p>
    <w:p w:rsidR="00095191" w:rsidP="00793FD5" w:rsidRDefault="00095191" w14:paraId="313BBA16" w14:textId="77777777"/>
    <w:p w:rsidRPr="00793FD5" w:rsidR="00793FD5" w:rsidP="00793FD5" w:rsidRDefault="00793FD5" w14:paraId="2CE95408" w14:textId="0E536AFA">
      <w:r w:rsidRPr="00793FD5">
        <w:t xml:space="preserve">Uchytil, Ronald J. 1992. Salix glauca. In: Fire Effects Information System, [Online]. </w:t>
      </w:r>
    </w:p>
    <w:p w:rsidRPr="00793FD5" w:rsidR="00793FD5" w:rsidP="00793FD5" w:rsidRDefault="00793FD5" w14:paraId="0E497D0B" w14:textId="77777777">
      <w:r w:rsidRPr="00793FD5">
        <w:t xml:space="preserve">U.S. Department of Agriculture, Forest Service, Rocky Mountain Research Station, </w:t>
      </w:r>
    </w:p>
    <w:p w:rsidRPr="00793FD5" w:rsidR="00793FD5" w:rsidP="00793FD5" w:rsidRDefault="00793FD5" w14:paraId="4C9E6C98" w14:textId="27BE0CF4">
      <w:r w:rsidRPr="00793FD5">
        <w:t xml:space="preserve">Fire Sciences Laboratory (Producer). Available: </w:t>
      </w:r>
      <w:r>
        <w:t xml:space="preserve"> </w:t>
      </w:r>
      <w:r w:rsidRPr="00793FD5">
        <w:t>https://www.fs.fed.us/database/feis/plants/tree/salgla/all.html [2021, May 24].</w:t>
      </w:r>
    </w:p>
    <w:p w:rsidR="00F72F7C" w:rsidP="00F72F7C" w:rsidRDefault="00F72F7C" w14:paraId="003A9E8B" w14:textId="77777777"/>
    <w:p w:rsidR="00F72F7C" w:rsidP="00F72F7C" w:rsidRDefault="00F72F7C" w14:paraId="63E0F430" w14:textId="77777777">
      <w:r>
        <w:t>Viereck, L.A., C.T. Dyrness, A.R. Batten, K.J. Wenzlick. 1992. The Alaska vegetation classification. Pacific Northwest Research Station, USDA Forest Service, Portland, OR. Gen. Tech. Rep. PNW-GTR286. 278 p.</w:t>
      </w:r>
    </w:p>
    <w:p w:rsidR="004D5F12" w:rsidP="00F72F7C" w:rsidRDefault="004D5F12" w14:paraId="4804D065" w14:textId="4EB06F68"/>
    <w:p w:rsidRPr="00E212EE" w:rsidR="006C2729" w:rsidP="006C2729" w:rsidRDefault="006C2729" w14:paraId="0BE2779B" w14:textId="77777777">
      <w:r w:rsidRPr="00E212EE">
        <w:t>Viereck, Leslie A.; Schandelmeier, Linda A. 1980. Effects of fire in Alaska and adjacent Canada: a literature review. BLM-Alaska Tech. Rep. 6, BLM/AK/TR-80/06. Anchorage, AK: U.S. Department of the Interior, Bureau of Land Management, Alaska State Office. 124 p</w:t>
      </w:r>
    </w:p>
    <w:p w:rsidRPr="00A43E41" w:rsidR="006C2729" w:rsidP="00F72F7C" w:rsidRDefault="006C2729" w14:paraId="61AED9B2" w14:textId="77777777"/>
    <w:sectPr w:rsidRPr="00A43E41" w:rsidR="006C2729"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33449" w:rsidRDefault="00133449" w14:paraId="652985CB" w14:textId="77777777">
      <w:r>
        <w:separator/>
      </w:r>
    </w:p>
  </w:endnote>
  <w:endnote w:type="continuationSeparator" w:id="0">
    <w:p w:rsidR="00133449" w:rsidRDefault="00133449" w14:paraId="3ABAB26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2F7C" w:rsidP="00F72F7C" w:rsidRDefault="00F72F7C" w14:paraId="3991E804"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33449" w:rsidRDefault="00133449" w14:paraId="02D002CE" w14:textId="77777777">
      <w:r>
        <w:separator/>
      </w:r>
    </w:p>
  </w:footnote>
  <w:footnote w:type="continuationSeparator" w:id="0">
    <w:p w:rsidR="00133449" w:rsidRDefault="00133449" w14:paraId="380AF7B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F72F7C" w:rsidRDefault="00A43E41" w14:paraId="239EC9BD"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0816297">
    <w:abstractNumId w:val="1"/>
  </w:num>
  <w:num w:numId="2" w16cid:durableId="204008521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F7C"/>
    <w:rsid w:val="00007C48"/>
    <w:rsid w:val="0003202F"/>
    <w:rsid w:val="0004797F"/>
    <w:rsid w:val="00077A85"/>
    <w:rsid w:val="00092F31"/>
    <w:rsid w:val="00095191"/>
    <w:rsid w:val="00097251"/>
    <w:rsid w:val="000A5321"/>
    <w:rsid w:val="000E1EC5"/>
    <w:rsid w:val="000E759B"/>
    <w:rsid w:val="00110079"/>
    <w:rsid w:val="00117805"/>
    <w:rsid w:val="00133449"/>
    <w:rsid w:val="00174486"/>
    <w:rsid w:val="001824B8"/>
    <w:rsid w:val="00196C68"/>
    <w:rsid w:val="001A5277"/>
    <w:rsid w:val="001A6573"/>
    <w:rsid w:val="001E43F5"/>
    <w:rsid w:val="002206B7"/>
    <w:rsid w:val="00220975"/>
    <w:rsid w:val="00242A9C"/>
    <w:rsid w:val="00256606"/>
    <w:rsid w:val="00272B25"/>
    <w:rsid w:val="00292706"/>
    <w:rsid w:val="002A69B2"/>
    <w:rsid w:val="002D5A40"/>
    <w:rsid w:val="002E41A1"/>
    <w:rsid w:val="00300000"/>
    <w:rsid w:val="0031662A"/>
    <w:rsid w:val="003172E2"/>
    <w:rsid w:val="00320910"/>
    <w:rsid w:val="003319D8"/>
    <w:rsid w:val="003C703C"/>
    <w:rsid w:val="003F322E"/>
    <w:rsid w:val="00400360"/>
    <w:rsid w:val="00414DA8"/>
    <w:rsid w:val="00424E99"/>
    <w:rsid w:val="0042550C"/>
    <w:rsid w:val="0042737A"/>
    <w:rsid w:val="00447BAA"/>
    <w:rsid w:val="00452B5E"/>
    <w:rsid w:val="00455D4C"/>
    <w:rsid w:val="00476F39"/>
    <w:rsid w:val="0049010A"/>
    <w:rsid w:val="00491F12"/>
    <w:rsid w:val="004A3227"/>
    <w:rsid w:val="004D44E8"/>
    <w:rsid w:val="004D5F12"/>
    <w:rsid w:val="004D6A70"/>
    <w:rsid w:val="004D7DCF"/>
    <w:rsid w:val="004E71C4"/>
    <w:rsid w:val="004E7DB5"/>
    <w:rsid w:val="005035F5"/>
    <w:rsid w:val="00503C61"/>
    <w:rsid w:val="00506F58"/>
    <w:rsid w:val="00513848"/>
    <w:rsid w:val="00513AFB"/>
    <w:rsid w:val="0052386E"/>
    <w:rsid w:val="00530D3E"/>
    <w:rsid w:val="00537D33"/>
    <w:rsid w:val="0054090D"/>
    <w:rsid w:val="005446EB"/>
    <w:rsid w:val="00557492"/>
    <w:rsid w:val="005614EA"/>
    <w:rsid w:val="005B1DDE"/>
    <w:rsid w:val="005C7A42"/>
    <w:rsid w:val="005D242C"/>
    <w:rsid w:val="005D3AF1"/>
    <w:rsid w:val="005E6650"/>
    <w:rsid w:val="005F3253"/>
    <w:rsid w:val="006005E0"/>
    <w:rsid w:val="00605473"/>
    <w:rsid w:val="00616941"/>
    <w:rsid w:val="00621C0C"/>
    <w:rsid w:val="00637F35"/>
    <w:rsid w:val="00646981"/>
    <w:rsid w:val="00650C14"/>
    <w:rsid w:val="006542D0"/>
    <w:rsid w:val="00662B5C"/>
    <w:rsid w:val="006C2729"/>
    <w:rsid w:val="006E57D4"/>
    <w:rsid w:val="006F39FC"/>
    <w:rsid w:val="006F5651"/>
    <w:rsid w:val="00722B5D"/>
    <w:rsid w:val="00740E0B"/>
    <w:rsid w:val="00747459"/>
    <w:rsid w:val="0075201A"/>
    <w:rsid w:val="00754192"/>
    <w:rsid w:val="007742B4"/>
    <w:rsid w:val="007820A0"/>
    <w:rsid w:val="0078383A"/>
    <w:rsid w:val="00793FD5"/>
    <w:rsid w:val="007A2AC2"/>
    <w:rsid w:val="007A721A"/>
    <w:rsid w:val="007B5284"/>
    <w:rsid w:val="007C7863"/>
    <w:rsid w:val="007F1267"/>
    <w:rsid w:val="008023FE"/>
    <w:rsid w:val="00820371"/>
    <w:rsid w:val="00821A9F"/>
    <w:rsid w:val="008273E4"/>
    <w:rsid w:val="0083018E"/>
    <w:rsid w:val="0084119C"/>
    <w:rsid w:val="00850C8E"/>
    <w:rsid w:val="00876AA4"/>
    <w:rsid w:val="008779C3"/>
    <w:rsid w:val="008C6A2F"/>
    <w:rsid w:val="008F01B1"/>
    <w:rsid w:val="00901CA2"/>
    <w:rsid w:val="00907797"/>
    <w:rsid w:val="00945DBA"/>
    <w:rsid w:val="00966095"/>
    <w:rsid w:val="00986A7A"/>
    <w:rsid w:val="009903A9"/>
    <w:rsid w:val="009B03E6"/>
    <w:rsid w:val="009B232E"/>
    <w:rsid w:val="009D25CD"/>
    <w:rsid w:val="009D674B"/>
    <w:rsid w:val="009E0DB5"/>
    <w:rsid w:val="009E6357"/>
    <w:rsid w:val="009F5F8E"/>
    <w:rsid w:val="00A16194"/>
    <w:rsid w:val="00A24C40"/>
    <w:rsid w:val="00A2791D"/>
    <w:rsid w:val="00A309E2"/>
    <w:rsid w:val="00A31480"/>
    <w:rsid w:val="00A36D75"/>
    <w:rsid w:val="00A43E41"/>
    <w:rsid w:val="00A6020D"/>
    <w:rsid w:val="00AB3795"/>
    <w:rsid w:val="00AC570D"/>
    <w:rsid w:val="00AF1CDE"/>
    <w:rsid w:val="00AF1E11"/>
    <w:rsid w:val="00AF4B2B"/>
    <w:rsid w:val="00B30030"/>
    <w:rsid w:val="00B44A3C"/>
    <w:rsid w:val="00B84C7B"/>
    <w:rsid w:val="00BC14B6"/>
    <w:rsid w:val="00C07F5E"/>
    <w:rsid w:val="00C16697"/>
    <w:rsid w:val="00C50B12"/>
    <w:rsid w:val="00C5204F"/>
    <w:rsid w:val="00C66E45"/>
    <w:rsid w:val="00C827A9"/>
    <w:rsid w:val="00CA0BB9"/>
    <w:rsid w:val="00CA1418"/>
    <w:rsid w:val="00CB7469"/>
    <w:rsid w:val="00CD2591"/>
    <w:rsid w:val="00CD6118"/>
    <w:rsid w:val="00CD68F6"/>
    <w:rsid w:val="00CE79FF"/>
    <w:rsid w:val="00CF2056"/>
    <w:rsid w:val="00D060DC"/>
    <w:rsid w:val="00D16916"/>
    <w:rsid w:val="00D178C7"/>
    <w:rsid w:val="00D306FA"/>
    <w:rsid w:val="00D367FB"/>
    <w:rsid w:val="00D46D39"/>
    <w:rsid w:val="00D52C2E"/>
    <w:rsid w:val="00D534D2"/>
    <w:rsid w:val="00D553D0"/>
    <w:rsid w:val="00D62775"/>
    <w:rsid w:val="00D7095D"/>
    <w:rsid w:val="00D81349"/>
    <w:rsid w:val="00D92158"/>
    <w:rsid w:val="00D95971"/>
    <w:rsid w:val="00DA63B1"/>
    <w:rsid w:val="00DB16CA"/>
    <w:rsid w:val="00DB6801"/>
    <w:rsid w:val="00DC4BA7"/>
    <w:rsid w:val="00DD3902"/>
    <w:rsid w:val="00DE0F2D"/>
    <w:rsid w:val="00DE40A7"/>
    <w:rsid w:val="00DE7AB5"/>
    <w:rsid w:val="00DF0616"/>
    <w:rsid w:val="00E109E9"/>
    <w:rsid w:val="00E3138C"/>
    <w:rsid w:val="00E50BB8"/>
    <w:rsid w:val="00E61C50"/>
    <w:rsid w:val="00E7520B"/>
    <w:rsid w:val="00E85162"/>
    <w:rsid w:val="00EB2776"/>
    <w:rsid w:val="00EC4A14"/>
    <w:rsid w:val="00EF02EA"/>
    <w:rsid w:val="00EF3AC8"/>
    <w:rsid w:val="00F364C3"/>
    <w:rsid w:val="00F3796B"/>
    <w:rsid w:val="00F43204"/>
    <w:rsid w:val="00F72F7C"/>
    <w:rsid w:val="00F86C13"/>
    <w:rsid w:val="00F93016"/>
    <w:rsid w:val="00F948F2"/>
    <w:rsid w:val="00FE2EE9"/>
    <w:rsid w:val="00FE3B73"/>
    <w:rsid w:val="00FE41CA"/>
    <w:rsid w:val="00FE6871"/>
    <w:rsid w:val="00FF0FAC"/>
    <w:rsid w:val="1031B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38DE13"/>
  <w15:docId w15:val="{3C8D17FA-387E-410C-93DD-A932569583A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256606"/>
    <w:pPr>
      <w:ind w:left="720"/>
    </w:pPr>
    <w:rPr>
      <w:rFonts w:ascii="Calibri" w:hAnsi="Calibri" w:eastAsia="Calibri"/>
      <w:sz w:val="22"/>
      <w:szCs w:val="22"/>
    </w:rPr>
  </w:style>
  <w:style w:type="character" w:styleId="Hyperlink">
    <w:name w:val="Hyperlink"/>
    <w:rsid w:val="00256606"/>
    <w:rPr>
      <w:color w:val="0000FF"/>
      <w:u w:val="single"/>
    </w:rPr>
  </w:style>
  <w:style w:type="character" w:styleId="CommentReference">
    <w:name w:val="annotation reference"/>
    <w:basedOn w:val="DefaultParagraphFont"/>
    <w:uiPriority w:val="99"/>
    <w:semiHidden/>
    <w:unhideWhenUsed/>
    <w:rsid w:val="00650C14"/>
    <w:rPr>
      <w:sz w:val="16"/>
      <w:szCs w:val="16"/>
    </w:rPr>
  </w:style>
  <w:style w:type="paragraph" w:styleId="CommentText">
    <w:name w:val="annotation text"/>
    <w:basedOn w:val="Normal"/>
    <w:link w:val="CommentTextChar"/>
    <w:uiPriority w:val="99"/>
    <w:semiHidden/>
    <w:unhideWhenUsed/>
    <w:rsid w:val="00650C14"/>
    <w:rPr>
      <w:sz w:val="20"/>
      <w:szCs w:val="20"/>
    </w:rPr>
  </w:style>
  <w:style w:type="character" w:styleId="CommentTextChar" w:customStyle="1">
    <w:name w:val="Comment Text Char"/>
    <w:basedOn w:val="DefaultParagraphFont"/>
    <w:link w:val="CommentText"/>
    <w:uiPriority w:val="99"/>
    <w:semiHidden/>
    <w:rsid w:val="00650C14"/>
  </w:style>
  <w:style w:type="paragraph" w:styleId="CommentSubject">
    <w:name w:val="annotation subject"/>
    <w:basedOn w:val="CommentText"/>
    <w:next w:val="CommentText"/>
    <w:link w:val="CommentSubjectChar"/>
    <w:uiPriority w:val="99"/>
    <w:semiHidden/>
    <w:unhideWhenUsed/>
    <w:rsid w:val="00650C14"/>
    <w:rPr>
      <w:b/>
      <w:bCs/>
    </w:rPr>
  </w:style>
  <w:style w:type="character" w:styleId="CommentSubjectChar" w:customStyle="1">
    <w:name w:val="Comment Subject Char"/>
    <w:basedOn w:val="CommentTextChar"/>
    <w:link w:val="CommentSubject"/>
    <w:uiPriority w:val="99"/>
    <w:semiHidden/>
    <w:rsid w:val="00650C14"/>
    <w:rPr>
      <w:b/>
      <w:bCs/>
    </w:rPr>
  </w:style>
  <w:style w:type="paragraph" w:styleId="BalloonText">
    <w:name w:val="Balloon Text"/>
    <w:basedOn w:val="Normal"/>
    <w:link w:val="BalloonTextChar"/>
    <w:uiPriority w:val="99"/>
    <w:semiHidden/>
    <w:unhideWhenUsed/>
    <w:rsid w:val="00650C1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50C14"/>
    <w:rPr>
      <w:rFonts w:ascii="Segoe UI" w:hAnsi="Segoe UI" w:cs="Segoe UI"/>
      <w:sz w:val="18"/>
      <w:szCs w:val="18"/>
    </w:rPr>
  </w:style>
  <w:style w:type="character" w:styleId="Strong">
    <w:name w:val="Strong"/>
    <w:basedOn w:val="DefaultParagraphFont"/>
    <w:uiPriority w:val="22"/>
    <w:qFormat/>
    <w:rsid w:val="00EF3A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14722">
      <w:bodyDiv w:val="1"/>
      <w:marLeft w:val="0"/>
      <w:marRight w:val="0"/>
      <w:marTop w:val="0"/>
      <w:marBottom w:val="0"/>
      <w:divBdr>
        <w:top w:val="none" w:sz="0" w:space="0" w:color="auto"/>
        <w:left w:val="none" w:sz="0" w:space="0" w:color="auto"/>
        <w:bottom w:val="none" w:sz="0" w:space="0" w:color="auto"/>
        <w:right w:val="none" w:sz="0" w:space="0" w:color="auto"/>
      </w:divBdr>
    </w:div>
    <w:div w:id="130370437">
      <w:bodyDiv w:val="1"/>
      <w:marLeft w:val="0"/>
      <w:marRight w:val="0"/>
      <w:marTop w:val="0"/>
      <w:marBottom w:val="0"/>
      <w:divBdr>
        <w:top w:val="none" w:sz="0" w:space="0" w:color="auto"/>
        <w:left w:val="none" w:sz="0" w:space="0" w:color="auto"/>
        <w:bottom w:val="none" w:sz="0" w:space="0" w:color="auto"/>
        <w:right w:val="none" w:sz="0" w:space="0" w:color="auto"/>
      </w:divBdr>
    </w:div>
    <w:div w:id="181747791">
      <w:bodyDiv w:val="1"/>
      <w:marLeft w:val="0"/>
      <w:marRight w:val="0"/>
      <w:marTop w:val="0"/>
      <w:marBottom w:val="0"/>
      <w:divBdr>
        <w:top w:val="none" w:sz="0" w:space="0" w:color="auto"/>
        <w:left w:val="none" w:sz="0" w:space="0" w:color="auto"/>
        <w:bottom w:val="none" w:sz="0" w:space="0" w:color="auto"/>
        <w:right w:val="none" w:sz="0" w:space="0" w:color="auto"/>
      </w:divBdr>
    </w:div>
    <w:div w:id="479881767">
      <w:bodyDiv w:val="1"/>
      <w:marLeft w:val="0"/>
      <w:marRight w:val="0"/>
      <w:marTop w:val="0"/>
      <w:marBottom w:val="0"/>
      <w:divBdr>
        <w:top w:val="none" w:sz="0" w:space="0" w:color="auto"/>
        <w:left w:val="none" w:sz="0" w:space="0" w:color="auto"/>
        <w:bottom w:val="none" w:sz="0" w:space="0" w:color="auto"/>
        <w:right w:val="none" w:sz="0" w:space="0" w:color="auto"/>
      </w:divBdr>
    </w:div>
    <w:div w:id="510072633">
      <w:bodyDiv w:val="1"/>
      <w:marLeft w:val="0"/>
      <w:marRight w:val="0"/>
      <w:marTop w:val="0"/>
      <w:marBottom w:val="0"/>
      <w:divBdr>
        <w:top w:val="none" w:sz="0" w:space="0" w:color="auto"/>
        <w:left w:val="none" w:sz="0" w:space="0" w:color="auto"/>
        <w:bottom w:val="none" w:sz="0" w:space="0" w:color="auto"/>
        <w:right w:val="none" w:sz="0" w:space="0" w:color="auto"/>
      </w:divBdr>
    </w:div>
    <w:div w:id="521626842">
      <w:bodyDiv w:val="1"/>
      <w:marLeft w:val="0"/>
      <w:marRight w:val="0"/>
      <w:marTop w:val="0"/>
      <w:marBottom w:val="0"/>
      <w:divBdr>
        <w:top w:val="none" w:sz="0" w:space="0" w:color="auto"/>
        <w:left w:val="none" w:sz="0" w:space="0" w:color="auto"/>
        <w:bottom w:val="none" w:sz="0" w:space="0" w:color="auto"/>
        <w:right w:val="none" w:sz="0" w:space="0" w:color="auto"/>
      </w:divBdr>
    </w:div>
    <w:div w:id="1423793337">
      <w:bodyDiv w:val="1"/>
      <w:marLeft w:val="0"/>
      <w:marRight w:val="0"/>
      <w:marTop w:val="0"/>
      <w:marBottom w:val="0"/>
      <w:divBdr>
        <w:top w:val="none" w:sz="0" w:space="0" w:color="auto"/>
        <w:left w:val="none" w:sz="0" w:space="0" w:color="auto"/>
        <w:bottom w:val="none" w:sz="0" w:space="0" w:color="auto"/>
        <w:right w:val="none" w:sz="0" w:space="0" w:color="auto"/>
      </w:divBdr>
    </w:div>
    <w:div w:id="1769306264">
      <w:bodyDiv w:val="1"/>
      <w:marLeft w:val="0"/>
      <w:marRight w:val="0"/>
      <w:marTop w:val="0"/>
      <w:marBottom w:val="0"/>
      <w:divBdr>
        <w:top w:val="none" w:sz="0" w:space="0" w:color="auto"/>
        <w:left w:val="none" w:sz="0" w:space="0" w:color="auto"/>
        <w:bottom w:val="none" w:sz="0" w:space="0" w:color="auto"/>
        <w:right w:val="none" w:sz="0" w:space="0" w:color="auto"/>
      </w:divBdr>
    </w:div>
    <w:div w:id="180508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BC8D91DC-283F-454E-9E9D-9658B729CC4D}"/>
</file>

<file path=customXml/itemProps2.xml><?xml version="1.0" encoding="utf-8"?>
<ds:datastoreItem xmlns:ds="http://schemas.openxmlformats.org/officeDocument/2006/customXml" ds:itemID="{BC3A369D-AC9C-480C-8A97-342B9B34BCF1}"/>
</file>

<file path=customXml/itemProps3.xml><?xml version="1.0" encoding="utf-8"?>
<ds:datastoreItem xmlns:ds="http://schemas.openxmlformats.org/officeDocument/2006/customXml" ds:itemID="{6BA6F348-29FE-4C81-986D-E76DF5A0B3F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14</cp:revision>
  <cp:lastPrinted>2015-09-11T19:36:00Z</cp:lastPrinted>
  <dcterms:created xsi:type="dcterms:W3CDTF">2022-10-28T12:34:00Z</dcterms:created>
  <dcterms:modified xsi:type="dcterms:W3CDTF">2024-09-27T20:04:22Z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