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A6156" w:rsidP="00AA6156" w:rsidRDefault="00AA6156" w14:paraId="10BB9876" w14:textId="0E9D2F29">
      <w:pPr>
        <w:pStyle w:val="BpSTitle"/>
      </w:pPr>
      <w:r>
        <w:t>16330</w:t>
      </w:r>
    </w:p>
    <w:p w:rsidR="00AA6156" w:rsidP="00AA6156" w:rsidRDefault="00AA6156" w14:paraId="07D49600" w14:textId="77777777">
      <w:pPr>
        <w:pStyle w:val="BpSTitle"/>
      </w:pPr>
      <w:r>
        <w:t>Western North American Boreal Alpine Mesic Herbaceous Meadow</w:t>
      </w:r>
    </w:p>
    <w:p w:rsidR="00AA6156" w:rsidP="00AA6156" w:rsidRDefault="00AA6156" w14:paraId="018B3B25" w14:textId="77777777">
      <w:r>
        <w:t xmlns:w="http://schemas.openxmlformats.org/wordprocessingml/2006/main">BpS Model/Description Version: Nov. 2024</w:t>
      </w:r>
      <w:r>
        <w:tab/>
      </w:r>
      <w:r>
        <w:tab/>
      </w:r>
      <w:r>
        <w:tab/>
      </w:r>
      <w:r>
        <w:tab/>
      </w:r>
      <w:r>
        <w:tab/>
      </w:r>
      <w:r>
        <w:tab/>
      </w:r>
      <w:r>
        <w:tab/>
      </w:r>
      <w:r>
        <w:tab/>
      </w:r>
    </w:p>
    <w:p w:rsidR="00AA6156" w:rsidP="00AA6156" w:rsidRDefault="00AA6156" w14:paraId="5568B64F"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680"/>
        <w:gridCol w:w="2508"/>
        <w:gridCol w:w="1392"/>
        <w:gridCol w:w="852"/>
      </w:tblGrid>
      <w:tr w:rsidRPr="00AA6156" w:rsidR="00AA6156" w:rsidTr="00AA6156" w14:paraId="5510C01B" w14:textId="77777777">
        <w:tc>
          <w:tcPr>
            <w:tcW w:w="1680" w:type="dxa"/>
            <w:tcBorders>
              <w:top w:val="single" w:color="auto" w:sz="2" w:space="0"/>
              <w:left w:val="single" w:color="auto" w:sz="12" w:space="0"/>
              <w:bottom w:val="single" w:color="000000" w:sz="12" w:space="0"/>
            </w:tcBorders>
            <w:shd w:val="clear" w:color="auto" w:fill="auto"/>
          </w:tcPr>
          <w:p w:rsidRPr="00AA6156" w:rsidR="00AA6156" w:rsidP="00704CA2" w:rsidRDefault="00AA6156" w14:paraId="2D26D390" w14:textId="77777777">
            <w:pPr>
              <w:rPr>
                <w:b/>
                <w:bCs/>
              </w:rPr>
            </w:pPr>
            <w:r w:rsidRPr="00AA6156">
              <w:rPr>
                <w:b/>
                <w:bCs/>
              </w:rPr>
              <w:t>Modelers</w:t>
            </w:r>
          </w:p>
        </w:tc>
        <w:tc>
          <w:tcPr>
            <w:tcW w:w="2508" w:type="dxa"/>
            <w:tcBorders>
              <w:top w:val="single" w:color="auto" w:sz="2" w:space="0"/>
              <w:bottom w:val="single" w:color="000000" w:sz="12" w:space="0"/>
              <w:right w:val="single" w:color="000000" w:sz="12" w:space="0"/>
            </w:tcBorders>
            <w:shd w:val="clear" w:color="auto" w:fill="auto"/>
          </w:tcPr>
          <w:p w:rsidRPr="00AA6156" w:rsidR="00AA6156" w:rsidP="00704CA2" w:rsidRDefault="00AA6156" w14:paraId="458EF89B" w14:textId="77777777">
            <w:pPr>
              <w:rPr>
                <w:b/>
                <w:bCs/>
              </w:rPr>
            </w:pPr>
          </w:p>
        </w:tc>
        <w:tc>
          <w:tcPr>
            <w:tcW w:w="1392" w:type="dxa"/>
            <w:tcBorders>
              <w:top w:val="single" w:color="auto" w:sz="2" w:space="0"/>
              <w:left w:val="single" w:color="000000" w:sz="12" w:space="0"/>
              <w:bottom w:val="single" w:color="000000" w:sz="12" w:space="0"/>
            </w:tcBorders>
            <w:shd w:val="clear" w:color="auto" w:fill="auto"/>
          </w:tcPr>
          <w:p w:rsidRPr="00AA6156" w:rsidR="00AA6156" w:rsidP="00704CA2" w:rsidRDefault="00AA6156" w14:paraId="18E41C1E" w14:textId="77777777">
            <w:pPr>
              <w:rPr>
                <w:b/>
                <w:bCs/>
              </w:rPr>
            </w:pPr>
            <w:r w:rsidRPr="00AA6156">
              <w:rPr>
                <w:b/>
                <w:bCs/>
              </w:rPr>
              <w:t>Reviewers</w:t>
            </w:r>
          </w:p>
        </w:tc>
        <w:tc>
          <w:tcPr>
            <w:tcW w:w="852" w:type="dxa"/>
            <w:tcBorders>
              <w:top w:val="single" w:color="auto" w:sz="2" w:space="0"/>
              <w:bottom w:val="single" w:color="000000" w:sz="12" w:space="0"/>
            </w:tcBorders>
            <w:shd w:val="clear" w:color="auto" w:fill="auto"/>
          </w:tcPr>
          <w:p w:rsidRPr="00AA6156" w:rsidR="00AA6156" w:rsidP="00704CA2" w:rsidRDefault="00AA6156" w14:paraId="02175B28" w14:textId="77777777">
            <w:pPr>
              <w:rPr>
                <w:b/>
                <w:bCs/>
              </w:rPr>
            </w:pPr>
          </w:p>
        </w:tc>
      </w:tr>
      <w:tr w:rsidRPr="00AA6156" w:rsidR="00AA6156" w:rsidTr="00AA6156" w14:paraId="2CB1273B" w14:textId="77777777">
        <w:tc>
          <w:tcPr>
            <w:tcW w:w="1680" w:type="dxa"/>
            <w:tcBorders>
              <w:top w:val="single" w:color="000000" w:sz="12" w:space="0"/>
              <w:left w:val="single" w:color="auto" w:sz="12" w:space="0"/>
            </w:tcBorders>
            <w:shd w:val="clear" w:color="auto" w:fill="auto"/>
          </w:tcPr>
          <w:p w:rsidRPr="00AA6156" w:rsidR="00AA6156" w:rsidP="00704CA2" w:rsidRDefault="00AA6156" w14:paraId="7EA6BCF3" w14:textId="77777777">
            <w:pPr>
              <w:rPr>
                <w:bCs/>
              </w:rPr>
            </w:pPr>
            <w:r w:rsidRPr="00AA6156">
              <w:rPr>
                <w:bCs/>
              </w:rPr>
              <w:t>Tina Boucher</w:t>
            </w:r>
          </w:p>
        </w:tc>
        <w:tc>
          <w:tcPr>
            <w:tcW w:w="2508" w:type="dxa"/>
            <w:tcBorders>
              <w:top w:val="single" w:color="000000" w:sz="12" w:space="0"/>
              <w:right w:val="single" w:color="000000" w:sz="12" w:space="0"/>
            </w:tcBorders>
            <w:shd w:val="clear" w:color="auto" w:fill="auto"/>
          </w:tcPr>
          <w:p w:rsidRPr="00AA6156" w:rsidR="00AA6156" w:rsidP="00704CA2" w:rsidRDefault="00AA6156" w14:paraId="5DABB1C2" w14:textId="77777777">
            <w:r w:rsidRPr="00AA6156">
              <w:t>antvb@uaa.alaska.edu</w:t>
            </w:r>
          </w:p>
        </w:tc>
        <w:tc>
          <w:tcPr>
            <w:tcW w:w="1392" w:type="dxa"/>
            <w:tcBorders>
              <w:top w:val="single" w:color="000000" w:sz="12" w:space="0"/>
              <w:left w:val="single" w:color="000000" w:sz="12" w:space="0"/>
            </w:tcBorders>
            <w:shd w:val="clear" w:color="auto" w:fill="auto"/>
          </w:tcPr>
          <w:p w:rsidRPr="00AA6156" w:rsidR="00AA6156" w:rsidP="00704CA2" w:rsidRDefault="00AA6156" w14:paraId="1ECF4681" w14:textId="77777777">
            <w:r w:rsidRPr="00AA6156">
              <w:t>None</w:t>
            </w:r>
          </w:p>
        </w:tc>
        <w:tc>
          <w:tcPr>
            <w:tcW w:w="852" w:type="dxa"/>
            <w:tcBorders>
              <w:top w:val="single" w:color="000000" w:sz="12" w:space="0"/>
            </w:tcBorders>
            <w:shd w:val="clear" w:color="auto" w:fill="auto"/>
          </w:tcPr>
          <w:p w:rsidRPr="00AA6156" w:rsidR="00AA6156" w:rsidP="00704CA2" w:rsidRDefault="00AA6156" w14:paraId="10D09357" w14:textId="77777777">
            <w:r w:rsidRPr="00AA6156">
              <w:t>None</w:t>
            </w:r>
          </w:p>
        </w:tc>
      </w:tr>
      <w:tr w:rsidRPr="00AA6156" w:rsidR="00AA6156" w:rsidTr="00AA6156" w14:paraId="0FE6C285" w14:textId="77777777">
        <w:tc>
          <w:tcPr>
            <w:tcW w:w="1680" w:type="dxa"/>
            <w:tcBorders>
              <w:left w:val="single" w:color="auto" w:sz="12" w:space="0"/>
            </w:tcBorders>
            <w:shd w:val="clear" w:color="auto" w:fill="auto"/>
          </w:tcPr>
          <w:p w:rsidRPr="00AA6156" w:rsidR="00AA6156" w:rsidP="00704CA2" w:rsidRDefault="00AA6156" w14:paraId="233AC5DF" w14:textId="77777777">
            <w:pPr>
              <w:rPr>
                <w:bCs/>
              </w:rPr>
            </w:pPr>
            <w:r w:rsidRPr="00AA6156">
              <w:rPr>
                <w:bCs/>
              </w:rPr>
              <w:t>Colleen Ryan</w:t>
            </w:r>
          </w:p>
        </w:tc>
        <w:tc>
          <w:tcPr>
            <w:tcW w:w="2508" w:type="dxa"/>
            <w:tcBorders>
              <w:right w:val="single" w:color="000000" w:sz="12" w:space="0"/>
            </w:tcBorders>
            <w:shd w:val="clear" w:color="auto" w:fill="auto"/>
          </w:tcPr>
          <w:p w:rsidRPr="00AA6156" w:rsidR="00AA6156" w:rsidP="00704CA2" w:rsidRDefault="00AA6156" w14:paraId="20C5C1C6" w14:textId="77777777">
            <w:r w:rsidRPr="00AA6156">
              <w:t>colleen_ryan@tnc.org</w:t>
            </w:r>
          </w:p>
        </w:tc>
        <w:tc>
          <w:tcPr>
            <w:tcW w:w="1392" w:type="dxa"/>
            <w:tcBorders>
              <w:left w:val="single" w:color="000000" w:sz="12" w:space="0"/>
            </w:tcBorders>
            <w:shd w:val="clear" w:color="auto" w:fill="auto"/>
          </w:tcPr>
          <w:p w:rsidRPr="00AA6156" w:rsidR="00AA6156" w:rsidP="00704CA2" w:rsidRDefault="00AA6156" w14:paraId="5DA78086" w14:textId="77777777">
            <w:r w:rsidRPr="00AA6156">
              <w:t>None</w:t>
            </w:r>
          </w:p>
        </w:tc>
        <w:tc>
          <w:tcPr>
            <w:tcW w:w="852" w:type="dxa"/>
            <w:shd w:val="clear" w:color="auto" w:fill="auto"/>
          </w:tcPr>
          <w:p w:rsidRPr="00AA6156" w:rsidR="00AA6156" w:rsidP="00704CA2" w:rsidRDefault="00AA6156" w14:paraId="7DFA8C56" w14:textId="77777777">
            <w:r w:rsidRPr="00AA6156">
              <w:t>None</w:t>
            </w:r>
          </w:p>
        </w:tc>
      </w:tr>
      <w:tr w:rsidRPr="00AA6156" w:rsidR="00AA6156" w:rsidTr="00AA6156" w14:paraId="346FA0B5" w14:textId="77777777">
        <w:tc>
          <w:tcPr>
            <w:tcW w:w="1680" w:type="dxa"/>
            <w:tcBorders>
              <w:left w:val="single" w:color="auto" w:sz="12" w:space="0"/>
              <w:bottom w:val="single" w:color="auto" w:sz="2" w:space="0"/>
            </w:tcBorders>
            <w:shd w:val="clear" w:color="auto" w:fill="auto"/>
          </w:tcPr>
          <w:p w:rsidRPr="00AA6156" w:rsidR="00AA6156" w:rsidP="00704CA2" w:rsidRDefault="00AA6156" w14:paraId="22C124C9" w14:textId="77777777">
            <w:pPr>
              <w:rPr>
                <w:bCs/>
              </w:rPr>
            </w:pPr>
            <w:r w:rsidRPr="00AA6156">
              <w:rPr>
                <w:bCs/>
              </w:rPr>
              <w:t>None</w:t>
            </w:r>
          </w:p>
        </w:tc>
        <w:tc>
          <w:tcPr>
            <w:tcW w:w="2508" w:type="dxa"/>
            <w:tcBorders>
              <w:right w:val="single" w:color="000000" w:sz="12" w:space="0"/>
            </w:tcBorders>
            <w:shd w:val="clear" w:color="auto" w:fill="auto"/>
          </w:tcPr>
          <w:p w:rsidRPr="00AA6156" w:rsidR="00AA6156" w:rsidP="00704CA2" w:rsidRDefault="00AA6156" w14:paraId="66ACFCE6" w14:textId="77777777">
            <w:r w:rsidRPr="00AA6156">
              <w:t>None</w:t>
            </w:r>
          </w:p>
        </w:tc>
        <w:tc>
          <w:tcPr>
            <w:tcW w:w="1392" w:type="dxa"/>
            <w:tcBorders>
              <w:left w:val="single" w:color="000000" w:sz="12" w:space="0"/>
              <w:bottom w:val="single" w:color="auto" w:sz="2" w:space="0"/>
            </w:tcBorders>
            <w:shd w:val="clear" w:color="auto" w:fill="auto"/>
          </w:tcPr>
          <w:p w:rsidRPr="00AA6156" w:rsidR="00AA6156" w:rsidP="00704CA2" w:rsidRDefault="00AA6156" w14:paraId="156EE125" w14:textId="77777777">
            <w:r w:rsidRPr="00AA6156">
              <w:t>None</w:t>
            </w:r>
          </w:p>
        </w:tc>
        <w:tc>
          <w:tcPr>
            <w:tcW w:w="852" w:type="dxa"/>
            <w:shd w:val="clear" w:color="auto" w:fill="auto"/>
          </w:tcPr>
          <w:p w:rsidRPr="00AA6156" w:rsidR="00AA6156" w:rsidP="00704CA2" w:rsidRDefault="00AA6156" w14:paraId="59BFF6E5" w14:textId="77777777">
            <w:r w:rsidRPr="00AA6156">
              <w:t>None</w:t>
            </w:r>
          </w:p>
        </w:tc>
      </w:tr>
    </w:tbl>
    <w:p w:rsidR="00397D1D" w:rsidP="00AA6156" w:rsidRDefault="00397D1D" w14:paraId="7BCF6507" w14:textId="20C87A6D">
      <w:pPr>
        <w:pStyle w:val="InfoPara"/>
        <w:rPr>
          <w:b w:val="0"/>
          <w:bCs/>
        </w:rPr>
      </w:pPr>
      <w:r>
        <w:t xml:space="preserve">Reviewer: </w:t>
      </w:r>
      <w:r>
        <w:rPr>
          <w:b w:val="0"/>
          <w:bCs/>
        </w:rPr>
        <w:t>Robin Innes</w:t>
      </w:r>
      <w:r w:rsidR="00B63F4B">
        <w:rPr>
          <w:b w:val="0"/>
          <w:bCs/>
        </w:rPr>
        <w:t>, Blaine Spellman</w:t>
      </w:r>
    </w:p>
    <w:p w:rsidR="00AA6156" w:rsidP="00AA6156" w:rsidRDefault="00AA6156" w14:paraId="5D74C19A" w14:textId="4C769217">
      <w:pPr>
        <w:pStyle w:val="InfoPara"/>
      </w:pPr>
      <w:r>
        <w:t>Vegetation Type</w:t>
      </w:r>
    </w:p>
    <w:p w:rsidR="00AA6156" w:rsidP="00AA6156" w:rsidRDefault="00AA6156" w14:paraId="633428D4" w14:textId="5CEA7082">
      <w:r>
        <w:t>Herbaceous</w:t>
      </w:r>
    </w:p>
    <w:p w:rsidR="00AA6156" w:rsidP="00AA6156" w:rsidRDefault="00AA6156" w14:paraId="630F3ED4" w14:textId="77777777">
      <w:pPr>
        <w:pStyle w:val="InfoPara"/>
      </w:pPr>
      <w:r w:rsidR="3C672FEA">
        <w:rPr/>
        <w:t>Map Zones</w:t>
      </w:r>
    </w:p>
    <w:p w:rsidR="3C672FEA" w:rsidP="3C672FEA" w:rsidRDefault="3C672FEA" w14:paraId="17459E64" w14:textId="761E36EB">
      <w:pPr>
        <w:pStyle w:val="Normal"/>
      </w:pPr>
      <w:r w:rsidR="3C672FEA">
        <w:rPr/>
        <w:t>68, 69, 70, 71, 73, 74, 75, 76, 77, 78</w:t>
      </w:r>
    </w:p>
    <w:p w:rsidR="00AA6156" w:rsidP="00AA6156" w:rsidRDefault="00AA6156" w14:paraId="68D31AD5" w14:textId="77777777">
      <w:pPr>
        <w:pStyle w:val="InfoPara"/>
      </w:pPr>
      <w:r>
        <w:t>Geographic Range</w:t>
      </w:r>
    </w:p>
    <w:p w:rsidR="00AA6156" w:rsidP="00AA6156" w:rsidRDefault="00AA6156" w14:paraId="05B956C4" w14:textId="53B40E17">
      <w:r>
        <w:t xml:space="preserve">This </w:t>
      </w:r>
      <w:r w:rsidR="007979B4">
        <w:t>Biophysical Setting (</w:t>
      </w:r>
      <w:proofErr w:type="spellStart"/>
      <w:r w:rsidR="007979B4">
        <w:t>BpS</w:t>
      </w:r>
      <w:proofErr w:type="spellEnd"/>
      <w:r w:rsidR="007979B4">
        <w:t>)</w:t>
      </w:r>
      <w:r>
        <w:t xml:space="preserve"> occurs on gentle slopes in subalpine and lower alpine environments throughout boreal AK (NatureServe 2008).</w:t>
      </w:r>
    </w:p>
    <w:p w:rsidR="00AA6156" w:rsidP="00AA6156" w:rsidRDefault="00AA6156" w14:paraId="32425A92" w14:textId="77777777">
      <w:pPr>
        <w:pStyle w:val="InfoPara"/>
      </w:pPr>
      <w:r>
        <w:t>Biophysical Site Description</w:t>
      </w:r>
    </w:p>
    <w:p w:rsidR="00AA6156" w:rsidP="00AA6156" w:rsidRDefault="00AA6156" w14:paraId="369963D0" w14:textId="7B173936">
      <w:r>
        <w:t xml:space="preserve">This </w:t>
      </w:r>
      <w:proofErr w:type="spellStart"/>
      <w:r w:rsidR="007979B4">
        <w:t>BpS</w:t>
      </w:r>
      <w:proofErr w:type="spellEnd"/>
      <w:r>
        <w:t xml:space="preserve"> occurs on alpine and subalpine slopes. It tends to occur in small patches in a matrix with dwarf or low shrub systems. Soils are moist to mesic.</w:t>
      </w:r>
    </w:p>
    <w:p w:rsidR="00AA6156" w:rsidP="00AA6156" w:rsidRDefault="00AA6156" w14:paraId="3596F50F" w14:textId="77777777">
      <w:pPr>
        <w:pStyle w:val="InfoPara"/>
      </w:pPr>
      <w:r>
        <w:t>Vegetation Description</w:t>
      </w:r>
    </w:p>
    <w:p w:rsidR="00AA6156" w:rsidP="00AA6156" w:rsidRDefault="00AA6156" w14:paraId="7B4419C3" w14:textId="172ACA66">
      <w:proofErr w:type="spellStart"/>
      <w:r w:rsidRPr="007979B4">
        <w:rPr>
          <w:i/>
          <w:iCs/>
        </w:rPr>
        <w:t>Carex</w:t>
      </w:r>
      <w:proofErr w:type="spellEnd"/>
      <w:r w:rsidRPr="007979B4">
        <w:rPr>
          <w:i/>
          <w:iCs/>
        </w:rPr>
        <w:t xml:space="preserve"> </w:t>
      </w:r>
      <w:proofErr w:type="spellStart"/>
      <w:r w:rsidRPr="007979B4">
        <w:rPr>
          <w:i/>
          <w:iCs/>
        </w:rPr>
        <w:t>bigelowii</w:t>
      </w:r>
      <w:proofErr w:type="spellEnd"/>
      <w:r>
        <w:t xml:space="preserve"> is the dominant species. Other common species may include </w:t>
      </w:r>
      <w:proofErr w:type="spellStart"/>
      <w:r w:rsidRPr="007979B4">
        <w:rPr>
          <w:i/>
          <w:iCs/>
        </w:rPr>
        <w:t>Luzula</w:t>
      </w:r>
      <w:proofErr w:type="spellEnd"/>
      <w:r w:rsidRPr="007979B4">
        <w:rPr>
          <w:i/>
          <w:iCs/>
        </w:rPr>
        <w:t xml:space="preserve"> </w:t>
      </w:r>
      <w:proofErr w:type="spellStart"/>
      <w:r w:rsidRPr="007979B4">
        <w:rPr>
          <w:i/>
          <w:iCs/>
        </w:rPr>
        <w:t>confusa</w:t>
      </w:r>
      <w:proofErr w:type="spellEnd"/>
      <w:r>
        <w:t xml:space="preserve"> and lichens. Dwarf shrubs such as </w:t>
      </w:r>
      <w:r w:rsidRPr="007979B4">
        <w:rPr>
          <w:i/>
          <w:iCs/>
        </w:rPr>
        <w:t xml:space="preserve">Arctostaphylos </w:t>
      </w:r>
      <w:proofErr w:type="spellStart"/>
      <w:r w:rsidRPr="007979B4">
        <w:rPr>
          <w:i/>
          <w:iCs/>
        </w:rPr>
        <w:t>alpina</w:t>
      </w:r>
      <w:proofErr w:type="spellEnd"/>
      <w:r w:rsidRPr="007979B4">
        <w:rPr>
          <w:i/>
          <w:iCs/>
        </w:rPr>
        <w:t xml:space="preserve">, </w:t>
      </w:r>
      <w:proofErr w:type="spellStart"/>
      <w:r w:rsidRPr="007979B4">
        <w:rPr>
          <w:i/>
          <w:iCs/>
        </w:rPr>
        <w:t>Empetrum</w:t>
      </w:r>
      <w:proofErr w:type="spellEnd"/>
      <w:r w:rsidRPr="007979B4">
        <w:rPr>
          <w:i/>
          <w:iCs/>
        </w:rPr>
        <w:t xml:space="preserve"> nigrum, Salix pulchra, Betula nana</w:t>
      </w:r>
      <w:r w:rsidRPr="007979B4" w:rsidR="006C773C">
        <w:rPr>
          <w:i/>
          <w:iCs/>
        </w:rPr>
        <w:t>,</w:t>
      </w:r>
      <w:r w:rsidR="006C773C">
        <w:t xml:space="preserve"> and </w:t>
      </w:r>
      <w:r w:rsidRPr="007979B4" w:rsidR="006C773C">
        <w:rPr>
          <w:i/>
          <w:iCs/>
        </w:rPr>
        <w:t xml:space="preserve">Vaccinium </w:t>
      </w:r>
      <w:proofErr w:type="spellStart"/>
      <w:r w:rsidRPr="007979B4" w:rsidR="006C773C">
        <w:rPr>
          <w:i/>
          <w:iCs/>
        </w:rPr>
        <w:t>uliginosum</w:t>
      </w:r>
      <w:proofErr w:type="spellEnd"/>
      <w:r>
        <w:t xml:space="preserve"> are usually present, but contribute less than 25% to the canopy cover (NatureServe 2008, Boggs and Sturdy 2005). Wetter sites may include more sedges and </w:t>
      </w:r>
      <w:r w:rsidRPr="00D31A2A">
        <w:rPr>
          <w:i/>
          <w:iCs/>
        </w:rPr>
        <w:t>Salix</w:t>
      </w:r>
      <w:r>
        <w:t xml:space="preserve"> spp. This system may form a mosaic with dwarf and low shrub systems.</w:t>
      </w:r>
    </w:p>
    <w:p w:rsidR="00AA6156" w:rsidP="00AA6156" w:rsidRDefault="00AA6156" w14:paraId="7E9D3B75"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CABI5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bigelowii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Bigelow's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SAPUL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pulchra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Tealeaf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ARAL2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Arctostaphylos alpina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Alpine bearberry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EMNI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Empetrum nigrum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crowberry</w:t>
            </w:r>
          </w:p>
        </w:tc>
      </w:tr>
    </w:tbl>
    <w:p>
      <w:r>
        <w:rPr>
          <w:sz w:val="16"/>
        </w:rPr>
        <w:t>Species names are from the NRCS PLANTS database. Check species codes at http://plants.usda.gov.</w:t>
      </w:r>
    </w:p>
    <w:p w:rsidR="00AA6156" w:rsidP="00AA6156" w:rsidRDefault="00AA6156" w14:paraId="4B9DC5A7" w14:textId="77777777">
      <w:pPr>
        <w:pStyle w:val="InfoPara"/>
      </w:pPr>
      <w:r>
        <w:t>Disturbance Description</w:t>
      </w:r>
    </w:p>
    <w:p w:rsidR="00AA6156" w:rsidP="00AA6156" w:rsidRDefault="00AA6156" w14:paraId="7EB476F9" w14:textId="7A00347B">
      <w:r>
        <w:t>Little is known about the disturbance regime of this system. It tends to occur adjacent to low shrub and alpine tundra systems, and even in a patchy mosaic with dwarf and low shrub systems. Because these adjacent systems burn, it is likely that some fire will carry through th</w:t>
      </w:r>
      <w:r w:rsidR="00B63F4B">
        <w:t>is</w:t>
      </w:r>
      <w:r>
        <w:t xml:space="preserve"> system, especially in drier periods. Fire frequency is likely to depend on the adjacent vegetation. For this model, the fire return interval </w:t>
      </w:r>
      <w:r w:rsidR="00D31A2A">
        <w:t xml:space="preserve">(FRI) </w:t>
      </w:r>
      <w:r>
        <w:t>was estimated at twice that of the adjacent Western North American Boreal Mesic Scrub Birch-Willow Shrubland</w:t>
      </w:r>
      <w:r w:rsidR="00D14F66">
        <w:t xml:space="preserve"> - Boreal</w:t>
      </w:r>
      <w:r>
        <w:t xml:space="preserve"> BpS</w:t>
      </w:r>
      <w:r w:rsidR="00FD7BCF">
        <w:t xml:space="preserve"> (</w:t>
      </w:r>
      <w:r w:rsidR="00D14F66">
        <w:t>16101)</w:t>
      </w:r>
      <w:r>
        <w:t>.</w:t>
      </w:r>
    </w:p>
    <w:p w:rsidR="00AA6156" w:rsidP="00AA6156" w:rsidRDefault="00AA6156" w14:paraId="6C453075" w14:textId="77777777"/>
    <w:p w:rsidR="00397312" w:rsidP="00AA6156" w:rsidRDefault="00AA6156" w14:paraId="5F4CC1E3" w14:textId="4FC0B52C">
      <w:r>
        <w:t xml:space="preserve">Little is known about post-fire dynamics, but </w:t>
      </w:r>
      <w:proofErr w:type="spellStart"/>
      <w:r w:rsidRPr="00A21AFD">
        <w:rPr>
          <w:i/>
          <w:iCs/>
        </w:rPr>
        <w:t>Carex</w:t>
      </w:r>
      <w:proofErr w:type="spellEnd"/>
      <w:r w:rsidRPr="00A21AFD">
        <w:rPr>
          <w:i/>
          <w:iCs/>
        </w:rPr>
        <w:t xml:space="preserve"> </w:t>
      </w:r>
      <w:proofErr w:type="spellStart"/>
      <w:r w:rsidRPr="00A21AFD">
        <w:rPr>
          <w:i/>
          <w:iCs/>
        </w:rPr>
        <w:t>bigelowii</w:t>
      </w:r>
      <w:proofErr w:type="spellEnd"/>
      <w:r>
        <w:t xml:space="preserve"> is expected to maintain its dominance. Dwarf shrubs are likely to resprout or establish gradually over tim</w:t>
      </w:r>
      <w:r w:rsidR="008C1366">
        <w:t>e</w:t>
      </w:r>
      <w:r>
        <w:t xml:space="preserve"> but will remain a minor component of the system.</w:t>
      </w:r>
    </w:p>
    <w:p w:rsidR="00AA6156" w:rsidP="00AA6156" w:rsidRDefault="00AA6156" w14:paraId="1EB6FB88" w14:textId="37557AFC">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398</w:t>
            </w:r>
          </w:p>
        </w:tc>
        <w:tc>
          <w:p>
            <w:pPr>
              <w:jc w:val="center"/>
            </w:pPr>
            <w:r>
              <w:t>100</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398</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AA6156" w:rsidP="00AA6156" w:rsidRDefault="00AA6156" w14:paraId="43207710" w14:textId="77777777">
      <w:pPr>
        <w:pStyle w:val="InfoPara"/>
      </w:pPr>
      <w:r>
        <w:t>Scale Description</w:t>
      </w:r>
    </w:p>
    <w:p w:rsidR="00AA6156" w:rsidP="00AA6156" w:rsidRDefault="00AA6156" w14:paraId="4F84776E" w14:textId="77777777">
      <w:r>
        <w:t>Small to large patch</w:t>
      </w:r>
    </w:p>
    <w:p w:rsidR="00AA6156" w:rsidP="00AA6156" w:rsidRDefault="00AA6156" w14:paraId="532B5BB2" w14:textId="77777777">
      <w:pPr>
        <w:pStyle w:val="InfoPara"/>
      </w:pPr>
      <w:r>
        <w:t>Adjacency or Identification Concerns</w:t>
      </w:r>
    </w:p>
    <w:p w:rsidR="00AA6156" w:rsidP="00AA6156" w:rsidRDefault="00AA6156" w14:paraId="6068E8A2" w14:textId="75723DB3">
      <w:r>
        <w:t>There is no species overlap between boreal and Sub-boreal herbaceous alpine meadow types. Slope position may also be different</w:t>
      </w:r>
      <w:r w:rsidR="00A21AFD">
        <w:t>.</w:t>
      </w:r>
      <w:r w:rsidR="006D68E4">
        <w:t xml:space="preserve"> </w:t>
      </w:r>
      <w:r>
        <w:t xml:space="preserve">This </w:t>
      </w:r>
      <w:proofErr w:type="spellStart"/>
      <w:r w:rsidR="006D68E4">
        <w:t>BpS</w:t>
      </w:r>
      <w:proofErr w:type="spellEnd"/>
      <w:r>
        <w:t xml:space="preserve"> often occurs in a patchy mosaic with low and dwarf shrub types (</w:t>
      </w:r>
      <w:r w:rsidRPr="006D68E4">
        <w:rPr>
          <w:i/>
          <w:iCs/>
        </w:rPr>
        <w:t>Betula nana</w:t>
      </w:r>
      <w:r>
        <w:t xml:space="preserve"> and ericaceous dwarf shrub types).</w:t>
      </w:r>
    </w:p>
    <w:p w:rsidR="00AA6156" w:rsidP="00AA6156" w:rsidRDefault="00AA6156" w14:paraId="33B16BEA" w14:textId="77777777">
      <w:pPr>
        <w:pStyle w:val="InfoPara"/>
      </w:pPr>
      <w:r>
        <w:t>Issues or Problems</w:t>
      </w:r>
    </w:p>
    <w:p w:rsidR="00AA6156" w:rsidP="00AA6156" w:rsidRDefault="00AA6156" w14:paraId="7D4D3624" w14:textId="77777777">
      <w:pPr>
        <w:pStyle w:val="InfoPara"/>
      </w:pPr>
      <w:r>
        <w:t>Native Uncharacteristic Conditions</w:t>
      </w:r>
    </w:p>
    <w:p w:rsidR="00AA6156" w:rsidP="00AA6156" w:rsidRDefault="00AA6156" w14:paraId="162307C7" w14:textId="77777777"/>
    <w:p w:rsidR="00AA6156" w:rsidP="00AA6156" w:rsidRDefault="00AA6156" w14:paraId="58EE2B24" w14:textId="77777777">
      <w:pPr>
        <w:pStyle w:val="InfoPara"/>
      </w:pPr>
      <w:r>
        <w:t>Comments</w:t>
      </w:r>
    </w:p>
    <w:p w:rsidR="00397D1D" w:rsidP="00AA6156" w:rsidRDefault="00397D1D" w14:paraId="5C81959F" w14:textId="3E84EB7D">
      <w:r w:rsidRPr="000B6827">
        <w:t>In 2015</w:t>
      </w:r>
      <w:r w:rsidR="006D68E4">
        <w:t>,</w:t>
      </w:r>
      <w:r w:rsidRPr="000B6827">
        <w:t xml:space="preserve"> an extensive search was done by</w:t>
      </w:r>
      <w:r>
        <w:t xml:space="preserve"> Fire Effects Information System</w:t>
      </w:r>
      <w:r w:rsidRPr="000B6827">
        <w:t xml:space="preserve"> staff to locate information for a synthesis on </w:t>
      </w:r>
      <w:r w:rsidR="006D68E4">
        <w:t>f</w:t>
      </w:r>
      <w:r w:rsidRPr="000B6827">
        <w:t>ire regimes of Alaskan wet and mesic herbaceous systems</w:t>
      </w:r>
      <w:r w:rsidR="005109F0">
        <w:t xml:space="preserve"> (Innes 2015)</w:t>
      </w:r>
      <w:r w:rsidRPr="000B6827">
        <w:t xml:space="preserve">. No published information was found on mesic herbaceous meadows in the boreal alpine and subalpine zones. </w:t>
      </w:r>
    </w:p>
    <w:p w:rsidR="00397D1D" w:rsidP="00AA6156" w:rsidRDefault="00397D1D" w14:paraId="612B9862" w14:textId="77777777"/>
    <w:p w:rsidR="00AA6156" w:rsidP="00AA6156" w:rsidRDefault="00397D1D" w14:paraId="273ABED3" w14:textId="4A1E206E">
      <w:r>
        <w:t>During LANDFIRE National t</w:t>
      </w:r>
      <w:r w:rsidR="00AA6156">
        <w:t>his model was created for the boreal region of AK and did not receive review for other parts of the state.</w:t>
      </w:r>
      <w:r>
        <w:t xml:space="preserve"> </w:t>
      </w:r>
      <w:r w:rsidR="00AA6156">
        <w:t>Because no data are available about the dynamics of this fairly minor system, this model was based on best estimates, considering vegetation and site characteristics and the dynamics of adjacent vegetation types.</w:t>
      </w:r>
    </w:p>
    <w:p w:rsidR="00AA6156" w:rsidP="00AA6156" w:rsidRDefault="00AA6156" w14:paraId="13B7646B" w14:textId="77777777"/>
    <w:p w:rsidR="00AA6156" w:rsidP="00AA6156" w:rsidRDefault="00AA6156" w14:paraId="7D942672" w14:textId="77777777">
      <w:r>
        <w:t>Page Spencer is a suggested reviewer for this system.</w:t>
      </w:r>
    </w:p>
    <w:p w:rsidR="0083470B" w:rsidP="00AA6156" w:rsidRDefault="0083470B" w14:paraId="6FC3CEDC" w14:textId="77777777"/>
    <w:p w:rsidR="00977250" w:rsidP="00977250" w:rsidRDefault="00977250" w14:paraId="7B7E696D"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AA6156" w:rsidP="00AA6156" w:rsidRDefault="00AA6156" w14:paraId="5F426312" w14:textId="503420C2">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AA6156" w:rsidP="00AA6156" w:rsidRDefault="00AA6156" w14:paraId="3D16DF59" w14:textId="77777777"/>
    <w:p w:rsidR="00AA6156" w:rsidP="00AA6156" w:rsidRDefault="00AA6156" w14:paraId="318335A5"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04"/>
        <w:gridCol w:w="2472"/>
        <w:gridCol w:w="1992"/>
        <w:gridCol w:w="1956"/>
      </w:tblGrid>
      <w:tr w:rsidRPr="00AA6156" w:rsidR="00AA6156" w:rsidTr="00AA6156" w14:paraId="567D44A7" w14:textId="77777777">
        <w:tc>
          <w:tcPr>
            <w:tcW w:w="1104" w:type="dxa"/>
            <w:tcBorders>
              <w:top w:val="single" w:color="auto" w:sz="2" w:space="0"/>
              <w:bottom w:val="single" w:color="000000" w:sz="12" w:space="0"/>
            </w:tcBorders>
            <w:shd w:val="clear" w:color="auto" w:fill="auto"/>
          </w:tcPr>
          <w:p w:rsidRPr="00AA6156" w:rsidR="00AA6156" w:rsidP="00DB5368" w:rsidRDefault="00AA6156" w14:paraId="11ADCC64" w14:textId="77777777">
            <w:pPr>
              <w:rPr>
                <w:b/>
                <w:bCs/>
              </w:rPr>
            </w:pPr>
            <w:r w:rsidRPr="00AA6156">
              <w:rPr>
                <w:b/>
                <w:bCs/>
              </w:rPr>
              <w:t>Symbol</w:t>
            </w:r>
          </w:p>
        </w:tc>
        <w:tc>
          <w:tcPr>
            <w:tcW w:w="2472" w:type="dxa"/>
            <w:tcBorders>
              <w:top w:val="single" w:color="auto" w:sz="2" w:space="0"/>
              <w:bottom w:val="single" w:color="000000" w:sz="12" w:space="0"/>
            </w:tcBorders>
            <w:shd w:val="clear" w:color="auto" w:fill="auto"/>
          </w:tcPr>
          <w:p w:rsidRPr="00AA6156" w:rsidR="00AA6156" w:rsidP="00DB5368" w:rsidRDefault="00AA6156" w14:paraId="5386DCD0" w14:textId="77777777">
            <w:pPr>
              <w:rPr>
                <w:b/>
                <w:bCs/>
              </w:rPr>
            </w:pPr>
            <w:r w:rsidRPr="00AA6156">
              <w:rPr>
                <w:b/>
                <w:bCs/>
              </w:rPr>
              <w:t>Scientific Name</w:t>
            </w:r>
          </w:p>
        </w:tc>
        <w:tc>
          <w:tcPr>
            <w:tcW w:w="1992" w:type="dxa"/>
            <w:tcBorders>
              <w:top w:val="single" w:color="auto" w:sz="2" w:space="0"/>
              <w:bottom w:val="single" w:color="000000" w:sz="12" w:space="0"/>
            </w:tcBorders>
            <w:shd w:val="clear" w:color="auto" w:fill="auto"/>
          </w:tcPr>
          <w:p w:rsidRPr="00AA6156" w:rsidR="00AA6156" w:rsidP="00DB5368" w:rsidRDefault="00AA6156" w14:paraId="77D1F226" w14:textId="77777777">
            <w:pPr>
              <w:rPr>
                <w:b/>
                <w:bCs/>
              </w:rPr>
            </w:pPr>
            <w:r w:rsidRPr="00AA6156">
              <w:rPr>
                <w:b/>
                <w:bCs/>
              </w:rPr>
              <w:t>Common Name</w:t>
            </w:r>
          </w:p>
        </w:tc>
        <w:tc>
          <w:tcPr>
            <w:tcW w:w="1956" w:type="dxa"/>
            <w:tcBorders>
              <w:top w:val="single" w:color="auto" w:sz="2" w:space="0"/>
              <w:bottom w:val="single" w:color="000000" w:sz="12" w:space="0"/>
            </w:tcBorders>
            <w:shd w:val="clear" w:color="auto" w:fill="auto"/>
          </w:tcPr>
          <w:p w:rsidRPr="00AA6156" w:rsidR="00AA6156" w:rsidP="00DB5368" w:rsidRDefault="00AA6156" w14:paraId="4C438CCC" w14:textId="77777777">
            <w:pPr>
              <w:rPr>
                <w:b/>
                <w:bCs/>
              </w:rPr>
            </w:pPr>
            <w:r w:rsidRPr="00AA6156">
              <w:rPr>
                <w:b/>
                <w:bCs/>
              </w:rPr>
              <w:t>Canopy Position</w:t>
            </w:r>
          </w:p>
        </w:tc>
      </w:tr>
      <w:tr w:rsidRPr="00AA6156" w:rsidR="00AA6156" w:rsidTr="00AA6156" w14:paraId="18C48517" w14:textId="77777777">
        <w:tc>
          <w:tcPr>
            <w:tcW w:w="1104" w:type="dxa"/>
            <w:tcBorders>
              <w:top w:val="single" w:color="000000" w:sz="12" w:space="0"/>
            </w:tcBorders>
            <w:shd w:val="clear" w:color="auto" w:fill="auto"/>
          </w:tcPr>
          <w:p w:rsidRPr="00AA6156" w:rsidR="00AA6156" w:rsidP="00DB5368" w:rsidRDefault="00AA6156" w14:paraId="1EBF8CA4" w14:textId="77777777">
            <w:pPr>
              <w:rPr>
                <w:bCs/>
              </w:rPr>
            </w:pPr>
            <w:r w:rsidRPr="00AA6156">
              <w:rPr>
                <w:bCs/>
              </w:rPr>
              <w:t>CABI5</w:t>
            </w:r>
          </w:p>
        </w:tc>
        <w:tc>
          <w:tcPr>
            <w:tcW w:w="2472" w:type="dxa"/>
            <w:tcBorders>
              <w:top w:val="single" w:color="000000" w:sz="12" w:space="0"/>
            </w:tcBorders>
            <w:shd w:val="clear" w:color="auto" w:fill="auto"/>
          </w:tcPr>
          <w:p w:rsidRPr="00A21AFD" w:rsidR="00AA6156" w:rsidP="00DB5368" w:rsidRDefault="00AA6156" w14:paraId="35833E7B" w14:textId="77777777">
            <w:pPr>
              <w:rPr>
                <w:i/>
                <w:iCs/>
              </w:rPr>
            </w:pPr>
            <w:proofErr w:type="spellStart"/>
            <w:r w:rsidRPr="00A21AFD">
              <w:rPr>
                <w:i/>
                <w:iCs/>
              </w:rPr>
              <w:t>Carex</w:t>
            </w:r>
            <w:proofErr w:type="spellEnd"/>
            <w:r w:rsidRPr="00A21AFD">
              <w:rPr>
                <w:i/>
                <w:iCs/>
              </w:rPr>
              <w:t xml:space="preserve"> </w:t>
            </w:r>
            <w:proofErr w:type="spellStart"/>
            <w:r w:rsidRPr="00A21AFD">
              <w:rPr>
                <w:i/>
                <w:iCs/>
              </w:rPr>
              <w:t>bigelowii</w:t>
            </w:r>
            <w:proofErr w:type="spellEnd"/>
          </w:p>
        </w:tc>
        <w:tc>
          <w:tcPr>
            <w:tcW w:w="1992" w:type="dxa"/>
            <w:tcBorders>
              <w:top w:val="single" w:color="000000" w:sz="12" w:space="0"/>
            </w:tcBorders>
            <w:shd w:val="clear" w:color="auto" w:fill="auto"/>
          </w:tcPr>
          <w:p w:rsidRPr="00AA6156" w:rsidR="00AA6156" w:rsidP="00DB5368" w:rsidRDefault="00AA6156" w14:paraId="0700B26E" w14:textId="77777777">
            <w:r w:rsidRPr="00AA6156">
              <w:t>Bigelow's sedge</w:t>
            </w:r>
          </w:p>
        </w:tc>
        <w:tc>
          <w:tcPr>
            <w:tcW w:w="1956" w:type="dxa"/>
            <w:tcBorders>
              <w:top w:val="single" w:color="000000" w:sz="12" w:space="0"/>
            </w:tcBorders>
            <w:shd w:val="clear" w:color="auto" w:fill="auto"/>
          </w:tcPr>
          <w:p w:rsidRPr="00AA6156" w:rsidR="00AA6156" w:rsidP="00DB5368" w:rsidRDefault="00AA6156" w14:paraId="40C9CCD9" w14:textId="77777777">
            <w:r w:rsidRPr="00AA6156">
              <w:t>Upper</w:t>
            </w:r>
          </w:p>
        </w:tc>
      </w:tr>
      <w:tr w:rsidRPr="00AA6156" w:rsidR="006D0DF3" w:rsidTr="00AA6156" w14:paraId="5BDDCB69" w14:textId="77777777">
        <w:tc>
          <w:tcPr>
            <w:tcW w:w="1104" w:type="dxa"/>
            <w:shd w:val="clear" w:color="auto" w:fill="auto"/>
          </w:tcPr>
          <w:p w:rsidRPr="00AA6156" w:rsidR="006D0DF3" w:rsidP="006D0DF3" w:rsidRDefault="006D0DF3" w14:paraId="0BBF1075" w14:textId="128517C4">
            <w:pPr>
              <w:rPr>
                <w:bCs/>
              </w:rPr>
            </w:pPr>
            <w:r>
              <w:rPr>
                <w:bCs/>
              </w:rPr>
              <w:t>SAPUL</w:t>
            </w:r>
          </w:p>
        </w:tc>
        <w:tc>
          <w:tcPr>
            <w:tcW w:w="2472" w:type="dxa"/>
            <w:shd w:val="clear" w:color="auto" w:fill="auto"/>
          </w:tcPr>
          <w:p w:rsidRPr="006D0DF3" w:rsidR="006D0DF3" w:rsidP="006D0DF3" w:rsidRDefault="006D0DF3" w14:paraId="3BE6FEA5" w14:textId="16ED8309">
            <w:pPr>
              <w:rPr>
                <w:i/>
                <w:iCs/>
              </w:rPr>
            </w:pPr>
            <w:r>
              <w:rPr>
                <w:i/>
                <w:iCs/>
              </w:rPr>
              <w:t>Salix pulchra</w:t>
            </w:r>
          </w:p>
        </w:tc>
        <w:tc>
          <w:tcPr>
            <w:tcW w:w="1992" w:type="dxa"/>
            <w:shd w:val="clear" w:color="auto" w:fill="auto"/>
          </w:tcPr>
          <w:p w:rsidRPr="00AA6156" w:rsidR="006D0DF3" w:rsidP="006D0DF3" w:rsidRDefault="006D0DF3" w14:paraId="27C3C4E1" w14:textId="30C8B907">
            <w:r>
              <w:t>Tealeaf willow</w:t>
            </w:r>
          </w:p>
        </w:tc>
        <w:tc>
          <w:tcPr>
            <w:tcW w:w="1956" w:type="dxa"/>
            <w:shd w:val="clear" w:color="auto" w:fill="auto"/>
          </w:tcPr>
          <w:p w:rsidRPr="00AA6156" w:rsidR="006D0DF3" w:rsidP="006D0DF3" w:rsidRDefault="006D0DF3" w14:paraId="1C64A36A" w14:textId="5B572F1C">
            <w:r>
              <w:t>Upper</w:t>
            </w:r>
          </w:p>
        </w:tc>
      </w:tr>
      <w:tr w:rsidRPr="00AA6156" w:rsidR="006D0DF3" w:rsidTr="00AA6156" w14:paraId="71C62A3B" w14:textId="77777777">
        <w:tc>
          <w:tcPr>
            <w:tcW w:w="1104" w:type="dxa"/>
            <w:shd w:val="clear" w:color="auto" w:fill="auto"/>
          </w:tcPr>
          <w:p w:rsidRPr="00AA6156" w:rsidR="006D0DF3" w:rsidP="006D0DF3" w:rsidRDefault="006D0DF3" w14:paraId="4632782E" w14:textId="77777777">
            <w:pPr>
              <w:rPr>
                <w:bCs/>
              </w:rPr>
            </w:pPr>
            <w:r w:rsidRPr="00AA6156">
              <w:rPr>
                <w:bCs/>
              </w:rPr>
              <w:t>BENA</w:t>
            </w:r>
          </w:p>
        </w:tc>
        <w:tc>
          <w:tcPr>
            <w:tcW w:w="2472" w:type="dxa"/>
            <w:shd w:val="clear" w:color="auto" w:fill="auto"/>
          </w:tcPr>
          <w:p w:rsidRPr="00A21AFD" w:rsidR="006D0DF3" w:rsidP="006D0DF3" w:rsidRDefault="006D0DF3" w14:paraId="193958BA" w14:textId="77777777">
            <w:pPr>
              <w:rPr>
                <w:i/>
                <w:iCs/>
              </w:rPr>
            </w:pPr>
            <w:r w:rsidRPr="00A21AFD">
              <w:rPr>
                <w:i/>
                <w:iCs/>
              </w:rPr>
              <w:t>Betula nana</w:t>
            </w:r>
          </w:p>
        </w:tc>
        <w:tc>
          <w:tcPr>
            <w:tcW w:w="1992" w:type="dxa"/>
            <w:shd w:val="clear" w:color="auto" w:fill="auto"/>
          </w:tcPr>
          <w:p w:rsidRPr="00AA6156" w:rsidR="006D0DF3" w:rsidP="006D0DF3" w:rsidRDefault="006D0DF3" w14:paraId="480D8D25" w14:textId="77777777">
            <w:r w:rsidRPr="00AA6156">
              <w:t>Dwarf birch</w:t>
            </w:r>
          </w:p>
        </w:tc>
        <w:tc>
          <w:tcPr>
            <w:tcW w:w="1956" w:type="dxa"/>
            <w:shd w:val="clear" w:color="auto" w:fill="auto"/>
          </w:tcPr>
          <w:p w:rsidRPr="00AA6156" w:rsidR="006D0DF3" w:rsidP="006D0DF3" w:rsidRDefault="006D0DF3" w14:paraId="4AEC9969" w14:textId="77777777">
            <w:r w:rsidRPr="00AA6156">
              <w:t>Upper</w:t>
            </w:r>
          </w:p>
        </w:tc>
      </w:tr>
      <w:tr w:rsidRPr="00AA6156" w:rsidR="006D0DF3" w:rsidTr="00AA6156" w14:paraId="18AC3351" w14:textId="77777777">
        <w:tc>
          <w:tcPr>
            <w:tcW w:w="1104" w:type="dxa"/>
            <w:shd w:val="clear" w:color="auto" w:fill="auto"/>
          </w:tcPr>
          <w:p w:rsidRPr="00AA6156" w:rsidR="006D0DF3" w:rsidP="006D0DF3" w:rsidRDefault="006D0DF3" w14:paraId="5A4F1883" w14:textId="77777777">
            <w:pPr>
              <w:rPr>
                <w:bCs/>
              </w:rPr>
            </w:pPr>
            <w:r w:rsidRPr="00AA6156">
              <w:rPr>
                <w:bCs/>
              </w:rPr>
              <w:t>ARAL2</w:t>
            </w:r>
          </w:p>
        </w:tc>
        <w:tc>
          <w:tcPr>
            <w:tcW w:w="2472" w:type="dxa"/>
            <w:shd w:val="clear" w:color="auto" w:fill="auto"/>
          </w:tcPr>
          <w:p w:rsidRPr="00A21AFD" w:rsidR="006D0DF3" w:rsidP="006D0DF3" w:rsidRDefault="006D0DF3" w14:paraId="276C35D4" w14:textId="77777777">
            <w:pPr>
              <w:rPr>
                <w:i/>
                <w:iCs/>
              </w:rPr>
            </w:pPr>
            <w:r w:rsidRPr="00A21AFD">
              <w:rPr>
                <w:i/>
                <w:iCs/>
              </w:rPr>
              <w:t xml:space="preserve">Arctostaphylos </w:t>
            </w:r>
            <w:proofErr w:type="spellStart"/>
            <w:r w:rsidRPr="00A21AFD">
              <w:rPr>
                <w:i/>
                <w:iCs/>
              </w:rPr>
              <w:t>alpina</w:t>
            </w:r>
            <w:proofErr w:type="spellEnd"/>
          </w:p>
        </w:tc>
        <w:tc>
          <w:tcPr>
            <w:tcW w:w="1992" w:type="dxa"/>
            <w:shd w:val="clear" w:color="auto" w:fill="auto"/>
          </w:tcPr>
          <w:p w:rsidRPr="00AA6156" w:rsidR="006D0DF3" w:rsidP="006D0DF3" w:rsidRDefault="006D0DF3" w14:paraId="7D59D07E" w14:textId="77777777">
            <w:r w:rsidRPr="00AA6156">
              <w:t>Alpine bearberry</w:t>
            </w:r>
          </w:p>
        </w:tc>
        <w:tc>
          <w:tcPr>
            <w:tcW w:w="1956" w:type="dxa"/>
            <w:shd w:val="clear" w:color="auto" w:fill="auto"/>
          </w:tcPr>
          <w:p w:rsidRPr="00AA6156" w:rsidR="006D0DF3" w:rsidP="006D0DF3" w:rsidRDefault="006D0DF3" w14:paraId="79A060BD" w14:textId="77777777">
            <w:r w:rsidRPr="00AA6156">
              <w:t>Upper</w:t>
            </w:r>
          </w:p>
        </w:tc>
      </w:tr>
      <w:tr w:rsidRPr="00AA6156" w:rsidR="006D0DF3" w:rsidTr="00AA6156" w14:paraId="125DC06A" w14:textId="77777777">
        <w:tc>
          <w:tcPr>
            <w:tcW w:w="1104" w:type="dxa"/>
            <w:shd w:val="clear" w:color="auto" w:fill="auto"/>
          </w:tcPr>
          <w:p w:rsidRPr="00AA6156" w:rsidR="006D0DF3" w:rsidP="006D0DF3" w:rsidRDefault="006D0DF3" w14:paraId="21395942" w14:textId="77777777">
            <w:pPr>
              <w:rPr>
                <w:bCs/>
              </w:rPr>
            </w:pPr>
            <w:r w:rsidRPr="00AA6156">
              <w:rPr>
                <w:bCs/>
              </w:rPr>
              <w:t>EMNI</w:t>
            </w:r>
          </w:p>
        </w:tc>
        <w:tc>
          <w:tcPr>
            <w:tcW w:w="2472" w:type="dxa"/>
            <w:shd w:val="clear" w:color="auto" w:fill="auto"/>
          </w:tcPr>
          <w:p w:rsidRPr="00A21AFD" w:rsidR="006D0DF3" w:rsidP="006D0DF3" w:rsidRDefault="006D0DF3" w14:paraId="3022009C" w14:textId="77777777">
            <w:pPr>
              <w:rPr>
                <w:i/>
                <w:iCs/>
              </w:rPr>
            </w:pPr>
            <w:proofErr w:type="spellStart"/>
            <w:r w:rsidRPr="00A21AFD">
              <w:rPr>
                <w:i/>
                <w:iCs/>
              </w:rPr>
              <w:t>Empetrum</w:t>
            </w:r>
            <w:proofErr w:type="spellEnd"/>
            <w:r w:rsidRPr="00A21AFD">
              <w:rPr>
                <w:i/>
                <w:iCs/>
              </w:rPr>
              <w:t xml:space="preserve"> nigrum</w:t>
            </w:r>
          </w:p>
        </w:tc>
        <w:tc>
          <w:tcPr>
            <w:tcW w:w="1992" w:type="dxa"/>
            <w:shd w:val="clear" w:color="auto" w:fill="auto"/>
          </w:tcPr>
          <w:p w:rsidRPr="00AA6156" w:rsidR="006D0DF3" w:rsidP="006D0DF3" w:rsidRDefault="006D0DF3" w14:paraId="237E2D07" w14:textId="77777777">
            <w:r w:rsidRPr="00AA6156">
              <w:t>Black crowberry</w:t>
            </w:r>
          </w:p>
        </w:tc>
        <w:tc>
          <w:tcPr>
            <w:tcW w:w="1956" w:type="dxa"/>
            <w:shd w:val="clear" w:color="auto" w:fill="auto"/>
          </w:tcPr>
          <w:p w:rsidRPr="00AA6156" w:rsidR="006D0DF3" w:rsidP="006D0DF3" w:rsidRDefault="006D0DF3" w14:paraId="3A921C8A" w14:textId="77777777">
            <w:r w:rsidRPr="00AA6156">
              <w:t>Upper</w:t>
            </w:r>
          </w:p>
        </w:tc>
      </w:tr>
    </w:tbl>
    <w:p w:rsidR="00AA6156" w:rsidP="00AA6156" w:rsidRDefault="00AA6156" w14:paraId="31AB53A9" w14:textId="77777777"/>
    <w:p w:rsidR="00AA6156" w:rsidP="00AA6156" w:rsidRDefault="00AA6156" w14:paraId="14B55A3B" w14:textId="77777777">
      <w:pPr>
        <w:pStyle w:val="SClassInfoPara"/>
      </w:pPr>
      <w:r>
        <w:t>Description</w:t>
      </w:r>
    </w:p>
    <w:p w:rsidR="00AA6156" w:rsidP="00AA6156" w:rsidRDefault="00AA6156" w14:paraId="55058533" w14:textId="0D2061DF">
      <w:r>
        <w:t>Mesic herbaceous.</w:t>
      </w:r>
      <w:r w:rsidR="007D7AB9">
        <w:t xml:space="preserve"> </w:t>
      </w:r>
      <w:r>
        <w:t xml:space="preserve">In interior Alaska, </w:t>
      </w:r>
      <w:proofErr w:type="spellStart"/>
      <w:r w:rsidRPr="00A21AFD">
        <w:rPr>
          <w:i/>
          <w:iCs/>
        </w:rPr>
        <w:t>Carex</w:t>
      </w:r>
      <w:proofErr w:type="spellEnd"/>
      <w:r w:rsidRPr="00A21AFD">
        <w:rPr>
          <w:i/>
          <w:iCs/>
        </w:rPr>
        <w:t xml:space="preserve"> </w:t>
      </w:r>
      <w:proofErr w:type="spellStart"/>
      <w:r w:rsidRPr="00A21AFD">
        <w:rPr>
          <w:i/>
          <w:iCs/>
        </w:rPr>
        <w:t>bigelowii</w:t>
      </w:r>
      <w:proofErr w:type="spellEnd"/>
      <w:r>
        <w:t xml:space="preserve"> is the dominant species. Other herbaceous species, including </w:t>
      </w:r>
      <w:proofErr w:type="spellStart"/>
      <w:r w:rsidRPr="00A21AFD">
        <w:rPr>
          <w:i/>
          <w:iCs/>
        </w:rPr>
        <w:t>Luzula</w:t>
      </w:r>
      <w:proofErr w:type="spellEnd"/>
      <w:r w:rsidRPr="00A21AFD">
        <w:rPr>
          <w:i/>
          <w:iCs/>
        </w:rPr>
        <w:t xml:space="preserve"> </w:t>
      </w:r>
      <w:proofErr w:type="spellStart"/>
      <w:r w:rsidRPr="00A21AFD">
        <w:rPr>
          <w:i/>
          <w:iCs/>
        </w:rPr>
        <w:t>confusa</w:t>
      </w:r>
      <w:proofErr w:type="spellEnd"/>
      <w:r>
        <w:t xml:space="preserve">, are frequently present, along with a well-developed lichen layer. Dwarf shrubs such as </w:t>
      </w:r>
      <w:r w:rsidRPr="00A21AFD">
        <w:rPr>
          <w:i/>
          <w:iCs/>
        </w:rPr>
        <w:t xml:space="preserve">Arctostaphylos </w:t>
      </w:r>
      <w:proofErr w:type="spellStart"/>
      <w:r w:rsidRPr="00A21AFD">
        <w:rPr>
          <w:i/>
          <w:iCs/>
        </w:rPr>
        <w:t>alpina</w:t>
      </w:r>
      <w:proofErr w:type="spellEnd"/>
      <w:r w:rsidRPr="00A21AFD">
        <w:rPr>
          <w:i/>
          <w:iCs/>
        </w:rPr>
        <w:t xml:space="preserve">, </w:t>
      </w:r>
      <w:proofErr w:type="spellStart"/>
      <w:r w:rsidRPr="00A21AFD">
        <w:rPr>
          <w:i/>
          <w:iCs/>
        </w:rPr>
        <w:t>Empetrum</w:t>
      </w:r>
      <w:proofErr w:type="spellEnd"/>
      <w:r w:rsidRPr="00A21AFD">
        <w:rPr>
          <w:i/>
          <w:iCs/>
        </w:rPr>
        <w:t xml:space="preserve"> nigrum,</w:t>
      </w:r>
      <w:r>
        <w:t xml:space="preserve"> </w:t>
      </w:r>
      <w:r w:rsidRPr="00A21AFD" w:rsidR="006D0DF3">
        <w:rPr>
          <w:i/>
          <w:iCs/>
        </w:rPr>
        <w:t>Salix pulchra,</w:t>
      </w:r>
      <w:r w:rsidR="006D0DF3">
        <w:t xml:space="preserve"> </w:t>
      </w:r>
      <w:r>
        <w:t xml:space="preserve">and </w:t>
      </w:r>
      <w:r w:rsidRPr="00A21AFD">
        <w:rPr>
          <w:i/>
          <w:iCs/>
        </w:rPr>
        <w:t>Betula nana</w:t>
      </w:r>
      <w:r>
        <w:t xml:space="preserve"> are present, </w:t>
      </w:r>
      <w:r w:rsidR="008C1366">
        <w:t>and in places can</w:t>
      </w:r>
      <w:r w:rsidR="00BB254E">
        <w:t xml:space="preserve"> </w:t>
      </w:r>
      <w:r>
        <w:t xml:space="preserve">contribute 25% </w:t>
      </w:r>
      <w:r w:rsidR="008C1366">
        <w:t xml:space="preserve">-50% </w:t>
      </w:r>
      <w:r>
        <w:t>to the canopy cover (Boggs and Sturdy 2005</w:t>
      </w:r>
      <w:r w:rsidR="008C1366">
        <w:t>, Spellman pers. comm. 2022</w:t>
      </w:r>
      <w:r>
        <w:t>).</w:t>
      </w:r>
    </w:p>
    <w:p w:rsidR="00AA6156" w:rsidP="00AA6156" w:rsidRDefault="00AA6156" w14:paraId="4FD3E911" w14:textId="77777777"/>
    <w:p w:rsidR="00AA6156" w:rsidP="00AA6156" w:rsidRDefault="00AA6156" w14:paraId="1D0B2DFD" w14:textId="29742B5C">
      <w:r>
        <w:t xml:space="preserve">Although this system tends to be fairly moist, litter accumulation will provide enough fuel to carry a fire during dry periods. This BpS is relatively stable over time. </w:t>
      </w:r>
    </w:p>
    <w:p w:rsidR="00AA6156" w:rsidP="00AA6156" w:rsidRDefault="00AA6156" w14:paraId="50EFFC01"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Early1:ALL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0.0025</w:t>
            </w:r>
          </w:p>
        </w:tc>
        <w:tc>
          <w:p>
            <w:pPr>
              <w:jc w:val="center"/>
            </w:pPr>
            <w:r>
              <w:rPr>
                <w:sz w:val="20"/>
              </w:rPr>
              <w:t>400</w:t>
            </w:r>
          </w:p>
        </w:tc>
        <w:tc>
          <w:p>
            <w:pPr>
              <w:jc w:val="center"/>
            </w:pPr>
            <w:r>
              <w:rPr>
                <w:sz w:val="20"/>
              </w:rPr>
              <w:t>No</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AA6156" w:rsidP="00AA6156" w:rsidRDefault="00AA6156" w14:paraId="1CA21D68" w14:textId="77777777">
      <w:r>
        <w:t>Boggs, K. and Sturdy, M. 2005.  Plant associations and post-fire vegetation succession in Yukon-Charley Rivers National Preserve.  Alaska Natural Heritage Program, Environment and Natural Resources Institute, University of Alaska Anchorage. Prepared For: National Park Service, Landcover Mapping Program, National Park Service-Alaska Support Office, Anchorage, Alaska 99501.</w:t>
      </w:r>
    </w:p>
    <w:p w:rsidR="00AA6156" w:rsidP="00AA6156" w:rsidRDefault="00AA6156" w14:paraId="124EE2BF" w14:textId="77777777"/>
    <w:p w:rsidR="00AA6156" w:rsidP="00AA6156" w:rsidRDefault="00AA6156" w14:paraId="775D6332" w14:textId="77777777">
      <w:r>
        <w:t xml:space="preserve">Boggs, K., A. Garibaldi, J. Stevens, J. </w:t>
      </w:r>
      <w:proofErr w:type="spellStart"/>
      <w:r>
        <w:t>Grunblatt</w:t>
      </w:r>
      <w:proofErr w:type="spellEnd"/>
      <w:r>
        <w:t xml:space="preserve">, and T. </w:t>
      </w:r>
      <w:proofErr w:type="spellStart"/>
      <w:r>
        <w:t>Helt</w:t>
      </w:r>
      <w:proofErr w:type="spellEnd"/>
      <w:r>
        <w:t>. 2001. Denali National Park and Preserve Landcover mapping project. Volume 2: Landcover classes and plant associations. Alaska Natural Heritage Program, Environment and Natural Resources Institute, University of Alaska Anchorage, 707 A Street, Anchorage, AK. 164 pp.</w:t>
      </w:r>
    </w:p>
    <w:p w:rsidR="00AA6156" w:rsidP="00AA6156" w:rsidRDefault="00AA6156" w14:paraId="54B35CA4" w14:textId="77777777"/>
    <w:p w:rsidR="00B82142" w:rsidP="00B82142" w:rsidRDefault="00B82142" w14:paraId="7FF5D392" w14:textId="77777777">
      <w:r w:rsidRPr="009D63C7">
        <w:t>Innes, Robin J. 2015. Fire regimes of Alaskan wet and mesic herbaceous systems. In: Fire Effects Information System, [Online]. U.S. Department of Agriculture, Forest Service, Rocky Mountain Research Station, Missoula Fire Sciences Laboratory (Producer). Available: http://www.fs.fed.us/database/feis/fire_regimes/AK_wet_herbaceous/all.html [2016, August 2].</w:t>
      </w:r>
    </w:p>
    <w:p w:rsidR="00B82142" w:rsidP="00AA6156" w:rsidRDefault="00B82142" w14:paraId="14C279A2" w14:textId="77777777"/>
    <w:p w:rsidRPr="00A43E41" w:rsidR="004D5F12" w:rsidP="00AA6156" w:rsidRDefault="00AA6156" w14:paraId="1DC6A2E0" w14:textId="3A8A068A">
      <w:r>
        <w:t>NatureServe. 2008. International Ecological Classification Standard: Terrestrial Ecological Classifications. Draft Ecological Systems Description for Alaska Boreal and Sub-boreal Regions.</w:t>
      </w:r>
    </w:p>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43AF6" w:rsidRDefault="00B43AF6" w14:paraId="37C3229D" w14:textId="77777777">
      <w:r>
        <w:separator/>
      </w:r>
    </w:p>
  </w:endnote>
  <w:endnote w:type="continuationSeparator" w:id="0">
    <w:p w:rsidR="00B43AF6" w:rsidRDefault="00B43AF6" w14:paraId="13D8365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A6156" w:rsidP="00AA6156" w:rsidRDefault="00AA6156" w14:paraId="67BC27B4"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43AF6" w:rsidRDefault="00B43AF6" w14:paraId="1EDA3C0B" w14:textId="77777777">
      <w:r>
        <w:separator/>
      </w:r>
    </w:p>
  </w:footnote>
  <w:footnote w:type="continuationSeparator" w:id="0">
    <w:p w:rsidR="00B43AF6" w:rsidRDefault="00B43AF6" w14:paraId="2C64224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AA6156" w:rsidRDefault="00A43E41" w14:paraId="34563F66"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453597149">
    <w:abstractNumId w:val="1"/>
  </w:num>
  <w:num w:numId="2" w16cid:durableId="1144855416">
    <w:abstractNumId w:val="0"/>
  </w:num>
  <w:num w:numId="3" w16cid:durableId="12387846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156"/>
    <w:rsid w:val="00017264"/>
    <w:rsid w:val="0003202F"/>
    <w:rsid w:val="0004797F"/>
    <w:rsid w:val="000536E2"/>
    <w:rsid w:val="00074FEE"/>
    <w:rsid w:val="00077A85"/>
    <w:rsid w:val="00097251"/>
    <w:rsid w:val="000B6827"/>
    <w:rsid w:val="000C7DD7"/>
    <w:rsid w:val="000E1EC5"/>
    <w:rsid w:val="000E759B"/>
    <w:rsid w:val="00110079"/>
    <w:rsid w:val="00117805"/>
    <w:rsid w:val="00174486"/>
    <w:rsid w:val="00176A45"/>
    <w:rsid w:val="001824B8"/>
    <w:rsid w:val="00196C68"/>
    <w:rsid w:val="001A5277"/>
    <w:rsid w:val="001E43F5"/>
    <w:rsid w:val="00212A65"/>
    <w:rsid w:val="002206B7"/>
    <w:rsid w:val="00220975"/>
    <w:rsid w:val="00242A9C"/>
    <w:rsid w:val="00272B25"/>
    <w:rsid w:val="00292706"/>
    <w:rsid w:val="002A69B2"/>
    <w:rsid w:val="002E41A1"/>
    <w:rsid w:val="002F0844"/>
    <w:rsid w:val="002F1BF6"/>
    <w:rsid w:val="00300000"/>
    <w:rsid w:val="0031662A"/>
    <w:rsid w:val="003172E2"/>
    <w:rsid w:val="00320910"/>
    <w:rsid w:val="003319D8"/>
    <w:rsid w:val="00373DAF"/>
    <w:rsid w:val="00384BEC"/>
    <w:rsid w:val="00397312"/>
    <w:rsid w:val="00397D1D"/>
    <w:rsid w:val="003C703C"/>
    <w:rsid w:val="003F322E"/>
    <w:rsid w:val="003F672A"/>
    <w:rsid w:val="00411CEC"/>
    <w:rsid w:val="00414DA8"/>
    <w:rsid w:val="00424E99"/>
    <w:rsid w:val="0042550C"/>
    <w:rsid w:val="0042737A"/>
    <w:rsid w:val="00447BAA"/>
    <w:rsid w:val="00452B5E"/>
    <w:rsid w:val="00455D4C"/>
    <w:rsid w:val="004570D5"/>
    <w:rsid w:val="00476F39"/>
    <w:rsid w:val="00485B33"/>
    <w:rsid w:val="00491F12"/>
    <w:rsid w:val="004D5F12"/>
    <w:rsid w:val="004D7DCF"/>
    <w:rsid w:val="004E2162"/>
    <w:rsid w:val="004E338F"/>
    <w:rsid w:val="004E7DB5"/>
    <w:rsid w:val="005035F5"/>
    <w:rsid w:val="00503C61"/>
    <w:rsid w:val="005109F0"/>
    <w:rsid w:val="00513848"/>
    <w:rsid w:val="00513AFB"/>
    <w:rsid w:val="0052386E"/>
    <w:rsid w:val="005269F5"/>
    <w:rsid w:val="00530D3E"/>
    <w:rsid w:val="00537D33"/>
    <w:rsid w:val="0054090D"/>
    <w:rsid w:val="005446EB"/>
    <w:rsid w:val="00557492"/>
    <w:rsid w:val="005B1DDE"/>
    <w:rsid w:val="005C7A42"/>
    <w:rsid w:val="005D242C"/>
    <w:rsid w:val="005E6650"/>
    <w:rsid w:val="005F3253"/>
    <w:rsid w:val="005F5E89"/>
    <w:rsid w:val="00605473"/>
    <w:rsid w:val="00616941"/>
    <w:rsid w:val="00621C0C"/>
    <w:rsid w:val="00646981"/>
    <w:rsid w:val="006B3ED8"/>
    <w:rsid w:val="006C5B04"/>
    <w:rsid w:val="006C773C"/>
    <w:rsid w:val="006D0DF3"/>
    <w:rsid w:val="006D68E4"/>
    <w:rsid w:val="006E4CB6"/>
    <w:rsid w:val="006E57D4"/>
    <w:rsid w:val="006F39FC"/>
    <w:rsid w:val="007173CD"/>
    <w:rsid w:val="00722B5D"/>
    <w:rsid w:val="00740E0B"/>
    <w:rsid w:val="00747459"/>
    <w:rsid w:val="007742B4"/>
    <w:rsid w:val="007979B4"/>
    <w:rsid w:val="007A721A"/>
    <w:rsid w:val="007B5284"/>
    <w:rsid w:val="007C7863"/>
    <w:rsid w:val="007D7AB9"/>
    <w:rsid w:val="00820371"/>
    <w:rsid w:val="00821A9F"/>
    <w:rsid w:val="0083470B"/>
    <w:rsid w:val="0084119C"/>
    <w:rsid w:val="00850C8E"/>
    <w:rsid w:val="00867981"/>
    <w:rsid w:val="008779C3"/>
    <w:rsid w:val="00887525"/>
    <w:rsid w:val="008C1366"/>
    <w:rsid w:val="008C6D73"/>
    <w:rsid w:val="008F01B1"/>
    <w:rsid w:val="008F1579"/>
    <w:rsid w:val="008F3474"/>
    <w:rsid w:val="00901CA2"/>
    <w:rsid w:val="00907797"/>
    <w:rsid w:val="00945DBA"/>
    <w:rsid w:val="00966095"/>
    <w:rsid w:val="00977250"/>
    <w:rsid w:val="00986A7A"/>
    <w:rsid w:val="009B03E6"/>
    <w:rsid w:val="009B232E"/>
    <w:rsid w:val="009D25CD"/>
    <w:rsid w:val="009D674B"/>
    <w:rsid w:val="009E0DB5"/>
    <w:rsid w:val="009F523A"/>
    <w:rsid w:val="00A16194"/>
    <w:rsid w:val="00A21AFD"/>
    <w:rsid w:val="00A2791D"/>
    <w:rsid w:val="00A309E2"/>
    <w:rsid w:val="00A36D75"/>
    <w:rsid w:val="00A43E41"/>
    <w:rsid w:val="00A6020D"/>
    <w:rsid w:val="00AA6156"/>
    <w:rsid w:val="00AB3795"/>
    <w:rsid w:val="00AF1CDE"/>
    <w:rsid w:val="00AF1E11"/>
    <w:rsid w:val="00AF4B2B"/>
    <w:rsid w:val="00B22ECB"/>
    <w:rsid w:val="00B30030"/>
    <w:rsid w:val="00B43AF6"/>
    <w:rsid w:val="00B44A3C"/>
    <w:rsid w:val="00B63F4B"/>
    <w:rsid w:val="00B82142"/>
    <w:rsid w:val="00B84C7B"/>
    <w:rsid w:val="00BB254E"/>
    <w:rsid w:val="00BC14B6"/>
    <w:rsid w:val="00BC39EE"/>
    <w:rsid w:val="00BE4296"/>
    <w:rsid w:val="00BF5474"/>
    <w:rsid w:val="00C07F5E"/>
    <w:rsid w:val="00C50B12"/>
    <w:rsid w:val="00C5204F"/>
    <w:rsid w:val="00C66E45"/>
    <w:rsid w:val="00C80C09"/>
    <w:rsid w:val="00CA0BB9"/>
    <w:rsid w:val="00CA1418"/>
    <w:rsid w:val="00CD6118"/>
    <w:rsid w:val="00CD68F6"/>
    <w:rsid w:val="00CE79FF"/>
    <w:rsid w:val="00CF2056"/>
    <w:rsid w:val="00D060DC"/>
    <w:rsid w:val="00D14F66"/>
    <w:rsid w:val="00D16916"/>
    <w:rsid w:val="00D178C7"/>
    <w:rsid w:val="00D306FA"/>
    <w:rsid w:val="00D31A2A"/>
    <w:rsid w:val="00D367FB"/>
    <w:rsid w:val="00D46D39"/>
    <w:rsid w:val="00D52C2E"/>
    <w:rsid w:val="00D534D2"/>
    <w:rsid w:val="00D553D0"/>
    <w:rsid w:val="00D62775"/>
    <w:rsid w:val="00D81349"/>
    <w:rsid w:val="00D92158"/>
    <w:rsid w:val="00D95971"/>
    <w:rsid w:val="00DA63B1"/>
    <w:rsid w:val="00DB16CA"/>
    <w:rsid w:val="00DC4BA7"/>
    <w:rsid w:val="00DD3902"/>
    <w:rsid w:val="00DE0F2D"/>
    <w:rsid w:val="00DE40A7"/>
    <w:rsid w:val="00DE7AB5"/>
    <w:rsid w:val="00DF0616"/>
    <w:rsid w:val="00E109E9"/>
    <w:rsid w:val="00E50BB8"/>
    <w:rsid w:val="00E61C50"/>
    <w:rsid w:val="00E7520B"/>
    <w:rsid w:val="00EB2776"/>
    <w:rsid w:val="00EC4A14"/>
    <w:rsid w:val="00EF02EA"/>
    <w:rsid w:val="00F43204"/>
    <w:rsid w:val="00F86C13"/>
    <w:rsid w:val="00F948F2"/>
    <w:rsid w:val="00FD77FD"/>
    <w:rsid w:val="00FD7BCF"/>
    <w:rsid w:val="00FE2EE9"/>
    <w:rsid w:val="00FE3B73"/>
    <w:rsid w:val="00FE41CA"/>
    <w:rsid w:val="00FE6871"/>
    <w:rsid w:val="00FF0FAC"/>
    <w:rsid w:val="3C672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A0138A"/>
  <w15:docId w15:val="{EE488945-D94B-4801-A086-D7058517EB1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4570D5"/>
    <w:pPr>
      <w:ind w:left="720"/>
    </w:pPr>
    <w:rPr>
      <w:rFonts w:ascii="Calibri" w:hAnsi="Calibri" w:eastAsia="Calibri"/>
      <w:sz w:val="22"/>
      <w:szCs w:val="22"/>
    </w:rPr>
  </w:style>
  <w:style w:type="character" w:styleId="Hyperlink">
    <w:name w:val="Hyperlink"/>
    <w:rsid w:val="004570D5"/>
    <w:rPr>
      <w:color w:val="0000FF"/>
      <w:u w:val="single"/>
    </w:rPr>
  </w:style>
  <w:style w:type="character" w:styleId="CommentReference">
    <w:name w:val="annotation reference"/>
    <w:basedOn w:val="DefaultParagraphFont"/>
    <w:uiPriority w:val="99"/>
    <w:semiHidden/>
    <w:unhideWhenUsed/>
    <w:rsid w:val="00FD7BCF"/>
    <w:rPr>
      <w:sz w:val="16"/>
      <w:szCs w:val="16"/>
    </w:rPr>
  </w:style>
  <w:style w:type="paragraph" w:styleId="CommentText">
    <w:name w:val="annotation text"/>
    <w:basedOn w:val="Normal"/>
    <w:link w:val="CommentTextChar"/>
    <w:uiPriority w:val="99"/>
    <w:unhideWhenUsed/>
    <w:rsid w:val="00FD7BCF"/>
    <w:rPr>
      <w:sz w:val="20"/>
      <w:szCs w:val="20"/>
    </w:rPr>
  </w:style>
  <w:style w:type="character" w:styleId="CommentTextChar" w:customStyle="1">
    <w:name w:val="Comment Text Char"/>
    <w:basedOn w:val="DefaultParagraphFont"/>
    <w:link w:val="CommentText"/>
    <w:uiPriority w:val="99"/>
    <w:rsid w:val="00FD7BCF"/>
  </w:style>
  <w:style w:type="paragraph" w:styleId="CommentSubject">
    <w:name w:val="annotation subject"/>
    <w:basedOn w:val="CommentText"/>
    <w:next w:val="CommentText"/>
    <w:link w:val="CommentSubjectChar"/>
    <w:uiPriority w:val="99"/>
    <w:semiHidden/>
    <w:unhideWhenUsed/>
    <w:rsid w:val="00FD7BCF"/>
    <w:rPr>
      <w:b/>
      <w:bCs/>
    </w:rPr>
  </w:style>
  <w:style w:type="character" w:styleId="CommentSubjectChar" w:customStyle="1">
    <w:name w:val="Comment Subject Char"/>
    <w:basedOn w:val="CommentTextChar"/>
    <w:link w:val="CommentSubject"/>
    <w:uiPriority w:val="99"/>
    <w:semiHidden/>
    <w:rsid w:val="00FD7BCF"/>
    <w:rPr>
      <w:b/>
      <w:bCs/>
    </w:rPr>
  </w:style>
  <w:style w:type="paragraph" w:styleId="BalloonText">
    <w:name w:val="Balloon Text"/>
    <w:basedOn w:val="Normal"/>
    <w:link w:val="BalloonTextChar"/>
    <w:uiPriority w:val="99"/>
    <w:semiHidden/>
    <w:unhideWhenUsed/>
    <w:rsid w:val="00FD7BCF"/>
    <w:rPr>
      <w:rFonts w:ascii="Segoe UI" w:hAnsi="Segoe UI" w:cs="Segoe UI"/>
      <w:sz w:val="18"/>
      <w:szCs w:val="18"/>
    </w:rPr>
  </w:style>
  <w:style w:type="character" w:styleId="BalloonTextChar" w:customStyle="1">
    <w:name w:val="Balloon Text Char"/>
    <w:basedOn w:val="DefaultParagraphFont"/>
    <w:link w:val="BalloonText"/>
    <w:uiPriority w:val="99"/>
    <w:semiHidden/>
    <w:rsid w:val="00FD7BCF"/>
    <w:rPr>
      <w:rFonts w:ascii="Segoe UI" w:hAnsi="Segoe UI" w:cs="Segoe UI"/>
      <w:sz w:val="18"/>
      <w:szCs w:val="18"/>
    </w:rPr>
  </w:style>
  <w:style w:type="character" w:styleId="Strong">
    <w:name w:val="Strong"/>
    <w:basedOn w:val="DefaultParagraphFont"/>
    <w:uiPriority w:val="22"/>
    <w:qFormat/>
    <w:rsid w:val="006E4CB6"/>
    <w:rPr>
      <w:b/>
      <w:bCs/>
    </w:rPr>
  </w:style>
  <w:style w:type="table" w:styleId="TableGrid">
    <w:name w:val="Table Grid"/>
    <w:basedOn w:val="TableNormal"/>
    <w:uiPriority w:val="59"/>
    <w:rsid w:val="002F1BF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rsid w:val="008C136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656433">
      <w:bodyDiv w:val="1"/>
      <w:marLeft w:val="0"/>
      <w:marRight w:val="0"/>
      <w:marTop w:val="0"/>
      <w:marBottom w:val="0"/>
      <w:divBdr>
        <w:top w:val="none" w:sz="0" w:space="0" w:color="auto"/>
        <w:left w:val="none" w:sz="0" w:space="0" w:color="auto"/>
        <w:bottom w:val="none" w:sz="0" w:space="0" w:color="auto"/>
        <w:right w:val="none" w:sz="0" w:space="0" w:color="auto"/>
      </w:divBdr>
    </w:div>
    <w:div w:id="221793918">
      <w:bodyDiv w:val="1"/>
      <w:marLeft w:val="0"/>
      <w:marRight w:val="0"/>
      <w:marTop w:val="0"/>
      <w:marBottom w:val="0"/>
      <w:divBdr>
        <w:top w:val="none" w:sz="0" w:space="0" w:color="auto"/>
        <w:left w:val="none" w:sz="0" w:space="0" w:color="auto"/>
        <w:bottom w:val="none" w:sz="0" w:space="0" w:color="auto"/>
        <w:right w:val="none" w:sz="0" w:space="0" w:color="auto"/>
      </w:divBdr>
    </w:div>
    <w:div w:id="463931866">
      <w:bodyDiv w:val="1"/>
      <w:marLeft w:val="0"/>
      <w:marRight w:val="0"/>
      <w:marTop w:val="0"/>
      <w:marBottom w:val="0"/>
      <w:divBdr>
        <w:top w:val="none" w:sz="0" w:space="0" w:color="auto"/>
        <w:left w:val="none" w:sz="0" w:space="0" w:color="auto"/>
        <w:bottom w:val="none" w:sz="0" w:space="0" w:color="auto"/>
        <w:right w:val="none" w:sz="0" w:space="0" w:color="auto"/>
      </w:divBdr>
    </w:div>
    <w:div w:id="1533767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5CA94891-2564-42F6-8F85-FF990AF45474}"/>
</file>

<file path=customXml/itemProps2.xml><?xml version="1.0" encoding="utf-8"?>
<ds:datastoreItem xmlns:ds="http://schemas.openxmlformats.org/officeDocument/2006/customXml" ds:itemID="{3A1C0C85-A097-4D8E-926C-CB028961D8D1}"/>
</file>

<file path=customXml/itemProps3.xml><?xml version="1.0" encoding="utf-8"?>
<ds:datastoreItem xmlns:ds="http://schemas.openxmlformats.org/officeDocument/2006/customXml" ds:itemID="{6F689009-6D31-4F76-9ED4-E582307D0AE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12</cp:revision>
  <cp:lastPrinted>2015-09-11T19:36:00Z</cp:lastPrinted>
  <dcterms:created xsi:type="dcterms:W3CDTF">2022-08-19T14:14:00Z</dcterms:created>
  <dcterms:modified xsi:type="dcterms:W3CDTF">2024-09-27T20:07:26Z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