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3179D" w:rsidP="0013179D" w:rsidRDefault="0013179D" w14:paraId="29E5BFF4" w14:textId="5C683CFF">
      <w:pPr>
        <w:pStyle w:val="BpSTitle"/>
      </w:pPr>
      <w:r>
        <w:t>16300</w:t>
      </w:r>
    </w:p>
    <w:p w:rsidR="0013179D" w:rsidP="0013179D" w:rsidRDefault="0013179D" w14:paraId="6E01C037" w14:textId="77777777">
      <w:pPr>
        <w:pStyle w:val="BpSTitle"/>
      </w:pPr>
      <w:r>
        <w:t>Western North American Boreal Wet Black Spruce-Tussock Woodland</w:t>
      </w:r>
    </w:p>
    <w:p w:rsidR="0013179D" w:rsidP="0013179D" w:rsidRDefault="0013179D" w14:paraId="5437F03F" w14:textId="77777777">
      <w:r>
        <w:t xmlns:w="http://schemas.openxmlformats.org/wordprocessingml/2006/main">BpS Model/Description Version: Nov. 2024</w:t>
      </w:r>
      <w:r>
        <w:tab/>
      </w:r>
      <w:r>
        <w:tab/>
      </w:r>
      <w:r>
        <w:tab/>
      </w:r>
      <w:r>
        <w:tab/>
      </w:r>
      <w:r>
        <w:tab/>
      </w:r>
      <w:r>
        <w:tab/>
      </w:r>
      <w:r>
        <w:tab/>
      </w:r>
      <w:r>
        <w:tab/>
      </w:r>
    </w:p>
    <w:p w:rsidR="0013179D" w:rsidP="0013179D" w:rsidRDefault="0013179D" w14:paraId="01087AE1" w14:textId="77777777"/>
    <w:tbl>
      <w:tblPr>
        <w:tblW w:w="9885"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196"/>
        <w:gridCol w:w="3189"/>
        <w:gridCol w:w="1710"/>
        <w:gridCol w:w="2790"/>
      </w:tblGrid>
      <w:tr w:rsidRPr="0013179D" w:rsidR="0013179D" w:rsidTr="00B83EB7" w14:paraId="29A6DA28" w14:textId="77777777">
        <w:tc>
          <w:tcPr>
            <w:tcW w:w="2196" w:type="dxa"/>
            <w:tcBorders>
              <w:top w:val="single" w:color="auto" w:sz="2" w:space="0"/>
              <w:left w:val="single" w:color="auto" w:sz="12" w:space="0"/>
              <w:bottom w:val="single" w:color="000000" w:sz="12" w:space="0"/>
            </w:tcBorders>
            <w:shd w:val="clear" w:color="auto" w:fill="auto"/>
          </w:tcPr>
          <w:p w:rsidRPr="0013179D" w:rsidR="0013179D" w:rsidP="00311621" w:rsidRDefault="0013179D" w14:paraId="3D5EC2FC" w14:textId="77777777">
            <w:pPr>
              <w:rPr>
                <w:b/>
                <w:bCs/>
              </w:rPr>
            </w:pPr>
            <w:r w:rsidRPr="0013179D">
              <w:rPr>
                <w:b/>
                <w:bCs/>
              </w:rPr>
              <w:t>Modelers</w:t>
            </w:r>
          </w:p>
        </w:tc>
        <w:tc>
          <w:tcPr>
            <w:tcW w:w="3189" w:type="dxa"/>
            <w:tcBorders>
              <w:top w:val="single" w:color="auto" w:sz="2" w:space="0"/>
              <w:bottom w:val="single" w:color="000000" w:sz="12" w:space="0"/>
              <w:right w:val="single" w:color="000000" w:sz="12" w:space="0"/>
            </w:tcBorders>
            <w:shd w:val="clear" w:color="auto" w:fill="auto"/>
          </w:tcPr>
          <w:p w:rsidRPr="0013179D" w:rsidR="0013179D" w:rsidP="00311621" w:rsidRDefault="0013179D" w14:paraId="776B0EB1" w14:textId="77777777">
            <w:pPr>
              <w:rPr>
                <w:b/>
                <w:bCs/>
              </w:rPr>
            </w:pPr>
          </w:p>
        </w:tc>
        <w:tc>
          <w:tcPr>
            <w:tcW w:w="1710" w:type="dxa"/>
            <w:tcBorders>
              <w:top w:val="single" w:color="auto" w:sz="2" w:space="0"/>
              <w:left w:val="single" w:color="000000" w:sz="12" w:space="0"/>
              <w:bottom w:val="single" w:color="000000" w:sz="12" w:space="0"/>
            </w:tcBorders>
            <w:shd w:val="clear" w:color="auto" w:fill="auto"/>
          </w:tcPr>
          <w:p w:rsidRPr="0013179D" w:rsidR="0013179D" w:rsidP="00311621" w:rsidRDefault="0013179D" w14:paraId="611F9D1A" w14:textId="77777777">
            <w:pPr>
              <w:rPr>
                <w:b/>
                <w:bCs/>
              </w:rPr>
            </w:pPr>
            <w:r w:rsidRPr="0013179D">
              <w:rPr>
                <w:b/>
                <w:bCs/>
              </w:rPr>
              <w:t>Reviewers</w:t>
            </w:r>
          </w:p>
        </w:tc>
        <w:tc>
          <w:tcPr>
            <w:tcW w:w="2790" w:type="dxa"/>
            <w:tcBorders>
              <w:top w:val="single" w:color="auto" w:sz="2" w:space="0"/>
              <w:bottom w:val="single" w:color="000000" w:sz="12" w:space="0"/>
            </w:tcBorders>
            <w:shd w:val="clear" w:color="auto" w:fill="auto"/>
          </w:tcPr>
          <w:p w:rsidRPr="0013179D" w:rsidR="0013179D" w:rsidP="00311621" w:rsidRDefault="0013179D" w14:paraId="14DAD194" w14:textId="77777777">
            <w:pPr>
              <w:rPr>
                <w:b/>
                <w:bCs/>
              </w:rPr>
            </w:pPr>
          </w:p>
        </w:tc>
      </w:tr>
      <w:tr w:rsidRPr="0013179D" w:rsidR="0013179D" w:rsidTr="00B83EB7" w14:paraId="519DC6BD" w14:textId="77777777">
        <w:tc>
          <w:tcPr>
            <w:tcW w:w="2196" w:type="dxa"/>
            <w:tcBorders>
              <w:top w:val="single" w:color="000000" w:sz="12" w:space="0"/>
              <w:left w:val="single" w:color="auto" w:sz="12" w:space="0"/>
            </w:tcBorders>
            <w:shd w:val="clear" w:color="auto" w:fill="auto"/>
          </w:tcPr>
          <w:p w:rsidRPr="0013179D" w:rsidR="0013179D" w:rsidP="00311621" w:rsidRDefault="0013179D" w14:paraId="010BFDA3" w14:textId="77777777">
            <w:pPr>
              <w:rPr>
                <w:bCs/>
              </w:rPr>
            </w:pPr>
            <w:r w:rsidRPr="0013179D">
              <w:rPr>
                <w:bCs/>
              </w:rPr>
              <w:t>Kori Blankenship</w:t>
            </w:r>
          </w:p>
        </w:tc>
        <w:tc>
          <w:tcPr>
            <w:tcW w:w="3189" w:type="dxa"/>
            <w:tcBorders>
              <w:top w:val="single" w:color="000000" w:sz="12" w:space="0"/>
              <w:right w:val="single" w:color="000000" w:sz="12" w:space="0"/>
            </w:tcBorders>
            <w:shd w:val="clear" w:color="auto" w:fill="auto"/>
          </w:tcPr>
          <w:p w:rsidRPr="0013179D" w:rsidR="0013179D" w:rsidP="00311621" w:rsidRDefault="0013179D" w14:paraId="440E062B" w14:textId="77777777">
            <w:r w:rsidRPr="0013179D">
              <w:t>kblankenship@tnc.org</w:t>
            </w:r>
          </w:p>
        </w:tc>
        <w:tc>
          <w:tcPr>
            <w:tcW w:w="1710" w:type="dxa"/>
            <w:tcBorders>
              <w:top w:val="single" w:color="000000" w:sz="12" w:space="0"/>
              <w:left w:val="single" w:color="000000" w:sz="12" w:space="0"/>
            </w:tcBorders>
            <w:shd w:val="clear" w:color="auto" w:fill="auto"/>
          </w:tcPr>
          <w:p w:rsidRPr="0013179D" w:rsidR="0013179D" w:rsidP="00311621" w:rsidRDefault="0013179D" w14:paraId="690F830D" w14:textId="77777777">
            <w:r w:rsidRPr="0013179D">
              <w:t>Lisa Saperstein</w:t>
            </w:r>
          </w:p>
        </w:tc>
        <w:tc>
          <w:tcPr>
            <w:tcW w:w="2790" w:type="dxa"/>
            <w:tcBorders>
              <w:top w:val="single" w:color="000000" w:sz="12" w:space="0"/>
            </w:tcBorders>
            <w:shd w:val="clear" w:color="auto" w:fill="auto"/>
          </w:tcPr>
          <w:p w:rsidRPr="0013179D" w:rsidR="0013179D" w:rsidP="00311621" w:rsidRDefault="0013179D" w14:paraId="13237074" w14:textId="77777777">
            <w:r w:rsidRPr="0013179D">
              <w:t>Lisa_Saperstein@fws.gov</w:t>
            </w:r>
          </w:p>
        </w:tc>
      </w:tr>
      <w:tr w:rsidRPr="0013179D" w:rsidR="0013179D" w:rsidTr="00B83EB7" w14:paraId="76EDDBDF" w14:textId="77777777">
        <w:tc>
          <w:tcPr>
            <w:tcW w:w="2196" w:type="dxa"/>
            <w:tcBorders>
              <w:left w:val="single" w:color="auto" w:sz="12" w:space="0"/>
            </w:tcBorders>
            <w:shd w:val="clear" w:color="auto" w:fill="auto"/>
          </w:tcPr>
          <w:p w:rsidRPr="0013179D" w:rsidR="0013179D" w:rsidP="00311621" w:rsidRDefault="0013179D" w14:paraId="2CDE2E22" w14:textId="77777777">
            <w:pPr>
              <w:rPr>
                <w:bCs/>
              </w:rPr>
            </w:pPr>
            <w:r w:rsidRPr="0013179D">
              <w:rPr>
                <w:bCs/>
              </w:rPr>
              <w:t>Robert Lambrecht</w:t>
            </w:r>
          </w:p>
        </w:tc>
        <w:tc>
          <w:tcPr>
            <w:tcW w:w="3189" w:type="dxa"/>
            <w:tcBorders>
              <w:right w:val="single" w:color="000000" w:sz="12" w:space="0"/>
            </w:tcBorders>
            <w:shd w:val="clear" w:color="auto" w:fill="auto"/>
          </w:tcPr>
          <w:p w:rsidRPr="0013179D" w:rsidR="0013179D" w:rsidP="00311621" w:rsidRDefault="0013179D" w14:paraId="629C9049" w14:textId="77777777">
            <w:r w:rsidRPr="0013179D">
              <w:t>Robert_Lambrecht@fws.gov</w:t>
            </w:r>
          </w:p>
        </w:tc>
        <w:tc>
          <w:tcPr>
            <w:tcW w:w="1710" w:type="dxa"/>
            <w:tcBorders>
              <w:left w:val="single" w:color="000000" w:sz="12" w:space="0"/>
            </w:tcBorders>
            <w:shd w:val="clear" w:color="auto" w:fill="auto"/>
          </w:tcPr>
          <w:p w:rsidRPr="0013179D" w:rsidR="0013179D" w:rsidP="00311621" w:rsidRDefault="0013179D" w14:paraId="2B583ABB" w14:textId="77777777">
            <w:r w:rsidRPr="0013179D">
              <w:t>Stuart Chapin</w:t>
            </w:r>
          </w:p>
        </w:tc>
        <w:tc>
          <w:tcPr>
            <w:tcW w:w="2790" w:type="dxa"/>
            <w:shd w:val="clear" w:color="auto" w:fill="auto"/>
          </w:tcPr>
          <w:p w:rsidRPr="0013179D" w:rsidR="0013179D" w:rsidP="00311621" w:rsidRDefault="0013179D" w14:paraId="72D1D539" w14:textId="77777777">
            <w:r w:rsidRPr="0013179D">
              <w:t>fffsc@uaf.edu</w:t>
            </w:r>
          </w:p>
        </w:tc>
      </w:tr>
      <w:tr w:rsidRPr="0013179D" w:rsidR="0013179D" w:rsidTr="00B83EB7" w14:paraId="36ADB14E" w14:textId="77777777">
        <w:tc>
          <w:tcPr>
            <w:tcW w:w="2196" w:type="dxa"/>
            <w:tcBorders>
              <w:left w:val="single" w:color="auto" w:sz="12" w:space="0"/>
              <w:bottom w:val="single" w:color="auto" w:sz="2" w:space="0"/>
            </w:tcBorders>
            <w:shd w:val="clear" w:color="auto" w:fill="auto"/>
          </w:tcPr>
          <w:p w:rsidRPr="0013179D" w:rsidR="0013179D" w:rsidP="00311621" w:rsidRDefault="0013179D" w14:paraId="1E18F712" w14:textId="77777777">
            <w:pPr>
              <w:rPr>
                <w:bCs/>
              </w:rPr>
            </w:pPr>
            <w:r w:rsidRPr="0013179D">
              <w:rPr>
                <w:bCs/>
              </w:rPr>
              <w:t>None</w:t>
            </w:r>
          </w:p>
        </w:tc>
        <w:tc>
          <w:tcPr>
            <w:tcW w:w="3189" w:type="dxa"/>
            <w:tcBorders>
              <w:right w:val="single" w:color="000000" w:sz="12" w:space="0"/>
            </w:tcBorders>
            <w:shd w:val="clear" w:color="auto" w:fill="auto"/>
          </w:tcPr>
          <w:p w:rsidRPr="0013179D" w:rsidR="0013179D" w:rsidP="00311621" w:rsidRDefault="0013179D" w14:paraId="3ECB2729" w14:textId="77777777">
            <w:r w:rsidRPr="0013179D">
              <w:t>None</w:t>
            </w:r>
          </w:p>
        </w:tc>
        <w:tc>
          <w:tcPr>
            <w:tcW w:w="1710" w:type="dxa"/>
            <w:tcBorders>
              <w:left w:val="single" w:color="000000" w:sz="12" w:space="0"/>
              <w:bottom w:val="single" w:color="auto" w:sz="2" w:space="0"/>
            </w:tcBorders>
            <w:shd w:val="clear" w:color="auto" w:fill="auto"/>
          </w:tcPr>
          <w:p w:rsidRPr="0013179D" w:rsidR="0013179D" w:rsidP="00311621" w:rsidRDefault="0013179D" w14:paraId="12AA1D86" w14:textId="77777777">
            <w:r w:rsidRPr="0013179D">
              <w:t>None</w:t>
            </w:r>
          </w:p>
        </w:tc>
        <w:tc>
          <w:tcPr>
            <w:tcW w:w="2790" w:type="dxa"/>
            <w:shd w:val="clear" w:color="auto" w:fill="auto"/>
          </w:tcPr>
          <w:p w:rsidRPr="0013179D" w:rsidR="0013179D" w:rsidP="00311621" w:rsidRDefault="0013179D" w14:paraId="233B580D" w14:textId="77777777">
            <w:r w:rsidRPr="0013179D">
              <w:t>None</w:t>
            </w:r>
          </w:p>
        </w:tc>
      </w:tr>
    </w:tbl>
    <w:p w:rsidR="0013179D" w:rsidP="0013179D" w:rsidRDefault="0013179D" w14:paraId="4077DB39" w14:textId="77777777"/>
    <w:p w:rsidR="000F5C33" w:rsidP="0013179D" w:rsidRDefault="000F5C33" w14:paraId="498A2AB0" w14:textId="6E902923">
      <w:pPr>
        <w:pStyle w:val="InfoPara"/>
        <w:rPr>
          <w:b w:val="0"/>
        </w:rPr>
      </w:pPr>
      <w:r>
        <w:t xml:space="preserve">Reviewer: </w:t>
      </w:r>
      <w:r w:rsidRPr="004E1170" w:rsidR="00645C7B">
        <w:rPr>
          <w:b w:val="0"/>
          <w:bCs/>
        </w:rPr>
        <w:t>Lindsey Flagstad,</w:t>
      </w:r>
      <w:r w:rsidR="00645C7B">
        <w:t xml:space="preserve"> </w:t>
      </w:r>
      <w:r>
        <w:rPr>
          <w:b w:val="0"/>
        </w:rPr>
        <w:t>Janet Fryer</w:t>
      </w:r>
      <w:r w:rsidR="00645C7B">
        <w:rPr>
          <w:b w:val="0"/>
        </w:rPr>
        <w:t>, Blaine T. Spellman, Anjanette Steer</w:t>
      </w:r>
    </w:p>
    <w:p w:rsidR="0013179D" w:rsidP="0013179D" w:rsidRDefault="0013179D" w14:paraId="5121E409" w14:textId="64E89432">
      <w:pPr>
        <w:pStyle w:val="InfoPara"/>
      </w:pPr>
      <w:r>
        <w:t>Vegetation Type</w:t>
      </w:r>
    </w:p>
    <w:p w:rsidR="0013179D" w:rsidP="0013179D" w:rsidRDefault="007C0525" w14:paraId="1C360E4E" w14:textId="1728ABC8">
      <w:r>
        <w:t>Forest and Woodland</w:t>
      </w:r>
    </w:p>
    <w:p w:rsidR="0013179D" w:rsidP="0013179D" w:rsidRDefault="0013179D" w14:paraId="60CF826D" w14:textId="77777777">
      <w:pPr>
        <w:pStyle w:val="InfoPara"/>
      </w:pPr>
      <w:r w:rsidR="246F394A">
        <w:rPr/>
        <w:t>Map Zones</w:t>
      </w:r>
    </w:p>
    <w:p w:rsidR="246F394A" w:rsidP="246F394A" w:rsidRDefault="246F394A" w14:paraId="26184AA9" w14:textId="58E5D03E">
      <w:pPr>
        <w:pStyle w:val="Normal"/>
      </w:pPr>
      <w:r w:rsidR="246F394A">
        <w:rPr/>
        <w:t>68, 69, 70, 71, 72, 73, 74, 75, 76, 77, 78</w:t>
      </w:r>
    </w:p>
    <w:p w:rsidR="0013179D" w:rsidP="0013179D" w:rsidRDefault="0013179D" w14:paraId="017B529E" w14:textId="77777777">
      <w:pPr>
        <w:pStyle w:val="InfoPara"/>
      </w:pPr>
      <w:r>
        <w:t>Geographic Range</w:t>
      </w:r>
    </w:p>
    <w:p w:rsidR="0013179D" w:rsidP="0013179D" w:rsidRDefault="00B83EB7" w14:paraId="731D23FA" w14:textId="2583443C">
      <w:r>
        <w:t>This Biophysical Setting (</w:t>
      </w:r>
      <w:proofErr w:type="spellStart"/>
      <w:r>
        <w:t>BpS</w:t>
      </w:r>
      <w:proofErr w:type="spellEnd"/>
      <w:r>
        <w:t>)</w:t>
      </w:r>
      <w:r w:rsidR="0013179D">
        <w:t xml:space="preserve"> is found throughout interior A</w:t>
      </w:r>
      <w:r w:rsidR="00EF165D">
        <w:t>laska</w:t>
      </w:r>
      <w:r w:rsidR="0013179D">
        <w:t xml:space="preserve"> from the southern slopes of the Brooks Range to southcentral AK (but not including the </w:t>
      </w:r>
      <w:r w:rsidR="00EF165D">
        <w:t>boreal transition</w:t>
      </w:r>
      <w:r w:rsidR="0013179D">
        <w:t xml:space="preserve">) and west to the limit of </w:t>
      </w:r>
      <w:r w:rsidR="00961DAD">
        <w:t xml:space="preserve">coniferous </w:t>
      </w:r>
      <w:r w:rsidR="0013179D">
        <w:t>tree growth (NatureServe 2008</w:t>
      </w:r>
      <w:r w:rsidR="00A7713C">
        <w:t>, Viereck 1983</w:t>
      </w:r>
      <w:r w:rsidR="0013179D">
        <w:t>).</w:t>
      </w:r>
    </w:p>
    <w:p w:rsidR="0013179D" w:rsidP="0013179D" w:rsidRDefault="0013179D" w14:paraId="3FFA30F2" w14:textId="77777777">
      <w:pPr>
        <w:pStyle w:val="InfoPara"/>
      </w:pPr>
      <w:r>
        <w:t>Biophysical Site Description</w:t>
      </w:r>
    </w:p>
    <w:p w:rsidR="0013179D" w:rsidP="0013179D" w:rsidRDefault="0013179D" w14:paraId="7C349458" w14:textId="2F570F65">
      <w:r>
        <w:t xml:space="preserve">This </w:t>
      </w:r>
      <w:proofErr w:type="spellStart"/>
      <w:r w:rsidR="00AB0119">
        <w:t>BpS</w:t>
      </w:r>
      <w:proofErr w:type="spellEnd"/>
      <w:r>
        <w:t xml:space="preserve"> is found on north-facing slopes, gentle hills, and inactive alluvial surfaces underlain by </w:t>
      </w:r>
      <w:r w:rsidR="00961DAD">
        <w:t xml:space="preserve">shallow and ice-rich </w:t>
      </w:r>
      <w:r>
        <w:t>permafrost (NatureServe 2008</w:t>
      </w:r>
      <w:r w:rsidR="00BD3261">
        <w:t>;</w:t>
      </w:r>
      <w:r w:rsidR="00A7713C">
        <w:t xml:space="preserve"> </w:t>
      </w:r>
      <w:proofErr w:type="spellStart"/>
      <w:r w:rsidR="00A7713C">
        <w:t>Viereck</w:t>
      </w:r>
      <w:proofErr w:type="spellEnd"/>
      <w:r w:rsidR="00A7713C">
        <w:t xml:space="preserve"> et al. 1992</w:t>
      </w:r>
      <w:r>
        <w:t>). Soils are poorly drained and consist of tussocks over peat or mineral soil (Jorgenson et al. 2001</w:t>
      </w:r>
      <w:r w:rsidR="00BD3261">
        <w:t>;</w:t>
      </w:r>
      <w:r>
        <w:t xml:space="preserve"> Boggs and Sturdy 2005)</w:t>
      </w:r>
      <w:r w:rsidR="00EF165D">
        <w:t>. Shallow, ice-rich permafrost retards the infiltration of surface water causing soil saturation and ponding.</w:t>
      </w:r>
      <w:r w:rsidR="009C0955">
        <w:t xml:space="preserve"> </w:t>
      </w:r>
      <w:r w:rsidR="00EF165D">
        <w:t>Active layer</w:t>
      </w:r>
      <w:r w:rsidR="009C0955">
        <w:t xml:space="preserve"> depth </w:t>
      </w:r>
      <w:r w:rsidR="00EF165D">
        <w:t>(i.e., depth of seasonal thaw) ranges from</w:t>
      </w:r>
      <w:r w:rsidR="009C0955">
        <w:t xml:space="preserve"> 20-40 inches</w:t>
      </w:r>
      <w:r w:rsidR="00EF165D">
        <w:t xml:space="preserve"> below the ground surface</w:t>
      </w:r>
      <w:r>
        <w:t>.</w:t>
      </w:r>
      <w:r w:rsidR="000905C1">
        <w:t xml:space="preserve"> </w:t>
      </w:r>
      <w:r w:rsidR="00EF165D">
        <w:t xml:space="preserve">The live moss, duff, and organic soil layers may be up to 20 inches (50 cm) thick (Viereck 1973). </w:t>
      </w:r>
      <w:r w:rsidR="009C0955">
        <w:t xml:space="preserve">In the Yukon Flats region, the surrounding hills partially isolate the </w:t>
      </w:r>
      <w:r w:rsidRPr="004E1170" w:rsidR="009C0955">
        <w:rPr>
          <w:i/>
          <w:iCs/>
        </w:rPr>
        <w:t>Picea marian</w:t>
      </w:r>
      <w:r w:rsidRPr="004E1170" w:rsidR="00DE3276">
        <w:rPr>
          <w:i/>
          <w:iCs/>
        </w:rPr>
        <w:t>a</w:t>
      </w:r>
      <w:r w:rsidR="009C0955">
        <w:t xml:space="preserve"> lowlands from weather systems that</w:t>
      </w:r>
      <w:r w:rsidR="00EF165D">
        <w:t xml:space="preserve"> moderate the climate of</w:t>
      </w:r>
      <w:r w:rsidR="009C0955">
        <w:t xml:space="preserve"> other regions of Interior Alaska</w:t>
      </w:r>
      <w:r w:rsidR="007256F8">
        <w:t>. Comparatively w</w:t>
      </w:r>
      <w:r w:rsidR="009C0955">
        <w:t>armer summer</w:t>
      </w:r>
      <w:r w:rsidR="007256F8">
        <w:t>s</w:t>
      </w:r>
      <w:r w:rsidR="009C0955">
        <w:t xml:space="preserve"> and cooler winter</w:t>
      </w:r>
      <w:r w:rsidR="007256F8">
        <w:t>s maintain a cold and continuous distribution of permafrost, which supports the development of black spruce tussock tundra</w:t>
      </w:r>
      <w:r w:rsidR="009C0955">
        <w:t xml:space="preserve">.  </w:t>
      </w:r>
    </w:p>
    <w:p w:rsidR="00BF1C58" w:rsidP="00BF1C58" w:rsidRDefault="0013179D" w14:paraId="5BD11EE8" w14:textId="77777777">
      <w:pPr>
        <w:pStyle w:val="InfoPara"/>
      </w:pPr>
      <w:r>
        <w:t>Vegetation Description</w:t>
      </w:r>
    </w:p>
    <w:p w:rsidRPr="00BF1C58" w:rsidR="0013179D" w:rsidP="00BF1C58" w:rsidRDefault="00961DAD" w14:paraId="17F2BCF1" w14:textId="5CA594B6">
      <w:pPr>
        <w:pStyle w:val="InfoPara"/>
        <w:rPr>
          <w:b w:val="0"/>
          <w:bCs/>
          <w:iCs/>
        </w:rPr>
      </w:pPr>
      <w:r w:rsidRPr="00BF1C58">
        <w:rPr>
          <w:b w:val="0"/>
          <w:bCs/>
          <w:iCs/>
        </w:rPr>
        <w:t xml:space="preserve">A woodland system with </w:t>
      </w:r>
      <w:proofErr w:type="spellStart"/>
      <w:r w:rsidRPr="00492983" w:rsidR="0013179D">
        <w:rPr>
          <w:b w:val="0"/>
          <w:bCs/>
          <w:i/>
        </w:rPr>
        <w:t>Picea</w:t>
      </w:r>
      <w:proofErr w:type="spellEnd"/>
      <w:r w:rsidRPr="00492983" w:rsidR="0013179D">
        <w:rPr>
          <w:b w:val="0"/>
          <w:bCs/>
          <w:i/>
        </w:rPr>
        <w:t xml:space="preserve"> </w:t>
      </w:r>
      <w:proofErr w:type="spellStart"/>
      <w:r w:rsidRPr="00492983" w:rsidR="0013179D">
        <w:rPr>
          <w:b w:val="0"/>
          <w:bCs/>
          <w:i/>
        </w:rPr>
        <w:t>mariana</w:t>
      </w:r>
      <w:proofErr w:type="spellEnd"/>
      <w:r w:rsidRPr="00BF1C58" w:rsidR="0013179D">
        <w:rPr>
          <w:b w:val="0"/>
          <w:bCs/>
          <w:iCs/>
        </w:rPr>
        <w:t xml:space="preserve"> is the dominant tree species</w:t>
      </w:r>
      <w:r w:rsidRPr="00BF1C58">
        <w:rPr>
          <w:b w:val="0"/>
          <w:bCs/>
          <w:iCs/>
        </w:rPr>
        <w:t>. Permafrost soils often result in the stunted and chlorotic growth of black spruce.</w:t>
      </w:r>
      <w:r w:rsidRPr="00BF1C58" w:rsidR="0013179D">
        <w:rPr>
          <w:b w:val="0"/>
          <w:bCs/>
          <w:iCs/>
        </w:rPr>
        <w:t xml:space="preserve"> T</w:t>
      </w:r>
      <w:r w:rsidRPr="00BF1C58" w:rsidR="007256F8">
        <w:rPr>
          <w:b w:val="0"/>
          <w:bCs/>
          <w:iCs/>
        </w:rPr>
        <w:t>he t</w:t>
      </w:r>
      <w:r w:rsidRPr="00BF1C58" w:rsidR="0013179D">
        <w:rPr>
          <w:b w:val="0"/>
          <w:bCs/>
          <w:iCs/>
        </w:rPr>
        <w:t>ussock-forming sedge</w:t>
      </w:r>
      <w:r w:rsidRPr="00BF1C58">
        <w:rPr>
          <w:b w:val="0"/>
          <w:bCs/>
          <w:iCs/>
        </w:rPr>
        <w:t xml:space="preserve"> </w:t>
      </w:r>
      <w:proofErr w:type="spellStart"/>
      <w:r w:rsidRPr="00DF0509" w:rsidR="007256F8">
        <w:rPr>
          <w:b w:val="0"/>
          <w:bCs/>
          <w:i/>
        </w:rPr>
        <w:t>Eriophorum</w:t>
      </w:r>
      <w:proofErr w:type="spellEnd"/>
      <w:r w:rsidRPr="00DF0509" w:rsidR="007256F8">
        <w:rPr>
          <w:b w:val="0"/>
          <w:bCs/>
          <w:i/>
        </w:rPr>
        <w:t xml:space="preserve"> </w:t>
      </w:r>
      <w:proofErr w:type="spellStart"/>
      <w:r w:rsidRPr="00DF0509" w:rsidR="007256F8">
        <w:rPr>
          <w:b w:val="0"/>
          <w:bCs/>
          <w:i/>
        </w:rPr>
        <w:t>vaginatum</w:t>
      </w:r>
      <w:proofErr w:type="spellEnd"/>
      <w:r w:rsidRPr="00BF1C58" w:rsidR="007256F8">
        <w:rPr>
          <w:b w:val="0"/>
          <w:bCs/>
          <w:iCs/>
        </w:rPr>
        <w:t xml:space="preserve"> </w:t>
      </w:r>
      <w:r w:rsidRPr="00BF1C58" w:rsidR="0013179D">
        <w:rPr>
          <w:b w:val="0"/>
          <w:bCs/>
          <w:iCs/>
        </w:rPr>
        <w:t>contribute</w:t>
      </w:r>
      <w:r w:rsidRPr="00BF1C58" w:rsidR="007256F8">
        <w:rPr>
          <w:b w:val="0"/>
          <w:bCs/>
          <w:iCs/>
        </w:rPr>
        <w:t>s</w:t>
      </w:r>
      <w:r w:rsidRPr="00BF1C58" w:rsidR="0013179D">
        <w:rPr>
          <w:b w:val="0"/>
          <w:bCs/>
          <w:iCs/>
        </w:rPr>
        <w:t xml:space="preserve"> at least 25% of the vegetation cover (NatureServe 2008). Common understory shrubs include </w:t>
      </w:r>
      <w:r w:rsidRPr="00DF0509" w:rsidR="0013179D">
        <w:rPr>
          <w:b w:val="0"/>
          <w:bCs/>
          <w:i/>
        </w:rPr>
        <w:t>Betula nana</w:t>
      </w:r>
      <w:r w:rsidRPr="00BF1C58" w:rsidR="0013179D">
        <w:rPr>
          <w:b w:val="0"/>
          <w:bCs/>
          <w:iCs/>
        </w:rPr>
        <w:t xml:space="preserve"> (including </w:t>
      </w:r>
      <w:r w:rsidRPr="00DF0509" w:rsidR="0013179D">
        <w:rPr>
          <w:b w:val="0"/>
          <w:bCs/>
          <w:i/>
        </w:rPr>
        <w:t>B. glandulosa</w:t>
      </w:r>
      <w:r w:rsidRPr="00BF1C58" w:rsidR="0013179D">
        <w:rPr>
          <w:b w:val="0"/>
          <w:bCs/>
          <w:iCs/>
        </w:rPr>
        <w:t xml:space="preserve">), </w:t>
      </w:r>
      <w:r w:rsidRPr="00DF0509" w:rsidR="00221E93">
        <w:rPr>
          <w:b w:val="0"/>
          <w:bCs/>
          <w:i/>
        </w:rPr>
        <w:t xml:space="preserve">Chamaedaphne calyculata, </w:t>
      </w:r>
      <w:r w:rsidRPr="00DF0509" w:rsidR="00001176">
        <w:rPr>
          <w:b w:val="0"/>
          <w:bCs/>
          <w:i/>
        </w:rPr>
        <w:t xml:space="preserve">Empetrum nigrum, </w:t>
      </w:r>
      <w:r w:rsidRPr="00DF0509" w:rsidR="0013179D">
        <w:rPr>
          <w:b w:val="0"/>
          <w:bCs/>
          <w:i/>
        </w:rPr>
        <w:t xml:space="preserve">Ledum palustre </w:t>
      </w:r>
      <w:r w:rsidRPr="00525DC6" w:rsidR="0013179D">
        <w:rPr>
          <w:b w:val="0"/>
          <w:bCs/>
          <w:iCs/>
        </w:rPr>
        <w:t>ssp</w:t>
      </w:r>
      <w:r w:rsidRPr="00DF0509" w:rsidR="0013179D">
        <w:rPr>
          <w:b w:val="0"/>
          <w:bCs/>
          <w:i/>
        </w:rPr>
        <w:t xml:space="preserve">. </w:t>
      </w:r>
      <w:proofErr w:type="spellStart"/>
      <w:r w:rsidRPr="00DF0509" w:rsidR="004C67E8">
        <w:rPr>
          <w:b w:val="0"/>
          <w:bCs/>
          <w:i/>
        </w:rPr>
        <w:t>d</w:t>
      </w:r>
      <w:r w:rsidRPr="00DF0509" w:rsidR="0013179D">
        <w:rPr>
          <w:b w:val="0"/>
          <w:bCs/>
          <w:i/>
        </w:rPr>
        <w:t>ecumbens</w:t>
      </w:r>
      <w:proofErr w:type="spellEnd"/>
      <w:r w:rsidRPr="00DF0509" w:rsidR="007256F8">
        <w:rPr>
          <w:b w:val="0"/>
          <w:bCs/>
          <w:i/>
        </w:rPr>
        <w:t xml:space="preserve">, </w:t>
      </w:r>
      <w:r w:rsidRPr="00DF0509" w:rsidR="00001176">
        <w:rPr>
          <w:b w:val="0"/>
          <w:bCs/>
          <w:i/>
        </w:rPr>
        <w:t xml:space="preserve">Ledum </w:t>
      </w:r>
      <w:proofErr w:type="spellStart"/>
      <w:r w:rsidRPr="00DF0509" w:rsidR="00001176">
        <w:rPr>
          <w:b w:val="0"/>
          <w:bCs/>
          <w:i/>
        </w:rPr>
        <w:t>groenlandicum</w:t>
      </w:r>
      <w:proofErr w:type="spellEnd"/>
      <w:r w:rsidRPr="00DF0509" w:rsidR="0013179D">
        <w:rPr>
          <w:b w:val="0"/>
          <w:bCs/>
          <w:i/>
        </w:rPr>
        <w:t xml:space="preserve">, Vaccinium </w:t>
      </w:r>
      <w:proofErr w:type="spellStart"/>
      <w:r w:rsidRPr="00DF0509" w:rsidR="0013179D">
        <w:rPr>
          <w:b w:val="0"/>
          <w:bCs/>
          <w:i/>
        </w:rPr>
        <w:t>uliginosum</w:t>
      </w:r>
      <w:proofErr w:type="spellEnd"/>
      <w:r w:rsidRPr="00DF0509" w:rsidR="0013179D">
        <w:rPr>
          <w:b w:val="0"/>
          <w:bCs/>
          <w:i/>
        </w:rPr>
        <w:t xml:space="preserve"> </w:t>
      </w:r>
      <w:r w:rsidRPr="00BF1C58" w:rsidR="0013179D">
        <w:rPr>
          <w:b w:val="0"/>
          <w:bCs/>
          <w:iCs/>
        </w:rPr>
        <w:t xml:space="preserve">and </w:t>
      </w:r>
      <w:r w:rsidRPr="00DF0509" w:rsidR="0013179D">
        <w:rPr>
          <w:b w:val="0"/>
          <w:bCs/>
          <w:i/>
        </w:rPr>
        <w:t>V. vitis-idaea</w:t>
      </w:r>
      <w:r w:rsidRPr="00BF1C58" w:rsidR="000905C1">
        <w:rPr>
          <w:b w:val="0"/>
          <w:bCs/>
          <w:iCs/>
        </w:rPr>
        <w:t>.</w:t>
      </w:r>
      <w:r w:rsidRPr="00BF1C58" w:rsidR="0013179D">
        <w:rPr>
          <w:b w:val="0"/>
          <w:bCs/>
          <w:iCs/>
        </w:rPr>
        <w:t xml:space="preserve"> </w:t>
      </w:r>
      <w:r w:rsidRPr="00BF1C58" w:rsidR="00001176">
        <w:rPr>
          <w:b w:val="0"/>
          <w:bCs/>
          <w:iCs/>
        </w:rPr>
        <w:t xml:space="preserve">Less common shrubs include </w:t>
      </w:r>
      <w:r w:rsidRPr="00DF0509" w:rsidR="00001176">
        <w:rPr>
          <w:b w:val="0"/>
          <w:bCs/>
          <w:i/>
        </w:rPr>
        <w:t xml:space="preserve">Alnus </w:t>
      </w:r>
      <w:proofErr w:type="spellStart"/>
      <w:r w:rsidRPr="00DF0509" w:rsidR="00001176">
        <w:rPr>
          <w:b w:val="0"/>
          <w:bCs/>
          <w:i/>
        </w:rPr>
        <w:t>viridis</w:t>
      </w:r>
      <w:proofErr w:type="spellEnd"/>
      <w:r w:rsidRPr="00DF0509" w:rsidR="00001176">
        <w:rPr>
          <w:b w:val="0"/>
          <w:bCs/>
          <w:i/>
        </w:rPr>
        <w:t xml:space="preserve"> </w:t>
      </w:r>
      <w:r w:rsidRPr="00525DC6" w:rsidR="00001176">
        <w:rPr>
          <w:b w:val="0"/>
          <w:bCs/>
          <w:iCs/>
        </w:rPr>
        <w:t>ssp</w:t>
      </w:r>
      <w:r w:rsidRPr="00DF0509" w:rsidR="004E1170">
        <w:rPr>
          <w:b w:val="0"/>
          <w:bCs/>
          <w:i/>
        </w:rPr>
        <w:t>.</w:t>
      </w:r>
      <w:r w:rsidRPr="00DF0509" w:rsidR="00001176">
        <w:rPr>
          <w:b w:val="0"/>
          <w:bCs/>
          <w:i/>
        </w:rPr>
        <w:t xml:space="preserve"> </w:t>
      </w:r>
      <w:proofErr w:type="spellStart"/>
      <w:r w:rsidRPr="00DF0509" w:rsidR="004E1170">
        <w:rPr>
          <w:b w:val="0"/>
          <w:bCs/>
          <w:i/>
        </w:rPr>
        <w:t>c</w:t>
      </w:r>
      <w:r w:rsidRPr="00DF0509" w:rsidR="00001176">
        <w:rPr>
          <w:b w:val="0"/>
          <w:bCs/>
          <w:i/>
        </w:rPr>
        <w:t>rispa</w:t>
      </w:r>
      <w:proofErr w:type="spellEnd"/>
      <w:r w:rsidRPr="00DF0509" w:rsidR="004E1170">
        <w:rPr>
          <w:b w:val="0"/>
          <w:bCs/>
          <w:i/>
        </w:rPr>
        <w:t>,</w:t>
      </w:r>
      <w:r w:rsidRPr="00DF0509" w:rsidR="00001176">
        <w:rPr>
          <w:b w:val="0"/>
          <w:bCs/>
          <w:i/>
        </w:rPr>
        <w:t xml:space="preserve"> Salix </w:t>
      </w:r>
      <w:r w:rsidRPr="00DF0509" w:rsidR="007256F8">
        <w:rPr>
          <w:b w:val="0"/>
          <w:bCs/>
          <w:i/>
        </w:rPr>
        <w:t>pulchra,</w:t>
      </w:r>
      <w:r w:rsidRPr="00DF0509" w:rsidR="004E1170">
        <w:rPr>
          <w:b w:val="0"/>
          <w:bCs/>
          <w:i/>
        </w:rPr>
        <w:t xml:space="preserve"> </w:t>
      </w:r>
      <w:r w:rsidRPr="00DF0509" w:rsidR="004E1170">
        <w:rPr>
          <w:b w:val="0"/>
          <w:bCs/>
          <w:iCs/>
        </w:rPr>
        <w:t>and</w:t>
      </w:r>
      <w:r w:rsidRPr="00DF0509" w:rsidR="007256F8">
        <w:rPr>
          <w:b w:val="0"/>
          <w:bCs/>
          <w:i/>
        </w:rPr>
        <w:t xml:space="preserve"> S. </w:t>
      </w:r>
      <w:proofErr w:type="spellStart"/>
      <w:r w:rsidRPr="00DF0509" w:rsidR="007256F8">
        <w:rPr>
          <w:b w:val="0"/>
          <w:bCs/>
          <w:i/>
        </w:rPr>
        <w:t>arbusculoides</w:t>
      </w:r>
      <w:proofErr w:type="spellEnd"/>
      <w:r w:rsidRPr="00BF1C58" w:rsidR="00001176">
        <w:rPr>
          <w:b w:val="0"/>
          <w:bCs/>
          <w:iCs/>
        </w:rPr>
        <w:t xml:space="preserve">. </w:t>
      </w:r>
      <w:r w:rsidRPr="00BF1C58" w:rsidR="007256F8">
        <w:rPr>
          <w:b w:val="0"/>
          <w:bCs/>
          <w:iCs/>
        </w:rPr>
        <w:t>Associated h</w:t>
      </w:r>
      <w:r w:rsidRPr="00BF1C58" w:rsidR="0013179D">
        <w:rPr>
          <w:b w:val="0"/>
          <w:bCs/>
          <w:iCs/>
        </w:rPr>
        <w:t xml:space="preserve">erbaceous species include </w:t>
      </w:r>
      <w:proofErr w:type="spellStart"/>
      <w:r w:rsidRPr="00DF0509" w:rsidR="0013179D">
        <w:rPr>
          <w:b w:val="0"/>
          <w:bCs/>
          <w:i/>
        </w:rPr>
        <w:t>Carex</w:t>
      </w:r>
      <w:proofErr w:type="spellEnd"/>
      <w:r w:rsidRPr="00DF0509" w:rsidR="0013179D">
        <w:rPr>
          <w:b w:val="0"/>
          <w:bCs/>
          <w:i/>
        </w:rPr>
        <w:t xml:space="preserve"> </w:t>
      </w:r>
      <w:proofErr w:type="spellStart"/>
      <w:r w:rsidRPr="00DF0509" w:rsidR="0013179D">
        <w:rPr>
          <w:b w:val="0"/>
          <w:bCs/>
          <w:i/>
        </w:rPr>
        <w:t>bigelowii</w:t>
      </w:r>
      <w:proofErr w:type="spellEnd"/>
      <w:r w:rsidRPr="00BF1C58" w:rsidR="0013179D">
        <w:rPr>
          <w:b w:val="0"/>
          <w:bCs/>
          <w:iCs/>
        </w:rPr>
        <w:t xml:space="preserve"> and </w:t>
      </w:r>
      <w:r w:rsidRPr="00DF0509" w:rsidR="0013179D">
        <w:rPr>
          <w:b w:val="0"/>
          <w:bCs/>
          <w:i/>
        </w:rPr>
        <w:t>Rubus cham</w:t>
      </w:r>
      <w:r w:rsidRPr="00DF0509" w:rsidR="004C67E8">
        <w:rPr>
          <w:b w:val="0"/>
          <w:bCs/>
          <w:i/>
        </w:rPr>
        <w:t>ae</w:t>
      </w:r>
      <w:r w:rsidRPr="00DF0509" w:rsidR="0013179D">
        <w:rPr>
          <w:b w:val="0"/>
          <w:bCs/>
          <w:i/>
        </w:rPr>
        <w:t>morus</w:t>
      </w:r>
      <w:r w:rsidRPr="00BF1C58" w:rsidR="0013179D">
        <w:rPr>
          <w:b w:val="0"/>
          <w:bCs/>
          <w:iCs/>
        </w:rPr>
        <w:t xml:space="preserve"> (NatureServe 2008</w:t>
      </w:r>
      <w:r w:rsidR="00DF0509">
        <w:rPr>
          <w:b w:val="0"/>
          <w:bCs/>
          <w:iCs/>
        </w:rPr>
        <w:t>;</w:t>
      </w:r>
      <w:r w:rsidRPr="00BF1C58" w:rsidR="00EC3AEA">
        <w:rPr>
          <w:b w:val="0"/>
          <w:bCs/>
          <w:iCs/>
        </w:rPr>
        <w:t xml:space="preserve"> Foote 1983</w:t>
      </w:r>
      <w:r w:rsidR="00DF0509">
        <w:rPr>
          <w:b w:val="0"/>
          <w:bCs/>
          <w:iCs/>
        </w:rPr>
        <w:t>;</w:t>
      </w:r>
      <w:r w:rsidRPr="00BF1C58" w:rsidR="00523D78">
        <w:rPr>
          <w:b w:val="0"/>
          <w:bCs/>
          <w:iCs/>
        </w:rPr>
        <w:t xml:space="preserve"> NMSU 2022</w:t>
      </w:r>
      <w:r w:rsidRPr="00BF1C58" w:rsidR="0013179D">
        <w:rPr>
          <w:b w:val="0"/>
          <w:bCs/>
          <w:iCs/>
        </w:rPr>
        <w:t xml:space="preserve">). Mosses </w:t>
      </w:r>
      <w:r w:rsidRPr="00BF1C58" w:rsidR="000905C1">
        <w:rPr>
          <w:b w:val="0"/>
          <w:bCs/>
          <w:iCs/>
        </w:rPr>
        <w:t xml:space="preserve">and lichens are usually </w:t>
      </w:r>
      <w:r w:rsidRPr="00BF1C58" w:rsidR="0013179D">
        <w:rPr>
          <w:b w:val="0"/>
          <w:bCs/>
          <w:iCs/>
        </w:rPr>
        <w:t xml:space="preserve">abundant </w:t>
      </w:r>
      <w:r w:rsidRPr="00BF1C58" w:rsidR="000905C1">
        <w:rPr>
          <w:b w:val="0"/>
          <w:bCs/>
          <w:iCs/>
        </w:rPr>
        <w:t>in the ground layer</w:t>
      </w:r>
      <w:r w:rsidRPr="00BF1C58" w:rsidR="00EC3AEA">
        <w:rPr>
          <w:b w:val="0"/>
          <w:bCs/>
          <w:iCs/>
        </w:rPr>
        <w:t xml:space="preserve"> (Jorgenson et al. 2001</w:t>
      </w:r>
      <w:r w:rsidR="006B4318">
        <w:rPr>
          <w:b w:val="0"/>
          <w:bCs/>
          <w:iCs/>
        </w:rPr>
        <w:t>;</w:t>
      </w:r>
      <w:r w:rsidRPr="00BF1C58" w:rsidR="00EC3AEA">
        <w:rPr>
          <w:b w:val="0"/>
          <w:bCs/>
          <w:iCs/>
        </w:rPr>
        <w:t xml:space="preserve"> Boggs and Sturdy 2005)</w:t>
      </w:r>
      <w:r w:rsidRPr="00BF1C58" w:rsidR="000905C1">
        <w:rPr>
          <w:b w:val="0"/>
          <w:bCs/>
          <w:iCs/>
        </w:rPr>
        <w:t xml:space="preserve">. Dominant mosses </w:t>
      </w:r>
      <w:r w:rsidRPr="00BF1C58" w:rsidR="0013179D">
        <w:rPr>
          <w:b w:val="0"/>
          <w:bCs/>
          <w:iCs/>
        </w:rPr>
        <w:t xml:space="preserve">include </w:t>
      </w:r>
      <w:r w:rsidRPr="006B4318" w:rsidR="0013179D">
        <w:rPr>
          <w:b w:val="0"/>
          <w:bCs/>
          <w:i/>
        </w:rPr>
        <w:t>Sphagnum</w:t>
      </w:r>
      <w:r w:rsidRPr="00BF1C58" w:rsidR="0013179D">
        <w:rPr>
          <w:b w:val="0"/>
          <w:bCs/>
          <w:iCs/>
        </w:rPr>
        <w:t xml:space="preserve"> spp.</w:t>
      </w:r>
      <w:r w:rsidRPr="00BF1C58" w:rsidR="00AD6FB1">
        <w:rPr>
          <w:b w:val="0"/>
          <w:bCs/>
          <w:iCs/>
        </w:rPr>
        <w:t xml:space="preserve">, </w:t>
      </w:r>
      <w:proofErr w:type="spellStart"/>
      <w:r w:rsidRPr="006B4318" w:rsidR="0013179D">
        <w:rPr>
          <w:b w:val="0"/>
          <w:bCs/>
          <w:i/>
        </w:rPr>
        <w:t>Hylocomium</w:t>
      </w:r>
      <w:proofErr w:type="spellEnd"/>
      <w:r w:rsidRPr="006B4318" w:rsidR="0013179D">
        <w:rPr>
          <w:b w:val="0"/>
          <w:bCs/>
          <w:i/>
        </w:rPr>
        <w:t xml:space="preserve"> splendens</w:t>
      </w:r>
      <w:r w:rsidRPr="006B4318" w:rsidR="00AD6FB1">
        <w:rPr>
          <w:b w:val="0"/>
          <w:bCs/>
          <w:i/>
        </w:rPr>
        <w:t xml:space="preserve">, </w:t>
      </w:r>
      <w:proofErr w:type="spellStart"/>
      <w:r w:rsidRPr="006B4318" w:rsidR="000232F1">
        <w:rPr>
          <w:b w:val="0"/>
          <w:bCs/>
          <w:i/>
        </w:rPr>
        <w:t>Tomentypnum</w:t>
      </w:r>
      <w:proofErr w:type="spellEnd"/>
      <w:r w:rsidRPr="006B4318" w:rsidR="000232F1">
        <w:rPr>
          <w:b w:val="0"/>
          <w:bCs/>
          <w:i/>
        </w:rPr>
        <w:t xml:space="preserve"> </w:t>
      </w:r>
      <w:proofErr w:type="spellStart"/>
      <w:r w:rsidRPr="006B4318" w:rsidR="000232F1">
        <w:rPr>
          <w:b w:val="0"/>
          <w:bCs/>
          <w:i/>
        </w:rPr>
        <w:t>nitens</w:t>
      </w:r>
      <w:proofErr w:type="spellEnd"/>
      <w:r w:rsidRPr="006B4318" w:rsidR="000232F1">
        <w:rPr>
          <w:b w:val="0"/>
          <w:bCs/>
          <w:i/>
        </w:rPr>
        <w:t xml:space="preserve">, </w:t>
      </w:r>
      <w:proofErr w:type="spellStart"/>
      <w:r w:rsidRPr="006B4318" w:rsidR="00AD6FB1">
        <w:rPr>
          <w:b w:val="0"/>
          <w:bCs/>
          <w:i/>
        </w:rPr>
        <w:t>Pleurozium</w:t>
      </w:r>
      <w:proofErr w:type="spellEnd"/>
      <w:r w:rsidRPr="00BF1C58" w:rsidR="00AD6FB1">
        <w:rPr>
          <w:b w:val="0"/>
          <w:bCs/>
          <w:iCs/>
        </w:rPr>
        <w:t xml:space="preserve"> </w:t>
      </w:r>
      <w:proofErr w:type="spellStart"/>
      <w:r w:rsidRPr="006B4318" w:rsidR="00AD6FB1">
        <w:rPr>
          <w:b w:val="0"/>
          <w:bCs/>
          <w:i/>
        </w:rPr>
        <w:t>schreberi</w:t>
      </w:r>
      <w:proofErr w:type="spellEnd"/>
      <w:r w:rsidRPr="006B4318" w:rsidR="00AD6FB1">
        <w:rPr>
          <w:b w:val="0"/>
          <w:bCs/>
          <w:i/>
        </w:rPr>
        <w:t xml:space="preserve">, </w:t>
      </w:r>
      <w:proofErr w:type="spellStart"/>
      <w:r w:rsidRPr="006B4318" w:rsidR="00AD6FB1">
        <w:rPr>
          <w:b w:val="0"/>
          <w:bCs/>
          <w:i/>
          <w:shd w:val="clear" w:color="auto" w:fill="FFFFFF"/>
        </w:rPr>
        <w:t>Polytrichum</w:t>
      </w:r>
      <w:proofErr w:type="spellEnd"/>
      <w:r w:rsidRPr="006B4318" w:rsidR="00AD6FB1">
        <w:rPr>
          <w:b w:val="0"/>
          <w:bCs/>
          <w:i/>
          <w:shd w:val="clear" w:color="auto" w:fill="FFFFFF"/>
        </w:rPr>
        <w:t xml:space="preserve"> </w:t>
      </w:r>
      <w:proofErr w:type="spellStart"/>
      <w:r w:rsidRPr="006B4318" w:rsidR="00AD6FB1">
        <w:rPr>
          <w:b w:val="0"/>
          <w:bCs/>
          <w:i/>
          <w:shd w:val="clear" w:color="auto" w:fill="FFFFFF"/>
        </w:rPr>
        <w:t>juniperinum</w:t>
      </w:r>
      <w:proofErr w:type="spellEnd"/>
      <w:r w:rsidRPr="006B4318" w:rsidR="00AD6FB1">
        <w:rPr>
          <w:b w:val="0"/>
          <w:bCs/>
          <w:i/>
        </w:rPr>
        <w:t xml:space="preserve">, </w:t>
      </w:r>
      <w:r w:rsidRPr="006B4318" w:rsidR="00AD6FB1">
        <w:rPr>
          <w:b w:val="0"/>
          <w:bCs/>
          <w:iCs/>
        </w:rPr>
        <w:t>and</w:t>
      </w:r>
      <w:r w:rsidRPr="006B4318" w:rsidR="00AD6FB1">
        <w:rPr>
          <w:b w:val="0"/>
          <w:bCs/>
          <w:i/>
        </w:rPr>
        <w:t xml:space="preserve"> </w:t>
      </w:r>
      <w:proofErr w:type="spellStart"/>
      <w:r w:rsidRPr="006B4318" w:rsidR="00AD6FB1">
        <w:rPr>
          <w:b w:val="0"/>
          <w:bCs/>
          <w:i/>
        </w:rPr>
        <w:t>Ptilium</w:t>
      </w:r>
      <w:proofErr w:type="spellEnd"/>
      <w:r w:rsidRPr="006B4318" w:rsidR="00AD6FB1">
        <w:rPr>
          <w:b w:val="0"/>
          <w:bCs/>
          <w:i/>
        </w:rPr>
        <w:t xml:space="preserve"> crista-</w:t>
      </w:r>
      <w:proofErr w:type="spellStart"/>
      <w:r w:rsidRPr="006B4318" w:rsidR="00AD6FB1">
        <w:rPr>
          <w:b w:val="0"/>
          <w:bCs/>
          <w:i/>
        </w:rPr>
        <w:t>castrensis</w:t>
      </w:r>
      <w:proofErr w:type="spellEnd"/>
      <w:r w:rsidRPr="00BF1C58" w:rsidR="0013179D">
        <w:rPr>
          <w:b w:val="0"/>
          <w:bCs/>
          <w:iCs/>
        </w:rPr>
        <w:t>.</w:t>
      </w:r>
      <w:r w:rsidRPr="00BF1C58" w:rsidR="000905C1">
        <w:rPr>
          <w:b w:val="0"/>
          <w:bCs/>
          <w:iCs/>
        </w:rPr>
        <w:t xml:space="preserve"> Domina</w:t>
      </w:r>
      <w:r w:rsidRPr="00BF1C58" w:rsidR="001A2FCE">
        <w:rPr>
          <w:b w:val="0"/>
          <w:bCs/>
          <w:iCs/>
        </w:rPr>
        <w:t>nt</w:t>
      </w:r>
      <w:r w:rsidRPr="00BF1C58" w:rsidR="000905C1">
        <w:rPr>
          <w:b w:val="0"/>
          <w:bCs/>
          <w:iCs/>
        </w:rPr>
        <w:t xml:space="preserve"> lichens include </w:t>
      </w:r>
      <w:r w:rsidRPr="006B4318" w:rsidR="000905C1">
        <w:rPr>
          <w:b w:val="0"/>
          <w:bCs/>
          <w:i/>
        </w:rPr>
        <w:t>Cladonia</w:t>
      </w:r>
      <w:r w:rsidRPr="00BF1C58" w:rsidR="000905C1">
        <w:rPr>
          <w:b w:val="0"/>
          <w:bCs/>
          <w:iCs/>
        </w:rPr>
        <w:t xml:space="preserve"> spp. and </w:t>
      </w:r>
      <w:proofErr w:type="spellStart"/>
      <w:r w:rsidRPr="006B4318" w:rsidR="000905C1">
        <w:rPr>
          <w:b w:val="0"/>
          <w:bCs/>
          <w:i/>
        </w:rPr>
        <w:t>Peltigera</w:t>
      </w:r>
      <w:proofErr w:type="spellEnd"/>
      <w:r w:rsidRPr="006B4318" w:rsidR="000905C1">
        <w:rPr>
          <w:b w:val="0"/>
          <w:bCs/>
          <w:i/>
        </w:rPr>
        <w:t xml:space="preserve"> </w:t>
      </w:r>
      <w:proofErr w:type="spellStart"/>
      <w:r w:rsidRPr="006B4318" w:rsidR="000905C1">
        <w:rPr>
          <w:b w:val="0"/>
          <w:bCs/>
          <w:i/>
        </w:rPr>
        <w:t>aphthosa</w:t>
      </w:r>
      <w:proofErr w:type="spellEnd"/>
      <w:r w:rsidRPr="00BF1C58" w:rsidR="000905C1">
        <w:rPr>
          <w:b w:val="0"/>
          <w:bCs/>
          <w:iCs/>
        </w:rPr>
        <w:t xml:space="preserve"> (</w:t>
      </w:r>
      <w:proofErr w:type="spellStart"/>
      <w:r w:rsidRPr="00BF1C58" w:rsidR="000905C1">
        <w:rPr>
          <w:b w:val="0"/>
          <w:bCs/>
          <w:iCs/>
        </w:rPr>
        <w:t>Viereck</w:t>
      </w:r>
      <w:proofErr w:type="spellEnd"/>
      <w:r w:rsidRPr="00BF1C58" w:rsidR="000905C1">
        <w:rPr>
          <w:b w:val="0"/>
          <w:bCs/>
          <w:iCs/>
        </w:rPr>
        <w:t xml:space="preserve"> 1983</w:t>
      </w:r>
      <w:r w:rsidR="006B4318">
        <w:rPr>
          <w:b w:val="0"/>
          <w:bCs/>
          <w:iCs/>
        </w:rPr>
        <w:t>;</w:t>
      </w:r>
      <w:r w:rsidRPr="00BF1C58" w:rsidR="00001176">
        <w:rPr>
          <w:b w:val="0"/>
          <w:bCs/>
          <w:iCs/>
        </w:rPr>
        <w:t xml:space="preserve"> </w:t>
      </w:r>
      <w:proofErr w:type="spellStart"/>
      <w:r w:rsidRPr="00BF1C58" w:rsidR="00001176">
        <w:rPr>
          <w:b w:val="0"/>
          <w:bCs/>
          <w:iCs/>
        </w:rPr>
        <w:t>Viereck</w:t>
      </w:r>
      <w:proofErr w:type="spellEnd"/>
      <w:r w:rsidRPr="00BF1C58" w:rsidR="00001176">
        <w:rPr>
          <w:b w:val="0"/>
          <w:bCs/>
          <w:iCs/>
        </w:rPr>
        <w:t xml:space="preserve"> et al. 1992</w:t>
      </w:r>
      <w:r w:rsidRPr="00BF1C58" w:rsidR="000905C1">
        <w:rPr>
          <w:b w:val="0"/>
          <w:bCs/>
          <w:iCs/>
        </w:rPr>
        <w:t>).</w:t>
      </w:r>
    </w:p>
    <w:p w:rsidRPr="00DE3276" w:rsidR="00DE3276" w:rsidP="00DC4161" w:rsidRDefault="00DE3276" w14:paraId="5AA115F6" w14:textId="77777777"/>
    <w:p w:rsidR="0013179D" w:rsidP="0013179D" w:rsidRDefault="0013179D" w14:paraId="564719F4"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PIMA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mariana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LEPAD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palustre ssp. decumbens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Marsh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VAVI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vitis-idaea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Lingonberry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ERVA4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Eriophorum vaginatum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Tussock cottongrass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CABI5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bigelowii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Bigelow's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RUCH</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Rubus chamaemorus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Cloudberry</w:t>
            </w:r>
          </w:p>
        </w:tc>
      </w:tr>
    </w:tbl>
    <w:p>
      <w:r>
        <w:rPr>
          <w:sz w:val="16"/>
        </w:rPr>
        <w:t>Species names are from the NRCS PLANTS database. Check species codes at http://plants.usda.gov.</w:t>
      </w:r>
    </w:p>
    <w:p w:rsidR="0013179D" w:rsidP="0013179D" w:rsidRDefault="0013179D" w14:paraId="6AD59EC8" w14:textId="77777777">
      <w:pPr>
        <w:pStyle w:val="InfoPara"/>
      </w:pPr>
      <w:r>
        <w:t>Disturbance Description</w:t>
      </w:r>
    </w:p>
    <w:p w:rsidR="004E1170" w:rsidP="005C6689" w:rsidRDefault="0013179D" w14:paraId="0F5A15DB" w14:textId="37E33296">
      <w:r>
        <w:t>Fire is the primary disturbance in this system</w:t>
      </w:r>
      <w:r w:rsidR="00EC3AEA">
        <w:t xml:space="preserve"> (Foote 1983)</w:t>
      </w:r>
      <w:r>
        <w:t>. Fire severity is generally sufficient to kill the overstory</w:t>
      </w:r>
      <w:r w:rsidR="00EC3AEA">
        <w:t xml:space="preserve"> (Foote 1983</w:t>
      </w:r>
      <w:r w:rsidR="00B378CF">
        <w:t>;</w:t>
      </w:r>
      <w:r w:rsidR="00EC3AEA">
        <w:t xml:space="preserve"> Lutz 1956</w:t>
      </w:r>
      <w:r w:rsidR="00B378CF">
        <w:t>;</w:t>
      </w:r>
      <w:r w:rsidR="00EC3AEA">
        <w:t xml:space="preserve"> Todd and </w:t>
      </w:r>
      <w:proofErr w:type="spellStart"/>
      <w:r w:rsidR="00EC3AEA">
        <w:t>Jewkes</w:t>
      </w:r>
      <w:proofErr w:type="spellEnd"/>
      <w:r w:rsidR="00EC3AEA">
        <w:t xml:space="preserve"> 2006)</w:t>
      </w:r>
      <w:r w:rsidR="009C0955">
        <w:t xml:space="preserve"> and follows two basic scenarios – low and </w:t>
      </w:r>
      <w:r w:rsidR="00221E93">
        <w:t>high severity burns</w:t>
      </w:r>
      <w:r>
        <w:t xml:space="preserve">. </w:t>
      </w:r>
    </w:p>
    <w:p w:rsidR="004E1170" w:rsidP="005C6689" w:rsidRDefault="004E1170" w14:paraId="79375A6B" w14:textId="77777777"/>
    <w:p w:rsidR="004E1170" w:rsidP="005C6689" w:rsidRDefault="00221E93" w14:paraId="67852243" w14:textId="4AC3C83B">
      <w:r>
        <w:t xml:space="preserve">It has been noted that fires in this type of system in the Yukon Flats region </w:t>
      </w:r>
      <w:r w:rsidR="004E1170">
        <w:t>are</w:t>
      </w:r>
      <w:r>
        <w:t xml:space="preserve"> thought to be more complex (Johnstone et al. 2008). </w:t>
      </w:r>
      <w:r w:rsidR="00C84AE5">
        <w:t>Lethal surface fire can occur alone but is most common in combination with crown fire. The soil organic layer is often consumed during crown and lethal surface fires (Johnstone 2003</w:t>
      </w:r>
      <w:r w:rsidR="00D619C9">
        <w:t>;</w:t>
      </w:r>
      <w:r w:rsidR="00C84AE5">
        <w:t xml:space="preserve"> Lutz 1960</w:t>
      </w:r>
      <w:r w:rsidR="00D619C9">
        <w:t>;</w:t>
      </w:r>
      <w:r w:rsidR="00C84AE5">
        <w:t xml:space="preserve"> </w:t>
      </w:r>
      <w:proofErr w:type="spellStart"/>
      <w:r w:rsidR="00C84AE5">
        <w:t>Viereck</w:t>
      </w:r>
      <w:proofErr w:type="spellEnd"/>
      <w:r w:rsidR="00C84AE5">
        <w:t xml:space="preserve"> 1983</w:t>
      </w:r>
      <w:r w:rsidR="00D619C9">
        <w:t>;</w:t>
      </w:r>
      <w:r w:rsidR="00C84AE5">
        <w:t xml:space="preserve"> Wein 1983). </w:t>
      </w:r>
      <w:r w:rsidR="00F13D67">
        <w:t xml:space="preserve">High combustion of the organic layer (high fire severity) led to increased densities of deciduous seedlings but not black </w:t>
      </w:r>
      <w:r w:rsidR="00D619C9">
        <w:t>spruce and</w:t>
      </w:r>
      <w:r w:rsidR="002C2E74">
        <w:t xml:space="preserve"> </w:t>
      </w:r>
      <w:r w:rsidR="00811E6A">
        <w:t xml:space="preserve">had a positive influence on aboveground biomass of all species (Johnstone et al. 2020). </w:t>
      </w:r>
    </w:p>
    <w:p w:rsidR="004E1170" w:rsidP="005C6689" w:rsidRDefault="004E1170" w14:paraId="49D545C0" w14:textId="77777777"/>
    <w:p w:rsidR="005014BD" w:rsidP="005C6689" w:rsidRDefault="00221E93" w14:paraId="5467FF03" w14:textId="0CA87A4C">
      <w:r>
        <w:t xml:space="preserve">Low severity </w:t>
      </w:r>
      <w:r w:rsidR="00D619C9">
        <w:t>fires,</w:t>
      </w:r>
      <w:r>
        <w:t xml:space="preserve"> however, only remove the non-graminoid cover and the disturbance provides nutrients for tussocks, and tussocks become more productive (</w:t>
      </w:r>
      <w:proofErr w:type="spellStart"/>
      <w:r>
        <w:t>Viereck</w:t>
      </w:r>
      <w:proofErr w:type="spellEnd"/>
      <w:r>
        <w:t xml:space="preserve"> et a</w:t>
      </w:r>
      <w:r w:rsidR="008E5363">
        <w:t>l</w:t>
      </w:r>
      <w:r>
        <w:t xml:space="preserve">. 1992). </w:t>
      </w:r>
      <w:r w:rsidR="00EB3224">
        <w:t xml:space="preserve">Generally, black spruce </w:t>
      </w:r>
      <w:r w:rsidR="008E5363">
        <w:t>is</w:t>
      </w:r>
      <w:r w:rsidR="00EB3224">
        <w:t xml:space="preserve"> successful </w:t>
      </w:r>
      <w:r w:rsidR="008E5363">
        <w:t>at</w:t>
      </w:r>
      <w:r w:rsidR="00EB3224">
        <w:t xml:space="preserve"> replacing itself after fire on moister sites and sites burned </w:t>
      </w:r>
      <w:r w:rsidR="004E1170">
        <w:t>at a</w:t>
      </w:r>
      <w:r w:rsidR="00EB3224">
        <w:t xml:space="preserve"> low or moderate severity level where some level of organic layer is left unconsumed (Johnstone et al</w:t>
      </w:r>
      <w:r w:rsidR="004E1170">
        <w:t>.</w:t>
      </w:r>
      <w:r w:rsidR="00EB3224">
        <w:t xml:space="preserve"> 2010). </w:t>
      </w:r>
      <w:r w:rsidR="002C2E74">
        <w:t>Much of the land that burned in the 2004 Taylor Complex Fire region of interior A</w:t>
      </w:r>
      <w:r w:rsidR="004E1170">
        <w:t>K</w:t>
      </w:r>
      <w:r w:rsidR="002C2E74">
        <w:t xml:space="preserve"> are black spruce communities. R</w:t>
      </w:r>
      <w:r w:rsidR="001961B0">
        <w:t xml:space="preserve">esearch between 2005 and 2016 </w:t>
      </w:r>
      <w:r w:rsidR="002C2E74">
        <w:t xml:space="preserve">in this fire complex </w:t>
      </w:r>
      <w:r w:rsidR="001961B0">
        <w:t xml:space="preserve">showed low severity burn sites generally had the highest woody fuel loading and understory community composition correlated with multiple factors including moss depth, canopy cover, elevation, and aspect (Hammond et al. 2019). </w:t>
      </w:r>
    </w:p>
    <w:p w:rsidR="005014BD" w:rsidP="005C6689" w:rsidRDefault="005014BD" w14:paraId="35FDD1B8" w14:textId="77777777"/>
    <w:p w:rsidR="00C84AE5" w:rsidP="005C6689" w:rsidRDefault="0014331B" w14:paraId="13B84899" w14:textId="0DA1582A">
      <w:r>
        <w:t>In a literature review</w:t>
      </w:r>
      <w:r w:rsidR="00541F3D">
        <w:t>,</w:t>
      </w:r>
      <w:r>
        <w:t xml:space="preserve"> Fryer (1994a) reported mean fire return intervals </w:t>
      </w:r>
      <w:r w:rsidR="005E79E4">
        <w:t xml:space="preserve">(MFRI) </w:t>
      </w:r>
      <w:r>
        <w:t>of 73-113 years from fire history studies in boreal A</w:t>
      </w:r>
      <w:r w:rsidR="005014BD">
        <w:t>K</w:t>
      </w:r>
      <w:r>
        <w:t xml:space="preserve"> black spruce communities (Drury </w:t>
      </w:r>
      <w:r w:rsidR="005014BD">
        <w:t>and</w:t>
      </w:r>
      <w:r>
        <w:t xml:space="preserve"> Grissom 2008</w:t>
      </w:r>
      <w:r w:rsidR="00F618F1">
        <w:t>;</w:t>
      </w:r>
      <w:r>
        <w:t xml:space="preserve"> </w:t>
      </w:r>
      <w:proofErr w:type="spellStart"/>
      <w:r>
        <w:t>Fastie</w:t>
      </w:r>
      <w:proofErr w:type="spellEnd"/>
      <w:r>
        <w:t xml:space="preserve"> et al. 2002</w:t>
      </w:r>
      <w:r w:rsidR="00F618F1">
        <w:t>;</w:t>
      </w:r>
      <w:r>
        <w:t xml:space="preserve"> </w:t>
      </w:r>
      <w:proofErr w:type="spellStart"/>
      <w:r>
        <w:t>Kasischke</w:t>
      </w:r>
      <w:proofErr w:type="spellEnd"/>
      <w:r>
        <w:t xml:space="preserve"> et al. 2008</w:t>
      </w:r>
      <w:r w:rsidR="00F618F1">
        <w:t>;</w:t>
      </w:r>
      <w:r>
        <w:t xml:space="preserve"> Kurkowski et al. 2008</w:t>
      </w:r>
      <w:r w:rsidR="00F618F1">
        <w:t>;</w:t>
      </w:r>
      <w:r>
        <w:t xml:space="preserve"> Lloyd et al. 2005</w:t>
      </w:r>
      <w:r w:rsidR="00F618F1">
        <w:t>;</w:t>
      </w:r>
      <w:r>
        <w:t xml:space="preserve"> </w:t>
      </w:r>
      <w:proofErr w:type="spellStart"/>
      <w:r>
        <w:t>Yarie</w:t>
      </w:r>
      <w:proofErr w:type="spellEnd"/>
      <w:r>
        <w:t xml:space="preserve"> 1981). </w:t>
      </w:r>
      <w:r w:rsidR="00C84AE5">
        <w:t xml:space="preserve">Detailed information about fire disturbance in this BpS can be found in the </w:t>
      </w:r>
      <w:r w:rsidR="00AD1FB8">
        <w:t>“</w:t>
      </w:r>
      <w:r w:rsidR="00C84AE5">
        <w:t>Fire regimes of Alaskan black spruce communities</w:t>
      </w:r>
      <w:r w:rsidR="00AD1FB8">
        <w:t>”</w:t>
      </w:r>
      <w:r w:rsidR="00C84AE5">
        <w:t xml:space="preserve"> (Fryer</w:t>
      </w:r>
      <w:r w:rsidR="00AD1FB8">
        <w:t xml:space="preserve"> 2014a) and “</w:t>
      </w:r>
      <w:r w:rsidRPr="00F618F1" w:rsidR="00AD1FB8">
        <w:rPr>
          <w:i/>
          <w:iCs/>
        </w:rPr>
        <w:t>Picea mariana</w:t>
      </w:r>
      <w:r w:rsidR="00AD1FB8">
        <w:t>” species review (Fryer 2014b).</w:t>
      </w:r>
    </w:p>
    <w:p w:rsidR="0013179D" w:rsidP="0013179D" w:rsidRDefault="0013179D" w14:paraId="20394FE0" w14:textId="64436CAD"/>
    <w:p w:rsidR="0013179D" w:rsidP="0013179D" w:rsidRDefault="0013179D" w14:paraId="690C9958" w14:textId="224E9EA4">
      <w:r>
        <w:t>Under appropriate conditions, this system can originate from a very late seral stage of the Boreal Black Spruce Dwarf-tree Peatland system.</w:t>
      </w:r>
    </w:p>
    <w:p w:rsidR="00C84AE5" w:rsidP="0013179D" w:rsidRDefault="00C84AE5" w14:paraId="3D28C0E9" w14:textId="77777777"/>
    <w:p w:rsidR="0013179D" w:rsidP="0013179D" w:rsidRDefault="0013179D" w14:paraId="2363B73D" w14:textId="3B39812E">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115</w:t>
            </w:r>
          </w:p>
        </w:tc>
        <w:tc>
          <w:p>
            <w:pPr>
              <w:jc w:val="center"/>
            </w:pPr>
            <w:r>
              <w:t>87</w:t>
            </w:r>
          </w:p>
        </w:tc>
        <w:tc>
          <w:p>
            <w:pPr>
              <w:jc w:val="center"/>
            </w:pPr>
            <w:r>
              <w:t/>
            </w:r>
          </w:p>
        </w:tc>
        <w:tc>
          <w:p>
            <w:pPr>
              <w:jc w:val="center"/>
            </w:pPr>
            <w:r>
              <w:t/>
            </w:r>
          </w:p>
        </w:tc>
      </w:tr>
      <w:tr>
        <w:tc>
          <w:p>
            <w:pPr>
              <w:jc w:val="center"/>
            </w:pPr>
            <w:r>
              <w:t>Moderate (Mixed)</w:t>
            </w:r>
          </w:p>
        </w:tc>
        <w:tc>
          <w:p>
            <w:pPr>
              <w:jc w:val="center"/>
            </w:pPr>
            <w:r>
              <w:t>773</w:t>
            </w:r>
          </w:p>
        </w:tc>
        <w:tc>
          <w:p>
            <w:pPr>
              <w:jc w:val="center"/>
            </w:pPr>
            <w:r>
              <w:t>13</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100</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13179D" w:rsidP="0013179D" w:rsidRDefault="0013179D" w14:paraId="042AA0B0" w14:textId="77777777">
      <w:pPr>
        <w:pStyle w:val="InfoPara"/>
      </w:pPr>
      <w:r>
        <w:t>Scale Description</w:t>
      </w:r>
    </w:p>
    <w:p w:rsidR="0013179D" w:rsidP="0013179D" w:rsidRDefault="0013179D" w14:paraId="72632C98" w14:textId="77777777">
      <w:r>
        <w:t>Large patch (small patch)</w:t>
      </w:r>
    </w:p>
    <w:p w:rsidR="0013179D" w:rsidP="0013179D" w:rsidRDefault="0013179D" w14:paraId="1DBB8921" w14:textId="77777777">
      <w:pPr>
        <w:pStyle w:val="InfoPara"/>
      </w:pPr>
      <w:r>
        <w:t>Adjacency or Identification Concerns</w:t>
      </w:r>
    </w:p>
    <w:p w:rsidR="0013179D" w:rsidP="0013179D" w:rsidRDefault="0013179D" w14:paraId="3E886A17" w14:textId="62C16A8F">
      <w:r>
        <w:t>This system tends to occur on a continuum between the Boreal Black Spruce Dwarf-tree Peatland system and the Boreal Low Shrub-Tussock Tundra system. Boreal Wet Black Spruce-Tussock Woodland occurs on sites that are slightly drier than tussock-shrub sites and slightly lower and wetter than wet black spruce sites.</w:t>
      </w:r>
    </w:p>
    <w:p w:rsidR="0013179D" w:rsidP="0013179D" w:rsidRDefault="0013179D" w14:paraId="125AC98D" w14:textId="77777777"/>
    <w:p w:rsidR="0013179D" w:rsidP="0013179D" w:rsidRDefault="0013179D" w14:paraId="3FF2EDDB" w14:textId="77777777">
      <w:r>
        <w:t xml:space="preserve">The herb and shrub classes of this system are similar in structure and composition to the herb and shrub classes of the </w:t>
      </w:r>
      <w:bookmarkStart w:name="_Hlk95808997" w:id="0"/>
      <w:r>
        <w:t>Boreal Low Shrub-Tussock Tundra system</w:t>
      </w:r>
      <w:bookmarkEnd w:id="0"/>
      <w:r>
        <w:t>, but the Boreal Low Shrub-Tussock Tundra system occurs where site conditions prevent trees from invading.</w:t>
      </w:r>
    </w:p>
    <w:p w:rsidR="0013179D" w:rsidP="0013179D" w:rsidRDefault="0013179D" w14:paraId="659BB6E9" w14:textId="77777777">
      <w:pPr>
        <w:pStyle w:val="InfoPara"/>
      </w:pPr>
      <w:r>
        <w:t>Issues or Problems</w:t>
      </w:r>
    </w:p>
    <w:p w:rsidR="0013179D" w:rsidP="0013179D" w:rsidRDefault="00AB1144" w14:paraId="21C4E602" w14:textId="7D03AD9D">
      <w:r>
        <w:t>With information</w:t>
      </w:r>
      <w:r w:rsidR="00AD1FB8">
        <w:t xml:space="preserve"> </w:t>
      </w:r>
      <w:r w:rsidR="000F1E15">
        <w:t>dat</w:t>
      </w:r>
      <w:r>
        <w:t>ing</w:t>
      </w:r>
      <w:r w:rsidR="000F1E15">
        <w:t xml:space="preserve"> back to the 1940s</w:t>
      </w:r>
      <w:r>
        <w:t>, Alaska’s fire history records provide limited</w:t>
      </w:r>
      <w:r w:rsidR="000F1E15">
        <w:t xml:space="preserve"> information on </w:t>
      </w:r>
      <w:r>
        <w:t xml:space="preserve">recent </w:t>
      </w:r>
      <w:r w:rsidR="000F1E15">
        <w:t>fire history (</w:t>
      </w:r>
      <w:proofErr w:type="spellStart"/>
      <w:r w:rsidR="000F1E15">
        <w:t>Viereck</w:t>
      </w:r>
      <w:proofErr w:type="spellEnd"/>
      <w:r w:rsidR="000F1E15">
        <w:t xml:space="preserve"> and </w:t>
      </w:r>
      <w:proofErr w:type="spellStart"/>
      <w:r w:rsidR="000F1E15">
        <w:t>Schandelmeier</w:t>
      </w:r>
      <w:proofErr w:type="spellEnd"/>
      <w:r w:rsidR="000F1E15">
        <w:t xml:space="preserve"> 1980).</w:t>
      </w:r>
      <w:r w:rsidR="00C01C57">
        <w:t xml:space="preserve"> </w:t>
      </w:r>
    </w:p>
    <w:p w:rsidR="0013179D" w:rsidP="0013179D" w:rsidRDefault="0013179D" w14:paraId="19B89AA5" w14:textId="77777777">
      <w:pPr>
        <w:pStyle w:val="InfoPara"/>
      </w:pPr>
      <w:r>
        <w:t>Native Uncharacteristic Conditions</w:t>
      </w:r>
    </w:p>
    <w:p w:rsidR="0013179D" w:rsidP="0013179D" w:rsidRDefault="0013179D" w14:paraId="5A115D18" w14:textId="77777777"/>
    <w:p w:rsidR="0013179D" w:rsidP="0013179D" w:rsidRDefault="0013179D" w14:paraId="672D418D" w14:textId="77777777">
      <w:pPr>
        <w:pStyle w:val="InfoPara"/>
      </w:pPr>
      <w:r>
        <w:t>Comments</w:t>
      </w:r>
    </w:p>
    <w:p w:rsidR="00562483" w:rsidP="000232F1" w:rsidRDefault="00645C7B" w14:paraId="173160A5" w14:textId="453BF7E7">
      <w:r>
        <w:t xml:space="preserve">This BpS concept is similar to the Ecological Site Description: </w:t>
      </w:r>
      <w:hyperlink w:history="1" r:id="rId8">
        <w:r w:rsidRPr="005014BD" w:rsidR="000232F1">
          <w:rPr>
            <w:rStyle w:val="Hyperlink"/>
          </w:rPr>
          <w:t>Boreal Woodland Loamy Frozen Plain Wet</w:t>
        </w:r>
      </w:hyperlink>
      <w:r>
        <w:t xml:space="preserve"> (ECOLOGICAL SITE </w:t>
      </w:r>
      <w:r w:rsidRPr="000232F1" w:rsidR="000232F1">
        <w:t>XA232X02Y217</w:t>
      </w:r>
      <w:r>
        <w:t>).</w:t>
      </w:r>
    </w:p>
    <w:p w:rsidRPr="007D6399" w:rsidR="00B039B4" w:rsidP="00B039B4" w:rsidRDefault="00B039B4" w14:paraId="3DCC7796" w14:textId="68149DDD"/>
    <w:p w:rsidRPr="004E1170" w:rsidR="00B039B4" w:rsidP="00B039B4" w:rsidRDefault="00B039B4" w14:paraId="79F92875" w14:textId="6FBDD197">
      <w:r w:rsidRPr="004E1170">
        <w:t xml:space="preserve">The modeled fire severity in this BpS is mostly replacement severity because LANDFIRE defines replacement </w:t>
      </w:r>
      <w:r w:rsidRPr="004E1170" w:rsidR="007D6399">
        <w:t>severity</w:t>
      </w:r>
      <w:r w:rsidRPr="004E1170">
        <w:t xml:space="preserve"> as &gt;75% top</w:t>
      </w:r>
      <w:r w:rsidRPr="004E1170" w:rsidR="007D6399">
        <w:t>-</w:t>
      </w:r>
      <w:r w:rsidRPr="004E1170">
        <w:t>kill of the upper layer lifeform. Some reviewers of this system described the severity as low because fire</w:t>
      </w:r>
      <w:r w:rsidRPr="004E1170" w:rsidR="007D6399">
        <w:t xml:space="preserve"> generally killed</w:t>
      </w:r>
      <w:r w:rsidRPr="004E1170">
        <w:t xml:space="preserve"> the trees but did not </w:t>
      </w:r>
      <w:r w:rsidRPr="004E1170" w:rsidR="007D6399">
        <w:t xml:space="preserve">kill the tussocks or ericaceous shrubs. </w:t>
      </w:r>
    </w:p>
    <w:p w:rsidRPr="004E1170" w:rsidR="00B039B4" w:rsidP="002D32B2" w:rsidRDefault="00B039B4" w14:paraId="3968C05A" w14:textId="77777777">
      <w:pPr>
        <w:pStyle w:val="CommentText"/>
        <w:rPr>
          <w:sz w:val="24"/>
          <w:szCs w:val="24"/>
        </w:rPr>
      </w:pPr>
    </w:p>
    <w:p w:rsidRPr="004E1170" w:rsidR="007D6399" w:rsidP="007D6399" w:rsidRDefault="007D6399" w14:paraId="1E16A1DF" w14:textId="77777777">
      <w:r w:rsidRPr="004E1170">
        <w:t xml:space="preserve">2022 - </w:t>
      </w:r>
      <w:r w:rsidRPr="007D6399">
        <w:t>Attendees of the</w:t>
      </w:r>
      <w:r w:rsidRPr="004E1170">
        <w:t xml:space="preserve"> Boreal Forest BpS Review Work Session in February 2022 agreed that a fire frequency of approximately 100 years was appropriate for this BpS. </w:t>
      </w:r>
    </w:p>
    <w:p w:rsidRPr="004E1170" w:rsidR="007D6399" w:rsidP="004C17E7" w:rsidRDefault="007D6399" w14:paraId="2897F660" w14:textId="654CACF2">
      <w:pPr>
        <w:pStyle w:val="CommentText"/>
        <w:tabs>
          <w:tab w:val="left" w:pos="3984"/>
        </w:tabs>
        <w:rPr>
          <w:sz w:val="24"/>
          <w:szCs w:val="24"/>
        </w:rPr>
      </w:pPr>
    </w:p>
    <w:p w:rsidRPr="00BC0634" w:rsidR="002D32B2" w:rsidP="004C17E7" w:rsidRDefault="007D6399" w14:paraId="6B6D1F16" w14:textId="4A25C523">
      <w:pPr>
        <w:pStyle w:val="CommentText"/>
        <w:tabs>
          <w:tab w:val="left" w:pos="3984"/>
        </w:tabs>
        <w:rPr>
          <w:sz w:val="24"/>
          <w:szCs w:val="24"/>
        </w:rPr>
      </w:pPr>
      <w:r w:rsidRPr="004E1170">
        <w:rPr>
          <w:sz w:val="24"/>
          <w:szCs w:val="24"/>
        </w:rPr>
        <w:t xml:space="preserve">2015 - </w:t>
      </w:r>
      <w:r w:rsidRPr="004E1170" w:rsidR="00833900">
        <w:rPr>
          <w:sz w:val="24"/>
          <w:szCs w:val="24"/>
        </w:rPr>
        <w:t>Fryer noted that the original modeled All Fire MFRI of 124 years was outside of the range found in the literature (</w:t>
      </w:r>
      <w:proofErr w:type="gramStart"/>
      <w:r w:rsidRPr="004E1170" w:rsidR="00833900">
        <w:rPr>
          <w:sz w:val="24"/>
          <w:szCs w:val="24"/>
        </w:rPr>
        <w:t>i.e.</w:t>
      </w:r>
      <w:proofErr w:type="gramEnd"/>
      <w:r w:rsidRPr="004E1170" w:rsidR="00833900">
        <w:rPr>
          <w:sz w:val="24"/>
          <w:szCs w:val="24"/>
        </w:rPr>
        <w:t xml:space="preserve"> 73-113 years). Blankenship adjusted the</w:t>
      </w:r>
      <w:r w:rsidRPr="004E1170" w:rsidR="00DE2AEE">
        <w:rPr>
          <w:sz w:val="24"/>
          <w:szCs w:val="24"/>
        </w:rPr>
        <w:t xml:space="preserve"> replacement</w:t>
      </w:r>
      <w:r w:rsidRPr="004E1170" w:rsidR="00833900">
        <w:rPr>
          <w:sz w:val="24"/>
          <w:szCs w:val="24"/>
        </w:rPr>
        <w:t xml:space="preserve"> fire frequencies, </w:t>
      </w:r>
      <w:r w:rsidRPr="004E1170" w:rsidR="00DE2AEE">
        <w:rPr>
          <w:sz w:val="24"/>
          <w:szCs w:val="24"/>
        </w:rPr>
        <w:t>resulting in an</w:t>
      </w:r>
      <w:r w:rsidRPr="004E1170" w:rsidR="00833900">
        <w:rPr>
          <w:sz w:val="24"/>
          <w:szCs w:val="24"/>
        </w:rPr>
        <w:t xml:space="preserve"> </w:t>
      </w:r>
      <w:r w:rsidRPr="005014BD" w:rsidR="00833900">
        <w:rPr>
          <w:sz w:val="24"/>
          <w:szCs w:val="24"/>
        </w:rPr>
        <w:t xml:space="preserve">All Fire MFRI </w:t>
      </w:r>
      <w:r w:rsidRPr="005014BD" w:rsidR="00DE2AEE">
        <w:rPr>
          <w:sz w:val="24"/>
          <w:szCs w:val="24"/>
        </w:rPr>
        <w:t>of</w:t>
      </w:r>
      <w:r w:rsidRPr="005014BD" w:rsidR="00833900">
        <w:rPr>
          <w:sz w:val="24"/>
          <w:szCs w:val="24"/>
        </w:rPr>
        <w:t xml:space="preserve"> </w:t>
      </w:r>
      <w:r w:rsidRPr="005014BD" w:rsidR="00DE2AEE">
        <w:rPr>
          <w:sz w:val="24"/>
          <w:szCs w:val="24"/>
        </w:rPr>
        <w:t>100 years.</w:t>
      </w:r>
    </w:p>
    <w:p w:rsidR="00562483" w:rsidP="0013179D" w:rsidRDefault="00562483" w14:paraId="4EE11B0B" w14:textId="1346C647"/>
    <w:p w:rsidR="00E757EC" w:rsidP="00E757EC" w:rsidRDefault="00E757EC" w14:paraId="0A4BCAED" w14:textId="77777777">
      <w:r>
        <w:t xml:space="preserve">More information on black spruce forest can be found in the Fire Effects Information System Synthesis: </w:t>
      </w:r>
      <w:hyperlink w:history="1" r:id="rId9">
        <w:r w:rsidRPr="00DA4B92">
          <w:rPr>
            <w:rStyle w:val="Hyperlink"/>
          </w:rPr>
          <w:t>Fire regimes of Alaskan black spruce communities</w:t>
        </w:r>
      </w:hyperlink>
      <w:r>
        <w:rPr>
          <w:color w:val="000000"/>
        </w:rPr>
        <w:t xml:space="preserve"> (Fryer 2014a);</w:t>
      </w:r>
      <w:r>
        <w:t xml:space="preserve"> and in the species review: </w:t>
      </w:r>
      <w:hyperlink w:history="1" r:id="rId10">
        <w:r w:rsidRPr="00DA4B92">
          <w:rPr>
            <w:rStyle w:val="Hyperlink"/>
          </w:rPr>
          <w:t>Picea mariana</w:t>
        </w:r>
      </w:hyperlink>
      <w:r>
        <w:t xml:space="preserve"> (Fryer 2014b). </w:t>
      </w:r>
    </w:p>
    <w:p w:rsidR="00E757EC" w:rsidP="0013179D" w:rsidRDefault="00E757EC" w14:paraId="1D316065" w14:textId="77777777"/>
    <w:p w:rsidR="0013179D" w:rsidP="0013179D" w:rsidRDefault="00562483" w14:paraId="034D2D9E" w14:textId="1856913B">
      <w:r>
        <w:t>During LANDFIRE National</w:t>
      </w:r>
      <w:r w:rsidR="00362499">
        <w:t>,</w:t>
      </w:r>
      <w:r>
        <w:t xml:space="preserve"> </w:t>
      </w:r>
      <w:r w:rsidR="00362499">
        <w:t>t</w:t>
      </w:r>
      <w:r w:rsidR="0013179D">
        <w:t>his model was created for the boreal region of AK and did not receive review for other parts of the state.</w:t>
      </w:r>
      <w:r w:rsidR="00B02699">
        <w:t xml:space="preserve"> </w:t>
      </w:r>
      <w:r w:rsidR="0013179D">
        <w:t>This model was based on input from the experts who attended the LANDFIRE Fairbanks (Nov. 07) modeling meeting and refined by Robert Lambrecht. Torre Jorgenson provided some information on the relationships between this system and adjacent systems.</w:t>
      </w:r>
    </w:p>
    <w:p w:rsidR="007723C3" w:rsidP="0013179D" w:rsidRDefault="007723C3" w14:paraId="42DBC4F7" w14:textId="77777777"/>
    <w:p w:rsidR="0013179D" w:rsidP="0013179D" w:rsidRDefault="0013179D" w14:paraId="1C886DD8" w14:textId="77777777">
      <w:pPr>
        <w:pStyle w:val="ReportSection"/>
      </w:pPr>
      <w:r>
        <w:t>Succession Classes</w:t>
      </w:r>
    </w:p>
    <w:p w:rsidR="00BF1C58" w:rsidP="0013179D" w:rsidRDefault="00BF1C58" w14:paraId="11608AE4" w14:textId="77777777">
      <w:pPr>
        <w:pStyle w:val="InfoPara"/>
      </w:pP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13179D" w:rsidP="0013179D" w:rsidRDefault="0013179D" w14:paraId="2086F6BD" w14:textId="43899D33">
      <w:pPr>
        <w:pStyle w:val="InfoPara"/>
        <w:pBdr>
          <w:top w:val="single" w:color="auto" w:sz="4" w:space="1"/>
        </w:pBdr>
      </w:pPr>
      <w:r xmlns:w="http://schemas.openxmlformats.org/wordprocessingml/2006/main">
        <w:t>Class A</w:t>
      </w:r>
      <w:r xmlns:w="http://schemas.openxmlformats.org/wordprocessingml/2006/main">
        <w:tab/>
        <w:t>8</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13179D" w:rsidP="0013179D" w:rsidRDefault="0013179D" w14:paraId="2B171422" w14:textId="77777777"/>
    <w:p w:rsidR="0013179D" w:rsidP="0013179D" w:rsidRDefault="0013179D" w14:paraId="2F6C2602"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604"/>
        <w:gridCol w:w="2316"/>
        <w:gridCol w:w="1956"/>
      </w:tblGrid>
      <w:tr w:rsidRPr="0013179D" w:rsidR="0013179D" w:rsidTr="0013179D" w14:paraId="6C5BA8A6" w14:textId="77777777">
        <w:tc>
          <w:tcPr>
            <w:tcW w:w="1104" w:type="dxa"/>
            <w:tcBorders>
              <w:top w:val="single" w:color="auto" w:sz="2" w:space="0"/>
              <w:bottom w:val="single" w:color="000000" w:sz="12" w:space="0"/>
            </w:tcBorders>
            <w:shd w:val="clear" w:color="auto" w:fill="auto"/>
          </w:tcPr>
          <w:p w:rsidRPr="0013179D" w:rsidR="0013179D" w:rsidP="00311621" w:rsidRDefault="0013179D" w14:paraId="62FAE368" w14:textId="77777777">
            <w:pPr>
              <w:rPr>
                <w:b/>
                <w:bCs/>
              </w:rPr>
            </w:pPr>
            <w:r w:rsidRPr="0013179D">
              <w:rPr>
                <w:b/>
                <w:bCs/>
              </w:rPr>
              <w:t>Symbol</w:t>
            </w:r>
          </w:p>
        </w:tc>
        <w:tc>
          <w:tcPr>
            <w:tcW w:w="2604" w:type="dxa"/>
            <w:tcBorders>
              <w:top w:val="single" w:color="auto" w:sz="2" w:space="0"/>
              <w:bottom w:val="single" w:color="000000" w:sz="12" w:space="0"/>
            </w:tcBorders>
            <w:shd w:val="clear" w:color="auto" w:fill="auto"/>
          </w:tcPr>
          <w:p w:rsidRPr="0013179D" w:rsidR="0013179D" w:rsidP="00311621" w:rsidRDefault="0013179D" w14:paraId="4DF2EDF6" w14:textId="77777777">
            <w:pPr>
              <w:rPr>
                <w:b/>
                <w:bCs/>
              </w:rPr>
            </w:pPr>
            <w:r w:rsidRPr="0013179D">
              <w:rPr>
                <w:b/>
                <w:bCs/>
              </w:rPr>
              <w:t>Scientific Name</w:t>
            </w:r>
          </w:p>
        </w:tc>
        <w:tc>
          <w:tcPr>
            <w:tcW w:w="2316" w:type="dxa"/>
            <w:tcBorders>
              <w:top w:val="single" w:color="auto" w:sz="2" w:space="0"/>
              <w:bottom w:val="single" w:color="000000" w:sz="12" w:space="0"/>
            </w:tcBorders>
            <w:shd w:val="clear" w:color="auto" w:fill="auto"/>
          </w:tcPr>
          <w:p w:rsidRPr="0013179D" w:rsidR="0013179D" w:rsidP="00311621" w:rsidRDefault="0013179D" w14:paraId="7B9FE6C2" w14:textId="77777777">
            <w:pPr>
              <w:rPr>
                <w:b/>
                <w:bCs/>
              </w:rPr>
            </w:pPr>
            <w:r w:rsidRPr="0013179D">
              <w:rPr>
                <w:b/>
                <w:bCs/>
              </w:rPr>
              <w:t>Common Name</w:t>
            </w:r>
          </w:p>
        </w:tc>
        <w:tc>
          <w:tcPr>
            <w:tcW w:w="1956" w:type="dxa"/>
            <w:tcBorders>
              <w:top w:val="single" w:color="auto" w:sz="2" w:space="0"/>
              <w:bottom w:val="single" w:color="000000" w:sz="12" w:space="0"/>
            </w:tcBorders>
            <w:shd w:val="clear" w:color="auto" w:fill="auto"/>
          </w:tcPr>
          <w:p w:rsidRPr="0013179D" w:rsidR="0013179D" w:rsidP="00311621" w:rsidRDefault="0013179D" w14:paraId="40648C00" w14:textId="77777777">
            <w:pPr>
              <w:rPr>
                <w:b/>
                <w:bCs/>
              </w:rPr>
            </w:pPr>
            <w:r w:rsidRPr="0013179D">
              <w:rPr>
                <w:b/>
                <w:bCs/>
              </w:rPr>
              <w:t>Canopy Position</w:t>
            </w:r>
          </w:p>
        </w:tc>
      </w:tr>
      <w:tr w:rsidRPr="0013179D" w:rsidR="0013179D" w:rsidTr="0013179D" w14:paraId="7739D1EB" w14:textId="77777777">
        <w:tc>
          <w:tcPr>
            <w:tcW w:w="1104" w:type="dxa"/>
            <w:tcBorders>
              <w:top w:val="single" w:color="000000" w:sz="12" w:space="0"/>
            </w:tcBorders>
            <w:shd w:val="clear" w:color="auto" w:fill="auto"/>
          </w:tcPr>
          <w:p w:rsidRPr="0013179D" w:rsidR="0013179D" w:rsidP="00311621" w:rsidRDefault="0013179D" w14:paraId="1361E18B" w14:textId="77777777">
            <w:pPr>
              <w:rPr>
                <w:bCs/>
              </w:rPr>
            </w:pPr>
            <w:r w:rsidRPr="0013179D">
              <w:rPr>
                <w:bCs/>
              </w:rPr>
              <w:t>ERVA4</w:t>
            </w:r>
          </w:p>
        </w:tc>
        <w:tc>
          <w:tcPr>
            <w:tcW w:w="2604" w:type="dxa"/>
            <w:tcBorders>
              <w:top w:val="single" w:color="000000" w:sz="12" w:space="0"/>
            </w:tcBorders>
            <w:shd w:val="clear" w:color="auto" w:fill="auto"/>
          </w:tcPr>
          <w:p w:rsidRPr="00362499" w:rsidR="0013179D" w:rsidP="00311621" w:rsidRDefault="0013179D" w14:paraId="2D164114" w14:textId="77777777">
            <w:pPr>
              <w:rPr>
                <w:i/>
                <w:iCs/>
              </w:rPr>
            </w:pPr>
            <w:r w:rsidRPr="00362499">
              <w:rPr>
                <w:i/>
                <w:iCs/>
              </w:rPr>
              <w:t>Eriophorum vaginatum</w:t>
            </w:r>
          </w:p>
        </w:tc>
        <w:tc>
          <w:tcPr>
            <w:tcW w:w="2316" w:type="dxa"/>
            <w:tcBorders>
              <w:top w:val="single" w:color="000000" w:sz="12" w:space="0"/>
            </w:tcBorders>
            <w:shd w:val="clear" w:color="auto" w:fill="auto"/>
          </w:tcPr>
          <w:p w:rsidRPr="0013179D" w:rsidR="0013179D" w:rsidP="00311621" w:rsidRDefault="0013179D" w14:paraId="49CB5CDB" w14:textId="77777777">
            <w:r w:rsidRPr="0013179D">
              <w:t xml:space="preserve">Tussock </w:t>
            </w:r>
            <w:proofErr w:type="spellStart"/>
            <w:r w:rsidRPr="0013179D">
              <w:t>cottongrass</w:t>
            </w:r>
            <w:proofErr w:type="spellEnd"/>
          </w:p>
        </w:tc>
        <w:tc>
          <w:tcPr>
            <w:tcW w:w="1956" w:type="dxa"/>
            <w:tcBorders>
              <w:top w:val="single" w:color="000000" w:sz="12" w:space="0"/>
            </w:tcBorders>
            <w:shd w:val="clear" w:color="auto" w:fill="auto"/>
          </w:tcPr>
          <w:p w:rsidRPr="0013179D" w:rsidR="0013179D" w:rsidP="00311621" w:rsidRDefault="0013179D" w14:paraId="19B60711" w14:textId="77777777">
            <w:r w:rsidRPr="0013179D">
              <w:t>Upper</w:t>
            </w:r>
          </w:p>
        </w:tc>
      </w:tr>
      <w:tr w:rsidRPr="0013179D" w:rsidR="0013179D" w:rsidTr="0013179D" w14:paraId="4764C6FB" w14:textId="77777777">
        <w:tc>
          <w:tcPr>
            <w:tcW w:w="1104" w:type="dxa"/>
            <w:shd w:val="clear" w:color="auto" w:fill="auto"/>
          </w:tcPr>
          <w:p w:rsidRPr="0013179D" w:rsidR="0013179D" w:rsidP="00311621" w:rsidRDefault="0013179D" w14:paraId="00370DCD" w14:textId="77777777">
            <w:pPr>
              <w:rPr>
                <w:bCs/>
              </w:rPr>
            </w:pPr>
            <w:r w:rsidRPr="0013179D">
              <w:rPr>
                <w:bCs/>
              </w:rPr>
              <w:t>CABI5</w:t>
            </w:r>
          </w:p>
        </w:tc>
        <w:tc>
          <w:tcPr>
            <w:tcW w:w="2604" w:type="dxa"/>
            <w:shd w:val="clear" w:color="auto" w:fill="auto"/>
          </w:tcPr>
          <w:p w:rsidRPr="00362499" w:rsidR="0013179D" w:rsidP="00311621" w:rsidRDefault="0013179D" w14:paraId="5B191476" w14:textId="77777777">
            <w:pPr>
              <w:rPr>
                <w:i/>
                <w:iCs/>
              </w:rPr>
            </w:pPr>
            <w:r w:rsidRPr="00362499">
              <w:rPr>
                <w:i/>
                <w:iCs/>
              </w:rPr>
              <w:t>Carex bigelowii</w:t>
            </w:r>
          </w:p>
        </w:tc>
        <w:tc>
          <w:tcPr>
            <w:tcW w:w="2316" w:type="dxa"/>
            <w:shd w:val="clear" w:color="auto" w:fill="auto"/>
          </w:tcPr>
          <w:p w:rsidRPr="0013179D" w:rsidR="0013179D" w:rsidP="00311621" w:rsidRDefault="0013179D" w14:paraId="6C32EC66" w14:textId="77777777">
            <w:r w:rsidRPr="0013179D">
              <w:t>Bigelow's sedge</w:t>
            </w:r>
          </w:p>
        </w:tc>
        <w:tc>
          <w:tcPr>
            <w:tcW w:w="1956" w:type="dxa"/>
            <w:shd w:val="clear" w:color="auto" w:fill="auto"/>
          </w:tcPr>
          <w:p w:rsidRPr="0013179D" w:rsidR="0013179D" w:rsidP="00311621" w:rsidRDefault="0013179D" w14:paraId="78A4051B" w14:textId="77777777">
            <w:r w:rsidRPr="0013179D">
              <w:t>Upper</w:t>
            </w:r>
          </w:p>
        </w:tc>
      </w:tr>
      <w:tr w:rsidRPr="0013179D" w:rsidR="0013179D" w:rsidTr="0013179D" w14:paraId="666CACFA" w14:textId="77777777">
        <w:tc>
          <w:tcPr>
            <w:tcW w:w="1104" w:type="dxa"/>
            <w:shd w:val="clear" w:color="auto" w:fill="auto"/>
          </w:tcPr>
          <w:p w:rsidRPr="0013179D" w:rsidR="0013179D" w:rsidP="00311621" w:rsidRDefault="0013179D" w14:paraId="003273DD" w14:textId="77777777">
            <w:pPr>
              <w:rPr>
                <w:bCs/>
              </w:rPr>
            </w:pPr>
            <w:r w:rsidRPr="0013179D">
              <w:rPr>
                <w:bCs/>
              </w:rPr>
              <w:t>RUCH</w:t>
            </w:r>
          </w:p>
        </w:tc>
        <w:tc>
          <w:tcPr>
            <w:tcW w:w="2604" w:type="dxa"/>
            <w:shd w:val="clear" w:color="auto" w:fill="auto"/>
          </w:tcPr>
          <w:p w:rsidRPr="00362499" w:rsidR="0013179D" w:rsidP="00311621" w:rsidRDefault="0013179D" w14:paraId="2A938F3F" w14:textId="77777777">
            <w:pPr>
              <w:rPr>
                <w:i/>
                <w:iCs/>
              </w:rPr>
            </w:pPr>
            <w:r w:rsidRPr="00362499">
              <w:rPr>
                <w:i/>
                <w:iCs/>
              </w:rPr>
              <w:t>Rubus chamaemorus</w:t>
            </w:r>
          </w:p>
        </w:tc>
        <w:tc>
          <w:tcPr>
            <w:tcW w:w="2316" w:type="dxa"/>
            <w:shd w:val="clear" w:color="auto" w:fill="auto"/>
          </w:tcPr>
          <w:p w:rsidRPr="0013179D" w:rsidR="0013179D" w:rsidP="00311621" w:rsidRDefault="0013179D" w14:paraId="79EB32EF" w14:textId="77777777">
            <w:r w:rsidRPr="0013179D">
              <w:t>Cloudberry</w:t>
            </w:r>
          </w:p>
        </w:tc>
        <w:tc>
          <w:tcPr>
            <w:tcW w:w="1956" w:type="dxa"/>
            <w:shd w:val="clear" w:color="auto" w:fill="auto"/>
          </w:tcPr>
          <w:p w:rsidRPr="0013179D" w:rsidR="0013179D" w:rsidP="00311621" w:rsidRDefault="0013179D" w14:paraId="4F0DFB40" w14:textId="77777777">
            <w:r w:rsidRPr="0013179D">
              <w:t>Upper</w:t>
            </w:r>
          </w:p>
        </w:tc>
      </w:tr>
    </w:tbl>
    <w:p w:rsidR="0013179D" w:rsidP="0013179D" w:rsidRDefault="0013179D" w14:paraId="7234CDC8" w14:textId="77777777"/>
    <w:p w:rsidR="0013179D" w:rsidP="0013179D" w:rsidRDefault="0013179D" w14:paraId="6EC75F20" w14:textId="77777777">
      <w:pPr>
        <w:pStyle w:val="SClassInfoPara"/>
      </w:pPr>
      <w:r>
        <w:t>Description</w:t>
      </w:r>
    </w:p>
    <w:p w:rsidRPr="00362499" w:rsidR="0013179D" w:rsidP="0013179D" w:rsidRDefault="0013179D" w14:paraId="2F1D4C0B" w14:textId="25AA34BF">
      <w:pPr>
        <w:rPr>
          <w:i/>
          <w:iCs/>
        </w:rPr>
      </w:pPr>
      <w:r>
        <w:t xml:space="preserve">This class is characterized by tussock forming sedges. Common species include </w:t>
      </w:r>
      <w:r w:rsidRPr="00362499">
        <w:rPr>
          <w:i/>
          <w:iCs/>
        </w:rPr>
        <w:t xml:space="preserve">Eriophorum vaginatum, Carex bigelowii </w:t>
      </w:r>
      <w:r w:rsidRPr="00362499">
        <w:t>and</w:t>
      </w:r>
      <w:r w:rsidRPr="00362499">
        <w:rPr>
          <w:i/>
          <w:iCs/>
        </w:rPr>
        <w:t xml:space="preserve"> Rubus </w:t>
      </w:r>
      <w:r w:rsidRPr="00362499" w:rsidR="00FB3779">
        <w:rPr>
          <w:i/>
          <w:iCs/>
        </w:rPr>
        <w:t>chamaemorus</w:t>
      </w:r>
      <w:r w:rsidRPr="00362499">
        <w:rPr>
          <w:i/>
          <w:iCs/>
        </w:rPr>
        <w:t>.</w:t>
      </w:r>
    </w:p>
    <w:p w:rsidR="0013179D" w:rsidP="0013179D" w:rsidRDefault="0013179D" w14:paraId="212BAA99" w14:textId="77777777"/>
    <w:p w:rsidR="00BF1C58" w:rsidP="0013179D" w:rsidRDefault="00BF1C58" w14:paraId="529EAC8A" w14:textId="77777777"/>
    <w:p>
      <w:r>
        <w:rPr>
          <w:i/>
          <w:u w:val="single"/>
        </w:rPr>
        <w:t>Maximum Tree Size Class</w:t>
      </w:r>
      <w:br/>
      <w:r>
        <w:t>None</w:t>
      </w:r>
    </w:p>
    <w:p w:rsidR="0013179D" w:rsidP="0013179D" w:rsidRDefault="0013179D" w14:paraId="233C641C" w14:textId="243818E1">
      <w:pPr>
        <w:pStyle w:val="InfoPara"/>
        <w:pBdr>
          <w:top w:val="single" w:color="auto" w:sz="4" w:space="1"/>
        </w:pBdr>
      </w:pPr>
      <w:r xmlns:w="http://schemas.openxmlformats.org/wordprocessingml/2006/main">
        <w:t>Class B</w:t>
      </w:r>
      <w:r xmlns:w="http://schemas.openxmlformats.org/wordprocessingml/2006/main">
        <w:tab/>
        <w:t>27</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13179D" w:rsidP="0013179D" w:rsidRDefault="0013179D" w14:paraId="532266DF" w14:textId="77777777"/>
    <w:p w:rsidR="0013179D" w:rsidP="0013179D" w:rsidRDefault="0013179D" w14:paraId="69D163A2"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3444"/>
        <w:gridCol w:w="2184"/>
        <w:gridCol w:w="1956"/>
      </w:tblGrid>
      <w:tr w:rsidRPr="0013179D" w:rsidR="0013179D" w:rsidTr="0013179D" w14:paraId="10A44BDF" w14:textId="77777777">
        <w:tc>
          <w:tcPr>
            <w:tcW w:w="1116" w:type="dxa"/>
            <w:tcBorders>
              <w:top w:val="single" w:color="auto" w:sz="2" w:space="0"/>
              <w:bottom w:val="single" w:color="000000" w:sz="12" w:space="0"/>
            </w:tcBorders>
            <w:shd w:val="clear" w:color="auto" w:fill="auto"/>
          </w:tcPr>
          <w:p w:rsidRPr="0013179D" w:rsidR="0013179D" w:rsidP="00311621" w:rsidRDefault="0013179D" w14:paraId="20E829E6" w14:textId="77777777">
            <w:pPr>
              <w:rPr>
                <w:b/>
                <w:bCs/>
              </w:rPr>
            </w:pPr>
            <w:r w:rsidRPr="0013179D">
              <w:rPr>
                <w:b/>
                <w:bCs/>
              </w:rPr>
              <w:t>Symbol</w:t>
            </w:r>
          </w:p>
        </w:tc>
        <w:tc>
          <w:tcPr>
            <w:tcW w:w="3444" w:type="dxa"/>
            <w:tcBorders>
              <w:top w:val="single" w:color="auto" w:sz="2" w:space="0"/>
              <w:bottom w:val="single" w:color="000000" w:sz="12" w:space="0"/>
            </w:tcBorders>
            <w:shd w:val="clear" w:color="auto" w:fill="auto"/>
          </w:tcPr>
          <w:p w:rsidRPr="0013179D" w:rsidR="0013179D" w:rsidP="00311621" w:rsidRDefault="0013179D" w14:paraId="059C338D" w14:textId="77777777">
            <w:pPr>
              <w:rPr>
                <w:b/>
                <w:bCs/>
              </w:rPr>
            </w:pPr>
            <w:r w:rsidRPr="0013179D">
              <w:rPr>
                <w:b/>
                <w:bCs/>
              </w:rPr>
              <w:t>Scientific Name</w:t>
            </w:r>
          </w:p>
        </w:tc>
        <w:tc>
          <w:tcPr>
            <w:tcW w:w="2184" w:type="dxa"/>
            <w:tcBorders>
              <w:top w:val="single" w:color="auto" w:sz="2" w:space="0"/>
              <w:bottom w:val="single" w:color="000000" w:sz="12" w:space="0"/>
            </w:tcBorders>
            <w:shd w:val="clear" w:color="auto" w:fill="auto"/>
          </w:tcPr>
          <w:p w:rsidRPr="0013179D" w:rsidR="0013179D" w:rsidP="00311621" w:rsidRDefault="0013179D" w14:paraId="54725747" w14:textId="77777777">
            <w:pPr>
              <w:rPr>
                <w:b/>
                <w:bCs/>
              </w:rPr>
            </w:pPr>
            <w:r w:rsidRPr="0013179D">
              <w:rPr>
                <w:b/>
                <w:bCs/>
              </w:rPr>
              <w:t>Common Name</w:t>
            </w:r>
          </w:p>
        </w:tc>
        <w:tc>
          <w:tcPr>
            <w:tcW w:w="1956" w:type="dxa"/>
            <w:tcBorders>
              <w:top w:val="single" w:color="auto" w:sz="2" w:space="0"/>
              <w:bottom w:val="single" w:color="000000" w:sz="12" w:space="0"/>
            </w:tcBorders>
            <w:shd w:val="clear" w:color="auto" w:fill="auto"/>
          </w:tcPr>
          <w:p w:rsidRPr="0013179D" w:rsidR="0013179D" w:rsidP="00311621" w:rsidRDefault="0013179D" w14:paraId="418B1B54" w14:textId="77777777">
            <w:pPr>
              <w:rPr>
                <w:b/>
                <w:bCs/>
              </w:rPr>
            </w:pPr>
            <w:r w:rsidRPr="0013179D">
              <w:rPr>
                <w:b/>
                <w:bCs/>
              </w:rPr>
              <w:t>Canopy Position</w:t>
            </w:r>
          </w:p>
        </w:tc>
      </w:tr>
      <w:tr w:rsidRPr="0013179D" w:rsidR="0013179D" w:rsidTr="0013179D" w14:paraId="498115A0" w14:textId="77777777">
        <w:tc>
          <w:tcPr>
            <w:tcW w:w="1116" w:type="dxa"/>
            <w:tcBorders>
              <w:top w:val="single" w:color="000000" w:sz="12" w:space="0"/>
            </w:tcBorders>
            <w:shd w:val="clear" w:color="auto" w:fill="auto"/>
          </w:tcPr>
          <w:p w:rsidRPr="0013179D" w:rsidR="0013179D" w:rsidP="00311621" w:rsidRDefault="0013179D" w14:paraId="09FF6223" w14:textId="77777777">
            <w:pPr>
              <w:rPr>
                <w:bCs/>
              </w:rPr>
            </w:pPr>
            <w:r w:rsidRPr="0013179D">
              <w:rPr>
                <w:bCs/>
              </w:rPr>
              <w:t>BENA</w:t>
            </w:r>
          </w:p>
        </w:tc>
        <w:tc>
          <w:tcPr>
            <w:tcW w:w="3444" w:type="dxa"/>
            <w:tcBorders>
              <w:top w:val="single" w:color="000000" w:sz="12" w:space="0"/>
            </w:tcBorders>
            <w:shd w:val="clear" w:color="auto" w:fill="auto"/>
          </w:tcPr>
          <w:p w:rsidRPr="00362499" w:rsidR="0013179D" w:rsidP="00311621" w:rsidRDefault="0013179D" w14:paraId="25648E11" w14:textId="77777777">
            <w:pPr>
              <w:rPr>
                <w:i/>
                <w:iCs/>
              </w:rPr>
            </w:pPr>
            <w:r w:rsidRPr="00362499">
              <w:rPr>
                <w:i/>
                <w:iCs/>
              </w:rPr>
              <w:t>Betula nana</w:t>
            </w:r>
          </w:p>
        </w:tc>
        <w:tc>
          <w:tcPr>
            <w:tcW w:w="2184" w:type="dxa"/>
            <w:tcBorders>
              <w:top w:val="single" w:color="000000" w:sz="12" w:space="0"/>
            </w:tcBorders>
            <w:shd w:val="clear" w:color="auto" w:fill="auto"/>
          </w:tcPr>
          <w:p w:rsidRPr="0013179D" w:rsidR="0013179D" w:rsidP="00311621" w:rsidRDefault="0013179D" w14:paraId="1DAAE23E" w14:textId="77777777">
            <w:r w:rsidRPr="0013179D">
              <w:t>Dwarf birch</w:t>
            </w:r>
          </w:p>
        </w:tc>
        <w:tc>
          <w:tcPr>
            <w:tcW w:w="1956" w:type="dxa"/>
            <w:tcBorders>
              <w:top w:val="single" w:color="000000" w:sz="12" w:space="0"/>
            </w:tcBorders>
            <w:shd w:val="clear" w:color="auto" w:fill="auto"/>
          </w:tcPr>
          <w:p w:rsidRPr="0013179D" w:rsidR="0013179D" w:rsidP="00311621" w:rsidRDefault="0013179D" w14:paraId="3FB6239D" w14:textId="77777777">
            <w:r w:rsidRPr="0013179D">
              <w:t>Upper</w:t>
            </w:r>
          </w:p>
        </w:tc>
      </w:tr>
      <w:tr w:rsidRPr="0013179D" w:rsidR="0013179D" w:rsidTr="0013179D" w14:paraId="43F2223A" w14:textId="77777777">
        <w:tc>
          <w:tcPr>
            <w:tcW w:w="1116" w:type="dxa"/>
            <w:shd w:val="clear" w:color="auto" w:fill="auto"/>
          </w:tcPr>
          <w:p w:rsidRPr="0013179D" w:rsidR="0013179D" w:rsidP="00311621" w:rsidRDefault="0013179D" w14:paraId="782781EC" w14:textId="77777777">
            <w:pPr>
              <w:rPr>
                <w:bCs/>
              </w:rPr>
            </w:pPr>
            <w:r w:rsidRPr="0013179D">
              <w:rPr>
                <w:bCs/>
              </w:rPr>
              <w:t>LEPAD</w:t>
            </w:r>
          </w:p>
        </w:tc>
        <w:tc>
          <w:tcPr>
            <w:tcW w:w="3444" w:type="dxa"/>
            <w:shd w:val="clear" w:color="auto" w:fill="auto"/>
          </w:tcPr>
          <w:p w:rsidRPr="00362499" w:rsidR="0013179D" w:rsidP="00311621" w:rsidRDefault="0013179D" w14:paraId="1EB04308" w14:textId="77777777">
            <w:pPr>
              <w:rPr>
                <w:i/>
                <w:iCs/>
              </w:rPr>
            </w:pPr>
            <w:r w:rsidRPr="00362499">
              <w:rPr>
                <w:i/>
                <w:iCs/>
              </w:rPr>
              <w:t xml:space="preserve">Ledum palustre </w:t>
            </w:r>
            <w:r w:rsidRPr="00DB0199">
              <w:t>ssp</w:t>
            </w:r>
            <w:r w:rsidRPr="00362499">
              <w:rPr>
                <w:i/>
                <w:iCs/>
              </w:rPr>
              <w:t>. decumbens</w:t>
            </w:r>
          </w:p>
        </w:tc>
        <w:tc>
          <w:tcPr>
            <w:tcW w:w="2184" w:type="dxa"/>
            <w:shd w:val="clear" w:color="auto" w:fill="auto"/>
          </w:tcPr>
          <w:p w:rsidRPr="0013179D" w:rsidR="0013179D" w:rsidP="00311621" w:rsidRDefault="0013179D" w14:paraId="6B084CF7" w14:textId="0A394D02">
            <w:r w:rsidRPr="0013179D">
              <w:t xml:space="preserve">Marsh </w:t>
            </w:r>
            <w:r w:rsidR="00DE4596">
              <w:t>L</w:t>
            </w:r>
            <w:r w:rsidRPr="0013179D">
              <w:t>abrador tea</w:t>
            </w:r>
          </w:p>
        </w:tc>
        <w:tc>
          <w:tcPr>
            <w:tcW w:w="1956" w:type="dxa"/>
            <w:shd w:val="clear" w:color="auto" w:fill="auto"/>
          </w:tcPr>
          <w:p w:rsidRPr="0013179D" w:rsidR="0013179D" w:rsidP="00311621" w:rsidRDefault="0013179D" w14:paraId="387D8F60" w14:textId="77777777">
            <w:r w:rsidRPr="0013179D">
              <w:t>Upper</w:t>
            </w:r>
          </w:p>
        </w:tc>
      </w:tr>
      <w:tr w:rsidRPr="0013179D" w:rsidR="0013179D" w:rsidTr="0013179D" w14:paraId="1D177A57" w14:textId="77777777">
        <w:tc>
          <w:tcPr>
            <w:tcW w:w="1116" w:type="dxa"/>
            <w:shd w:val="clear" w:color="auto" w:fill="auto"/>
          </w:tcPr>
          <w:p w:rsidRPr="0013179D" w:rsidR="0013179D" w:rsidP="00311621" w:rsidRDefault="0013179D" w14:paraId="3B17E86E" w14:textId="77777777">
            <w:pPr>
              <w:rPr>
                <w:bCs/>
              </w:rPr>
            </w:pPr>
            <w:r w:rsidRPr="0013179D">
              <w:rPr>
                <w:bCs/>
              </w:rPr>
              <w:t>VAUL</w:t>
            </w:r>
          </w:p>
        </w:tc>
        <w:tc>
          <w:tcPr>
            <w:tcW w:w="3444" w:type="dxa"/>
            <w:shd w:val="clear" w:color="auto" w:fill="auto"/>
          </w:tcPr>
          <w:p w:rsidRPr="00362499" w:rsidR="0013179D" w:rsidP="00311621" w:rsidRDefault="0013179D" w14:paraId="1F3CAA3E" w14:textId="77777777">
            <w:pPr>
              <w:rPr>
                <w:i/>
                <w:iCs/>
              </w:rPr>
            </w:pPr>
            <w:r w:rsidRPr="00362499">
              <w:rPr>
                <w:i/>
                <w:iCs/>
              </w:rPr>
              <w:t>Vaccinium uliginosum</w:t>
            </w:r>
          </w:p>
        </w:tc>
        <w:tc>
          <w:tcPr>
            <w:tcW w:w="2184" w:type="dxa"/>
            <w:shd w:val="clear" w:color="auto" w:fill="auto"/>
          </w:tcPr>
          <w:p w:rsidRPr="0013179D" w:rsidR="0013179D" w:rsidP="00311621" w:rsidRDefault="0013179D" w14:paraId="755BBDAC" w14:textId="77777777">
            <w:r w:rsidRPr="0013179D">
              <w:t>Bog blueberry</w:t>
            </w:r>
          </w:p>
        </w:tc>
        <w:tc>
          <w:tcPr>
            <w:tcW w:w="1956" w:type="dxa"/>
            <w:shd w:val="clear" w:color="auto" w:fill="auto"/>
          </w:tcPr>
          <w:p w:rsidRPr="0013179D" w:rsidR="0013179D" w:rsidP="00311621" w:rsidRDefault="0013179D" w14:paraId="5B8875AE" w14:textId="77777777">
            <w:r w:rsidRPr="0013179D">
              <w:t>Upper</w:t>
            </w:r>
          </w:p>
        </w:tc>
      </w:tr>
      <w:tr w:rsidRPr="0013179D" w:rsidR="0013179D" w:rsidTr="0013179D" w14:paraId="7C373FB1" w14:textId="77777777">
        <w:tc>
          <w:tcPr>
            <w:tcW w:w="1116" w:type="dxa"/>
            <w:shd w:val="clear" w:color="auto" w:fill="auto"/>
          </w:tcPr>
          <w:p w:rsidRPr="0013179D" w:rsidR="0013179D" w:rsidP="00311621" w:rsidRDefault="0013179D" w14:paraId="28BD2530" w14:textId="77777777">
            <w:pPr>
              <w:rPr>
                <w:bCs/>
              </w:rPr>
            </w:pPr>
            <w:r w:rsidRPr="0013179D">
              <w:rPr>
                <w:bCs/>
              </w:rPr>
              <w:t>VAVI</w:t>
            </w:r>
          </w:p>
        </w:tc>
        <w:tc>
          <w:tcPr>
            <w:tcW w:w="3444" w:type="dxa"/>
            <w:shd w:val="clear" w:color="auto" w:fill="auto"/>
          </w:tcPr>
          <w:p w:rsidRPr="00362499" w:rsidR="0013179D" w:rsidP="00311621" w:rsidRDefault="0013179D" w14:paraId="7B486425" w14:textId="77777777">
            <w:pPr>
              <w:rPr>
                <w:i/>
                <w:iCs/>
              </w:rPr>
            </w:pPr>
            <w:r w:rsidRPr="00362499">
              <w:rPr>
                <w:i/>
                <w:iCs/>
              </w:rPr>
              <w:t>Vaccinium vitis-idaea</w:t>
            </w:r>
          </w:p>
        </w:tc>
        <w:tc>
          <w:tcPr>
            <w:tcW w:w="2184" w:type="dxa"/>
            <w:shd w:val="clear" w:color="auto" w:fill="auto"/>
          </w:tcPr>
          <w:p w:rsidRPr="0013179D" w:rsidR="0013179D" w:rsidP="00311621" w:rsidRDefault="0013179D" w14:paraId="2336EB1C" w14:textId="77777777">
            <w:r w:rsidRPr="0013179D">
              <w:t>Lingonberry</w:t>
            </w:r>
          </w:p>
        </w:tc>
        <w:tc>
          <w:tcPr>
            <w:tcW w:w="1956" w:type="dxa"/>
            <w:shd w:val="clear" w:color="auto" w:fill="auto"/>
          </w:tcPr>
          <w:p w:rsidRPr="0013179D" w:rsidR="0013179D" w:rsidP="00311621" w:rsidRDefault="0013179D" w14:paraId="0CE65AD4" w14:textId="77777777">
            <w:r w:rsidRPr="0013179D">
              <w:t>Upper</w:t>
            </w:r>
          </w:p>
        </w:tc>
      </w:tr>
    </w:tbl>
    <w:p w:rsidR="0013179D" w:rsidP="0013179D" w:rsidRDefault="0013179D" w14:paraId="6E9370D8" w14:textId="77777777"/>
    <w:p w:rsidR="0013179D" w:rsidP="0013179D" w:rsidRDefault="0013179D" w14:paraId="295CFEF0" w14:textId="77777777">
      <w:pPr>
        <w:pStyle w:val="SClassInfoPara"/>
      </w:pPr>
      <w:r>
        <w:t>Description</w:t>
      </w:r>
    </w:p>
    <w:p w:rsidRPr="00DB0199" w:rsidR="0013179D" w:rsidP="0013179D" w:rsidRDefault="0013179D" w14:paraId="39E58445" w14:textId="1F9D235F">
      <w:pPr>
        <w:rPr>
          <w:i/>
          <w:iCs/>
        </w:rPr>
      </w:pPr>
      <w:r>
        <w:t>Shrubs resprout quickly after fire, becoming the dominant, upper-level canopy layer in</w:t>
      </w:r>
      <w:r w:rsidR="00B952A6">
        <w:t xml:space="preserve"> 6-25 </w:t>
      </w:r>
      <w:r>
        <w:t>y</w:t>
      </w:r>
      <w:r w:rsidR="00562483">
        <w:t>ea</w:t>
      </w:r>
      <w:r>
        <w:t>rs</w:t>
      </w:r>
      <w:r w:rsidR="004C17E7">
        <w:t xml:space="preserve"> (Viereck 1983)</w:t>
      </w:r>
      <w:r>
        <w:t xml:space="preserve">. Common species include </w:t>
      </w:r>
      <w:r w:rsidRPr="00DB0199">
        <w:rPr>
          <w:i/>
          <w:iCs/>
        </w:rPr>
        <w:t xml:space="preserve">Betula nana, Ledum palustre </w:t>
      </w:r>
      <w:r w:rsidRPr="00DB0199">
        <w:t>ssp</w:t>
      </w:r>
      <w:r w:rsidRPr="00DB0199">
        <w:rPr>
          <w:i/>
          <w:iCs/>
        </w:rPr>
        <w:t>. decumbens</w:t>
      </w:r>
      <w:r>
        <w:t xml:space="preserve">., </w:t>
      </w:r>
      <w:r w:rsidRPr="00DB0199">
        <w:rPr>
          <w:i/>
          <w:iCs/>
        </w:rPr>
        <w:t xml:space="preserve">Vaccinium uliginosum </w:t>
      </w:r>
      <w:r w:rsidRPr="00DB0199">
        <w:t>and</w:t>
      </w:r>
      <w:r w:rsidRPr="00DB0199">
        <w:rPr>
          <w:i/>
          <w:iCs/>
        </w:rPr>
        <w:t xml:space="preserve"> V. vitis-idaea. </w:t>
      </w:r>
    </w:p>
    <w:p w:rsidRPr="00DB0199" w:rsidR="0013179D" w:rsidP="0013179D" w:rsidRDefault="0013179D" w14:paraId="5291D983" w14:textId="77777777">
      <w:pPr>
        <w:rPr>
          <w:i/>
          <w:iCs/>
        </w:rPr>
      </w:pPr>
    </w:p>
    <w:p>
      <w:r>
        <w:rPr>
          <w:i/>
          <w:u w:val="single"/>
        </w:rPr>
        <w:t>Maximum Tree Size Class</w:t>
      </w:r>
      <w:br/>
      <w:r>
        <w:t>Seedling/Sapling &lt;5"</w:t>
      </w:r>
    </w:p>
    <w:p w:rsidR="0013179D" w:rsidP="0013179D" w:rsidRDefault="0013179D" w14:paraId="40525BD1" w14:textId="6A62B6F2">
      <w:pPr>
        <w:pStyle w:val="InfoPara"/>
        <w:pBdr>
          <w:top w:val="single" w:color="auto" w:sz="4" w:space="1"/>
        </w:pBdr>
      </w:pPr>
      <w:r xmlns:w="http://schemas.openxmlformats.org/wordprocessingml/2006/main">
        <w:t>Class C</w:t>
      </w:r>
      <w:r xmlns:w="http://schemas.openxmlformats.org/wordprocessingml/2006/main">
        <w:tab/>
        <w:t>65</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Open</w:t>
      </w:r>
    </w:p>
    <w:p w:rsidR="0013179D" w:rsidP="0013179D" w:rsidRDefault="0013179D" w14:paraId="5AAE5A77" w14:textId="77777777"/>
    <w:p w:rsidR="0013179D" w:rsidP="0013179D" w:rsidRDefault="0013179D" w14:paraId="6DD164D0"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3444"/>
        <w:gridCol w:w="2184"/>
        <w:gridCol w:w="1956"/>
      </w:tblGrid>
      <w:tr w:rsidRPr="0013179D" w:rsidR="0013179D" w:rsidTr="0013179D" w14:paraId="7BB6DBBB" w14:textId="77777777">
        <w:tc>
          <w:tcPr>
            <w:tcW w:w="1116" w:type="dxa"/>
            <w:tcBorders>
              <w:top w:val="single" w:color="auto" w:sz="2" w:space="0"/>
              <w:bottom w:val="single" w:color="000000" w:sz="12" w:space="0"/>
            </w:tcBorders>
            <w:shd w:val="clear" w:color="auto" w:fill="auto"/>
          </w:tcPr>
          <w:p w:rsidRPr="0013179D" w:rsidR="0013179D" w:rsidP="00311621" w:rsidRDefault="0013179D" w14:paraId="15157ABF" w14:textId="77777777">
            <w:pPr>
              <w:rPr>
                <w:b/>
                <w:bCs/>
              </w:rPr>
            </w:pPr>
            <w:r w:rsidRPr="0013179D">
              <w:rPr>
                <w:b/>
                <w:bCs/>
              </w:rPr>
              <w:t>Symbol</w:t>
            </w:r>
          </w:p>
        </w:tc>
        <w:tc>
          <w:tcPr>
            <w:tcW w:w="3444" w:type="dxa"/>
            <w:tcBorders>
              <w:top w:val="single" w:color="auto" w:sz="2" w:space="0"/>
              <w:bottom w:val="single" w:color="000000" w:sz="12" w:space="0"/>
            </w:tcBorders>
            <w:shd w:val="clear" w:color="auto" w:fill="auto"/>
          </w:tcPr>
          <w:p w:rsidRPr="0013179D" w:rsidR="0013179D" w:rsidP="00311621" w:rsidRDefault="0013179D" w14:paraId="7412BC89" w14:textId="77777777">
            <w:pPr>
              <w:rPr>
                <w:b/>
                <w:bCs/>
              </w:rPr>
            </w:pPr>
            <w:r w:rsidRPr="0013179D">
              <w:rPr>
                <w:b/>
                <w:bCs/>
              </w:rPr>
              <w:t>Scientific Name</w:t>
            </w:r>
          </w:p>
        </w:tc>
        <w:tc>
          <w:tcPr>
            <w:tcW w:w="2184" w:type="dxa"/>
            <w:tcBorders>
              <w:top w:val="single" w:color="auto" w:sz="2" w:space="0"/>
              <w:bottom w:val="single" w:color="000000" w:sz="12" w:space="0"/>
            </w:tcBorders>
            <w:shd w:val="clear" w:color="auto" w:fill="auto"/>
          </w:tcPr>
          <w:p w:rsidRPr="0013179D" w:rsidR="0013179D" w:rsidP="00311621" w:rsidRDefault="0013179D" w14:paraId="0DD7DB18" w14:textId="77777777">
            <w:pPr>
              <w:rPr>
                <w:b/>
                <w:bCs/>
              </w:rPr>
            </w:pPr>
            <w:r w:rsidRPr="0013179D">
              <w:rPr>
                <w:b/>
                <w:bCs/>
              </w:rPr>
              <w:t>Common Name</w:t>
            </w:r>
          </w:p>
        </w:tc>
        <w:tc>
          <w:tcPr>
            <w:tcW w:w="1956" w:type="dxa"/>
            <w:tcBorders>
              <w:top w:val="single" w:color="auto" w:sz="2" w:space="0"/>
              <w:bottom w:val="single" w:color="000000" w:sz="12" w:space="0"/>
            </w:tcBorders>
            <w:shd w:val="clear" w:color="auto" w:fill="auto"/>
          </w:tcPr>
          <w:p w:rsidRPr="0013179D" w:rsidR="0013179D" w:rsidP="00311621" w:rsidRDefault="0013179D" w14:paraId="2CFCDCFF" w14:textId="77777777">
            <w:pPr>
              <w:rPr>
                <w:b/>
                <w:bCs/>
              </w:rPr>
            </w:pPr>
            <w:r w:rsidRPr="0013179D">
              <w:rPr>
                <w:b/>
                <w:bCs/>
              </w:rPr>
              <w:t>Canopy Position</w:t>
            </w:r>
          </w:p>
        </w:tc>
      </w:tr>
      <w:tr w:rsidRPr="0013179D" w:rsidR="0013179D" w:rsidTr="0013179D" w14:paraId="48D5640A" w14:textId="77777777">
        <w:tc>
          <w:tcPr>
            <w:tcW w:w="1116" w:type="dxa"/>
            <w:tcBorders>
              <w:top w:val="single" w:color="000000" w:sz="12" w:space="0"/>
            </w:tcBorders>
            <w:shd w:val="clear" w:color="auto" w:fill="auto"/>
          </w:tcPr>
          <w:p w:rsidRPr="0013179D" w:rsidR="0013179D" w:rsidP="00311621" w:rsidRDefault="0013179D" w14:paraId="31187E82" w14:textId="77777777">
            <w:pPr>
              <w:rPr>
                <w:bCs/>
              </w:rPr>
            </w:pPr>
            <w:r w:rsidRPr="0013179D">
              <w:rPr>
                <w:bCs/>
              </w:rPr>
              <w:t>PIMA</w:t>
            </w:r>
          </w:p>
        </w:tc>
        <w:tc>
          <w:tcPr>
            <w:tcW w:w="3444" w:type="dxa"/>
            <w:tcBorders>
              <w:top w:val="single" w:color="000000" w:sz="12" w:space="0"/>
            </w:tcBorders>
            <w:shd w:val="clear" w:color="auto" w:fill="auto"/>
          </w:tcPr>
          <w:p w:rsidRPr="00DB0199" w:rsidR="0013179D" w:rsidP="00311621" w:rsidRDefault="0013179D" w14:paraId="13BA1885" w14:textId="77777777">
            <w:pPr>
              <w:rPr>
                <w:i/>
                <w:iCs/>
              </w:rPr>
            </w:pPr>
            <w:r w:rsidRPr="00DB0199">
              <w:rPr>
                <w:i/>
                <w:iCs/>
              </w:rPr>
              <w:t>Picea mariana</w:t>
            </w:r>
          </w:p>
        </w:tc>
        <w:tc>
          <w:tcPr>
            <w:tcW w:w="2184" w:type="dxa"/>
            <w:tcBorders>
              <w:top w:val="single" w:color="000000" w:sz="12" w:space="0"/>
            </w:tcBorders>
            <w:shd w:val="clear" w:color="auto" w:fill="auto"/>
          </w:tcPr>
          <w:p w:rsidRPr="0013179D" w:rsidR="0013179D" w:rsidP="00311621" w:rsidRDefault="0013179D" w14:paraId="654B713E" w14:textId="77777777">
            <w:r w:rsidRPr="0013179D">
              <w:t>Black spruce</w:t>
            </w:r>
          </w:p>
        </w:tc>
        <w:tc>
          <w:tcPr>
            <w:tcW w:w="1956" w:type="dxa"/>
            <w:tcBorders>
              <w:top w:val="single" w:color="000000" w:sz="12" w:space="0"/>
            </w:tcBorders>
            <w:shd w:val="clear" w:color="auto" w:fill="auto"/>
          </w:tcPr>
          <w:p w:rsidRPr="0013179D" w:rsidR="0013179D" w:rsidP="00311621" w:rsidRDefault="0013179D" w14:paraId="1A4449F1" w14:textId="77777777">
            <w:r w:rsidRPr="0013179D">
              <w:t>Upper</w:t>
            </w:r>
          </w:p>
        </w:tc>
      </w:tr>
      <w:tr w:rsidRPr="0013179D" w:rsidR="0013179D" w:rsidTr="0013179D" w14:paraId="187E9CFE" w14:textId="77777777">
        <w:tc>
          <w:tcPr>
            <w:tcW w:w="1116" w:type="dxa"/>
            <w:shd w:val="clear" w:color="auto" w:fill="auto"/>
          </w:tcPr>
          <w:p w:rsidRPr="0013179D" w:rsidR="0013179D" w:rsidP="00311621" w:rsidRDefault="0013179D" w14:paraId="3D6BA408" w14:textId="77777777">
            <w:pPr>
              <w:rPr>
                <w:bCs/>
              </w:rPr>
            </w:pPr>
            <w:r w:rsidRPr="0013179D">
              <w:rPr>
                <w:bCs/>
              </w:rPr>
              <w:t>BENA</w:t>
            </w:r>
          </w:p>
        </w:tc>
        <w:tc>
          <w:tcPr>
            <w:tcW w:w="3444" w:type="dxa"/>
            <w:shd w:val="clear" w:color="auto" w:fill="auto"/>
          </w:tcPr>
          <w:p w:rsidRPr="00DB0199" w:rsidR="0013179D" w:rsidP="00311621" w:rsidRDefault="0013179D" w14:paraId="65809CEC" w14:textId="77777777">
            <w:pPr>
              <w:rPr>
                <w:i/>
                <w:iCs/>
              </w:rPr>
            </w:pPr>
            <w:r w:rsidRPr="00DB0199">
              <w:rPr>
                <w:i/>
                <w:iCs/>
              </w:rPr>
              <w:t>Betula nana</w:t>
            </w:r>
          </w:p>
        </w:tc>
        <w:tc>
          <w:tcPr>
            <w:tcW w:w="2184" w:type="dxa"/>
            <w:shd w:val="clear" w:color="auto" w:fill="auto"/>
          </w:tcPr>
          <w:p w:rsidRPr="0013179D" w:rsidR="0013179D" w:rsidP="00311621" w:rsidRDefault="0013179D" w14:paraId="1210F7A8" w14:textId="77777777">
            <w:r w:rsidRPr="0013179D">
              <w:t>Dwarf birch</w:t>
            </w:r>
          </w:p>
        </w:tc>
        <w:tc>
          <w:tcPr>
            <w:tcW w:w="1956" w:type="dxa"/>
            <w:shd w:val="clear" w:color="auto" w:fill="auto"/>
          </w:tcPr>
          <w:p w:rsidRPr="0013179D" w:rsidR="0013179D" w:rsidP="00311621" w:rsidRDefault="0013179D" w14:paraId="2FF9AD6B" w14:textId="77777777">
            <w:r w:rsidRPr="0013179D">
              <w:t>Lower</w:t>
            </w:r>
          </w:p>
        </w:tc>
      </w:tr>
      <w:tr w:rsidRPr="0013179D" w:rsidR="0013179D" w:rsidTr="0013179D" w14:paraId="74763CDA" w14:textId="77777777">
        <w:tc>
          <w:tcPr>
            <w:tcW w:w="1116" w:type="dxa"/>
            <w:shd w:val="clear" w:color="auto" w:fill="auto"/>
          </w:tcPr>
          <w:p w:rsidRPr="0013179D" w:rsidR="0013179D" w:rsidP="00311621" w:rsidRDefault="0013179D" w14:paraId="4C597BD0" w14:textId="77777777">
            <w:pPr>
              <w:rPr>
                <w:bCs/>
              </w:rPr>
            </w:pPr>
            <w:r w:rsidRPr="0013179D">
              <w:rPr>
                <w:bCs/>
              </w:rPr>
              <w:t>LEPAD</w:t>
            </w:r>
          </w:p>
        </w:tc>
        <w:tc>
          <w:tcPr>
            <w:tcW w:w="3444" w:type="dxa"/>
            <w:shd w:val="clear" w:color="auto" w:fill="auto"/>
          </w:tcPr>
          <w:p w:rsidRPr="00DB0199" w:rsidR="0013179D" w:rsidP="00311621" w:rsidRDefault="0013179D" w14:paraId="1FEFB59A" w14:textId="77777777">
            <w:pPr>
              <w:rPr>
                <w:i/>
                <w:iCs/>
              </w:rPr>
            </w:pPr>
            <w:r w:rsidRPr="00DB0199">
              <w:rPr>
                <w:i/>
                <w:iCs/>
              </w:rPr>
              <w:t xml:space="preserve">Ledum palustre </w:t>
            </w:r>
            <w:r w:rsidRPr="00DB0199">
              <w:t>ssp</w:t>
            </w:r>
            <w:r w:rsidRPr="00DB0199">
              <w:rPr>
                <w:i/>
                <w:iCs/>
              </w:rPr>
              <w:t>. decumbens</w:t>
            </w:r>
          </w:p>
        </w:tc>
        <w:tc>
          <w:tcPr>
            <w:tcW w:w="2184" w:type="dxa"/>
            <w:shd w:val="clear" w:color="auto" w:fill="auto"/>
          </w:tcPr>
          <w:p w:rsidRPr="0013179D" w:rsidR="0013179D" w:rsidP="00311621" w:rsidRDefault="0013179D" w14:paraId="4A16A305" w14:textId="4760E42B">
            <w:r w:rsidRPr="0013179D">
              <w:t xml:space="preserve">Marsh </w:t>
            </w:r>
            <w:r w:rsidR="0001319E">
              <w:t>L</w:t>
            </w:r>
            <w:r w:rsidRPr="0013179D">
              <w:t>abrador tea</w:t>
            </w:r>
          </w:p>
        </w:tc>
        <w:tc>
          <w:tcPr>
            <w:tcW w:w="1956" w:type="dxa"/>
            <w:shd w:val="clear" w:color="auto" w:fill="auto"/>
          </w:tcPr>
          <w:p w:rsidRPr="0013179D" w:rsidR="0013179D" w:rsidP="00311621" w:rsidRDefault="0013179D" w14:paraId="6178DAFE" w14:textId="77777777">
            <w:r w:rsidRPr="0013179D">
              <w:t>Lower</w:t>
            </w:r>
          </w:p>
        </w:tc>
      </w:tr>
      <w:tr w:rsidRPr="0013179D" w:rsidR="0013179D" w:rsidTr="0013179D" w14:paraId="6C32380F" w14:textId="77777777">
        <w:tc>
          <w:tcPr>
            <w:tcW w:w="1116" w:type="dxa"/>
            <w:shd w:val="clear" w:color="auto" w:fill="auto"/>
          </w:tcPr>
          <w:p w:rsidRPr="0013179D" w:rsidR="0013179D" w:rsidP="00311621" w:rsidRDefault="0013179D" w14:paraId="77097DB0" w14:textId="77777777">
            <w:pPr>
              <w:rPr>
                <w:bCs/>
              </w:rPr>
            </w:pPr>
            <w:r w:rsidRPr="0013179D">
              <w:rPr>
                <w:bCs/>
              </w:rPr>
              <w:t>VAUL</w:t>
            </w:r>
          </w:p>
        </w:tc>
        <w:tc>
          <w:tcPr>
            <w:tcW w:w="3444" w:type="dxa"/>
            <w:shd w:val="clear" w:color="auto" w:fill="auto"/>
          </w:tcPr>
          <w:p w:rsidRPr="00DB0199" w:rsidR="0013179D" w:rsidP="00311621" w:rsidRDefault="0013179D" w14:paraId="4227CAF0" w14:textId="77777777">
            <w:pPr>
              <w:rPr>
                <w:i/>
                <w:iCs/>
              </w:rPr>
            </w:pPr>
            <w:r w:rsidRPr="00DB0199">
              <w:rPr>
                <w:i/>
                <w:iCs/>
              </w:rPr>
              <w:t>Vaccinium uliginosum</w:t>
            </w:r>
          </w:p>
        </w:tc>
        <w:tc>
          <w:tcPr>
            <w:tcW w:w="2184" w:type="dxa"/>
            <w:shd w:val="clear" w:color="auto" w:fill="auto"/>
          </w:tcPr>
          <w:p w:rsidRPr="0013179D" w:rsidR="0013179D" w:rsidP="00311621" w:rsidRDefault="0013179D" w14:paraId="0BA138B9" w14:textId="77777777">
            <w:r w:rsidRPr="0013179D">
              <w:t>Bog blueberry</w:t>
            </w:r>
          </w:p>
        </w:tc>
        <w:tc>
          <w:tcPr>
            <w:tcW w:w="1956" w:type="dxa"/>
            <w:shd w:val="clear" w:color="auto" w:fill="auto"/>
          </w:tcPr>
          <w:p w:rsidRPr="0013179D" w:rsidR="0013179D" w:rsidP="00311621" w:rsidRDefault="0013179D" w14:paraId="4309DB63" w14:textId="77777777">
            <w:r w:rsidRPr="0013179D">
              <w:t>Lower</w:t>
            </w:r>
          </w:p>
        </w:tc>
      </w:tr>
    </w:tbl>
    <w:p w:rsidR="0013179D" w:rsidP="0013179D" w:rsidRDefault="0013179D" w14:paraId="5D9D8225" w14:textId="77777777"/>
    <w:p w:rsidR="0013179D" w:rsidP="0013179D" w:rsidRDefault="0013179D" w14:paraId="7E96B874" w14:textId="77777777">
      <w:pPr>
        <w:pStyle w:val="SClassInfoPara"/>
      </w:pPr>
      <w:r>
        <w:t>Description</w:t>
      </w:r>
    </w:p>
    <w:p w:rsidR="0013179D" w:rsidP="0013179D" w:rsidRDefault="0013179D" w14:paraId="78159BF3" w14:textId="1DC8B38C">
      <w:r>
        <w:t xml:space="preserve">This class is characterized by mature black spruce tussock forest (spruce cover generally 10-25%; tussock cover &gt;25%). Overstory is dominated by </w:t>
      </w:r>
      <w:r w:rsidRPr="00525DC6">
        <w:rPr>
          <w:i/>
          <w:iCs/>
        </w:rPr>
        <w:t>Picea mariana</w:t>
      </w:r>
      <w:r>
        <w:t>. It is during this class when organic material begins to accumulate and a distinctive “active layer” appears, affecting fire behavior depending upon how dry it gets.</w:t>
      </w:r>
      <w:r w:rsidR="00CB31F4">
        <w:t xml:space="preserve">  </w:t>
      </w:r>
    </w:p>
    <w:p w:rsidR="0013179D" w:rsidP="0013179D" w:rsidRDefault="0013179D" w14:paraId="262B08EF" w14:textId="77777777"/>
    <w:p>
      <w:r>
        <w:rPr>
          <w:i/>
          <w:u w:val="single"/>
        </w:rPr>
        <w:t>Maximum Tree Size Class</w:t>
      </w:r>
      <w:br/>
      <w:r>
        <w:t>Pole 5–9" (swd)/5–11"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Mid1:ALL</w:t>
            </w:r>
          </w:p>
        </w:tc>
        <w:tc>
          <w:p>
            <w:pPr>
              <w:jc w:val="center"/>
            </w:pPr>
            <w:r>
              <w:rPr>
                <w:sz w:val="20"/>
              </w:rPr>
              <w:t>9</w:t>
            </w:r>
          </w:p>
        </w:tc>
      </w:tr>
      <w:tr>
        <w:tc>
          <w:p>
            <w:pPr>
              <w:jc w:val="center"/>
            </w:pPr>
            <w:r>
              <w:rPr>
                <w:sz w:val="20"/>
              </w:rPr>
              <w:t>Mid1:ALL</w:t>
            </w:r>
          </w:p>
        </w:tc>
        <w:tc>
          <w:p>
            <w:pPr>
              <w:jc w:val="center"/>
            </w:pPr>
            <w:r>
              <w:rPr>
                <w:sz w:val="20"/>
              </w:rPr>
              <w:t>10</w:t>
            </w:r>
          </w:p>
        </w:tc>
        <w:tc>
          <w:p>
            <w:pPr>
              <w:jc w:val="center"/>
            </w:pPr>
            <w:r>
              <w:rPr>
                <w:sz w:val="20"/>
              </w:rPr>
              <w:t>Late1:OPN</w:t>
            </w:r>
          </w:p>
        </w:tc>
        <w:tc>
          <w:p>
            <w:pPr>
              <w:jc w:val="center"/>
            </w:pPr>
            <w:r>
              <w:rPr>
                <w:sz w:val="20"/>
              </w:rPr>
              <w:t>49</w:t>
            </w:r>
          </w:p>
        </w:tc>
      </w:tr>
      <w:tr>
        <w:tc>
          <w:p>
            <w:pPr>
              <w:jc w:val="center"/>
            </w:pPr>
            <w:r>
              <w:rPr>
                <w:sz w:val="20"/>
              </w:rPr>
              <w:t>Late1:OPN</w:t>
            </w:r>
          </w:p>
        </w:tc>
        <w:tc>
          <w:p>
            <w:pPr>
              <w:jc w:val="center"/>
            </w:pPr>
            <w:r>
              <w:rPr>
                <w:sz w:val="20"/>
              </w:rPr>
              <w:t>50</w:t>
            </w:r>
          </w:p>
        </w:tc>
        <w:tc>
          <w:p>
            <w:pPr>
              <w:jc w:val="center"/>
            </w:pPr>
            <w:r>
              <w:rPr>
                <w:sz w:val="20"/>
              </w:rPr>
              <w:t>Late1:OPN</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0.0087</w:t>
            </w:r>
          </w:p>
        </w:tc>
        <w:tc>
          <w:p>
            <w:pPr>
              <w:jc w:val="center"/>
            </w:pPr>
            <w:r>
              <w:rPr>
                <w:sz w:val="20"/>
              </w:rPr>
              <w:t>115</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Mid1:ALL</w:t>
            </w:r>
          </w:p>
        </w:tc>
        <w:tc>
          <w:p>
            <w:pPr>
              <w:jc w:val="center"/>
            </w:pPr>
            <w:r>
              <w:rPr>
                <w:sz w:val="20"/>
              </w:rPr>
              <w:t>Early1:ALL</w:t>
            </w:r>
          </w:p>
        </w:tc>
        <w:tc>
          <w:p>
            <w:pPr>
              <w:jc w:val="center"/>
            </w:pPr>
            <w:r>
              <w:rPr>
                <w:sz w:val="20"/>
              </w:rPr>
              <w:t>0.0087</w:t>
            </w:r>
          </w:p>
        </w:tc>
        <w:tc>
          <w:p>
            <w:pPr>
              <w:jc w:val="center"/>
            </w:pPr>
            <w:r>
              <w:rPr>
                <w:sz w:val="20"/>
              </w:rPr>
              <w:t>115</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Late1:OPN</w:t>
            </w:r>
          </w:p>
        </w:tc>
        <w:tc>
          <w:p>
            <w:pPr>
              <w:jc w:val="center"/>
            </w:pPr>
            <w:r>
              <w:rPr>
                <w:sz w:val="20"/>
              </w:rPr>
              <w:t>Late1:OPN</w:t>
            </w:r>
          </w:p>
        </w:tc>
        <w:tc>
          <w:p>
            <w:pPr>
              <w:jc w:val="center"/>
            </w:pPr>
            <w:r>
              <w:rPr>
                <w:sz w:val="20"/>
              </w:rPr>
              <w:t>0.002</w:t>
            </w:r>
          </w:p>
        </w:tc>
        <w:tc>
          <w:p>
            <w:pPr>
              <w:jc w:val="center"/>
            </w:pPr>
            <w:r>
              <w:rPr>
                <w:sz w:val="20"/>
              </w:rPr>
              <w:t>500</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Late1:OPN</w:t>
            </w:r>
          </w:p>
        </w:tc>
        <w:tc>
          <w:p>
            <w:pPr>
              <w:jc w:val="center"/>
            </w:pPr>
            <w:r>
              <w:rPr>
                <w:sz w:val="20"/>
              </w:rPr>
              <w:t>Early1:ALL</w:t>
            </w:r>
          </w:p>
        </w:tc>
        <w:tc>
          <w:p>
            <w:pPr>
              <w:jc w:val="center"/>
            </w:pPr>
            <w:r>
              <w:rPr>
                <w:sz w:val="20"/>
              </w:rPr>
              <w:t>0.0087</w:t>
            </w:r>
          </w:p>
        </w:tc>
        <w:tc>
          <w:p>
            <w:pPr>
              <w:jc w:val="center"/>
            </w:pPr>
            <w:r>
              <w:rPr>
                <w:sz w:val="20"/>
              </w:rPr>
              <w:t>115</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0F1E15" w:rsidP="0013179D" w:rsidRDefault="000F1E15" w14:paraId="05D79B6D" w14:textId="77777777">
      <w:r>
        <w:t xml:space="preserve">Alexander, M. E.; </w:t>
      </w:r>
      <w:proofErr w:type="spellStart"/>
      <w:r>
        <w:t>Lanoville</w:t>
      </w:r>
      <w:proofErr w:type="spellEnd"/>
      <w:r>
        <w:t>, R. A. 1989. Predicting fire behavior in the black spruce-lichen woodland fuel type of western and northern Canada. Edmonton, AB: Forestry Canada, Northern Forestry Centre; Fort Smith, NT: Government of the Northwest Territories, Department of Renewable Resources, Territorial Forest Fire Centre. Poster.</w:t>
      </w:r>
    </w:p>
    <w:p w:rsidR="000F1E15" w:rsidP="0013179D" w:rsidRDefault="000F1E15" w14:paraId="2D9B17B6" w14:textId="77777777"/>
    <w:p w:rsidR="000F1E15" w:rsidP="000F1E15" w:rsidRDefault="000F1E15" w14:paraId="2AC48635" w14:textId="77777777">
      <w:proofErr w:type="spellStart"/>
      <w:r>
        <w:t>Auclair</w:t>
      </w:r>
      <w:proofErr w:type="spellEnd"/>
      <w:r>
        <w:t>, A. N. D. 1983. The role of fire in lichen-dominated tundra and forest-tundra. In: Wein, Ross W.; MacLean, David A., eds. The role of fire in northern circumpolar ecosystems. Scope 18. New York: John Wiley &amp; Sons: 235-256.</w:t>
      </w:r>
    </w:p>
    <w:p w:rsidR="000F1E15" w:rsidP="0013179D" w:rsidRDefault="000F1E15" w14:paraId="505D66BC" w14:textId="77777777"/>
    <w:p w:rsidR="00B75E43" w:rsidP="0013179D" w:rsidRDefault="00B75E43" w14:paraId="668E1A49" w14:textId="3B725E5E">
      <w:r>
        <w:t xml:space="preserve">Bergeron, Yves; Fenton, Nicole J. 2012. Boreal forests of eastern Canada revisited: old growth, </w:t>
      </w:r>
      <w:proofErr w:type="spellStart"/>
      <w:r>
        <w:t>nonfire</w:t>
      </w:r>
      <w:proofErr w:type="spellEnd"/>
      <w:r>
        <w:t xml:space="preserve"> disturbances, forest succession, and biodiversity. Botany. 90(6): 509-523. </w:t>
      </w:r>
    </w:p>
    <w:p w:rsidR="00B75E43" w:rsidP="0013179D" w:rsidRDefault="00B75E43" w14:paraId="74935382" w14:textId="77777777"/>
    <w:p w:rsidR="0013179D" w:rsidP="0013179D" w:rsidRDefault="0013179D" w14:paraId="52F79F22" w14:textId="77777777">
      <w:r>
        <w:t>Boggs, K. and Sturdy, M. 2005.  Plant associations and post-fire vegetation succession in Yukon-Charley Rivers National Preserve.  Alaska Natural Heritage Program, Environment and Natural Resources Institute, University of Alaska Anchorage. Prepared For: National Park Service, Landcover Mapping Program, National Park Service-Alaska Support Office, Anchorage, Alaska 99501.</w:t>
      </w:r>
    </w:p>
    <w:p w:rsidR="0013179D" w:rsidP="0013179D" w:rsidRDefault="0013179D" w14:paraId="00A0AD67" w14:textId="77777777"/>
    <w:p w:rsidR="000F1E15" w:rsidP="000F1E15" w:rsidRDefault="000F1E15" w14:paraId="39240181" w14:textId="77777777">
      <w:r>
        <w:t xml:space="preserve">Coen, Janice; </w:t>
      </w:r>
      <w:proofErr w:type="spellStart"/>
      <w:r>
        <w:t>Mahalingham</w:t>
      </w:r>
      <w:proofErr w:type="spellEnd"/>
      <w:r>
        <w:t xml:space="preserve">, Shankar; Daily, John. 2004. Infrared imagery of crown-fire dynamics during FROSTFIRE. Journal of Applied </w:t>
      </w:r>
      <w:proofErr w:type="spellStart"/>
      <w:r>
        <w:t>Meterology</w:t>
      </w:r>
      <w:proofErr w:type="spellEnd"/>
      <w:r>
        <w:t>. 43(9): 1241-1259.</w:t>
      </w:r>
    </w:p>
    <w:p w:rsidR="000F1E15" w:rsidP="0013179D" w:rsidRDefault="000F1E15" w14:paraId="355A9764" w14:textId="77777777"/>
    <w:p w:rsidR="000F1E15" w:rsidP="000F1E15" w:rsidRDefault="000F1E15" w14:paraId="0544A826" w14:textId="77777777">
      <w:proofErr w:type="spellStart"/>
      <w:r>
        <w:t>Cronan</w:t>
      </w:r>
      <w:proofErr w:type="spellEnd"/>
      <w:r>
        <w:t xml:space="preserve">, James; McKenzie, Donald; Olson, Diana. [n.d.]. Fire regimes of the Alaska boreal forest. Draft manuscript. Portland, OR: U.S. Department of Agriculture, Forest Service, Pacific Northwest Research Station. 124 p. In cooperation with: Seattle, WA: University of Washington, School of Forest Resources; New Haven, CT: Yale School of Forestry and Environmental Studies; Moscow, ID: University of Idaho; Fairbanks, AK: U.S. Department of the Interior, </w:t>
      </w:r>
      <w:r>
        <w:t xml:space="preserve">Bureau of Land Management, Alaska Fire Service. Available online: http://www.frames.gov/documents/alaska/fire_history/fire_regimes_alaskan_boreal_forest_draft_gtr.zip [2012, September 4]. </w:t>
      </w:r>
    </w:p>
    <w:p w:rsidR="000F1E15" w:rsidP="0013179D" w:rsidRDefault="000F1E15" w14:paraId="35F375D3" w14:textId="77777777"/>
    <w:p w:rsidR="000F1E15" w:rsidP="000F1E15" w:rsidRDefault="000F1E15" w14:paraId="1DA866B2" w14:textId="72A29D72">
      <w:r>
        <w:t>Drury, S. A.; Grissom, P. J. 2008. Fire history and fire management implications in the Yukon Flats National Wildlife Refuge, interior Alaska. Forest Ecology and Management. 256(3): 304-312.</w:t>
      </w:r>
    </w:p>
    <w:p w:rsidR="00F542E2" w:rsidP="000F1E15" w:rsidRDefault="00F542E2" w14:paraId="637F1BB1" w14:textId="77777777"/>
    <w:p w:rsidR="000F1E15" w:rsidP="000F1E15" w:rsidRDefault="000F1E15" w14:paraId="60788BCF" w14:textId="1E564A1E">
      <w:r>
        <w:t xml:space="preserve">Duchesne, Luc C.; Hawkes, Brad C. 2000. Fire in northern ecosystems. In: Brown, James K.; Smith, Jane </w:t>
      </w:r>
      <w:proofErr w:type="spellStart"/>
      <w:r>
        <w:t>Kapler</w:t>
      </w:r>
      <w:proofErr w:type="spellEnd"/>
      <w:r>
        <w:t>, eds. Wildland fire in ecosystems: Effects of fire on flora. Gen. Tech. Rep. RMRS-GTR-42-vol. 2. Ogden, UT: U.S. Department of Agriculture, Forest Service, Rocky Mountain Research Station: 35-51.</w:t>
      </w:r>
    </w:p>
    <w:p w:rsidR="00F542E2" w:rsidP="000F1E15" w:rsidRDefault="00F542E2" w14:paraId="6F661B31" w14:textId="77777777"/>
    <w:p w:rsidR="000F1E15" w:rsidP="000F1E15" w:rsidRDefault="000F1E15" w14:paraId="0B98798A" w14:textId="77777777">
      <w:proofErr w:type="spellStart"/>
      <w:r>
        <w:t>Fastie</w:t>
      </w:r>
      <w:proofErr w:type="spellEnd"/>
      <w:r>
        <w:t xml:space="preserve">, Christopher L.; Lloyd, Andrea H.; </w:t>
      </w:r>
      <w:proofErr w:type="spellStart"/>
      <w:r>
        <w:t>Doak</w:t>
      </w:r>
      <w:proofErr w:type="spellEnd"/>
      <w:r>
        <w:t xml:space="preserve">, Patricia. 2002. Fire history and postfire forest development in an upland watershed of interior Alaska. Journal of Geophysical Research. 107 (D1): 8150. doi:10.1029/2001JD000570. </w:t>
      </w:r>
    </w:p>
    <w:p w:rsidR="000F1E15" w:rsidP="0013179D" w:rsidRDefault="000F1E15" w14:paraId="737B67D7" w14:textId="77777777"/>
    <w:p w:rsidR="00EC3AEA" w:rsidP="0013179D" w:rsidRDefault="00EC3AEA" w14:paraId="2F28F7ED" w14:textId="77777777">
      <w:r>
        <w:t xml:space="preserve">Foote, M. Joan. 1983. Classification, description, and dynamics of plant communities after fire in the taiga of interior Alaska. Res. Pap. PNW-307. Portland, OR: U.S. Department of Agriculture, Forest Service, Pacific Northwest Forest and Range Experiment Station. 108 p. </w:t>
      </w:r>
    </w:p>
    <w:p w:rsidR="00EC3AEA" w:rsidP="0013179D" w:rsidRDefault="00EC3AEA" w14:paraId="51BBF8B8" w14:textId="77777777"/>
    <w:p w:rsidR="000F1E15" w:rsidP="000F1E15" w:rsidRDefault="000F1E15" w14:paraId="4E43DC36" w14:textId="77777777">
      <w:r>
        <w:t>Foster, David R. 1983. The history and pattern of fire in the boreal forest of southeastern Labrador. Canadian Journal of Botany. 61(9): 2459-2471.</w:t>
      </w:r>
    </w:p>
    <w:p w:rsidR="000F1E15" w:rsidP="0013179D" w:rsidRDefault="000F1E15" w14:paraId="1C63DB49" w14:textId="77777777"/>
    <w:p w:rsidR="001A2FCE" w:rsidP="0013179D" w:rsidRDefault="001A2FCE" w14:paraId="0C130431" w14:textId="4A43CA9A">
      <w:r>
        <w:t xml:space="preserve">Fryer, Janet L. 2014a. Fire regimes of Alaskan black spruce communities. In: Fire Effects Information System, [Online]. U.S. Department of Agriculture, Forest Service, Rocky Mountain Research Station, Fire Sciences Laboratory (Producer). Available: http://www.fs.fed.us/database/feis/fire_regimes/AK_black_spruce/all.html. </w:t>
      </w:r>
    </w:p>
    <w:p w:rsidR="001A2FCE" w:rsidP="0013179D" w:rsidRDefault="001A2FCE" w14:paraId="48073359" w14:textId="77777777"/>
    <w:p w:rsidR="001A2FCE" w:rsidP="0013179D" w:rsidRDefault="001A2FCE" w14:paraId="5749CA0D" w14:textId="3AA2CA85">
      <w:r>
        <w:t xml:space="preserve">Fryer, Janet L. 2014b. Picea mariana. In: Fire Effects Information System, [Online]. U.S. Department of Agriculture, Forest Service, Rocky Mountain Research Station, Fire Sciences Laboratory (Producer). Available: </w:t>
      </w:r>
      <w:r>
        <w:t>http://www.fs.fed.us/database/feis/plants/tree/picmar/all.html</w:t>
      </w:r>
      <w:r>
        <w:t>.</w:t>
      </w:r>
    </w:p>
    <w:p w:rsidR="00CB31F4" w:rsidP="0013179D" w:rsidRDefault="00CB31F4" w14:paraId="45778AE2" w14:textId="378C6702"/>
    <w:p w:rsidRPr="00F413FD" w:rsidR="00CB31F4" w:rsidP="0013179D" w:rsidRDefault="00CB31F4" w14:paraId="20588820" w14:textId="5C513426">
      <w:r w:rsidRPr="004E1170">
        <w:rPr>
          <w:color w:val="333333"/>
          <w:shd w:val="clear" w:color="auto" w:fill="FCFCFC"/>
        </w:rPr>
        <w:t xml:space="preserve">Hammond, D.H., Strand, E.K., Hudak, A.T. and B.A. </w:t>
      </w:r>
      <w:proofErr w:type="spellStart"/>
      <w:r w:rsidRPr="004E1170">
        <w:rPr>
          <w:color w:val="333333"/>
          <w:shd w:val="clear" w:color="auto" w:fill="FCFCFC"/>
        </w:rPr>
        <w:t>Newingham</w:t>
      </w:r>
      <w:proofErr w:type="spellEnd"/>
      <w:r w:rsidRPr="004E1170">
        <w:rPr>
          <w:color w:val="333333"/>
          <w:shd w:val="clear" w:color="auto" w:fill="FCFCFC"/>
        </w:rPr>
        <w:t xml:space="preserve">. 2019. </w:t>
      </w:r>
      <w:proofErr w:type="gramStart"/>
      <w:r w:rsidRPr="004E1170">
        <w:rPr>
          <w:color w:val="333333"/>
          <w:shd w:val="clear" w:color="auto" w:fill="FCFCFC"/>
        </w:rPr>
        <w:t>Boreal forest</w:t>
      </w:r>
      <w:proofErr w:type="gramEnd"/>
      <w:r w:rsidRPr="004E1170">
        <w:rPr>
          <w:color w:val="333333"/>
          <w:shd w:val="clear" w:color="auto" w:fill="FCFCFC"/>
        </w:rPr>
        <w:t xml:space="preserve"> vegetation and fuel conditions 12 years after the 2004 Taylor Complex fires in Alaska, USA. Fire Ecology: volume </w:t>
      </w:r>
      <w:r w:rsidRPr="004E1170">
        <w:rPr>
          <w:b/>
          <w:bCs/>
          <w:color w:val="333333"/>
          <w:shd w:val="clear" w:color="auto" w:fill="FCFCFC"/>
        </w:rPr>
        <w:t>15</w:t>
      </w:r>
      <w:r w:rsidR="00F413FD">
        <w:rPr>
          <w:color w:val="333333"/>
          <w:shd w:val="clear" w:color="auto" w:fill="FCFCFC"/>
        </w:rPr>
        <w:t>:</w:t>
      </w:r>
      <w:r w:rsidRPr="004E1170">
        <w:rPr>
          <w:color w:val="333333"/>
          <w:shd w:val="clear" w:color="auto" w:fill="FCFCFC"/>
        </w:rPr>
        <w:t xml:space="preserve">32. </w:t>
      </w:r>
      <w:r>
        <w:t>https://doi.org/10.1186/s42408-019-0049-5</w:t>
      </w:r>
    </w:p>
    <w:p w:rsidR="001A2FCE" w:rsidP="0013179D" w:rsidRDefault="001A2FCE" w14:paraId="6F19B37A" w14:textId="77777777"/>
    <w:p w:rsidR="000F1E15" w:rsidP="000F1E15" w:rsidRDefault="000F1E15" w14:paraId="1CDDC885" w14:textId="77777777">
      <w:r>
        <w:t xml:space="preserve">Hanson, William A. 1979. Preliminary results of the Bear Creek fire effects studies. Proposed open file report. Anchorage, AK: U.S. Department of the Interior, Bureau of Land Management, Anchorage District Office. 83 p. On file with: U.S. Department of Agriculture, Forest Service, Rocky Mountain Research Station, Fire Sciences Laboratory, Missoula, MT; FEIS files. </w:t>
      </w:r>
    </w:p>
    <w:p w:rsidR="00F542E2" w:rsidP="0013179D" w:rsidRDefault="00F542E2" w14:paraId="36C29FD9" w14:textId="77777777"/>
    <w:p w:rsidR="0013179D" w:rsidP="0013179D" w:rsidRDefault="0013179D" w14:paraId="452D8F61" w14:textId="77777777">
      <w:proofErr w:type="spellStart"/>
      <w:r>
        <w:t>Heinselman</w:t>
      </w:r>
      <w:proofErr w:type="spellEnd"/>
      <w:r>
        <w:t>, M.L. 1981. Fire and succession in the conifer forests of northern North America. In: West, D.C., H.H. Shugart, and D.B. Botkin. Forest succession: concepts and application. Springer-Verlag, New York. Chapter 23.</w:t>
      </w:r>
    </w:p>
    <w:p w:rsidR="00F413FD" w:rsidP="0013179D" w:rsidRDefault="00F413FD" w14:paraId="62A7CA63" w14:textId="77777777"/>
    <w:p w:rsidR="00CC437B" w:rsidP="00CC437B" w:rsidRDefault="00CC437B" w14:paraId="633E0346" w14:textId="336F4D82">
      <w:r>
        <w:t>Johnson, Edward A. 1992. Fire and vegetation dynamics: Studies from the North American boreal forest. Cambridge Studies in Ecology. Cambridge, UK: Cambridge University Press. 129 p.</w:t>
      </w:r>
    </w:p>
    <w:p w:rsidR="00F413FD" w:rsidP="00F413FD" w:rsidRDefault="00F413FD" w14:paraId="53081940" w14:textId="77777777"/>
    <w:p w:rsidR="00F413FD" w:rsidP="00CC437B" w:rsidRDefault="00F413FD" w14:paraId="504A7219" w14:textId="19525797">
      <w:r>
        <w:t xml:space="preserve">Johnstone, J. F., </w:t>
      </w:r>
      <w:proofErr w:type="spellStart"/>
      <w:r>
        <w:t>Celis</w:t>
      </w:r>
      <w:proofErr w:type="spellEnd"/>
      <w:r>
        <w:t xml:space="preserve">, G, Chapin, F.S. III, Hollingsworth, T.N., Jean, </w:t>
      </w:r>
      <w:proofErr w:type="gramStart"/>
      <w:r>
        <w:t>M.</w:t>
      </w:r>
      <w:proofErr w:type="gramEnd"/>
      <w:r>
        <w:t xml:space="preserve"> and M.C. Mack. 2020.  Factors shaping alternative successional trajectories in burned black spruce forests of Alaska.  Ecosphere 11:5. </w:t>
      </w:r>
      <w:r>
        <w:t>https://doi.org/10.1002/ecs2.3129</w:t>
      </w:r>
      <w:r>
        <w:t>.</w:t>
      </w:r>
    </w:p>
    <w:p w:rsidR="00EB3224" w:rsidP="00CC437B" w:rsidRDefault="00EB3224" w14:paraId="21080E68" w14:textId="77777777"/>
    <w:p w:rsidRPr="004E1170" w:rsidR="00EB3224" w:rsidP="004E1170" w:rsidRDefault="00EB3224" w14:paraId="7402EB62" w14:textId="4352C0CA">
      <w:r>
        <w:t xml:space="preserve">Johnstone, J., Hollingsworth, T , Chapin, F.S. III, and M.C. Mack.  2010.  Changes in Fire Regime Break the Legacy Lock on Successional Trajectories in Alaskan Boreal Forest.  Global Change Biology. </w:t>
      </w:r>
      <w:r>
        <w:t>https://doi.org/10.1111/j.1365-2486.2009.02051.x</w:t>
      </w:r>
      <w:r w:rsidR="00F413FD">
        <w:rPr>
          <w:color w:val="767676"/>
        </w:rPr>
        <w:t>.</w:t>
      </w:r>
    </w:p>
    <w:p w:rsidR="00EB3224" w:rsidP="00CC437B" w:rsidRDefault="00EB3224" w14:paraId="6C42AB0D" w14:textId="77777777"/>
    <w:p w:rsidR="00CC437B" w:rsidP="00CC437B" w:rsidRDefault="00CC437B" w14:paraId="5D107E01" w14:textId="414AC3B4">
      <w:r>
        <w:t>Johnstone, Jill Frances. 2003. Fire and successional trajectories in boreal forest: implications for response to a changing climate. Fairbanks, AK: University of Alaska Fairbanks. 201 p. Dissertation.</w:t>
      </w:r>
    </w:p>
    <w:p w:rsidR="00CC437B" w:rsidP="0013179D" w:rsidRDefault="00CC437B" w14:paraId="5CBEC394" w14:textId="77777777"/>
    <w:p w:rsidR="0013179D" w:rsidP="0013179D" w:rsidRDefault="0013179D" w14:paraId="29F8C456" w14:textId="77777777">
      <w:r>
        <w:t xml:space="preserve">Jorgenson, M. T., J. E. Roth, M. D. Smith, S. </w:t>
      </w:r>
      <w:proofErr w:type="spellStart"/>
      <w:r>
        <w:t>Schlentner</w:t>
      </w:r>
      <w:proofErr w:type="spellEnd"/>
      <w:r>
        <w:t>, W. Lentz, and E. R. Pullman.  2001.  An ecological land survey for Fort Greely, Alaska.  U.S. Army Cold Regions Research and Engineering Laboratory, Hanover, NH. ERDC/CRREL TR-01-04.  85 pp.</w:t>
      </w:r>
    </w:p>
    <w:p w:rsidR="00F62DCD" w:rsidP="0013179D" w:rsidRDefault="00F62DCD" w14:paraId="4790D19C" w14:textId="77777777"/>
    <w:p w:rsidR="00F62DCD" w:rsidP="0013179D" w:rsidRDefault="00F62DCD" w14:paraId="19C63A9F" w14:textId="77777777">
      <w:proofErr w:type="spellStart"/>
      <w:r>
        <w:t>Kasischke</w:t>
      </w:r>
      <w:proofErr w:type="spellEnd"/>
      <w:r>
        <w:t xml:space="preserve">, Eric S.; Turetsky, Merritt R.; </w:t>
      </w:r>
      <w:proofErr w:type="spellStart"/>
      <w:r>
        <w:t>Ottmar</w:t>
      </w:r>
      <w:proofErr w:type="spellEnd"/>
      <w:r>
        <w:t>, Roger D.; French, Nancy H. F.; Hoy, Elizabeth E.; Kane, Evan S. 2008. Evaluation of the composite burn index for assessing fire severity in Alaskan black spruce forests. International Journal of Wildland Fire. 17(4): 515-526.</w:t>
      </w:r>
    </w:p>
    <w:p w:rsidR="00F413FD" w:rsidP="00F413FD" w:rsidRDefault="00F413FD" w14:paraId="0F7DAEFA" w14:textId="77777777"/>
    <w:p w:rsidRPr="00F542E2" w:rsidR="00F413FD" w:rsidP="00F413FD" w:rsidRDefault="00F413FD" w14:paraId="63AE6218" w14:textId="77777777">
      <w:r w:rsidRPr="00F542E2">
        <w:t xml:space="preserve">Kilgore, Bruce M.; </w:t>
      </w:r>
      <w:proofErr w:type="spellStart"/>
      <w:r w:rsidRPr="00F542E2">
        <w:t>Heinselman</w:t>
      </w:r>
      <w:proofErr w:type="spellEnd"/>
      <w:r w:rsidRPr="00F542E2">
        <w:t xml:space="preserve">, </w:t>
      </w:r>
      <w:proofErr w:type="spellStart"/>
      <w:r w:rsidRPr="00F542E2">
        <w:t>Miron</w:t>
      </w:r>
      <w:proofErr w:type="spellEnd"/>
      <w:r w:rsidRPr="00F542E2">
        <w:t xml:space="preserve"> L. 1990. Fire in wilderness ecosystems. In: </w:t>
      </w:r>
      <w:proofErr w:type="spellStart"/>
      <w:r w:rsidRPr="00F542E2">
        <w:t>Hendee</w:t>
      </w:r>
      <w:proofErr w:type="spellEnd"/>
      <w:r w:rsidRPr="00F542E2">
        <w:t xml:space="preserve">, John C.; </w:t>
      </w:r>
      <w:proofErr w:type="spellStart"/>
      <w:r w:rsidRPr="00F542E2">
        <w:t>Stankey</w:t>
      </w:r>
      <w:proofErr w:type="spellEnd"/>
      <w:r w:rsidRPr="00F542E2">
        <w:t>, George H.; Lucas, Robert C., eds. Wilderness management. 2d ed. (Revised). Golden, CO: North American Press: 297-335. In cooperation with U.S. Department of Agriculture, Forest Service.</w:t>
      </w:r>
    </w:p>
    <w:p w:rsidR="0013179D" w:rsidP="0013179D" w:rsidRDefault="0013179D" w14:paraId="64C39D48" w14:textId="77777777"/>
    <w:p w:rsidR="00CC437B" w:rsidP="00CC437B" w:rsidRDefault="00CC437B" w14:paraId="511E1587" w14:textId="77777777">
      <w:r>
        <w:t xml:space="preserve">Kurkowski, Thomas A.; Mann, Daniel H.; Rupp, T. Scott; </w:t>
      </w:r>
      <w:proofErr w:type="spellStart"/>
      <w:r>
        <w:t>Verbyla</w:t>
      </w:r>
      <w:proofErr w:type="spellEnd"/>
      <w:r>
        <w:t>, David L. 2008. Relative importance of different secondary successional pathways in an Alaskan boreal forest. Canadian Journal of Forest Research. 38(7): 1911-1923.</w:t>
      </w:r>
    </w:p>
    <w:p w:rsidR="00CC437B" w:rsidP="0013179D" w:rsidRDefault="00CC437B" w14:paraId="0A2CC386" w14:textId="77777777"/>
    <w:p w:rsidR="00CC437B" w:rsidP="00CC437B" w:rsidRDefault="00CC437B" w14:paraId="50AC5DFE" w14:textId="77777777">
      <w:r>
        <w:t xml:space="preserve">Lloyd, Andrea H.; Wilson, Alexis E.; </w:t>
      </w:r>
      <w:proofErr w:type="spellStart"/>
      <w:r>
        <w:t>Fastie</w:t>
      </w:r>
      <w:proofErr w:type="spellEnd"/>
      <w:r>
        <w:t>, Christopher L.; Landis, R. Matthew. 2005. Population dynamics of black spruce and white spruce near the arctic tree line in the southern Brooks Range, Alaska. Canadian Journal of Forest Research. 35(9): 2073-2081</w:t>
      </w:r>
    </w:p>
    <w:p w:rsidR="00CC437B" w:rsidP="00CC437B" w:rsidRDefault="00CC437B" w14:paraId="02847E32" w14:textId="77777777"/>
    <w:p w:rsidR="00CC437B" w:rsidP="00CC437B" w:rsidRDefault="00CC437B" w14:paraId="7F9EB73B" w14:textId="77777777">
      <w:r>
        <w:t>Lutz, H. J. 1953. The effects of forest fires on the vegetation of interior Alaska. Station Paper No. 1. Juneau, AK: U.S. Department of Agriculture, Forest Service, Alaska Forest Research Center. 36 p.</w:t>
      </w:r>
    </w:p>
    <w:p w:rsidR="00CC437B" w:rsidP="0013179D" w:rsidRDefault="00CC437B" w14:paraId="06E84A19" w14:textId="77777777"/>
    <w:p w:rsidR="00EC3AEA" w:rsidP="0013179D" w:rsidRDefault="00EC3AEA" w14:paraId="3F75C3D9" w14:textId="77777777">
      <w:r>
        <w:t>Lutz, H. J. 1956. Ecological effects of forest fires in the interior of Alaska. Tech. Bull. No. 1133. Washington, DC: U.S. Department of Agriculture, Forest Service. 121 p.</w:t>
      </w:r>
    </w:p>
    <w:p w:rsidR="00C01C57" w:rsidP="0013179D" w:rsidRDefault="00C01C57" w14:paraId="1953BDAC" w14:textId="77777777"/>
    <w:p w:rsidR="00C01C57" w:rsidP="0013179D" w:rsidRDefault="00C01C57" w14:paraId="2A88F1BA" w14:textId="4EE3EEFA">
      <w:r>
        <w:t>Lutz, H. J. 1960. Fire as an ecological factor in the boreal forest of Alaska. Journal of Forestry. 58(6): 454-460. [16603]</w:t>
      </w:r>
    </w:p>
    <w:p w:rsidR="00EC3AEA" w:rsidP="0013179D" w:rsidRDefault="00EC3AEA" w14:paraId="23E73CDE" w14:textId="77777777"/>
    <w:p w:rsidR="00CC437B" w:rsidP="00CC437B" w:rsidRDefault="00CC437B" w14:paraId="3ACBC2EA" w14:textId="77777777">
      <w:r>
        <w:t>Lynch, Jason Anthony. 2001. Fire history of boreal forests: implications for past climate change. Durham, NC: Duke University. 175 p. Dissertation.</w:t>
      </w:r>
    </w:p>
    <w:p w:rsidR="00CC437B" w:rsidP="0013179D" w:rsidRDefault="00CC437B" w14:paraId="36014CF2" w14:textId="77777777"/>
    <w:p w:rsidR="0013179D" w:rsidP="0013179D" w:rsidRDefault="0013179D" w14:paraId="7916CCBD" w14:textId="77777777">
      <w:r>
        <w:t>NatureServe. 2008. International Ecological Classification Standard: Terrestrial Ecological Classifications. Draft Ecological Systems Description for Alaska Boreal and Sub-boreal Regions.</w:t>
      </w:r>
    </w:p>
    <w:p w:rsidR="0013179D" w:rsidP="0013179D" w:rsidRDefault="0013179D" w14:paraId="7AB9626C" w14:textId="77777777"/>
    <w:p w:rsidR="00523D78" w:rsidP="00CC437B" w:rsidRDefault="00523D78" w14:paraId="1A51BE1D" w14:textId="75DE4B83">
      <w:r>
        <w:t xml:space="preserve">New Mexico State University.  2022.  Ecological Site Descriptions available at:  </w:t>
      </w:r>
      <w:r>
        <w:t>https://edit.jornada.nmsu.edu/catalogs/esd</w:t>
      </w:r>
      <w:r>
        <w:t xml:space="preserve">.  </w:t>
      </w:r>
    </w:p>
    <w:p w:rsidR="00523D78" w:rsidP="00CC437B" w:rsidRDefault="00523D78" w14:paraId="41F89B08" w14:textId="77777777"/>
    <w:p w:rsidR="00CC437B" w:rsidP="00CC437B" w:rsidRDefault="00CC437B" w14:paraId="5589FD21" w14:textId="4CF72FFB">
      <w:proofErr w:type="spellStart"/>
      <w:r>
        <w:t>Norum</w:t>
      </w:r>
      <w:proofErr w:type="spellEnd"/>
      <w:r>
        <w:t xml:space="preserve">, Rodney A. 1982. Predicting wildfire behavior in black spruce forests in Alaska. Res. Note PNW-401. Portland, OR: U.S. Department of Agriculture, Forest Fire, Pacific Northwest Forest and Range Experiment Station. 10 p. </w:t>
      </w:r>
    </w:p>
    <w:p w:rsidR="00CC437B" w:rsidP="0013179D" w:rsidRDefault="00CC437B" w14:paraId="29C0CB4F" w14:textId="77777777"/>
    <w:p w:rsidR="0013179D" w:rsidP="0013179D" w:rsidRDefault="0013179D" w14:paraId="3501BB80" w14:textId="77777777">
      <w:r>
        <w:t xml:space="preserve">Rowe, J.S., J.L </w:t>
      </w:r>
      <w:proofErr w:type="spellStart"/>
      <w:r>
        <w:t>Bergsteinsson</w:t>
      </w:r>
      <w:proofErr w:type="spellEnd"/>
      <w:r>
        <w:t xml:space="preserve">, G.A. Padbury, and R. </w:t>
      </w:r>
      <w:proofErr w:type="spellStart"/>
      <w:r>
        <w:t>Hermesh</w:t>
      </w:r>
      <w:proofErr w:type="spellEnd"/>
      <w:r>
        <w:t>. 1974. Fire Studies in the Mackenzie Valley. ALUR Report 73-74-61. Arctic Land Use Research Program, Department of Indian Affairs and Human Development, Ottawa, Canada. 123 pp.</w:t>
      </w:r>
    </w:p>
    <w:p w:rsidR="004A2FA0" w:rsidP="0013179D" w:rsidRDefault="004A2FA0" w14:paraId="1E82F77E" w14:textId="77777777"/>
    <w:p w:rsidR="00EC3AEA" w:rsidP="0013179D" w:rsidRDefault="00EC3AEA" w14:paraId="215D5605" w14:textId="77777777">
      <w:r>
        <w:t xml:space="preserve">Todd, Susan K.; </w:t>
      </w:r>
      <w:proofErr w:type="spellStart"/>
      <w:r>
        <w:t>Jewkes</w:t>
      </w:r>
      <w:proofErr w:type="spellEnd"/>
      <w:r>
        <w:t>, Holly Ann. 2006. Wildland fire in Alaska: a history of organized fire suppression and management in the last frontier. Bulletin No. 114. Fairbanks, AK: University of Alaska Fairbanks, Agricultural and Forestry Experiment Station. 63 p.</w:t>
      </w:r>
    </w:p>
    <w:p w:rsidR="0013179D" w:rsidP="0013179D" w:rsidRDefault="0013179D" w14:paraId="14B9CEF7" w14:textId="77777777"/>
    <w:p w:rsidR="000905C1" w:rsidP="0013179D" w:rsidRDefault="000905C1" w14:paraId="3745A8B5" w14:textId="77777777">
      <w:r>
        <w:t xml:space="preserve">Viereck, Leslie A. 1973. Wildfire in the taiga of Alaska. Quaternary Research. 3(3): 465-495. </w:t>
      </w:r>
    </w:p>
    <w:p w:rsidR="000905C1" w:rsidP="0013179D" w:rsidRDefault="000905C1" w14:paraId="0665EC78" w14:textId="77777777"/>
    <w:p w:rsidR="0013179D" w:rsidP="0013179D" w:rsidRDefault="0013179D" w14:paraId="3DCE2473" w14:textId="6B46D477">
      <w:r>
        <w:t xml:space="preserve">Viereck, L.A. 1983. The effects of fire in black spruce ecosystems of Alaska and northern Canada. In: Wein, Ross W.; MacLean, David A., eds. The role of fire in northern circumpolar ecosystems. New York: John Wiley &amp; Sons Ltd.: 201-220. Chapter 11.Viereck, L.A. Van Cleve, K. </w:t>
      </w:r>
      <w:proofErr w:type="spellStart"/>
      <w:r>
        <w:t>Dyrness</w:t>
      </w:r>
      <w:proofErr w:type="spellEnd"/>
      <w:r>
        <w:t>, C.T. 1986. Forest Ecosystems in the Alaska Taiga. In: Van Cleve, K., Chapin F.S. III, Flanagan, P.W. (and others), eds. Forest Ecosystems in the Alaskan taiga: a synthesis of structure and function. New York: Springer-Verlag; 1986: 22-43.</w:t>
      </w:r>
    </w:p>
    <w:p w:rsidR="00C01C57" w:rsidP="0013179D" w:rsidRDefault="00C01C57" w14:paraId="55BD9EB0" w14:textId="77777777"/>
    <w:p w:rsidR="00CC437B" w:rsidP="00CC437B" w:rsidRDefault="00CC437B" w14:paraId="5166C45A" w14:textId="77777777">
      <w:r>
        <w:t xml:space="preserve">Viereck, L. A.; </w:t>
      </w:r>
      <w:proofErr w:type="spellStart"/>
      <w:r>
        <w:t>Dyrness</w:t>
      </w:r>
      <w:proofErr w:type="spellEnd"/>
      <w:r>
        <w:t xml:space="preserve">, C. T.; Batten, A. R.; </w:t>
      </w:r>
      <w:proofErr w:type="spellStart"/>
      <w:r>
        <w:t>Wenzlick</w:t>
      </w:r>
      <w:proofErr w:type="spellEnd"/>
      <w:r>
        <w:t>, K. J. 1992. The Alaska vegetation classification. Gen. Tech. Rep. PNW-GTR-286. Portland, OR: U.S. Department of Agriculture, Forest Service, Pacific Northwest Research Station. 278 p.</w:t>
      </w:r>
    </w:p>
    <w:p w:rsidR="00CC437B" w:rsidP="00CC437B" w:rsidRDefault="00CC437B" w14:paraId="6E879C37" w14:textId="77777777"/>
    <w:p w:rsidR="00CC437B" w:rsidP="00CC437B" w:rsidRDefault="00CC437B" w14:paraId="6380DCEB" w14:textId="77777777">
      <w:r>
        <w:t xml:space="preserve">Viereck, Leslie A.; Johnston, William F. 1990. Picea mariana (Mill.) B.S.P. black spruce. In: Burns, Russell M.; </w:t>
      </w:r>
      <w:proofErr w:type="spellStart"/>
      <w:r>
        <w:t>Honkala</w:t>
      </w:r>
      <w:proofErr w:type="spellEnd"/>
      <w:r>
        <w:t xml:space="preserve">, Barbara H., technical coordinators. Silvics of North America. Volume 1. Conifers. Agric. </w:t>
      </w:r>
      <w:proofErr w:type="spellStart"/>
      <w:r>
        <w:t>Handb</w:t>
      </w:r>
      <w:proofErr w:type="spellEnd"/>
      <w:r>
        <w:t>. 654. Washington, DC: U.S. Department of Agriculture, Forest Service: 227-237.</w:t>
      </w:r>
    </w:p>
    <w:p w:rsidR="00CC437B" w:rsidP="00CC437B" w:rsidRDefault="00CC437B" w14:paraId="61A815C9" w14:textId="77777777"/>
    <w:p w:rsidR="00CC437B" w:rsidP="00CC437B" w:rsidRDefault="00CC437B" w14:paraId="0858A7E0" w14:textId="77777777">
      <w:r>
        <w:t xml:space="preserve">Viereck, Leslie A.; </w:t>
      </w:r>
      <w:proofErr w:type="spellStart"/>
      <w:r>
        <w:t>Schandelmeier</w:t>
      </w:r>
      <w:proofErr w:type="spellEnd"/>
      <w:r>
        <w:t>, Linda A. 1980. Effects of fire in Alaska and adjacent Canada--a literature review. BLM-Alaska Tech. Rep. 6; BLM/AK/TR-80/06. Anchorage, AK: U.S. Department of the Interior, Bureau of Land Management, Alaska State Office. 124 p.</w:t>
      </w:r>
    </w:p>
    <w:p w:rsidR="00C01C57" w:rsidP="0013179D" w:rsidRDefault="00C01C57" w14:paraId="667DAC36" w14:textId="7BD7AA55">
      <w:r>
        <w:t xml:space="preserve">Wein, Ross W. 1983. Fire </w:t>
      </w:r>
      <w:proofErr w:type="spellStart"/>
      <w:r>
        <w:t>behaviour</w:t>
      </w:r>
      <w:proofErr w:type="spellEnd"/>
      <w:r>
        <w:t xml:space="preserve"> and ecological effects in organic terrain. In: Wein, Ross W.; MacLean, David A., eds. The role of fire in northern circumpolar ecosystems. Scope 18. New York: John Wiley &amp; Sons: 81-95. [18505]</w:t>
      </w:r>
    </w:p>
    <w:p w:rsidR="00F62DCD" w:rsidP="0013179D" w:rsidRDefault="00F62DCD" w14:paraId="2859323C" w14:textId="77777777"/>
    <w:p w:rsidR="00F62DCD" w:rsidP="0013179D" w:rsidRDefault="00F62DCD" w14:paraId="00E8F534" w14:textId="77777777">
      <w:proofErr w:type="spellStart"/>
      <w:r>
        <w:t>Yarie</w:t>
      </w:r>
      <w:proofErr w:type="spellEnd"/>
      <w:r>
        <w:t>, John. 1981. Forest fire cycles and life tables: a case study from interior Alaska. Canadian Journal of Forest Research. 11(3): 554-562.</w:t>
      </w:r>
    </w:p>
    <w:p w:rsidR="00CC437B" w:rsidP="0013179D" w:rsidRDefault="00CC437B" w14:paraId="412EB2D1" w14:textId="77777777"/>
    <w:p w:rsidR="0013179D" w:rsidP="0013179D" w:rsidRDefault="0013179D" w14:paraId="78F08301" w14:textId="77777777">
      <w:proofErr w:type="spellStart"/>
      <w:r>
        <w:t>Yarie</w:t>
      </w:r>
      <w:proofErr w:type="spellEnd"/>
      <w:r>
        <w:t xml:space="preserve"> J. 1983. Forest community classification of the Porcupine River drainage, interior Alaska, and its application to forest management. USDA Forest Service GTR PNW-154.</w:t>
      </w:r>
    </w:p>
    <w:sectPr w:rsidR="0013179D" w:rsidSect="00FE41CA">
      <w:headerReference w:type="default" r:id="rId16"/>
      <w:footerReference w:type="default" r:id="rId17"/>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16CC9" w:rsidRDefault="00E16CC9" w14:paraId="18473E8E" w14:textId="77777777">
      <w:r>
        <w:separator/>
      </w:r>
    </w:p>
  </w:endnote>
  <w:endnote w:type="continuationSeparator" w:id="0">
    <w:p w:rsidR="00E16CC9" w:rsidRDefault="00E16CC9" w14:paraId="6D6D485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F165D" w:rsidP="0013179D" w:rsidRDefault="00EF165D" w14:paraId="235B56CC"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16CC9" w:rsidRDefault="00E16CC9" w14:paraId="3CFF3178" w14:textId="77777777">
      <w:r>
        <w:separator/>
      </w:r>
    </w:p>
  </w:footnote>
  <w:footnote w:type="continuationSeparator" w:id="0">
    <w:p w:rsidR="00E16CC9" w:rsidRDefault="00E16CC9" w14:paraId="63680EC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F165D" w:rsidP="0013179D" w:rsidRDefault="00EF165D" w14:paraId="0B9ADB16"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46B14A0C"/>
    <w:multiLevelType w:val="hybridMultilevel"/>
    <w:tmpl w:val="19ECF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046051807">
    <w:abstractNumId w:val="2"/>
  </w:num>
  <w:num w:numId="2" w16cid:durableId="1295596646">
    <w:abstractNumId w:val="0"/>
  </w:num>
  <w:num w:numId="3" w16cid:durableId="1067991827">
    <w:abstractNumId w:val="1"/>
  </w:num>
  <w:num w:numId="4" w16cid:durableId="15602415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79D"/>
    <w:rsid w:val="00001176"/>
    <w:rsid w:val="0001319E"/>
    <w:rsid w:val="000232F1"/>
    <w:rsid w:val="0003202F"/>
    <w:rsid w:val="00043422"/>
    <w:rsid w:val="0004797F"/>
    <w:rsid w:val="00077A85"/>
    <w:rsid w:val="000905C1"/>
    <w:rsid w:val="00097251"/>
    <w:rsid w:val="000E1EC5"/>
    <w:rsid w:val="000E759B"/>
    <w:rsid w:val="000F1E15"/>
    <w:rsid w:val="000F5C33"/>
    <w:rsid w:val="00110079"/>
    <w:rsid w:val="00117805"/>
    <w:rsid w:val="0013179D"/>
    <w:rsid w:val="0014331B"/>
    <w:rsid w:val="00174486"/>
    <w:rsid w:val="00180523"/>
    <w:rsid w:val="001961B0"/>
    <w:rsid w:val="00196C68"/>
    <w:rsid w:val="001A2FCE"/>
    <w:rsid w:val="001A5277"/>
    <w:rsid w:val="001E43F5"/>
    <w:rsid w:val="002206B7"/>
    <w:rsid w:val="00220975"/>
    <w:rsid w:val="00221E93"/>
    <w:rsid w:val="002260C2"/>
    <w:rsid w:val="00242A9C"/>
    <w:rsid w:val="0026081F"/>
    <w:rsid w:val="00272B25"/>
    <w:rsid w:val="00292706"/>
    <w:rsid w:val="00295689"/>
    <w:rsid w:val="002A69B2"/>
    <w:rsid w:val="002C2E74"/>
    <w:rsid w:val="002D32B2"/>
    <w:rsid w:val="002E41A1"/>
    <w:rsid w:val="00300000"/>
    <w:rsid w:val="00311621"/>
    <w:rsid w:val="0031662A"/>
    <w:rsid w:val="003172E2"/>
    <w:rsid w:val="00320910"/>
    <w:rsid w:val="003319D8"/>
    <w:rsid w:val="0036212B"/>
    <w:rsid w:val="00362499"/>
    <w:rsid w:val="003A2308"/>
    <w:rsid w:val="003C703C"/>
    <w:rsid w:val="003E47C0"/>
    <w:rsid w:val="003F192C"/>
    <w:rsid w:val="003F322E"/>
    <w:rsid w:val="00414DA8"/>
    <w:rsid w:val="00424E99"/>
    <w:rsid w:val="0042550C"/>
    <w:rsid w:val="0042737A"/>
    <w:rsid w:val="004408C3"/>
    <w:rsid w:val="00447BAA"/>
    <w:rsid w:val="00452B5E"/>
    <w:rsid w:val="00455D4C"/>
    <w:rsid w:val="00476F39"/>
    <w:rsid w:val="00491F12"/>
    <w:rsid w:val="00492983"/>
    <w:rsid w:val="004A2FA0"/>
    <w:rsid w:val="004A45F1"/>
    <w:rsid w:val="004C17E7"/>
    <w:rsid w:val="004C67E8"/>
    <w:rsid w:val="004D5F12"/>
    <w:rsid w:val="004D7DCF"/>
    <w:rsid w:val="004E1170"/>
    <w:rsid w:val="004E7DB5"/>
    <w:rsid w:val="005014BD"/>
    <w:rsid w:val="005035F5"/>
    <w:rsid w:val="00503C61"/>
    <w:rsid w:val="00513848"/>
    <w:rsid w:val="00513AFB"/>
    <w:rsid w:val="0052386E"/>
    <w:rsid w:val="00523D78"/>
    <w:rsid w:val="00525DC6"/>
    <w:rsid w:val="00530D3E"/>
    <w:rsid w:val="00537D33"/>
    <w:rsid w:val="0054090D"/>
    <w:rsid w:val="00541F3D"/>
    <w:rsid w:val="005446EB"/>
    <w:rsid w:val="00557492"/>
    <w:rsid w:val="00562483"/>
    <w:rsid w:val="00586E49"/>
    <w:rsid w:val="0059216C"/>
    <w:rsid w:val="005B1DDE"/>
    <w:rsid w:val="005C6689"/>
    <w:rsid w:val="005C7A42"/>
    <w:rsid w:val="005D242C"/>
    <w:rsid w:val="005E6650"/>
    <w:rsid w:val="005E79E4"/>
    <w:rsid w:val="005F3253"/>
    <w:rsid w:val="00605473"/>
    <w:rsid w:val="006078A4"/>
    <w:rsid w:val="00616941"/>
    <w:rsid w:val="00621C0C"/>
    <w:rsid w:val="00625F6B"/>
    <w:rsid w:val="00645C7B"/>
    <w:rsid w:val="00646981"/>
    <w:rsid w:val="00674A1F"/>
    <w:rsid w:val="0069060E"/>
    <w:rsid w:val="006B207E"/>
    <w:rsid w:val="006B302E"/>
    <w:rsid w:val="006B4318"/>
    <w:rsid w:val="006D6CEC"/>
    <w:rsid w:val="006E57D4"/>
    <w:rsid w:val="006F39FC"/>
    <w:rsid w:val="00722B5D"/>
    <w:rsid w:val="007256F8"/>
    <w:rsid w:val="00740E0B"/>
    <w:rsid w:val="00747459"/>
    <w:rsid w:val="0075674B"/>
    <w:rsid w:val="00762F38"/>
    <w:rsid w:val="007723C3"/>
    <w:rsid w:val="007742B4"/>
    <w:rsid w:val="007A721A"/>
    <w:rsid w:val="007B5284"/>
    <w:rsid w:val="007B6484"/>
    <w:rsid w:val="007C0525"/>
    <w:rsid w:val="007C7863"/>
    <w:rsid w:val="007D6399"/>
    <w:rsid w:val="00800FDB"/>
    <w:rsid w:val="00801550"/>
    <w:rsid w:val="00811E6A"/>
    <w:rsid w:val="00820371"/>
    <w:rsid w:val="00821A9F"/>
    <w:rsid w:val="00833900"/>
    <w:rsid w:val="00850C8E"/>
    <w:rsid w:val="00862050"/>
    <w:rsid w:val="008779C3"/>
    <w:rsid w:val="008E2FEF"/>
    <w:rsid w:val="008E5363"/>
    <w:rsid w:val="008F01B1"/>
    <w:rsid w:val="008F426A"/>
    <w:rsid w:val="00901CA2"/>
    <w:rsid w:val="00907797"/>
    <w:rsid w:val="00940451"/>
    <w:rsid w:val="00945DBA"/>
    <w:rsid w:val="00961DAD"/>
    <w:rsid w:val="00962045"/>
    <w:rsid w:val="00966095"/>
    <w:rsid w:val="00986A7A"/>
    <w:rsid w:val="009B03E6"/>
    <w:rsid w:val="009B232E"/>
    <w:rsid w:val="009C0955"/>
    <w:rsid w:val="009D25CD"/>
    <w:rsid w:val="009D674B"/>
    <w:rsid w:val="009E0DB5"/>
    <w:rsid w:val="00A16194"/>
    <w:rsid w:val="00A2791D"/>
    <w:rsid w:val="00A309D2"/>
    <w:rsid w:val="00A309E2"/>
    <w:rsid w:val="00A36D75"/>
    <w:rsid w:val="00A43E41"/>
    <w:rsid w:val="00A6020D"/>
    <w:rsid w:val="00A73753"/>
    <w:rsid w:val="00A7713C"/>
    <w:rsid w:val="00AB0119"/>
    <w:rsid w:val="00AB1144"/>
    <w:rsid w:val="00AB3795"/>
    <w:rsid w:val="00AD1FB8"/>
    <w:rsid w:val="00AD6FB1"/>
    <w:rsid w:val="00AF1CDE"/>
    <w:rsid w:val="00AF1E11"/>
    <w:rsid w:val="00AF4B2B"/>
    <w:rsid w:val="00B02699"/>
    <w:rsid w:val="00B039B4"/>
    <w:rsid w:val="00B30030"/>
    <w:rsid w:val="00B378CF"/>
    <w:rsid w:val="00B44A3C"/>
    <w:rsid w:val="00B75E43"/>
    <w:rsid w:val="00B83EB7"/>
    <w:rsid w:val="00B84C7B"/>
    <w:rsid w:val="00B952A6"/>
    <w:rsid w:val="00BC14B6"/>
    <w:rsid w:val="00BD3261"/>
    <w:rsid w:val="00BE7CEE"/>
    <w:rsid w:val="00BF1C58"/>
    <w:rsid w:val="00BF41B4"/>
    <w:rsid w:val="00C01C57"/>
    <w:rsid w:val="00C07F5E"/>
    <w:rsid w:val="00C2585E"/>
    <w:rsid w:val="00C326F0"/>
    <w:rsid w:val="00C50B12"/>
    <w:rsid w:val="00C5204F"/>
    <w:rsid w:val="00C61BB3"/>
    <w:rsid w:val="00C66E45"/>
    <w:rsid w:val="00C84AE5"/>
    <w:rsid w:val="00C867F2"/>
    <w:rsid w:val="00C97AE1"/>
    <w:rsid w:val="00CA0BB9"/>
    <w:rsid w:val="00CA1418"/>
    <w:rsid w:val="00CB31F4"/>
    <w:rsid w:val="00CC437B"/>
    <w:rsid w:val="00CD6118"/>
    <w:rsid w:val="00CD68F6"/>
    <w:rsid w:val="00CE79FF"/>
    <w:rsid w:val="00CF19CD"/>
    <w:rsid w:val="00CF2056"/>
    <w:rsid w:val="00CF2EDE"/>
    <w:rsid w:val="00D060DC"/>
    <w:rsid w:val="00D16916"/>
    <w:rsid w:val="00D178C7"/>
    <w:rsid w:val="00D306FA"/>
    <w:rsid w:val="00D36778"/>
    <w:rsid w:val="00D367FB"/>
    <w:rsid w:val="00D46D39"/>
    <w:rsid w:val="00D52C2E"/>
    <w:rsid w:val="00D534D2"/>
    <w:rsid w:val="00D553D0"/>
    <w:rsid w:val="00D619C9"/>
    <w:rsid w:val="00D62775"/>
    <w:rsid w:val="00D81349"/>
    <w:rsid w:val="00D92158"/>
    <w:rsid w:val="00D93247"/>
    <w:rsid w:val="00D95971"/>
    <w:rsid w:val="00DA3869"/>
    <w:rsid w:val="00DA63B1"/>
    <w:rsid w:val="00DB0199"/>
    <w:rsid w:val="00DB16CA"/>
    <w:rsid w:val="00DB5CEC"/>
    <w:rsid w:val="00DC4161"/>
    <w:rsid w:val="00DC4BA7"/>
    <w:rsid w:val="00DD3902"/>
    <w:rsid w:val="00DE0F2D"/>
    <w:rsid w:val="00DE2AEE"/>
    <w:rsid w:val="00DE3276"/>
    <w:rsid w:val="00DE40A7"/>
    <w:rsid w:val="00DE4596"/>
    <w:rsid w:val="00DE7AB5"/>
    <w:rsid w:val="00DF0509"/>
    <w:rsid w:val="00DF0616"/>
    <w:rsid w:val="00E109E9"/>
    <w:rsid w:val="00E16CC9"/>
    <w:rsid w:val="00E31F91"/>
    <w:rsid w:val="00E50BB8"/>
    <w:rsid w:val="00E61C50"/>
    <w:rsid w:val="00E73291"/>
    <w:rsid w:val="00E7520B"/>
    <w:rsid w:val="00E757EC"/>
    <w:rsid w:val="00E76DEF"/>
    <w:rsid w:val="00E820E2"/>
    <w:rsid w:val="00EB2776"/>
    <w:rsid w:val="00EB3224"/>
    <w:rsid w:val="00EC3AEA"/>
    <w:rsid w:val="00EC4A14"/>
    <w:rsid w:val="00EF02EA"/>
    <w:rsid w:val="00EF165D"/>
    <w:rsid w:val="00EF521E"/>
    <w:rsid w:val="00F13D67"/>
    <w:rsid w:val="00F413FD"/>
    <w:rsid w:val="00F43204"/>
    <w:rsid w:val="00F542E2"/>
    <w:rsid w:val="00F618F1"/>
    <w:rsid w:val="00F62DCD"/>
    <w:rsid w:val="00F86C13"/>
    <w:rsid w:val="00F948F2"/>
    <w:rsid w:val="00FB3779"/>
    <w:rsid w:val="00FE2EE9"/>
    <w:rsid w:val="00FE3B73"/>
    <w:rsid w:val="00FE41CA"/>
    <w:rsid w:val="00FE6871"/>
    <w:rsid w:val="00FF0FAC"/>
    <w:rsid w:val="246F3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B6CD71"/>
  <w15:docId w15:val="{C09252A5-6BDD-4844-818E-D58AF723850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AD6FB1"/>
    <w:pPr>
      <w:keepNext/>
      <w:keepLines/>
      <w:spacing w:before="40"/>
      <w:outlineLvl w:val="1"/>
    </w:pPr>
    <w:rPr>
      <w:rFonts w:asciiTheme="majorHAnsi" w:hAnsiTheme="majorHAnsi" w:eastAsiaTheme="majorEastAsia" w:cstheme="majorBidi"/>
      <w:color w:val="365F91" w:themeColor="accent1" w:themeShade="BF"/>
      <w:sz w:val="26"/>
      <w:szCs w:val="26"/>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7723C3"/>
    <w:pPr>
      <w:ind w:left="720"/>
    </w:pPr>
    <w:rPr>
      <w:rFonts w:ascii="Calibri" w:hAnsi="Calibri" w:eastAsia="Calibri"/>
      <w:sz w:val="22"/>
      <w:szCs w:val="22"/>
    </w:rPr>
  </w:style>
  <w:style w:type="character" w:styleId="Hyperlink">
    <w:name w:val="Hyperlink"/>
    <w:rsid w:val="007723C3"/>
    <w:rPr>
      <w:color w:val="0000FF"/>
      <w:u w:val="single"/>
    </w:rPr>
  </w:style>
  <w:style w:type="character" w:styleId="FollowedHyperlink">
    <w:name w:val="FollowedHyperlink"/>
    <w:basedOn w:val="DefaultParagraphFont"/>
    <w:uiPriority w:val="99"/>
    <w:semiHidden/>
    <w:unhideWhenUsed/>
    <w:rsid w:val="00A7713C"/>
    <w:rPr>
      <w:color w:val="800080" w:themeColor="followedHyperlink"/>
      <w:u w:val="single"/>
    </w:rPr>
  </w:style>
  <w:style w:type="character" w:styleId="CommentReference">
    <w:name w:val="annotation reference"/>
    <w:basedOn w:val="DefaultParagraphFont"/>
    <w:uiPriority w:val="99"/>
    <w:semiHidden/>
    <w:unhideWhenUsed/>
    <w:rsid w:val="00B75E43"/>
    <w:rPr>
      <w:sz w:val="16"/>
      <w:szCs w:val="16"/>
    </w:rPr>
  </w:style>
  <w:style w:type="paragraph" w:styleId="CommentText">
    <w:name w:val="annotation text"/>
    <w:basedOn w:val="Normal"/>
    <w:link w:val="CommentTextChar"/>
    <w:uiPriority w:val="99"/>
    <w:unhideWhenUsed/>
    <w:rsid w:val="00B75E43"/>
    <w:rPr>
      <w:sz w:val="20"/>
      <w:szCs w:val="20"/>
    </w:rPr>
  </w:style>
  <w:style w:type="character" w:styleId="CommentTextChar" w:customStyle="1">
    <w:name w:val="Comment Text Char"/>
    <w:basedOn w:val="DefaultParagraphFont"/>
    <w:link w:val="CommentText"/>
    <w:uiPriority w:val="99"/>
    <w:rsid w:val="00B75E43"/>
  </w:style>
  <w:style w:type="paragraph" w:styleId="CommentSubject">
    <w:name w:val="annotation subject"/>
    <w:basedOn w:val="CommentText"/>
    <w:next w:val="CommentText"/>
    <w:link w:val="CommentSubjectChar"/>
    <w:uiPriority w:val="99"/>
    <w:semiHidden/>
    <w:unhideWhenUsed/>
    <w:rsid w:val="00B75E43"/>
    <w:rPr>
      <w:b/>
      <w:bCs/>
    </w:rPr>
  </w:style>
  <w:style w:type="character" w:styleId="CommentSubjectChar" w:customStyle="1">
    <w:name w:val="Comment Subject Char"/>
    <w:basedOn w:val="CommentTextChar"/>
    <w:link w:val="CommentSubject"/>
    <w:uiPriority w:val="99"/>
    <w:semiHidden/>
    <w:rsid w:val="00B75E43"/>
    <w:rPr>
      <w:b/>
      <w:bCs/>
    </w:rPr>
  </w:style>
  <w:style w:type="paragraph" w:styleId="BalloonText">
    <w:name w:val="Balloon Text"/>
    <w:basedOn w:val="Normal"/>
    <w:link w:val="BalloonTextChar"/>
    <w:uiPriority w:val="99"/>
    <w:semiHidden/>
    <w:unhideWhenUsed/>
    <w:rsid w:val="00B75E4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B75E43"/>
    <w:rPr>
      <w:rFonts w:ascii="Segoe UI" w:hAnsi="Segoe UI" w:cs="Segoe UI"/>
      <w:sz w:val="18"/>
      <w:szCs w:val="18"/>
    </w:rPr>
  </w:style>
  <w:style w:type="character" w:styleId="citation-search-result" w:customStyle="1">
    <w:name w:val="citation-search-result"/>
    <w:basedOn w:val="DefaultParagraphFont"/>
    <w:rsid w:val="00F62DCD"/>
  </w:style>
  <w:style w:type="character" w:styleId="Emphasis">
    <w:name w:val="Emphasis"/>
    <w:basedOn w:val="DefaultParagraphFont"/>
    <w:uiPriority w:val="20"/>
    <w:qFormat/>
    <w:rsid w:val="00625F6B"/>
    <w:rPr>
      <w:i/>
      <w:iCs/>
    </w:rPr>
  </w:style>
  <w:style w:type="character" w:styleId="Strong">
    <w:name w:val="Strong"/>
    <w:basedOn w:val="DefaultParagraphFont"/>
    <w:uiPriority w:val="22"/>
    <w:qFormat/>
    <w:rsid w:val="00DE4596"/>
    <w:rPr>
      <w:b/>
      <w:bCs/>
    </w:rPr>
  </w:style>
  <w:style w:type="character" w:styleId="Heading2Char" w:customStyle="1">
    <w:name w:val="Heading 2 Char"/>
    <w:basedOn w:val="DefaultParagraphFont"/>
    <w:link w:val="Heading2"/>
    <w:uiPriority w:val="9"/>
    <w:rsid w:val="00AD6FB1"/>
    <w:rPr>
      <w:rFonts w:asciiTheme="majorHAnsi" w:hAnsiTheme="majorHAnsi" w:eastAsiaTheme="majorEastAsia" w:cstheme="majorBidi"/>
      <w:color w:val="365F91" w:themeColor="accent1" w:themeShade="BF"/>
      <w:sz w:val="26"/>
      <w:szCs w:val="26"/>
    </w:rPr>
  </w:style>
  <w:style w:type="paragraph" w:styleId="Revision">
    <w:name w:val="Revision"/>
    <w:hidden/>
    <w:uiPriority w:val="99"/>
    <w:semiHidden/>
    <w:rsid w:val="00AD6FB1"/>
    <w:rPr>
      <w:sz w:val="24"/>
      <w:szCs w:val="24"/>
    </w:rPr>
  </w:style>
  <w:style w:type="table" w:styleId="TableGrid">
    <w:name w:val="Table Grid"/>
    <w:basedOn w:val="TableNormal"/>
    <w:uiPriority w:val="59"/>
    <w:rsid w:val="00EF521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nresolvedMention">
    <w:name w:val="Unresolved Mention"/>
    <w:basedOn w:val="DefaultParagraphFont"/>
    <w:uiPriority w:val="99"/>
    <w:semiHidden/>
    <w:unhideWhenUsed/>
    <w:rsid w:val="00043422"/>
    <w:rPr>
      <w:color w:val="605E5C"/>
      <w:shd w:val="clear" w:color="auto" w:fill="E1DFDD"/>
    </w:rPr>
  </w:style>
  <w:style w:type="paragraph" w:styleId="NoSpacing">
    <w:name w:val="No Spacing"/>
    <w:uiPriority w:val="1"/>
    <w:qFormat/>
    <w:rsid w:val="00DC4161"/>
    <w:rPr>
      <w:rFonts w:asciiTheme="minorHAnsi" w:hAnsiTheme="minorHAnsi" w:eastAsia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622077">
      <w:bodyDiv w:val="1"/>
      <w:marLeft w:val="0"/>
      <w:marRight w:val="0"/>
      <w:marTop w:val="0"/>
      <w:marBottom w:val="0"/>
      <w:divBdr>
        <w:top w:val="none" w:sz="0" w:space="0" w:color="auto"/>
        <w:left w:val="none" w:sz="0" w:space="0" w:color="auto"/>
        <w:bottom w:val="none" w:sz="0" w:space="0" w:color="auto"/>
        <w:right w:val="none" w:sz="0" w:space="0" w:color="auto"/>
      </w:divBdr>
    </w:div>
    <w:div w:id="981498920">
      <w:bodyDiv w:val="1"/>
      <w:marLeft w:val="0"/>
      <w:marRight w:val="0"/>
      <w:marTop w:val="0"/>
      <w:marBottom w:val="0"/>
      <w:divBdr>
        <w:top w:val="none" w:sz="0" w:space="0" w:color="auto"/>
        <w:left w:val="none" w:sz="0" w:space="0" w:color="auto"/>
        <w:bottom w:val="none" w:sz="0" w:space="0" w:color="auto"/>
        <w:right w:val="none" w:sz="0" w:space="0" w:color="auto"/>
      </w:divBdr>
    </w:div>
    <w:div w:id="1032657831">
      <w:bodyDiv w:val="1"/>
      <w:marLeft w:val="0"/>
      <w:marRight w:val="0"/>
      <w:marTop w:val="0"/>
      <w:marBottom w:val="0"/>
      <w:divBdr>
        <w:top w:val="none" w:sz="0" w:space="0" w:color="auto"/>
        <w:left w:val="none" w:sz="0" w:space="0" w:color="auto"/>
        <w:bottom w:val="none" w:sz="0" w:space="0" w:color="auto"/>
        <w:right w:val="none" w:sz="0" w:space="0" w:color="auto"/>
      </w:divBdr>
    </w:div>
    <w:div w:id="1301377094">
      <w:bodyDiv w:val="1"/>
      <w:marLeft w:val="0"/>
      <w:marRight w:val="0"/>
      <w:marTop w:val="0"/>
      <w:marBottom w:val="0"/>
      <w:divBdr>
        <w:top w:val="none" w:sz="0" w:space="0" w:color="auto"/>
        <w:left w:val="none" w:sz="0" w:space="0" w:color="auto"/>
        <w:bottom w:val="none" w:sz="0" w:space="0" w:color="auto"/>
        <w:right w:val="none" w:sz="0" w:space="0" w:color="auto"/>
      </w:divBdr>
    </w:div>
    <w:div w:id="1413697358">
      <w:bodyDiv w:val="1"/>
      <w:marLeft w:val="0"/>
      <w:marRight w:val="0"/>
      <w:marTop w:val="0"/>
      <w:marBottom w:val="0"/>
      <w:divBdr>
        <w:top w:val="none" w:sz="0" w:space="0" w:color="auto"/>
        <w:left w:val="none" w:sz="0" w:space="0" w:color="auto"/>
        <w:bottom w:val="none" w:sz="0" w:space="0" w:color="auto"/>
        <w:right w:val="none" w:sz="0" w:space="0" w:color="auto"/>
      </w:divBdr>
    </w:div>
    <w:div w:id="1655715671">
      <w:bodyDiv w:val="1"/>
      <w:marLeft w:val="0"/>
      <w:marRight w:val="0"/>
      <w:marTop w:val="0"/>
      <w:marBottom w:val="0"/>
      <w:divBdr>
        <w:top w:val="none" w:sz="0" w:space="0" w:color="auto"/>
        <w:left w:val="none" w:sz="0" w:space="0" w:color="auto"/>
        <w:bottom w:val="none" w:sz="0" w:space="0" w:color="auto"/>
        <w:right w:val="none" w:sz="0" w:space="0" w:color="auto"/>
      </w:divBdr>
      <w:divsChild>
        <w:div w:id="14642708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it.jornada.nmsu.edu/catalogs/esd/232X/XA232X02Y217" TargetMode="External"/><Relationship Id="rId13" Type="http://schemas.openxmlformats.org/officeDocument/2006/relationships/hyperlink" Target="https://doi.org/10.1002/ecs2.3129"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s://doi.org/10.1186/s42408-019-0049-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s.fed.us/database/feis/plants/tree/picmar/all.html" TargetMode="External"/><Relationship Id="rId5" Type="http://schemas.openxmlformats.org/officeDocument/2006/relationships/webSettings" Target="webSettings.xml"/><Relationship Id="rId15" Type="http://schemas.openxmlformats.org/officeDocument/2006/relationships/hyperlink" Target="https://edit.jornada.nmsu.edu/catalogs/esd" TargetMode="External"/><Relationship Id="rId10" Type="http://schemas.openxmlformats.org/officeDocument/2006/relationships/hyperlink" Target="http://www.fs.fed.us/database/feis/plants/tree/picmar/all.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s.fed.us/database/feis/fire_regimes/AK_black_spruce/all.html" TargetMode="External"/><Relationship Id="rId14" Type="http://schemas.openxmlformats.org/officeDocument/2006/relationships/hyperlink" Target="https://doi.org/10.1111/j.1365-2486.2009.02051.x" TargetMode="External"/><Relationship Id="rId22"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A51C109C-D64E-4351-A462-5830A21C9AE0}">
  <ds:schemaRefs>
    <ds:schemaRef ds:uri="http://schemas.openxmlformats.org/officeDocument/2006/bibliography"/>
  </ds:schemaRefs>
</ds:datastoreItem>
</file>

<file path=customXml/itemProps2.xml><?xml version="1.0" encoding="utf-8"?>
<ds:datastoreItem xmlns:ds="http://schemas.openxmlformats.org/officeDocument/2006/customXml" ds:itemID="{7C5CB988-5791-4FB4-A2C1-91FE6D8CC25A}"/>
</file>

<file path=customXml/itemProps3.xml><?xml version="1.0" encoding="utf-8"?>
<ds:datastoreItem xmlns:ds="http://schemas.openxmlformats.org/officeDocument/2006/customXml" ds:itemID="{765B169A-DF8B-406E-AEFE-A7158C2FC815}"/>
</file>

<file path=customXml/itemProps4.xml><?xml version="1.0" encoding="utf-8"?>
<ds:datastoreItem xmlns:ds="http://schemas.openxmlformats.org/officeDocument/2006/customXml" ds:itemID="{16AF7A9E-050B-4FC7-ACFC-5DF941B9199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21</cp:revision>
  <cp:lastPrinted>2015-09-11T19:36:00Z</cp:lastPrinted>
  <dcterms:created xsi:type="dcterms:W3CDTF">2022-12-12T18:29:00Z</dcterms:created>
  <dcterms:modified xsi:type="dcterms:W3CDTF">2024-09-27T20:08:13Z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