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0046C" w:rsidP="0090046C" w:rsidRDefault="0090046C" w14:paraId="79C7783E" w14:textId="5A8D3776">
      <w:pPr>
        <w:pStyle w:val="BpSTitle"/>
      </w:pPr>
      <w:r>
        <w:t>1629</w:t>
      </w:r>
      <w:r w:rsidR="00A51438">
        <w:t xml:space="preserve">2 </w:t>
      </w:r>
    </w:p>
    <w:p w:rsidR="00720CE8" w:rsidP="0090046C" w:rsidRDefault="00673037" w14:paraId="4F7A26FA" w14:textId="110B7FCF">
      <w:pPr>
        <w:pStyle w:val="BpSTitle"/>
      </w:pPr>
      <w:r w:rsidRPr="001424A9">
        <w:t>North American Arctic</w:t>
      </w:r>
      <w:r>
        <w:t>-</w:t>
      </w:r>
      <w:r w:rsidRPr="001424A9">
        <w:t>Subarctic Tussock Tundra</w:t>
      </w:r>
      <w:r w:rsidDel="00673037">
        <w:t xml:space="preserve"> </w:t>
      </w:r>
      <w:r w:rsidR="00A51438">
        <w:t>– Infrequent Fire</w:t>
      </w:r>
    </w:p>
    <w:p w:rsidR="0090046C" w:rsidP="0090046C" w:rsidRDefault="0090046C" w14:paraId="27790DAA" w14:textId="77777777">
      <w:r>
        <w:t xmlns:w="http://schemas.openxmlformats.org/wordprocessingml/2006/main">BpS Model/Description Version: Nov. 2024</w:t>
      </w:r>
      <w:r>
        <w:tab/>
      </w:r>
      <w:r>
        <w:tab/>
      </w:r>
      <w:r>
        <w:tab/>
      </w:r>
      <w:r>
        <w:tab/>
      </w:r>
      <w:r>
        <w:tab/>
      </w:r>
      <w:r>
        <w:tab/>
      </w:r>
      <w:r>
        <w:tab/>
      </w:r>
      <w:r>
        <w:tab/>
      </w:r>
    </w:p>
    <w:p w:rsidR="0090046C" w:rsidP="0090046C" w:rsidRDefault="0090046C" w14:paraId="6A0E05B4"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752"/>
        <w:gridCol w:w="2760"/>
        <w:gridCol w:w="1836"/>
        <w:gridCol w:w="2880"/>
      </w:tblGrid>
      <w:tr w:rsidRPr="0090046C" w:rsidR="0090046C" w:rsidTr="0090046C" w14:paraId="41DBEF42" w14:textId="77777777">
        <w:tc>
          <w:tcPr>
            <w:tcW w:w="1752" w:type="dxa"/>
            <w:tcBorders>
              <w:top w:val="single" w:color="auto" w:sz="2" w:space="0"/>
              <w:left w:val="single" w:color="auto" w:sz="12" w:space="0"/>
              <w:bottom w:val="single" w:color="000000" w:sz="12" w:space="0"/>
            </w:tcBorders>
            <w:shd w:val="clear" w:color="auto" w:fill="auto"/>
          </w:tcPr>
          <w:p w:rsidRPr="0090046C" w:rsidR="0090046C" w:rsidP="00121343" w:rsidRDefault="0090046C" w14:paraId="36FDA727" w14:textId="77777777">
            <w:pPr>
              <w:rPr>
                <w:b/>
                <w:bCs/>
              </w:rPr>
            </w:pPr>
            <w:r w:rsidRPr="0090046C">
              <w:rPr>
                <w:b/>
                <w:bCs/>
              </w:rPr>
              <w:t>Modelers</w:t>
            </w:r>
          </w:p>
        </w:tc>
        <w:tc>
          <w:tcPr>
            <w:tcW w:w="2760" w:type="dxa"/>
            <w:tcBorders>
              <w:top w:val="single" w:color="auto" w:sz="2" w:space="0"/>
              <w:bottom w:val="single" w:color="000000" w:sz="12" w:space="0"/>
              <w:right w:val="single" w:color="000000" w:sz="12" w:space="0"/>
            </w:tcBorders>
            <w:shd w:val="clear" w:color="auto" w:fill="auto"/>
          </w:tcPr>
          <w:p w:rsidRPr="0090046C" w:rsidR="0090046C" w:rsidP="00121343" w:rsidRDefault="0090046C" w14:paraId="3C025810" w14:textId="77777777">
            <w:pPr>
              <w:rPr>
                <w:b/>
                <w:bCs/>
              </w:rPr>
            </w:pPr>
          </w:p>
        </w:tc>
        <w:tc>
          <w:tcPr>
            <w:tcW w:w="1836" w:type="dxa"/>
            <w:tcBorders>
              <w:top w:val="single" w:color="auto" w:sz="2" w:space="0"/>
              <w:left w:val="single" w:color="000000" w:sz="12" w:space="0"/>
              <w:bottom w:val="single" w:color="000000" w:sz="12" w:space="0"/>
            </w:tcBorders>
            <w:shd w:val="clear" w:color="auto" w:fill="auto"/>
          </w:tcPr>
          <w:p w:rsidRPr="0090046C" w:rsidR="0090046C" w:rsidP="00121343" w:rsidRDefault="0090046C" w14:paraId="40F92FEF" w14:textId="77777777">
            <w:pPr>
              <w:rPr>
                <w:b/>
                <w:bCs/>
              </w:rPr>
            </w:pPr>
            <w:r w:rsidRPr="0090046C">
              <w:rPr>
                <w:b/>
                <w:bCs/>
              </w:rPr>
              <w:t>Reviewers</w:t>
            </w:r>
          </w:p>
        </w:tc>
        <w:tc>
          <w:tcPr>
            <w:tcW w:w="2880" w:type="dxa"/>
            <w:tcBorders>
              <w:top w:val="single" w:color="auto" w:sz="2" w:space="0"/>
              <w:bottom w:val="single" w:color="000000" w:sz="12" w:space="0"/>
            </w:tcBorders>
            <w:shd w:val="clear" w:color="auto" w:fill="auto"/>
          </w:tcPr>
          <w:p w:rsidRPr="0090046C" w:rsidR="0090046C" w:rsidP="00121343" w:rsidRDefault="0090046C" w14:paraId="32B0C0A9" w14:textId="77777777">
            <w:pPr>
              <w:rPr>
                <w:b/>
                <w:bCs/>
              </w:rPr>
            </w:pPr>
          </w:p>
        </w:tc>
      </w:tr>
      <w:tr w:rsidRPr="0090046C" w:rsidR="0090046C" w:rsidTr="0090046C" w14:paraId="75BFB406" w14:textId="77777777">
        <w:tc>
          <w:tcPr>
            <w:tcW w:w="1752" w:type="dxa"/>
            <w:tcBorders>
              <w:top w:val="single" w:color="000000" w:sz="12" w:space="0"/>
              <w:left w:val="single" w:color="auto" w:sz="12" w:space="0"/>
            </w:tcBorders>
            <w:shd w:val="clear" w:color="auto" w:fill="auto"/>
          </w:tcPr>
          <w:p w:rsidRPr="0090046C" w:rsidR="0090046C" w:rsidP="00121343" w:rsidRDefault="0090046C" w14:paraId="2D7684FA" w14:textId="77777777">
            <w:pPr>
              <w:rPr>
                <w:bCs/>
              </w:rPr>
            </w:pPr>
            <w:r w:rsidRPr="0090046C">
              <w:rPr>
                <w:bCs/>
              </w:rPr>
              <w:t>Jennifer Allen</w:t>
            </w:r>
          </w:p>
        </w:tc>
        <w:tc>
          <w:tcPr>
            <w:tcW w:w="2760" w:type="dxa"/>
            <w:tcBorders>
              <w:top w:val="single" w:color="000000" w:sz="12" w:space="0"/>
              <w:right w:val="single" w:color="000000" w:sz="12" w:space="0"/>
            </w:tcBorders>
            <w:shd w:val="clear" w:color="auto" w:fill="auto"/>
          </w:tcPr>
          <w:p w:rsidRPr="0090046C" w:rsidR="0090046C" w:rsidP="00121343" w:rsidRDefault="0090046C" w14:paraId="36D84808" w14:textId="77777777">
            <w:r w:rsidRPr="0090046C">
              <w:t>Jennifer_Allen@nps.gov</w:t>
            </w:r>
          </w:p>
        </w:tc>
        <w:tc>
          <w:tcPr>
            <w:tcW w:w="1836" w:type="dxa"/>
            <w:tcBorders>
              <w:top w:val="single" w:color="000000" w:sz="12" w:space="0"/>
              <w:left w:val="single" w:color="000000" w:sz="12" w:space="0"/>
            </w:tcBorders>
            <w:shd w:val="clear" w:color="auto" w:fill="auto"/>
          </w:tcPr>
          <w:p w:rsidRPr="0090046C" w:rsidR="0090046C" w:rsidP="00121343" w:rsidRDefault="0090046C" w14:paraId="22503340" w14:textId="77777777">
            <w:r w:rsidRPr="0090046C">
              <w:t>Lisa Saperstein</w:t>
            </w:r>
          </w:p>
        </w:tc>
        <w:tc>
          <w:tcPr>
            <w:tcW w:w="2880" w:type="dxa"/>
            <w:tcBorders>
              <w:top w:val="single" w:color="000000" w:sz="12" w:space="0"/>
            </w:tcBorders>
            <w:shd w:val="clear" w:color="auto" w:fill="auto"/>
          </w:tcPr>
          <w:p w:rsidRPr="0090046C" w:rsidR="0090046C" w:rsidP="00121343" w:rsidRDefault="0090046C" w14:paraId="79CAD7A4" w14:textId="77777777">
            <w:r w:rsidRPr="0090046C">
              <w:t>Lisa_Saperstein@fws.gov</w:t>
            </w:r>
          </w:p>
        </w:tc>
      </w:tr>
      <w:tr w:rsidRPr="0090046C" w:rsidR="0035480F" w:rsidTr="0090046C" w14:paraId="0DFF1730" w14:textId="77777777">
        <w:tc>
          <w:tcPr>
            <w:tcW w:w="1752" w:type="dxa"/>
            <w:tcBorders>
              <w:left w:val="single" w:color="auto" w:sz="12" w:space="0"/>
            </w:tcBorders>
            <w:shd w:val="clear" w:color="auto" w:fill="auto"/>
          </w:tcPr>
          <w:p w:rsidRPr="0090046C" w:rsidR="0035480F" w:rsidP="0035480F" w:rsidRDefault="0035480F" w14:paraId="566A3759" w14:textId="276FBBC8">
            <w:pPr>
              <w:rPr>
                <w:bCs/>
              </w:rPr>
            </w:pPr>
            <w:r w:rsidRPr="00CA3C75">
              <w:rPr>
                <w:bCs/>
              </w:rPr>
              <w:t>Colleen Ryan</w:t>
            </w:r>
          </w:p>
        </w:tc>
        <w:tc>
          <w:tcPr>
            <w:tcW w:w="2760" w:type="dxa"/>
            <w:tcBorders>
              <w:right w:val="single" w:color="000000" w:sz="12" w:space="0"/>
            </w:tcBorders>
            <w:shd w:val="clear" w:color="auto" w:fill="auto"/>
          </w:tcPr>
          <w:p w:rsidRPr="0090046C" w:rsidR="0035480F" w:rsidP="0035480F" w:rsidRDefault="0035480F" w14:paraId="43DA4432" w14:textId="04839E95">
            <w:r w:rsidRPr="00CA3C75">
              <w:t>colleen_ryan@tnc.org</w:t>
            </w:r>
          </w:p>
        </w:tc>
        <w:tc>
          <w:tcPr>
            <w:tcW w:w="1836" w:type="dxa"/>
            <w:tcBorders>
              <w:left w:val="single" w:color="000000" w:sz="12" w:space="0"/>
            </w:tcBorders>
            <w:shd w:val="clear" w:color="auto" w:fill="auto"/>
          </w:tcPr>
          <w:p w:rsidRPr="0090046C" w:rsidR="0035480F" w:rsidP="0035480F" w:rsidRDefault="0035480F" w14:paraId="27771D77" w14:textId="77777777">
            <w:r w:rsidRPr="0090046C">
              <w:t>Stuart Chapin</w:t>
            </w:r>
          </w:p>
        </w:tc>
        <w:tc>
          <w:tcPr>
            <w:tcW w:w="2880" w:type="dxa"/>
            <w:shd w:val="clear" w:color="auto" w:fill="auto"/>
          </w:tcPr>
          <w:p w:rsidRPr="0090046C" w:rsidR="0035480F" w:rsidP="0035480F" w:rsidRDefault="0035480F" w14:paraId="1FB215E8" w14:textId="77777777">
            <w:r w:rsidRPr="0090046C">
              <w:t>fffsc@uaf.edu</w:t>
            </w:r>
          </w:p>
        </w:tc>
      </w:tr>
      <w:tr w:rsidRPr="0090046C" w:rsidR="0035480F" w:rsidTr="0090046C" w14:paraId="4E2CDB92" w14:textId="77777777">
        <w:tc>
          <w:tcPr>
            <w:tcW w:w="1752" w:type="dxa"/>
            <w:tcBorders>
              <w:left w:val="single" w:color="auto" w:sz="12" w:space="0"/>
              <w:bottom w:val="single" w:color="auto" w:sz="2" w:space="0"/>
            </w:tcBorders>
            <w:shd w:val="clear" w:color="auto" w:fill="auto"/>
          </w:tcPr>
          <w:p w:rsidRPr="0090046C" w:rsidR="0035480F" w:rsidP="0035480F" w:rsidRDefault="0035480F" w14:paraId="0E293EDE" w14:textId="48677313">
            <w:pPr>
              <w:rPr>
                <w:bCs/>
              </w:rPr>
            </w:pPr>
            <w:r w:rsidRPr="00CA3C75">
              <w:rPr>
                <w:bCs/>
              </w:rPr>
              <w:t>Keith Boggs</w:t>
            </w:r>
          </w:p>
        </w:tc>
        <w:tc>
          <w:tcPr>
            <w:tcW w:w="2760" w:type="dxa"/>
            <w:tcBorders>
              <w:right w:val="single" w:color="000000" w:sz="12" w:space="0"/>
            </w:tcBorders>
            <w:shd w:val="clear" w:color="auto" w:fill="auto"/>
          </w:tcPr>
          <w:p w:rsidRPr="0090046C" w:rsidR="0035480F" w:rsidP="0035480F" w:rsidRDefault="0035480F" w14:paraId="5F5D877D" w14:textId="43B67B8A">
            <w:r w:rsidRPr="00CA3C75">
              <w:t>Ankwb@uaa.alaska.edu</w:t>
            </w:r>
          </w:p>
        </w:tc>
        <w:tc>
          <w:tcPr>
            <w:tcW w:w="1836" w:type="dxa"/>
            <w:tcBorders>
              <w:left w:val="single" w:color="000000" w:sz="12" w:space="0"/>
              <w:bottom w:val="single" w:color="auto" w:sz="2" w:space="0"/>
            </w:tcBorders>
            <w:shd w:val="clear" w:color="auto" w:fill="auto"/>
          </w:tcPr>
          <w:p w:rsidRPr="0090046C" w:rsidR="0035480F" w:rsidP="0035480F" w:rsidRDefault="0035480F" w14:paraId="2223B322" w14:textId="4AAE3C97">
            <w:r w:rsidRPr="00CA3C75">
              <w:t>Janet Jorgenson</w:t>
            </w:r>
          </w:p>
        </w:tc>
        <w:tc>
          <w:tcPr>
            <w:tcW w:w="2880" w:type="dxa"/>
            <w:shd w:val="clear" w:color="auto" w:fill="auto"/>
          </w:tcPr>
          <w:p w:rsidRPr="0090046C" w:rsidR="0035480F" w:rsidP="0035480F" w:rsidRDefault="0035480F" w14:paraId="4E9BE855" w14:textId="1957566F">
            <w:r w:rsidRPr="00CA3C75">
              <w:t>Janet_Jorgenson@fws.gov</w:t>
            </w:r>
          </w:p>
        </w:tc>
      </w:tr>
    </w:tbl>
    <w:p w:rsidR="0090046C" w:rsidP="0090046C" w:rsidRDefault="0090046C" w14:paraId="29F04FF3" w14:textId="77777777"/>
    <w:p w:rsidR="00D17061" w:rsidP="0090046C" w:rsidRDefault="00D17061" w14:paraId="3011AD37" w14:textId="36989F9D">
      <w:pPr>
        <w:pStyle w:val="InfoPara"/>
      </w:pPr>
      <w:r>
        <w:t xml:space="preserve">Reviewer: </w:t>
      </w:r>
      <w:r w:rsidRPr="00622D51" w:rsidR="00624D22">
        <w:rPr>
          <w:b w:val="0"/>
          <w:bCs/>
        </w:rPr>
        <w:t>Phillip Barber,</w:t>
      </w:r>
      <w:r w:rsidR="00624D22">
        <w:t xml:space="preserve"> </w:t>
      </w:r>
      <w:r w:rsidRPr="00720CE8" w:rsidR="00624D22">
        <w:rPr>
          <w:b w:val="0"/>
          <w:bCs/>
        </w:rPr>
        <w:t>Robin Innes</w:t>
      </w:r>
      <w:r w:rsidR="00624D22">
        <w:rPr>
          <w:b w:val="0"/>
          <w:bCs/>
        </w:rPr>
        <w:t>, Blaine Spellman</w:t>
      </w:r>
    </w:p>
    <w:p w:rsidR="0090046C" w:rsidP="0090046C" w:rsidRDefault="0090046C" w14:paraId="0337E3F0" w14:textId="247177E7">
      <w:pPr>
        <w:pStyle w:val="InfoPara"/>
      </w:pPr>
      <w:r>
        <w:t>Vegetation Type</w:t>
      </w:r>
    </w:p>
    <w:p w:rsidR="0090046C" w:rsidP="0090046C" w:rsidRDefault="0090046C" w14:paraId="12302CAE" w14:textId="469B912D">
      <w:r>
        <w:t>Herbaceous</w:t>
      </w:r>
    </w:p>
    <w:p w:rsidR="0090046C" w:rsidP="0090046C" w:rsidRDefault="0090046C" w14:paraId="5D2ED56B" w14:textId="77777777">
      <w:pPr>
        <w:pStyle w:val="InfoPara"/>
      </w:pPr>
      <w:r w:rsidR="268FAA14">
        <w:rPr/>
        <w:t>Map Zones</w:t>
      </w:r>
    </w:p>
    <w:p w:rsidR="268FAA14" w:rsidP="268FAA14" w:rsidRDefault="268FAA14" w14:paraId="05C34C4C" w14:textId="3471D4BC">
      <w:pPr>
        <w:pStyle w:val="Normal"/>
      </w:pPr>
      <w:r w:rsidR="268FAA14">
        <w:rPr/>
        <w:t>67, 68, 69, 70, 71, 72, 73, 74, 76</w:t>
      </w:r>
    </w:p>
    <w:p w:rsidR="00705312" w:rsidP="00705312" w:rsidRDefault="00705312" w14:paraId="4121176F" w14:textId="77777777">
      <w:pPr>
        <w:pStyle w:val="InfoPara"/>
      </w:pPr>
      <w:r>
        <w:t>Model Splits or Lumps</w:t>
      </w:r>
    </w:p>
    <w:p w:rsidRPr="00DF0444" w:rsidR="00705312" w:rsidP="11804DEB" w:rsidRDefault="00705312" w14:paraId="1637CA85" w14:textId="3E3C5AAB">
      <w:pPr>
        <w:pStyle w:val="Normal"/>
        <w:rPr>
          <w:noProof w:val="0"/>
          <w:lang w:val="en-US"/>
        </w:rPr>
      </w:pPr>
      <w:r w:rsidR="11804DEB">
        <w:rPr>
          <w:b w:val="0"/>
          <w:bCs w:val="0"/>
        </w:rPr>
        <w:t>This Biophysical Setting (</w:t>
      </w:r>
      <w:proofErr w:type="spellStart"/>
      <w:r w:rsidR="11804DEB">
        <w:rPr>
          <w:b w:val="0"/>
          <w:bCs w:val="0"/>
        </w:rPr>
        <w:t>BpS</w:t>
      </w:r>
      <w:proofErr w:type="spellEnd"/>
      <w:r w:rsidR="11804DEB">
        <w:rPr>
          <w:b w:val="0"/>
          <w:bCs w:val="0"/>
        </w:rPr>
        <w:t xml:space="preserve">) was split into frequent and infrequent fire variants so regional differences in fire frequency could be represented. </w:t>
      </w:r>
      <w:r w:rsidRPr="11804DEB" w:rsidR="11804DE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The frequent fire variant applies to mapzone 68 within level 2 ecoregions (Nowacki et al. 2001) Intermontane Boreal and Bering Tundra. In all other areas the infrequent fire variant applies.</w:t>
      </w:r>
    </w:p>
    <w:p w:rsidR="0090046C" w:rsidP="0090046C" w:rsidRDefault="0090046C" w14:paraId="6ACD3A06" w14:textId="77777777">
      <w:pPr>
        <w:pStyle w:val="InfoPara"/>
      </w:pPr>
      <w:r>
        <w:t>Geographic Range</w:t>
      </w:r>
    </w:p>
    <w:p w:rsidRPr="001424A9" w:rsidR="004E74CB" w:rsidP="00720CE8" w:rsidRDefault="0090046C" w14:paraId="337C1039" w14:textId="788C1E80">
      <w:pPr>
        <w:pStyle w:val="ListBullet"/>
        <w:numPr>
          <w:ilvl w:val="0"/>
          <w:numId w:val="0"/>
        </w:numPr>
      </w:pPr>
      <w:r w:rsidRPr="00720CE8">
        <w:rPr>
          <w:rFonts w:ascii="Times New Roman" w:hAnsi="Times New Roman"/>
          <w:sz w:val="24"/>
          <w:szCs w:val="24"/>
        </w:rPr>
        <w:t>This BpS occurs</w:t>
      </w:r>
      <w:r>
        <w:t xml:space="preserve"> </w:t>
      </w:r>
      <w:r w:rsidRPr="00720CE8" w:rsidR="004E74CB">
        <w:rPr>
          <w:rFonts w:ascii="Times New Roman" w:hAnsi="Times New Roman"/>
          <w:sz w:val="24"/>
          <w:szCs w:val="24"/>
        </w:rPr>
        <w:t>throughout arctic Alaska, from the Bristol Bay lowlands in southwestern Alaska to the North Slope on the Arctic Ocean as well as in lowland through subalpine zones of boreal and boreal transition (northern portion and higher elevation) regions of Alaska.</w:t>
      </w:r>
    </w:p>
    <w:p w:rsidR="0090046C" w:rsidP="0090046C" w:rsidRDefault="0090046C" w14:paraId="1F6C90F6" w14:textId="77777777">
      <w:pPr>
        <w:pStyle w:val="InfoPara"/>
      </w:pPr>
      <w:r>
        <w:t>Biophysical Site Description</w:t>
      </w:r>
    </w:p>
    <w:p w:rsidR="001648F2" w:rsidP="0090046C" w:rsidRDefault="0040049A" w14:paraId="3818583F" w14:textId="403A62E6">
      <w:r w:rsidRPr="001424A9">
        <w:t>Tussock tundra is common in valleys and slopes throughout arctic Alaska. These sites are cold, poorly</w:t>
      </w:r>
      <w:r w:rsidR="007E45E2">
        <w:t xml:space="preserve"> to very poorly</w:t>
      </w:r>
      <w:r w:rsidRPr="001424A9">
        <w:t xml:space="preserve"> drained, </w:t>
      </w:r>
      <w:proofErr w:type="spellStart"/>
      <w:r w:rsidRPr="001424A9">
        <w:t>gleyed</w:t>
      </w:r>
      <w:proofErr w:type="spellEnd"/>
      <w:r w:rsidRPr="001424A9">
        <w:t>,</w:t>
      </w:r>
      <w:r>
        <w:t xml:space="preserve"> </w:t>
      </w:r>
      <w:r w:rsidRPr="001424A9">
        <w:t>and underlain by mesic, silty mineral soils</w:t>
      </w:r>
      <w:r>
        <w:t xml:space="preserve"> </w:t>
      </w:r>
      <w:r w:rsidRPr="001424A9">
        <w:t>often with a</w:t>
      </w:r>
      <w:r>
        <w:t xml:space="preserve"> shallow,</w:t>
      </w:r>
      <w:r w:rsidRPr="001424A9">
        <w:t xml:space="preserve"> poorly decomposed organic horizon at the surface, which may constitute most of the active layer surrounding the tussocks (Viereck et al. 1992). Permafrost is usually present at depths of 30</w:t>
      </w:r>
      <w:r>
        <w:t>-</w:t>
      </w:r>
      <w:r w:rsidRPr="001424A9">
        <w:t>5</w:t>
      </w:r>
      <w:r w:rsidR="007E45E2">
        <w:t>5</w:t>
      </w:r>
      <w:r w:rsidRPr="001424A9">
        <w:t xml:space="preserve"> cm. Frost scars are common</w:t>
      </w:r>
      <w:r>
        <w:t xml:space="preserve">. </w:t>
      </w:r>
      <w:r w:rsidRPr="001424A9">
        <w:t>Lichens are more common on the drier tussock tundra sites in western Alaska</w:t>
      </w:r>
      <w:r w:rsidRPr="00705312" w:rsidR="007E45E2">
        <w:t xml:space="preserve">, such as </w:t>
      </w:r>
      <w:r w:rsidRPr="00C841FB" w:rsidR="007E45E2">
        <w:rPr>
          <w:rStyle w:val="cf01"/>
          <w:rFonts w:ascii="Times New Roman" w:hAnsi="Times New Roman" w:cs="Times New Roman"/>
          <w:sz w:val="24"/>
          <w:szCs w:val="24"/>
        </w:rPr>
        <w:t xml:space="preserve">on </w:t>
      </w:r>
      <w:r w:rsidRPr="00C841FB" w:rsidR="0094079E">
        <w:rPr>
          <w:rStyle w:val="cf01"/>
          <w:rFonts w:ascii="Times New Roman" w:hAnsi="Times New Roman" w:cs="Times New Roman"/>
          <w:sz w:val="24"/>
          <w:szCs w:val="24"/>
        </w:rPr>
        <w:t xml:space="preserve">adjacent </w:t>
      </w:r>
      <w:r w:rsidRPr="00C841FB" w:rsidR="007E45E2">
        <w:rPr>
          <w:rStyle w:val="cf01"/>
          <w:rFonts w:ascii="Times New Roman" w:hAnsi="Times New Roman" w:cs="Times New Roman"/>
          <w:sz w:val="24"/>
          <w:szCs w:val="24"/>
        </w:rPr>
        <w:t>loess covered and rounded slopes of plains, hill summits, and mountain summits (domes).</w:t>
      </w:r>
      <w:r w:rsidR="007E45E2">
        <w:rPr>
          <w:rStyle w:val="cf01"/>
        </w:rPr>
        <w:t xml:space="preserve"> </w:t>
      </w:r>
      <w:r w:rsidRPr="001424A9">
        <w:t>Patch size is small to large.</w:t>
      </w:r>
      <w:r>
        <w:t xml:space="preserve"> </w:t>
      </w:r>
      <w:r w:rsidRPr="001424A9">
        <w:t>Tussock bog communities occur on lowlands of boreal and boreal transition Alaska, on filled</w:t>
      </w:r>
      <w:r>
        <w:t>-</w:t>
      </w:r>
      <w:r w:rsidRPr="001424A9">
        <w:t>in sloughs on floodplains and on cold, poorly drained slopes and terraces. These sites are underlain by wet, silty mineral soils with a surface peat layer 10 to 40 cm thick surrounding the tussocks (Viereck et al. 1992</w:t>
      </w:r>
      <w:r>
        <w:t>).</w:t>
      </w:r>
    </w:p>
    <w:p w:rsidR="0090046C" w:rsidP="0090046C" w:rsidRDefault="0090046C" w14:paraId="5F58143D" w14:textId="77777777">
      <w:pPr>
        <w:pStyle w:val="InfoPara"/>
      </w:pPr>
      <w:r>
        <w:t>Vegetation Description</w:t>
      </w:r>
    </w:p>
    <w:p w:rsidR="00247769" w:rsidP="0090046C" w:rsidRDefault="00DA188D" w14:paraId="207DF203" w14:textId="485874D4">
      <w:r w:rsidRPr="001424A9">
        <w:t xml:space="preserve">Tussock tundra has </w:t>
      </w:r>
      <w:r>
        <w:t>&gt;</w:t>
      </w:r>
      <w:r w:rsidRPr="001424A9">
        <w:t>35% cover of sedges in a tussock growth form</w:t>
      </w:r>
      <w:r w:rsidR="00705312">
        <w:t>.</w:t>
      </w:r>
      <w:r w:rsidRPr="001424A9">
        <w:t xml:space="preserve"> </w:t>
      </w:r>
      <w:r w:rsidR="00705312">
        <w:t>T</w:t>
      </w:r>
      <w:r w:rsidRPr="001424A9">
        <w:t>he combined cover of dwarf</w:t>
      </w:r>
      <w:r>
        <w:t>-</w:t>
      </w:r>
      <w:r w:rsidRPr="001424A9">
        <w:t xml:space="preserve"> and low shrubs is </w:t>
      </w:r>
      <w:r>
        <w:t>&lt;</w:t>
      </w:r>
      <w:r w:rsidRPr="001424A9">
        <w:t>25%</w:t>
      </w:r>
      <w:r w:rsidR="00C841FB">
        <w:t>, and d</w:t>
      </w:r>
      <w:r w:rsidRPr="001424A9">
        <w:t>warf</w:t>
      </w:r>
      <w:r>
        <w:t>-</w:t>
      </w:r>
      <w:r w:rsidRPr="001424A9">
        <w:t>shrubs may be common.</w:t>
      </w:r>
      <w:r>
        <w:t xml:space="preserve"> </w:t>
      </w:r>
      <w:r w:rsidR="00C841FB">
        <w:t>L</w:t>
      </w:r>
      <w:r w:rsidRPr="001424A9">
        <w:t>ichen cover is</w:t>
      </w:r>
      <w:r w:rsidR="007E45E2">
        <w:t xml:space="preserve"> typically</w:t>
      </w:r>
      <w:r w:rsidRPr="001424A9">
        <w:t xml:space="preserve"> </w:t>
      </w:r>
      <w:r>
        <w:t>&lt;</w:t>
      </w:r>
      <w:r w:rsidRPr="001424A9">
        <w:t xml:space="preserve">25%. </w:t>
      </w:r>
      <w:r w:rsidRPr="001D60C9">
        <w:rPr>
          <w:i/>
        </w:rPr>
        <w:t>Eriophorum vaginatum</w:t>
      </w:r>
      <w:r w:rsidRPr="001424A9">
        <w:t xml:space="preserve"> is the primary tussock</w:t>
      </w:r>
      <w:r>
        <w:t>-</w:t>
      </w:r>
      <w:r w:rsidRPr="001424A9">
        <w:t xml:space="preserve">former in most stands, but </w:t>
      </w:r>
      <w:r w:rsidRPr="001D60C9">
        <w:rPr>
          <w:i/>
        </w:rPr>
        <w:t>Carex bigelowii</w:t>
      </w:r>
      <w:r w:rsidRPr="001424A9">
        <w:t xml:space="preserve"> may dominate some sites. </w:t>
      </w:r>
      <w:r w:rsidRPr="001D60C9">
        <w:rPr>
          <w:i/>
        </w:rPr>
        <w:t>Calamagrostis canadensis</w:t>
      </w:r>
      <w:r w:rsidR="00624D22">
        <w:rPr>
          <w:i/>
        </w:rPr>
        <w:t xml:space="preserve"> </w:t>
      </w:r>
      <w:r w:rsidRPr="00624D22" w:rsidR="00624D22">
        <w:rPr>
          <w:iCs/>
        </w:rPr>
        <w:t>and</w:t>
      </w:r>
      <w:r w:rsidRPr="001D60C9">
        <w:rPr>
          <w:i/>
        </w:rPr>
        <w:t xml:space="preserve"> </w:t>
      </w:r>
      <w:proofErr w:type="spellStart"/>
      <w:r w:rsidRPr="001D60C9">
        <w:rPr>
          <w:i/>
        </w:rPr>
        <w:t>Arctagrostis</w:t>
      </w:r>
      <w:proofErr w:type="spellEnd"/>
      <w:r w:rsidRPr="001D60C9">
        <w:rPr>
          <w:i/>
        </w:rPr>
        <w:t xml:space="preserve"> latifolia</w:t>
      </w:r>
      <w:r w:rsidR="00624D22">
        <w:t xml:space="preserve"> </w:t>
      </w:r>
      <w:r w:rsidRPr="001424A9">
        <w:t xml:space="preserve">may be common. On wetter sites, </w:t>
      </w:r>
      <w:r w:rsidRPr="001D60C9">
        <w:rPr>
          <w:i/>
        </w:rPr>
        <w:t>Vaccinium</w:t>
      </w:r>
      <w:r w:rsidRPr="001424A9">
        <w:t xml:space="preserve"> spp. (= </w:t>
      </w:r>
      <w:proofErr w:type="spellStart"/>
      <w:r w:rsidRPr="001D60C9">
        <w:rPr>
          <w:i/>
        </w:rPr>
        <w:t>Oxycoccus</w:t>
      </w:r>
      <w:proofErr w:type="spellEnd"/>
      <w:r w:rsidRPr="001424A9">
        <w:t xml:space="preserve"> spp.) and </w:t>
      </w:r>
      <w:r w:rsidRPr="001D60C9">
        <w:rPr>
          <w:i/>
        </w:rPr>
        <w:t>Chamaedaphne calyculata</w:t>
      </w:r>
      <w:r w:rsidRPr="001424A9">
        <w:t xml:space="preserve"> may be present.</w:t>
      </w:r>
      <w:r>
        <w:t xml:space="preserve"> </w:t>
      </w:r>
      <w:r w:rsidRPr="001424A9">
        <w:t xml:space="preserve">Shrubs include </w:t>
      </w:r>
      <w:r w:rsidRPr="001D60C9">
        <w:rPr>
          <w:i/>
        </w:rPr>
        <w:t xml:space="preserve">Betula nana, Ledum palustre </w:t>
      </w:r>
      <w:r w:rsidRPr="0061309E">
        <w:rPr>
          <w:iCs/>
        </w:rPr>
        <w:t>ssp</w:t>
      </w:r>
      <w:r w:rsidRPr="001D60C9">
        <w:rPr>
          <w:i/>
        </w:rPr>
        <w:t xml:space="preserve">. </w:t>
      </w:r>
      <w:proofErr w:type="spellStart"/>
      <w:r w:rsidRPr="001D60C9">
        <w:rPr>
          <w:i/>
        </w:rPr>
        <w:t>decumbens</w:t>
      </w:r>
      <w:proofErr w:type="spellEnd"/>
      <w:r w:rsidRPr="001424A9">
        <w:t xml:space="preserve">, </w:t>
      </w:r>
      <w:r w:rsidRPr="001D60C9">
        <w:rPr>
          <w:i/>
        </w:rPr>
        <w:t>Vaccinium vitis-</w:t>
      </w:r>
      <w:r w:rsidRPr="00AF2658">
        <w:rPr>
          <w:i/>
        </w:rPr>
        <w:t xml:space="preserve">idaea, </w:t>
      </w:r>
      <w:r w:rsidRPr="00AF2658">
        <w:rPr>
          <w:iCs/>
        </w:rPr>
        <w:t>and</w:t>
      </w:r>
      <w:r w:rsidRPr="00AF2658">
        <w:rPr>
          <w:i/>
        </w:rPr>
        <w:t xml:space="preserve"> Vaccinium uliginosum</w:t>
      </w:r>
      <w:r w:rsidRPr="001424A9">
        <w:t>. Mosses (</w:t>
      </w:r>
      <w:r w:rsidRPr="001D60C9">
        <w:rPr>
          <w:i/>
        </w:rPr>
        <w:t>Sphagnum</w:t>
      </w:r>
      <w:r w:rsidRPr="001424A9">
        <w:t xml:space="preserve"> spp., </w:t>
      </w:r>
      <w:r w:rsidRPr="001D60C9">
        <w:rPr>
          <w:i/>
        </w:rPr>
        <w:t>Polytrichum strictum</w:t>
      </w:r>
      <w:r w:rsidRPr="001424A9">
        <w:t xml:space="preserve">, and </w:t>
      </w:r>
      <w:r w:rsidRPr="001D60C9">
        <w:rPr>
          <w:i/>
        </w:rPr>
        <w:t xml:space="preserve">Hylocomium </w:t>
      </w:r>
      <w:r w:rsidRPr="001D60C9">
        <w:rPr>
          <w:i/>
        </w:rPr>
        <w:t>splendens</w:t>
      </w:r>
      <w:r w:rsidRPr="001424A9">
        <w:t xml:space="preserve">) may form a nearly continuous mat between tussocks. Lichens may include </w:t>
      </w:r>
      <w:r w:rsidRPr="001D60C9">
        <w:rPr>
          <w:i/>
        </w:rPr>
        <w:t>Flavocetraria cucullate</w:t>
      </w:r>
      <w:r w:rsidRPr="00AF2658">
        <w:rPr>
          <w:i/>
        </w:rPr>
        <w:t xml:space="preserve"> (= Cetraria cucullata), Cetraria islandica, Cladonia</w:t>
      </w:r>
      <w:r w:rsidRPr="001424A9">
        <w:t xml:space="preserve"> spp., </w:t>
      </w:r>
      <w:proofErr w:type="spellStart"/>
      <w:r w:rsidRPr="001D60C9">
        <w:rPr>
          <w:i/>
        </w:rPr>
        <w:t>Cladonia</w:t>
      </w:r>
      <w:proofErr w:type="spellEnd"/>
      <w:r w:rsidRPr="001D60C9">
        <w:rPr>
          <w:i/>
        </w:rPr>
        <w:t xml:space="preserve"> </w:t>
      </w:r>
      <w:proofErr w:type="spellStart"/>
      <w:r w:rsidRPr="001D60C9">
        <w:rPr>
          <w:i/>
        </w:rPr>
        <w:t>rangiferina</w:t>
      </w:r>
      <w:proofErr w:type="spellEnd"/>
      <w:r w:rsidRPr="001D60C9">
        <w:rPr>
          <w:i/>
        </w:rPr>
        <w:t xml:space="preserve"> </w:t>
      </w:r>
      <w:r w:rsidRPr="00AF2658">
        <w:rPr>
          <w:i/>
        </w:rPr>
        <w:t xml:space="preserve">(= </w:t>
      </w:r>
      <w:proofErr w:type="spellStart"/>
      <w:r w:rsidRPr="00AF2658">
        <w:rPr>
          <w:i/>
        </w:rPr>
        <w:t>Cladina</w:t>
      </w:r>
      <w:proofErr w:type="spellEnd"/>
      <w:r w:rsidRPr="00AF2658">
        <w:rPr>
          <w:i/>
        </w:rPr>
        <w:t xml:space="preserve"> </w:t>
      </w:r>
      <w:proofErr w:type="spellStart"/>
      <w:r w:rsidRPr="00AF2658">
        <w:rPr>
          <w:i/>
        </w:rPr>
        <w:t>rangiferina</w:t>
      </w:r>
      <w:proofErr w:type="spellEnd"/>
      <w:r w:rsidRPr="00AF2658">
        <w:rPr>
          <w:i/>
        </w:rPr>
        <w:t>)</w:t>
      </w:r>
      <w:r w:rsidRPr="001424A9">
        <w:t xml:space="preserve">, and </w:t>
      </w:r>
      <w:proofErr w:type="spellStart"/>
      <w:r w:rsidRPr="001D60C9">
        <w:rPr>
          <w:i/>
        </w:rPr>
        <w:t>Thamnolia</w:t>
      </w:r>
      <w:proofErr w:type="spellEnd"/>
      <w:r w:rsidRPr="001D60C9">
        <w:rPr>
          <w:i/>
        </w:rPr>
        <w:t xml:space="preserve"> </w:t>
      </w:r>
      <w:proofErr w:type="spellStart"/>
      <w:r w:rsidRPr="001D60C9">
        <w:rPr>
          <w:i/>
        </w:rPr>
        <w:t>subuliformis</w:t>
      </w:r>
      <w:proofErr w:type="spellEnd"/>
      <w:r w:rsidRPr="001424A9">
        <w:t>. There are also distinctions between acidic and non</w:t>
      </w:r>
      <w:r>
        <w:t>-</w:t>
      </w:r>
      <w:r w:rsidRPr="001424A9">
        <w:t xml:space="preserve">acidic tussock tundra. Acidic sites have more ericaceous shrubs and </w:t>
      </w:r>
      <w:r w:rsidRPr="001D60C9">
        <w:rPr>
          <w:i/>
        </w:rPr>
        <w:t>Sphagnum</w:t>
      </w:r>
      <w:r w:rsidRPr="001424A9">
        <w:t xml:space="preserve"> and less </w:t>
      </w:r>
      <w:r w:rsidRPr="001D60C9">
        <w:rPr>
          <w:i/>
        </w:rPr>
        <w:t>Eriophorum</w:t>
      </w:r>
      <w:r w:rsidRPr="001424A9">
        <w:t xml:space="preserve"> spp., </w:t>
      </w:r>
      <w:r w:rsidRPr="001D60C9">
        <w:rPr>
          <w:i/>
        </w:rPr>
        <w:t>Betula nana</w:t>
      </w:r>
      <w:r w:rsidRPr="001424A9">
        <w:t xml:space="preserve">, and </w:t>
      </w:r>
      <w:r w:rsidRPr="001D60C9">
        <w:rPr>
          <w:i/>
        </w:rPr>
        <w:t>Carex bigelowii</w:t>
      </w:r>
      <w:r w:rsidRPr="001424A9">
        <w:t xml:space="preserve">. Acidic sites also have more organic matter </w:t>
      </w:r>
      <w:r w:rsidRPr="001424A9" w:rsidR="00636060">
        <w:t>build</w:t>
      </w:r>
      <w:r w:rsidR="00636060">
        <w:t>-</w:t>
      </w:r>
      <w:r w:rsidRPr="001424A9" w:rsidR="00636060">
        <w:t>up,</w:t>
      </w:r>
      <w:r w:rsidRPr="001424A9">
        <w:t xml:space="preserve"> and the tussocks tend to be larger.</w:t>
      </w:r>
      <w:r>
        <w:t xml:space="preserve"> </w:t>
      </w:r>
    </w:p>
    <w:p w:rsidR="0090046C" w:rsidP="0090046C" w:rsidRDefault="0090046C" w14:paraId="23EE16AB"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ERVA4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Eriophorum vaginatum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Tussock cottongrass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CABI5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bigelowii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Bigelow's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VAOX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oxycoccos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Small cranberry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CHCA2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Chamaedaphne calyculata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Leatherleaf</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LEPAD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palustre ssp. decumbens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Marsh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SPHAG2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Sphagnum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Sphagnum</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PLSC70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Pleurozium schreberi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Schreber's big red stem moss</w:t>
            </w:r>
          </w:p>
        </w:tc>
      </w:tr>
    </w:tbl>
    <w:p>
      <w:r>
        <w:rPr>
          <w:sz w:val="16"/>
        </w:rPr>
        <w:t>Species names are from the NRCS PLANTS database. Check species codes at http://plants.usda.gov.</w:t>
      </w:r>
    </w:p>
    <w:p w:rsidR="0090046C" w:rsidP="0090046C" w:rsidRDefault="0090046C" w14:paraId="3303A79A" w14:textId="77777777">
      <w:pPr>
        <w:pStyle w:val="InfoPara"/>
      </w:pPr>
      <w:r>
        <w:t>Disturbance Description</w:t>
      </w:r>
    </w:p>
    <w:p w:rsidR="00720CE8" w:rsidP="00720CE8" w:rsidRDefault="00720CE8" w14:paraId="6ADF89C3" w14:textId="40D33B02">
      <w:r w:rsidRPr="0024279F">
        <w:t xml:space="preserve">In 2013 an extensive search was done by FEIS staff to locate information for a synthesis on </w:t>
      </w:r>
      <w:r w:rsidR="00636060">
        <w:t>f</w:t>
      </w:r>
      <w:r w:rsidRPr="0024279F">
        <w:t>ire regimes of Alaskan tundra communities</w:t>
      </w:r>
      <w:r>
        <w:t xml:space="preserve"> (Innes 2013)</w:t>
      </w:r>
      <w:r w:rsidRPr="0024279F">
        <w:t>.</w:t>
      </w:r>
      <w:r>
        <w:t xml:space="preserve"> The literature reviewed at that time reported mean fire return interval estimates for tussock-shrub tundra ecosystems in Alaska during the late Holocene of:</w:t>
      </w:r>
    </w:p>
    <w:p w:rsidR="00720CE8" w:rsidP="00720CE8" w:rsidRDefault="00720CE8" w14:paraId="1CB4E684" w14:textId="77777777">
      <w:pPr>
        <w:pStyle w:val="ListParagraph"/>
        <w:numPr>
          <w:ilvl w:val="0"/>
          <w:numId w:val="3"/>
        </w:numPr>
      </w:pPr>
      <w:r>
        <w:t xml:space="preserve">260 years (range 30-840; Higuera et al. 2011) in Noatak National Preserve, </w:t>
      </w:r>
    </w:p>
    <w:p w:rsidR="00720CE8" w:rsidP="00720CE8" w:rsidRDefault="00720CE8" w14:paraId="62FC2659" w14:textId="77777777">
      <w:pPr>
        <w:pStyle w:val="ListParagraph"/>
        <w:numPr>
          <w:ilvl w:val="0"/>
          <w:numId w:val="3"/>
        </w:numPr>
      </w:pPr>
      <w:r>
        <w:t>142 years (range 115-174; Higuera et al. 2011) in Noatak National Preserve,</w:t>
      </w:r>
    </w:p>
    <w:p w:rsidR="00720CE8" w:rsidP="00720CE8" w:rsidRDefault="00720CE8" w14:paraId="7E5820B6" w14:textId="77777777">
      <w:pPr>
        <w:pStyle w:val="ListParagraph"/>
        <w:numPr>
          <w:ilvl w:val="0"/>
          <w:numId w:val="3"/>
        </w:numPr>
      </w:pPr>
      <w:r>
        <w:t>263 years (range 175-374; Higuera et al. 2011) in Noatak National Preserve, and</w:t>
      </w:r>
    </w:p>
    <w:p w:rsidR="00720CE8" w:rsidP="00720CE8" w:rsidRDefault="00720CE8" w14:paraId="15EBD40A" w14:textId="57EEAD63">
      <w:pPr>
        <w:pStyle w:val="ListParagraph"/>
        <w:numPr>
          <w:ilvl w:val="0"/>
          <w:numId w:val="3"/>
        </w:numPr>
      </w:pPr>
      <w:r>
        <w:t>&gt;5000 years on the North Slope (</w:t>
      </w:r>
      <w:proofErr w:type="spellStart"/>
      <w:r>
        <w:t>Jandt</w:t>
      </w:r>
      <w:proofErr w:type="spellEnd"/>
      <w:r>
        <w:t xml:space="preserve"> </w:t>
      </w:r>
      <w:r w:rsidR="00B567D3">
        <w:t>et al.</w:t>
      </w:r>
      <w:r>
        <w:t xml:space="preserve"> 2008).</w:t>
      </w:r>
    </w:p>
    <w:p w:rsidR="0090046C" w:rsidP="0090046C" w:rsidRDefault="00720CE8" w14:paraId="23114F2B" w14:textId="6777C8C9">
      <w:r>
        <w:t>Jennifer Allen (personal communication) reported a fire-return interval of approximately 240yrs</w:t>
      </w:r>
      <w:r w:rsidR="00FC73C0">
        <w:t xml:space="preserve"> for tundra</w:t>
      </w:r>
      <w:r>
        <w:t xml:space="preserve"> on the Seward Peninsula and 1,000yrs+ on the Beaufort Coastal Plain based on lake-core records.</w:t>
      </w:r>
      <w:r w:rsidR="00705312">
        <w:t xml:space="preserve"> </w:t>
      </w:r>
      <w:r w:rsidRPr="00985210" w:rsidR="00705312">
        <w:t xml:space="preserve">Charcoal </w:t>
      </w:r>
      <w:r w:rsidRPr="00985210" w:rsidR="00B567D3">
        <w:t>sediment-based</w:t>
      </w:r>
      <w:r w:rsidRPr="00985210" w:rsidR="00705312">
        <w:t xml:space="preserve"> </w:t>
      </w:r>
      <w:r w:rsidR="00705312">
        <w:t xml:space="preserve">estimates of fire frequency for tundra in the Brook Range and to the north report fire frequencies of well over 1000 years </w:t>
      </w:r>
      <w:r w:rsidRPr="00985210" w:rsidR="00705312">
        <w:t>(</w:t>
      </w:r>
      <w:proofErr w:type="spellStart"/>
      <w:r w:rsidRPr="00985210" w:rsidR="00705312">
        <w:t>Sae</w:t>
      </w:r>
      <w:proofErr w:type="spellEnd"/>
      <w:r w:rsidRPr="00985210" w:rsidR="00705312">
        <w:t>-Lim et al. 2019).</w:t>
      </w:r>
    </w:p>
    <w:p w:rsidR="00BA42CF" w:rsidP="0090046C" w:rsidRDefault="00BA42CF" w14:paraId="41EE4BA2" w14:textId="77777777"/>
    <w:p w:rsidR="0090046C" w:rsidP="0090046C" w:rsidRDefault="0090046C" w14:paraId="6A16F491" w14:textId="795EAE58">
      <w:r>
        <w:t>On interior and southcentral Alaska Tussock Tundra sites</w:t>
      </w:r>
      <w:r w:rsidR="00B567D3">
        <w:t>,</w:t>
      </w:r>
      <w:r>
        <w:t xml:space="preserve"> the thaw pond cycle (disturbance leads to thawing of permafrost and ponding) and </w:t>
      </w:r>
      <w:proofErr w:type="spellStart"/>
      <w:r>
        <w:t>paludification</w:t>
      </w:r>
      <w:proofErr w:type="spellEnd"/>
      <w:r>
        <w:t xml:space="preserve"> (Sphagnum layer buildup and saturation) are important disturbances. On the Seward Peninsula and western AK, frost action creates polygonal ground and other periglacial features and is a widespread, small-scale and continuous disturbance.</w:t>
      </w:r>
    </w:p>
    <w:p w:rsidR="0090046C" w:rsidP="0090046C" w:rsidRDefault="0090046C" w14:paraId="0DB1579D" w14:textId="77777777"/>
    <w:p w:rsidR="0090046C" w:rsidP="0090046C" w:rsidRDefault="0090046C" w14:paraId="677ADBF4" w14:textId="77777777">
      <w:r>
        <w:t>Change in the arctic and subarctic climate is another source of disturbance that is currently affecting tundra ecosystems.</w:t>
      </w:r>
    </w:p>
    <w:p w:rsidR="0090046C" w:rsidP="0090046C" w:rsidRDefault="0090046C" w14:paraId="6F550923" w14:textId="78947775">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3224</w:t>
            </w:r>
          </w:p>
        </w:tc>
        <w:tc>
          <w:p>
            <w:pPr>
              <w:jc w:val="center"/>
            </w:pPr>
            <w:r>
              <w:t>100</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3224</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90046C" w:rsidP="0090046C" w:rsidRDefault="0090046C" w14:paraId="2879CAA2" w14:textId="77777777">
      <w:pPr>
        <w:pStyle w:val="InfoPara"/>
      </w:pPr>
      <w:r>
        <w:t>Scale Description</w:t>
      </w:r>
    </w:p>
    <w:p w:rsidR="0090046C" w:rsidP="0090046C" w:rsidRDefault="0090046C" w14:paraId="635F6AB6" w14:textId="72B7B637">
      <w:r>
        <w:t xml:space="preserve">Vegetation </w:t>
      </w:r>
      <w:r w:rsidR="00AB4360">
        <w:t xml:space="preserve">is </w:t>
      </w:r>
      <w:r>
        <w:t>found in large patches.</w:t>
      </w:r>
    </w:p>
    <w:p w:rsidR="0090046C" w:rsidP="0090046C" w:rsidRDefault="0090046C" w14:paraId="2C760220" w14:textId="77777777">
      <w:pPr>
        <w:pStyle w:val="InfoPara"/>
      </w:pPr>
      <w:r>
        <w:t>Adjacency or Identification Concerns</w:t>
      </w:r>
    </w:p>
    <w:p w:rsidR="0090046C" w:rsidP="0090046C" w:rsidRDefault="0090046C" w14:paraId="463C4CCF" w14:textId="77777777"/>
    <w:p w:rsidR="0090046C" w:rsidP="0090046C" w:rsidRDefault="0090046C" w14:paraId="125B6A1C" w14:textId="77777777">
      <w:pPr>
        <w:pStyle w:val="InfoPara"/>
      </w:pPr>
      <w:r>
        <w:t>Issues or Problems</w:t>
      </w:r>
    </w:p>
    <w:p w:rsidR="00905825" w:rsidP="00905825" w:rsidRDefault="00905825" w14:paraId="59F3E193" w14:textId="1725429E">
      <w:r>
        <w:t>Most of the fire regime literature available for tundra ecosystems in Alaska is from the Seward Peninsula and Noatak River Watershed where fire occurs more frequently than other regions of the state (Innes 2013). Little is known about fire history in arctic tundra communities in northern and northwestern Alaska (Innes 2013).</w:t>
      </w:r>
    </w:p>
    <w:p w:rsidR="00905825" w:rsidP="0090046C" w:rsidRDefault="00905825" w14:paraId="2C83DE4C" w14:textId="77777777"/>
    <w:p w:rsidR="0090046C" w:rsidP="0090046C" w:rsidRDefault="0090046C" w14:paraId="67C6A69E" w14:textId="77777777">
      <w:pPr>
        <w:pStyle w:val="InfoPara"/>
      </w:pPr>
      <w:r>
        <w:t>Native Uncharacteristic Conditions</w:t>
      </w:r>
    </w:p>
    <w:p w:rsidR="0090046C" w:rsidP="0090046C" w:rsidRDefault="00905825" w14:paraId="4AF2E426" w14:textId="55780484">
      <w:r>
        <w:t>Innes 2013 provides information about climate change and Alaska tundra communities.</w:t>
      </w:r>
    </w:p>
    <w:p w:rsidR="0090046C" w:rsidP="0090046C" w:rsidRDefault="0090046C" w14:paraId="63275D18" w14:textId="77777777">
      <w:pPr>
        <w:pStyle w:val="InfoPara"/>
      </w:pPr>
      <w:r>
        <w:t>Comments</w:t>
      </w:r>
    </w:p>
    <w:p w:rsidRPr="00A3201F" w:rsidR="0003698B" w:rsidP="0003698B" w:rsidRDefault="0003698B" w14:paraId="5100C5D2" w14:textId="0CB820ED">
      <w:r w:rsidRPr="00A3201F">
        <w:t>1/2023</w:t>
      </w:r>
      <w:r>
        <w:t xml:space="preserve"> Kori Blankenship split the BpS model and description into frequent and infrequent fire model variants based on feedback from participants in the virtual Tundra Work Session held in the winter 2022. Jennifer Barnes suggested a fire return interval of approximately 120 years for the frequent fire model. </w:t>
      </w:r>
      <w:r w:rsidR="008B4A1E">
        <w:t>It is difficult to select a fire frequency for the infrequent fire variant because studies report frequencies of ~1600 to 6000 years for tundra ecosystems in and north of the Brooks Range and in the Yukon-Kuskokwim Delta ecoregion (</w:t>
      </w:r>
      <w:proofErr w:type="spellStart"/>
      <w:r w:rsidRPr="00985210" w:rsidR="008B4A1E">
        <w:t>Sae</w:t>
      </w:r>
      <w:proofErr w:type="spellEnd"/>
      <w:r w:rsidRPr="00985210" w:rsidR="008B4A1E">
        <w:t>-Lim et al. 2019</w:t>
      </w:r>
      <w:r w:rsidR="008B4A1E">
        <w:t>). Because fire is so infrequent, fire related successional dynamics are not included in this model.</w:t>
      </w:r>
      <w:r w:rsidR="00B373FD">
        <w:t xml:space="preserve"> Reviewer feedback is needed to refine the geographic range of the frequent and infrequent fire model variants.</w:t>
      </w:r>
    </w:p>
    <w:p w:rsidR="004D5D94" w:rsidP="00027A46" w:rsidRDefault="004D5D94" w14:paraId="6FA5DEFE" w14:textId="77777777"/>
    <w:p w:rsidRPr="001C0878" w:rsidR="00C8718C" w:rsidP="00C8718C" w:rsidRDefault="00C8718C" w14:paraId="79D46143" w14:textId="77777777">
      <w:r w:rsidRPr="00331FF0">
        <w:t xml:space="preserve">In 2021 NatureServe merged </w:t>
      </w:r>
      <w:r w:rsidRPr="001C0878">
        <w:t>Western North American Boreal Tussock Tundra</w:t>
      </w:r>
    </w:p>
    <w:p w:rsidR="00C8718C" w:rsidP="00C8718C" w:rsidRDefault="00C8718C" w14:paraId="63A44C09" w14:textId="3105E97C">
      <w:r w:rsidRPr="00C4061F">
        <w:t xml:space="preserve"> </w:t>
      </w:r>
      <w:r w:rsidRPr="00331FF0">
        <w:t>(BpS 16</w:t>
      </w:r>
      <w:r>
        <w:t>29</w:t>
      </w:r>
      <w:r w:rsidRPr="00331FF0">
        <w:t>)</w:t>
      </w:r>
      <w:r>
        <w:t>,</w:t>
      </w:r>
      <w:r w:rsidRPr="00331FF0">
        <w:t xml:space="preserve"> </w:t>
      </w:r>
      <w:r w:rsidRPr="001C0878">
        <w:t>Alaska Arctic Tussock Tundra</w:t>
      </w:r>
      <w:r w:rsidRPr="00331FF0">
        <w:t xml:space="preserve"> (BpS 16</w:t>
      </w:r>
      <w:r>
        <w:t>940</w:t>
      </w:r>
      <w:r w:rsidRPr="00331FF0">
        <w:t>)</w:t>
      </w:r>
      <w:r>
        <w:t xml:space="preserve">, and </w:t>
      </w:r>
      <w:r w:rsidRPr="001C0878">
        <w:t>Alaska Arctic Tussock-Lichen Tundra</w:t>
      </w:r>
      <w:r w:rsidRPr="00331FF0">
        <w:t xml:space="preserve"> </w:t>
      </w:r>
      <w:r>
        <w:t xml:space="preserve">(16950) </w:t>
      </w:r>
      <w:r w:rsidRPr="00331FF0">
        <w:t xml:space="preserve">into one Ecological System: </w:t>
      </w:r>
      <w:r w:rsidRPr="00027A46">
        <w:t>North American Arctic and Subarctic Tussock Tundra</w:t>
      </w:r>
      <w:r w:rsidRPr="00331FF0">
        <w:t xml:space="preserve">. </w:t>
      </w:r>
      <w:r w:rsidRPr="00CD1F23">
        <w:t>Pat Comer and</w:t>
      </w:r>
      <w:r>
        <w:t xml:space="preserve"> </w:t>
      </w:r>
      <w:r w:rsidRPr="00331FF0">
        <w:t>Kori Blankenship merged the BpS description</w:t>
      </w:r>
      <w:r>
        <w:t>s and used the 16290 state-and-transition model</w:t>
      </w:r>
      <w:r w:rsidRPr="00331FF0">
        <w:t xml:space="preserve"> to re</w:t>
      </w:r>
      <w:r>
        <w:t>present</w:t>
      </w:r>
      <w:r w:rsidRPr="00331FF0">
        <w:t xml:space="preserve"> the new Ecological System concept</w:t>
      </w:r>
      <w:r>
        <w:t xml:space="preserve">. </w:t>
      </w:r>
    </w:p>
    <w:p w:rsidR="00C8718C" w:rsidP="00C8718C" w:rsidRDefault="00C8718C" w14:paraId="4ADB0952" w14:textId="6ADDF6D1"/>
    <w:p w:rsidR="00C8718C" w:rsidP="00C8718C" w:rsidRDefault="00C8718C" w14:paraId="41112085" w14:textId="6464F911">
      <w:r>
        <w:t xml:space="preserve">The 16290 BpS model and description was created by </w:t>
      </w:r>
      <w:r w:rsidRPr="004D5D94">
        <w:t xml:space="preserve">Jennifer Allen </w:t>
      </w:r>
      <w:r w:rsidRPr="004D5D94" w:rsidR="004D5D94">
        <w:t xml:space="preserve">based on the </w:t>
      </w:r>
      <w:r w:rsidRPr="00C568C2" w:rsidR="004D5D94">
        <w:t>Tussock Tundra 1 PNVG model description (Murphy and Witten 2006)</w:t>
      </w:r>
      <w:r w:rsidRPr="004D5D94" w:rsidR="004D5D94">
        <w:t xml:space="preserve"> and</w:t>
      </w:r>
      <w:r w:rsidR="004D5D94">
        <w:t xml:space="preserve"> was </w:t>
      </w:r>
      <w:r>
        <w:t>review</w:t>
      </w:r>
      <w:r w:rsidR="004D5D94">
        <w:t>ed</w:t>
      </w:r>
      <w:r>
        <w:t xml:space="preserve"> </w:t>
      </w:r>
      <w:r w:rsidR="004D5D94">
        <w:t>by</w:t>
      </w:r>
      <w:r>
        <w:t xml:space="preserve"> </w:t>
      </w:r>
      <w:r w:rsidRPr="0090046C">
        <w:t>Lisa Saperstein</w:t>
      </w:r>
      <w:r>
        <w:t xml:space="preserve"> and </w:t>
      </w:r>
      <w:r w:rsidRPr="0090046C">
        <w:t>Stuart Chapin</w:t>
      </w:r>
      <w:r>
        <w:t xml:space="preserve">. The 16941 and 16942 BpS models and descriptions were created by Coleen Ryan, Kori Blankenship, and Keith Bogs with review by Janet Jorgenson. BpS 16950 was previously lumped with 16941 and 16942. Experts who attended LANDFIRE modeling meetings in Nov. 2007 and April 2008 provided input on BpS model development for all of these </w:t>
      </w:r>
      <w:r w:rsidR="004D5D94">
        <w:t>systems</w:t>
      </w:r>
      <w:r>
        <w:t xml:space="preserve">. </w:t>
      </w:r>
    </w:p>
    <w:p w:rsidR="00FC73C0" w:rsidP="00FC73C0" w:rsidRDefault="00FC73C0" w14:paraId="0CB5B086" w14:textId="77777777"/>
    <w:p w:rsidR="00FC73C0" w:rsidP="00FC73C0" w:rsidRDefault="00C8718C" w14:paraId="428BE8BA" w14:textId="1DD309AE">
      <w:r>
        <w:t xml:space="preserve">The 16290 state-and-transition </w:t>
      </w:r>
      <w:r w:rsidR="0090046C">
        <w:t>model was origi</w:t>
      </w:r>
      <w:r w:rsidR="006A5FEA">
        <w:t>n</w:t>
      </w:r>
      <w:r w:rsidR="0000641A">
        <w:t>a</w:t>
      </w:r>
      <w:r w:rsidR="0090046C">
        <w:t>lly developed with two herbaceous classes: a Mesic Graminoid Tussock and a Wet Graminoid Tussock class. When it was determined that the LANDFIRE project would not be able to distinguish these classes based on a Viereck et al. (1992) existing vegetation map</w:t>
      </w:r>
      <w:r w:rsidR="00847444">
        <w:t>,</w:t>
      </w:r>
      <w:r w:rsidR="0090046C">
        <w:t xml:space="preserve"> these two classes were lumped into what is now </w:t>
      </w:r>
      <w:r w:rsidR="00847444">
        <w:t>C</w:t>
      </w:r>
      <w:r w:rsidR="0090046C">
        <w:t>lass A.</w:t>
      </w:r>
      <w:r w:rsidR="00FC73C0">
        <w:t xml:space="preserve"> Experts at the Fairbanks meeting indicated the need for a late seral sphagnum tussock bog stage that would develop as a result of </w:t>
      </w:r>
      <w:proofErr w:type="spellStart"/>
      <w:r w:rsidR="00FC73C0">
        <w:t>paludification</w:t>
      </w:r>
      <w:proofErr w:type="spellEnd"/>
      <w:r w:rsidR="00FC73C0">
        <w:t xml:space="preserve"> in </w:t>
      </w:r>
      <w:r w:rsidR="00847444">
        <w:t>C</w:t>
      </w:r>
      <w:r w:rsidR="00FC73C0">
        <w:t xml:space="preserve">lass B. The state-and-transition model does </w:t>
      </w:r>
      <w:r w:rsidR="00FC73C0">
        <w:t>not include that stage because it would be hard to distinguish for mapping using LANDFIRE methods.</w:t>
      </w:r>
    </w:p>
    <w:p w:rsidR="0018334F" w:rsidP="00FC73C0" w:rsidRDefault="0018334F" w14:paraId="2D4D2429" w14:textId="77777777"/>
    <w:p w:rsidR="0090046C" w:rsidP="0090046C" w:rsidRDefault="0090046C" w14:paraId="2FA53A50"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90046C" w:rsidP="0090046C" w:rsidRDefault="0090046C" w14:paraId="49EDE0F9" w14:textId="26E76D83">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90046C" w:rsidP="0090046C" w:rsidRDefault="0090046C" w14:paraId="76D8EFD9" w14:textId="77777777"/>
    <w:p w:rsidR="0090046C" w:rsidP="0090046C" w:rsidRDefault="0090046C" w14:paraId="7B764693"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943"/>
        <w:gridCol w:w="2340"/>
        <w:gridCol w:w="2520"/>
      </w:tblGrid>
      <w:tr w:rsidRPr="0090046C" w:rsidR="0090046C" w:rsidTr="000F260B" w14:paraId="5D2B2B13" w14:textId="77777777">
        <w:tc>
          <w:tcPr>
            <w:tcW w:w="1104" w:type="dxa"/>
            <w:tcBorders>
              <w:top w:val="single" w:color="auto" w:sz="2" w:space="0"/>
              <w:bottom w:val="single" w:color="000000" w:sz="12" w:space="0"/>
            </w:tcBorders>
            <w:shd w:val="clear" w:color="auto" w:fill="auto"/>
          </w:tcPr>
          <w:p w:rsidRPr="0090046C" w:rsidR="0090046C" w:rsidP="00A934FD" w:rsidRDefault="0090046C" w14:paraId="037E613A" w14:textId="77777777">
            <w:pPr>
              <w:rPr>
                <w:b/>
                <w:bCs/>
              </w:rPr>
            </w:pPr>
            <w:r w:rsidRPr="0090046C">
              <w:rPr>
                <w:b/>
                <w:bCs/>
              </w:rPr>
              <w:t>Symbol</w:t>
            </w:r>
          </w:p>
        </w:tc>
        <w:tc>
          <w:tcPr>
            <w:tcW w:w="2943" w:type="dxa"/>
            <w:tcBorders>
              <w:top w:val="single" w:color="auto" w:sz="2" w:space="0"/>
              <w:bottom w:val="single" w:color="000000" w:sz="12" w:space="0"/>
            </w:tcBorders>
            <w:shd w:val="clear" w:color="auto" w:fill="auto"/>
          </w:tcPr>
          <w:p w:rsidRPr="0090046C" w:rsidR="0090046C" w:rsidP="00A934FD" w:rsidRDefault="0090046C" w14:paraId="2264B03C" w14:textId="77777777">
            <w:pPr>
              <w:rPr>
                <w:b/>
                <w:bCs/>
              </w:rPr>
            </w:pPr>
            <w:r w:rsidRPr="0090046C">
              <w:rPr>
                <w:b/>
                <w:bCs/>
              </w:rPr>
              <w:t>Scientific Name</w:t>
            </w:r>
          </w:p>
        </w:tc>
        <w:tc>
          <w:tcPr>
            <w:tcW w:w="2340" w:type="dxa"/>
            <w:tcBorders>
              <w:top w:val="single" w:color="auto" w:sz="2" w:space="0"/>
              <w:bottom w:val="single" w:color="000000" w:sz="12" w:space="0"/>
            </w:tcBorders>
            <w:shd w:val="clear" w:color="auto" w:fill="auto"/>
          </w:tcPr>
          <w:p w:rsidRPr="0090046C" w:rsidR="0090046C" w:rsidP="00A934FD" w:rsidRDefault="0090046C" w14:paraId="0BC9B030" w14:textId="77777777">
            <w:pPr>
              <w:rPr>
                <w:b/>
                <w:bCs/>
              </w:rPr>
            </w:pPr>
            <w:r w:rsidRPr="0090046C">
              <w:rPr>
                <w:b/>
                <w:bCs/>
              </w:rPr>
              <w:t>Common Name</w:t>
            </w:r>
          </w:p>
        </w:tc>
        <w:tc>
          <w:tcPr>
            <w:tcW w:w="2520" w:type="dxa"/>
            <w:tcBorders>
              <w:top w:val="single" w:color="auto" w:sz="2" w:space="0"/>
              <w:bottom w:val="single" w:color="000000" w:sz="12" w:space="0"/>
            </w:tcBorders>
            <w:shd w:val="clear" w:color="auto" w:fill="auto"/>
          </w:tcPr>
          <w:p w:rsidRPr="0090046C" w:rsidR="0090046C" w:rsidP="00A934FD" w:rsidRDefault="0090046C" w14:paraId="5378D25D" w14:textId="77777777">
            <w:pPr>
              <w:rPr>
                <w:b/>
                <w:bCs/>
              </w:rPr>
            </w:pPr>
            <w:r w:rsidRPr="0090046C">
              <w:rPr>
                <w:b/>
                <w:bCs/>
              </w:rPr>
              <w:t>Canopy Position</w:t>
            </w:r>
          </w:p>
        </w:tc>
      </w:tr>
      <w:tr w:rsidRPr="0090046C" w:rsidR="0090046C" w:rsidTr="000F260B" w14:paraId="3C6E6DD9" w14:textId="77777777">
        <w:tc>
          <w:tcPr>
            <w:tcW w:w="1104" w:type="dxa"/>
            <w:tcBorders>
              <w:top w:val="single" w:color="000000" w:sz="12" w:space="0"/>
            </w:tcBorders>
            <w:shd w:val="clear" w:color="auto" w:fill="auto"/>
          </w:tcPr>
          <w:p w:rsidRPr="0090046C" w:rsidR="0090046C" w:rsidP="00A934FD" w:rsidRDefault="0090046C" w14:paraId="5C206A51" w14:textId="77777777">
            <w:pPr>
              <w:rPr>
                <w:bCs/>
              </w:rPr>
            </w:pPr>
            <w:r w:rsidRPr="0090046C">
              <w:rPr>
                <w:bCs/>
              </w:rPr>
              <w:t>ERVA4</w:t>
            </w:r>
          </w:p>
        </w:tc>
        <w:tc>
          <w:tcPr>
            <w:tcW w:w="2943" w:type="dxa"/>
            <w:tcBorders>
              <w:top w:val="single" w:color="000000" w:sz="12" w:space="0"/>
            </w:tcBorders>
            <w:shd w:val="clear" w:color="auto" w:fill="auto"/>
          </w:tcPr>
          <w:p w:rsidRPr="00BA42CF" w:rsidR="0090046C" w:rsidP="00A934FD" w:rsidRDefault="0090046C" w14:paraId="629B8D46" w14:textId="77777777">
            <w:pPr>
              <w:rPr>
                <w:i/>
                <w:iCs/>
              </w:rPr>
            </w:pPr>
            <w:r w:rsidRPr="00BA42CF">
              <w:rPr>
                <w:i/>
                <w:iCs/>
              </w:rPr>
              <w:t>Eriophorum vaginatum</w:t>
            </w:r>
          </w:p>
        </w:tc>
        <w:tc>
          <w:tcPr>
            <w:tcW w:w="2340" w:type="dxa"/>
            <w:tcBorders>
              <w:top w:val="single" w:color="000000" w:sz="12" w:space="0"/>
            </w:tcBorders>
            <w:shd w:val="clear" w:color="auto" w:fill="auto"/>
          </w:tcPr>
          <w:p w:rsidRPr="0090046C" w:rsidR="0090046C" w:rsidP="00A934FD" w:rsidRDefault="0090046C" w14:paraId="0487AD32" w14:textId="77777777">
            <w:r w:rsidRPr="0090046C">
              <w:t>Tussock cottongrass</w:t>
            </w:r>
          </w:p>
        </w:tc>
        <w:tc>
          <w:tcPr>
            <w:tcW w:w="2520" w:type="dxa"/>
            <w:tcBorders>
              <w:top w:val="single" w:color="000000" w:sz="12" w:space="0"/>
            </w:tcBorders>
            <w:shd w:val="clear" w:color="auto" w:fill="auto"/>
          </w:tcPr>
          <w:p w:rsidRPr="0090046C" w:rsidR="0090046C" w:rsidP="00A934FD" w:rsidRDefault="0090046C" w14:paraId="640C06D1" w14:textId="77777777">
            <w:r w:rsidRPr="0090046C">
              <w:t>Upper</w:t>
            </w:r>
          </w:p>
        </w:tc>
      </w:tr>
      <w:tr w:rsidRPr="0090046C" w:rsidR="0090046C" w:rsidTr="000F260B" w14:paraId="5A005425" w14:textId="77777777">
        <w:tc>
          <w:tcPr>
            <w:tcW w:w="1104" w:type="dxa"/>
            <w:shd w:val="clear" w:color="auto" w:fill="auto"/>
          </w:tcPr>
          <w:p w:rsidRPr="0090046C" w:rsidR="0090046C" w:rsidP="00A934FD" w:rsidRDefault="0090046C" w14:paraId="7378E336" w14:textId="77777777">
            <w:pPr>
              <w:rPr>
                <w:bCs/>
              </w:rPr>
            </w:pPr>
            <w:r w:rsidRPr="0090046C">
              <w:rPr>
                <w:bCs/>
              </w:rPr>
              <w:t>CABI5</w:t>
            </w:r>
          </w:p>
        </w:tc>
        <w:tc>
          <w:tcPr>
            <w:tcW w:w="2943" w:type="dxa"/>
            <w:shd w:val="clear" w:color="auto" w:fill="auto"/>
          </w:tcPr>
          <w:p w:rsidRPr="00BA42CF" w:rsidR="0090046C" w:rsidP="00A934FD" w:rsidRDefault="0090046C" w14:paraId="7FB19675" w14:textId="77777777">
            <w:pPr>
              <w:rPr>
                <w:i/>
                <w:iCs/>
              </w:rPr>
            </w:pPr>
            <w:r w:rsidRPr="00BA42CF">
              <w:rPr>
                <w:i/>
                <w:iCs/>
              </w:rPr>
              <w:t>Carex bigelowii</w:t>
            </w:r>
          </w:p>
        </w:tc>
        <w:tc>
          <w:tcPr>
            <w:tcW w:w="2340" w:type="dxa"/>
            <w:shd w:val="clear" w:color="auto" w:fill="auto"/>
          </w:tcPr>
          <w:p w:rsidRPr="0090046C" w:rsidR="0090046C" w:rsidP="00A934FD" w:rsidRDefault="0090046C" w14:paraId="5AE612D8" w14:textId="77777777">
            <w:r w:rsidRPr="0090046C">
              <w:t>Bigelow's sedge</w:t>
            </w:r>
          </w:p>
        </w:tc>
        <w:tc>
          <w:tcPr>
            <w:tcW w:w="2520" w:type="dxa"/>
            <w:shd w:val="clear" w:color="auto" w:fill="auto"/>
          </w:tcPr>
          <w:p w:rsidRPr="0090046C" w:rsidR="0090046C" w:rsidP="00A934FD" w:rsidRDefault="0090046C" w14:paraId="476DCA8D" w14:textId="77777777">
            <w:r w:rsidRPr="0090046C">
              <w:t>Upper</w:t>
            </w:r>
          </w:p>
        </w:tc>
      </w:tr>
      <w:tr w:rsidRPr="0090046C" w:rsidR="008B4A1E" w:rsidTr="000F260B" w14:paraId="3BEA2ADC" w14:textId="77777777">
        <w:tc>
          <w:tcPr>
            <w:tcW w:w="1104" w:type="dxa"/>
            <w:shd w:val="clear" w:color="auto" w:fill="auto"/>
          </w:tcPr>
          <w:p w:rsidRPr="0090046C" w:rsidR="008B4A1E" w:rsidP="008B4A1E" w:rsidRDefault="008B4A1E" w14:paraId="1B2A1681" w14:textId="39713998">
            <w:pPr>
              <w:rPr>
                <w:bCs/>
              </w:rPr>
            </w:pPr>
            <w:r w:rsidRPr="0090046C">
              <w:rPr>
                <w:bCs/>
              </w:rPr>
              <w:t>CHCA2</w:t>
            </w:r>
          </w:p>
        </w:tc>
        <w:tc>
          <w:tcPr>
            <w:tcW w:w="2943" w:type="dxa"/>
            <w:shd w:val="clear" w:color="auto" w:fill="auto"/>
          </w:tcPr>
          <w:p w:rsidRPr="00BA42CF" w:rsidR="008B4A1E" w:rsidP="008B4A1E" w:rsidRDefault="008B4A1E" w14:paraId="38AE1ADF" w14:textId="47BB5CF3">
            <w:pPr>
              <w:rPr>
                <w:i/>
                <w:iCs/>
              </w:rPr>
            </w:pPr>
            <w:proofErr w:type="spellStart"/>
            <w:r w:rsidRPr="00BA42CF">
              <w:rPr>
                <w:i/>
                <w:iCs/>
              </w:rPr>
              <w:t>Chamaedaphne</w:t>
            </w:r>
            <w:proofErr w:type="spellEnd"/>
            <w:r w:rsidRPr="00BA42CF">
              <w:rPr>
                <w:i/>
                <w:iCs/>
              </w:rPr>
              <w:t xml:space="preserve"> </w:t>
            </w:r>
            <w:proofErr w:type="spellStart"/>
            <w:r w:rsidRPr="00BA42CF">
              <w:rPr>
                <w:i/>
                <w:iCs/>
              </w:rPr>
              <w:t>calyculata</w:t>
            </w:r>
            <w:proofErr w:type="spellEnd"/>
          </w:p>
        </w:tc>
        <w:tc>
          <w:tcPr>
            <w:tcW w:w="2340" w:type="dxa"/>
            <w:shd w:val="clear" w:color="auto" w:fill="auto"/>
          </w:tcPr>
          <w:p w:rsidRPr="0090046C" w:rsidR="008B4A1E" w:rsidP="008B4A1E" w:rsidRDefault="008B4A1E" w14:paraId="0A49A5D8" w14:textId="79E9C338">
            <w:r w:rsidRPr="0090046C">
              <w:t>Leatherleaf</w:t>
            </w:r>
          </w:p>
        </w:tc>
        <w:tc>
          <w:tcPr>
            <w:tcW w:w="2520" w:type="dxa"/>
            <w:shd w:val="clear" w:color="auto" w:fill="auto"/>
          </w:tcPr>
          <w:p w:rsidRPr="0090046C" w:rsidR="008B4A1E" w:rsidP="008B4A1E" w:rsidRDefault="008B4A1E" w14:paraId="466C1839" w14:textId="17F33F98">
            <w:r w:rsidRPr="0090046C">
              <w:t>Upper</w:t>
            </w:r>
          </w:p>
        </w:tc>
      </w:tr>
      <w:tr w:rsidRPr="0090046C" w:rsidR="008B4A1E" w:rsidTr="000F260B" w14:paraId="39831DE5" w14:textId="77777777">
        <w:tc>
          <w:tcPr>
            <w:tcW w:w="1104" w:type="dxa"/>
            <w:shd w:val="clear" w:color="auto" w:fill="auto"/>
          </w:tcPr>
          <w:p w:rsidRPr="0090046C" w:rsidR="008B4A1E" w:rsidP="008B4A1E" w:rsidRDefault="008B4A1E" w14:paraId="217AFFD5" w14:textId="69DB749F">
            <w:pPr>
              <w:rPr>
                <w:bCs/>
              </w:rPr>
            </w:pPr>
            <w:r w:rsidRPr="0090046C">
              <w:rPr>
                <w:bCs/>
              </w:rPr>
              <w:t>VAOX</w:t>
            </w:r>
          </w:p>
        </w:tc>
        <w:tc>
          <w:tcPr>
            <w:tcW w:w="2943" w:type="dxa"/>
            <w:shd w:val="clear" w:color="auto" w:fill="auto"/>
          </w:tcPr>
          <w:p w:rsidRPr="00BA42CF" w:rsidR="008B4A1E" w:rsidP="008B4A1E" w:rsidRDefault="008B4A1E" w14:paraId="06B553EB" w14:textId="2315DFC4">
            <w:pPr>
              <w:rPr>
                <w:i/>
                <w:iCs/>
              </w:rPr>
            </w:pPr>
            <w:r w:rsidRPr="00BA42CF">
              <w:rPr>
                <w:i/>
                <w:iCs/>
              </w:rPr>
              <w:t xml:space="preserve">Vaccinium </w:t>
            </w:r>
            <w:proofErr w:type="spellStart"/>
            <w:r w:rsidRPr="00BA42CF">
              <w:rPr>
                <w:i/>
                <w:iCs/>
              </w:rPr>
              <w:t>oxycoccos</w:t>
            </w:r>
            <w:proofErr w:type="spellEnd"/>
          </w:p>
        </w:tc>
        <w:tc>
          <w:tcPr>
            <w:tcW w:w="2340" w:type="dxa"/>
            <w:shd w:val="clear" w:color="auto" w:fill="auto"/>
          </w:tcPr>
          <w:p w:rsidRPr="0090046C" w:rsidR="008B4A1E" w:rsidP="008B4A1E" w:rsidRDefault="008B4A1E" w14:paraId="7561010F" w14:textId="19361A2D">
            <w:r w:rsidRPr="0090046C">
              <w:t>Small cranberry</w:t>
            </w:r>
          </w:p>
        </w:tc>
        <w:tc>
          <w:tcPr>
            <w:tcW w:w="2520" w:type="dxa"/>
            <w:shd w:val="clear" w:color="auto" w:fill="auto"/>
          </w:tcPr>
          <w:p w:rsidRPr="0090046C" w:rsidR="008B4A1E" w:rsidP="008B4A1E" w:rsidRDefault="008B4A1E" w14:paraId="2572A07A" w14:textId="4B96FE1F">
            <w:r w:rsidRPr="0090046C">
              <w:t>Upper</w:t>
            </w:r>
          </w:p>
        </w:tc>
      </w:tr>
    </w:tbl>
    <w:p w:rsidR="0090046C" w:rsidP="0090046C" w:rsidRDefault="0090046C" w14:paraId="59A8EFDF" w14:textId="77777777"/>
    <w:p w:rsidR="0090046C" w:rsidP="0090046C" w:rsidRDefault="0090046C" w14:paraId="41073573" w14:textId="77777777">
      <w:pPr>
        <w:pStyle w:val="SClassInfoPara"/>
      </w:pPr>
      <w:r>
        <w:t>Description</w:t>
      </w:r>
    </w:p>
    <w:p w:rsidR="0090046C" w:rsidP="0090046C" w:rsidRDefault="008B4A1E" w14:paraId="120B134A" w14:textId="3294414B">
      <w:r>
        <w:t xml:space="preserve">Tussocks dominated by </w:t>
      </w:r>
      <w:proofErr w:type="spellStart"/>
      <w:r w:rsidRPr="00C568C2">
        <w:rPr>
          <w:i/>
          <w:iCs/>
        </w:rPr>
        <w:t>Eriophorum</w:t>
      </w:r>
      <w:proofErr w:type="spellEnd"/>
      <w:r>
        <w:t xml:space="preserve"> (</w:t>
      </w:r>
      <w:proofErr w:type="spellStart"/>
      <w:r>
        <w:t>cottongrass</w:t>
      </w:r>
      <w:proofErr w:type="spellEnd"/>
      <w:r>
        <w:t>)</w:t>
      </w:r>
      <w:r w:rsidR="00BA42CF">
        <w:t xml:space="preserve"> and</w:t>
      </w:r>
      <w:r>
        <w:t xml:space="preserve"> </w:t>
      </w:r>
      <w:proofErr w:type="spellStart"/>
      <w:r w:rsidRPr="00BA42CF">
        <w:rPr>
          <w:i/>
          <w:iCs/>
        </w:rPr>
        <w:t>Carex</w:t>
      </w:r>
      <w:proofErr w:type="spellEnd"/>
      <w:r>
        <w:t xml:space="preserve"> spp. (sedges). Common shrubs include </w:t>
      </w:r>
      <w:proofErr w:type="spellStart"/>
      <w:r w:rsidRPr="00C568C2">
        <w:rPr>
          <w:i/>
          <w:iCs/>
        </w:rPr>
        <w:t>Oxycoccus</w:t>
      </w:r>
      <w:proofErr w:type="spellEnd"/>
      <w:r>
        <w:t xml:space="preserve"> spp. (</w:t>
      </w:r>
      <w:r w:rsidRPr="00C568C2">
        <w:rPr>
          <w:i/>
          <w:iCs/>
        </w:rPr>
        <w:t xml:space="preserve">Vaccinium </w:t>
      </w:r>
      <w:proofErr w:type="spellStart"/>
      <w:r w:rsidRPr="00C568C2">
        <w:rPr>
          <w:i/>
          <w:iCs/>
        </w:rPr>
        <w:t>oxycoccus</w:t>
      </w:r>
      <w:proofErr w:type="spellEnd"/>
      <w:r>
        <w:t xml:space="preserve">), </w:t>
      </w:r>
      <w:proofErr w:type="spellStart"/>
      <w:r w:rsidRPr="00C568C2">
        <w:rPr>
          <w:i/>
          <w:iCs/>
        </w:rPr>
        <w:t>Chamaedaphne</w:t>
      </w:r>
      <w:proofErr w:type="spellEnd"/>
      <w:r w:rsidRPr="00C568C2">
        <w:rPr>
          <w:i/>
          <w:iCs/>
        </w:rPr>
        <w:t xml:space="preserve"> </w:t>
      </w:r>
      <w:proofErr w:type="spellStart"/>
      <w:r w:rsidRPr="00C568C2">
        <w:rPr>
          <w:i/>
          <w:iCs/>
        </w:rPr>
        <w:t>calyculata</w:t>
      </w:r>
      <w:proofErr w:type="spellEnd"/>
      <w:r w:rsidRPr="00C568C2">
        <w:rPr>
          <w:i/>
          <w:iCs/>
        </w:rPr>
        <w:t xml:space="preserve">, Betula nana, Ledum </w:t>
      </w:r>
      <w:proofErr w:type="spellStart"/>
      <w:r w:rsidRPr="00C568C2">
        <w:rPr>
          <w:i/>
          <w:iCs/>
        </w:rPr>
        <w:t>decumbens</w:t>
      </w:r>
      <w:proofErr w:type="spellEnd"/>
      <w:r w:rsidR="00BA42CF">
        <w:rPr>
          <w:i/>
          <w:iCs/>
        </w:rPr>
        <w:t>,</w:t>
      </w:r>
      <w:r w:rsidRPr="00C568C2">
        <w:rPr>
          <w:i/>
          <w:iCs/>
        </w:rPr>
        <w:t xml:space="preserve"> </w:t>
      </w:r>
      <w:r>
        <w:t xml:space="preserve">and </w:t>
      </w:r>
      <w:r w:rsidRPr="00C568C2">
        <w:rPr>
          <w:i/>
          <w:iCs/>
        </w:rPr>
        <w:t>Vaccinium</w:t>
      </w:r>
      <w:r w:rsidR="00BA42CF">
        <w:rPr>
          <w:i/>
          <w:iCs/>
        </w:rPr>
        <w:t xml:space="preserve"> </w:t>
      </w:r>
      <w:r w:rsidR="00BA42CF">
        <w:t>spp</w:t>
      </w:r>
      <w:r>
        <w:t xml:space="preserve">. </w:t>
      </w:r>
    </w:p>
    <w:p w:rsidR="0090046C" w:rsidP="0090046C" w:rsidRDefault="0090046C" w14:paraId="721EE0E8"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Mid1:ALL</w:t>
            </w:r>
          </w:p>
        </w:tc>
        <w:tc>
          <w:p>
            <w:pPr>
              <w:jc w:val="center"/>
            </w:pPr>
            <w:r>
              <w:rPr>
                <w:sz w:val="20"/>
              </w:rPr>
              <w:t>Mid1:ALL</w:t>
            </w:r>
          </w:p>
        </w:tc>
        <w:tc>
          <w:p>
            <w:pPr>
              <w:jc w:val="center"/>
            </w:pPr>
            <w:r>
              <w:rPr>
                <w:sz w:val="20"/>
              </w:rPr>
              <w:t>0.0003</w:t>
            </w:r>
          </w:p>
        </w:tc>
        <w:tc>
          <w:p>
            <w:pPr>
              <w:jc w:val="center"/>
            </w:pPr>
            <w:r>
              <w:rPr>
                <w:sz w:val="20"/>
              </w:rPr>
              <w:t>3333</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Pr="00C568C2" w:rsidR="00C568C2" w:rsidP="00C568C2" w:rsidRDefault="00C568C2" w14:paraId="0FDC95D3" w14:textId="77777777">
      <w:pPr>
        <w:rPr>
          <w:color w:val="000000"/>
        </w:rPr>
      </w:pPr>
      <w:r w:rsidRPr="00C568C2">
        <w:rPr>
          <w:color w:val="000000"/>
        </w:rPr>
        <w:t xml:space="preserve">Chapin, F. S., III; McGuire, A. D.; Randerson, J.; Pielke, R., Sr.; </w:t>
      </w:r>
      <w:proofErr w:type="spellStart"/>
      <w:r w:rsidRPr="00C568C2">
        <w:rPr>
          <w:color w:val="000000"/>
        </w:rPr>
        <w:t>Baldocchi</w:t>
      </w:r>
      <w:proofErr w:type="spellEnd"/>
      <w:r w:rsidRPr="00C568C2">
        <w:rPr>
          <w:color w:val="000000"/>
        </w:rPr>
        <w:t xml:space="preserve">, D.; </w:t>
      </w:r>
      <w:proofErr w:type="spellStart"/>
      <w:r w:rsidRPr="00C568C2">
        <w:rPr>
          <w:color w:val="000000"/>
        </w:rPr>
        <w:t>Hobbie</w:t>
      </w:r>
      <w:proofErr w:type="spellEnd"/>
      <w:r w:rsidRPr="00C568C2">
        <w:rPr>
          <w:color w:val="000000"/>
        </w:rPr>
        <w:t xml:space="preserve">, S. E.; </w:t>
      </w:r>
      <w:proofErr w:type="spellStart"/>
      <w:r w:rsidRPr="00C568C2">
        <w:rPr>
          <w:color w:val="000000"/>
        </w:rPr>
        <w:t>Roulet</w:t>
      </w:r>
      <w:proofErr w:type="spellEnd"/>
      <w:r w:rsidRPr="00C568C2">
        <w:rPr>
          <w:color w:val="000000"/>
        </w:rPr>
        <w:t xml:space="preserve">, N.; </w:t>
      </w:r>
      <w:proofErr w:type="spellStart"/>
      <w:r w:rsidRPr="00C568C2">
        <w:rPr>
          <w:color w:val="000000"/>
        </w:rPr>
        <w:t>Eugster</w:t>
      </w:r>
      <w:proofErr w:type="spellEnd"/>
      <w:r w:rsidRPr="00C568C2">
        <w:rPr>
          <w:color w:val="000000"/>
        </w:rPr>
        <w:t xml:space="preserve">, W.; </w:t>
      </w:r>
      <w:proofErr w:type="spellStart"/>
      <w:r w:rsidRPr="00C568C2">
        <w:rPr>
          <w:color w:val="000000"/>
        </w:rPr>
        <w:t>Kasischke</w:t>
      </w:r>
      <w:proofErr w:type="spellEnd"/>
      <w:r w:rsidRPr="00C568C2">
        <w:rPr>
          <w:color w:val="000000"/>
        </w:rPr>
        <w:t xml:space="preserve">, E.; </w:t>
      </w:r>
      <w:proofErr w:type="spellStart"/>
      <w:r w:rsidRPr="00C568C2">
        <w:rPr>
          <w:color w:val="000000"/>
        </w:rPr>
        <w:t>Rastetter</w:t>
      </w:r>
      <w:proofErr w:type="spellEnd"/>
      <w:r w:rsidRPr="00C568C2">
        <w:rPr>
          <w:color w:val="000000"/>
        </w:rPr>
        <w:t xml:space="preserve">, E. B.; </w:t>
      </w:r>
      <w:proofErr w:type="spellStart"/>
      <w:r w:rsidRPr="00C568C2">
        <w:rPr>
          <w:color w:val="000000"/>
        </w:rPr>
        <w:t>Zimov</w:t>
      </w:r>
      <w:proofErr w:type="spellEnd"/>
      <w:r w:rsidRPr="00C568C2">
        <w:rPr>
          <w:color w:val="000000"/>
        </w:rPr>
        <w:t xml:space="preserve">, S. A.; Running, S. W. 2000. Arctic and boreal ecosystems of western North America as components of the climate system. Global Change Biology. 6(Supplement 1): 211-223. </w:t>
      </w:r>
    </w:p>
    <w:p w:rsidRPr="00C568C2" w:rsidR="00C568C2" w:rsidP="0090046C" w:rsidRDefault="00C568C2" w14:paraId="0E7D836B" w14:textId="77777777"/>
    <w:p w:rsidRPr="00C568C2" w:rsidR="00D17061" w:rsidP="0090046C" w:rsidRDefault="00D17061" w14:paraId="1968D920" w14:textId="4479C4BE">
      <w:r w:rsidRPr="00C568C2">
        <w:t xml:space="preserve">Comer, P., D. Faber-Langendoen, R. Evans, S. Gawler, C. Josse, G. Kittel, S. Menard, C. Nordman, M. Pyne, M. Reid, M. Russo, K. Schulz, K. Snow, J. Teague, and R. White. 2003-present. Ecological systems of the United States: A working classification of U.S. terrestrial systems. NatureServe, Arlington, VA. </w:t>
      </w:r>
    </w:p>
    <w:p w:rsidRPr="00C568C2" w:rsidR="00C568C2" w:rsidP="00C568C2" w:rsidRDefault="00C568C2" w14:paraId="15B25BD9" w14:textId="77777777">
      <w:pPr>
        <w:rPr>
          <w:color w:val="000000"/>
        </w:rPr>
      </w:pPr>
      <w:bookmarkStart w:name="17" w:id="0"/>
    </w:p>
    <w:bookmarkEnd w:id="0"/>
    <w:p w:rsidRPr="00C568C2" w:rsidR="00C568C2" w:rsidP="00C568C2" w:rsidRDefault="00C568C2" w14:paraId="767A5577" w14:textId="77777777">
      <w:pPr>
        <w:rPr>
          <w:color w:val="000000"/>
        </w:rPr>
      </w:pPr>
      <w:proofErr w:type="spellStart"/>
      <w:r w:rsidRPr="00C568C2">
        <w:rPr>
          <w:color w:val="000000"/>
        </w:rPr>
        <w:t>DeWilde</w:t>
      </w:r>
      <w:proofErr w:type="spellEnd"/>
      <w:r w:rsidRPr="00C568C2">
        <w:rPr>
          <w:color w:val="000000"/>
        </w:rPr>
        <w:t xml:space="preserve">, </w:t>
      </w:r>
      <w:proofErr w:type="spellStart"/>
      <w:r w:rsidRPr="00C568C2">
        <w:rPr>
          <w:color w:val="000000"/>
        </w:rPr>
        <w:t>La'ona</w:t>
      </w:r>
      <w:proofErr w:type="spellEnd"/>
      <w:r w:rsidRPr="00C568C2">
        <w:rPr>
          <w:color w:val="000000"/>
        </w:rPr>
        <w:t xml:space="preserve">; Chapin, F. Stuart, III. 2006. Human impacts on the fire regime of interior Alaska: interactions among fuels, ignition sources, and fire suppression. Ecosystems. 9(8): 1342-1353. </w:t>
      </w:r>
    </w:p>
    <w:p w:rsidRPr="00C568C2" w:rsidR="00C568C2" w:rsidP="0090046C" w:rsidRDefault="00C568C2" w14:paraId="4653BE25" w14:textId="77777777"/>
    <w:p w:rsidRPr="00C568C2" w:rsidR="0090046C" w:rsidP="0090046C" w:rsidRDefault="0090046C" w14:paraId="18633878" w14:textId="665E5C57">
      <w:r w:rsidRPr="00C568C2">
        <w:t>Duchesne L. C. and B.C. Hawkes. 2000. Fire in northern ecosystems. In: Brown, J.K. and J.K. Smith (eds.) Wildland fire in ecosystems: effects of fire on flora. Gen. Tech. Rep. RMRS-GTR-42-vol 2. Ogden, UT: USDA Forest Service, Rocky Mountain Research Station. 257 p.</w:t>
      </w:r>
    </w:p>
    <w:p w:rsidRPr="00C568C2" w:rsidR="00C568C2" w:rsidP="00C568C2" w:rsidRDefault="00C568C2" w14:paraId="4F725542" w14:textId="77777777">
      <w:pPr>
        <w:rPr>
          <w:color w:val="000000"/>
        </w:rPr>
      </w:pPr>
      <w:bookmarkStart w:name="28" w:id="1"/>
    </w:p>
    <w:bookmarkEnd w:id="1"/>
    <w:p w:rsidRPr="00C568C2" w:rsidR="00C568C2" w:rsidP="00C568C2" w:rsidRDefault="00C568C2" w14:paraId="703DAD33" w14:textId="77777777">
      <w:pPr>
        <w:rPr>
          <w:color w:val="000000"/>
        </w:rPr>
      </w:pPr>
      <w:proofErr w:type="spellStart"/>
      <w:r w:rsidRPr="00C568C2">
        <w:rPr>
          <w:color w:val="000000"/>
        </w:rPr>
        <w:t>Heinselman</w:t>
      </w:r>
      <w:proofErr w:type="spellEnd"/>
      <w:r w:rsidRPr="00C568C2">
        <w:rPr>
          <w:color w:val="000000"/>
        </w:rPr>
        <w:t xml:space="preserve">, </w:t>
      </w:r>
      <w:proofErr w:type="spellStart"/>
      <w:r w:rsidRPr="00C568C2">
        <w:rPr>
          <w:color w:val="000000"/>
        </w:rPr>
        <w:t>Miron</w:t>
      </w:r>
      <w:proofErr w:type="spellEnd"/>
      <w:r w:rsidRPr="00C568C2">
        <w:rPr>
          <w:color w:val="000000"/>
        </w:rPr>
        <w:t xml:space="preserve"> L. 1981. Fire intensity and frequency as factors in the distribution and structure of northern ecosystems. In: Mooney, H. A.; </w:t>
      </w:r>
      <w:proofErr w:type="spellStart"/>
      <w:r w:rsidRPr="00C568C2">
        <w:rPr>
          <w:color w:val="000000"/>
        </w:rPr>
        <w:t>Bonnicksen</w:t>
      </w:r>
      <w:proofErr w:type="spellEnd"/>
      <w:r w:rsidRPr="00C568C2">
        <w:rPr>
          <w:color w:val="000000"/>
        </w:rPr>
        <w:t xml:space="preserve">, T. M.; Christensen, N. L.; Lotan, J. E.; </w:t>
      </w:r>
      <w:proofErr w:type="spellStart"/>
      <w:r w:rsidRPr="00C568C2">
        <w:rPr>
          <w:color w:val="000000"/>
        </w:rPr>
        <w:t>Reiners</w:t>
      </w:r>
      <w:proofErr w:type="spellEnd"/>
      <w:r w:rsidRPr="00C568C2">
        <w:rPr>
          <w:color w:val="000000"/>
        </w:rPr>
        <w:t xml:space="preserve">, W. A., technical coordinators. Fire regimes and ecosystem properties: </w:t>
      </w:r>
      <w:r w:rsidRPr="00C568C2">
        <w:rPr>
          <w:color w:val="000000"/>
        </w:rPr>
        <w:t xml:space="preserve">Proceedings of the conference; 1978 December 11-15; Honolulu, HI. Gen. Tech. Rep. WO-26. Washington, DC: U.S. Department of Agriculture, Forest Service: 7-57. </w:t>
      </w:r>
    </w:p>
    <w:p w:rsidRPr="00C568C2" w:rsidR="00C568C2" w:rsidP="0090046C" w:rsidRDefault="00C568C2" w14:paraId="7CB1E385" w14:textId="77777777"/>
    <w:p w:rsidRPr="00C568C2" w:rsidR="0090046C" w:rsidP="0090046C" w:rsidRDefault="0090046C" w14:paraId="32C9DF90" w14:textId="77777777">
      <w:proofErr w:type="spellStart"/>
      <w:r w:rsidRPr="00C568C2">
        <w:t>Heinselman</w:t>
      </w:r>
      <w:proofErr w:type="spellEnd"/>
      <w:r w:rsidRPr="00C568C2">
        <w:t>, M.L. 1981. Fire and succession in the conifer forests of northern North America. In: West, D.C., H.H. Shugart, and D.B. Botkin. Forest succession: concepts and application. Springer-Verlag, New York. Chapter 23.</w:t>
      </w:r>
    </w:p>
    <w:p w:rsidRPr="00C568C2" w:rsidR="0090046C" w:rsidP="0090046C" w:rsidRDefault="0090046C" w14:paraId="059270C8" w14:textId="77777777"/>
    <w:p w:rsidRPr="00C568C2" w:rsidR="0090046C" w:rsidP="0090046C" w:rsidRDefault="0090046C" w14:paraId="5DFD577C" w14:textId="77777777">
      <w:r w:rsidRPr="00C568C2">
        <w:t xml:space="preserve">Higuera, P.E., M. Chipman, J. Allen, S. Rupp and F.S. Hu. 2008. Preliminary data provided by Jenifer Allen from a study of tundra fire regimes in the Noatak National Preserve </w:t>
      </w:r>
      <w:proofErr w:type="gramStart"/>
      <w:r w:rsidRPr="00C568C2">
        <w:t>since</w:t>
      </w:r>
      <w:proofErr w:type="gramEnd"/>
      <w:r w:rsidRPr="00C568C2">
        <w:t xml:space="preserve"> 6000 years before present.</w:t>
      </w:r>
    </w:p>
    <w:p w:rsidRPr="00C568C2" w:rsidR="0090046C" w:rsidP="0090046C" w:rsidRDefault="0090046C" w14:paraId="5B121E0A" w14:textId="09681341"/>
    <w:p w:rsidRPr="00C568C2" w:rsidR="00F4363A" w:rsidP="00F4363A" w:rsidRDefault="00F4363A" w14:paraId="6724B89A" w14:textId="0F5E2868">
      <w:pPr>
        <w:rPr>
          <w:color w:val="000000"/>
        </w:rPr>
      </w:pPr>
      <w:r w:rsidRPr="00C568C2">
        <w:rPr>
          <w:color w:val="000000"/>
        </w:rPr>
        <w:t xml:space="preserve">Higuera, Philip E., Barnes, Jennifer L.; Chipman, Melissa L.; Urban, Michael; Hu, Feng Sheng. 2011. The burning tundra: a look back to the last 6,000 years of fire in the Noatak National Preserve, northwestern Alaska. Alaska Park Science. </w:t>
      </w:r>
      <w:r w:rsidRPr="00C568C2" w:rsidR="00902159">
        <w:rPr>
          <w:color w:val="000000"/>
          <w:shd w:val="clear" w:color="auto" w:fill="FFFFFF"/>
        </w:rPr>
        <w:t>10(1): 37-41.</w:t>
      </w:r>
    </w:p>
    <w:p w:rsidRPr="00C568C2" w:rsidR="00F4363A" w:rsidP="00F4363A" w:rsidRDefault="00F4363A" w14:paraId="1FA95C81" w14:textId="77777777">
      <w:pPr>
        <w:rPr>
          <w:color w:val="000000"/>
        </w:rPr>
      </w:pPr>
    </w:p>
    <w:p w:rsidRPr="00C568C2" w:rsidR="00F4363A" w:rsidP="00F4363A" w:rsidRDefault="00F4363A" w14:paraId="06CAE39C" w14:textId="4B05FC06">
      <w:pPr>
        <w:rPr>
          <w:color w:val="000000"/>
        </w:rPr>
      </w:pPr>
      <w:r w:rsidRPr="00C568C2">
        <w:rPr>
          <w:color w:val="000000"/>
        </w:rPr>
        <w:t xml:space="preserve">Higuera, Philip E.; Chipman, Melissa L.; Barnes, Jennifer L.; Urban, Michael A.; Hu, Feng Sheng. 2011. Variability of tundra fire regimes in Arctic Alaska: millennial-scale patterns and ecological implications. Ecological Applications. 21(8): 3211-3226. </w:t>
      </w:r>
    </w:p>
    <w:p w:rsidRPr="00C568C2" w:rsidR="00F4363A" w:rsidP="0090046C" w:rsidRDefault="00F4363A" w14:paraId="62B9B7FD" w14:textId="77777777"/>
    <w:p w:rsidRPr="00C568C2" w:rsidR="00D17061" w:rsidP="00D17061" w:rsidRDefault="00D17061" w14:paraId="13E254F1" w14:textId="77777777">
      <w:r w:rsidRPr="00C568C2">
        <w:t>Innes, Robin J. 2013. Fire regimes of Alaskan tundra communities. In: Fire Effects Information System, [Online]. U.S. Department of Agriculture, Forest Service, Rocky Mountain Research Station, Fire Sciences Laboratory (Producer). Available: http://www.fs.fed.us</w:t>
      </w:r>
    </w:p>
    <w:p w:rsidRPr="00C568C2" w:rsidR="00D17061" w:rsidP="00D17061" w:rsidRDefault="00D17061" w14:paraId="6CE14E6E" w14:textId="77777777">
      <w:r w:rsidRPr="00C568C2">
        <w:t>/database/</w:t>
      </w:r>
      <w:proofErr w:type="spellStart"/>
      <w:r w:rsidRPr="00C568C2">
        <w:t>feis</w:t>
      </w:r>
      <w:proofErr w:type="spellEnd"/>
      <w:r w:rsidRPr="00C568C2">
        <w:t>/</w:t>
      </w:r>
      <w:proofErr w:type="spellStart"/>
      <w:r w:rsidRPr="00C568C2">
        <w:t>fire_regimes</w:t>
      </w:r>
      <w:proofErr w:type="spellEnd"/>
      <w:r w:rsidRPr="00C568C2">
        <w:t>/</w:t>
      </w:r>
      <w:proofErr w:type="spellStart"/>
      <w:r w:rsidRPr="00C568C2">
        <w:t>AK_tundra</w:t>
      </w:r>
      <w:proofErr w:type="spellEnd"/>
      <w:r w:rsidRPr="00C568C2">
        <w:t>/all.html [2016, June 28].</w:t>
      </w:r>
    </w:p>
    <w:p w:rsidRPr="00C568C2" w:rsidR="00D17061" w:rsidP="0090046C" w:rsidRDefault="00D17061" w14:paraId="1DFD2788" w14:textId="36A5631B"/>
    <w:p w:rsidRPr="00C568C2" w:rsidR="00902159" w:rsidP="0090046C" w:rsidRDefault="00902159" w14:paraId="01D7DB9A" w14:textId="53A6E14A">
      <w:pPr>
        <w:rPr>
          <w:color w:val="000000"/>
          <w:shd w:val="clear" w:color="auto" w:fill="FFFFFF"/>
        </w:rPr>
      </w:pPr>
      <w:proofErr w:type="spellStart"/>
      <w:r w:rsidRPr="00C568C2">
        <w:rPr>
          <w:color w:val="000000"/>
          <w:shd w:val="clear" w:color="auto" w:fill="FFFFFF"/>
        </w:rPr>
        <w:t>Jandt</w:t>
      </w:r>
      <w:proofErr w:type="spellEnd"/>
      <w:r w:rsidRPr="00C568C2">
        <w:rPr>
          <w:color w:val="000000"/>
          <w:shd w:val="clear" w:color="auto" w:fill="FFFFFF"/>
        </w:rPr>
        <w:t>, Randi; Joly, Kyle; Meyers, C. Randy; Racine, Charles. 2008. Slow recovery of lichen on burned caribou winter range in Alaska tundra: potential influences of climate warming and other disturbance factors. Arctic, Antarctic, and Alpine Research. 40(1): 89-95. </w:t>
      </w:r>
    </w:p>
    <w:p w:rsidRPr="00C568C2" w:rsidR="00902159" w:rsidP="0090046C" w:rsidRDefault="00902159" w14:paraId="441DB7EA" w14:textId="77777777"/>
    <w:p w:rsidRPr="00C568C2" w:rsidR="0090046C" w:rsidP="0090046C" w:rsidRDefault="0090046C" w14:paraId="61175859" w14:textId="77777777">
      <w:proofErr w:type="spellStart"/>
      <w:r w:rsidRPr="00C568C2">
        <w:t>Jandt</w:t>
      </w:r>
      <w:proofErr w:type="spellEnd"/>
      <w:r w:rsidRPr="00C568C2">
        <w:t xml:space="preserve">, R.J. and R.C. Meyers. 2000. Recovery of lichen in tussock tundra following fire in Northwestern Alaska. USDOI BLM-Alaska Open File Report 82. </w:t>
      </w:r>
    </w:p>
    <w:p w:rsidRPr="00C568C2" w:rsidR="0090046C" w:rsidP="0090046C" w:rsidRDefault="0090046C" w14:paraId="57A52BB1" w14:textId="77777777"/>
    <w:p w:rsidRPr="00C568C2" w:rsidR="0090046C" w:rsidP="0090046C" w:rsidRDefault="0090046C" w14:paraId="768A0B93" w14:textId="77777777">
      <w:r w:rsidRPr="00C568C2">
        <w:t>Murphy, K.A. and E. Witten. 2006. Tussock Tundra 1. In Fire Regime Condition Class (FRCC) Interagency Guidebook Reference Conditions. Available at www.frcc.gov.</w:t>
      </w:r>
    </w:p>
    <w:p w:rsidRPr="00C568C2" w:rsidR="0090046C" w:rsidP="0090046C" w:rsidRDefault="0090046C" w14:paraId="145B58F7" w14:textId="77777777"/>
    <w:p w:rsidRPr="00C568C2" w:rsidR="0090046C" w:rsidP="0090046C" w:rsidRDefault="0090046C" w14:paraId="0F70BE58" w14:textId="77777777">
      <w:r w:rsidRPr="00C568C2">
        <w:t xml:space="preserve">Payette, S., C. Morneau, L. Sirois, M. </w:t>
      </w:r>
      <w:proofErr w:type="spellStart"/>
      <w:r w:rsidRPr="00C568C2">
        <w:t>Desponts</w:t>
      </w:r>
      <w:proofErr w:type="spellEnd"/>
      <w:r w:rsidRPr="00C568C2">
        <w:t>. 1989. Recent fire history of the northern Quebec biomes. Ecology. 70:656-673.</w:t>
      </w:r>
    </w:p>
    <w:p w:rsidRPr="00C568C2" w:rsidR="0090046C" w:rsidP="0090046C" w:rsidRDefault="0090046C" w14:paraId="7342FBCD" w14:textId="77777777"/>
    <w:p w:rsidRPr="00C568C2" w:rsidR="0090046C" w:rsidP="0090046C" w:rsidRDefault="0090046C" w14:paraId="6BC2CC66" w14:textId="77777777">
      <w:r w:rsidRPr="00C568C2">
        <w:t>Personal communication experts’ workshop, March 2-4</w:t>
      </w:r>
      <w:proofErr w:type="gramStart"/>
      <w:r w:rsidRPr="00C568C2">
        <w:t xml:space="preserve"> 2004</w:t>
      </w:r>
      <w:proofErr w:type="gramEnd"/>
      <w:r w:rsidRPr="00C568C2">
        <w:t xml:space="preserve">. Fire Regime Condition Class (FRCC) interagency experts’ workshop to develop and review Potential Natural Vegetation (PNV) groups for Alaska. Anchorage, Alaska. </w:t>
      </w:r>
    </w:p>
    <w:p w:rsidRPr="00C568C2" w:rsidR="0090046C" w:rsidP="0090046C" w:rsidRDefault="0090046C" w14:paraId="2B2858AC" w14:textId="77777777"/>
    <w:p w:rsidRPr="00C568C2" w:rsidR="0090046C" w:rsidP="0090046C" w:rsidRDefault="0090046C" w14:paraId="45DE7C73" w14:textId="77777777">
      <w:r w:rsidRPr="00C568C2">
        <w:t xml:space="preserve">Racine, C.H., L.A. Johnson, L.A. Viereck. 1987. Patterns of vegetation recovery after tundra fires in northwestern Alaska, USA. Arctic and Alpine Research. 19:461-469. </w:t>
      </w:r>
    </w:p>
    <w:p w:rsidRPr="00C568C2" w:rsidR="0090046C" w:rsidP="0090046C" w:rsidRDefault="0090046C" w14:paraId="035929F0" w14:textId="77777777"/>
    <w:p w:rsidRPr="00C568C2" w:rsidR="0090046C" w:rsidP="0090046C" w:rsidRDefault="0090046C" w14:paraId="0EAA8DB8" w14:textId="77777777">
      <w:r w:rsidRPr="00C568C2">
        <w:t xml:space="preserve">Racine. 1979. Climate of the </w:t>
      </w:r>
      <w:proofErr w:type="spellStart"/>
      <w:r w:rsidRPr="00C568C2">
        <w:t>Chucki-Imuruk</w:t>
      </w:r>
      <w:proofErr w:type="spellEnd"/>
      <w:r w:rsidRPr="00C568C2">
        <w:t xml:space="preserve"> area. Pages 32-37 in H. R. Melchior, ed., Biological Survey of the Bering Land Bridge National Monument. Alaska Cooperative Park Studies Unit, University of Alaska Fairbanks, Fairbanks, AK.</w:t>
      </w:r>
    </w:p>
    <w:p w:rsidRPr="00C568C2" w:rsidR="0090046C" w:rsidP="0090046C" w:rsidRDefault="0090046C" w14:paraId="400B81CB" w14:textId="77777777"/>
    <w:p w:rsidRPr="00C568C2" w:rsidR="0090046C" w:rsidP="0090046C" w:rsidRDefault="0090046C" w14:paraId="147F1A32" w14:textId="77777777">
      <w:r w:rsidRPr="00C568C2">
        <w:t>Racine, C. H., W. A. Patterson III, and J. G. Dennis. 1983. Permafrost thaw associated with tundra fires in northwest Alaska. Pages 1024-1029 in Proceedings, Permafrost, Fourth International Conference. National Academy Press, Washington, D.C.</w:t>
      </w:r>
    </w:p>
    <w:p w:rsidRPr="00C568C2" w:rsidR="0090046C" w:rsidP="0090046C" w:rsidRDefault="0090046C" w14:paraId="6B1CB4A5" w14:textId="77777777"/>
    <w:p w:rsidRPr="00C568C2" w:rsidR="0090046C" w:rsidP="0090046C" w:rsidRDefault="0090046C" w14:paraId="474B1EE5" w14:textId="77777777">
      <w:r w:rsidRPr="00C568C2">
        <w:t>Racine, C.H.; J.G. Dennis and W.A. Patterson III. 1985. Tundra fire regimes in the Noatak River Watershed, Alaska: 1956-83. Arctic 38:194-200.</w:t>
      </w:r>
    </w:p>
    <w:p w:rsidRPr="00C568C2" w:rsidR="0090046C" w:rsidP="0090046C" w:rsidRDefault="0090046C" w14:paraId="27ED01E6" w14:textId="77777777"/>
    <w:p w:rsidRPr="00C568C2" w:rsidR="0090046C" w:rsidP="0090046C" w:rsidRDefault="0090046C" w14:paraId="4A6E8BB4" w14:textId="77777777">
      <w:r w:rsidRPr="00C568C2">
        <w:t xml:space="preserve">Racine, C; J.L. Allen and J.G. Dennis. 2006. Long-term monitoring of vegetation change following tundra fires in Noatak National Preserve, Alaska. Arctic Network of Parks inventory and monitoring program, National Park Service, </w:t>
      </w:r>
      <w:proofErr w:type="spellStart"/>
      <w:r w:rsidRPr="00C568C2">
        <w:t>Alaksa</w:t>
      </w:r>
      <w:proofErr w:type="spellEnd"/>
      <w:r w:rsidRPr="00C568C2">
        <w:t xml:space="preserve"> Region. Report no. NPS/AKRARCN/NRTR-2006/02.</w:t>
      </w:r>
    </w:p>
    <w:p w:rsidR="0090046C" w:rsidP="0090046C" w:rsidRDefault="0090046C" w14:paraId="0DF2463F" w14:textId="26249C81"/>
    <w:p w:rsidR="0003698B" w:rsidP="0003698B" w:rsidRDefault="0003698B" w14:paraId="19EA84D3" w14:textId="77777777">
      <w:pPr>
        <w:rPr>
          <w:color w:val="222222"/>
          <w:shd w:val="clear" w:color="auto" w:fill="FFFFFF"/>
        </w:rPr>
      </w:pPr>
      <w:proofErr w:type="spellStart"/>
      <w:r>
        <w:rPr>
          <w:color w:val="222222"/>
          <w:shd w:val="clear" w:color="auto" w:fill="FFFFFF"/>
        </w:rPr>
        <w:t>Sae</w:t>
      </w:r>
      <w:proofErr w:type="spellEnd"/>
      <w:r>
        <w:rPr>
          <w:color w:val="222222"/>
          <w:shd w:val="clear" w:color="auto" w:fill="FFFFFF"/>
        </w:rPr>
        <w:t xml:space="preserve">-Lim, J., Russell, J. M., </w:t>
      </w:r>
      <w:proofErr w:type="spellStart"/>
      <w:r>
        <w:rPr>
          <w:color w:val="222222"/>
          <w:shd w:val="clear" w:color="auto" w:fill="FFFFFF"/>
        </w:rPr>
        <w:t>Vachula</w:t>
      </w:r>
      <w:proofErr w:type="spellEnd"/>
      <w:r>
        <w:rPr>
          <w:color w:val="222222"/>
          <w:shd w:val="clear" w:color="auto" w:fill="FFFFFF"/>
        </w:rPr>
        <w:t>, R. S., Holmes, R. M., Mann, P. J., Schade, J. D., and Natali, S. M. 2019. Temperature-controlled tundra fire severity and frequency during the last millennium in the Yukon-Kuskokwim Delta, Alaska. The Holocene. 29(7): 1223-1233.</w:t>
      </w:r>
    </w:p>
    <w:p w:rsidRPr="00C568C2" w:rsidR="0003698B" w:rsidP="0090046C" w:rsidRDefault="0003698B" w14:paraId="6594D634" w14:textId="77777777"/>
    <w:p w:rsidRPr="00C568C2" w:rsidR="0090046C" w:rsidP="0090046C" w:rsidRDefault="0090046C" w14:paraId="227D87CD" w14:textId="77777777">
      <w:r w:rsidRPr="00C568C2">
        <w:t xml:space="preserve">Viereck, L.A. 1975. Forest ecology of the Alaska Taiga. In: Proceedings of the circumpolar conference on northern ecology; 1975 September; Ottawa, ON. National Research Council of Canada: I-1 to I-22. </w:t>
      </w:r>
    </w:p>
    <w:p w:rsidRPr="00C568C2" w:rsidR="0090046C" w:rsidP="0090046C" w:rsidRDefault="0090046C" w14:paraId="44CF7DB1" w14:textId="77777777"/>
    <w:p w:rsidRPr="00C568C2" w:rsidR="0090046C" w:rsidP="0090046C" w:rsidRDefault="0090046C" w14:paraId="6715CE4F" w14:textId="77777777">
      <w:r w:rsidRPr="00C568C2">
        <w:t xml:space="preserve">Viereck et al. 1992. The Alaska vegetation classification. Pacific Northwest Research Station, USDA Forest Service, Portland, OR. Gen. Tech. Rep. PNW-GTR286. 278 p. </w:t>
      </w:r>
    </w:p>
    <w:p w:rsidRPr="00C568C2" w:rsidR="0090046C" w:rsidP="0090046C" w:rsidRDefault="0090046C" w14:paraId="4A9892D3" w14:textId="77777777"/>
    <w:p w:rsidRPr="00C568C2" w:rsidR="0090046C" w:rsidP="0090046C" w:rsidRDefault="0090046C" w14:paraId="5A459898" w14:textId="77777777">
      <w:proofErr w:type="spellStart"/>
      <w:r w:rsidRPr="00C568C2">
        <w:t>Viereck</w:t>
      </w:r>
      <w:proofErr w:type="spellEnd"/>
      <w:r w:rsidRPr="00C568C2">
        <w:t xml:space="preserve">, L.A.; </w:t>
      </w:r>
      <w:proofErr w:type="spellStart"/>
      <w:r w:rsidRPr="00C568C2">
        <w:t>Schandelmeier</w:t>
      </w:r>
      <w:proofErr w:type="spellEnd"/>
      <w:r w:rsidRPr="00C568C2">
        <w:t>, L.A. 1980. Effects of fire in Alaska and adjacent Canada--a literature review. BLM-</w:t>
      </w:r>
      <w:proofErr w:type="spellStart"/>
      <w:r w:rsidRPr="00C568C2">
        <w:t>Aalska</w:t>
      </w:r>
      <w:proofErr w:type="spellEnd"/>
      <w:r w:rsidRPr="00C568C2">
        <w:t xml:space="preserve"> Tech. Rep. No. 6. Anchorage, Alaska: U.S. Department of the Interior, Bureau of Land Management. 124 p</w:t>
      </w:r>
    </w:p>
    <w:p w:rsidRPr="00C568C2" w:rsidR="0090046C" w:rsidP="0090046C" w:rsidRDefault="0090046C" w14:paraId="3AFBE74B" w14:textId="77777777"/>
    <w:p w:rsidRPr="00C568C2" w:rsidR="0090046C" w:rsidP="0090046C" w:rsidRDefault="0090046C" w14:paraId="6CE50D8C" w14:textId="77777777">
      <w:r w:rsidRPr="00C568C2">
        <w:t xml:space="preserve">Walker, D.A. 1996. Disturbance and Recovery of Arctic Alaskan Vegetation. In: JF Reynolds and JD </w:t>
      </w:r>
      <w:proofErr w:type="spellStart"/>
      <w:r w:rsidRPr="00C568C2">
        <w:t>Tenhunen</w:t>
      </w:r>
      <w:proofErr w:type="spellEnd"/>
      <w:r w:rsidRPr="00C568C2">
        <w:t xml:space="preserve"> eds, Landscape function and disturbance in arctic tundra. Ecological studies vol. 120, Springer Verlag Berlin </w:t>
      </w:r>
      <w:proofErr w:type="spellStart"/>
      <w:r w:rsidRPr="00C568C2">
        <w:t>Heidleberg</w:t>
      </w:r>
      <w:proofErr w:type="spellEnd"/>
      <w:r w:rsidRPr="00C568C2">
        <w:t xml:space="preserve"> </w:t>
      </w:r>
    </w:p>
    <w:p w:rsidRPr="00C568C2" w:rsidR="0090046C" w:rsidP="0090046C" w:rsidRDefault="0090046C" w14:paraId="2A45A3E1" w14:textId="77777777"/>
    <w:p w:rsidRPr="00C568C2" w:rsidR="0090046C" w:rsidP="0090046C" w:rsidRDefault="0090046C" w14:paraId="4CACB77E" w14:textId="77777777">
      <w:r w:rsidRPr="00C568C2">
        <w:t>Wein, R.W. 1976. Frequency and characteristics of arctic tundra fires. Arctic, 29,213-222.</w:t>
      </w:r>
    </w:p>
    <w:p w:rsidRPr="00C568C2" w:rsidR="0090046C" w:rsidP="0090046C" w:rsidRDefault="0090046C" w14:paraId="190844ED" w14:textId="77777777"/>
    <w:p w:rsidR="0090046C" w:rsidP="0090046C" w:rsidRDefault="0090046C" w14:paraId="6D48FE01" w14:textId="54E31D38">
      <w:r w:rsidRPr="00C568C2">
        <w:t xml:space="preserve">Wein, R.W. 1971. Panel discussion: In: Slaughter, C.W., Barney, Richard J., and Hansen, G.M. (editors). 1971. Fire in the Northern Environment – A Symposium. Sponsors: Alaska Forest Fire </w:t>
      </w:r>
      <w:proofErr w:type="spellStart"/>
      <w:r w:rsidRPr="00C568C2">
        <w:t>Counc</w:t>
      </w:r>
      <w:proofErr w:type="spellEnd"/>
      <w:r w:rsidRPr="00C568C2">
        <w:t xml:space="preserve"> il and Society of American Foresters. Held at: The University of Alaska, Fairbanks. April 13-14, 1971. Published by: Pacific.</w:t>
      </w:r>
    </w:p>
    <w:p w:rsidRPr="00C568C2" w:rsidR="00E80851" w:rsidP="0090046C" w:rsidRDefault="00E80851" w14:paraId="1D6BFBA6" w14:textId="59AB15DF"/>
    <w:sectPr w:rsidRPr="00C568C2" w:rsidR="00E80851"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355C" w:rsidRDefault="000C355C" w14:paraId="5F66C6E9" w14:textId="77777777">
      <w:r>
        <w:separator/>
      </w:r>
    </w:p>
  </w:endnote>
  <w:endnote w:type="continuationSeparator" w:id="0">
    <w:p w:rsidR="000C355C" w:rsidRDefault="000C355C" w14:paraId="170BF2B8" w14:textId="77777777">
      <w:r>
        <w:continuationSeparator/>
      </w:r>
    </w:p>
  </w:endnote>
  <w:endnote w:type="continuationNotice" w:id="1">
    <w:p w:rsidR="000C355C" w:rsidRDefault="000C355C" w14:paraId="6B8B471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046C" w:rsidP="0090046C" w:rsidRDefault="0090046C" w14:paraId="7CDF08ED"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355C" w:rsidRDefault="000C355C" w14:paraId="481ACFE6" w14:textId="77777777">
      <w:r>
        <w:separator/>
      </w:r>
    </w:p>
  </w:footnote>
  <w:footnote w:type="continuationSeparator" w:id="0">
    <w:p w:rsidR="000C355C" w:rsidRDefault="000C355C" w14:paraId="5A06CA4D" w14:textId="77777777">
      <w:r>
        <w:continuationSeparator/>
      </w:r>
    </w:p>
  </w:footnote>
  <w:footnote w:type="continuationNotice" w:id="1">
    <w:p w:rsidR="000C355C" w:rsidRDefault="000C355C" w14:paraId="7DA3068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90046C" w:rsidRDefault="00A43E41" w14:paraId="40E73CA5"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01C4A9C"/>
    <w:lvl w:ilvl="0">
      <w:start w:val="1"/>
      <w:numFmt w:val="bullet"/>
      <w:pStyle w:val="ListBullet"/>
      <w:lvlText w:val="•"/>
      <w:lvlJc w:val="left"/>
      <w:pPr>
        <w:tabs>
          <w:tab w:val="num" w:pos="360"/>
        </w:tabs>
        <w:ind w:left="216" w:hanging="216"/>
      </w:pPr>
      <w:rPr>
        <w:rFonts w:hint="default" w:ascii="Times New Roman" w:hAnsi="Times New Roman" w:cs="Times New Roman"/>
      </w:rPr>
    </w:lvl>
  </w:abstractNum>
  <w:abstractNum w:abstractNumId="1" w15:restartNumberingAfterBreak="0">
    <w:nsid w:val="0B741B62"/>
    <w:multiLevelType w:val="hybridMultilevel"/>
    <w:tmpl w:val="7AA46372"/>
    <w:lvl w:ilvl="0" w:tplc="04090001">
      <w:start w:val="1"/>
      <w:numFmt w:val="bullet"/>
      <w:lvlText w:val=""/>
      <w:lvlJc w:val="left"/>
      <w:pPr>
        <w:ind w:left="780" w:hanging="360"/>
      </w:pPr>
      <w:rPr>
        <w:rFonts w:hint="default" w:ascii="Symbol" w:hAnsi="Symbol"/>
      </w:rPr>
    </w:lvl>
    <w:lvl w:ilvl="1" w:tplc="04090003" w:tentative="1">
      <w:start w:val="1"/>
      <w:numFmt w:val="bullet"/>
      <w:lvlText w:val="o"/>
      <w:lvlJc w:val="left"/>
      <w:pPr>
        <w:ind w:left="1500" w:hanging="360"/>
      </w:pPr>
      <w:rPr>
        <w:rFonts w:hint="default" w:ascii="Courier New" w:hAnsi="Courier New" w:cs="Courier New"/>
      </w:rPr>
    </w:lvl>
    <w:lvl w:ilvl="2" w:tplc="04090005" w:tentative="1">
      <w:start w:val="1"/>
      <w:numFmt w:val="bullet"/>
      <w:lvlText w:val=""/>
      <w:lvlJc w:val="left"/>
      <w:pPr>
        <w:ind w:left="2220" w:hanging="360"/>
      </w:pPr>
      <w:rPr>
        <w:rFonts w:hint="default" w:ascii="Wingdings" w:hAnsi="Wingdings"/>
      </w:rPr>
    </w:lvl>
    <w:lvl w:ilvl="3" w:tplc="04090001" w:tentative="1">
      <w:start w:val="1"/>
      <w:numFmt w:val="bullet"/>
      <w:lvlText w:val=""/>
      <w:lvlJc w:val="left"/>
      <w:pPr>
        <w:ind w:left="2940" w:hanging="360"/>
      </w:pPr>
      <w:rPr>
        <w:rFonts w:hint="default" w:ascii="Symbol" w:hAnsi="Symbol"/>
      </w:rPr>
    </w:lvl>
    <w:lvl w:ilvl="4" w:tplc="04090003" w:tentative="1">
      <w:start w:val="1"/>
      <w:numFmt w:val="bullet"/>
      <w:lvlText w:val="o"/>
      <w:lvlJc w:val="left"/>
      <w:pPr>
        <w:ind w:left="3660" w:hanging="360"/>
      </w:pPr>
      <w:rPr>
        <w:rFonts w:hint="default" w:ascii="Courier New" w:hAnsi="Courier New" w:cs="Courier New"/>
      </w:rPr>
    </w:lvl>
    <w:lvl w:ilvl="5" w:tplc="04090005" w:tentative="1">
      <w:start w:val="1"/>
      <w:numFmt w:val="bullet"/>
      <w:lvlText w:val=""/>
      <w:lvlJc w:val="left"/>
      <w:pPr>
        <w:ind w:left="4380" w:hanging="360"/>
      </w:pPr>
      <w:rPr>
        <w:rFonts w:hint="default" w:ascii="Wingdings" w:hAnsi="Wingdings"/>
      </w:rPr>
    </w:lvl>
    <w:lvl w:ilvl="6" w:tplc="04090001" w:tentative="1">
      <w:start w:val="1"/>
      <w:numFmt w:val="bullet"/>
      <w:lvlText w:val=""/>
      <w:lvlJc w:val="left"/>
      <w:pPr>
        <w:ind w:left="5100" w:hanging="360"/>
      </w:pPr>
      <w:rPr>
        <w:rFonts w:hint="default" w:ascii="Symbol" w:hAnsi="Symbol"/>
      </w:rPr>
    </w:lvl>
    <w:lvl w:ilvl="7" w:tplc="04090003" w:tentative="1">
      <w:start w:val="1"/>
      <w:numFmt w:val="bullet"/>
      <w:lvlText w:val="o"/>
      <w:lvlJc w:val="left"/>
      <w:pPr>
        <w:ind w:left="5820" w:hanging="360"/>
      </w:pPr>
      <w:rPr>
        <w:rFonts w:hint="default" w:ascii="Courier New" w:hAnsi="Courier New" w:cs="Courier New"/>
      </w:rPr>
    </w:lvl>
    <w:lvl w:ilvl="8" w:tplc="04090005" w:tentative="1">
      <w:start w:val="1"/>
      <w:numFmt w:val="bullet"/>
      <w:lvlText w:val=""/>
      <w:lvlJc w:val="left"/>
      <w:pPr>
        <w:ind w:left="6540" w:hanging="360"/>
      </w:pPr>
      <w:rPr>
        <w:rFonts w:hint="default" w:ascii="Wingdings" w:hAnsi="Wingdings"/>
      </w:rPr>
    </w:lvl>
  </w:abstractNum>
  <w:abstractNum w:abstractNumId="2"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DD3217A"/>
    <w:multiLevelType w:val="hybridMultilevel"/>
    <w:tmpl w:val="EC7010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428618612">
    <w:abstractNumId w:val="0"/>
  </w:num>
  <w:num w:numId="2" w16cid:durableId="1096825406">
    <w:abstractNumId w:val="4"/>
  </w:num>
  <w:num w:numId="3" w16cid:durableId="1828551519">
    <w:abstractNumId w:val="1"/>
  </w:num>
  <w:num w:numId="4" w16cid:durableId="994336629">
    <w:abstractNumId w:val="2"/>
  </w:num>
  <w:num w:numId="5" w16cid:durableId="14274598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46C"/>
    <w:rsid w:val="0000641A"/>
    <w:rsid w:val="00007C48"/>
    <w:rsid w:val="00027A46"/>
    <w:rsid w:val="0003202F"/>
    <w:rsid w:val="0003698B"/>
    <w:rsid w:val="0004797F"/>
    <w:rsid w:val="00054886"/>
    <w:rsid w:val="00074563"/>
    <w:rsid w:val="00077A85"/>
    <w:rsid w:val="00097251"/>
    <w:rsid w:val="000C355C"/>
    <w:rsid w:val="000E1EC5"/>
    <w:rsid w:val="000E759B"/>
    <w:rsid w:val="000F260B"/>
    <w:rsid w:val="00101239"/>
    <w:rsid w:val="00106339"/>
    <w:rsid w:val="00110079"/>
    <w:rsid w:val="00117805"/>
    <w:rsid w:val="00141917"/>
    <w:rsid w:val="001514F9"/>
    <w:rsid w:val="001648F2"/>
    <w:rsid w:val="00174486"/>
    <w:rsid w:val="001824B8"/>
    <w:rsid w:val="0018334F"/>
    <w:rsid w:val="00193946"/>
    <w:rsid w:val="00196C68"/>
    <w:rsid w:val="001A07B5"/>
    <w:rsid w:val="001A5277"/>
    <w:rsid w:val="001A6573"/>
    <w:rsid w:val="001C0878"/>
    <w:rsid w:val="001C474A"/>
    <w:rsid w:val="001E249D"/>
    <w:rsid w:val="001E43F5"/>
    <w:rsid w:val="002206B7"/>
    <w:rsid w:val="00220975"/>
    <w:rsid w:val="002233CE"/>
    <w:rsid w:val="00242A9C"/>
    <w:rsid w:val="00247769"/>
    <w:rsid w:val="002558AE"/>
    <w:rsid w:val="00272B25"/>
    <w:rsid w:val="00273CDA"/>
    <w:rsid w:val="00292706"/>
    <w:rsid w:val="0029547D"/>
    <w:rsid w:val="002A69B2"/>
    <w:rsid w:val="002E35C5"/>
    <w:rsid w:val="002E41A1"/>
    <w:rsid w:val="00300000"/>
    <w:rsid w:val="00300308"/>
    <w:rsid w:val="0031662A"/>
    <w:rsid w:val="003172E2"/>
    <w:rsid w:val="00320910"/>
    <w:rsid w:val="003319D8"/>
    <w:rsid w:val="0035480F"/>
    <w:rsid w:val="00354A42"/>
    <w:rsid w:val="003A562D"/>
    <w:rsid w:val="003C402E"/>
    <w:rsid w:val="003C703C"/>
    <w:rsid w:val="003F322E"/>
    <w:rsid w:val="0040049A"/>
    <w:rsid w:val="004148BE"/>
    <w:rsid w:val="00414DA8"/>
    <w:rsid w:val="00424E99"/>
    <w:rsid w:val="0042550C"/>
    <w:rsid w:val="0042737A"/>
    <w:rsid w:val="004375BE"/>
    <w:rsid w:val="00447BAA"/>
    <w:rsid w:val="00452B5E"/>
    <w:rsid w:val="00455D4C"/>
    <w:rsid w:val="00467245"/>
    <w:rsid w:val="00472750"/>
    <w:rsid w:val="00476F39"/>
    <w:rsid w:val="00491F12"/>
    <w:rsid w:val="004D24E0"/>
    <w:rsid w:val="004D5D94"/>
    <w:rsid w:val="004D5F12"/>
    <w:rsid w:val="004D6A70"/>
    <w:rsid w:val="004D7DCF"/>
    <w:rsid w:val="004E74CB"/>
    <w:rsid w:val="004E7DB5"/>
    <w:rsid w:val="005035F5"/>
    <w:rsid w:val="00503C61"/>
    <w:rsid w:val="00513848"/>
    <w:rsid w:val="00513AFB"/>
    <w:rsid w:val="0052386E"/>
    <w:rsid w:val="00530D3E"/>
    <w:rsid w:val="00537D33"/>
    <w:rsid w:val="0054090D"/>
    <w:rsid w:val="005446EB"/>
    <w:rsid w:val="00557492"/>
    <w:rsid w:val="005B1DDE"/>
    <w:rsid w:val="005C3EA6"/>
    <w:rsid w:val="005C7A42"/>
    <w:rsid w:val="005D242C"/>
    <w:rsid w:val="005D27E8"/>
    <w:rsid w:val="005E46EE"/>
    <w:rsid w:val="005E6650"/>
    <w:rsid w:val="005F3253"/>
    <w:rsid w:val="00605473"/>
    <w:rsid w:val="006115AB"/>
    <w:rsid w:val="0061309E"/>
    <w:rsid w:val="00616941"/>
    <w:rsid w:val="00621C0C"/>
    <w:rsid w:val="00624D22"/>
    <w:rsid w:val="00634703"/>
    <w:rsid w:val="00635C44"/>
    <w:rsid w:val="00636060"/>
    <w:rsid w:val="00646967"/>
    <w:rsid w:val="00646981"/>
    <w:rsid w:val="00673037"/>
    <w:rsid w:val="006A5FEA"/>
    <w:rsid w:val="006E57D4"/>
    <w:rsid w:val="006F24B1"/>
    <w:rsid w:val="006F39FC"/>
    <w:rsid w:val="00705312"/>
    <w:rsid w:val="00720CE8"/>
    <w:rsid w:val="00722B5D"/>
    <w:rsid w:val="0074072B"/>
    <w:rsid w:val="00740E0B"/>
    <w:rsid w:val="00747459"/>
    <w:rsid w:val="007742B4"/>
    <w:rsid w:val="00776462"/>
    <w:rsid w:val="007A721A"/>
    <w:rsid w:val="007B5284"/>
    <w:rsid w:val="007B6C92"/>
    <w:rsid w:val="007C7863"/>
    <w:rsid w:val="007E45E2"/>
    <w:rsid w:val="007E7FE2"/>
    <w:rsid w:val="00820371"/>
    <w:rsid w:val="00821A9F"/>
    <w:rsid w:val="0083018E"/>
    <w:rsid w:val="0084119C"/>
    <w:rsid w:val="00844388"/>
    <w:rsid w:val="00846938"/>
    <w:rsid w:val="00846DD9"/>
    <w:rsid w:val="00847444"/>
    <w:rsid w:val="00850C8E"/>
    <w:rsid w:val="0087316E"/>
    <w:rsid w:val="008779C3"/>
    <w:rsid w:val="00884C5F"/>
    <w:rsid w:val="008B4A1E"/>
    <w:rsid w:val="008F01B1"/>
    <w:rsid w:val="0090046C"/>
    <w:rsid w:val="00901CA2"/>
    <w:rsid w:val="00902159"/>
    <w:rsid w:val="00905825"/>
    <w:rsid w:val="00907797"/>
    <w:rsid w:val="00920AA5"/>
    <w:rsid w:val="0094079E"/>
    <w:rsid w:val="00945DBA"/>
    <w:rsid w:val="009606C8"/>
    <w:rsid w:val="00966095"/>
    <w:rsid w:val="00975868"/>
    <w:rsid w:val="00986A7A"/>
    <w:rsid w:val="009903A9"/>
    <w:rsid w:val="009A7129"/>
    <w:rsid w:val="009B03E6"/>
    <w:rsid w:val="009B232E"/>
    <w:rsid w:val="009D25CD"/>
    <w:rsid w:val="009D674B"/>
    <w:rsid w:val="009E0DB5"/>
    <w:rsid w:val="009E6357"/>
    <w:rsid w:val="009F5F8E"/>
    <w:rsid w:val="00A16194"/>
    <w:rsid w:val="00A2791D"/>
    <w:rsid w:val="00A309E2"/>
    <w:rsid w:val="00A36D75"/>
    <w:rsid w:val="00A43E41"/>
    <w:rsid w:val="00A51438"/>
    <w:rsid w:val="00A6020D"/>
    <w:rsid w:val="00A61A67"/>
    <w:rsid w:val="00A87770"/>
    <w:rsid w:val="00A92003"/>
    <w:rsid w:val="00AB3795"/>
    <w:rsid w:val="00AB4360"/>
    <w:rsid w:val="00AC570D"/>
    <w:rsid w:val="00AF1CDE"/>
    <w:rsid w:val="00AF1E11"/>
    <w:rsid w:val="00AF4B2B"/>
    <w:rsid w:val="00B30030"/>
    <w:rsid w:val="00B373FD"/>
    <w:rsid w:val="00B44A3C"/>
    <w:rsid w:val="00B508E8"/>
    <w:rsid w:val="00B567D3"/>
    <w:rsid w:val="00B60870"/>
    <w:rsid w:val="00B60C63"/>
    <w:rsid w:val="00B8183A"/>
    <w:rsid w:val="00B84C7B"/>
    <w:rsid w:val="00BA42CF"/>
    <w:rsid w:val="00BC14B6"/>
    <w:rsid w:val="00BC7A0E"/>
    <w:rsid w:val="00BC7F1D"/>
    <w:rsid w:val="00C03CB9"/>
    <w:rsid w:val="00C07F5E"/>
    <w:rsid w:val="00C261B7"/>
    <w:rsid w:val="00C50B12"/>
    <w:rsid w:val="00C5204F"/>
    <w:rsid w:val="00C568C2"/>
    <w:rsid w:val="00C66E45"/>
    <w:rsid w:val="00C7198E"/>
    <w:rsid w:val="00C827A9"/>
    <w:rsid w:val="00C841FB"/>
    <w:rsid w:val="00C8718C"/>
    <w:rsid w:val="00CA0BB9"/>
    <w:rsid w:val="00CA1418"/>
    <w:rsid w:val="00CB7469"/>
    <w:rsid w:val="00CD6118"/>
    <w:rsid w:val="00CD68F6"/>
    <w:rsid w:val="00CE79FF"/>
    <w:rsid w:val="00CF2056"/>
    <w:rsid w:val="00D060DC"/>
    <w:rsid w:val="00D16916"/>
    <w:rsid w:val="00D17061"/>
    <w:rsid w:val="00D17369"/>
    <w:rsid w:val="00D178C7"/>
    <w:rsid w:val="00D306FA"/>
    <w:rsid w:val="00D367FB"/>
    <w:rsid w:val="00D46D39"/>
    <w:rsid w:val="00D516C8"/>
    <w:rsid w:val="00D52258"/>
    <w:rsid w:val="00D52C2E"/>
    <w:rsid w:val="00D534D2"/>
    <w:rsid w:val="00D553D0"/>
    <w:rsid w:val="00D62775"/>
    <w:rsid w:val="00D81349"/>
    <w:rsid w:val="00D92158"/>
    <w:rsid w:val="00D95971"/>
    <w:rsid w:val="00DA188D"/>
    <w:rsid w:val="00DA63B1"/>
    <w:rsid w:val="00DB16CA"/>
    <w:rsid w:val="00DC22EA"/>
    <w:rsid w:val="00DC4BA7"/>
    <w:rsid w:val="00DD3902"/>
    <w:rsid w:val="00DE0F2D"/>
    <w:rsid w:val="00DE40A7"/>
    <w:rsid w:val="00DE7AB5"/>
    <w:rsid w:val="00DF0616"/>
    <w:rsid w:val="00E02814"/>
    <w:rsid w:val="00E109E9"/>
    <w:rsid w:val="00E215E2"/>
    <w:rsid w:val="00E50BB8"/>
    <w:rsid w:val="00E61C50"/>
    <w:rsid w:val="00E7520B"/>
    <w:rsid w:val="00E7637C"/>
    <w:rsid w:val="00E80851"/>
    <w:rsid w:val="00EA1C5B"/>
    <w:rsid w:val="00EB2776"/>
    <w:rsid w:val="00EC4A14"/>
    <w:rsid w:val="00EF02EA"/>
    <w:rsid w:val="00F06F11"/>
    <w:rsid w:val="00F24566"/>
    <w:rsid w:val="00F260D9"/>
    <w:rsid w:val="00F26D57"/>
    <w:rsid w:val="00F43204"/>
    <w:rsid w:val="00F4363A"/>
    <w:rsid w:val="00F86C13"/>
    <w:rsid w:val="00F948F2"/>
    <w:rsid w:val="00FC73C0"/>
    <w:rsid w:val="00FE2EE9"/>
    <w:rsid w:val="00FE3B73"/>
    <w:rsid w:val="00FE41CA"/>
    <w:rsid w:val="00FE6871"/>
    <w:rsid w:val="00FF0FAC"/>
    <w:rsid w:val="11804DEB"/>
    <w:rsid w:val="268FA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F7606B"/>
  <w15:docId w15:val="{138453B9-632B-4356-A08A-DED7CDC3F2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character" w:styleId="CommentReference">
    <w:name w:val="annotation reference"/>
    <w:uiPriority w:val="99"/>
    <w:semiHidden/>
    <w:unhideWhenUsed/>
    <w:rsid w:val="00673037"/>
    <w:rPr>
      <w:sz w:val="16"/>
      <w:szCs w:val="16"/>
    </w:rPr>
  </w:style>
  <w:style w:type="paragraph" w:styleId="CommentText">
    <w:name w:val="annotation text"/>
    <w:basedOn w:val="Normal"/>
    <w:link w:val="CommentTextChar"/>
    <w:uiPriority w:val="99"/>
    <w:semiHidden/>
    <w:unhideWhenUsed/>
    <w:rsid w:val="00673037"/>
    <w:rPr>
      <w:sz w:val="20"/>
      <w:szCs w:val="20"/>
    </w:rPr>
  </w:style>
  <w:style w:type="character" w:styleId="CommentTextChar" w:customStyle="1">
    <w:name w:val="Comment Text Char"/>
    <w:basedOn w:val="DefaultParagraphFont"/>
    <w:link w:val="CommentText"/>
    <w:uiPriority w:val="99"/>
    <w:semiHidden/>
    <w:rsid w:val="00673037"/>
  </w:style>
  <w:style w:type="paragraph" w:styleId="CommentSubject">
    <w:name w:val="annotation subject"/>
    <w:basedOn w:val="CommentText"/>
    <w:next w:val="CommentText"/>
    <w:link w:val="CommentSubjectChar"/>
    <w:uiPriority w:val="99"/>
    <w:semiHidden/>
    <w:unhideWhenUsed/>
    <w:rsid w:val="00673037"/>
    <w:rPr>
      <w:b/>
      <w:bCs/>
    </w:rPr>
  </w:style>
  <w:style w:type="character" w:styleId="CommentSubjectChar" w:customStyle="1">
    <w:name w:val="Comment Subject Char"/>
    <w:link w:val="CommentSubject"/>
    <w:uiPriority w:val="99"/>
    <w:semiHidden/>
    <w:rsid w:val="00673037"/>
    <w:rPr>
      <w:b/>
      <w:bCs/>
    </w:rPr>
  </w:style>
  <w:style w:type="paragraph" w:styleId="ListBullet">
    <w:name w:val="List Bullet"/>
    <w:basedOn w:val="Normal"/>
    <w:rsid w:val="004E74CB"/>
    <w:pPr>
      <w:numPr>
        <w:numId w:val="1"/>
      </w:numPr>
      <w:tabs>
        <w:tab w:val="left" w:pos="216"/>
      </w:tabs>
    </w:pPr>
    <w:rPr>
      <w:rFonts w:ascii="Calibri" w:hAnsi="Calibri"/>
      <w:sz w:val="20"/>
      <w:szCs w:val="20"/>
    </w:rPr>
  </w:style>
  <w:style w:type="table" w:styleId="TableGrid">
    <w:name w:val="Table Grid"/>
    <w:basedOn w:val="TableNormal"/>
    <w:uiPriority w:val="59"/>
    <w:rsid w:val="001C087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BC7A0E"/>
    <w:pPr>
      <w:ind w:left="720"/>
      <w:contextualSpacing/>
    </w:pPr>
  </w:style>
  <w:style w:type="character" w:styleId="Hyperlink">
    <w:name w:val="Hyperlink"/>
    <w:uiPriority w:val="99"/>
    <w:rsid w:val="00905825"/>
    <w:rPr>
      <w:color w:val="0000FF"/>
      <w:u w:val="single"/>
    </w:rPr>
  </w:style>
  <w:style w:type="character" w:styleId="FollowedHyperlink">
    <w:name w:val="FollowedHyperlink"/>
    <w:basedOn w:val="DefaultParagraphFont"/>
    <w:uiPriority w:val="99"/>
    <w:semiHidden/>
    <w:unhideWhenUsed/>
    <w:rsid w:val="00C568C2"/>
    <w:rPr>
      <w:color w:val="800080" w:themeColor="followedHyperlink"/>
      <w:u w:val="single"/>
    </w:rPr>
  </w:style>
  <w:style w:type="paragraph" w:styleId="Revision">
    <w:name w:val="Revision"/>
    <w:hidden/>
    <w:uiPriority w:val="99"/>
    <w:semiHidden/>
    <w:rsid w:val="007E45E2"/>
    <w:rPr>
      <w:sz w:val="24"/>
      <w:szCs w:val="24"/>
    </w:rPr>
  </w:style>
  <w:style w:type="character" w:styleId="cf01" w:customStyle="1">
    <w:name w:val="cf01"/>
    <w:basedOn w:val="DefaultParagraphFont"/>
    <w:rsid w:val="007E45E2"/>
    <w:rPr>
      <w:rFonts w:hint="default"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5717">
      <w:bodyDiv w:val="1"/>
      <w:marLeft w:val="0"/>
      <w:marRight w:val="0"/>
      <w:marTop w:val="0"/>
      <w:marBottom w:val="0"/>
      <w:divBdr>
        <w:top w:val="none" w:sz="0" w:space="0" w:color="auto"/>
        <w:left w:val="none" w:sz="0" w:space="0" w:color="auto"/>
        <w:bottom w:val="none" w:sz="0" w:space="0" w:color="auto"/>
        <w:right w:val="none" w:sz="0" w:space="0" w:color="auto"/>
      </w:divBdr>
    </w:div>
    <w:div w:id="895748035">
      <w:bodyDiv w:val="1"/>
      <w:marLeft w:val="0"/>
      <w:marRight w:val="0"/>
      <w:marTop w:val="0"/>
      <w:marBottom w:val="0"/>
      <w:divBdr>
        <w:top w:val="none" w:sz="0" w:space="0" w:color="auto"/>
        <w:left w:val="none" w:sz="0" w:space="0" w:color="auto"/>
        <w:bottom w:val="none" w:sz="0" w:space="0" w:color="auto"/>
        <w:right w:val="none" w:sz="0" w:space="0" w:color="auto"/>
      </w:divBdr>
    </w:div>
    <w:div w:id="1399353883">
      <w:bodyDiv w:val="1"/>
      <w:marLeft w:val="0"/>
      <w:marRight w:val="0"/>
      <w:marTop w:val="0"/>
      <w:marBottom w:val="0"/>
      <w:divBdr>
        <w:top w:val="none" w:sz="0" w:space="0" w:color="auto"/>
        <w:left w:val="none" w:sz="0" w:space="0" w:color="auto"/>
        <w:bottom w:val="none" w:sz="0" w:space="0" w:color="auto"/>
        <w:right w:val="none" w:sz="0" w:space="0" w:color="auto"/>
      </w:divBdr>
      <w:divsChild>
        <w:div w:id="1937320916">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3105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82568490">
          <w:blockQuote w:val="1"/>
          <w:marLeft w:val="720"/>
          <w:marRight w:val="720"/>
          <w:marTop w:val="100"/>
          <w:marBottom w:val="100"/>
          <w:divBdr>
            <w:top w:val="none" w:sz="0" w:space="0" w:color="auto"/>
            <w:left w:val="none" w:sz="0" w:space="0" w:color="auto"/>
            <w:bottom w:val="none" w:sz="0" w:space="0" w:color="auto"/>
            <w:right w:val="none" w:sz="0" w:space="0" w:color="auto"/>
          </w:divBdr>
        </w:div>
        <w:div w:id="1625555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5039414">
      <w:bodyDiv w:val="1"/>
      <w:marLeft w:val="0"/>
      <w:marRight w:val="0"/>
      <w:marTop w:val="0"/>
      <w:marBottom w:val="0"/>
      <w:divBdr>
        <w:top w:val="none" w:sz="0" w:space="0" w:color="auto"/>
        <w:left w:val="none" w:sz="0" w:space="0" w:color="auto"/>
        <w:bottom w:val="none" w:sz="0" w:space="0" w:color="auto"/>
        <w:right w:val="none" w:sz="0" w:space="0" w:color="auto"/>
      </w:divBdr>
    </w:div>
    <w:div w:id="1755205386">
      <w:bodyDiv w:val="1"/>
      <w:marLeft w:val="0"/>
      <w:marRight w:val="0"/>
      <w:marTop w:val="0"/>
      <w:marBottom w:val="0"/>
      <w:divBdr>
        <w:top w:val="none" w:sz="0" w:space="0" w:color="auto"/>
        <w:left w:val="none" w:sz="0" w:space="0" w:color="auto"/>
        <w:bottom w:val="none" w:sz="0" w:space="0" w:color="auto"/>
        <w:right w:val="none" w:sz="0" w:space="0" w:color="auto"/>
      </w:divBdr>
    </w:div>
    <w:div w:id="1989742901">
      <w:bodyDiv w:val="1"/>
      <w:marLeft w:val="0"/>
      <w:marRight w:val="0"/>
      <w:marTop w:val="0"/>
      <w:marBottom w:val="0"/>
      <w:divBdr>
        <w:top w:val="none" w:sz="0" w:space="0" w:color="auto"/>
        <w:left w:val="none" w:sz="0" w:space="0" w:color="auto"/>
        <w:bottom w:val="none" w:sz="0" w:space="0" w:color="auto"/>
        <w:right w:val="none" w:sz="0" w:space="0" w:color="auto"/>
      </w:divBdr>
      <w:divsChild>
        <w:div w:id="1997417566">
          <w:blockQuote w:val="1"/>
          <w:marLeft w:val="720"/>
          <w:marRight w:val="720"/>
          <w:marTop w:val="100"/>
          <w:marBottom w:val="100"/>
          <w:divBdr>
            <w:top w:val="none" w:sz="0" w:space="0" w:color="auto"/>
            <w:left w:val="none" w:sz="0" w:space="0" w:color="auto"/>
            <w:bottom w:val="none" w:sz="0" w:space="0" w:color="auto"/>
            <w:right w:val="none" w:sz="0" w:space="0" w:color="auto"/>
          </w:divBdr>
        </w:div>
        <w:div w:id="459538627">
          <w:blockQuote w:val="1"/>
          <w:marLeft w:val="720"/>
          <w:marRight w:val="720"/>
          <w:marTop w:val="100"/>
          <w:marBottom w:val="100"/>
          <w:divBdr>
            <w:top w:val="none" w:sz="0" w:space="0" w:color="auto"/>
            <w:left w:val="none" w:sz="0" w:space="0" w:color="auto"/>
            <w:bottom w:val="none" w:sz="0" w:space="0" w:color="auto"/>
            <w:right w:val="none" w:sz="0" w:space="0" w:color="auto"/>
          </w:divBdr>
        </w:div>
        <w:div w:id="1399985715">
          <w:blockQuote w:val="1"/>
          <w:marLeft w:val="720"/>
          <w:marRight w:val="720"/>
          <w:marTop w:val="100"/>
          <w:marBottom w:val="100"/>
          <w:divBdr>
            <w:top w:val="none" w:sz="0" w:space="0" w:color="auto"/>
            <w:left w:val="none" w:sz="0" w:space="0" w:color="auto"/>
            <w:bottom w:val="none" w:sz="0" w:space="0" w:color="auto"/>
            <w:right w:val="none" w:sz="0" w:space="0" w:color="auto"/>
          </w:divBdr>
        </w:div>
        <w:div w:id="1067728858">
          <w:blockQuote w:val="1"/>
          <w:marLeft w:val="720"/>
          <w:marRight w:val="720"/>
          <w:marTop w:val="100"/>
          <w:marBottom w:val="100"/>
          <w:divBdr>
            <w:top w:val="none" w:sz="0" w:space="0" w:color="auto"/>
            <w:left w:val="none" w:sz="0" w:space="0" w:color="auto"/>
            <w:bottom w:val="none" w:sz="0" w:space="0" w:color="auto"/>
            <w:right w:val="none" w:sz="0" w:space="0" w:color="auto"/>
          </w:divBdr>
        </w:div>
        <w:div w:id="9061079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39960635">
          <w:blockQuote w:val="1"/>
          <w:marLeft w:val="720"/>
          <w:marRight w:val="720"/>
          <w:marTop w:val="100"/>
          <w:marBottom w:val="100"/>
          <w:divBdr>
            <w:top w:val="none" w:sz="0" w:space="0" w:color="auto"/>
            <w:left w:val="none" w:sz="0" w:space="0" w:color="auto"/>
            <w:bottom w:val="none" w:sz="0" w:space="0" w:color="auto"/>
            <w:right w:val="none" w:sz="0" w:space="0" w:color="auto"/>
          </w:divBdr>
        </w:div>
        <w:div w:id="1828593424">
          <w:blockQuote w:val="1"/>
          <w:marLeft w:val="720"/>
          <w:marRight w:val="720"/>
          <w:marTop w:val="100"/>
          <w:marBottom w:val="100"/>
          <w:divBdr>
            <w:top w:val="none" w:sz="0" w:space="0" w:color="auto"/>
            <w:left w:val="none" w:sz="0" w:space="0" w:color="auto"/>
            <w:bottom w:val="none" w:sz="0" w:space="0" w:color="auto"/>
            <w:right w:val="none" w:sz="0" w:space="0" w:color="auto"/>
          </w:divBdr>
        </w:div>
        <w:div w:id="1152136736">
          <w:blockQuote w:val="1"/>
          <w:marLeft w:val="720"/>
          <w:marRight w:val="720"/>
          <w:marTop w:val="100"/>
          <w:marBottom w:val="100"/>
          <w:divBdr>
            <w:top w:val="none" w:sz="0" w:space="0" w:color="auto"/>
            <w:left w:val="none" w:sz="0" w:space="0" w:color="auto"/>
            <w:bottom w:val="none" w:sz="0" w:space="0" w:color="auto"/>
            <w:right w:val="none" w:sz="0" w:space="0" w:color="auto"/>
          </w:divBdr>
        </w:div>
        <w:div w:id="2139373363">
          <w:blockQuote w:val="1"/>
          <w:marLeft w:val="720"/>
          <w:marRight w:val="720"/>
          <w:marTop w:val="100"/>
          <w:marBottom w:val="100"/>
          <w:divBdr>
            <w:top w:val="none" w:sz="0" w:space="0" w:color="auto"/>
            <w:left w:val="none" w:sz="0" w:space="0" w:color="auto"/>
            <w:bottom w:val="none" w:sz="0" w:space="0" w:color="auto"/>
            <w:right w:val="none" w:sz="0" w:space="0" w:color="auto"/>
          </w:divBdr>
        </w:div>
        <w:div w:id="4703626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63381101">
          <w:blockQuote w:val="1"/>
          <w:marLeft w:val="720"/>
          <w:marRight w:val="720"/>
          <w:marTop w:val="100"/>
          <w:marBottom w:val="100"/>
          <w:divBdr>
            <w:top w:val="none" w:sz="0" w:space="0" w:color="auto"/>
            <w:left w:val="none" w:sz="0" w:space="0" w:color="auto"/>
            <w:bottom w:val="none" w:sz="0" w:space="0" w:color="auto"/>
            <w:right w:val="none" w:sz="0" w:space="0" w:color="auto"/>
          </w:divBdr>
        </w:div>
        <w:div w:id="1366516018">
          <w:blockQuote w:val="1"/>
          <w:marLeft w:val="720"/>
          <w:marRight w:val="720"/>
          <w:marTop w:val="100"/>
          <w:marBottom w:val="100"/>
          <w:divBdr>
            <w:top w:val="none" w:sz="0" w:space="0" w:color="auto"/>
            <w:left w:val="none" w:sz="0" w:space="0" w:color="auto"/>
            <w:bottom w:val="none" w:sz="0" w:space="0" w:color="auto"/>
            <w:right w:val="none" w:sz="0" w:space="0" w:color="auto"/>
          </w:divBdr>
        </w:div>
        <w:div w:id="1899315022">
          <w:blockQuote w:val="1"/>
          <w:marLeft w:val="720"/>
          <w:marRight w:val="720"/>
          <w:marTop w:val="100"/>
          <w:marBottom w:val="100"/>
          <w:divBdr>
            <w:top w:val="none" w:sz="0" w:space="0" w:color="auto"/>
            <w:left w:val="none" w:sz="0" w:space="0" w:color="auto"/>
            <w:bottom w:val="none" w:sz="0" w:space="0" w:color="auto"/>
            <w:right w:val="none" w:sz="0" w:space="0" w:color="auto"/>
          </w:divBdr>
        </w:div>
        <w:div w:id="794711525">
          <w:blockQuote w:val="1"/>
          <w:marLeft w:val="720"/>
          <w:marRight w:val="720"/>
          <w:marTop w:val="100"/>
          <w:marBottom w:val="100"/>
          <w:divBdr>
            <w:top w:val="none" w:sz="0" w:space="0" w:color="auto"/>
            <w:left w:val="none" w:sz="0" w:space="0" w:color="auto"/>
            <w:bottom w:val="none" w:sz="0" w:space="0" w:color="auto"/>
            <w:right w:val="none" w:sz="0" w:space="0" w:color="auto"/>
          </w:divBdr>
        </w:div>
        <w:div w:id="13550330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2637D58A-FC50-4B9B-935C-8E5072BD99F7}">
  <ds:schemaRefs>
    <ds:schemaRef ds:uri="http://schemas.openxmlformats.org/officeDocument/2006/bibliography"/>
  </ds:schemaRefs>
</ds:datastoreItem>
</file>

<file path=customXml/itemProps2.xml><?xml version="1.0" encoding="utf-8"?>
<ds:datastoreItem xmlns:ds="http://schemas.openxmlformats.org/officeDocument/2006/customXml" ds:itemID="{A528D5D3-9828-4B80-9EBB-010777F54648}"/>
</file>

<file path=customXml/itemProps3.xml><?xml version="1.0" encoding="utf-8"?>
<ds:datastoreItem xmlns:ds="http://schemas.openxmlformats.org/officeDocument/2006/customXml" ds:itemID="{98140F94-DC7E-4510-9DDE-43D4F5785409}"/>
</file>

<file path=customXml/itemProps4.xml><?xml version="1.0" encoding="utf-8"?>
<ds:datastoreItem xmlns:ds="http://schemas.openxmlformats.org/officeDocument/2006/customXml" ds:itemID="{405F55E9-49B6-428C-8D52-6FADC7BD21A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13</cp:revision>
  <cp:lastPrinted>1900-01-01T09:00:00Z</cp:lastPrinted>
  <dcterms:created xsi:type="dcterms:W3CDTF">2023-01-19T21:09:00Z</dcterms:created>
  <dcterms:modified xsi:type="dcterms:W3CDTF">2024-11-02T16:32:30Z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