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C12D1" w:rsidP="006C12D1" w:rsidRDefault="006C12D1" w14:paraId="67B9F040" w14:textId="20B30476">
      <w:pPr>
        <w:pStyle w:val="BpSTitle"/>
      </w:pPr>
      <w:r>
        <w:t>16240</w:t>
      </w:r>
    </w:p>
    <w:p w:rsidR="0059107F" w:rsidP="006C12D1" w:rsidRDefault="0059107F" w14:paraId="04D2E091" w14:textId="2EE27A62">
      <w:pPr>
        <w:pStyle w:val="BpSTitle"/>
      </w:pPr>
      <w:r w:rsidRPr="0059107F">
        <w:t>Western North American Boreal Shrub Swamp</w:t>
      </w:r>
    </w:p>
    <w:p w:rsidR="006C12D1" w:rsidP="006C12D1" w:rsidRDefault="006C12D1" w14:paraId="0EF3F7FA" w14:textId="77777777">
      <w:r>
        <w:t xmlns:w="http://schemas.openxmlformats.org/wordprocessingml/2006/main">BpS Model/Description Version: Nov. 2024</w:t>
      </w:r>
      <w:r>
        <w:tab/>
      </w:r>
      <w:r>
        <w:tab/>
      </w:r>
      <w:r>
        <w:tab/>
      </w:r>
      <w:r>
        <w:tab/>
      </w:r>
      <w:r>
        <w:tab/>
      </w:r>
      <w:r>
        <w:tab/>
      </w:r>
      <w:r>
        <w:tab/>
      </w:r>
    </w:p>
    <w:p w:rsidR="006C12D1" w:rsidP="006C12D1" w:rsidRDefault="006C12D1" w14:paraId="407CF747" w14:textId="77777777"/>
    <w:tbl>
      <w:tblPr>
        <w:tblW w:w="9576"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605"/>
        <w:gridCol w:w="2430"/>
        <w:gridCol w:w="2160"/>
        <w:gridCol w:w="3381"/>
      </w:tblGrid>
      <w:tr w:rsidRPr="006C12D1" w:rsidR="006C12D1" w:rsidTr="001F1A4D" w14:paraId="4EE6C5E9" w14:textId="77777777">
        <w:tc>
          <w:tcPr>
            <w:tcW w:w="1605" w:type="dxa"/>
            <w:tcBorders>
              <w:top w:val="single" w:color="auto" w:sz="2" w:space="0"/>
              <w:left w:val="single" w:color="auto" w:sz="12" w:space="0"/>
              <w:bottom w:val="single" w:color="000000" w:sz="12" w:space="0"/>
            </w:tcBorders>
            <w:shd w:val="clear" w:color="auto" w:fill="auto"/>
          </w:tcPr>
          <w:p w:rsidRPr="006C12D1" w:rsidR="006C12D1" w:rsidP="00A12A9F" w:rsidRDefault="006C12D1" w14:paraId="1527473F" w14:textId="77777777">
            <w:pPr>
              <w:rPr>
                <w:b/>
                <w:bCs/>
              </w:rPr>
            </w:pPr>
            <w:r w:rsidRPr="006C12D1">
              <w:rPr>
                <w:b/>
                <w:bCs/>
              </w:rPr>
              <w:t>Modelers</w:t>
            </w:r>
          </w:p>
        </w:tc>
        <w:tc>
          <w:tcPr>
            <w:tcW w:w="2430" w:type="dxa"/>
            <w:tcBorders>
              <w:top w:val="single" w:color="auto" w:sz="2" w:space="0"/>
              <w:bottom w:val="single" w:color="000000" w:sz="12" w:space="0"/>
              <w:right w:val="single" w:color="000000" w:sz="12" w:space="0"/>
            </w:tcBorders>
            <w:shd w:val="clear" w:color="auto" w:fill="auto"/>
          </w:tcPr>
          <w:p w:rsidRPr="006C12D1" w:rsidR="006C12D1" w:rsidP="00A12A9F" w:rsidRDefault="006C12D1" w14:paraId="1EE4F74F" w14:textId="77777777">
            <w:pPr>
              <w:rPr>
                <w:b/>
                <w:bCs/>
              </w:rPr>
            </w:pPr>
          </w:p>
        </w:tc>
        <w:tc>
          <w:tcPr>
            <w:tcW w:w="2160" w:type="dxa"/>
            <w:tcBorders>
              <w:top w:val="single" w:color="auto" w:sz="2" w:space="0"/>
              <w:left w:val="single" w:color="000000" w:sz="12" w:space="0"/>
              <w:bottom w:val="single" w:color="000000" w:sz="12" w:space="0"/>
            </w:tcBorders>
            <w:shd w:val="clear" w:color="auto" w:fill="auto"/>
          </w:tcPr>
          <w:p w:rsidRPr="006C12D1" w:rsidR="006C12D1" w:rsidP="00A12A9F" w:rsidRDefault="006C12D1" w14:paraId="50F046BF" w14:textId="77777777">
            <w:pPr>
              <w:rPr>
                <w:b/>
                <w:bCs/>
              </w:rPr>
            </w:pPr>
            <w:r w:rsidRPr="006C12D1">
              <w:rPr>
                <w:b/>
                <w:bCs/>
              </w:rPr>
              <w:t>Reviewers</w:t>
            </w:r>
          </w:p>
        </w:tc>
        <w:tc>
          <w:tcPr>
            <w:tcW w:w="3381" w:type="dxa"/>
            <w:tcBorders>
              <w:top w:val="single" w:color="auto" w:sz="2" w:space="0"/>
              <w:bottom w:val="single" w:color="000000" w:sz="12" w:space="0"/>
            </w:tcBorders>
            <w:shd w:val="clear" w:color="auto" w:fill="auto"/>
          </w:tcPr>
          <w:p w:rsidRPr="006C12D1" w:rsidR="006C12D1" w:rsidP="00A12A9F" w:rsidRDefault="006C12D1" w14:paraId="2CD6FE4E" w14:textId="77777777">
            <w:pPr>
              <w:rPr>
                <w:b/>
                <w:bCs/>
              </w:rPr>
            </w:pPr>
          </w:p>
        </w:tc>
      </w:tr>
      <w:tr w:rsidRPr="006C12D1" w:rsidR="006C12D1" w:rsidTr="001F1A4D" w14:paraId="16C7EC7C" w14:textId="77777777">
        <w:tc>
          <w:tcPr>
            <w:tcW w:w="1605" w:type="dxa"/>
            <w:tcBorders>
              <w:top w:val="single" w:color="000000" w:sz="12" w:space="0"/>
              <w:left w:val="single" w:color="auto" w:sz="12" w:space="0"/>
            </w:tcBorders>
            <w:shd w:val="clear" w:color="auto" w:fill="auto"/>
          </w:tcPr>
          <w:p w:rsidRPr="006C12D1" w:rsidR="006C12D1" w:rsidP="00A12A9F" w:rsidRDefault="006C12D1" w14:paraId="064351BE" w14:textId="77777777">
            <w:pPr>
              <w:rPr>
                <w:bCs/>
              </w:rPr>
            </w:pPr>
            <w:r w:rsidRPr="006C12D1">
              <w:rPr>
                <w:bCs/>
              </w:rPr>
              <w:t>Tina Boucher</w:t>
            </w:r>
          </w:p>
        </w:tc>
        <w:tc>
          <w:tcPr>
            <w:tcW w:w="2430" w:type="dxa"/>
            <w:tcBorders>
              <w:top w:val="single" w:color="000000" w:sz="12" w:space="0"/>
              <w:right w:val="single" w:color="000000" w:sz="12" w:space="0"/>
            </w:tcBorders>
            <w:shd w:val="clear" w:color="auto" w:fill="auto"/>
          </w:tcPr>
          <w:p w:rsidRPr="006C12D1" w:rsidR="006C12D1" w:rsidP="00A12A9F" w:rsidRDefault="006C12D1" w14:paraId="5FA38E2F" w14:textId="77777777">
            <w:r w:rsidRPr="006C12D1">
              <w:t>antvb@uaa.alaska.edu</w:t>
            </w:r>
          </w:p>
        </w:tc>
        <w:tc>
          <w:tcPr>
            <w:tcW w:w="2160" w:type="dxa"/>
            <w:tcBorders>
              <w:top w:val="single" w:color="000000" w:sz="12" w:space="0"/>
              <w:left w:val="single" w:color="000000" w:sz="12" w:space="0"/>
            </w:tcBorders>
            <w:shd w:val="clear" w:color="auto" w:fill="auto"/>
          </w:tcPr>
          <w:p w:rsidRPr="006C12D1" w:rsidR="006C12D1" w:rsidP="00A12A9F" w:rsidRDefault="006C12D1" w14:paraId="209288B4" w14:textId="77777777">
            <w:r w:rsidRPr="006C12D1">
              <w:t>Michelle Schuman</w:t>
            </w:r>
          </w:p>
        </w:tc>
        <w:tc>
          <w:tcPr>
            <w:tcW w:w="3381" w:type="dxa"/>
            <w:tcBorders>
              <w:top w:val="single" w:color="000000" w:sz="12" w:space="0"/>
            </w:tcBorders>
            <w:shd w:val="clear" w:color="auto" w:fill="auto"/>
          </w:tcPr>
          <w:p w:rsidRPr="006C12D1" w:rsidR="006C12D1" w:rsidP="00A12A9F" w:rsidRDefault="006C12D1" w14:paraId="30931CE3" w14:textId="77777777">
            <w:r w:rsidRPr="006C12D1">
              <w:t>michelle.schuman@ak.usda.gov</w:t>
            </w:r>
          </w:p>
        </w:tc>
      </w:tr>
      <w:tr w:rsidRPr="006C12D1" w:rsidR="006C12D1" w:rsidTr="001F1A4D" w14:paraId="1C26C274" w14:textId="77777777">
        <w:tc>
          <w:tcPr>
            <w:tcW w:w="1605" w:type="dxa"/>
            <w:tcBorders>
              <w:left w:val="single" w:color="auto" w:sz="12" w:space="0"/>
            </w:tcBorders>
            <w:shd w:val="clear" w:color="auto" w:fill="auto"/>
          </w:tcPr>
          <w:p w:rsidRPr="006C12D1" w:rsidR="006C12D1" w:rsidP="00A12A9F" w:rsidRDefault="006C12D1" w14:paraId="0EC8177C" w14:textId="77777777">
            <w:pPr>
              <w:rPr>
                <w:bCs/>
              </w:rPr>
            </w:pPr>
            <w:r w:rsidRPr="006C12D1">
              <w:rPr>
                <w:bCs/>
              </w:rPr>
              <w:t>Colleen Ryan</w:t>
            </w:r>
          </w:p>
        </w:tc>
        <w:tc>
          <w:tcPr>
            <w:tcW w:w="2430" w:type="dxa"/>
            <w:tcBorders>
              <w:right w:val="single" w:color="000000" w:sz="12" w:space="0"/>
            </w:tcBorders>
            <w:shd w:val="clear" w:color="auto" w:fill="auto"/>
          </w:tcPr>
          <w:p w:rsidRPr="006C12D1" w:rsidR="006C12D1" w:rsidP="00A12A9F" w:rsidRDefault="006C12D1" w14:paraId="2D3999A2" w14:textId="77777777">
            <w:r w:rsidRPr="006C12D1">
              <w:t>colleen_ryan@tnc.org</w:t>
            </w:r>
          </w:p>
        </w:tc>
        <w:tc>
          <w:tcPr>
            <w:tcW w:w="2160" w:type="dxa"/>
            <w:tcBorders>
              <w:left w:val="single" w:color="000000" w:sz="12" w:space="0"/>
            </w:tcBorders>
            <w:shd w:val="clear" w:color="auto" w:fill="auto"/>
          </w:tcPr>
          <w:p w:rsidRPr="006C12D1" w:rsidR="006C12D1" w:rsidP="00A12A9F" w:rsidRDefault="006C12D1" w14:paraId="15C7AE6D" w14:textId="77777777">
            <w:r w:rsidRPr="006C12D1">
              <w:t>None</w:t>
            </w:r>
          </w:p>
        </w:tc>
        <w:tc>
          <w:tcPr>
            <w:tcW w:w="3381" w:type="dxa"/>
            <w:shd w:val="clear" w:color="auto" w:fill="auto"/>
          </w:tcPr>
          <w:p w:rsidRPr="006C12D1" w:rsidR="006C12D1" w:rsidP="00A12A9F" w:rsidRDefault="006C12D1" w14:paraId="287B4585" w14:textId="77777777">
            <w:r w:rsidRPr="006C12D1">
              <w:t>None</w:t>
            </w:r>
          </w:p>
        </w:tc>
      </w:tr>
      <w:tr w:rsidRPr="006C12D1" w:rsidR="006C12D1" w:rsidTr="001F1A4D" w14:paraId="04F32E63" w14:textId="77777777">
        <w:tc>
          <w:tcPr>
            <w:tcW w:w="1605" w:type="dxa"/>
            <w:tcBorders>
              <w:left w:val="single" w:color="auto" w:sz="12" w:space="0"/>
              <w:bottom w:val="single" w:color="auto" w:sz="2" w:space="0"/>
            </w:tcBorders>
            <w:shd w:val="clear" w:color="auto" w:fill="auto"/>
          </w:tcPr>
          <w:p w:rsidRPr="006C12D1" w:rsidR="006C12D1" w:rsidP="00A12A9F" w:rsidRDefault="006C12D1" w14:paraId="15FEAC64" w14:textId="77777777">
            <w:pPr>
              <w:rPr>
                <w:bCs/>
              </w:rPr>
            </w:pPr>
            <w:r w:rsidRPr="006C12D1">
              <w:rPr>
                <w:bCs/>
              </w:rPr>
              <w:t>None</w:t>
            </w:r>
          </w:p>
        </w:tc>
        <w:tc>
          <w:tcPr>
            <w:tcW w:w="2430" w:type="dxa"/>
            <w:tcBorders>
              <w:right w:val="single" w:color="000000" w:sz="12" w:space="0"/>
            </w:tcBorders>
            <w:shd w:val="clear" w:color="auto" w:fill="auto"/>
          </w:tcPr>
          <w:p w:rsidRPr="006C12D1" w:rsidR="006C12D1" w:rsidP="00A12A9F" w:rsidRDefault="006C12D1" w14:paraId="66284068" w14:textId="77777777">
            <w:r w:rsidRPr="006C12D1">
              <w:t>None</w:t>
            </w:r>
          </w:p>
        </w:tc>
        <w:tc>
          <w:tcPr>
            <w:tcW w:w="2160" w:type="dxa"/>
            <w:tcBorders>
              <w:left w:val="single" w:color="000000" w:sz="12" w:space="0"/>
              <w:bottom w:val="single" w:color="auto" w:sz="2" w:space="0"/>
            </w:tcBorders>
            <w:shd w:val="clear" w:color="auto" w:fill="auto"/>
          </w:tcPr>
          <w:p w:rsidRPr="006C12D1" w:rsidR="006C12D1" w:rsidP="00A12A9F" w:rsidRDefault="006C12D1" w14:paraId="313BCBF2" w14:textId="77777777">
            <w:r w:rsidRPr="006C12D1">
              <w:t>None</w:t>
            </w:r>
          </w:p>
        </w:tc>
        <w:tc>
          <w:tcPr>
            <w:tcW w:w="3381" w:type="dxa"/>
            <w:shd w:val="clear" w:color="auto" w:fill="auto"/>
          </w:tcPr>
          <w:p w:rsidRPr="006C12D1" w:rsidR="006C12D1" w:rsidP="00A12A9F" w:rsidRDefault="006C12D1" w14:paraId="5E0BC78C" w14:textId="77777777">
            <w:r w:rsidRPr="006C12D1">
              <w:t>None</w:t>
            </w:r>
          </w:p>
        </w:tc>
      </w:tr>
    </w:tbl>
    <w:p w:rsidR="00D817CA" w:rsidP="006C12D1" w:rsidRDefault="00D817CA" w14:paraId="739817DE" w14:textId="67B0120B">
      <w:pPr>
        <w:pStyle w:val="InfoPara"/>
        <w:rPr>
          <w:b w:val="0"/>
          <w:bCs/>
        </w:rPr>
      </w:pPr>
      <w:r>
        <w:t xml:space="preserve">Reviewer: </w:t>
      </w:r>
      <w:r>
        <w:rPr>
          <w:b w:val="0"/>
          <w:bCs/>
        </w:rPr>
        <w:t>Robin Innes</w:t>
      </w:r>
      <w:r w:rsidR="002302CB">
        <w:rPr>
          <w:b w:val="0"/>
          <w:bCs/>
        </w:rPr>
        <w:t>, Blaine Spellman</w:t>
      </w:r>
    </w:p>
    <w:p w:rsidR="006C12D1" w:rsidP="006C12D1" w:rsidRDefault="006C12D1" w14:paraId="4A95A9FD" w14:textId="03B937A3">
      <w:pPr>
        <w:pStyle w:val="InfoPara"/>
      </w:pPr>
      <w:r>
        <w:t>Vegetation Type</w:t>
      </w:r>
    </w:p>
    <w:p w:rsidR="006C12D1" w:rsidP="006C12D1" w:rsidRDefault="003818E4" w14:paraId="6AA719D6" w14:textId="702637F4">
      <w:r>
        <w:t xml:space="preserve">Woody </w:t>
      </w:r>
      <w:r w:rsidR="006C12D1">
        <w:t>Wetland</w:t>
      </w:r>
    </w:p>
    <w:p w:rsidR="006C12D1" w:rsidP="006C12D1" w:rsidRDefault="006C12D1" w14:paraId="2797278C" w14:textId="77777777">
      <w:pPr>
        <w:pStyle w:val="InfoPara"/>
      </w:pPr>
      <w:r>
        <w:t>Map Zones</w:t>
      </w:r>
    </w:p>
    <w:p w:rsidR="00FF5024" w:rsidP="00FF5024" w:rsidRDefault="00FF5024" w14:paraId="0D42F673" w14:textId="77777777">
      <w:pPr>
        <w:rPr>
          <w:rFonts w:ascii="Calibri" w:hAnsi="Calibri" w:cs="Calibri"/>
          <w:color w:val="000000"/>
          <w:sz w:val="22"/>
          <w:szCs w:val="22"/>
        </w:rPr>
      </w:pPr>
      <w:r>
        <w:rPr>
          <w:rFonts w:ascii="Calibri" w:hAnsi="Calibri" w:cs="Calibri"/>
          <w:color w:val="000000"/>
          <w:sz w:val="22"/>
          <w:szCs w:val="22"/>
        </w:rPr>
        <w:t>68, 69, 70, 71, 72, 73, 74, 75, 76, 77, 78</w:t>
      </w:r>
    </w:p>
    <w:p w:rsidR="006C12D1" w:rsidP="006C12D1" w:rsidRDefault="006C12D1" w14:paraId="3E041A02" w14:textId="77777777">
      <w:pPr>
        <w:pStyle w:val="InfoPara"/>
      </w:pPr>
      <w:r>
        <w:t>Geographic Range</w:t>
      </w:r>
    </w:p>
    <w:p w:rsidR="006C12D1" w:rsidP="006C12D1" w:rsidRDefault="006C12D1" w14:paraId="3E669006" w14:textId="48031C6C">
      <w:r>
        <w:t xml:space="preserve">This </w:t>
      </w:r>
      <w:r w:rsidR="001F1A4D">
        <w:t>Biophysical Setting (</w:t>
      </w:r>
      <w:r>
        <w:t>BpS</w:t>
      </w:r>
      <w:r w:rsidR="001F1A4D">
        <w:t>)</w:t>
      </w:r>
      <w:r>
        <w:t xml:space="preserve"> occurs throughout the boreal and sub-boreal regions of AK.</w:t>
      </w:r>
    </w:p>
    <w:p w:rsidR="006C12D1" w:rsidP="006C12D1" w:rsidRDefault="006C12D1" w14:paraId="7FB01316" w14:textId="77777777">
      <w:pPr>
        <w:pStyle w:val="InfoPara"/>
      </w:pPr>
      <w:r>
        <w:t>Biophysical Site Description</w:t>
      </w:r>
    </w:p>
    <w:p w:rsidR="006C12D1" w:rsidP="006C12D1" w:rsidRDefault="006C12D1" w14:paraId="587C2BE1" w14:textId="0C6C3F05">
      <w:r>
        <w:t xml:space="preserve">Shrub swamps occur on poorly drained fine textured soil in lowland areas or depressions that retain standing water throughout all or most of the growing season (NatureServe 2008; Viereck et al. 1992). Soils range from muck to mineral (does not include peatlands; NatureServe 2008). This </w:t>
      </w:r>
      <w:r w:rsidR="001F1A4D">
        <w:t>BpS</w:t>
      </w:r>
      <w:r>
        <w:t xml:space="preserve"> tends to occur in transition zones between peatlands and forest systems. Specific locations may shift over time.</w:t>
      </w:r>
    </w:p>
    <w:p w:rsidR="006C12D1" w:rsidP="006C12D1" w:rsidRDefault="006C12D1" w14:paraId="2EAC4DCD" w14:textId="77777777">
      <w:pPr>
        <w:pStyle w:val="InfoPara"/>
      </w:pPr>
      <w:r>
        <w:t>Vegetation Description</w:t>
      </w:r>
    </w:p>
    <w:p w:rsidR="006C12D1" w:rsidP="006C12D1" w:rsidRDefault="006C12D1" w14:paraId="23317D01" w14:textId="235243CB">
      <w:r>
        <w:t xml:space="preserve">Deciduous shrub swamps are usually dominated by alders, but willows or an alder/willow mix also occur (Viereck et al. 1992). Common species include </w:t>
      </w:r>
      <w:r w:rsidRPr="001A06ED">
        <w:rPr>
          <w:i/>
          <w:iCs/>
        </w:rPr>
        <w:t>Alnus incana</w:t>
      </w:r>
      <w:r>
        <w:t xml:space="preserve"> ssp. </w:t>
      </w:r>
      <w:r w:rsidRPr="001A06ED">
        <w:rPr>
          <w:i/>
          <w:iCs/>
        </w:rPr>
        <w:t>tenuifolia, A</w:t>
      </w:r>
      <w:r w:rsidRPr="001A06ED" w:rsidR="00FE180B">
        <w:rPr>
          <w:i/>
          <w:iCs/>
        </w:rPr>
        <w:t>.</w:t>
      </w:r>
      <w:r w:rsidRPr="001A06ED">
        <w:rPr>
          <w:i/>
          <w:iCs/>
        </w:rPr>
        <w:t xml:space="preserve"> viridis</w:t>
      </w:r>
      <w:r>
        <w:t xml:space="preserve"> ssp. </w:t>
      </w:r>
      <w:r w:rsidRPr="001A06ED">
        <w:rPr>
          <w:i/>
          <w:iCs/>
        </w:rPr>
        <w:t>sinuata, Salix pulchra, S</w:t>
      </w:r>
      <w:r w:rsidRPr="001A06ED" w:rsidR="00FE180B">
        <w:rPr>
          <w:i/>
          <w:iCs/>
        </w:rPr>
        <w:t>.</w:t>
      </w:r>
      <w:r w:rsidRPr="001A06ED">
        <w:rPr>
          <w:i/>
          <w:iCs/>
        </w:rPr>
        <w:t xml:space="preserve"> richardsonii, Calamagrostis canadensis, Equisetum</w:t>
      </w:r>
      <w:r>
        <w:t xml:space="preserve"> spp., </w:t>
      </w:r>
      <w:r w:rsidRPr="001A06ED" w:rsidR="002302CB">
        <w:rPr>
          <w:i/>
          <w:iCs/>
        </w:rPr>
        <w:t>Comarum palustre</w:t>
      </w:r>
      <w:r w:rsidR="002302CB">
        <w:t xml:space="preserve"> </w:t>
      </w:r>
      <w:r>
        <w:t>(</w:t>
      </w:r>
      <w:r w:rsidR="002302CB">
        <w:t xml:space="preserve">formerly </w:t>
      </w:r>
      <w:r w:rsidRPr="001A06ED" w:rsidR="002302CB">
        <w:rPr>
          <w:i/>
          <w:iCs/>
        </w:rPr>
        <w:t>Potentilla palustris</w:t>
      </w:r>
      <w:r w:rsidR="002302CB">
        <w:t>)</w:t>
      </w:r>
      <w:r>
        <w:t>, and hydrophytic mosses (Viereck et al. 1992).</w:t>
      </w:r>
    </w:p>
    <w:p w:rsidR="006C12D1" w:rsidP="006C12D1" w:rsidRDefault="006C12D1" w14:paraId="3C954670" w14:textId="77777777"/>
    <w:p w:rsidR="006C12D1" w:rsidP="006C12D1" w:rsidRDefault="006C12D1" w14:paraId="45BBFD92" w14:textId="77777777">
      <w:r>
        <w:t>Though this system is classified as closed by Viereck, et al. (1992), it may also occur in an open form.</w:t>
      </w:r>
    </w:p>
    <w:p w:rsidR="006C12D1" w:rsidP="006C12D1" w:rsidRDefault="006C12D1" w14:paraId="57FB9D6F" w14:textId="77777777">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ALINT</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Alnus incana ssp. tenuifolia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Thinleaf alder</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ALVIS</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Alnus viridis ssp. sinuata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Sitka alder</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SAPU15</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pulchra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Tealeaf 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SARI4</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richardsonii</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Richardson's 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CACA4</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Calamagrostis canadensis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Bluejoint</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EQUIS</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Equisetum spp.</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Horsetail</w:t>
            </w:r>
          </w:p>
        </w:tc>
      </w:tr>
    </w:tbl>
    <w:p>
      <w:r>
        <w:rPr>
          <w:sz w:val="16"/>
        </w:rPr>
        <w:t>Species names are from the NRCS PLANTS database. Check species codes at http://plants.usda.gov.</w:t>
      </w:r>
    </w:p>
    <w:p w:rsidR="006C12D1" w:rsidP="006C12D1" w:rsidRDefault="006C12D1" w14:paraId="21A581C5" w14:textId="77777777">
      <w:pPr>
        <w:pStyle w:val="InfoPara"/>
      </w:pPr>
      <w:r>
        <w:t>Disturbance Description</w:t>
      </w:r>
    </w:p>
    <w:p w:rsidR="006C12D1" w:rsidP="006C12D1" w:rsidRDefault="006C12D1" w14:paraId="657034FC" w14:textId="4E96701C">
      <w:r>
        <w:t xml:space="preserve">Shrub swamps likely represent a topoedaphic climax community which will persist as long as the hydrologic conditions supporting them are maintained (Viereck et al. 1992). Some sites may move back and forth between this system and peatland, forest, or even open water as hydrology </w:t>
      </w:r>
      <w:r>
        <w:lastRenderedPageBreak/>
        <w:t xml:space="preserve">changes, but these transitions are not directional, and are generally outside of the time scale of this model. </w:t>
      </w:r>
    </w:p>
    <w:p w:rsidR="006C12D1" w:rsidP="006C12D1" w:rsidRDefault="006C12D1" w14:paraId="1CADA042" w14:textId="77777777"/>
    <w:p w:rsidR="006C12D1" w:rsidP="006C12D1" w:rsidRDefault="006C12D1" w14:paraId="4BE9CF5B" w14:textId="5462EA8C">
      <w:r>
        <w:t xml:space="preserve">This </w:t>
      </w:r>
      <w:r w:rsidR="00B667E0">
        <w:t>BpS</w:t>
      </w:r>
      <w:r>
        <w:t xml:space="preserve"> typically acts as a fire break, but it could burn under drought conditions and severe fire behavior. When fire occurs, it is likely to be replacement fire. Alder</w:t>
      </w:r>
      <w:r w:rsidR="00D817CA">
        <w:t>s and willows are generally top-killed by fire but</w:t>
      </w:r>
      <w:r>
        <w:t xml:space="preserve"> </w:t>
      </w:r>
      <w:r w:rsidR="001E4F1A">
        <w:t xml:space="preserve">may </w:t>
      </w:r>
      <w:r>
        <w:t>resprout following fire</w:t>
      </w:r>
      <w:r w:rsidR="00D817CA">
        <w:t xml:space="preserve"> (Viereck and Schandelmeier 1980)</w:t>
      </w:r>
      <w:r>
        <w:t>, allowing recovery to this system. Alternatively, fire may cause changes in hydrology that could transition the site out of this system, possibly toward an open water condition. Replacement fire that regenerated this system is estimated at a</w:t>
      </w:r>
      <w:r w:rsidR="00CE18DA">
        <w:t xml:space="preserve"> mean fire return interval (</w:t>
      </w:r>
      <w:r>
        <w:t>MFRI</w:t>
      </w:r>
      <w:r w:rsidR="00CE18DA">
        <w:t>)</w:t>
      </w:r>
      <w:r>
        <w:t xml:space="preserve"> of 500yrs.</w:t>
      </w:r>
      <w:r w:rsidR="00D817CA">
        <w:t xml:space="preserve"> </w:t>
      </w:r>
    </w:p>
    <w:p w:rsidR="006C12D1" w:rsidP="006C12D1" w:rsidRDefault="006C12D1" w14:paraId="63C4A58E" w14:textId="0780EF56">
      <w:pPr>
        <w:pStyle w:val="InfoPara"/>
      </w:pPr>
      <w:r>
        <w:t xml:space="preserve">Fire Frequency </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504</w:t>
            </w:r>
          </w:p>
        </w:tc>
        <w:tc>
          <w:p>
            <w:pPr>
              <w:jc w:val="center"/>
            </w:pPr>
            <w:r>
              <w:t>100</w:t>
            </w:r>
          </w:p>
        </w:tc>
        <w:tc>
          <w:p>
            <w:pPr>
              <w:jc w:val="center"/>
            </w:pPr>
            <w:r>
              <w:t/>
            </w:r>
          </w:p>
        </w:tc>
        <w:tc>
          <w:p>
            <w:pPr>
              <w:jc w:val="center"/>
            </w:pPr>
            <w:r>
              <w:t/>
            </w:r>
          </w:p>
        </w:tc>
      </w:tr>
      <w:tr>
        <w:tc>
          <w:p>
            <w:pPr>
              <w:jc w:val="center"/>
            </w:pPr>
            <w:r>
              <w:t>Moderate (Mixed)</w:t>
            </w:r>
          </w:p>
        </w:tc>
        <w:tc>
          <w:p>
            <w:pPr>
              <w:jc w:val="center"/>
            </w:pPr>
            <w:r>
              <w:t/>
            </w:r>
          </w:p>
        </w:tc>
        <w:tc>
          <w:p>
            <w:pPr>
              <w:jc w:val="center"/>
            </w:pPr>
            <w:r>
              <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504</w:t>
            </w:r>
          </w:p>
        </w:tc>
        <w:tc>
          <w:p>
            <w:pPr>
              <w:jc w:val="center"/>
            </w:pPr>
            <w:r>
              <w:t>100</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6C12D1" w:rsidP="006C12D1" w:rsidRDefault="006C12D1" w14:paraId="6DA794F4" w14:textId="77777777">
      <w:pPr>
        <w:pStyle w:val="InfoPara"/>
      </w:pPr>
      <w:r>
        <w:t>Scale Description</w:t>
      </w:r>
    </w:p>
    <w:p w:rsidR="006C12D1" w:rsidP="006C12D1" w:rsidRDefault="006C12D1" w14:paraId="510A4D46" w14:textId="77777777">
      <w:r>
        <w:t>Typically small patch, but some large patches occur, especially in the Tanana Flats area.</w:t>
      </w:r>
    </w:p>
    <w:p w:rsidR="006C12D1" w:rsidP="00CE18DA" w:rsidRDefault="006C12D1" w14:paraId="1B22D320" w14:textId="3010B606">
      <w:pPr>
        <w:pStyle w:val="InfoPara"/>
      </w:pPr>
      <w:r>
        <w:t>Adjacency or Identification Concerns</w:t>
      </w:r>
    </w:p>
    <w:p w:rsidR="006C12D1" w:rsidP="00CE18DA" w:rsidRDefault="006C12D1" w14:paraId="79F46A28" w14:textId="299C679D">
      <w:pPr>
        <w:pStyle w:val="InfoPara"/>
      </w:pPr>
      <w:r>
        <w:t>Issues or Problems</w:t>
      </w:r>
    </w:p>
    <w:p w:rsidR="006C12D1" w:rsidP="006C12D1" w:rsidRDefault="006C12D1" w14:paraId="3099878E" w14:textId="77777777">
      <w:pPr>
        <w:pStyle w:val="InfoPara"/>
      </w:pPr>
      <w:r>
        <w:t>Native Uncharacteristic Conditions</w:t>
      </w:r>
    </w:p>
    <w:p w:rsidR="006C12D1" w:rsidP="006C12D1" w:rsidRDefault="006C12D1" w14:paraId="0CF2125A" w14:textId="77777777"/>
    <w:p w:rsidR="006C12D1" w:rsidP="006C12D1" w:rsidRDefault="006C12D1" w14:paraId="3DB6D046" w14:textId="77777777">
      <w:pPr>
        <w:pStyle w:val="InfoPara"/>
      </w:pPr>
      <w:r>
        <w:t>Comments</w:t>
      </w:r>
    </w:p>
    <w:p w:rsidR="00D817CA" w:rsidP="006C12D1" w:rsidRDefault="00D817CA" w14:paraId="628C3F34" w14:textId="5066E75E">
      <w:r w:rsidRPr="001F1600">
        <w:t xml:space="preserve">In 2015 an extensive search was done by </w:t>
      </w:r>
      <w:r>
        <w:t>Fire Effects Information System</w:t>
      </w:r>
      <w:r w:rsidR="00E63EF7">
        <w:t xml:space="preserve"> (FEIS)</w:t>
      </w:r>
      <w:r w:rsidRPr="001F1600">
        <w:t xml:space="preserve"> staff to locate information for a synthesis on </w:t>
      </w:r>
      <w:r w:rsidR="00E63EF7">
        <w:t>f</w:t>
      </w:r>
      <w:r w:rsidRPr="001F1600">
        <w:t xml:space="preserve">ire regimes of Alaskan </w:t>
      </w:r>
      <w:r w:rsidRPr="00A94672">
        <w:rPr>
          <w:color w:val="000000"/>
          <w:shd w:val="clear" w:color="auto" w:fill="FFFFFF"/>
        </w:rPr>
        <w:t>alder and willow shrublands</w:t>
      </w:r>
      <w:r w:rsidRPr="001F1600">
        <w:t xml:space="preserve">. </w:t>
      </w:r>
      <w:r>
        <w:t xml:space="preserve">At that time, </w:t>
      </w:r>
      <w:r w:rsidRPr="00A94672">
        <w:rPr>
          <w:color w:val="000000"/>
          <w:shd w:val="clear" w:color="auto" w:fill="FFFFFF"/>
        </w:rPr>
        <w:t>the scientific literature about fire regimes in Alaska</w:t>
      </w:r>
      <w:r>
        <w:rPr>
          <w:color w:val="000000"/>
          <w:shd w:val="clear" w:color="auto" w:fill="FFFFFF"/>
        </w:rPr>
        <w:t>n alder and willow shrublands was</w:t>
      </w:r>
      <w:r w:rsidRPr="00A94672">
        <w:rPr>
          <w:color w:val="000000"/>
          <w:shd w:val="clear" w:color="auto" w:fill="FFFFFF"/>
        </w:rPr>
        <w:t xml:space="preserve"> scarce. Descriptions of fire ignition, season, pattern, and size specific to alder and willow shrublands w</w:t>
      </w:r>
      <w:r>
        <w:rPr>
          <w:color w:val="000000"/>
          <w:shd w:val="clear" w:color="auto" w:fill="FFFFFF"/>
        </w:rPr>
        <w:t>ere not found in the literature</w:t>
      </w:r>
      <w:r w:rsidRPr="00A94672">
        <w:rPr>
          <w:color w:val="000000"/>
          <w:shd w:val="clear" w:color="auto" w:fill="FFFFFF"/>
        </w:rPr>
        <w:t xml:space="preserve">. </w:t>
      </w:r>
      <w:r>
        <w:rPr>
          <w:color w:val="000000"/>
          <w:shd w:val="clear" w:color="auto" w:fill="FFFFFF"/>
        </w:rPr>
        <w:t xml:space="preserve">Information about fire in Alaskan boreal shrub swamps specifically also was not found. Effects of fire on alders and willows is available in the </w:t>
      </w:r>
      <w:hyperlink w:history="1" r:id="rId7">
        <w:r w:rsidRPr="00D817CA">
          <w:rPr>
            <w:rStyle w:val="Hyperlink"/>
            <w:shd w:val="clear" w:color="auto" w:fill="FFFFFF"/>
          </w:rPr>
          <w:t>Fire Regime Synthesis of Alaskan alder and willow shrublands</w:t>
        </w:r>
      </w:hyperlink>
      <w:r>
        <w:rPr>
          <w:color w:val="000000"/>
          <w:shd w:val="clear" w:color="auto" w:fill="FFFFFF"/>
        </w:rPr>
        <w:t>.</w:t>
      </w:r>
    </w:p>
    <w:p w:rsidR="00D817CA" w:rsidP="006C12D1" w:rsidRDefault="00D817CA" w14:paraId="7277CADD" w14:textId="77777777"/>
    <w:p w:rsidR="006C12D1" w:rsidP="006C12D1" w:rsidRDefault="006C12D1" w14:paraId="2960F582" w14:textId="3961A806">
      <w:r>
        <w:t>Addition of an early herb stage was considered, but it is believed that shrubs typically recover quickly from fire. Flooding was not included as a disturbance because the dominant species are flood-tolerant.  Flooding severe or prolonged enough to kill the shrubs is likely to cause a transition out of this system.</w:t>
      </w:r>
    </w:p>
    <w:p w:rsidR="006C12D1" w:rsidP="006C12D1" w:rsidRDefault="006C12D1" w14:paraId="07B73B2C" w14:textId="77777777"/>
    <w:p w:rsidR="00622B82" w:rsidP="006C12D1" w:rsidRDefault="006C12D1" w14:paraId="26422E7A" w14:textId="35BDF461">
      <w:r>
        <w:t>Suggested reviewers for this system include: Al Batten, Torre Jorgenson and Katie Ireland.</w:t>
      </w:r>
    </w:p>
    <w:p w:rsidR="00131408" w:rsidP="00131408" w:rsidRDefault="00131408" w14:paraId="0DF90EA8" w14:textId="77777777">
      <w:pPr>
        <w:pStyle w:val="ReportSection"/>
      </w:pPr>
      <w:r>
        <w:t>Succession Classes</w:t>
      </w: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6C12D1" w:rsidP="006C12D1" w:rsidRDefault="006C12D1" w14:paraId="4E763D5C" w14:textId="4EF005A1">
      <w:pPr>
        <w:pStyle w:val="InfoPara"/>
        <w:pBdr>
          <w:top w:val="single" w:color="auto" w:sz="4" w:space="1"/>
        </w:pBdr>
      </w:pPr>
      <w:r xmlns:w="http://schemas.openxmlformats.org/wordprocessingml/2006/main">
        <w:t>Class A</w:t>
      </w:r>
      <w:r xmlns:w="http://schemas.openxmlformats.org/wordprocessingml/2006/main">
        <w:tab/>
        <w:t>100</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Early Development 1 - All Structures</w:t>
      </w:r>
    </w:p>
    <w:p w:rsidR="006C12D1" w:rsidP="006C12D1" w:rsidRDefault="006C12D1" w14:paraId="200E17FF" w14:textId="77777777"/>
    <w:p w:rsidR="006C12D1" w:rsidP="006C12D1" w:rsidRDefault="006C12D1" w14:paraId="57BB506D"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76"/>
        <w:gridCol w:w="3048"/>
        <w:gridCol w:w="2316"/>
        <w:gridCol w:w="1956"/>
      </w:tblGrid>
      <w:tr w:rsidRPr="006C12D1" w:rsidR="006C12D1" w:rsidTr="006C12D1" w14:paraId="2783B3BA" w14:textId="77777777">
        <w:tc>
          <w:tcPr>
            <w:tcW w:w="1176" w:type="dxa"/>
            <w:tcBorders>
              <w:top w:val="single" w:color="auto" w:sz="2" w:space="0"/>
              <w:bottom w:val="single" w:color="000000" w:sz="12" w:space="0"/>
            </w:tcBorders>
            <w:shd w:val="clear" w:color="auto" w:fill="auto"/>
          </w:tcPr>
          <w:p w:rsidRPr="006C12D1" w:rsidR="006C12D1" w:rsidP="00345815" w:rsidRDefault="006C12D1" w14:paraId="480947AE" w14:textId="77777777">
            <w:pPr>
              <w:rPr>
                <w:b/>
                <w:bCs/>
              </w:rPr>
            </w:pPr>
            <w:r w:rsidRPr="006C12D1">
              <w:rPr>
                <w:b/>
                <w:bCs/>
              </w:rPr>
              <w:t>Symbol</w:t>
            </w:r>
          </w:p>
        </w:tc>
        <w:tc>
          <w:tcPr>
            <w:tcW w:w="3048" w:type="dxa"/>
            <w:tcBorders>
              <w:top w:val="single" w:color="auto" w:sz="2" w:space="0"/>
              <w:bottom w:val="single" w:color="000000" w:sz="12" w:space="0"/>
            </w:tcBorders>
            <w:shd w:val="clear" w:color="auto" w:fill="auto"/>
          </w:tcPr>
          <w:p w:rsidRPr="006C12D1" w:rsidR="006C12D1" w:rsidP="00345815" w:rsidRDefault="006C12D1" w14:paraId="270FAF23" w14:textId="77777777">
            <w:pPr>
              <w:rPr>
                <w:b/>
                <w:bCs/>
              </w:rPr>
            </w:pPr>
            <w:r w:rsidRPr="006C12D1">
              <w:rPr>
                <w:b/>
                <w:bCs/>
              </w:rPr>
              <w:t>Scientific Name</w:t>
            </w:r>
          </w:p>
        </w:tc>
        <w:tc>
          <w:tcPr>
            <w:tcW w:w="2316" w:type="dxa"/>
            <w:tcBorders>
              <w:top w:val="single" w:color="auto" w:sz="2" w:space="0"/>
              <w:bottom w:val="single" w:color="000000" w:sz="12" w:space="0"/>
            </w:tcBorders>
            <w:shd w:val="clear" w:color="auto" w:fill="auto"/>
          </w:tcPr>
          <w:p w:rsidRPr="006C12D1" w:rsidR="006C12D1" w:rsidP="00345815" w:rsidRDefault="006C12D1" w14:paraId="1FBE8BC9" w14:textId="77777777">
            <w:pPr>
              <w:rPr>
                <w:b/>
                <w:bCs/>
              </w:rPr>
            </w:pPr>
            <w:r w:rsidRPr="006C12D1">
              <w:rPr>
                <w:b/>
                <w:bCs/>
              </w:rPr>
              <w:t>Common Name</w:t>
            </w:r>
          </w:p>
        </w:tc>
        <w:tc>
          <w:tcPr>
            <w:tcW w:w="1956" w:type="dxa"/>
            <w:tcBorders>
              <w:top w:val="single" w:color="auto" w:sz="2" w:space="0"/>
              <w:bottom w:val="single" w:color="000000" w:sz="12" w:space="0"/>
            </w:tcBorders>
            <w:shd w:val="clear" w:color="auto" w:fill="auto"/>
          </w:tcPr>
          <w:p w:rsidRPr="006C12D1" w:rsidR="006C12D1" w:rsidP="00345815" w:rsidRDefault="006C12D1" w14:paraId="6C056F17" w14:textId="77777777">
            <w:pPr>
              <w:rPr>
                <w:b/>
                <w:bCs/>
              </w:rPr>
            </w:pPr>
            <w:r w:rsidRPr="006C12D1">
              <w:rPr>
                <w:b/>
                <w:bCs/>
              </w:rPr>
              <w:t>Canopy Position</w:t>
            </w:r>
          </w:p>
        </w:tc>
      </w:tr>
      <w:tr w:rsidRPr="006C12D1" w:rsidR="006C12D1" w:rsidTr="006C12D1" w14:paraId="08A1FA67" w14:textId="77777777">
        <w:tc>
          <w:tcPr>
            <w:tcW w:w="1176" w:type="dxa"/>
            <w:tcBorders>
              <w:top w:val="single" w:color="000000" w:sz="12" w:space="0"/>
            </w:tcBorders>
            <w:shd w:val="clear" w:color="auto" w:fill="auto"/>
          </w:tcPr>
          <w:p w:rsidRPr="006C12D1" w:rsidR="006C12D1" w:rsidP="00345815" w:rsidRDefault="006C12D1" w14:paraId="0292AF7B" w14:textId="77777777">
            <w:pPr>
              <w:rPr>
                <w:bCs/>
              </w:rPr>
            </w:pPr>
            <w:r w:rsidRPr="006C12D1">
              <w:rPr>
                <w:bCs/>
              </w:rPr>
              <w:t>ALINT</w:t>
            </w:r>
          </w:p>
        </w:tc>
        <w:tc>
          <w:tcPr>
            <w:tcW w:w="3048" w:type="dxa"/>
            <w:tcBorders>
              <w:top w:val="single" w:color="000000" w:sz="12" w:space="0"/>
            </w:tcBorders>
            <w:shd w:val="clear" w:color="auto" w:fill="auto"/>
          </w:tcPr>
          <w:p w:rsidRPr="0085348F" w:rsidR="006C12D1" w:rsidP="00345815" w:rsidRDefault="006C12D1" w14:paraId="5062AB0B" w14:textId="77777777">
            <w:pPr>
              <w:rPr>
                <w:i/>
                <w:iCs/>
              </w:rPr>
            </w:pPr>
            <w:r w:rsidRPr="0085348F">
              <w:rPr>
                <w:i/>
                <w:iCs/>
              </w:rPr>
              <w:t xml:space="preserve">Alnus incana </w:t>
            </w:r>
            <w:r w:rsidRPr="0085348F">
              <w:t>ssp</w:t>
            </w:r>
            <w:r w:rsidRPr="0085348F">
              <w:rPr>
                <w:i/>
                <w:iCs/>
              </w:rPr>
              <w:t>. tenuifolia</w:t>
            </w:r>
          </w:p>
        </w:tc>
        <w:tc>
          <w:tcPr>
            <w:tcW w:w="2316" w:type="dxa"/>
            <w:tcBorders>
              <w:top w:val="single" w:color="000000" w:sz="12" w:space="0"/>
            </w:tcBorders>
            <w:shd w:val="clear" w:color="auto" w:fill="auto"/>
          </w:tcPr>
          <w:p w:rsidRPr="006C12D1" w:rsidR="006C12D1" w:rsidP="00345815" w:rsidRDefault="006C12D1" w14:paraId="7448A906" w14:textId="77777777">
            <w:r w:rsidRPr="006C12D1">
              <w:t>Thinleaf alder</w:t>
            </w:r>
          </w:p>
        </w:tc>
        <w:tc>
          <w:tcPr>
            <w:tcW w:w="1956" w:type="dxa"/>
            <w:tcBorders>
              <w:top w:val="single" w:color="000000" w:sz="12" w:space="0"/>
            </w:tcBorders>
            <w:shd w:val="clear" w:color="auto" w:fill="auto"/>
          </w:tcPr>
          <w:p w:rsidRPr="006C12D1" w:rsidR="006C12D1" w:rsidP="00345815" w:rsidRDefault="006C12D1" w14:paraId="22894ED5" w14:textId="77777777">
            <w:r w:rsidRPr="006C12D1">
              <w:t>Upper</w:t>
            </w:r>
          </w:p>
        </w:tc>
      </w:tr>
      <w:tr w:rsidRPr="006C12D1" w:rsidR="006C12D1" w:rsidTr="006C12D1" w14:paraId="4085CED4" w14:textId="77777777">
        <w:tc>
          <w:tcPr>
            <w:tcW w:w="1176" w:type="dxa"/>
            <w:shd w:val="clear" w:color="auto" w:fill="auto"/>
          </w:tcPr>
          <w:p w:rsidRPr="006C12D1" w:rsidR="006C12D1" w:rsidP="00345815" w:rsidRDefault="006C12D1" w14:paraId="490FFDA9" w14:textId="77777777">
            <w:pPr>
              <w:rPr>
                <w:bCs/>
              </w:rPr>
            </w:pPr>
            <w:r w:rsidRPr="006C12D1">
              <w:rPr>
                <w:bCs/>
              </w:rPr>
              <w:t>ALVIS</w:t>
            </w:r>
          </w:p>
        </w:tc>
        <w:tc>
          <w:tcPr>
            <w:tcW w:w="3048" w:type="dxa"/>
            <w:shd w:val="clear" w:color="auto" w:fill="auto"/>
          </w:tcPr>
          <w:p w:rsidRPr="0085348F" w:rsidR="006C12D1" w:rsidP="00345815" w:rsidRDefault="006C12D1" w14:paraId="058317BC" w14:textId="77777777">
            <w:pPr>
              <w:rPr>
                <w:i/>
                <w:iCs/>
              </w:rPr>
            </w:pPr>
            <w:r w:rsidRPr="0085348F">
              <w:rPr>
                <w:i/>
                <w:iCs/>
              </w:rPr>
              <w:t xml:space="preserve">Alnus viridis </w:t>
            </w:r>
            <w:r w:rsidRPr="0085348F">
              <w:t>ssp.</w:t>
            </w:r>
            <w:r w:rsidRPr="0085348F">
              <w:rPr>
                <w:i/>
                <w:iCs/>
              </w:rPr>
              <w:t xml:space="preserve"> sinuata</w:t>
            </w:r>
          </w:p>
        </w:tc>
        <w:tc>
          <w:tcPr>
            <w:tcW w:w="2316" w:type="dxa"/>
            <w:shd w:val="clear" w:color="auto" w:fill="auto"/>
          </w:tcPr>
          <w:p w:rsidRPr="006C12D1" w:rsidR="006C12D1" w:rsidP="00345815" w:rsidRDefault="006C12D1" w14:paraId="11324AE3" w14:textId="77777777">
            <w:r w:rsidRPr="006C12D1">
              <w:t>Sitka alder</w:t>
            </w:r>
          </w:p>
        </w:tc>
        <w:tc>
          <w:tcPr>
            <w:tcW w:w="1956" w:type="dxa"/>
            <w:shd w:val="clear" w:color="auto" w:fill="auto"/>
          </w:tcPr>
          <w:p w:rsidRPr="006C12D1" w:rsidR="006C12D1" w:rsidP="00345815" w:rsidRDefault="006C12D1" w14:paraId="516F93CC" w14:textId="77777777">
            <w:r w:rsidRPr="006C12D1">
              <w:t>Upper</w:t>
            </w:r>
          </w:p>
        </w:tc>
      </w:tr>
      <w:tr w:rsidRPr="006C12D1" w:rsidR="006C12D1" w:rsidTr="006C12D1" w14:paraId="665C541D" w14:textId="77777777">
        <w:tc>
          <w:tcPr>
            <w:tcW w:w="1176" w:type="dxa"/>
            <w:shd w:val="clear" w:color="auto" w:fill="auto"/>
          </w:tcPr>
          <w:p w:rsidRPr="006C12D1" w:rsidR="006C12D1" w:rsidP="00345815" w:rsidRDefault="006C12D1" w14:paraId="685C6D0F" w14:textId="77777777">
            <w:pPr>
              <w:rPr>
                <w:bCs/>
              </w:rPr>
            </w:pPr>
            <w:r w:rsidRPr="006C12D1">
              <w:rPr>
                <w:bCs/>
              </w:rPr>
              <w:t>SAPU15</w:t>
            </w:r>
          </w:p>
        </w:tc>
        <w:tc>
          <w:tcPr>
            <w:tcW w:w="3048" w:type="dxa"/>
            <w:shd w:val="clear" w:color="auto" w:fill="auto"/>
          </w:tcPr>
          <w:p w:rsidRPr="0085348F" w:rsidR="006C12D1" w:rsidP="00345815" w:rsidRDefault="006C12D1" w14:paraId="3CD0D4AE" w14:textId="77777777">
            <w:pPr>
              <w:rPr>
                <w:i/>
                <w:iCs/>
              </w:rPr>
            </w:pPr>
            <w:r w:rsidRPr="0085348F">
              <w:rPr>
                <w:i/>
                <w:iCs/>
              </w:rPr>
              <w:t>Salix pulchra</w:t>
            </w:r>
          </w:p>
        </w:tc>
        <w:tc>
          <w:tcPr>
            <w:tcW w:w="2316" w:type="dxa"/>
            <w:shd w:val="clear" w:color="auto" w:fill="auto"/>
          </w:tcPr>
          <w:p w:rsidRPr="006C12D1" w:rsidR="006C12D1" w:rsidP="00345815" w:rsidRDefault="006C12D1" w14:paraId="327BF732" w14:textId="77777777">
            <w:r w:rsidRPr="006C12D1">
              <w:t>Tealeaf willow</w:t>
            </w:r>
          </w:p>
        </w:tc>
        <w:tc>
          <w:tcPr>
            <w:tcW w:w="1956" w:type="dxa"/>
            <w:shd w:val="clear" w:color="auto" w:fill="auto"/>
          </w:tcPr>
          <w:p w:rsidRPr="006C12D1" w:rsidR="006C12D1" w:rsidP="00345815" w:rsidRDefault="006C12D1" w14:paraId="58C706CA" w14:textId="77777777">
            <w:r w:rsidRPr="006C12D1">
              <w:t>Upper</w:t>
            </w:r>
          </w:p>
        </w:tc>
      </w:tr>
      <w:tr w:rsidRPr="006C12D1" w:rsidR="006C12D1" w:rsidTr="006C12D1" w14:paraId="5249C40E" w14:textId="77777777">
        <w:tc>
          <w:tcPr>
            <w:tcW w:w="1176" w:type="dxa"/>
            <w:shd w:val="clear" w:color="auto" w:fill="auto"/>
          </w:tcPr>
          <w:p w:rsidRPr="006C12D1" w:rsidR="006C12D1" w:rsidP="00345815" w:rsidRDefault="006C12D1" w14:paraId="7F13C97A" w14:textId="77777777">
            <w:pPr>
              <w:rPr>
                <w:bCs/>
              </w:rPr>
            </w:pPr>
            <w:r w:rsidRPr="006C12D1">
              <w:rPr>
                <w:bCs/>
              </w:rPr>
              <w:t>SARI4</w:t>
            </w:r>
          </w:p>
        </w:tc>
        <w:tc>
          <w:tcPr>
            <w:tcW w:w="3048" w:type="dxa"/>
            <w:shd w:val="clear" w:color="auto" w:fill="auto"/>
          </w:tcPr>
          <w:p w:rsidRPr="0085348F" w:rsidR="006C12D1" w:rsidP="00345815" w:rsidRDefault="006C12D1" w14:paraId="35255192" w14:textId="77777777">
            <w:pPr>
              <w:rPr>
                <w:i/>
                <w:iCs/>
              </w:rPr>
            </w:pPr>
            <w:r w:rsidRPr="0085348F">
              <w:rPr>
                <w:i/>
                <w:iCs/>
              </w:rPr>
              <w:t>Salix richardsonii</w:t>
            </w:r>
          </w:p>
        </w:tc>
        <w:tc>
          <w:tcPr>
            <w:tcW w:w="2316" w:type="dxa"/>
            <w:shd w:val="clear" w:color="auto" w:fill="auto"/>
          </w:tcPr>
          <w:p w:rsidRPr="006C12D1" w:rsidR="006C12D1" w:rsidP="00345815" w:rsidRDefault="006C12D1" w14:paraId="73B71871" w14:textId="77777777">
            <w:r w:rsidRPr="006C12D1">
              <w:t>Richardson's willow</w:t>
            </w:r>
          </w:p>
        </w:tc>
        <w:tc>
          <w:tcPr>
            <w:tcW w:w="1956" w:type="dxa"/>
            <w:shd w:val="clear" w:color="auto" w:fill="auto"/>
          </w:tcPr>
          <w:p w:rsidRPr="006C12D1" w:rsidR="006C12D1" w:rsidP="00345815" w:rsidRDefault="006C12D1" w14:paraId="52318F0D" w14:textId="77777777">
            <w:r w:rsidRPr="006C12D1">
              <w:t>Upper</w:t>
            </w:r>
          </w:p>
        </w:tc>
      </w:tr>
    </w:tbl>
    <w:p w:rsidR="006C12D1" w:rsidP="006C12D1" w:rsidRDefault="006C12D1" w14:paraId="72F34139" w14:textId="77777777"/>
    <w:p w:rsidR="006C12D1" w:rsidP="006C12D1" w:rsidRDefault="006C12D1" w14:paraId="791A165F" w14:textId="77777777">
      <w:pPr>
        <w:pStyle w:val="SClassInfoPara"/>
      </w:pPr>
      <w:r>
        <w:t>Description</w:t>
      </w:r>
    </w:p>
    <w:p w:rsidR="006C12D1" w:rsidP="006C12D1" w:rsidRDefault="006C12D1" w14:paraId="43FA6D11" w14:textId="5211BCF2">
      <w:r>
        <w:t xml:space="preserve">Open to closed tall shrub swamp. The shrub canopy is commonly 3-5 meters tall (Viereck et al. 1992). Overstory is typically dominated by alder, willow or an alder/willow mix. Common overstory species include </w:t>
      </w:r>
      <w:r w:rsidRPr="003453C3">
        <w:rPr>
          <w:i/>
          <w:iCs/>
        </w:rPr>
        <w:t>Alnus incana</w:t>
      </w:r>
      <w:r>
        <w:t xml:space="preserve"> ssp. </w:t>
      </w:r>
      <w:r w:rsidRPr="003453C3" w:rsidR="002302CB">
        <w:rPr>
          <w:i/>
          <w:iCs/>
        </w:rPr>
        <w:t>t</w:t>
      </w:r>
      <w:r w:rsidRPr="003453C3">
        <w:rPr>
          <w:i/>
          <w:iCs/>
        </w:rPr>
        <w:t>enuifolia, A</w:t>
      </w:r>
      <w:r w:rsidRPr="003453C3" w:rsidR="002302CB">
        <w:rPr>
          <w:i/>
          <w:iCs/>
        </w:rPr>
        <w:t>.</w:t>
      </w:r>
      <w:r w:rsidRPr="003453C3">
        <w:rPr>
          <w:i/>
          <w:iCs/>
        </w:rPr>
        <w:t xml:space="preserve"> viridis</w:t>
      </w:r>
      <w:r>
        <w:t xml:space="preserve"> ssp. </w:t>
      </w:r>
      <w:r w:rsidRPr="003453C3" w:rsidR="002302CB">
        <w:rPr>
          <w:i/>
          <w:iCs/>
        </w:rPr>
        <w:t>s</w:t>
      </w:r>
      <w:r w:rsidRPr="003453C3">
        <w:rPr>
          <w:i/>
          <w:iCs/>
        </w:rPr>
        <w:t>inuata, Salix pulchra</w:t>
      </w:r>
      <w:r w:rsidR="002302CB">
        <w:t>,</w:t>
      </w:r>
      <w:r>
        <w:t xml:space="preserve"> and </w:t>
      </w:r>
      <w:r w:rsidRPr="003453C3">
        <w:rPr>
          <w:i/>
          <w:iCs/>
        </w:rPr>
        <w:t>S. lanata</w:t>
      </w:r>
      <w:r>
        <w:t xml:space="preserve">. Understory can include </w:t>
      </w:r>
      <w:r w:rsidRPr="003453C3">
        <w:rPr>
          <w:i/>
          <w:iCs/>
        </w:rPr>
        <w:t>Calamagrostis canadensis, Equisetum</w:t>
      </w:r>
      <w:r>
        <w:t xml:space="preserve"> spp., </w:t>
      </w:r>
      <w:r w:rsidRPr="003453C3" w:rsidR="002302CB">
        <w:rPr>
          <w:i/>
          <w:iCs/>
        </w:rPr>
        <w:t>Comarum palustre</w:t>
      </w:r>
      <w:r w:rsidR="002302CB">
        <w:t>,</w:t>
      </w:r>
      <w:r>
        <w:t xml:space="preserve"> and hydrophytic mosses.</w:t>
      </w:r>
      <w:r w:rsidR="00DE0FD5">
        <w:t xml:space="preserve"> </w:t>
      </w:r>
      <w:r>
        <w:t xml:space="preserve">This class persists indefinitely under appropriate hydrological conditions. </w:t>
      </w:r>
    </w:p>
    <w:p w:rsidR="006C12D1" w:rsidP="006C12D1" w:rsidRDefault="006C12D1" w14:paraId="79370455" w14:textId="77777777"/>
    <w:p>
      <w:r>
        <w:rPr>
          <w:i/>
          <w:u w:val="single"/>
        </w:rPr>
        <w:t>Maximum Tree Size Class</w:t>
      </w:r>
      <w:br/>
      <w:r>
        <w:t>None</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Early1:ALL</w:t>
            </w:r>
          </w:p>
        </w:tc>
        <w:tc>
          <w:p>
            <w:pPr>
              <w:jc w:val="center"/>
            </w:pPr>
            <w:r>
              <w:rPr>
                <w:sz w:val="20"/>
              </w:rPr>
              <w:t>0</w:t>
            </w:r>
          </w:p>
        </w:tc>
        <w:tc>
          <w:p>
            <w:pPr>
              <w:jc w:val="center"/>
            </w:pPr>
            <w:r>
              <w:rPr>
                <w:sz w:val="20"/>
              </w:rPr>
              <w:t>Early1:ALL</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r>
        <w:tc>
          <w:p>
            <w:pPr>
              <w:jc w:val="center"/>
            </w:pPr>
            <w:r>
              <w:rPr>
                <w:sz w:val="20"/>
              </w:rPr>
              <w:t>Replacement Fire</w:t>
            </w:r>
          </w:p>
        </w:tc>
        <w:tc>
          <w:p>
            <w:pPr>
              <w:jc w:val="center"/>
            </w:pPr>
            <w:r>
              <w:rPr>
                <w:sz w:val="20"/>
              </w:rPr>
              <w:t>Early1:ALL</w:t>
            </w:r>
          </w:p>
        </w:tc>
        <w:tc>
          <w:p>
            <w:pPr>
              <w:jc w:val="center"/>
            </w:pPr>
            <w:r>
              <w:rPr>
                <w:sz w:val="20"/>
              </w:rPr>
              <w:t>Early1:ALL</w:t>
            </w:r>
          </w:p>
        </w:tc>
        <w:tc>
          <w:p>
            <w:pPr>
              <w:jc w:val="center"/>
            </w:pPr>
            <w:r>
              <w:rPr>
                <w:sz w:val="20"/>
              </w:rPr>
              <w:t>0.002</w:t>
            </w:r>
          </w:p>
        </w:tc>
        <w:tc>
          <w:p>
            <w:pPr>
              <w:jc w:val="center"/>
            </w:pPr>
            <w:r>
              <w:rPr>
                <w:sz w:val="20"/>
              </w:rPr>
              <w:t>500</w:t>
            </w:r>
          </w:p>
        </w:tc>
        <w:tc>
          <w:p>
            <w:pPr>
              <w:jc w:val="center"/>
            </w:pPr>
            <w:r>
              <w:rPr>
                <w:sz w:val="20"/>
              </w:rPr>
              <w:t>Yes</w:t>
            </w:r>
          </w:p>
        </w:tc>
        <w:tc>
          <w:p>
            <w:pPr>
              <w:jc w:val="center"/>
            </w:pPr>
            <w:r>
              <w:rPr>
                <w:sz w:val="20"/>
              </w:rPr>
              <w:t>0</w:t>
            </w:r>
          </w:p>
        </w:tc>
      </w:tr>
    </w:tbl>
    <w:p>
      <w:r>
        <w:t/>
      </w:r>
    </w:p>
    <w:p>
      <w:pPr xmlns:w="http://schemas.openxmlformats.org/wordprocessingml/2006/main">
        <w:pStyle w:val="ReportSection"/>
      </w:pPr>
      <w:r xmlns:w="http://schemas.openxmlformats.org/wordprocessingml/2006/main">
        <w:t>References</w:t>
      </w:r>
    </w:p>
    <w:p>
      <w:r>
        <w:t/>
      </w:r>
    </w:p>
    <w:p w:rsidR="006C12D1" w:rsidP="006C12D1" w:rsidRDefault="006C12D1" w14:paraId="09CC1955" w14:textId="77777777">
      <w:r>
        <w:t>Batten, Alan R., S. Murphy and D.F. Murray. 1978. Definition of Alaskan coastal</w:t>
      </w:r>
    </w:p>
    <w:p w:rsidR="006C12D1" w:rsidP="006C12D1" w:rsidRDefault="006C12D1" w14:paraId="75F474F1" w14:textId="77777777">
      <w:r>
        <w:t>wetlands by floristic criteria. Corvallis, OR: Corvallis Environmental Research Laboratory; EPA 804965-01. 490 p.</w:t>
      </w:r>
    </w:p>
    <w:p w:rsidR="006C12D1" w:rsidP="006C12D1" w:rsidRDefault="006C12D1" w14:paraId="3E37420E" w14:textId="77777777"/>
    <w:p w:rsidR="000B149B" w:rsidP="000B149B" w:rsidRDefault="000B149B" w14:paraId="68EDDA57" w14:textId="77777777">
      <w:r w:rsidRPr="001F1600">
        <w:t>Innes, Robin J. 2015. Fire regimes of Alaskan alder and willow shrublands. In: Fire Effects Information System, [Online]. U.S. Department of Agriculture, Forest Service, Rocky Mountain Research Station, Missoula Fire Sciences Laboratory (Producer). Available: http://www.fs.fed.us/database/feis/fire_regimes/AK_alder_shrub/all.html [ 2016, August 3].</w:t>
      </w:r>
    </w:p>
    <w:p w:rsidR="000B149B" w:rsidP="006C12D1" w:rsidRDefault="000B149B" w14:paraId="07DE31D9" w14:textId="77777777"/>
    <w:p w:rsidR="006C12D1" w:rsidP="006C12D1" w:rsidRDefault="006C12D1" w14:paraId="722AF712" w14:textId="77777777">
      <w:r>
        <w:t>NatureServe. 2008. International Ecological Classification Standard: Terrestrial Ecological Classifications. Draft Ecological Systems Description for Alaska Boreal and Sub-boreal Regions.</w:t>
      </w:r>
    </w:p>
    <w:p w:rsidR="006C12D1" w:rsidP="006C12D1" w:rsidRDefault="006C12D1" w14:paraId="755551F1" w14:textId="77777777"/>
    <w:p w:rsidR="006C12D1" w:rsidP="006C12D1" w:rsidRDefault="006C12D1" w14:paraId="653573AC" w14:textId="77777777">
      <w:r>
        <w:t>Viereck, L.A., Dyrness, C.T., Batten, A.R., Wenzlick, K.J. 1992.  The Alaska vegetation classification. Pacific Northwest Research Station, USDA Forest Service, Portland, OR. Gen. Tech. Rep. PNW-GTR286. 278 p.</w:t>
      </w:r>
    </w:p>
    <w:p w:rsidR="004D5F12" w:rsidP="006C12D1" w:rsidRDefault="004D5F12" w14:paraId="4EA387B1" w14:textId="38F56961"/>
    <w:p w:rsidRPr="00E212EE" w:rsidR="00D817CA" w:rsidP="00D817CA" w:rsidRDefault="00D817CA" w14:paraId="430BB763" w14:textId="77777777">
      <w:r w:rsidRPr="00E212EE">
        <w:t>Viereck, Leslie A.; Schandelmeier, Linda A. 1980. Effects of fire in Alaska and adjacent Canada: a literature review. BLM-Alaska Tech. Rep. 6, BLM/AK/TR-80/06. Anchorage, AK: U.S. Department of the Interior, Bureau of Land Management, Alaska State Office. 124 p</w:t>
      </w:r>
    </w:p>
    <w:p w:rsidRPr="00A43E41" w:rsidR="00D817CA" w:rsidP="006C12D1" w:rsidRDefault="00D817CA" w14:paraId="39D888FA" w14:textId="77777777"/>
    <w:sectPr w:rsidRPr="00A43E41" w:rsidR="00D817CA" w:rsidSect="00FE41CA">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0F5EA" w14:textId="77777777" w:rsidR="00E46A96" w:rsidRDefault="00E46A96">
      <w:r>
        <w:separator/>
      </w:r>
    </w:p>
  </w:endnote>
  <w:endnote w:type="continuationSeparator" w:id="0">
    <w:p w14:paraId="1A872578" w14:textId="77777777" w:rsidR="00E46A96" w:rsidRDefault="00E46A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5B512" w14:textId="77777777" w:rsidR="006C12D1" w:rsidRDefault="006C12D1" w:rsidP="006C12D1">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65E907" w14:textId="77777777" w:rsidR="00E46A96" w:rsidRDefault="00E46A96">
      <w:r>
        <w:separator/>
      </w:r>
    </w:p>
  </w:footnote>
  <w:footnote w:type="continuationSeparator" w:id="0">
    <w:p w14:paraId="1E860996" w14:textId="77777777" w:rsidR="00E46A96" w:rsidRDefault="00E46A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BE055" w14:textId="77777777" w:rsidR="00A43E41" w:rsidRDefault="00A43E41" w:rsidP="006C12D1">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0700B"/>
    <w:multiLevelType w:val="hybridMultilevel"/>
    <w:tmpl w:val="42D0B8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684360325">
    <w:abstractNumId w:val="1"/>
  </w:num>
  <w:num w:numId="2" w16cid:durableId="1263957789">
    <w:abstractNumId w:val="0"/>
  </w:num>
  <w:num w:numId="3" w16cid:durableId="17187716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12D1"/>
    <w:rsid w:val="0003202F"/>
    <w:rsid w:val="0004797F"/>
    <w:rsid w:val="00077A85"/>
    <w:rsid w:val="00097251"/>
    <w:rsid w:val="000B149B"/>
    <w:rsid w:val="000E1EC5"/>
    <w:rsid w:val="000E759B"/>
    <w:rsid w:val="00110079"/>
    <w:rsid w:val="00117805"/>
    <w:rsid w:val="00131408"/>
    <w:rsid w:val="0015588A"/>
    <w:rsid w:val="00174486"/>
    <w:rsid w:val="0017531C"/>
    <w:rsid w:val="00196C68"/>
    <w:rsid w:val="001A06ED"/>
    <w:rsid w:val="001A5277"/>
    <w:rsid w:val="001E43F5"/>
    <w:rsid w:val="001E4F1A"/>
    <w:rsid w:val="001F1A4D"/>
    <w:rsid w:val="001F4705"/>
    <w:rsid w:val="002206B7"/>
    <w:rsid w:val="00220975"/>
    <w:rsid w:val="002302CB"/>
    <w:rsid w:val="00272B25"/>
    <w:rsid w:val="00292706"/>
    <w:rsid w:val="002A69B2"/>
    <w:rsid w:val="002E41A1"/>
    <w:rsid w:val="00300000"/>
    <w:rsid w:val="0031662A"/>
    <w:rsid w:val="003172E2"/>
    <w:rsid w:val="00320910"/>
    <w:rsid w:val="003453C3"/>
    <w:rsid w:val="003818E4"/>
    <w:rsid w:val="003C703C"/>
    <w:rsid w:val="003F1E4C"/>
    <w:rsid w:val="003F322E"/>
    <w:rsid w:val="00402AB1"/>
    <w:rsid w:val="00414DA8"/>
    <w:rsid w:val="00424E99"/>
    <w:rsid w:val="0042550C"/>
    <w:rsid w:val="0042737A"/>
    <w:rsid w:val="00447BAA"/>
    <w:rsid w:val="00452B5E"/>
    <w:rsid w:val="00455D4C"/>
    <w:rsid w:val="00476F39"/>
    <w:rsid w:val="00491F12"/>
    <w:rsid w:val="004D4FC8"/>
    <w:rsid w:val="004D5AE0"/>
    <w:rsid w:val="004D5F12"/>
    <w:rsid w:val="004D7DCF"/>
    <w:rsid w:val="004E7DB5"/>
    <w:rsid w:val="005035F5"/>
    <w:rsid w:val="00503C61"/>
    <w:rsid w:val="00513848"/>
    <w:rsid w:val="00513AFB"/>
    <w:rsid w:val="0052386E"/>
    <w:rsid w:val="00530D3E"/>
    <w:rsid w:val="00536AA4"/>
    <w:rsid w:val="00537D33"/>
    <w:rsid w:val="0054090D"/>
    <w:rsid w:val="005446EB"/>
    <w:rsid w:val="00557492"/>
    <w:rsid w:val="0059107F"/>
    <w:rsid w:val="005A05C9"/>
    <w:rsid w:val="005B1DDE"/>
    <w:rsid w:val="005C7A42"/>
    <w:rsid w:val="005D242C"/>
    <w:rsid w:val="005E6650"/>
    <w:rsid w:val="005F3253"/>
    <w:rsid w:val="00605473"/>
    <w:rsid w:val="00616941"/>
    <w:rsid w:val="00621C0C"/>
    <w:rsid w:val="00622B82"/>
    <w:rsid w:val="0064268C"/>
    <w:rsid w:val="006445B4"/>
    <w:rsid w:val="00646981"/>
    <w:rsid w:val="006C12D1"/>
    <w:rsid w:val="006C2065"/>
    <w:rsid w:val="006E57D4"/>
    <w:rsid w:val="006F39FC"/>
    <w:rsid w:val="00722B5D"/>
    <w:rsid w:val="00740E0B"/>
    <w:rsid w:val="00747459"/>
    <w:rsid w:val="007742B4"/>
    <w:rsid w:val="00781A13"/>
    <w:rsid w:val="007A721A"/>
    <w:rsid w:val="007B5284"/>
    <w:rsid w:val="007C7863"/>
    <w:rsid w:val="007F0AB6"/>
    <w:rsid w:val="00820371"/>
    <w:rsid w:val="00821A9F"/>
    <w:rsid w:val="00850C8E"/>
    <w:rsid w:val="0085348F"/>
    <w:rsid w:val="008779C3"/>
    <w:rsid w:val="008C5752"/>
    <w:rsid w:val="008D0F33"/>
    <w:rsid w:val="008F01B1"/>
    <w:rsid w:val="00901CA2"/>
    <w:rsid w:val="00907797"/>
    <w:rsid w:val="00945DBA"/>
    <w:rsid w:val="00966095"/>
    <w:rsid w:val="009853E7"/>
    <w:rsid w:val="00986A7A"/>
    <w:rsid w:val="009B03E6"/>
    <w:rsid w:val="009B232E"/>
    <w:rsid w:val="009D1257"/>
    <w:rsid w:val="009D25CD"/>
    <w:rsid w:val="009D674B"/>
    <w:rsid w:val="009E0DB5"/>
    <w:rsid w:val="00A16194"/>
    <w:rsid w:val="00A2791D"/>
    <w:rsid w:val="00A309E2"/>
    <w:rsid w:val="00A36D75"/>
    <w:rsid w:val="00A43E41"/>
    <w:rsid w:val="00A6020D"/>
    <w:rsid w:val="00AB3795"/>
    <w:rsid w:val="00AF1CDE"/>
    <w:rsid w:val="00AF1E11"/>
    <w:rsid w:val="00AF4B2B"/>
    <w:rsid w:val="00B16AED"/>
    <w:rsid w:val="00B30030"/>
    <w:rsid w:val="00B44A3C"/>
    <w:rsid w:val="00B667E0"/>
    <w:rsid w:val="00B84C7B"/>
    <w:rsid w:val="00BC14B6"/>
    <w:rsid w:val="00BE4933"/>
    <w:rsid w:val="00C07F5E"/>
    <w:rsid w:val="00C50B12"/>
    <w:rsid w:val="00C5204F"/>
    <w:rsid w:val="00C66E45"/>
    <w:rsid w:val="00CA0BB9"/>
    <w:rsid w:val="00CA1418"/>
    <w:rsid w:val="00CD6118"/>
    <w:rsid w:val="00CD68F6"/>
    <w:rsid w:val="00CE18DA"/>
    <w:rsid w:val="00CE79FF"/>
    <w:rsid w:val="00CF2056"/>
    <w:rsid w:val="00D060DC"/>
    <w:rsid w:val="00D16916"/>
    <w:rsid w:val="00D178C7"/>
    <w:rsid w:val="00D306FA"/>
    <w:rsid w:val="00D367FB"/>
    <w:rsid w:val="00D46D39"/>
    <w:rsid w:val="00D52C2E"/>
    <w:rsid w:val="00D534D2"/>
    <w:rsid w:val="00D553D0"/>
    <w:rsid w:val="00D62775"/>
    <w:rsid w:val="00D81349"/>
    <w:rsid w:val="00D817CA"/>
    <w:rsid w:val="00D92158"/>
    <w:rsid w:val="00D9231D"/>
    <w:rsid w:val="00D95971"/>
    <w:rsid w:val="00DA63B1"/>
    <w:rsid w:val="00DB16CA"/>
    <w:rsid w:val="00DC4BA7"/>
    <w:rsid w:val="00DD3902"/>
    <w:rsid w:val="00DE0F2D"/>
    <w:rsid w:val="00DE0FD5"/>
    <w:rsid w:val="00DE40A7"/>
    <w:rsid w:val="00DE7AB5"/>
    <w:rsid w:val="00DF0616"/>
    <w:rsid w:val="00E109E9"/>
    <w:rsid w:val="00E152F0"/>
    <w:rsid w:val="00E46A96"/>
    <w:rsid w:val="00E50BB8"/>
    <w:rsid w:val="00E61C50"/>
    <w:rsid w:val="00E63EF7"/>
    <w:rsid w:val="00E7520B"/>
    <w:rsid w:val="00EB2776"/>
    <w:rsid w:val="00EC4A14"/>
    <w:rsid w:val="00ED764B"/>
    <w:rsid w:val="00EF02EA"/>
    <w:rsid w:val="00F40E9A"/>
    <w:rsid w:val="00F43204"/>
    <w:rsid w:val="00F43C9F"/>
    <w:rsid w:val="00F46E31"/>
    <w:rsid w:val="00F86C13"/>
    <w:rsid w:val="00F948F2"/>
    <w:rsid w:val="00FB24EF"/>
    <w:rsid w:val="00FE180B"/>
    <w:rsid w:val="00FE2EE9"/>
    <w:rsid w:val="00FE3B73"/>
    <w:rsid w:val="00FE41CA"/>
    <w:rsid w:val="00FE6871"/>
    <w:rsid w:val="00FF0FAC"/>
    <w:rsid w:val="00FF50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384C07"/>
  <w15:docId w15:val="{A9FF4396-49DE-4C52-8D9D-15E255172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pSTitle">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customStyle="1" w:styleId="InfoPara">
    <w:name w:val="Info_Para"/>
    <w:basedOn w:val="Normal"/>
    <w:next w:val="Normal"/>
    <w:rsid w:val="00F86C13"/>
    <w:pPr>
      <w:spacing w:before="120" w:after="20"/>
    </w:pPr>
    <w:rPr>
      <w:b/>
    </w:rPr>
  </w:style>
  <w:style w:type="paragraph" w:customStyle="1" w:styleId="ReportSection">
    <w:name w:val="Report_Section"/>
    <w:basedOn w:val="BpSTitle"/>
    <w:next w:val="Normal"/>
    <w:rsid w:val="00D81349"/>
    <w:pPr>
      <w:pBdr>
        <w:top w:val="single" w:sz="4" w:space="1" w:color="auto"/>
        <w:left w:val="single" w:sz="4" w:space="4" w:color="auto"/>
        <w:bottom w:val="single" w:sz="4" w:space="1" w:color="auto"/>
        <w:right w:val="single" w:sz="4" w:space="4" w:color="auto"/>
      </w:pBdr>
      <w:shd w:val="clear" w:color="auto" w:fill="E6E6E6"/>
      <w:spacing w:before="360"/>
    </w:pPr>
    <w:rPr>
      <w:rFonts w:cs="Times New Roman"/>
      <w:i/>
      <w:sz w:val="24"/>
      <w:szCs w:val="20"/>
    </w:rPr>
  </w:style>
  <w:style w:type="paragraph" w:customStyle="1" w:styleId="BpSHeader">
    <w:name w:val="BpS_Header"/>
    <w:basedOn w:val="Normal"/>
    <w:next w:val="Normal"/>
    <w:rsid w:val="009E0DB5"/>
    <w:pPr>
      <w:pBdr>
        <w:top w:val="dotted" w:sz="4" w:space="1" w:color="auto"/>
        <w:left w:val="dotted" w:sz="4" w:space="4" w:color="auto"/>
        <w:bottom w:val="dotted" w:sz="4" w:space="1" w:color="auto"/>
        <w:right w:val="dotted" w:sz="4" w:space="4" w:color="auto"/>
      </w:pBdr>
      <w:shd w:val="clear" w:color="auto" w:fill="F3F3F3"/>
    </w:pPr>
  </w:style>
  <w:style w:type="paragraph" w:customStyle="1" w:styleId="SClassInfoPara">
    <w:name w:val="SClass_Info_Para"/>
    <w:basedOn w:val="Normal"/>
    <w:next w:val="Normal"/>
    <w:rsid w:val="00EC4A14"/>
    <w:pPr>
      <w:spacing w:before="120"/>
    </w:pPr>
    <w:rPr>
      <w:i/>
      <w:u w:val="single"/>
    </w:rPr>
  </w:style>
  <w:style w:type="paragraph" w:styleId="ListParagraph">
    <w:name w:val="List Paragraph"/>
    <w:basedOn w:val="Normal"/>
    <w:uiPriority w:val="34"/>
    <w:qFormat/>
    <w:rsid w:val="00622B82"/>
    <w:pPr>
      <w:ind w:left="720"/>
    </w:pPr>
    <w:rPr>
      <w:rFonts w:ascii="Calibri" w:eastAsia="Calibri" w:hAnsi="Calibri"/>
      <w:sz w:val="22"/>
      <w:szCs w:val="22"/>
    </w:rPr>
  </w:style>
  <w:style w:type="character" w:styleId="Hyperlink">
    <w:name w:val="Hyperlink"/>
    <w:rsid w:val="00622B82"/>
    <w:rPr>
      <w:color w:val="0000FF"/>
      <w:u w:val="single"/>
    </w:rPr>
  </w:style>
  <w:style w:type="character" w:styleId="CommentReference">
    <w:name w:val="annotation reference"/>
    <w:basedOn w:val="DefaultParagraphFont"/>
    <w:uiPriority w:val="99"/>
    <w:semiHidden/>
    <w:unhideWhenUsed/>
    <w:rsid w:val="004D4FC8"/>
    <w:rPr>
      <w:sz w:val="16"/>
      <w:szCs w:val="16"/>
    </w:rPr>
  </w:style>
  <w:style w:type="paragraph" w:styleId="CommentText">
    <w:name w:val="annotation text"/>
    <w:basedOn w:val="Normal"/>
    <w:link w:val="CommentTextChar"/>
    <w:uiPriority w:val="99"/>
    <w:unhideWhenUsed/>
    <w:rsid w:val="004D4FC8"/>
    <w:rPr>
      <w:sz w:val="20"/>
      <w:szCs w:val="20"/>
    </w:rPr>
  </w:style>
  <w:style w:type="character" w:customStyle="1" w:styleId="CommentTextChar">
    <w:name w:val="Comment Text Char"/>
    <w:basedOn w:val="DefaultParagraphFont"/>
    <w:link w:val="CommentText"/>
    <w:uiPriority w:val="99"/>
    <w:rsid w:val="004D4FC8"/>
  </w:style>
  <w:style w:type="paragraph" w:styleId="CommentSubject">
    <w:name w:val="annotation subject"/>
    <w:basedOn w:val="CommentText"/>
    <w:next w:val="CommentText"/>
    <w:link w:val="CommentSubjectChar"/>
    <w:uiPriority w:val="99"/>
    <w:semiHidden/>
    <w:unhideWhenUsed/>
    <w:rsid w:val="004D4FC8"/>
    <w:rPr>
      <w:b/>
      <w:bCs/>
    </w:rPr>
  </w:style>
  <w:style w:type="character" w:customStyle="1" w:styleId="CommentSubjectChar">
    <w:name w:val="Comment Subject Char"/>
    <w:basedOn w:val="CommentTextChar"/>
    <w:link w:val="CommentSubject"/>
    <w:uiPriority w:val="99"/>
    <w:semiHidden/>
    <w:rsid w:val="004D4FC8"/>
    <w:rPr>
      <w:b/>
      <w:bCs/>
    </w:rPr>
  </w:style>
  <w:style w:type="paragraph" w:styleId="BalloonText">
    <w:name w:val="Balloon Text"/>
    <w:basedOn w:val="Normal"/>
    <w:link w:val="BalloonTextChar"/>
    <w:uiPriority w:val="99"/>
    <w:semiHidden/>
    <w:unhideWhenUsed/>
    <w:rsid w:val="004D4FC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4FC8"/>
    <w:rPr>
      <w:rFonts w:ascii="Segoe UI" w:hAnsi="Segoe UI" w:cs="Segoe UI"/>
      <w:sz w:val="18"/>
      <w:szCs w:val="18"/>
    </w:rPr>
  </w:style>
  <w:style w:type="paragraph" w:styleId="NormalWeb">
    <w:name w:val="Normal (Web)"/>
    <w:basedOn w:val="Normal"/>
    <w:uiPriority w:val="99"/>
    <w:semiHidden/>
    <w:unhideWhenUsed/>
    <w:rsid w:val="004D4FC8"/>
    <w:pPr>
      <w:spacing w:before="100" w:beforeAutospacing="1" w:after="100" w:afterAutospacing="1"/>
    </w:pPr>
  </w:style>
  <w:style w:type="character" w:customStyle="1" w:styleId="apple-converted-space">
    <w:name w:val="apple-converted-space"/>
    <w:basedOn w:val="DefaultParagraphFont"/>
    <w:rsid w:val="004D4FC8"/>
  </w:style>
  <w:style w:type="character" w:styleId="UnresolvedMention">
    <w:name w:val="Unresolved Mention"/>
    <w:basedOn w:val="DefaultParagraphFont"/>
    <w:uiPriority w:val="99"/>
    <w:semiHidden/>
    <w:unhideWhenUsed/>
    <w:rsid w:val="00D817CA"/>
    <w:rPr>
      <w:color w:val="605E5C"/>
      <w:shd w:val="clear" w:color="auto" w:fill="E1DFDD"/>
    </w:rPr>
  </w:style>
  <w:style w:type="character" w:styleId="FollowedHyperlink">
    <w:name w:val="FollowedHyperlink"/>
    <w:basedOn w:val="DefaultParagraphFont"/>
    <w:uiPriority w:val="99"/>
    <w:semiHidden/>
    <w:unhideWhenUsed/>
    <w:rsid w:val="00DE0FD5"/>
    <w:rPr>
      <w:color w:val="800080" w:themeColor="followedHyperlink"/>
      <w:u w:val="single"/>
    </w:rPr>
  </w:style>
  <w:style w:type="table" w:styleId="TableGrid">
    <w:name w:val="Table Grid"/>
    <w:basedOn w:val="TableNormal"/>
    <w:uiPriority w:val="59"/>
    <w:rsid w:val="003F1E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162226">
      <w:bodyDiv w:val="1"/>
      <w:marLeft w:val="0"/>
      <w:marRight w:val="0"/>
      <w:marTop w:val="0"/>
      <w:marBottom w:val="0"/>
      <w:divBdr>
        <w:top w:val="none" w:sz="0" w:space="0" w:color="auto"/>
        <w:left w:val="none" w:sz="0" w:space="0" w:color="auto"/>
        <w:bottom w:val="none" w:sz="0" w:space="0" w:color="auto"/>
        <w:right w:val="none" w:sz="0" w:space="0" w:color="auto"/>
      </w:divBdr>
    </w:div>
    <w:div w:id="766661392">
      <w:bodyDiv w:val="1"/>
      <w:marLeft w:val="0"/>
      <w:marRight w:val="0"/>
      <w:marTop w:val="0"/>
      <w:marBottom w:val="0"/>
      <w:divBdr>
        <w:top w:val="none" w:sz="0" w:space="0" w:color="auto"/>
        <w:left w:val="none" w:sz="0" w:space="0" w:color="auto"/>
        <w:bottom w:val="none" w:sz="0" w:space="0" w:color="auto"/>
        <w:right w:val="none" w:sz="0" w:space="0" w:color="auto"/>
      </w:divBdr>
    </w:div>
    <w:div w:id="800073519">
      <w:bodyDiv w:val="1"/>
      <w:marLeft w:val="0"/>
      <w:marRight w:val="0"/>
      <w:marTop w:val="0"/>
      <w:marBottom w:val="0"/>
      <w:divBdr>
        <w:top w:val="none" w:sz="0" w:space="0" w:color="auto"/>
        <w:left w:val="none" w:sz="0" w:space="0" w:color="auto"/>
        <w:bottom w:val="none" w:sz="0" w:space="0" w:color="auto"/>
        <w:right w:val="none" w:sz="0" w:space="0" w:color="auto"/>
      </w:divBdr>
    </w:div>
    <w:div w:id="1179736300">
      <w:bodyDiv w:val="1"/>
      <w:marLeft w:val="0"/>
      <w:marRight w:val="0"/>
      <w:marTop w:val="0"/>
      <w:marBottom w:val="0"/>
      <w:divBdr>
        <w:top w:val="none" w:sz="0" w:space="0" w:color="auto"/>
        <w:left w:val="none" w:sz="0" w:space="0" w:color="auto"/>
        <w:bottom w:val="none" w:sz="0" w:space="0" w:color="auto"/>
        <w:right w:val="none" w:sz="0" w:space="0" w:color="auto"/>
      </w:divBdr>
    </w:div>
    <w:div w:id="1429813760">
      <w:bodyDiv w:val="1"/>
      <w:marLeft w:val="0"/>
      <w:marRight w:val="0"/>
      <w:marTop w:val="0"/>
      <w:marBottom w:val="0"/>
      <w:divBdr>
        <w:top w:val="none" w:sz="0" w:space="0" w:color="auto"/>
        <w:left w:val="none" w:sz="0" w:space="0" w:color="auto"/>
        <w:bottom w:val="none" w:sz="0" w:space="0" w:color="auto"/>
        <w:right w:val="none" w:sz="0" w:space="0" w:color="auto"/>
      </w:divBdr>
    </w:div>
    <w:div w:id="1737514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s://www.fs.fed.us/database/feis/fire_regimes/AK_alder_shrub/all.html" TargetMode="Externa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5590D129-20A8-4A90-8920-BB6B74426746}"/>
</file>

<file path=customXml/itemProps2.xml><?xml version="1.0" encoding="utf-8"?>
<ds:datastoreItem xmlns:ds="http://schemas.openxmlformats.org/officeDocument/2006/customXml" ds:itemID="{B96F48D2-D8D6-493B-ADDB-A2680CA7611A}"/>
</file>

<file path=customXml/itemProps3.xml><?xml version="1.0" encoding="utf-8"?>
<ds:datastoreItem xmlns:ds="http://schemas.openxmlformats.org/officeDocument/2006/customXml" ds:itemID="{14F6D3E2-EE9E-41F3-B1B3-CC984F900F67}"/>
</file>

<file path=docProps/app.xml><?xml version="1.0" encoding="utf-8"?>
<Properties xmlns="http://schemas.openxmlformats.org/officeDocument/2006/extended-properties" xmlns:vt="http://schemas.openxmlformats.org/officeDocument/2006/docPropsVTypes">
  <Template>Report_Template</Template>
  <TotalTime>10</TotalTime>
  <Pages>3</Pages>
  <Words>941</Words>
  <Characters>5365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USDA Forest Service</Company>
  <LinksUpToDate>false</LinksUpToDate>
  <CharactersWithSpaces>6294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Jim Smith</cp:lastModifiedBy>
  <cp:revision>14</cp:revision>
  <cp:lastPrinted>2015-09-11T19:35:00Z</cp:lastPrinted>
  <dcterms:created xsi:type="dcterms:W3CDTF">2022-08-17T21:05:00Z</dcterms:created>
  <dcterms:modified xsi:type="dcterms:W3CDTF">2024-09-27T18:58:00Z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