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466B9" w:rsidP="009466B9" w:rsidRDefault="00695990" w14:paraId="46CB836F" w14:textId="3B6B1B35">
      <w:pPr>
        <w:pStyle w:val="BpSTitle"/>
      </w:pPr>
      <w:r w:rsidRPr="00695990">
        <w:t>16200</w:t>
      </w:r>
    </w:p>
    <w:p w:rsidR="00F5426A" w:rsidP="00F5426A" w:rsidRDefault="00F5426A" w14:paraId="7BD836A7" w14:textId="77777777">
      <w:pPr>
        <w:rPr>
          <w:rFonts w:ascii="Arial" w:hAnsi="Arial" w:eastAsia="Calibri" w:cs="Arial"/>
          <w:b/>
          <w:bCs/>
          <w:sz w:val="28"/>
          <w:szCs w:val="28"/>
        </w:rPr>
      </w:pPr>
      <w:r w:rsidRPr="007C0773">
        <w:rPr>
          <w:rFonts w:ascii="Arial" w:hAnsi="Arial" w:eastAsia="Calibri" w:cs="Arial"/>
          <w:b/>
          <w:bCs/>
          <w:sz w:val="28"/>
          <w:szCs w:val="28"/>
        </w:rPr>
        <w:t>Western North American Boreal Shrub-Sedge Bog and Acidic Fen</w:t>
      </w:r>
    </w:p>
    <w:p w:rsidR="00F5426A" w:rsidP="00F5426A" w:rsidRDefault="00F5426A" w14:paraId="30B5B176" w14:textId="77777777">
      <w:r>
        <w:t xmlns:w="http://schemas.openxmlformats.org/wordprocessingml/2006/main">BpS Model/Description Version: Nov. 2024</w:t>
      </w:r>
      <w:r>
        <w:tab/>
      </w:r>
      <w:r>
        <w:tab/>
      </w:r>
      <w:r>
        <w:tab/>
      </w:r>
      <w:r>
        <w:tab/>
      </w:r>
      <w:r>
        <w:tab/>
      </w:r>
      <w:r>
        <w:tab/>
      </w:r>
      <w:r>
        <w:tab/>
      </w:r>
    </w:p>
    <w:p w:rsidR="00F5426A" w:rsidP="00F5426A" w:rsidRDefault="00F5426A" w14:paraId="4565BB08" w14:textId="77777777"/>
    <w:tbl>
      <w:tblPr>
        <w:tblW w:w="9576" w:type="dxa"/>
        <w:tblBorders>
          <w:top w:val="single" w:color="auto" w:sz="2" w:space="0"/>
          <w:left w:val="single" w:color="auto" w:sz="2" w:space="0"/>
          <w:bottom w:val="single" w:color="auto" w:sz="2" w:space="0"/>
          <w:right w:val="single" w:color="auto" w:sz="2" w:space="0"/>
          <w:insideH w:val="single" w:color="000000" w:themeColor="text1" w:sz="6" w:space="0"/>
          <w:insideV w:val="single" w:color="000000" w:themeColor="text1" w:sz="6" w:space="0"/>
        </w:tblBorders>
        <w:tblLayout w:type="fixed"/>
        <w:tblLook w:val="00A0" w:firstRow="1" w:lastRow="0" w:firstColumn="1" w:lastColumn="0" w:noHBand="0" w:noVBand="0"/>
      </w:tblPr>
      <w:tblGrid>
        <w:gridCol w:w="2004"/>
        <w:gridCol w:w="3234"/>
        <w:gridCol w:w="1620"/>
        <w:gridCol w:w="2718"/>
      </w:tblGrid>
      <w:tr w:rsidRPr="00497FF5" w:rsidR="00F5426A" w:rsidTr="000157BF" w14:paraId="5BAB18C4" w14:textId="77777777">
        <w:tc>
          <w:tcPr>
            <w:tcW w:w="2004" w:type="dxa"/>
            <w:tcBorders>
              <w:top w:val="single" w:color="auto" w:sz="2" w:space="0"/>
              <w:left w:val="single" w:color="auto" w:sz="12" w:space="0"/>
              <w:bottom w:val="single" w:color="000000" w:themeColor="text1" w:sz="12" w:space="0"/>
            </w:tcBorders>
            <w:shd w:val="clear" w:color="auto" w:fill="auto"/>
          </w:tcPr>
          <w:p w:rsidRPr="00497FF5" w:rsidR="00F5426A" w:rsidP="000157BF" w:rsidRDefault="00F5426A" w14:paraId="6AC50077" w14:textId="77777777">
            <w:pPr>
              <w:rPr>
                <w:b/>
                <w:bCs/>
              </w:rPr>
            </w:pPr>
            <w:r w:rsidRPr="00497FF5">
              <w:rPr>
                <w:b/>
                <w:bCs/>
              </w:rPr>
              <w:t>Modelers</w:t>
            </w:r>
          </w:p>
        </w:tc>
        <w:tc>
          <w:tcPr>
            <w:tcW w:w="3234" w:type="dxa"/>
            <w:tcBorders>
              <w:top w:val="single" w:color="auto" w:sz="2" w:space="0"/>
              <w:bottom w:val="single" w:color="000000" w:themeColor="text1" w:sz="12" w:space="0"/>
              <w:right w:val="single" w:color="000000" w:themeColor="text1" w:sz="12" w:space="0"/>
            </w:tcBorders>
            <w:shd w:val="clear" w:color="auto" w:fill="auto"/>
          </w:tcPr>
          <w:p w:rsidRPr="00497FF5" w:rsidR="00F5426A" w:rsidP="000157BF" w:rsidRDefault="00F5426A" w14:paraId="22AFB7EA" w14:textId="77777777">
            <w:pPr>
              <w:rPr>
                <w:b/>
                <w:bCs/>
              </w:rPr>
            </w:pPr>
          </w:p>
        </w:tc>
        <w:tc>
          <w:tcPr>
            <w:tcW w:w="1620" w:type="dxa"/>
            <w:tcBorders>
              <w:top w:val="single" w:color="auto" w:sz="2" w:space="0"/>
              <w:left w:val="single" w:color="000000" w:themeColor="text1" w:sz="12" w:space="0"/>
              <w:bottom w:val="single" w:color="000000" w:themeColor="text1" w:sz="12" w:space="0"/>
            </w:tcBorders>
            <w:shd w:val="clear" w:color="auto" w:fill="auto"/>
          </w:tcPr>
          <w:p w:rsidRPr="00497FF5" w:rsidR="00F5426A" w:rsidP="000157BF" w:rsidRDefault="00F5426A" w14:paraId="4A2F4806" w14:textId="77777777">
            <w:pPr>
              <w:rPr>
                <w:b/>
                <w:bCs/>
              </w:rPr>
            </w:pPr>
            <w:r w:rsidRPr="00497FF5">
              <w:rPr>
                <w:b/>
                <w:bCs/>
              </w:rPr>
              <w:t>Reviewers</w:t>
            </w:r>
          </w:p>
        </w:tc>
        <w:tc>
          <w:tcPr>
            <w:tcW w:w="2718" w:type="dxa"/>
            <w:tcBorders>
              <w:top w:val="single" w:color="auto" w:sz="2" w:space="0"/>
              <w:bottom w:val="single" w:color="000000" w:themeColor="text1" w:sz="12" w:space="0"/>
            </w:tcBorders>
            <w:shd w:val="clear" w:color="auto" w:fill="auto"/>
          </w:tcPr>
          <w:p w:rsidRPr="00497FF5" w:rsidR="00F5426A" w:rsidP="000157BF" w:rsidRDefault="00F5426A" w14:paraId="12EAFAFB" w14:textId="77777777">
            <w:pPr>
              <w:rPr>
                <w:b/>
                <w:bCs/>
              </w:rPr>
            </w:pPr>
          </w:p>
        </w:tc>
      </w:tr>
      <w:tr w:rsidRPr="00497FF5" w:rsidR="00F5426A" w:rsidTr="000157BF" w14:paraId="0B62A7D1" w14:textId="77777777">
        <w:tc>
          <w:tcPr>
            <w:tcW w:w="2004" w:type="dxa"/>
            <w:tcBorders>
              <w:top w:val="single" w:color="000000" w:themeColor="text1" w:sz="12" w:space="0"/>
              <w:left w:val="single" w:color="auto" w:sz="12" w:space="0"/>
            </w:tcBorders>
            <w:shd w:val="clear" w:color="auto" w:fill="auto"/>
          </w:tcPr>
          <w:p w:rsidRPr="00497FF5" w:rsidR="00F5426A" w:rsidP="000157BF" w:rsidRDefault="00F5426A" w14:paraId="4DE21023" w14:textId="77777777">
            <w:pPr>
              <w:rPr>
                <w:bCs/>
              </w:rPr>
            </w:pPr>
            <w:r>
              <w:rPr>
                <w:bCs/>
              </w:rPr>
              <w:t>Pat Comer</w:t>
            </w:r>
          </w:p>
        </w:tc>
        <w:tc>
          <w:tcPr>
            <w:tcW w:w="3234" w:type="dxa"/>
            <w:tcBorders>
              <w:top w:val="single" w:color="000000" w:themeColor="text1" w:sz="12" w:space="0"/>
              <w:right w:val="single" w:color="000000" w:themeColor="text1" w:sz="12" w:space="0"/>
            </w:tcBorders>
            <w:shd w:val="clear" w:color="auto" w:fill="auto"/>
          </w:tcPr>
          <w:p w:rsidRPr="00497FF5" w:rsidR="00F5426A" w:rsidP="000157BF" w:rsidRDefault="00F5426A" w14:paraId="7491EEFF" w14:textId="77777777">
            <w:r>
              <w:t>Pat_Comer@natureserve.org</w:t>
            </w:r>
          </w:p>
        </w:tc>
        <w:tc>
          <w:tcPr>
            <w:tcW w:w="1620" w:type="dxa"/>
            <w:tcBorders>
              <w:top w:val="single" w:color="000000" w:themeColor="text1" w:sz="12" w:space="0"/>
              <w:left w:val="single" w:color="000000" w:themeColor="text1" w:sz="12" w:space="0"/>
            </w:tcBorders>
            <w:shd w:val="clear" w:color="auto" w:fill="auto"/>
          </w:tcPr>
          <w:p w:rsidRPr="00497FF5" w:rsidR="00F5426A" w:rsidP="000157BF" w:rsidRDefault="00F5426A" w14:paraId="1D8A9623" w14:textId="77777777"/>
        </w:tc>
        <w:tc>
          <w:tcPr>
            <w:tcW w:w="2718" w:type="dxa"/>
            <w:tcBorders>
              <w:top w:val="single" w:color="000000" w:themeColor="text1" w:sz="12" w:space="0"/>
            </w:tcBorders>
            <w:shd w:val="clear" w:color="auto" w:fill="auto"/>
          </w:tcPr>
          <w:p w:rsidRPr="00497FF5" w:rsidR="00F5426A" w:rsidP="000157BF" w:rsidRDefault="00F5426A" w14:paraId="68AE8CF6" w14:textId="77777777"/>
        </w:tc>
      </w:tr>
      <w:tr w:rsidRPr="00497FF5" w:rsidR="00F5426A" w:rsidTr="000157BF" w14:paraId="1499087F" w14:textId="77777777">
        <w:tc>
          <w:tcPr>
            <w:tcW w:w="2004" w:type="dxa"/>
            <w:tcBorders>
              <w:left w:val="single" w:color="auto" w:sz="12" w:space="0"/>
            </w:tcBorders>
            <w:shd w:val="clear" w:color="auto" w:fill="auto"/>
          </w:tcPr>
          <w:p w:rsidRPr="00497FF5" w:rsidR="00F5426A" w:rsidP="000157BF" w:rsidRDefault="00F5426A" w14:paraId="62CCA65C" w14:textId="77777777">
            <w:pPr>
              <w:rPr>
                <w:bCs/>
              </w:rPr>
            </w:pPr>
          </w:p>
        </w:tc>
        <w:tc>
          <w:tcPr>
            <w:tcW w:w="3234" w:type="dxa"/>
            <w:tcBorders>
              <w:right w:val="single" w:color="000000" w:themeColor="text1" w:sz="12" w:space="0"/>
            </w:tcBorders>
            <w:shd w:val="clear" w:color="auto" w:fill="auto"/>
          </w:tcPr>
          <w:p w:rsidRPr="00497FF5" w:rsidR="00F5426A" w:rsidP="000157BF" w:rsidRDefault="00F5426A" w14:paraId="6017026B" w14:textId="77777777"/>
        </w:tc>
        <w:tc>
          <w:tcPr>
            <w:tcW w:w="1620" w:type="dxa"/>
            <w:tcBorders>
              <w:left w:val="single" w:color="000000" w:themeColor="text1" w:sz="12" w:space="0"/>
            </w:tcBorders>
            <w:shd w:val="clear" w:color="auto" w:fill="auto"/>
          </w:tcPr>
          <w:p w:rsidRPr="00497FF5" w:rsidR="00F5426A" w:rsidP="000157BF" w:rsidRDefault="00F5426A" w14:paraId="6DC4AB65" w14:textId="77777777"/>
        </w:tc>
        <w:tc>
          <w:tcPr>
            <w:tcW w:w="2718" w:type="dxa"/>
            <w:shd w:val="clear" w:color="auto" w:fill="auto"/>
          </w:tcPr>
          <w:p w:rsidRPr="00497FF5" w:rsidR="00F5426A" w:rsidP="000157BF" w:rsidRDefault="00F5426A" w14:paraId="2CF02A71" w14:textId="77777777"/>
        </w:tc>
      </w:tr>
      <w:tr w:rsidRPr="00497FF5" w:rsidR="00F5426A" w:rsidTr="000157BF" w14:paraId="113A1D14" w14:textId="77777777">
        <w:tc>
          <w:tcPr>
            <w:tcW w:w="2004" w:type="dxa"/>
            <w:tcBorders>
              <w:left w:val="single" w:color="auto" w:sz="12" w:space="0"/>
              <w:bottom w:val="single" w:color="auto" w:sz="2" w:space="0"/>
            </w:tcBorders>
            <w:shd w:val="clear" w:color="auto" w:fill="auto"/>
          </w:tcPr>
          <w:p w:rsidRPr="00497FF5" w:rsidR="00F5426A" w:rsidP="000157BF" w:rsidRDefault="00F5426A" w14:paraId="4DE7A2A3" w14:textId="77777777">
            <w:pPr>
              <w:rPr>
                <w:bCs/>
              </w:rPr>
            </w:pPr>
          </w:p>
        </w:tc>
        <w:tc>
          <w:tcPr>
            <w:tcW w:w="3234" w:type="dxa"/>
            <w:tcBorders>
              <w:right w:val="single" w:color="000000" w:themeColor="text1" w:sz="12" w:space="0"/>
            </w:tcBorders>
            <w:shd w:val="clear" w:color="auto" w:fill="auto"/>
          </w:tcPr>
          <w:p w:rsidRPr="00497FF5" w:rsidR="00F5426A" w:rsidP="000157BF" w:rsidRDefault="00F5426A" w14:paraId="4A573163" w14:textId="77777777"/>
        </w:tc>
        <w:tc>
          <w:tcPr>
            <w:tcW w:w="1620" w:type="dxa"/>
            <w:tcBorders>
              <w:left w:val="single" w:color="000000" w:themeColor="text1" w:sz="12" w:space="0"/>
              <w:bottom w:val="single" w:color="auto" w:sz="2" w:space="0"/>
            </w:tcBorders>
            <w:shd w:val="clear" w:color="auto" w:fill="auto"/>
          </w:tcPr>
          <w:p w:rsidRPr="00497FF5" w:rsidR="00F5426A" w:rsidP="000157BF" w:rsidRDefault="00F5426A" w14:paraId="0E0E8B91" w14:textId="77777777"/>
        </w:tc>
        <w:tc>
          <w:tcPr>
            <w:tcW w:w="2718" w:type="dxa"/>
            <w:shd w:val="clear" w:color="auto" w:fill="auto"/>
          </w:tcPr>
          <w:p w:rsidRPr="00497FF5" w:rsidR="00F5426A" w:rsidP="000157BF" w:rsidRDefault="00F5426A" w14:paraId="5F0D0307" w14:textId="77777777"/>
        </w:tc>
      </w:tr>
    </w:tbl>
    <w:p w:rsidR="00246004" w:rsidP="00F5426A" w:rsidRDefault="00246004" w14:paraId="4C9C5296" w14:textId="2A78B24F">
      <w:pPr>
        <w:pStyle w:val="InfoPara"/>
      </w:pPr>
      <w:r>
        <w:t xml:space="preserve">Reviewer: </w:t>
      </w:r>
      <w:r w:rsidRPr="0083031E">
        <w:rPr>
          <w:b w:val="0"/>
          <w:bCs/>
        </w:rPr>
        <w:t>Blaine T. Spellman</w:t>
      </w:r>
    </w:p>
    <w:p w:rsidR="00F5426A" w:rsidP="00F5426A" w:rsidRDefault="00F5426A" w14:paraId="58E4D092" w14:textId="0D4935A9">
      <w:pPr>
        <w:pStyle w:val="InfoPara"/>
      </w:pPr>
      <w:r>
        <w:t>Vegetation Type</w:t>
      </w:r>
    </w:p>
    <w:p w:rsidR="00F5426A" w:rsidP="00F5426A" w:rsidRDefault="00F5426A" w14:paraId="5D224448" w14:textId="77777777">
      <w:r>
        <w:t>Woody Wetlands</w:t>
      </w:r>
    </w:p>
    <w:p w:rsidR="00F5426A" w:rsidP="00F5426A" w:rsidRDefault="00F5426A" w14:paraId="06A276CB" w14:textId="77777777">
      <w:pPr>
        <w:pStyle w:val="InfoPara"/>
      </w:pPr>
      <w:r>
        <w:t>Map Zones</w:t>
      </w:r>
    </w:p>
    <w:p w:rsidR="00672FAF" w:rsidP="00672FAF" w:rsidRDefault="00672FAF" w14:paraId="4EDE9F49" w14:textId="77777777">
      <w:pPr>
        <w:rPr>
          <w:rFonts w:ascii="Calibri" w:hAnsi="Calibri" w:cs="Calibri"/>
          <w:color w:val="000000"/>
          <w:sz w:val="22"/>
          <w:szCs w:val="22"/>
        </w:rPr>
      </w:pPr>
      <w:r>
        <w:rPr>
          <w:rFonts w:ascii="Calibri" w:hAnsi="Calibri" w:cs="Calibri"/>
          <w:color w:val="000000"/>
          <w:sz w:val="22"/>
          <w:szCs w:val="22"/>
        </w:rPr>
        <w:t>68, 69, 70, 71, 72, 73, 74, 75, 76, 77, 78</w:t>
      </w:r>
    </w:p>
    <w:p w:rsidR="00F5426A" w:rsidP="00F5426A" w:rsidRDefault="00F5426A" w14:paraId="138FE827" w14:textId="77777777">
      <w:pPr>
        <w:pStyle w:val="InfoPara"/>
      </w:pPr>
      <w:r>
        <w:t>Geographic Range</w:t>
      </w:r>
    </w:p>
    <w:p w:rsidRPr="007C0773" w:rsidR="00F5426A" w:rsidP="00F5426A" w:rsidRDefault="00F5426A" w14:paraId="12C9EEEC" w14:textId="5B80A114">
      <w:pPr>
        <w:pStyle w:val="InfoPara"/>
        <w:rPr>
          <w:b w:val="0"/>
          <w:bCs/>
        </w:rPr>
      </w:pPr>
      <w:r w:rsidRPr="007C0773">
        <w:rPr>
          <w:b w:val="0"/>
          <w:bCs/>
        </w:rPr>
        <w:t xml:space="preserve">This </w:t>
      </w:r>
      <w:r w:rsidR="00106444">
        <w:rPr>
          <w:b w:val="0"/>
          <w:bCs/>
        </w:rPr>
        <w:t>Biophysical Setting (BpS)</w:t>
      </w:r>
      <w:r w:rsidRPr="007C0773">
        <w:rPr>
          <w:b w:val="0"/>
          <w:bCs/>
        </w:rPr>
        <w:t xml:space="preserve"> extends across lowlands of the western boreal and boreal transition regions of North America, including Alaska, with occurrences in inland British Columbia, and is not associated with permafrost processes. These wetlands are also found at higher temperate and boreal latitudes of Canada, extending south into the Pacific Maritime and Rocky Mountain divisions.</w:t>
      </w:r>
    </w:p>
    <w:p w:rsidR="00F5426A" w:rsidP="00F5426A" w:rsidRDefault="00F5426A" w14:paraId="67DF8389" w14:textId="77777777">
      <w:pPr>
        <w:pStyle w:val="InfoPara"/>
      </w:pPr>
      <w:r>
        <w:t>Biophysical Site Description</w:t>
      </w:r>
    </w:p>
    <w:p w:rsidRPr="007C0773" w:rsidR="00F5426A" w:rsidP="00F5426A" w:rsidRDefault="00F5426A" w14:paraId="04C61AA1" w14:textId="309DD6BC">
      <w:r w:rsidRPr="007C0773">
        <w:t xml:space="preserve">This </w:t>
      </w:r>
      <w:r w:rsidR="001F31A2">
        <w:t>BpS</w:t>
      </w:r>
      <w:r w:rsidRPr="007C0773">
        <w:t xml:space="preserve"> occurs in lowlands of the boreal and boreal transition regions of Alaska and includes low</w:t>
      </w:r>
      <w:r w:rsidR="00B51B4B">
        <w:t>,</w:t>
      </w:r>
      <w:r w:rsidRPr="007C0773">
        <w:t xml:space="preserve"> shrub-dominated wetlands. Sites may be wetlands or hydrologically closed bogs and poor fens (systems with little or no groundwater inputs) with thick (&gt;40 cm) peat deposits. However, peat depth is variable and can be less than 40 cm deep. Organic soils are acidic and nutrient-poor. Soils are saturated for at least a portion of the growing season, and permafrost is absent. It includes basin or blanket bogs.</w:t>
      </w:r>
    </w:p>
    <w:p w:rsidR="00F5426A" w:rsidP="00F5426A" w:rsidRDefault="00F5426A" w14:paraId="3EF84FA1" w14:textId="77777777">
      <w:pPr>
        <w:pStyle w:val="InfoPara"/>
      </w:pPr>
      <w:r>
        <w:t>Vegetation Description</w:t>
      </w:r>
    </w:p>
    <w:p w:rsidR="00F5426A" w:rsidP="0083031E" w:rsidRDefault="00F5426A" w14:paraId="5713B5B8" w14:textId="58B12C71">
      <w:pPr>
        <w:pStyle w:val="ListBullet"/>
        <w:numPr>
          <w:ilvl w:val="0"/>
          <w:numId w:val="0"/>
        </w:numPr>
        <w:rPr>
          <w:rFonts w:ascii="Times New Roman" w:hAnsi="Times New Roman"/>
          <w:sz w:val="24"/>
          <w:szCs w:val="24"/>
        </w:rPr>
      </w:pPr>
      <w:r w:rsidRPr="007C0773">
        <w:rPr>
          <w:rFonts w:ascii="Times New Roman" w:hAnsi="Times New Roman"/>
          <w:sz w:val="24"/>
          <w:szCs w:val="24"/>
        </w:rPr>
        <w:t xml:space="preserve">Common species include </w:t>
      </w:r>
      <w:r w:rsidRPr="007C0773">
        <w:rPr>
          <w:rFonts w:ascii="Times New Roman" w:hAnsi="Times New Roman"/>
          <w:i/>
          <w:iCs/>
          <w:sz w:val="24"/>
          <w:szCs w:val="24"/>
        </w:rPr>
        <w:t>Vaccinium oxycoccos (= Oxycoccus microcarpos), Andromeda</w:t>
      </w:r>
      <w:r w:rsidR="0083031E">
        <w:rPr>
          <w:rFonts w:ascii="Times New Roman" w:hAnsi="Times New Roman"/>
          <w:i/>
          <w:iCs/>
          <w:sz w:val="24"/>
          <w:szCs w:val="24"/>
        </w:rPr>
        <w:t xml:space="preserve"> </w:t>
      </w:r>
      <w:r w:rsidRPr="007C0773">
        <w:rPr>
          <w:rFonts w:ascii="Times New Roman" w:hAnsi="Times New Roman"/>
          <w:i/>
          <w:iCs/>
          <w:sz w:val="24"/>
          <w:szCs w:val="24"/>
        </w:rPr>
        <w:t xml:space="preserve">polifolia, Vaccinium uliginosum, Ledum palustre </w:t>
      </w:r>
      <w:r w:rsidRPr="00322BC5">
        <w:rPr>
          <w:rFonts w:ascii="Times New Roman" w:hAnsi="Times New Roman"/>
          <w:sz w:val="24"/>
          <w:szCs w:val="24"/>
        </w:rPr>
        <w:t>ssp</w:t>
      </w:r>
      <w:r w:rsidRPr="007C0773">
        <w:rPr>
          <w:rFonts w:ascii="Times New Roman" w:hAnsi="Times New Roman"/>
          <w:i/>
          <w:iCs/>
          <w:sz w:val="24"/>
          <w:szCs w:val="24"/>
        </w:rPr>
        <w:t>. decumbens, Ledum groenlandicum, Betula nana, Rubus chamaemorus, Empetrum nigrum, Myrica gale, Comarum palustre, Salix fuscescens, Salix pulchra, Chamaedaphne calyculata</w:t>
      </w:r>
      <w:r w:rsidRPr="007C0773">
        <w:rPr>
          <w:rFonts w:ascii="Times New Roman" w:hAnsi="Times New Roman"/>
          <w:sz w:val="24"/>
          <w:szCs w:val="24"/>
        </w:rPr>
        <w:t xml:space="preserve">, </w:t>
      </w:r>
      <w:r w:rsidRPr="007C0773">
        <w:rPr>
          <w:rFonts w:ascii="Times New Roman" w:hAnsi="Times New Roman"/>
          <w:i/>
          <w:iCs/>
          <w:sz w:val="24"/>
          <w:szCs w:val="24"/>
        </w:rPr>
        <w:t xml:space="preserve">Calamagrostis canadensis, Carex aquatilis, Carex microglochin, Carex rotundata, Carex rariflora, Carex lasiocarpa, Carex limosa, Carex chordorrhiza, Carex livida, Carex pluriflora, Carex pauciflora, Carex stylosa, Carex membranacea, Eriophorum brachyantherum, Eriophorum angustifolium, </w:t>
      </w:r>
      <w:r w:rsidRPr="00246004" w:rsidR="00246004">
        <w:rPr>
          <w:rFonts w:ascii="Times New Roman" w:hAnsi="Times New Roman"/>
          <w:i/>
          <w:iCs/>
          <w:sz w:val="24"/>
          <w:szCs w:val="24"/>
        </w:rPr>
        <w:t>Calla palustris</w:t>
      </w:r>
      <w:r w:rsidR="00246004">
        <w:rPr>
          <w:rFonts w:ascii="Times New Roman" w:hAnsi="Times New Roman"/>
          <w:sz w:val="24"/>
          <w:szCs w:val="24"/>
        </w:rPr>
        <w:t>,</w:t>
      </w:r>
      <w:r w:rsidRPr="00246004" w:rsidR="00246004">
        <w:rPr>
          <w:rFonts w:ascii="Times New Roman" w:hAnsi="Times New Roman"/>
          <w:i/>
          <w:iCs/>
          <w:sz w:val="24"/>
          <w:szCs w:val="24"/>
        </w:rPr>
        <w:t xml:space="preserve"> </w:t>
      </w:r>
      <w:r w:rsidRPr="007C0773">
        <w:rPr>
          <w:rFonts w:ascii="Times New Roman" w:hAnsi="Times New Roman"/>
          <w:sz w:val="24"/>
          <w:szCs w:val="24"/>
        </w:rPr>
        <w:t xml:space="preserve">and </w:t>
      </w:r>
      <w:r w:rsidRPr="007C0773">
        <w:rPr>
          <w:rFonts w:ascii="Times New Roman" w:hAnsi="Times New Roman"/>
          <w:i/>
          <w:iCs/>
          <w:sz w:val="24"/>
          <w:szCs w:val="24"/>
        </w:rPr>
        <w:t>Drosera</w:t>
      </w:r>
      <w:r w:rsidRPr="007C0773">
        <w:rPr>
          <w:rFonts w:ascii="Times New Roman" w:hAnsi="Times New Roman"/>
          <w:sz w:val="24"/>
          <w:szCs w:val="24"/>
        </w:rPr>
        <w:t xml:space="preserve"> spp. (DeVelice et al. 1999, Jorgenson et al. 2003, Gracz et al. 2005). </w:t>
      </w:r>
      <w:r w:rsidRPr="007C0773">
        <w:rPr>
          <w:rFonts w:ascii="Times New Roman" w:hAnsi="Times New Roman"/>
          <w:i/>
          <w:iCs/>
          <w:sz w:val="24"/>
          <w:szCs w:val="24"/>
        </w:rPr>
        <w:t>Sphagnum</w:t>
      </w:r>
      <w:r w:rsidRPr="007C0773">
        <w:rPr>
          <w:rFonts w:ascii="Times New Roman" w:hAnsi="Times New Roman"/>
          <w:sz w:val="24"/>
          <w:szCs w:val="24"/>
        </w:rPr>
        <w:t xml:space="preserve"> spp. are usually abundant in the ground layer. </w:t>
      </w:r>
      <w:r w:rsidRPr="007C0773">
        <w:rPr>
          <w:rFonts w:ascii="Times New Roman" w:hAnsi="Times New Roman"/>
          <w:i/>
          <w:iCs/>
          <w:sz w:val="24"/>
          <w:szCs w:val="24"/>
        </w:rPr>
        <w:t>Myrica gale</w:t>
      </w:r>
      <w:r w:rsidRPr="007C0773">
        <w:rPr>
          <w:rFonts w:ascii="Times New Roman" w:hAnsi="Times New Roman"/>
          <w:sz w:val="24"/>
          <w:szCs w:val="24"/>
        </w:rPr>
        <w:t xml:space="preserve"> and </w:t>
      </w:r>
      <w:r w:rsidRPr="007C0773">
        <w:rPr>
          <w:rFonts w:ascii="Times New Roman" w:hAnsi="Times New Roman"/>
          <w:i/>
          <w:iCs/>
          <w:sz w:val="24"/>
          <w:szCs w:val="24"/>
        </w:rPr>
        <w:t>Chamaedaphne calyculata</w:t>
      </w:r>
      <w:r w:rsidRPr="007C0773">
        <w:rPr>
          <w:rFonts w:ascii="Times New Roman" w:hAnsi="Times New Roman"/>
          <w:sz w:val="24"/>
          <w:szCs w:val="24"/>
        </w:rPr>
        <w:t xml:space="preserve"> indicate</w:t>
      </w:r>
      <w:r w:rsidR="00246004">
        <w:rPr>
          <w:rFonts w:ascii="Times New Roman" w:hAnsi="Times New Roman"/>
          <w:sz w:val="24"/>
          <w:szCs w:val="24"/>
        </w:rPr>
        <w:t xml:space="preserve"> poor</w:t>
      </w:r>
      <w:r w:rsidRPr="007C0773">
        <w:rPr>
          <w:rFonts w:ascii="Times New Roman" w:hAnsi="Times New Roman"/>
          <w:sz w:val="24"/>
          <w:szCs w:val="24"/>
        </w:rPr>
        <w:t xml:space="preserve"> fen conditions.</w:t>
      </w:r>
    </w:p>
    <w:p w:rsidR="00F5426A" w:rsidP="00F5426A" w:rsidRDefault="00F5426A" w14:paraId="2A2F32B4"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VAOX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oxycoccos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small cranberry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ANPO</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Andromeda polifolia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rosemary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SALIX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LEGR</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groenlandicum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MYGA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Myrica gale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Sweetgale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CAAQ</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aquatilis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Water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SPHAG2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Sphagnum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Sphagnum</w:t>
            </w:r>
          </w:p>
        </w:tc>
      </w:tr>
    </w:tbl>
    <w:p>
      <w:r>
        <w:rPr>
          <w:sz w:val="16"/>
        </w:rPr>
        <w:t>Species names are from the NRCS PLANTS database. Check species codes at http://plants.usda.gov.</w:t>
      </w:r>
    </w:p>
    <w:p w:rsidR="00F5426A" w:rsidP="00F5426A" w:rsidRDefault="00F5426A" w14:paraId="18F9D177" w14:textId="53F97FD1">
      <w:pPr>
        <w:pStyle w:val="InfoPara"/>
      </w:pPr>
      <w:r>
        <w:t>Disturbance Description</w:t>
      </w:r>
    </w:p>
    <w:p w:rsidR="009003C8" w:rsidP="000C4875" w:rsidRDefault="00F5426A" w14:paraId="48F079E2" w14:textId="418E8DC6">
      <w:pPr>
        <w:spacing w:after="240"/>
      </w:pPr>
      <w:r w:rsidRPr="7382FC2D">
        <w:t>In boreal wetlands the general successional trend is from marsh to fen to treed bog; however, succession is not necessarily directional, and environmental conditions, such as nutrient content and abundance of groundwater, may prevent fens from developing into bogs (Zoltai et al. 1988). Succession begins in shallow ponds or low-lying wetlands formed by processes such as glacial recession and floodplain dynamics (oxbows) or thermokarst</w:t>
      </w:r>
      <w:r w:rsidR="00CA0D2D">
        <w:t>s</w:t>
      </w:r>
      <w:r w:rsidRPr="7382FC2D">
        <w:t>. An organic root mat typically develops and is either anchored to the mineral soil or floating on water such as a pond's edge. Over time, peat-forming mosses and sedges may fill in the basin. As the peat layer develops, low and/or dwarf-shrubs become established. Dwarf-trees may establish on the well-developed peat and also around the margin of the peatland.</w:t>
      </w:r>
      <w:r w:rsidR="00A82189">
        <w:t xml:space="preserve"> </w:t>
      </w:r>
      <w:r w:rsidRPr="7382FC2D">
        <w:t>Many peatlands on the Kenai Lowland formed in kettles after remnant glacial ice melted. In this region there is a trend toward peatlands drying and ponds shrinking and filling in (Klein et al. 2005).</w:t>
      </w:r>
      <w:r w:rsidR="00781EE8">
        <w:t xml:space="preserve"> </w:t>
      </w:r>
    </w:p>
    <w:p w:rsidR="00F5426A" w:rsidP="000C4875" w:rsidRDefault="00F5426A" w14:paraId="2580D410" w14:textId="3BD3D71E">
      <w:pPr>
        <w:spacing w:after="240"/>
      </w:pPr>
      <w:r w:rsidRPr="7382FC2D">
        <w:t>Permafrost degradation leading to collapse scars and thaw ponds is common in boreal Alaska, and studies from the Tanana Flats show areas of widespread degradation (Racine et al. 1998, Jorgenson et al. 2001a, 2001b, 2003). Thaw ponds form when ice-rich permafrost degrades and collapses forming a basin. Aquatic plants rapidly colonize the pond. Over time, marsh plants and sphagnum moss invade creating peatland conditions. This trend is leading to widespread ecosystem conversion in the Tanana Flats (Jorgenson et al. 2001b). If a collapse scar is isolated, succession follows a bog development model, whereas in an open hydrologic setting, succession follows a fen development model. Pond systems may become connected as adjacent permafrost thaws.</w:t>
      </w:r>
    </w:p>
    <w:p w:rsidR="00F5426A" w:rsidP="000C4875" w:rsidRDefault="00F5426A" w14:paraId="5A5431F8" w14:textId="77777777">
      <w:pPr>
        <w:spacing w:after="240"/>
      </w:pPr>
      <w:r w:rsidRPr="7382FC2D">
        <w:t xml:space="preserve">Succession to peatlands can also occur through paludification of previously forested landscapes. Restricted drainage from permafrost development (on inactive alluvial terraces, for example) can lead to the establishment of </w:t>
      </w:r>
      <w:r w:rsidRPr="7382FC2D">
        <w:rPr>
          <w:i/>
          <w:iCs/>
        </w:rPr>
        <w:t>Sphagnum</w:t>
      </w:r>
      <w:r w:rsidRPr="7382FC2D">
        <w:t xml:space="preserve"> spp. or other peat-forming mosses or sedges, and overtime, peatland plants dominate the site.</w:t>
      </w:r>
    </w:p>
    <w:p w:rsidRPr="007C0773" w:rsidR="00F5426A" w:rsidP="00F5426A" w:rsidRDefault="00F5426A" w14:paraId="0B9F57CD" w14:textId="77777777">
      <w:pPr>
        <w:pStyle w:val="InfoPara"/>
      </w:pPr>
      <w:r w:rsidRPr="007C0773">
        <w:t>Fire Frequency Results</w:t>
      </w:r>
    </w:p>
    <w:tbl>
      <w:tblPr>
        <w:tblW w:w="4236"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184"/>
        <w:gridCol w:w="996"/>
        <w:gridCol w:w="1056"/>
      </w:tblGrid>
      <w:tr w:rsidRPr="007C0773" w:rsidR="00781EE8" w:rsidTr="00781EE8" w14:paraId="66F562CF" w14:textId="77777777">
        <w:tc>
          <w:tcPr>
            <w:tcW w:w="2184" w:type="dxa"/>
            <w:tcBorders>
              <w:top w:val="single" w:color="auto" w:sz="2" w:space="0"/>
              <w:bottom w:val="single" w:color="000000" w:sz="12" w:space="0"/>
              <w:right w:val="single" w:color="000000" w:sz="12" w:space="0"/>
            </w:tcBorders>
            <w:shd w:val="clear" w:color="auto" w:fill="auto"/>
          </w:tcPr>
          <w:p w:rsidRPr="007C0773" w:rsidR="00781EE8" w:rsidP="000157BF" w:rsidRDefault="00781EE8" w14:paraId="7AF81615" w14:textId="77777777">
            <w:pPr>
              <w:rPr>
                <w:b/>
                <w:bCs/>
              </w:rPr>
            </w:pPr>
            <w:r w:rsidRPr="007C0773">
              <w:rPr>
                <w:b/>
                <w:bCs/>
              </w:rPr>
              <w:t>Severity</w:t>
            </w:r>
          </w:p>
        </w:tc>
        <w:tc>
          <w:tcPr>
            <w:tcW w:w="996" w:type="dxa"/>
            <w:tcBorders>
              <w:top w:val="single" w:color="auto" w:sz="2" w:space="0"/>
              <w:bottom w:val="single" w:color="000000" w:sz="12" w:space="0"/>
            </w:tcBorders>
            <w:shd w:val="clear" w:color="auto" w:fill="auto"/>
          </w:tcPr>
          <w:p w:rsidRPr="007C0773" w:rsidR="00781EE8" w:rsidP="000157BF" w:rsidRDefault="00781EE8" w14:paraId="718FF694" w14:textId="77777777">
            <w:pPr>
              <w:rPr>
                <w:b/>
                <w:bCs/>
              </w:rPr>
            </w:pPr>
            <w:r w:rsidRPr="007C0773">
              <w:rPr>
                <w:b/>
                <w:bCs/>
              </w:rPr>
              <w:t>Min FI</w:t>
            </w:r>
          </w:p>
        </w:tc>
        <w:tc>
          <w:tcPr>
            <w:tcW w:w="1056" w:type="dxa"/>
            <w:tcBorders>
              <w:top w:val="single" w:color="auto" w:sz="2" w:space="0"/>
              <w:bottom w:val="single" w:color="000000" w:sz="12" w:space="0"/>
              <w:right w:val="single" w:color="000000" w:sz="12" w:space="0"/>
            </w:tcBorders>
            <w:shd w:val="clear" w:color="auto" w:fill="auto"/>
          </w:tcPr>
          <w:p w:rsidRPr="007C0773" w:rsidR="00781EE8" w:rsidP="000157BF" w:rsidRDefault="00781EE8" w14:paraId="3AF37F4E" w14:textId="77777777">
            <w:pPr>
              <w:rPr>
                <w:b/>
                <w:bCs/>
              </w:rPr>
            </w:pPr>
            <w:r w:rsidRPr="007C0773">
              <w:rPr>
                <w:b/>
                <w:bCs/>
              </w:rPr>
              <w:t>Max FI</w:t>
            </w:r>
          </w:p>
        </w:tc>
      </w:tr>
      <w:tr w:rsidRPr="007C0773" w:rsidR="00781EE8" w:rsidTr="00781EE8" w14:paraId="3152B17B" w14:textId="77777777">
        <w:tc>
          <w:tcPr>
            <w:tcW w:w="2184" w:type="dxa"/>
            <w:tcBorders>
              <w:top w:val="single" w:color="000000" w:sz="12" w:space="0"/>
              <w:right w:val="single" w:color="000000" w:sz="12" w:space="0"/>
            </w:tcBorders>
            <w:shd w:val="clear" w:color="auto" w:fill="auto"/>
          </w:tcPr>
          <w:p w:rsidRPr="007C0773" w:rsidR="00781EE8" w:rsidP="000157BF" w:rsidRDefault="00781EE8" w14:paraId="6EDC98F5" w14:textId="77777777">
            <w:pPr>
              <w:rPr>
                <w:bCs/>
              </w:rPr>
            </w:pPr>
            <w:r w:rsidRPr="007C0773">
              <w:rPr>
                <w:bCs/>
              </w:rPr>
              <w:t>Replacement</w:t>
            </w:r>
          </w:p>
        </w:tc>
        <w:tc>
          <w:tcPr>
            <w:tcW w:w="996" w:type="dxa"/>
            <w:tcBorders>
              <w:top w:val="single" w:color="000000" w:sz="12" w:space="0"/>
            </w:tcBorders>
            <w:shd w:val="clear" w:color="auto" w:fill="auto"/>
          </w:tcPr>
          <w:p w:rsidRPr="007C0773" w:rsidR="00781EE8" w:rsidP="000157BF" w:rsidRDefault="00781EE8" w14:paraId="27EE2D26" w14:textId="77777777"/>
        </w:tc>
        <w:tc>
          <w:tcPr>
            <w:tcW w:w="1056" w:type="dxa"/>
            <w:tcBorders>
              <w:top w:val="single" w:color="000000" w:sz="12" w:space="0"/>
              <w:right w:val="single" w:color="000000" w:sz="12" w:space="0"/>
            </w:tcBorders>
            <w:shd w:val="clear" w:color="auto" w:fill="auto"/>
          </w:tcPr>
          <w:p w:rsidRPr="007C0773" w:rsidR="00781EE8" w:rsidP="000157BF" w:rsidRDefault="00781EE8" w14:paraId="7746DF2C" w14:textId="77777777"/>
        </w:tc>
      </w:tr>
      <w:tr w:rsidRPr="007C0773" w:rsidR="00781EE8" w:rsidTr="00781EE8" w14:paraId="7A2F8DC5" w14:textId="77777777">
        <w:tc>
          <w:tcPr>
            <w:tcW w:w="2184" w:type="dxa"/>
            <w:tcBorders>
              <w:bottom w:val="single" w:color="000000" w:sz="6" w:space="0"/>
              <w:right w:val="single" w:color="000000" w:sz="12" w:space="0"/>
            </w:tcBorders>
            <w:shd w:val="clear" w:color="auto" w:fill="auto"/>
          </w:tcPr>
          <w:p w:rsidRPr="007C0773" w:rsidR="00781EE8" w:rsidP="000157BF" w:rsidRDefault="00781EE8" w14:paraId="4C6F9BF7" w14:textId="77777777">
            <w:pPr>
              <w:rPr>
                <w:bCs/>
              </w:rPr>
            </w:pPr>
            <w:r w:rsidRPr="007C0773">
              <w:rPr>
                <w:bCs/>
              </w:rPr>
              <w:t>Moderate (Mixed)</w:t>
            </w:r>
          </w:p>
        </w:tc>
        <w:tc>
          <w:tcPr>
            <w:tcW w:w="996" w:type="dxa"/>
            <w:tcBorders>
              <w:bottom w:val="single" w:color="000000" w:sz="6" w:space="0"/>
            </w:tcBorders>
            <w:shd w:val="clear" w:color="auto" w:fill="auto"/>
          </w:tcPr>
          <w:p w:rsidRPr="007C0773" w:rsidR="00781EE8" w:rsidP="000157BF" w:rsidRDefault="00781EE8" w14:paraId="737673AE" w14:textId="77777777"/>
        </w:tc>
        <w:tc>
          <w:tcPr>
            <w:tcW w:w="1056" w:type="dxa"/>
            <w:tcBorders>
              <w:bottom w:val="single" w:color="000000" w:sz="6" w:space="0"/>
              <w:right w:val="single" w:color="000000" w:sz="12" w:space="0"/>
            </w:tcBorders>
            <w:shd w:val="clear" w:color="auto" w:fill="auto"/>
          </w:tcPr>
          <w:p w:rsidRPr="007C0773" w:rsidR="00781EE8" w:rsidP="000157BF" w:rsidRDefault="00781EE8" w14:paraId="2240C8BB" w14:textId="77777777"/>
        </w:tc>
      </w:tr>
      <w:tr w:rsidRPr="007C0773" w:rsidR="00781EE8" w:rsidTr="00781EE8" w14:paraId="52043D18" w14:textId="77777777">
        <w:tc>
          <w:tcPr>
            <w:tcW w:w="2184" w:type="dxa"/>
            <w:tcBorders>
              <w:top w:val="single" w:color="000000" w:sz="6" w:space="0"/>
              <w:bottom w:val="single" w:color="000000" w:sz="8" w:space="0"/>
              <w:right w:val="single" w:color="000000" w:sz="12" w:space="0"/>
            </w:tcBorders>
            <w:shd w:val="clear" w:color="auto" w:fill="auto"/>
          </w:tcPr>
          <w:p w:rsidRPr="007C0773" w:rsidR="00781EE8" w:rsidP="000157BF" w:rsidRDefault="00781EE8" w14:paraId="0D5EC9B6" w14:textId="77777777">
            <w:pPr>
              <w:rPr>
                <w:bCs/>
              </w:rPr>
            </w:pPr>
            <w:r w:rsidRPr="007C0773">
              <w:rPr>
                <w:bCs/>
              </w:rPr>
              <w:t>Low (Surface)</w:t>
            </w:r>
          </w:p>
        </w:tc>
        <w:tc>
          <w:tcPr>
            <w:tcW w:w="996" w:type="dxa"/>
            <w:tcBorders>
              <w:top w:val="single" w:color="000000" w:sz="6" w:space="0"/>
              <w:bottom w:val="single" w:color="000000" w:sz="8" w:space="0"/>
            </w:tcBorders>
            <w:shd w:val="clear" w:color="auto" w:fill="auto"/>
          </w:tcPr>
          <w:p w:rsidRPr="007C0773" w:rsidR="00781EE8" w:rsidP="000157BF" w:rsidRDefault="00781EE8" w14:paraId="5A360A75" w14:textId="77777777"/>
        </w:tc>
        <w:tc>
          <w:tcPr>
            <w:tcW w:w="1056" w:type="dxa"/>
            <w:tcBorders>
              <w:top w:val="single" w:color="000000" w:sz="6" w:space="0"/>
              <w:bottom w:val="single" w:color="000000" w:sz="8" w:space="0"/>
              <w:right w:val="single" w:color="000000" w:sz="12" w:space="0"/>
            </w:tcBorders>
            <w:shd w:val="clear" w:color="auto" w:fill="auto"/>
          </w:tcPr>
          <w:p w:rsidRPr="007C0773" w:rsidR="00781EE8" w:rsidP="000157BF" w:rsidRDefault="00781EE8" w14:paraId="663C04F1" w14:textId="77777777"/>
        </w:tc>
      </w:tr>
      <w:tr w:rsidRPr="007C0773" w:rsidR="00781EE8" w:rsidTr="00781EE8" w14:paraId="4AF2EE26" w14:textId="77777777">
        <w:tc>
          <w:tcPr>
            <w:tcW w:w="2184" w:type="dxa"/>
            <w:tcBorders>
              <w:top w:val="single" w:color="000000" w:sz="8" w:space="0"/>
              <w:bottom w:val="single" w:color="auto" w:sz="2" w:space="0"/>
              <w:right w:val="single" w:color="000000" w:sz="12" w:space="0"/>
            </w:tcBorders>
            <w:shd w:val="clear" w:color="auto" w:fill="auto"/>
          </w:tcPr>
          <w:p w:rsidRPr="007C0773" w:rsidR="00781EE8" w:rsidP="000157BF" w:rsidRDefault="00781EE8" w14:paraId="07A892F2" w14:textId="77777777">
            <w:pPr>
              <w:rPr>
                <w:b/>
                <w:bCs/>
              </w:rPr>
            </w:pPr>
            <w:r w:rsidRPr="007C0773">
              <w:rPr>
                <w:b/>
                <w:bCs/>
              </w:rPr>
              <w:t>All Fires</w:t>
            </w:r>
          </w:p>
        </w:tc>
        <w:tc>
          <w:tcPr>
            <w:tcW w:w="996" w:type="dxa"/>
            <w:tcBorders>
              <w:top w:val="single" w:color="000000" w:sz="8" w:space="0"/>
            </w:tcBorders>
            <w:shd w:val="clear" w:color="auto" w:fill="auto"/>
          </w:tcPr>
          <w:p w:rsidRPr="007C0773" w:rsidR="00781EE8" w:rsidP="000157BF" w:rsidRDefault="00781EE8" w14:paraId="251EB1BA" w14:textId="77777777">
            <w:pPr>
              <w:rPr>
                <w:b/>
              </w:rPr>
            </w:pPr>
          </w:p>
        </w:tc>
        <w:tc>
          <w:tcPr>
            <w:tcW w:w="1056" w:type="dxa"/>
            <w:tcBorders>
              <w:top w:val="single" w:color="000000" w:sz="8" w:space="0"/>
              <w:right w:val="single" w:color="000000" w:sz="12" w:space="0"/>
            </w:tcBorders>
            <w:shd w:val="clear" w:color="auto" w:fill="auto"/>
          </w:tcPr>
          <w:p w:rsidRPr="007C0773" w:rsidR="00781EE8" w:rsidP="000157BF" w:rsidRDefault="00781EE8" w14:paraId="2594F614" w14:textId="77777777">
            <w:pPr>
              <w:rPr>
                <w:b/>
              </w:rPr>
            </w:pPr>
          </w:p>
        </w:tc>
      </w:tr>
    </w:tbl>
    <w:p w:rsidR="00781EE8" w:rsidP="00F5426A" w:rsidRDefault="00781EE8" w14:paraId="1E837BC7" w14:textId="77777777">
      <w:pPr>
        <w:pStyle w:val="InfoPara"/>
      </w:pPr>
    </w:p>
    <w:p w:rsidRPr="007C0773" w:rsidR="00F5426A" w:rsidP="00F5426A" w:rsidRDefault="00F5426A" w14:paraId="64A71772" w14:textId="3A1DA659">
      <w:pPr>
        <w:pStyle w:val="InfoPara"/>
      </w:pPr>
      <w:r w:rsidRPr="007C0773">
        <w:t>Scale Description</w:t>
      </w:r>
    </w:p>
    <w:p w:rsidRPr="007C0773" w:rsidR="00F5426A" w:rsidP="00F5426A" w:rsidRDefault="00F5426A" w14:paraId="793B62FA" w14:textId="77777777">
      <w:r w:rsidRPr="007C0773">
        <w:t>Large patch (small patch)</w:t>
      </w:r>
    </w:p>
    <w:p w:rsidR="00F5426A" w:rsidP="00F5426A" w:rsidRDefault="00F5426A" w14:paraId="7651069B" w14:textId="77777777">
      <w:pPr>
        <w:pStyle w:val="InfoPara"/>
      </w:pPr>
      <w:r>
        <w:t>Adjacency or Identification Concerns</w:t>
      </w:r>
    </w:p>
    <w:p w:rsidR="00F5426A" w:rsidP="00F5426A" w:rsidRDefault="00F5426A" w14:paraId="1D7756D5" w14:textId="77777777">
      <w:pPr>
        <w:pStyle w:val="InfoPara"/>
      </w:pPr>
      <w:r>
        <w:t>Issues or Problems</w:t>
      </w:r>
    </w:p>
    <w:p w:rsidR="00F5426A" w:rsidP="00F5426A" w:rsidRDefault="00F5426A" w14:paraId="064AD9DD" w14:textId="77777777">
      <w:pPr>
        <w:pStyle w:val="InfoPara"/>
      </w:pPr>
      <w:r>
        <w:lastRenderedPageBreak/>
        <w:t>Native Uncharacteristic Conditions</w:t>
      </w:r>
    </w:p>
    <w:p w:rsidR="00F5426A" w:rsidP="00F5426A" w:rsidRDefault="00F5426A" w14:paraId="00949468" w14:textId="77777777"/>
    <w:p w:rsidR="00F5426A" w:rsidP="00F5426A" w:rsidRDefault="00F5426A" w14:paraId="5F0E1832" w14:textId="77777777">
      <w:pPr>
        <w:pStyle w:val="InfoPara"/>
      </w:pPr>
      <w:r>
        <w:t>Comments</w:t>
      </w:r>
    </w:p>
    <w:p w:rsidR="00F5426A" w:rsidP="00F5426A" w:rsidRDefault="00F5426A" w14:paraId="3AC31BC5" w14:textId="5BD72B6F">
      <w:r w:rsidRPr="0093606D">
        <w:t xml:space="preserve">In 2021 </w:t>
      </w:r>
      <w:r>
        <w:t xml:space="preserve">Pat Comer drafted this description based on </w:t>
      </w:r>
      <w:r w:rsidRPr="0093606D">
        <w:t>NatureServe</w:t>
      </w:r>
      <w:r>
        <w:t xml:space="preserve">’s updated Ecological Systems </w:t>
      </w:r>
      <w:r w:rsidRPr="007C0773">
        <w:t>classification for AK. This concept was not described or modeled by LANDFIRE prior to 2021. Kori Blankenship created a simple one-box model to represent the BpS dynamics.</w:t>
      </w:r>
    </w:p>
    <w:p w:rsidR="00222BD5" w:rsidP="00F5426A" w:rsidRDefault="00222BD5" w14:paraId="68AA22F4" w14:textId="620BDE7A"/>
    <w:p w:rsidR="00FE6500" w:rsidP="00FE6500" w:rsidRDefault="00FE6500" w14:paraId="0AFFFE14"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Pr="007C0773" w:rsidR="00F5426A" w:rsidP="00F5426A" w:rsidRDefault="00F5426A" w14:paraId="36E4CA78"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F5426A" w:rsidP="00F5426A" w:rsidRDefault="00F5426A" w14:paraId="1F64B10D" w14:textId="77777777"/>
    <w:p w:rsidR="00F5426A" w:rsidP="00F5426A" w:rsidRDefault="00F5426A" w14:paraId="74E90B8C"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00"/>
        <w:gridCol w:w="2820"/>
        <w:gridCol w:w="2928"/>
        <w:gridCol w:w="1956"/>
      </w:tblGrid>
      <w:tr w:rsidRPr="00D8040A" w:rsidR="00F5426A" w:rsidTr="000157BF" w14:paraId="5867D004" w14:textId="77777777">
        <w:tc>
          <w:tcPr>
            <w:tcW w:w="1200" w:type="dxa"/>
            <w:tcBorders>
              <w:top w:val="single" w:color="auto" w:sz="2" w:space="0"/>
              <w:bottom w:val="single" w:color="000000" w:sz="12" w:space="0"/>
            </w:tcBorders>
            <w:shd w:val="clear" w:color="auto" w:fill="auto"/>
          </w:tcPr>
          <w:p w:rsidRPr="00D8040A" w:rsidR="00F5426A" w:rsidP="000157BF" w:rsidRDefault="00F5426A" w14:paraId="2B6CF32B" w14:textId="77777777">
            <w:pPr>
              <w:rPr>
                <w:b/>
                <w:bCs/>
              </w:rPr>
            </w:pPr>
            <w:r w:rsidRPr="00D8040A">
              <w:rPr>
                <w:b/>
                <w:bCs/>
              </w:rPr>
              <w:t>Symbol</w:t>
            </w:r>
          </w:p>
        </w:tc>
        <w:tc>
          <w:tcPr>
            <w:tcW w:w="2820" w:type="dxa"/>
            <w:tcBorders>
              <w:top w:val="single" w:color="auto" w:sz="2" w:space="0"/>
              <w:bottom w:val="single" w:color="000000" w:sz="12" w:space="0"/>
            </w:tcBorders>
            <w:shd w:val="clear" w:color="auto" w:fill="auto"/>
          </w:tcPr>
          <w:p w:rsidRPr="00D8040A" w:rsidR="00F5426A" w:rsidP="000157BF" w:rsidRDefault="00F5426A" w14:paraId="0DB99576" w14:textId="77777777">
            <w:pPr>
              <w:rPr>
                <w:b/>
                <w:bCs/>
              </w:rPr>
            </w:pPr>
            <w:r w:rsidRPr="00D8040A">
              <w:rPr>
                <w:b/>
                <w:bCs/>
              </w:rPr>
              <w:t>Scientific Name</w:t>
            </w:r>
          </w:p>
        </w:tc>
        <w:tc>
          <w:tcPr>
            <w:tcW w:w="2928" w:type="dxa"/>
            <w:tcBorders>
              <w:top w:val="single" w:color="auto" w:sz="2" w:space="0"/>
              <w:bottom w:val="single" w:color="000000" w:sz="12" w:space="0"/>
            </w:tcBorders>
            <w:shd w:val="clear" w:color="auto" w:fill="auto"/>
          </w:tcPr>
          <w:p w:rsidRPr="00D8040A" w:rsidR="00F5426A" w:rsidP="000157BF" w:rsidRDefault="00F5426A" w14:paraId="23A7855E" w14:textId="77777777">
            <w:pPr>
              <w:rPr>
                <w:b/>
                <w:bCs/>
              </w:rPr>
            </w:pPr>
            <w:r w:rsidRPr="00D8040A">
              <w:rPr>
                <w:b/>
                <w:bCs/>
              </w:rPr>
              <w:t>Common Name</w:t>
            </w:r>
          </w:p>
        </w:tc>
        <w:tc>
          <w:tcPr>
            <w:tcW w:w="1956" w:type="dxa"/>
            <w:tcBorders>
              <w:top w:val="single" w:color="auto" w:sz="2" w:space="0"/>
              <w:bottom w:val="single" w:color="000000" w:sz="12" w:space="0"/>
            </w:tcBorders>
            <w:shd w:val="clear" w:color="auto" w:fill="auto"/>
          </w:tcPr>
          <w:p w:rsidRPr="00D8040A" w:rsidR="00F5426A" w:rsidP="000157BF" w:rsidRDefault="00F5426A" w14:paraId="6CB43525" w14:textId="77777777">
            <w:pPr>
              <w:rPr>
                <w:b/>
                <w:bCs/>
              </w:rPr>
            </w:pPr>
            <w:r w:rsidRPr="00D8040A">
              <w:rPr>
                <w:b/>
                <w:bCs/>
              </w:rPr>
              <w:t>Canopy Position</w:t>
            </w:r>
          </w:p>
        </w:tc>
      </w:tr>
      <w:tr w:rsidRPr="00D8040A" w:rsidR="00F5426A" w:rsidTr="000157BF" w14:paraId="26DD588D" w14:textId="77777777">
        <w:tc>
          <w:tcPr>
            <w:tcW w:w="1200" w:type="dxa"/>
            <w:tcBorders>
              <w:top w:val="single" w:color="000000" w:sz="12" w:space="0"/>
            </w:tcBorders>
            <w:shd w:val="clear" w:color="auto" w:fill="auto"/>
          </w:tcPr>
          <w:p w:rsidRPr="00D8040A" w:rsidR="00F5426A" w:rsidP="000157BF" w:rsidRDefault="00F5426A" w14:paraId="21A401CC" w14:textId="77777777">
            <w:r w:rsidRPr="00142275">
              <w:t>VAOX</w:t>
            </w:r>
          </w:p>
        </w:tc>
        <w:tc>
          <w:tcPr>
            <w:tcW w:w="2820" w:type="dxa"/>
            <w:tcBorders>
              <w:top w:val="single" w:color="000000" w:sz="12" w:space="0"/>
            </w:tcBorders>
            <w:shd w:val="clear" w:color="auto" w:fill="auto"/>
          </w:tcPr>
          <w:p w:rsidRPr="00781EE8" w:rsidR="00F5426A" w:rsidP="000157BF" w:rsidRDefault="00F5426A" w14:paraId="2BE5A882" w14:textId="77777777">
            <w:pPr>
              <w:rPr>
                <w:i/>
                <w:iCs/>
              </w:rPr>
            </w:pPr>
            <w:r w:rsidRPr="00781EE8">
              <w:rPr>
                <w:i/>
                <w:iCs/>
              </w:rPr>
              <w:t>Vaccinium oxycoccos</w:t>
            </w:r>
          </w:p>
        </w:tc>
        <w:tc>
          <w:tcPr>
            <w:tcW w:w="2928" w:type="dxa"/>
            <w:tcBorders>
              <w:top w:val="single" w:color="000000" w:sz="12" w:space="0"/>
            </w:tcBorders>
            <w:shd w:val="clear" w:color="auto" w:fill="auto"/>
          </w:tcPr>
          <w:p w:rsidRPr="00D8040A" w:rsidR="00F5426A" w:rsidP="000157BF" w:rsidRDefault="00F5426A" w14:paraId="247E3BF3" w14:textId="77777777">
            <w:r w:rsidRPr="00142275">
              <w:t>small cranberry</w:t>
            </w:r>
          </w:p>
        </w:tc>
        <w:tc>
          <w:tcPr>
            <w:tcW w:w="1956" w:type="dxa"/>
            <w:tcBorders>
              <w:top w:val="single" w:color="000000" w:sz="12" w:space="0"/>
            </w:tcBorders>
            <w:shd w:val="clear" w:color="auto" w:fill="auto"/>
          </w:tcPr>
          <w:p w:rsidRPr="00D8040A" w:rsidR="00F5426A" w:rsidP="000157BF" w:rsidRDefault="00F5426A" w14:paraId="19CEA003" w14:textId="77777777">
            <w:r>
              <w:t>Upper</w:t>
            </w:r>
          </w:p>
        </w:tc>
      </w:tr>
      <w:tr w:rsidRPr="00D8040A" w:rsidR="00F5426A" w:rsidTr="000157BF" w14:paraId="7F757EC9" w14:textId="77777777">
        <w:tc>
          <w:tcPr>
            <w:tcW w:w="1200" w:type="dxa"/>
            <w:shd w:val="clear" w:color="auto" w:fill="auto"/>
          </w:tcPr>
          <w:p w:rsidRPr="00D8040A" w:rsidR="00F5426A" w:rsidP="000157BF" w:rsidRDefault="00F5426A" w14:paraId="149ADB50" w14:textId="77777777">
            <w:r w:rsidRPr="00142275">
              <w:t>ANPO</w:t>
            </w:r>
          </w:p>
        </w:tc>
        <w:tc>
          <w:tcPr>
            <w:tcW w:w="2820" w:type="dxa"/>
            <w:shd w:val="clear" w:color="auto" w:fill="auto"/>
          </w:tcPr>
          <w:p w:rsidRPr="00781EE8" w:rsidR="00F5426A" w:rsidP="000157BF" w:rsidRDefault="00F5426A" w14:paraId="13DC477C" w14:textId="77777777">
            <w:pPr>
              <w:rPr>
                <w:i/>
                <w:iCs/>
              </w:rPr>
            </w:pPr>
            <w:r w:rsidRPr="00781EE8">
              <w:rPr>
                <w:i/>
                <w:iCs/>
                <w:sz w:val="22"/>
                <w:szCs w:val="22"/>
              </w:rPr>
              <w:t>Andromeda polifolia</w:t>
            </w:r>
          </w:p>
        </w:tc>
        <w:tc>
          <w:tcPr>
            <w:tcW w:w="2928" w:type="dxa"/>
            <w:shd w:val="clear" w:color="auto" w:fill="auto"/>
          </w:tcPr>
          <w:p w:rsidRPr="00D8040A" w:rsidR="00F5426A" w:rsidP="000157BF" w:rsidRDefault="00F5426A" w14:paraId="04AF151A" w14:textId="77777777">
            <w:r w:rsidRPr="00142275">
              <w:t xml:space="preserve"> bog rosemary</w:t>
            </w:r>
          </w:p>
        </w:tc>
        <w:tc>
          <w:tcPr>
            <w:tcW w:w="1956" w:type="dxa"/>
            <w:shd w:val="clear" w:color="auto" w:fill="auto"/>
          </w:tcPr>
          <w:p w:rsidRPr="00D8040A" w:rsidR="00F5426A" w:rsidP="000157BF" w:rsidRDefault="00F5426A" w14:paraId="4BC92AA3" w14:textId="77777777">
            <w:r>
              <w:t>Upper</w:t>
            </w:r>
          </w:p>
        </w:tc>
      </w:tr>
      <w:tr w:rsidRPr="00D8040A" w:rsidR="00F5426A" w:rsidTr="000157BF" w14:paraId="27E8A0FD" w14:textId="77777777">
        <w:tc>
          <w:tcPr>
            <w:tcW w:w="1200" w:type="dxa"/>
            <w:shd w:val="clear" w:color="auto" w:fill="auto"/>
          </w:tcPr>
          <w:p w:rsidRPr="00D8040A" w:rsidR="00F5426A" w:rsidP="000157BF" w:rsidRDefault="00F5426A" w14:paraId="598DE179" w14:textId="77777777">
            <w:r w:rsidRPr="00497FF5">
              <w:rPr>
                <w:bCs/>
              </w:rPr>
              <w:t>SALIX</w:t>
            </w:r>
          </w:p>
        </w:tc>
        <w:tc>
          <w:tcPr>
            <w:tcW w:w="2820" w:type="dxa"/>
            <w:shd w:val="clear" w:color="auto" w:fill="auto"/>
          </w:tcPr>
          <w:p w:rsidRPr="00781EE8" w:rsidR="00F5426A" w:rsidP="000157BF" w:rsidRDefault="00F5426A" w14:paraId="330FD3EC" w14:textId="43E8E629">
            <w:r w:rsidRPr="00781EE8">
              <w:rPr>
                <w:i/>
                <w:iCs/>
              </w:rPr>
              <w:t>Salix</w:t>
            </w:r>
            <w:r w:rsidR="00781EE8">
              <w:rPr>
                <w:i/>
                <w:iCs/>
              </w:rPr>
              <w:t xml:space="preserve"> </w:t>
            </w:r>
            <w:r w:rsidR="00781EE8">
              <w:t>spp.</w:t>
            </w:r>
          </w:p>
        </w:tc>
        <w:tc>
          <w:tcPr>
            <w:tcW w:w="2928" w:type="dxa"/>
            <w:shd w:val="clear" w:color="auto" w:fill="auto"/>
          </w:tcPr>
          <w:p w:rsidRPr="00D8040A" w:rsidR="00F5426A" w:rsidP="000157BF" w:rsidRDefault="00F5426A" w14:paraId="0141CCF8" w14:textId="77777777">
            <w:r w:rsidRPr="00497FF5">
              <w:t>Willow</w:t>
            </w:r>
          </w:p>
        </w:tc>
        <w:tc>
          <w:tcPr>
            <w:tcW w:w="1956" w:type="dxa"/>
            <w:shd w:val="clear" w:color="auto" w:fill="auto"/>
          </w:tcPr>
          <w:p w:rsidRPr="00D8040A" w:rsidR="00F5426A" w:rsidP="000157BF" w:rsidRDefault="00F5426A" w14:paraId="5460FD77" w14:textId="77777777">
            <w:r>
              <w:t>Upper</w:t>
            </w:r>
          </w:p>
        </w:tc>
      </w:tr>
      <w:tr w:rsidRPr="00D8040A" w:rsidR="00F5426A" w:rsidTr="000157BF" w14:paraId="2B43C711" w14:textId="77777777">
        <w:tc>
          <w:tcPr>
            <w:tcW w:w="1200" w:type="dxa"/>
            <w:shd w:val="clear" w:color="auto" w:fill="auto"/>
          </w:tcPr>
          <w:p w:rsidRPr="00D8040A" w:rsidR="00F5426A" w:rsidP="000157BF" w:rsidRDefault="00F5426A" w14:paraId="2274D84A" w14:textId="77777777">
            <w:r w:rsidRPr="00497FF5">
              <w:rPr>
                <w:bCs/>
              </w:rPr>
              <w:t>BENA</w:t>
            </w:r>
          </w:p>
        </w:tc>
        <w:tc>
          <w:tcPr>
            <w:tcW w:w="2820" w:type="dxa"/>
            <w:shd w:val="clear" w:color="auto" w:fill="auto"/>
          </w:tcPr>
          <w:p w:rsidRPr="00781EE8" w:rsidR="00F5426A" w:rsidP="000157BF" w:rsidRDefault="00F5426A" w14:paraId="779A4235" w14:textId="77777777">
            <w:pPr>
              <w:rPr>
                <w:i/>
                <w:iCs/>
              </w:rPr>
            </w:pPr>
            <w:r w:rsidRPr="00781EE8">
              <w:rPr>
                <w:i/>
                <w:iCs/>
              </w:rPr>
              <w:t>Betula nana</w:t>
            </w:r>
          </w:p>
        </w:tc>
        <w:tc>
          <w:tcPr>
            <w:tcW w:w="2928" w:type="dxa"/>
            <w:shd w:val="clear" w:color="auto" w:fill="auto"/>
          </w:tcPr>
          <w:p w:rsidRPr="00D8040A" w:rsidR="00F5426A" w:rsidP="000157BF" w:rsidRDefault="00F5426A" w14:paraId="73EAD559" w14:textId="77777777">
            <w:r w:rsidRPr="00497FF5">
              <w:t>Dwarf birch</w:t>
            </w:r>
          </w:p>
        </w:tc>
        <w:tc>
          <w:tcPr>
            <w:tcW w:w="1956" w:type="dxa"/>
            <w:shd w:val="clear" w:color="auto" w:fill="auto"/>
          </w:tcPr>
          <w:p w:rsidRPr="00D8040A" w:rsidR="00F5426A" w:rsidP="000157BF" w:rsidRDefault="00F5426A" w14:paraId="1307BF54" w14:textId="77777777">
            <w:r>
              <w:t>Upper</w:t>
            </w:r>
          </w:p>
        </w:tc>
      </w:tr>
    </w:tbl>
    <w:p w:rsidR="00F5426A" w:rsidP="00F5426A" w:rsidRDefault="00F5426A" w14:paraId="6238B0F0" w14:textId="77777777"/>
    <w:p w:rsidR="00F5426A" w:rsidP="00F5426A" w:rsidRDefault="00F5426A" w14:paraId="33E8D841" w14:textId="77777777">
      <w:pPr>
        <w:pStyle w:val="SClassInfoPara"/>
      </w:pPr>
      <w:r>
        <w:t>Description</w:t>
      </w:r>
    </w:p>
    <w:p w:rsidR="00F5426A" w:rsidP="00F5426A" w:rsidRDefault="00F5426A" w14:paraId="06BD1321" w14:textId="77777777">
      <w:r>
        <w:t xml:space="preserve">This class represents the </w:t>
      </w:r>
      <w:r w:rsidRPr="007C0773">
        <w:t>Shrub-Sedge Bog and Acidic Fen</w:t>
      </w:r>
      <w:r>
        <w:rPr>
          <w:b/>
          <w:bCs/>
        </w:rPr>
        <w:t xml:space="preserve"> </w:t>
      </w:r>
      <w:r>
        <w:t>community. This class persists indefinitely under appropriate hydrological conditions.</w:t>
      </w:r>
    </w:p>
    <w:p w:rsidRPr="007C0773" w:rsidR="00F5426A" w:rsidP="00F5426A" w:rsidRDefault="00F5426A" w14:paraId="1E93807A" w14:textId="77777777">
      <w:pPr>
        <w:rPr>
          <w:highlight w:val="yellow"/>
        </w:rPr>
      </w:pPr>
    </w:p>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Pr="007C0773" w:rsidR="00F5426A" w:rsidP="00F5426A" w:rsidRDefault="00F5426A" w14:paraId="7A2882CC" w14:textId="77777777">
      <w:pPr>
        <w:pStyle w:val="ListBullet"/>
        <w:numPr>
          <w:ilvl w:val="0"/>
          <w:numId w:val="0"/>
        </w:numPr>
        <w:tabs>
          <w:tab w:val="left" w:pos="0"/>
        </w:tabs>
        <w:rPr>
          <w:rFonts w:ascii="Times New Roman" w:hAnsi="Times New Roman"/>
          <w:sz w:val="24"/>
          <w:szCs w:val="24"/>
        </w:rPr>
      </w:pPr>
      <w:r w:rsidRPr="007C0773">
        <w:rPr>
          <w:rFonts w:ascii="Times New Roman" w:hAnsi="Times New Roman"/>
          <w:sz w:val="24"/>
          <w:szCs w:val="24"/>
        </w:rPr>
        <w:t xml:space="preserve">Comer, P., D. Faber-Langendoen, R. Evans, S. Gawler, C. Josse, G. Kittel, S. Menard, C. Nordman, M. Pyne, M. Reid, M. Russo, K. Schulz, K. Snow, J. Teague, and R. White. 2003-present. Ecological systems of the United States: A working classification of U.S. terrestrial systems. NatureServe, Arlington, VA. </w:t>
      </w:r>
    </w:p>
    <w:p w:rsidR="00F5426A" w:rsidP="00F5426A" w:rsidRDefault="00F5426A" w14:paraId="7F2ED17A" w14:textId="77777777">
      <w:pPr>
        <w:tabs>
          <w:tab w:val="left" w:pos="0"/>
        </w:tabs>
      </w:pPr>
    </w:p>
    <w:p w:rsidR="00F5426A" w:rsidP="00F5426A" w:rsidRDefault="00F5426A" w14:paraId="422741D0" w14:textId="77777777">
      <w:pPr>
        <w:tabs>
          <w:tab w:val="left" w:pos="0"/>
        </w:tabs>
      </w:pPr>
      <w:r>
        <w:t xml:space="preserve">DeVelice, R.L., 1999. </w:t>
      </w:r>
      <w:r>
        <w:rPr>
          <w:i/>
          <w:iCs/>
        </w:rPr>
        <w:t>Plant community types of the Chugach National Forest: southcentral Alaska</w:t>
      </w:r>
      <w:r>
        <w:t>. US Department of Agriculture, Forest Service, Chugach National Forest, Alaska Region.</w:t>
      </w:r>
    </w:p>
    <w:p w:rsidRPr="00651FF2" w:rsidR="00F5426A" w:rsidP="00F5426A" w:rsidRDefault="00F5426A" w14:paraId="77149237" w14:textId="77777777">
      <w:pPr>
        <w:tabs>
          <w:tab w:val="left" w:pos="0"/>
        </w:tabs>
      </w:pPr>
    </w:p>
    <w:p w:rsidR="00F5426A" w:rsidP="00F5426A" w:rsidRDefault="00F5426A" w14:paraId="6B3A3706" w14:textId="77777777">
      <w:r>
        <w:t>Foote, M. Joan. 1983. Classification, description, and dynamics of plant communities after fire in the Taiga of Interior Alaska. Res. Pap. PNW-307. Portland, OR: USDA Forest Service, Pacific Northwest Forest and Range Experiment Station. 108 pp.</w:t>
      </w:r>
    </w:p>
    <w:p w:rsidR="00F5426A" w:rsidP="00F5426A" w:rsidRDefault="00F5426A" w14:paraId="335DC283" w14:textId="77777777"/>
    <w:p w:rsidR="00F5426A" w:rsidP="00F5426A" w:rsidRDefault="00F5426A" w14:paraId="2EFBF3A2" w14:textId="77777777">
      <w:r>
        <w:t xml:space="preserve">Gracz, M., Noyes, K, North, P., Tande, G. 2005 Wetland Mapping and Classification of the Kenai Lowland, Alaska. </w:t>
      </w:r>
      <w:r>
        <w:t>http://www.kenaiwetlands.net/</w:t>
      </w:r>
    </w:p>
    <w:p w:rsidR="00F5426A" w:rsidP="00F5426A" w:rsidRDefault="00F5426A" w14:paraId="12BE51BD" w14:textId="77777777"/>
    <w:p w:rsidRPr="00041A35" w:rsidR="00F5426A" w:rsidP="00F5426A" w:rsidRDefault="00F5426A" w14:paraId="2A5288DE" w14:textId="77777777">
      <w:pPr>
        <w:pStyle w:val="ListBullet"/>
        <w:numPr>
          <w:ilvl w:val="0"/>
          <w:numId w:val="0"/>
        </w:numPr>
        <w:tabs>
          <w:tab w:val="clear" w:pos="216"/>
          <w:tab w:val="left" w:pos="0"/>
        </w:tabs>
        <w:rPr>
          <w:rFonts w:ascii="Times New Roman" w:hAnsi="Times New Roman"/>
          <w:sz w:val="24"/>
          <w:szCs w:val="24"/>
        </w:rPr>
      </w:pPr>
      <w:r w:rsidRPr="00041A35">
        <w:rPr>
          <w:rFonts w:ascii="Times New Roman" w:hAnsi="Times New Roman"/>
          <w:sz w:val="24"/>
          <w:szCs w:val="24"/>
        </w:rPr>
        <w:t>Jorgenson, M. T., J. E. Roth, M. D. Smith, S. Schlentner, W. Lentz, and E. R. Pullman. 2001. An ecological land survey for Fort Greely, Alaska. U.S. Army Cold Regions Research and Engineering Laboratory, Hanover, NH. ERDC/CRREL TR-01-04. 85 pp.</w:t>
      </w:r>
    </w:p>
    <w:p w:rsidR="00F5426A" w:rsidP="00F5426A" w:rsidRDefault="00F5426A" w14:paraId="3B5971E2" w14:textId="77777777"/>
    <w:p w:rsidR="00F5426A" w:rsidP="00F5426A" w:rsidRDefault="00F5426A" w14:paraId="7172BEA5" w14:textId="77777777">
      <w:r>
        <w:t xml:space="preserve">Jorgenson, M. T., J. E. Roth, M. Raynolds, M. D. Smith, W. Lentz, A. Zusi-Cobb, and C. H. Racine. 1999. An ecological land survey for Fort Wainwright, Alaska. U.S. Army Cold Regions Research and Engineering Laboratory, Hanover, NH. U.S. Army Cold Regions Research Engineering Laboratory, Hanover, NH CRREL Report 99-9. 83 pp. </w:t>
      </w:r>
    </w:p>
    <w:p w:rsidR="00F5426A" w:rsidP="00F5426A" w:rsidRDefault="00F5426A" w14:paraId="5A08AE16" w14:textId="77777777"/>
    <w:p w:rsidR="00F5426A" w:rsidP="00F5426A" w:rsidRDefault="00F5426A" w14:paraId="1A0B5C6F" w14:textId="77777777">
      <w:r>
        <w:t>Jorgenson, M. T., J. E. Roth, M. D. Smith, S. Schlentner, W. Lentz, and E. R. Pullman. 2001. An ecological land survey for Fort Greely, Alaska. U.S. Army Cold Regions Research and Engineering Laboratory, Hanover, NH. ERDC/CRREL TR-01-04. 85 pp.</w:t>
      </w:r>
    </w:p>
    <w:p w:rsidR="00F5426A" w:rsidP="00F5426A" w:rsidRDefault="00F5426A" w14:paraId="40E5CB04" w14:textId="77777777"/>
    <w:p w:rsidR="00F5426A" w:rsidP="00F5426A" w:rsidRDefault="00F5426A" w14:paraId="4AAA373D" w14:textId="77777777">
      <w:r>
        <w:t xml:space="preserve">Jorgenson, M.T., Racine, C.H., Walters, J.C. and Osterkamp, T.E., 2001. Permafrost degradation and ecological changes associated with a warmingclimate in central Alaska. </w:t>
      </w:r>
      <w:r>
        <w:rPr>
          <w:i/>
          <w:iCs/>
        </w:rPr>
        <w:t>Climatic change</w:t>
      </w:r>
      <w:r>
        <w:t xml:space="preserve">, </w:t>
      </w:r>
      <w:r>
        <w:rPr>
          <w:i/>
          <w:iCs/>
        </w:rPr>
        <w:t>48</w:t>
      </w:r>
      <w:r>
        <w:t>(4), pp.551-579.</w:t>
      </w:r>
    </w:p>
    <w:p w:rsidR="00F5426A" w:rsidP="00F5426A" w:rsidRDefault="00F5426A" w14:paraId="7F15F061" w14:textId="77777777"/>
    <w:p w:rsidR="00F5426A" w:rsidP="00F5426A" w:rsidRDefault="00F5426A" w14:paraId="07B3B58C" w14:textId="77777777">
      <w:r>
        <w:t xml:space="preserve">Klein, E., Berg, E.E. and Dial, R., 2005. Wetland drying and succession across the Kenai Peninsula Lowlands, south-central Alaska. </w:t>
      </w:r>
      <w:r>
        <w:rPr>
          <w:i/>
          <w:iCs/>
        </w:rPr>
        <w:t>Canadian Journal of Forest Research</w:t>
      </w:r>
      <w:r>
        <w:t xml:space="preserve">, </w:t>
      </w:r>
      <w:r>
        <w:rPr>
          <w:i/>
          <w:iCs/>
        </w:rPr>
        <w:t>35</w:t>
      </w:r>
      <w:r>
        <w:t>(8), pp.1931-1941.</w:t>
      </w:r>
    </w:p>
    <w:p w:rsidR="00F5426A" w:rsidP="00F5426A" w:rsidRDefault="00F5426A" w14:paraId="14487C87" w14:textId="77777777"/>
    <w:p w:rsidR="00F5426A" w:rsidP="00F5426A" w:rsidRDefault="00F5426A" w14:paraId="3BDDF127" w14:textId="77777777">
      <w:r>
        <w:t>Post, R. A. 1996. Functional profile of black spruce wetlands in Alaska. US EPA, Alaska Operations Office, Seattle, WA. EPA/910/R-96/006. 170pp.</w:t>
      </w:r>
    </w:p>
    <w:p w:rsidR="00F5426A" w:rsidP="00F5426A" w:rsidRDefault="00F5426A" w14:paraId="4C794227" w14:textId="77777777"/>
    <w:p w:rsidR="00F5426A" w:rsidP="00F5426A" w:rsidRDefault="00F5426A" w14:paraId="62EBBBF7" w14:textId="77777777">
      <w:r>
        <w:t xml:space="preserve">Racine, C.H., Jorgenson, M.T. and Walters, J.C., 1998, June. Thermokarst vegetation in lowland birch forests on the Tanana Flats, interior Alaska, USA. In </w:t>
      </w:r>
      <w:r>
        <w:rPr>
          <w:i/>
          <w:iCs/>
        </w:rPr>
        <w:t>Proceedings of the Seventh International Conference on Permafrost</w:t>
      </w:r>
      <w:r>
        <w:t xml:space="preserve"> (Vol. 57, pp. 927-933). Québec: Université Laval.</w:t>
      </w:r>
    </w:p>
    <w:p w:rsidR="00F5426A" w:rsidP="00F5426A" w:rsidRDefault="00F5426A" w14:paraId="0896DEDB" w14:textId="77777777"/>
    <w:p w:rsidR="00F5426A" w:rsidP="00F5426A" w:rsidRDefault="00F5426A" w14:paraId="1EF02F28" w14:textId="77777777">
      <w:r>
        <w:t xml:space="preserve">Zoltai, S.C., Taylor, S., Jeglum, J.K., Mills, G.F. and Johnson, J.D., 1988. Wetlands of boreal Canada. </w:t>
      </w:r>
      <w:r>
        <w:rPr>
          <w:i/>
          <w:iCs/>
        </w:rPr>
        <w:t>Wetlands of Canada, Ecological Land Classification Series</w:t>
      </w:r>
      <w:r>
        <w:t xml:space="preserve">, </w:t>
      </w:r>
      <w:r>
        <w:rPr>
          <w:i/>
          <w:iCs/>
        </w:rPr>
        <w:t>24</w:t>
      </w:r>
      <w:r>
        <w:t>, pp.97-154.</w:t>
      </w:r>
    </w:p>
    <w:p w:rsidR="00F5426A" w:rsidP="00F5426A" w:rsidRDefault="00F5426A" w14:paraId="7F4DE2D3" w14:textId="77777777"/>
    <w:p w:rsidRPr="00A43E41" w:rsidR="00F5426A" w:rsidP="00F5426A" w:rsidRDefault="00F5426A" w14:paraId="6A03BBED" w14:textId="77777777"/>
    <w:p w:rsidR="009466B9" w:rsidP="00F5426A" w:rsidRDefault="009466B9" w14:paraId="2F8189BC" w14:textId="71A902AA">
      <w:pPr>
        <w:pStyle w:val="BpSTitle"/>
      </w:pPr>
    </w:p>
    <w:sectPr w:rsidR="009466B9" w:rsidSect="00FE41C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47476" w14:textId="77777777" w:rsidR="00954026" w:rsidRDefault="00954026">
      <w:r>
        <w:separator/>
      </w:r>
    </w:p>
  </w:endnote>
  <w:endnote w:type="continuationSeparator" w:id="0">
    <w:p w14:paraId="728D04B4" w14:textId="77777777" w:rsidR="00954026" w:rsidRDefault="00954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493D5" w14:textId="77777777" w:rsidR="00E477D7" w:rsidRDefault="00E477D7" w:rsidP="009466B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4F3F5" w14:textId="77777777" w:rsidR="00954026" w:rsidRDefault="00954026">
      <w:r>
        <w:separator/>
      </w:r>
    </w:p>
  </w:footnote>
  <w:footnote w:type="continuationSeparator" w:id="0">
    <w:p w14:paraId="7D425FE3" w14:textId="77777777" w:rsidR="00954026" w:rsidRDefault="009540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9F00F" w14:textId="77777777" w:rsidR="00E477D7" w:rsidRDefault="00E477D7" w:rsidP="009466B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CAEA9D0"/>
    <w:lvl w:ilvl="0">
      <w:start w:val="1"/>
      <w:numFmt w:val="bullet"/>
      <w:pStyle w:val="ListBullet"/>
      <w:lvlText w:val="•"/>
      <w:lvlJc w:val="left"/>
      <w:pPr>
        <w:tabs>
          <w:tab w:val="num" w:pos="360"/>
        </w:tabs>
        <w:ind w:left="216" w:hanging="216"/>
      </w:pPr>
      <w:rPr>
        <w:rFonts w:ascii="Times New Roman" w:hAnsi="Times New Roman" w:hint="default"/>
      </w:rPr>
    </w:lvl>
  </w:abstractNum>
  <w:abstractNum w:abstractNumId="1" w15:restartNumberingAfterBreak="0">
    <w:nsid w:val="12D0700B"/>
    <w:multiLevelType w:val="hybridMultilevel"/>
    <w:tmpl w:val="42D0B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798649845">
    <w:abstractNumId w:val="2"/>
  </w:num>
  <w:num w:numId="2" w16cid:durableId="1113746101">
    <w:abstractNumId w:val="1"/>
  </w:num>
  <w:num w:numId="3" w16cid:durableId="17407102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2097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6B9"/>
    <w:rsid w:val="00007C48"/>
    <w:rsid w:val="0003202F"/>
    <w:rsid w:val="0004797F"/>
    <w:rsid w:val="00077A85"/>
    <w:rsid w:val="000952A6"/>
    <w:rsid w:val="00097251"/>
    <w:rsid w:val="000A1134"/>
    <w:rsid w:val="000C4875"/>
    <w:rsid w:val="000D25D5"/>
    <w:rsid w:val="000E1EC5"/>
    <w:rsid w:val="000E759B"/>
    <w:rsid w:val="00106444"/>
    <w:rsid w:val="00110079"/>
    <w:rsid w:val="00117805"/>
    <w:rsid w:val="00132508"/>
    <w:rsid w:val="001514F9"/>
    <w:rsid w:val="00155E6D"/>
    <w:rsid w:val="00174486"/>
    <w:rsid w:val="001824B8"/>
    <w:rsid w:val="00193946"/>
    <w:rsid w:val="00196C68"/>
    <w:rsid w:val="001A5277"/>
    <w:rsid w:val="001A6573"/>
    <w:rsid w:val="001E2A1A"/>
    <w:rsid w:val="001E43F5"/>
    <w:rsid w:val="001F31A2"/>
    <w:rsid w:val="002206B7"/>
    <w:rsid w:val="00220975"/>
    <w:rsid w:val="00222BD5"/>
    <w:rsid w:val="002233CE"/>
    <w:rsid w:val="00242A9C"/>
    <w:rsid w:val="00246004"/>
    <w:rsid w:val="00272B25"/>
    <w:rsid w:val="00292706"/>
    <w:rsid w:val="002A69B2"/>
    <w:rsid w:val="002E41A1"/>
    <w:rsid w:val="002F14CD"/>
    <w:rsid w:val="00300000"/>
    <w:rsid w:val="0031662A"/>
    <w:rsid w:val="003172E2"/>
    <w:rsid w:val="00320910"/>
    <w:rsid w:val="00322BC5"/>
    <w:rsid w:val="003319D8"/>
    <w:rsid w:val="003C703C"/>
    <w:rsid w:val="003F322E"/>
    <w:rsid w:val="00414DA8"/>
    <w:rsid w:val="00424E99"/>
    <w:rsid w:val="0042550C"/>
    <w:rsid w:val="0042737A"/>
    <w:rsid w:val="00445570"/>
    <w:rsid w:val="00447BAA"/>
    <w:rsid w:val="00447D1D"/>
    <w:rsid w:val="00452B5E"/>
    <w:rsid w:val="00455D4C"/>
    <w:rsid w:val="004638B8"/>
    <w:rsid w:val="00475CD7"/>
    <w:rsid w:val="00476F39"/>
    <w:rsid w:val="00491F12"/>
    <w:rsid w:val="004B6DDB"/>
    <w:rsid w:val="004C6E36"/>
    <w:rsid w:val="004D5F12"/>
    <w:rsid w:val="004D6A70"/>
    <w:rsid w:val="004D7DCF"/>
    <w:rsid w:val="004E7194"/>
    <w:rsid w:val="004E7DB5"/>
    <w:rsid w:val="005035F5"/>
    <w:rsid w:val="00503C61"/>
    <w:rsid w:val="00513848"/>
    <w:rsid w:val="00513AFB"/>
    <w:rsid w:val="0052386E"/>
    <w:rsid w:val="00530D3E"/>
    <w:rsid w:val="00537D33"/>
    <w:rsid w:val="0054090D"/>
    <w:rsid w:val="005446EB"/>
    <w:rsid w:val="00557492"/>
    <w:rsid w:val="00594BE8"/>
    <w:rsid w:val="005B1DDE"/>
    <w:rsid w:val="005C7A42"/>
    <w:rsid w:val="005D242C"/>
    <w:rsid w:val="005E0BD8"/>
    <w:rsid w:val="005E6650"/>
    <w:rsid w:val="005F225F"/>
    <w:rsid w:val="005F3253"/>
    <w:rsid w:val="00605473"/>
    <w:rsid w:val="00616941"/>
    <w:rsid w:val="0061715F"/>
    <w:rsid w:val="00621C0C"/>
    <w:rsid w:val="00646981"/>
    <w:rsid w:val="00672FAF"/>
    <w:rsid w:val="00695990"/>
    <w:rsid w:val="006B3F14"/>
    <w:rsid w:val="006E57D4"/>
    <w:rsid w:val="006F39FC"/>
    <w:rsid w:val="00722B5D"/>
    <w:rsid w:val="00740E0B"/>
    <w:rsid w:val="00747459"/>
    <w:rsid w:val="007742B4"/>
    <w:rsid w:val="00774CF3"/>
    <w:rsid w:val="00774FBB"/>
    <w:rsid w:val="00781EE8"/>
    <w:rsid w:val="007A721A"/>
    <w:rsid w:val="007B270A"/>
    <w:rsid w:val="007B5284"/>
    <w:rsid w:val="007C7863"/>
    <w:rsid w:val="007E624A"/>
    <w:rsid w:val="007F2B3B"/>
    <w:rsid w:val="00813FCB"/>
    <w:rsid w:val="00820371"/>
    <w:rsid w:val="00821A9F"/>
    <w:rsid w:val="0083018E"/>
    <w:rsid w:val="0083031E"/>
    <w:rsid w:val="0084119C"/>
    <w:rsid w:val="008438C4"/>
    <w:rsid w:val="00850C8E"/>
    <w:rsid w:val="0087316E"/>
    <w:rsid w:val="008779C3"/>
    <w:rsid w:val="008F01B1"/>
    <w:rsid w:val="009003C8"/>
    <w:rsid w:val="00901CA2"/>
    <w:rsid w:val="00907797"/>
    <w:rsid w:val="00945DBA"/>
    <w:rsid w:val="009466B9"/>
    <w:rsid w:val="00954026"/>
    <w:rsid w:val="00966095"/>
    <w:rsid w:val="00986A7A"/>
    <w:rsid w:val="009903A9"/>
    <w:rsid w:val="009B03E6"/>
    <w:rsid w:val="009B232E"/>
    <w:rsid w:val="009B5289"/>
    <w:rsid w:val="009D25CD"/>
    <w:rsid w:val="009D674B"/>
    <w:rsid w:val="009E0DB5"/>
    <w:rsid w:val="009E4909"/>
    <w:rsid w:val="009E6357"/>
    <w:rsid w:val="009F5F8E"/>
    <w:rsid w:val="00A050E3"/>
    <w:rsid w:val="00A16194"/>
    <w:rsid w:val="00A2791D"/>
    <w:rsid w:val="00A309E2"/>
    <w:rsid w:val="00A36D75"/>
    <w:rsid w:val="00A43E41"/>
    <w:rsid w:val="00A55713"/>
    <w:rsid w:val="00A6020D"/>
    <w:rsid w:val="00A82189"/>
    <w:rsid w:val="00AB3795"/>
    <w:rsid w:val="00AC570D"/>
    <w:rsid w:val="00AF1CDE"/>
    <w:rsid w:val="00AF1E11"/>
    <w:rsid w:val="00AF4B2B"/>
    <w:rsid w:val="00B22CA3"/>
    <w:rsid w:val="00B30030"/>
    <w:rsid w:val="00B44A3C"/>
    <w:rsid w:val="00B51B4B"/>
    <w:rsid w:val="00B52CBD"/>
    <w:rsid w:val="00B84C7B"/>
    <w:rsid w:val="00BC14B6"/>
    <w:rsid w:val="00BC7EF1"/>
    <w:rsid w:val="00C07F5E"/>
    <w:rsid w:val="00C50B12"/>
    <w:rsid w:val="00C5204F"/>
    <w:rsid w:val="00C66E45"/>
    <w:rsid w:val="00C827A9"/>
    <w:rsid w:val="00CA0BB9"/>
    <w:rsid w:val="00CA0D2D"/>
    <w:rsid w:val="00CA1418"/>
    <w:rsid w:val="00CA49DA"/>
    <w:rsid w:val="00CB7469"/>
    <w:rsid w:val="00CD6118"/>
    <w:rsid w:val="00CD68F6"/>
    <w:rsid w:val="00CE79FF"/>
    <w:rsid w:val="00CF2056"/>
    <w:rsid w:val="00D060DC"/>
    <w:rsid w:val="00D16916"/>
    <w:rsid w:val="00D178C7"/>
    <w:rsid w:val="00D306FA"/>
    <w:rsid w:val="00D367FB"/>
    <w:rsid w:val="00D46D39"/>
    <w:rsid w:val="00D52C2E"/>
    <w:rsid w:val="00D534D2"/>
    <w:rsid w:val="00D553D0"/>
    <w:rsid w:val="00D62775"/>
    <w:rsid w:val="00D81349"/>
    <w:rsid w:val="00D92158"/>
    <w:rsid w:val="00D95971"/>
    <w:rsid w:val="00DA63B1"/>
    <w:rsid w:val="00DB16CA"/>
    <w:rsid w:val="00DC4BA7"/>
    <w:rsid w:val="00DD3902"/>
    <w:rsid w:val="00DE0F2D"/>
    <w:rsid w:val="00DE40A7"/>
    <w:rsid w:val="00DE7AB5"/>
    <w:rsid w:val="00DF0616"/>
    <w:rsid w:val="00E109E9"/>
    <w:rsid w:val="00E477D7"/>
    <w:rsid w:val="00E50BB8"/>
    <w:rsid w:val="00E61C50"/>
    <w:rsid w:val="00E7520B"/>
    <w:rsid w:val="00E87AB8"/>
    <w:rsid w:val="00EB2776"/>
    <w:rsid w:val="00EC4A14"/>
    <w:rsid w:val="00EF02EA"/>
    <w:rsid w:val="00F03D00"/>
    <w:rsid w:val="00F43204"/>
    <w:rsid w:val="00F5426A"/>
    <w:rsid w:val="00F563C6"/>
    <w:rsid w:val="00F57F6C"/>
    <w:rsid w:val="00F86C13"/>
    <w:rsid w:val="00F948F2"/>
    <w:rsid w:val="00FD7973"/>
    <w:rsid w:val="00FE2EE9"/>
    <w:rsid w:val="00FE3B73"/>
    <w:rsid w:val="00FE41CA"/>
    <w:rsid w:val="00FE6500"/>
    <w:rsid w:val="00FE6871"/>
    <w:rsid w:val="00FE70C1"/>
    <w:rsid w:val="00FF0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FCA36"/>
  <w15:docId w15:val="{A6ED13A1-F317-4170-BABE-7ED3F2AD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STitle">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customStyle="1" w:styleId="InfoPara">
    <w:name w:val="Info_Para"/>
    <w:basedOn w:val="Normal"/>
    <w:next w:val="Normal"/>
    <w:rsid w:val="00F86C13"/>
    <w:pPr>
      <w:spacing w:before="120" w:after="20"/>
    </w:pPr>
    <w:rPr>
      <w:b/>
    </w:rPr>
  </w:style>
  <w:style w:type="paragraph" w:customStyle="1" w:styleId="ReportSection">
    <w:name w:val="Report_Section"/>
    <w:basedOn w:val="BpSTitle"/>
    <w:next w:val="Normal"/>
    <w:rsid w:val="00D81349"/>
    <w:pPr>
      <w:pBdr>
        <w:top w:val="single" w:sz="4" w:space="1" w:color="auto"/>
        <w:left w:val="single" w:sz="4" w:space="4" w:color="auto"/>
        <w:bottom w:val="single" w:sz="4" w:space="1" w:color="auto"/>
        <w:right w:val="single" w:sz="4" w:space="4" w:color="auto"/>
      </w:pBdr>
      <w:shd w:val="clear" w:color="auto" w:fill="E6E6E6"/>
      <w:spacing w:before="360"/>
    </w:pPr>
    <w:rPr>
      <w:rFonts w:cs="Times New Roman"/>
      <w:i/>
      <w:sz w:val="24"/>
      <w:szCs w:val="20"/>
    </w:rPr>
  </w:style>
  <w:style w:type="paragraph" w:customStyle="1" w:styleId="BpSHeader">
    <w:name w:val="BpS_Header"/>
    <w:basedOn w:val="Normal"/>
    <w:next w:val="Normal"/>
    <w:rsid w:val="009E0DB5"/>
    <w:pPr>
      <w:pBdr>
        <w:top w:val="dotted" w:sz="4" w:space="1" w:color="auto"/>
        <w:left w:val="dotted" w:sz="4" w:space="4" w:color="auto"/>
        <w:bottom w:val="dotted" w:sz="4" w:space="1" w:color="auto"/>
        <w:right w:val="dotted" w:sz="4" w:space="4" w:color="auto"/>
      </w:pBdr>
      <w:shd w:val="clear" w:color="auto" w:fill="F3F3F3"/>
    </w:pPr>
  </w:style>
  <w:style w:type="paragraph" w:customStyle="1" w:styleId="SClassInfoPara">
    <w:name w:val="SClass_Info_Para"/>
    <w:basedOn w:val="Normal"/>
    <w:next w:val="Normal"/>
    <w:rsid w:val="00EC4A14"/>
    <w:pPr>
      <w:spacing w:before="120"/>
    </w:pPr>
    <w:rPr>
      <w:i/>
      <w:u w:val="single"/>
    </w:rPr>
  </w:style>
  <w:style w:type="paragraph" w:styleId="ListParagraph">
    <w:name w:val="List Paragraph"/>
    <w:basedOn w:val="Normal"/>
    <w:uiPriority w:val="34"/>
    <w:qFormat/>
    <w:rsid w:val="00594BE8"/>
    <w:pPr>
      <w:ind w:left="720"/>
    </w:pPr>
    <w:rPr>
      <w:rFonts w:ascii="Calibri" w:eastAsia="Calibri" w:hAnsi="Calibri"/>
      <w:sz w:val="22"/>
      <w:szCs w:val="22"/>
    </w:rPr>
  </w:style>
  <w:style w:type="character" w:styleId="Hyperlink">
    <w:name w:val="Hyperlink"/>
    <w:rsid w:val="00594BE8"/>
    <w:rPr>
      <w:color w:val="0000FF"/>
      <w:u w:val="single"/>
    </w:rPr>
  </w:style>
  <w:style w:type="paragraph" w:styleId="NormalWeb">
    <w:name w:val="Normal (Web)"/>
    <w:basedOn w:val="Normal"/>
    <w:uiPriority w:val="99"/>
    <w:unhideWhenUsed/>
    <w:rsid w:val="00F57F6C"/>
    <w:pPr>
      <w:spacing w:before="100" w:beforeAutospacing="1" w:after="100" w:afterAutospacing="1"/>
    </w:pPr>
  </w:style>
  <w:style w:type="paragraph" w:styleId="BalloonText">
    <w:name w:val="Balloon Text"/>
    <w:basedOn w:val="Normal"/>
    <w:link w:val="BalloonTextChar"/>
    <w:uiPriority w:val="99"/>
    <w:semiHidden/>
    <w:unhideWhenUsed/>
    <w:rsid w:val="004C6E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E36"/>
    <w:rPr>
      <w:rFonts w:ascii="Segoe UI" w:hAnsi="Segoe UI" w:cs="Segoe UI"/>
      <w:sz w:val="18"/>
      <w:szCs w:val="18"/>
    </w:rPr>
  </w:style>
  <w:style w:type="character" w:styleId="CommentReference">
    <w:name w:val="annotation reference"/>
    <w:basedOn w:val="DefaultParagraphFont"/>
    <w:uiPriority w:val="99"/>
    <w:semiHidden/>
    <w:unhideWhenUsed/>
    <w:rsid w:val="00774FBB"/>
    <w:rPr>
      <w:sz w:val="16"/>
      <w:szCs w:val="16"/>
    </w:rPr>
  </w:style>
  <w:style w:type="paragraph" w:styleId="CommentText">
    <w:name w:val="annotation text"/>
    <w:basedOn w:val="Normal"/>
    <w:link w:val="CommentTextChar"/>
    <w:uiPriority w:val="99"/>
    <w:semiHidden/>
    <w:unhideWhenUsed/>
    <w:rsid w:val="00774FBB"/>
    <w:rPr>
      <w:sz w:val="20"/>
      <w:szCs w:val="20"/>
    </w:rPr>
  </w:style>
  <w:style w:type="character" w:customStyle="1" w:styleId="CommentTextChar">
    <w:name w:val="Comment Text Char"/>
    <w:basedOn w:val="DefaultParagraphFont"/>
    <w:link w:val="CommentText"/>
    <w:uiPriority w:val="99"/>
    <w:semiHidden/>
    <w:rsid w:val="00774FBB"/>
  </w:style>
  <w:style w:type="paragraph" w:styleId="CommentSubject">
    <w:name w:val="annotation subject"/>
    <w:basedOn w:val="CommentText"/>
    <w:next w:val="CommentText"/>
    <w:link w:val="CommentSubjectChar"/>
    <w:uiPriority w:val="99"/>
    <w:semiHidden/>
    <w:unhideWhenUsed/>
    <w:rsid w:val="00774FBB"/>
    <w:rPr>
      <w:b/>
      <w:bCs/>
    </w:rPr>
  </w:style>
  <w:style w:type="character" w:customStyle="1" w:styleId="CommentSubjectChar">
    <w:name w:val="Comment Subject Char"/>
    <w:basedOn w:val="CommentTextChar"/>
    <w:link w:val="CommentSubject"/>
    <w:uiPriority w:val="99"/>
    <w:semiHidden/>
    <w:rsid w:val="00774FBB"/>
    <w:rPr>
      <w:b/>
      <w:bCs/>
    </w:rPr>
  </w:style>
  <w:style w:type="character" w:styleId="UnresolvedMention">
    <w:name w:val="Unresolved Mention"/>
    <w:basedOn w:val="DefaultParagraphFont"/>
    <w:uiPriority w:val="99"/>
    <w:semiHidden/>
    <w:unhideWhenUsed/>
    <w:rsid w:val="009E4909"/>
    <w:rPr>
      <w:color w:val="605E5C"/>
      <w:shd w:val="clear" w:color="auto" w:fill="E1DFDD"/>
    </w:rPr>
  </w:style>
  <w:style w:type="paragraph" w:styleId="ListBullet">
    <w:name w:val="List Bullet"/>
    <w:basedOn w:val="Normal"/>
    <w:rsid w:val="00F5426A"/>
    <w:pPr>
      <w:numPr>
        <w:numId w:val="4"/>
      </w:numPr>
      <w:tabs>
        <w:tab w:val="left" w:pos="216"/>
      </w:tabs>
    </w:pPr>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296449">
      <w:bodyDiv w:val="1"/>
      <w:marLeft w:val="0"/>
      <w:marRight w:val="0"/>
      <w:marTop w:val="0"/>
      <w:marBottom w:val="0"/>
      <w:divBdr>
        <w:top w:val="none" w:sz="0" w:space="0" w:color="auto"/>
        <w:left w:val="none" w:sz="0" w:space="0" w:color="auto"/>
        <w:bottom w:val="none" w:sz="0" w:space="0" w:color="auto"/>
        <w:right w:val="none" w:sz="0" w:space="0" w:color="auto"/>
      </w:divBdr>
    </w:div>
    <w:div w:id="339236451">
      <w:bodyDiv w:val="1"/>
      <w:marLeft w:val="0"/>
      <w:marRight w:val="0"/>
      <w:marTop w:val="0"/>
      <w:marBottom w:val="0"/>
      <w:divBdr>
        <w:top w:val="none" w:sz="0" w:space="0" w:color="auto"/>
        <w:left w:val="none" w:sz="0" w:space="0" w:color="auto"/>
        <w:bottom w:val="none" w:sz="0" w:space="0" w:color="auto"/>
        <w:right w:val="none" w:sz="0" w:space="0" w:color="auto"/>
      </w:divBdr>
    </w:div>
    <w:div w:id="425349267">
      <w:bodyDiv w:val="1"/>
      <w:marLeft w:val="0"/>
      <w:marRight w:val="0"/>
      <w:marTop w:val="0"/>
      <w:marBottom w:val="0"/>
      <w:divBdr>
        <w:top w:val="none" w:sz="0" w:space="0" w:color="auto"/>
        <w:left w:val="none" w:sz="0" w:space="0" w:color="auto"/>
        <w:bottom w:val="none" w:sz="0" w:space="0" w:color="auto"/>
        <w:right w:val="none" w:sz="0" w:space="0" w:color="auto"/>
      </w:divBdr>
    </w:div>
    <w:div w:id="783770558">
      <w:bodyDiv w:val="1"/>
      <w:marLeft w:val="0"/>
      <w:marRight w:val="0"/>
      <w:marTop w:val="0"/>
      <w:marBottom w:val="0"/>
      <w:divBdr>
        <w:top w:val="none" w:sz="0" w:space="0" w:color="auto"/>
        <w:left w:val="none" w:sz="0" w:space="0" w:color="auto"/>
        <w:bottom w:val="none" w:sz="0" w:space="0" w:color="auto"/>
        <w:right w:val="none" w:sz="0" w:space="0" w:color="auto"/>
      </w:divBdr>
    </w:div>
    <w:div w:id="812134239">
      <w:bodyDiv w:val="1"/>
      <w:marLeft w:val="0"/>
      <w:marRight w:val="0"/>
      <w:marTop w:val="0"/>
      <w:marBottom w:val="0"/>
      <w:divBdr>
        <w:top w:val="none" w:sz="0" w:space="0" w:color="auto"/>
        <w:left w:val="none" w:sz="0" w:space="0" w:color="auto"/>
        <w:bottom w:val="none" w:sz="0" w:space="0" w:color="auto"/>
        <w:right w:val="none" w:sz="0" w:space="0" w:color="auto"/>
      </w:divBdr>
    </w:div>
    <w:div w:id="1031346523">
      <w:bodyDiv w:val="1"/>
      <w:marLeft w:val="0"/>
      <w:marRight w:val="0"/>
      <w:marTop w:val="0"/>
      <w:marBottom w:val="0"/>
      <w:divBdr>
        <w:top w:val="none" w:sz="0" w:space="0" w:color="auto"/>
        <w:left w:val="none" w:sz="0" w:space="0" w:color="auto"/>
        <w:bottom w:val="none" w:sz="0" w:space="0" w:color="auto"/>
        <w:right w:val="none" w:sz="0" w:space="0" w:color="auto"/>
      </w:divBdr>
    </w:div>
    <w:div w:id="1297373658">
      <w:bodyDiv w:val="1"/>
      <w:marLeft w:val="0"/>
      <w:marRight w:val="0"/>
      <w:marTop w:val="0"/>
      <w:marBottom w:val="0"/>
      <w:divBdr>
        <w:top w:val="none" w:sz="0" w:space="0" w:color="auto"/>
        <w:left w:val="none" w:sz="0" w:space="0" w:color="auto"/>
        <w:bottom w:val="none" w:sz="0" w:space="0" w:color="auto"/>
        <w:right w:val="none" w:sz="0" w:space="0" w:color="auto"/>
      </w:divBdr>
    </w:div>
    <w:div w:id="158495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kenaiwetlands.net/"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6F4417A0-1922-464D-BF78-1D489D2C2102}"/>
</file>

<file path=customXml/itemProps2.xml><?xml version="1.0" encoding="utf-8"?>
<ds:datastoreItem xmlns:ds="http://schemas.openxmlformats.org/officeDocument/2006/customXml" ds:itemID="{D67E2A13-82B2-4422-A42D-DBC90B03A154}"/>
</file>

<file path=customXml/itemProps3.xml><?xml version="1.0" encoding="utf-8"?>
<ds:datastoreItem xmlns:ds="http://schemas.openxmlformats.org/officeDocument/2006/customXml" ds:itemID="{A95C668A-A64D-4104-B4EE-B9F30FC8252E}"/>
</file>

<file path=docProps/app.xml><?xml version="1.0" encoding="utf-8"?>
<Properties xmlns="http://schemas.openxmlformats.org/officeDocument/2006/extended-properties" xmlns:vt="http://schemas.openxmlformats.org/officeDocument/2006/docPropsVTypes">
  <Template>Report_Template</Template>
  <TotalTime>18</TotalTime>
  <Pages>4</Pages>
  <Words>1240</Words>
  <Characters>7073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USDA Forest Service</Company>
  <LinksUpToDate>false</LinksUpToDate>
  <CharactersWithSpaces>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Jim Smith</cp:lastModifiedBy>
  <cp:revision>17</cp:revision>
  <cp:lastPrinted>2015-09-11T19:36:00Z</cp:lastPrinted>
  <dcterms:created xsi:type="dcterms:W3CDTF">2022-04-04T22:41:00Z</dcterms:created>
  <dcterms:modified xsi:type="dcterms:W3CDTF">2024-09-27T18:52:00Z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