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0CEF" w:rsidP="00A70CEF" w:rsidRDefault="00A70CEF" w14:paraId="7FBD391C" w14:textId="600CC948">
      <w:pPr>
        <w:pStyle w:val="BpSTitle"/>
      </w:pPr>
      <w:r>
        <w:t>1618</w:t>
      </w:r>
      <w:r w:rsidR="001931B2">
        <w:t>0</w:t>
      </w:r>
    </w:p>
    <w:p w:rsidR="00A70CEF" w:rsidP="00A70CEF" w:rsidRDefault="00283525" w14:paraId="1944E547" w14:textId="5769C177">
      <w:pPr>
        <w:pStyle w:val="BpSTitle"/>
      </w:pPr>
      <w:r w:rsidRPr="001424A9">
        <w:t>Western North American Boreal Shrub</w:t>
      </w:r>
      <w:r>
        <w:t>-</w:t>
      </w:r>
      <w:r w:rsidRPr="001424A9">
        <w:t>Sedge Rich and Alkaline Fen</w:t>
      </w:r>
    </w:p>
    <w:p w:rsidR="00A70CEF" w:rsidP="00A70CEF" w:rsidRDefault="00A70CEF" w14:paraId="031CA33F" w14:textId="77777777">
      <w:r>
        <w:t xmlns:w="http://schemas.openxmlformats.org/wordprocessingml/2006/main">BpS Model/Description Version: Nov. 2024</w:t>
      </w:r>
      <w:r>
        <w:tab/>
      </w:r>
      <w:r>
        <w:tab/>
      </w:r>
      <w:r>
        <w:tab/>
      </w:r>
      <w:r>
        <w:tab/>
      </w:r>
      <w:r>
        <w:tab/>
      </w:r>
      <w:r>
        <w:tab/>
      </w:r>
      <w:r>
        <w:tab/>
      </w:r>
    </w:p>
    <w:p w:rsidR="00A70CEF" w:rsidP="00A70CEF" w:rsidRDefault="00A70CEF" w14:paraId="7CAF622D" w14:textId="77777777"/>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04"/>
        <w:gridCol w:w="3561"/>
        <w:gridCol w:w="1287"/>
        <w:gridCol w:w="2724"/>
      </w:tblGrid>
      <w:tr w:rsidRPr="00A70CEF" w:rsidR="00A70CEF" w:rsidTr="00BA5BF1" w14:paraId="682636BA" w14:textId="77777777">
        <w:tc>
          <w:tcPr>
            <w:tcW w:w="2004" w:type="dxa"/>
            <w:tcBorders>
              <w:top w:val="single" w:color="auto" w:sz="2" w:space="0"/>
              <w:left w:val="single" w:color="auto" w:sz="12" w:space="0"/>
              <w:bottom w:val="single" w:color="000000" w:sz="12" w:space="0"/>
            </w:tcBorders>
            <w:shd w:val="clear" w:color="auto" w:fill="auto"/>
          </w:tcPr>
          <w:p w:rsidRPr="00A70CEF" w:rsidR="00A70CEF" w:rsidP="00D10D93" w:rsidRDefault="00A70CEF" w14:paraId="6F5664B0" w14:textId="77777777">
            <w:pPr>
              <w:rPr>
                <w:b/>
                <w:bCs/>
              </w:rPr>
            </w:pPr>
            <w:r w:rsidRPr="00A70CEF">
              <w:rPr>
                <w:b/>
                <w:bCs/>
              </w:rPr>
              <w:t>Modelers</w:t>
            </w:r>
          </w:p>
        </w:tc>
        <w:tc>
          <w:tcPr>
            <w:tcW w:w="3561" w:type="dxa"/>
            <w:tcBorders>
              <w:top w:val="single" w:color="auto" w:sz="2" w:space="0"/>
              <w:bottom w:val="single" w:color="000000" w:sz="12" w:space="0"/>
              <w:right w:val="single" w:color="000000" w:sz="12" w:space="0"/>
            </w:tcBorders>
            <w:shd w:val="clear" w:color="auto" w:fill="auto"/>
          </w:tcPr>
          <w:p w:rsidRPr="00A70CEF" w:rsidR="00A70CEF" w:rsidP="00D10D93" w:rsidRDefault="00A70CEF" w14:paraId="6061ACF2" w14:textId="77777777">
            <w:pPr>
              <w:rPr>
                <w:b/>
                <w:bCs/>
              </w:rPr>
            </w:pPr>
          </w:p>
        </w:tc>
        <w:tc>
          <w:tcPr>
            <w:tcW w:w="1287" w:type="dxa"/>
            <w:tcBorders>
              <w:top w:val="single" w:color="auto" w:sz="2" w:space="0"/>
              <w:left w:val="single" w:color="000000" w:sz="12" w:space="0"/>
              <w:bottom w:val="single" w:color="000000" w:sz="12" w:space="0"/>
            </w:tcBorders>
            <w:shd w:val="clear" w:color="auto" w:fill="auto"/>
          </w:tcPr>
          <w:p w:rsidRPr="00A70CEF" w:rsidR="00A70CEF" w:rsidP="00D10D93" w:rsidRDefault="00A70CEF" w14:paraId="1E34A73E" w14:textId="77777777">
            <w:pPr>
              <w:rPr>
                <w:b/>
                <w:bCs/>
              </w:rPr>
            </w:pPr>
            <w:r w:rsidRPr="00A70CEF">
              <w:rPr>
                <w:b/>
                <w:bCs/>
              </w:rPr>
              <w:t>Reviewers</w:t>
            </w:r>
          </w:p>
        </w:tc>
        <w:tc>
          <w:tcPr>
            <w:tcW w:w="2724" w:type="dxa"/>
            <w:tcBorders>
              <w:top w:val="single" w:color="auto" w:sz="2" w:space="0"/>
              <w:bottom w:val="single" w:color="000000" w:sz="12" w:space="0"/>
            </w:tcBorders>
            <w:shd w:val="clear" w:color="auto" w:fill="auto"/>
          </w:tcPr>
          <w:p w:rsidRPr="00A70CEF" w:rsidR="00A70CEF" w:rsidP="00D10D93" w:rsidRDefault="00A70CEF" w14:paraId="6500BB81" w14:textId="77777777">
            <w:pPr>
              <w:rPr>
                <w:b/>
                <w:bCs/>
              </w:rPr>
            </w:pPr>
          </w:p>
        </w:tc>
      </w:tr>
      <w:tr w:rsidRPr="00A70CEF" w:rsidR="00A70CEF" w:rsidTr="00BA5BF1" w14:paraId="2038EF66" w14:textId="77777777">
        <w:tc>
          <w:tcPr>
            <w:tcW w:w="2004" w:type="dxa"/>
            <w:tcBorders>
              <w:top w:val="single" w:color="000000" w:sz="12" w:space="0"/>
              <w:left w:val="single" w:color="auto" w:sz="12" w:space="0"/>
            </w:tcBorders>
            <w:shd w:val="clear" w:color="auto" w:fill="auto"/>
          </w:tcPr>
          <w:p w:rsidRPr="00A70CEF" w:rsidR="00A70CEF" w:rsidP="00D10D93" w:rsidRDefault="00F71C43" w14:paraId="1D0E68DF" w14:textId="0F2FD5F7">
            <w:pPr>
              <w:rPr>
                <w:bCs/>
              </w:rPr>
            </w:pPr>
            <w:r>
              <w:rPr>
                <w:bCs/>
              </w:rPr>
              <w:t>Pat Comer</w:t>
            </w:r>
          </w:p>
        </w:tc>
        <w:tc>
          <w:tcPr>
            <w:tcW w:w="3561" w:type="dxa"/>
            <w:tcBorders>
              <w:top w:val="single" w:color="000000" w:sz="12" w:space="0"/>
              <w:right w:val="single" w:color="000000" w:sz="12" w:space="0"/>
            </w:tcBorders>
            <w:shd w:val="clear" w:color="auto" w:fill="auto"/>
          </w:tcPr>
          <w:p w:rsidRPr="00A70CEF" w:rsidR="00A70CEF" w:rsidP="00D10D93" w:rsidRDefault="00F71C43" w14:paraId="4CD9EAAF" w14:textId="39300F24">
            <w:r>
              <w:t>pat_comer@natureserve.org</w:t>
            </w:r>
          </w:p>
        </w:tc>
        <w:tc>
          <w:tcPr>
            <w:tcW w:w="1287" w:type="dxa"/>
            <w:tcBorders>
              <w:top w:val="single" w:color="000000" w:sz="12" w:space="0"/>
              <w:left w:val="single" w:color="000000" w:sz="12" w:space="0"/>
            </w:tcBorders>
            <w:shd w:val="clear" w:color="auto" w:fill="auto"/>
          </w:tcPr>
          <w:p w:rsidRPr="00A70CEF" w:rsidR="00A70CEF" w:rsidP="00D10D93" w:rsidRDefault="00A70CEF" w14:paraId="5F0D13D7" w14:textId="03C1AA94"/>
        </w:tc>
        <w:tc>
          <w:tcPr>
            <w:tcW w:w="2724" w:type="dxa"/>
            <w:tcBorders>
              <w:top w:val="single" w:color="000000" w:sz="12" w:space="0"/>
            </w:tcBorders>
            <w:shd w:val="clear" w:color="auto" w:fill="auto"/>
          </w:tcPr>
          <w:p w:rsidRPr="00A70CEF" w:rsidR="00A70CEF" w:rsidP="00D10D93" w:rsidRDefault="00A70CEF" w14:paraId="13BEF7E6" w14:textId="37B9A2B8"/>
        </w:tc>
      </w:tr>
      <w:tr w:rsidRPr="00A70CEF" w:rsidR="00A70CEF" w:rsidTr="00BA5BF1" w14:paraId="365575B8" w14:textId="77777777">
        <w:tc>
          <w:tcPr>
            <w:tcW w:w="2004" w:type="dxa"/>
            <w:tcBorders>
              <w:left w:val="single" w:color="auto" w:sz="12" w:space="0"/>
            </w:tcBorders>
            <w:shd w:val="clear" w:color="auto" w:fill="auto"/>
          </w:tcPr>
          <w:p w:rsidRPr="00A70CEF" w:rsidR="00A70CEF" w:rsidP="00D10D93" w:rsidRDefault="00F71C43" w14:paraId="4344E26A" w14:textId="67A43419">
            <w:pPr>
              <w:rPr>
                <w:bCs/>
              </w:rPr>
            </w:pPr>
            <w:r>
              <w:rPr>
                <w:bCs/>
              </w:rPr>
              <w:t>Kori Blankenship</w:t>
            </w:r>
          </w:p>
        </w:tc>
        <w:tc>
          <w:tcPr>
            <w:tcW w:w="3561" w:type="dxa"/>
            <w:tcBorders>
              <w:right w:val="single" w:color="000000" w:sz="12" w:space="0"/>
            </w:tcBorders>
            <w:shd w:val="clear" w:color="auto" w:fill="auto"/>
          </w:tcPr>
          <w:p w:rsidRPr="00A70CEF" w:rsidR="00A70CEF" w:rsidP="00D10D93" w:rsidRDefault="00F71C43" w14:paraId="44AEC57D" w14:textId="216F9952">
            <w:r>
              <w:t>kblankenship@tnc.org</w:t>
            </w:r>
          </w:p>
        </w:tc>
        <w:tc>
          <w:tcPr>
            <w:tcW w:w="1287" w:type="dxa"/>
            <w:tcBorders>
              <w:left w:val="single" w:color="000000" w:sz="12" w:space="0"/>
            </w:tcBorders>
            <w:shd w:val="clear" w:color="auto" w:fill="auto"/>
          </w:tcPr>
          <w:p w:rsidRPr="00A70CEF" w:rsidR="00A70CEF" w:rsidP="00D10D93" w:rsidRDefault="00A70CEF" w14:paraId="7FDB2319" w14:textId="77777777">
            <w:r w:rsidRPr="00A70CEF">
              <w:t>None</w:t>
            </w:r>
          </w:p>
        </w:tc>
        <w:tc>
          <w:tcPr>
            <w:tcW w:w="2724" w:type="dxa"/>
            <w:shd w:val="clear" w:color="auto" w:fill="auto"/>
          </w:tcPr>
          <w:p w:rsidRPr="00A70CEF" w:rsidR="00A70CEF" w:rsidP="00D10D93" w:rsidRDefault="00A70CEF" w14:paraId="14DE7C5B" w14:textId="77777777">
            <w:r w:rsidRPr="00A70CEF">
              <w:t>None</w:t>
            </w:r>
          </w:p>
        </w:tc>
      </w:tr>
      <w:tr w:rsidRPr="00A70CEF" w:rsidR="00A70CEF" w:rsidTr="00BA5BF1" w14:paraId="0725C044" w14:textId="77777777">
        <w:tc>
          <w:tcPr>
            <w:tcW w:w="2004" w:type="dxa"/>
            <w:tcBorders>
              <w:left w:val="single" w:color="auto" w:sz="12" w:space="0"/>
              <w:bottom w:val="single" w:color="auto" w:sz="2" w:space="0"/>
            </w:tcBorders>
            <w:shd w:val="clear" w:color="auto" w:fill="auto"/>
          </w:tcPr>
          <w:p w:rsidRPr="00A70CEF" w:rsidR="00A70CEF" w:rsidP="00D10D93" w:rsidRDefault="00A70CEF" w14:paraId="0791D256" w14:textId="77777777">
            <w:pPr>
              <w:rPr>
                <w:bCs/>
              </w:rPr>
            </w:pPr>
            <w:r w:rsidRPr="00A70CEF">
              <w:rPr>
                <w:bCs/>
              </w:rPr>
              <w:t>None</w:t>
            </w:r>
          </w:p>
        </w:tc>
        <w:tc>
          <w:tcPr>
            <w:tcW w:w="3561" w:type="dxa"/>
            <w:tcBorders>
              <w:right w:val="single" w:color="000000" w:sz="12" w:space="0"/>
            </w:tcBorders>
            <w:shd w:val="clear" w:color="auto" w:fill="auto"/>
          </w:tcPr>
          <w:p w:rsidRPr="00A70CEF" w:rsidR="00A70CEF" w:rsidP="00D10D93" w:rsidRDefault="00A70CEF" w14:paraId="003EF374" w14:textId="77777777">
            <w:r w:rsidRPr="00A70CEF">
              <w:t>None</w:t>
            </w:r>
          </w:p>
        </w:tc>
        <w:tc>
          <w:tcPr>
            <w:tcW w:w="1287" w:type="dxa"/>
            <w:tcBorders>
              <w:left w:val="single" w:color="000000" w:sz="12" w:space="0"/>
              <w:bottom w:val="single" w:color="auto" w:sz="2" w:space="0"/>
            </w:tcBorders>
            <w:shd w:val="clear" w:color="auto" w:fill="auto"/>
          </w:tcPr>
          <w:p w:rsidRPr="00A70CEF" w:rsidR="00A70CEF" w:rsidP="00D10D93" w:rsidRDefault="00A70CEF" w14:paraId="0A0E6430" w14:textId="77777777">
            <w:r w:rsidRPr="00A70CEF">
              <w:t>None</w:t>
            </w:r>
          </w:p>
        </w:tc>
        <w:tc>
          <w:tcPr>
            <w:tcW w:w="2724" w:type="dxa"/>
            <w:shd w:val="clear" w:color="auto" w:fill="auto"/>
          </w:tcPr>
          <w:p w:rsidRPr="00A70CEF" w:rsidR="00A70CEF" w:rsidP="00D10D93" w:rsidRDefault="00A70CEF" w14:paraId="65263E02" w14:textId="77777777">
            <w:r w:rsidRPr="00A70CEF">
              <w:t>None</w:t>
            </w:r>
          </w:p>
        </w:tc>
      </w:tr>
    </w:tbl>
    <w:p w:rsidR="00A70CEF" w:rsidP="00A70CEF" w:rsidRDefault="00A70CEF" w14:paraId="4E4DAA53" w14:textId="77777777"/>
    <w:p w:rsidRPr="00BA5BF1" w:rsidR="00671624" w:rsidP="00A70CEF" w:rsidRDefault="00671624" w14:paraId="6413A4E2" w14:textId="3E3F741B">
      <w:pPr>
        <w:pStyle w:val="InfoPara"/>
        <w:rPr>
          <w:b w:val="0"/>
          <w:bCs/>
        </w:rPr>
      </w:pPr>
      <w:r>
        <w:t xml:space="preserve">Reviewer: </w:t>
      </w:r>
      <w:r>
        <w:rPr>
          <w:b w:val="0"/>
          <w:bCs/>
        </w:rPr>
        <w:t>Robin Innes</w:t>
      </w:r>
      <w:r w:rsidR="00D21420">
        <w:rPr>
          <w:b w:val="0"/>
          <w:bCs/>
        </w:rPr>
        <w:t>, Blaine Spellman</w:t>
      </w:r>
    </w:p>
    <w:p w:rsidR="00A70CEF" w:rsidP="00A70CEF" w:rsidRDefault="00A70CEF" w14:paraId="148BFFC8" w14:textId="624AA11C">
      <w:pPr>
        <w:pStyle w:val="InfoPara"/>
      </w:pPr>
      <w:r>
        <w:t>Vegetation Type</w:t>
      </w:r>
    </w:p>
    <w:p w:rsidR="00A70CEF" w:rsidP="00A70CEF" w:rsidRDefault="00177B72" w14:paraId="59E05606" w14:textId="29481EFC">
      <w:r>
        <w:t>Woody Wetland</w:t>
      </w:r>
    </w:p>
    <w:p w:rsidR="00A70CEF" w:rsidP="00A70CEF" w:rsidRDefault="00A70CEF" w14:paraId="0E511121" w14:textId="77777777">
      <w:pPr>
        <w:pStyle w:val="InfoPara"/>
      </w:pPr>
      <w:r>
        <w:t>Map Zones</w:t>
      </w:r>
    </w:p>
    <w:p w:rsidR="004E7A3E" w:rsidP="004E7A3E" w:rsidRDefault="004E7A3E" w14:paraId="30EA7169" w14:textId="77777777">
      <w:pPr>
        <w:rPr>
          <w:rFonts w:ascii="Calibri" w:hAnsi="Calibri" w:cs="Calibri"/>
          <w:color w:val="000000"/>
          <w:sz w:val="22"/>
          <w:szCs w:val="22"/>
        </w:rPr>
      </w:pPr>
      <w:r>
        <w:rPr>
          <w:rFonts w:ascii="Calibri" w:hAnsi="Calibri" w:cs="Calibri"/>
          <w:color w:val="000000"/>
          <w:sz w:val="22"/>
          <w:szCs w:val="22"/>
        </w:rPr>
        <w:t>68, 70, 71, 72, 73, 74, 75, 76, 77, 78</w:t>
      </w:r>
    </w:p>
    <w:p w:rsidR="00A70CEF" w:rsidP="00A70CEF" w:rsidRDefault="00A70CEF" w14:paraId="3BFE3AE0" w14:textId="77777777">
      <w:pPr>
        <w:pStyle w:val="InfoPara"/>
      </w:pPr>
      <w:r>
        <w:t>Geographic Range</w:t>
      </w:r>
    </w:p>
    <w:p w:rsidR="00A70CEF" w:rsidP="00A70CEF" w:rsidRDefault="00A70CEF" w14:paraId="232570C7" w14:textId="3A082303">
      <w:r>
        <w:t xml:space="preserve">This </w:t>
      </w:r>
      <w:r w:rsidR="00E84CBB">
        <w:t>Biophysical Setting (BpS)</w:t>
      </w:r>
      <w:r>
        <w:t xml:space="preserve"> occurs throughout the </w:t>
      </w:r>
      <w:r w:rsidR="00E84CBB">
        <w:t>s</w:t>
      </w:r>
      <w:r>
        <w:t>ub-boreal region of AK and on sites without permafrost in the boreal region.</w:t>
      </w:r>
    </w:p>
    <w:p w:rsidR="00A70CEF" w:rsidP="00A70CEF" w:rsidRDefault="00A70CEF" w14:paraId="6E644E1E" w14:textId="77777777">
      <w:pPr>
        <w:pStyle w:val="InfoPara"/>
      </w:pPr>
      <w:r>
        <w:t>Biophysical Site Description</w:t>
      </w:r>
    </w:p>
    <w:p w:rsidRPr="00BA5BF1" w:rsidR="00FA680F" w:rsidP="00BA5BF1" w:rsidRDefault="00FA680F" w14:paraId="1F27B66C" w14:textId="5D5B1556">
      <w:pPr>
        <w:pStyle w:val="ListBullet"/>
        <w:numPr>
          <w:ilvl w:val="0"/>
          <w:numId w:val="0"/>
        </w:numPr>
        <w:rPr>
          <w:rFonts w:ascii="Times New Roman" w:hAnsi="Times New Roman"/>
          <w:sz w:val="24"/>
          <w:szCs w:val="24"/>
        </w:rPr>
      </w:pPr>
      <w:r w:rsidRPr="00BA5BF1">
        <w:rPr>
          <w:rFonts w:ascii="Times New Roman" w:hAnsi="Times New Roman"/>
          <w:sz w:val="24"/>
          <w:szCs w:val="24"/>
        </w:rPr>
        <w:t xml:space="preserve">This </w:t>
      </w:r>
      <w:r w:rsidR="00E84CBB">
        <w:rPr>
          <w:rFonts w:ascii="Times New Roman" w:hAnsi="Times New Roman"/>
          <w:sz w:val="24"/>
          <w:szCs w:val="24"/>
        </w:rPr>
        <w:t>BpS</w:t>
      </w:r>
      <w:r w:rsidRPr="00BA5BF1">
        <w:rPr>
          <w:rFonts w:ascii="Times New Roman" w:hAnsi="Times New Roman"/>
          <w:sz w:val="24"/>
          <w:szCs w:val="24"/>
        </w:rPr>
        <w:t xml:space="preserve"> occurs in shallow depressions and basins, pond margins, </w:t>
      </w:r>
      <w:r w:rsidR="00D346B5">
        <w:rPr>
          <w:rFonts w:ascii="Times New Roman" w:hAnsi="Times New Roman"/>
          <w:sz w:val="24"/>
          <w:szCs w:val="24"/>
        </w:rPr>
        <w:t xml:space="preserve">floodplain depressions, </w:t>
      </w:r>
      <w:r w:rsidRPr="00BA5BF1">
        <w:rPr>
          <w:rFonts w:ascii="Times New Roman" w:hAnsi="Times New Roman"/>
          <w:sz w:val="24"/>
          <w:szCs w:val="24"/>
        </w:rPr>
        <w:t xml:space="preserve">and thermokarst pits with an open hydrologic regime. Fens are nutrient-rich and </w:t>
      </w:r>
      <w:r w:rsidR="000528D1">
        <w:rPr>
          <w:rFonts w:ascii="Times New Roman" w:hAnsi="Times New Roman"/>
          <w:sz w:val="24"/>
          <w:szCs w:val="24"/>
        </w:rPr>
        <w:t xml:space="preserve">can </w:t>
      </w:r>
      <w:r w:rsidRPr="00BA5BF1">
        <w:rPr>
          <w:rFonts w:ascii="Times New Roman" w:hAnsi="Times New Roman"/>
          <w:sz w:val="24"/>
          <w:szCs w:val="24"/>
        </w:rPr>
        <w:t>have a thick peat layer that may be floating or submerged. Standing water is usually present (Viereck et al. 1992).</w:t>
      </w:r>
    </w:p>
    <w:p w:rsidR="00A70CEF" w:rsidP="00A70CEF" w:rsidRDefault="00A70CEF" w14:paraId="7494A416" w14:textId="77777777">
      <w:pPr>
        <w:pStyle w:val="InfoPara"/>
      </w:pPr>
      <w:r>
        <w:t>Vegetation Description</w:t>
      </w:r>
    </w:p>
    <w:p w:rsidR="00DA2F55" w:rsidP="00A70CEF" w:rsidRDefault="00DA2F55" w14:paraId="68E6B03D" w14:textId="2EDD1779">
      <w:r w:rsidRPr="001424A9">
        <w:t xml:space="preserve">Dominant species may include </w:t>
      </w:r>
      <w:r w:rsidRPr="001424A9">
        <w:rPr>
          <w:i/>
        </w:rPr>
        <w:t>Menyanthes trifoliata, Equisetum fluviatile, Comarum palustre, Calla palustris, Eriophorum angustifolium</w:t>
      </w:r>
      <w:r w:rsidRPr="001424A9">
        <w:t xml:space="preserve">, and </w:t>
      </w:r>
      <w:r w:rsidRPr="001424A9">
        <w:rPr>
          <w:i/>
        </w:rPr>
        <w:t xml:space="preserve">Carex aquatilis </w:t>
      </w:r>
      <w:r w:rsidRPr="001424A9">
        <w:t>(Viereck et al. 1992). Other common but non</w:t>
      </w:r>
      <w:r>
        <w:t>-</w:t>
      </w:r>
      <w:r w:rsidRPr="001424A9">
        <w:t xml:space="preserve">dominant species include </w:t>
      </w:r>
      <w:r w:rsidRPr="001424A9">
        <w:rPr>
          <w:i/>
        </w:rPr>
        <w:t xml:space="preserve">Caltha palustris, </w:t>
      </w:r>
      <w:r w:rsidRPr="00A46927" w:rsidR="00D21420">
        <w:rPr>
          <w:i/>
          <w:iCs/>
        </w:rPr>
        <w:t>Chamaedaphne calyculata</w:t>
      </w:r>
      <w:r w:rsidR="00D21420">
        <w:rPr>
          <w:i/>
        </w:rPr>
        <w:t xml:space="preserve">, </w:t>
      </w:r>
      <w:r w:rsidRPr="001424A9">
        <w:rPr>
          <w:i/>
        </w:rPr>
        <w:t xml:space="preserve">Cicuta virosa (= Cicuta mackenzieana), </w:t>
      </w:r>
      <w:r w:rsidR="00D346B5">
        <w:rPr>
          <w:i/>
        </w:rPr>
        <w:t xml:space="preserve">Drosera </w:t>
      </w:r>
      <w:r w:rsidR="00D346B5">
        <w:rPr>
          <w:iCs/>
        </w:rPr>
        <w:t xml:space="preserve">spp., </w:t>
      </w:r>
      <w:r w:rsidRPr="001424A9">
        <w:rPr>
          <w:i/>
        </w:rPr>
        <w:t>Galium trifidum, Rumex arcticus</w:t>
      </w:r>
      <w:r w:rsidRPr="001424A9">
        <w:t xml:space="preserve">, and </w:t>
      </w:r>
      <w:r w:rsidRPr="001424A9">
        <w:rPr>
          <w:i/>
        </w:rPr>
        <w:t>Utricularia</w:t>
      </w:r>
      <w:r w:rsidRPr="001424A9">
        <w:t xml:space="preserve"> spp. (Racine and Walters 1994). Shrubs, including </w:t>
      </w:r>
      <w:r w:rsidRPr="00553688" w:rsidR="00D346B5">
        <w:rPr>
          <w:i/>
          <w:iCs/>
        </w:rPr>
        <w:t>Andromeda polifolia</w:t>
      </w:r>
      <w:r w:rsidR="00D346B5">
        <w:rPr>
          <w:i/>
        </w:rPr>
        <w:t xml:space="preserve">, </w:t>
      </w:r>
      <w:r w:rsidRPr="001424A9">
        <w:rPr>
          <w:i/>
        </w:rPr>
        <w:t>Myrica gale, Salix candida, Betula nana</w:t>
      </w:r>
      <w:r w:rsidRPr="001424A9">
        <w:t xml:space="preserve">, and </w:t>
      </w:r>
      <w:r w:rsidRPr="001424A9">
        <w:rPr>
          <w:i/>
        </w:rPr>
        <w:t xml:space="preserve">Alnus incana </w:t>
      </w:r>
      <w:r w:rsidRPr="001B6587">
        <w:rPr>
          <w:iCs/>
        </w:rPr>
        <w:t>ssp</w:t>
      </w:r>
      <w:r w:rsidRPr="001424A9">
        <w:rPr>
          <w:i/>
        </w:rPr>
        <w:t>. tenuifolia</w:t>
      </w:r>
      <w:r w:rsidRPr="001424A9">
        <w:t xml:space="preserve">, are occasionally present but do not exceed 25% cover. Aquatic plants such as </w:t>
      </w:r>
      <w:r w:rsidRPr="001424A9">
        <w:rPr>
          <w:i/>
        </w:rPr>
        <w:t>Myriophyllum spicatum, Hippuris vulgaris, Potamogeton</w:t>
      </w:r>
      <w:r w:rsidRPr="001424A9">
        <w:t xml:space="preserve"> spp., and </w:t>
      </w:r>
      <w:r w:rsidRPr="001424A9">
        <w:rPr>
          <w:i/>
        </w:rPr>
        <w:t>Sparganium</w:t>
      </w:r>
      <w:r w:rsidRPr="001424A9">
        <w:t xml:space="preserve"> spp. may be present, and aquatic mosses are often present (Viereck et al. 1992).</w:t>
      </w:r>
    </w:p>
    <w:p w:rsidR="00A70CEF" w:rsidP="00A70CEF" w:rsidRDefault="00A70CEF" w14:paraId="64F0E870"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MYGA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Myrica gale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Sweetgale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CHCA2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Chamaedaphne calyculata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Leatherleaf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COPA28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Comarum palustre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marshlocks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METR3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Menyanthes trifoliata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Buckbean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EQFL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fluviatile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horsetail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bl>
    <w:p>
      <w:r>
        <w:rPr>
          <w:sz w:val="16"/>
        </w:rPr>
        <w:t>Species names are from the NRCS PLANTS database. Check species codes at http://plants.usda.gov.</w:t>
      </w:r>
    </w:p>
    <w:p w:rsidR="00A70CEF" w:rsidP="00A70CEF" w:rsidRDefault="00A70CEF" w14:paraId="530B33BD" w14:textId="77777777">
      <w:pPr>
        <w:pStyle w:val="InfoPara"/>
      </w:pPr>
      <w:r>
        <w:lastRenderedPageBreak/>
        <w:t>Disturbance Description</w:t>
      </w:r>
    </w:p>
    <w:p w:rsidRPr="000F3F50" w:rsidR="0000003F" w:rsidP="0000003F" w:rsidRDefault="0000003F" w14:paraId="03E81693" w14:textId="77777777">
      <w:pPr>
        <w:pStyle w:val="ListBullet"/>
        <w:numPr>
          <w:ilvl w:val="0"/>
          <w:numId w:val="0"/>
        </w:numPr>
        <w:rPr>
          <w:rFonts w:ascii="Times New Roman" w:hAnsi="Times New Roman"/>
          <w:sz w:val="24"/>
          <w:szCs w:val="24"/>
        </w:rPr>
      </w:pPr>
      <w:r w:rsidRPr="000F3F50">
        <w:rPr>
          <w:rFonts w:ascii="Times New Roman" w:hAnsi="Times New Roman"/>
          <w:sz w:val="24"/>
          <w:szCs w:val="24"/>
        </w:rPr>
        <w:t>In boreal wetlands the general successional trend is from marsh to fen to treed bog; however, succession is not necessarily directional, and environmental conditions, such as nutrient content and abundance of groundwater, may prevent fens from developing into bogs (Zoltai et al. 1988). Succession begins in ponds or low-lying wetlands formed by processes such as glacial recession and floodplain dynamics (oxbows). An organic root mat typically develops and is either anchored to the mineral soil or floating on water such as a pond's edge. Over time, peat-forming mosses and sedges may fill in the basin. As the peat layer develops, low and/or dwarf-shrubs become established. Dwarf-trees may establish on the well-developed peat and also around the margin of the peatland.</w:t>
      </w:r>
    </w:p>
    <w:p w:rsidR="0000003F" w:rsidP="0000003F" w:rsidRDefault="0000003F" w14:paraId="1B3844FC" w14:textId="77777777">
      <w:pPr>
        <w:pStyle w:val="ListBullet"/>
        <w:numPr>
          <w:ilvl w:val="0"/>
          <w:numId w:val="0"/>
        </w:numPr>
        <w:rPr>
          <w:rFonts w:ascii="Times New Roman" w:hAnsi="Times New Roman"/>
          <w:sz w:val="24"/>
          <w:szCs w:val="24"/>
        </w:rPr>
      </w:pPr>
    </w:p>
    <w:p w:rsidRPr="000F3F50" w:rsidR="0000003F" w:rsidP="0000003F" w:rsidRDefault="0000003F" w14:paraId="79B6B534" w14:textId="384A346C">
      <w:pPr>
        <w:pStyle w:val="ListBullet"/>
        <w:numPr>
          <w:ilvl w:val="0"/>
          <w:numId w:val="0"/>
        </w:numPr>
        <w:rPr>
          <w:rFonts w:ascii="Times New Roman" w:hAnsi="Times New Roman"/>
          <w:sz w:val="24"/>
          <w:szCs w:val="24"/>
        </w:rPr>
      </w:pPr>
      <w:r w:rsidRPr="000F3F50">
        <w:rPr>
          <w:rFonts w:ascii="Times New Roman" w:hAnsi="Times New Roman"/>
          <w:sz w:val="24"/>
          <w:szCs w:val="24"/>
        </w:rPr>
        <w:t>Many peatlands on the Kenai Lowland formed in kettles after remnant glacial ice melted. In this region, there is a trend toward peatlands drying and ponds shrinking and filling in (Klein et al. 2005). In the boreal region, fens are often associated with the</w:t>
      </w:r>
      <w:r>
        <w:rPr>
          <w:rFonts w:ascii="Times New Roman" w:hAnsi="Times New Roman"/>
          <w:sz w:val="24"/>
          <w:szCs w:val="24"/>
        </w:rPr>
        <w:t>r</w:t>
      </w:r>
      <w:r w:rsidRPr="000F3F50">
        <w:rPr>
          <w:rFonts w:ascii="Times New Roman" w:hAnsi="Times New Roman"/>
          <w:sz w:val="24"/>
          <w:szCs w:val="24"/>
        </w:rPr>
        <w:t>mokarst processes</w:t>
      </w:r>
      <w:r w:rsidR="00D346B5">
        <w:rPr>
          <w:rFonts w:ascii="Times New Roman" w:hAnsi="Times New Roman"/>
          <w:sz w:val="24"/>
          <w:szCs w:val="24"/>
        </w:rPr>
        <w:t xml:space="preserve"> and </w:t>
      </w:r>
      <w:r w:rsidRPr="00D346B5" w:rsidR="00D346B5">
        <w:rPr>
          <w:rFonts w:ascii="Times New Roman" w:hAnsi="Times New Roman"/>
          <w:sz w:val="24"/>
          <w:szCs w:val="24"/>
        </w:rPr>
        <w:t>flood plain depressions</w:t>
      </w:r>
      <w:r w:rsidRPr="000F3F50">
        <w:rPr>
          <w:rFonts w:ascii="Times New Roman" w:hAnsi="Times New Roman"/>
          <w:sz w:val="24"/>
          <w:szCs w:val="24"/>
        </w:rPr>
        <w:t>.</w:t>
      </w:r>
    </w:p>
    <w:p w:rsidR="00A70CEF" w:rsidP="00A70CEF" w:rsidRDefault="00A70CEF" w14:paraId="29A835F7" w14:textId="16138605"/>
    <w:p w:rsidR="00357912" w:rsidP="00357912" w:rsidRDefault="00357912" w14:paraId="2B9EDA42" w14:textId="1EA86C1F">
      <w:pPr>
        <w:rPr>
          <w:rStyle w:val="Strong"/>
          <w:sz w:val="27"/>
          <w:szCs w:val="27"/>
        </w:rPr>
      </w:pPr>
      <w:r>
        <w:t xml:space="preserve">In 2015, an extensive literature search was done by Fire Effects Information System staff to locate information for a synthesis on </w:t>
      </w:r>
      <w:r w:rsidR="0055323B">
        <w:t>f</w:t>
      </w:r>
      <w:r w:rsidRPr="001F40D3">
        <w:t xml:space="preserve">ire regimes of Alaskan </w:t>
      </w:r>
      <w:r w:rsidRPr="00C04303">
        <w:t>wet and mesic herbaceous systems</w:t>
      </w:r>
      <w:r>
        <w:t xml:space="preserve"> (Innes 2015)</w:t>
      </w:r>
      <w:r w:rsidRPr="00ED705C">
        <w:t xml:space="preserve">. </w:t>
      </w:r>
      <w:r>
        <w:t>The review indicated that most wetland communities in Alaska can have fires during severe weather, but that fens are the least likely to burn because of they have a relatively high water level (Innes 2015). Zoltai et al. (1998) estimated a surface fire return interval of 300 years in fens in subboreal and boreal fens in North America and stated that peat fires in fens were rare.</w:t>
      </w:r>
    </w:p>
    <w:p w:rsidR="00A70CEF" w:rsidP="00A70CEF" w:rsidRDefault="00A70CEF" w14:paraId="50802CE3" w14:textId="6308EF35">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304</w:t>
            </w:r>
          </w:p>
        </w:tc>
        <w:tc>
          <w:p>
            <w:pPr>
              <w:jc w:val="center"/>
            </w:pPr>
            <w:r>
              <w:t>100</w:t>
            </w:r>
          </w:p>
        </w:tc>
        <w:tc>
          <w:p>
            <w:pPr>
              <w:jc w:val="center"/>
            </w:pPr>
            <w:r>
              <w:t/>
            </w:r>
          </w:p>
        </w:tc>
        <w:tc>
          <w:p>
            <w:pPr>
              <w:jc w:val="center"/>
            </w:pPr>
            <w:r>
              <w:t/>
            </w:r>
          </w:p>
        </w:tc>
      </w:tr>
      <w:tr>
        <w:tc>
          <w:p>
            <w:pPr>
              <w:jc w:val="center"/>
            </w:pPr>
            <w:r>
              <w:t>All Fires</w:t>
            </w:r>
          </w:p>
        </w:tc>
        <w:tc>
          <w:p>
            <w:pPr>
              <w:jc w:val="center"/>
            </w:pPr>
            <w:r>
              <w:t>304</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A70CEF" w:rsidP="00A70CEF" w:rsidRDefault="00A70CEF" w14:paraId="7631E84C" w14:textId="77777777">
      <w:pPr>
        <w:pStyle w:val="InfoPara"/>
      </w:pPr>
      <w:r>
        <w:t>Scale Description</w:t>
      </w:r>
    </w:p>
    <w:p w:rsidR="00A70CEF" w:rsidP="00A70CEF" w:rsidRDefault="00A70CEF" w14:paraId="73A99255" w14:textId="77777777">
      <w:r>
        <w:t>Small patch to large patch</w:t>
      </w:r>
    </w:p>
    <w:p w:rsidR="00A70CEF" w:rsidP="00A70CEF" w:rsidRDefault="00A70CEF" w14:paraId="57EEF425" w14:textId="77777777">
      <w:pPr>
        <w:pStyle w:val="InfoPara"/>
      </w:pPr>
      <w:r>
        <w:t>Adjacency or Identification Concerns</w:t>
      </w:r>
    </w:p>
    <w:p w:rsidR="00A70CEF" w:rsidP="00A70CEF" w:rsidRDefault="00A70CEF" w14:paraId="05190FF4" w14:textId="77777777"/>
    <w:p w:rsidR="00A70CEF" w:rsidP="00A70CEF" w:rsidRDefault="00A70CEF" w14:paraId="2D85B552" w14:textId="77777777">
      <w:pPr>
        <w:pStyle w:val="InfoPara"/>
      </w:pPr>
      <w:r>
        <w:t>Issues or Problems</w:t>
      </w:r>
    </w:p>
    <w:p w:rsidR="00B54554" w:rsidP="00B54554" w:rsidRDefault="00B54554" w14:paraId="71F5C2FD" w14:textId="22FB2181">
      <w:r>
        <w:t>According to the review “</w:t>
      </w:r>
      <w:r w:rsidRPr="001F40D3">
        <w:t xml:space="preserve">Fire regimes of Alaskan </w:t>
      </w:r>
      <w:r w:rsidRPr="00C04303">
        <w:t>wet and mesic herbaceous systems</w:t>
      </w:r>
      <w:r>
        <w:t>” (Innes 2015): “</w:t>
      </w:r>
      <w:r w:rsidRPr="000C670C">
        <w:t xml:space="preserve">Fire history studies in Alaskan </w:t>
      </w:r>
      <w:r>
        <w:t xml:space="preserve">herbaceous peatland </w:t>
      </w:r>
      <w:r w:rsidRPr="000C670C">
        <w:t>systems are scarce, and our knowledge is incomplete.</w:t>
      </w:r>
      <w:r>
        <w:t>” This report also notes: “</w:t>
      </w:r>
      <w:r w:rsidRPr="008E4353">
        <w:t xml:space="preserve">LANDFIRE models estimate the portions of replacement, surface, and mixed-severity fires likely in </w:t>
      </w:r>
      <w:r>
        <w:t>this</w:t>
      </w:r>
      <w:r w:rsidRPr="008E4353">
        <w:t xml:space="preserve"> </w:t>
      </w:r>
      <w:r>
        <w:t>system</w:t>
      </w:r>
      <w:r w:rsidRPr="008E4353">
        <w:t xml:space="preserve"> but d</w:t>
      </w:r>
      <w:r>
        <w:t>o</w:t>
      </w:r>
      <w:r w:rsidRPr="008E4353">
        <w:t xml:space="preserve"> not include ground fire, which is an integral fire type in </w:t>
      </w:r>
      <w:r>
        <w:t>this system</w:t>
      </w:r>
      <w:r w:rsidRPr="008E4353">
        <w:t>.</w:t>
      </w:r>
      <w:r>
        <w:t>”</w:t>
      </w:r>
    </w:p>
    <w:p w:rsidR="00A70CEF" w:rsidP="00A70CEF" w:rsidRDefault="00A70CEF" w14:paraId="2ACA8C0E" w14:textId="77777777">
      <w:pPr>
        <w:pStyle w:val="InfoPara"/>
      </w:pPr>
      <w:r>
        <w:t>Native Uncharacteristic Conditions</w:t>
      </w:r>
    </w:p>
    <w:p w:rsidR="00A70CEF" w:rsidP="00A70CEF" w:rsidRDefault="00A70CEF" w14:paraId="376BBA65" w14:textId="77777777"/>
    <w:p w:rsidR="00A70CEF" w:rsidP="00A70CEF" w:rsidRDefault="00A70CEF" w14:paraId="3ADA8F35" w14:textId="3FD6E239">
      <w:pPr>
        <w:pStyle w:val="InfoPara"/>
      </w:pPr>
      <w:r>
        <w:t>Comments</w:t>
      </w:r>
    </w:p>
    <w:p w:rsidR="00D346B5" w:rsidP="00D346B5" w:rsidRDefault="00D346B5" w14:paraId="31B16ED0" w14:textId="7EF4EDB0"/>
    <w:p w:rsidRPr="00A46927" w:rsidR="00D346B5" w:rsidP="00D346B5" w:rsidRDefault="00D346B5" w14:paraId="154F67C2" w14:textId="73C92B6B">
      <w:pPr>
        <w:rPr>
          <w:b/>
          <w:bCs/>
        </w:rPr>
      </w:pPr>
      <w:r w:rsidRPr="00D346B5">
        <w:lastRenderedPageBreak/>
        <w:t xml:space="preserve">This BpS </w:t>
      </w:r>
      <w:r w:rsidR="00910A3B">
        <w:t xml:space="preserve">concept </w:t>
      </w:r>
      <w:r w:rsidRPr="00D346B5">
        <w:t>is similar to the Ecological Site Description</w:t>
      </w:r>
      <w:r w:rsidRPr="00910A3B">
        <w:t xml:space="preserve">: </w:t>
      </w:r>
      <w:hyperlink w:history="1" r:id="rId7">
        <w:r w:rsidRPr="00A46927">
          <w:rPr>
            <w:rStyle w:val="Hyperlink"/>
          </w:rPr>
          <w:t>Boreal Herbaceous Peat Flood Plain Depressions</w:t>
        </w:r>
      </w:hyperlink>
      <w:r w:rsidRPr="00A46927">
        <w:t xml:space="preserve"> (</w:t>
      </w:r>
      <w:r w:rsidRPr="00A46927">
        <w:rPr>
          <w:caps/>
          <w:shd w:val="clear" w:color="auto" w:fill="FFFFFF"/>
        </w:rPr>
        <w:t>ECOLOGICAL SITE XA232X01Y207)</w:t>
      </w:r>
      <w:r w:rsidR="00A46927">
        <w:rPr>
          <w:caps/>
          <w:shd w:val="clear" w:color="auto" w:fill="FFFFFF"/>
        </w:rPr>
        <w:t>.</w:t>
      </w:r>
    </w:p>
    <w:p w:rsidRPr="00D346B5" w:rsidR="00D346B5" w:rsidP="00A46927" w:rsidRDefault="00D346B5" w14:paraId="51287427" w14:textId="77777777"/>
    <w:p w:rsidR="00A70CEF" w:rsidP="00A70CEF" w:rsidRDefault="00F71C43" w14:paraId="6DB4A7E9" w14:textId="507DCCEC">
      <w:r>
        <w:t>During LANDIFRE National</w:t>
      </w:r>
      <w:r w:rsidR="00EB142A">
        <w:t>,</w:t>
      </w:r>
      <w:r>
        <w:t xml:space="preserve"> this BpS was described and modeled by </w:t>
      </w:r>
      <w:r w:rsidRPr="00A70CEF">
        <w:rPr>
          <w:bCs/>
        </w:rPr>
        <w:t>Torre Jorgenson</w:t>
      </w:r>
      <w:r>
        <w:rPr>
          <w:bCs/>
        </w:rPr>
        <w:t xml:space="preserve"> </w:t>
      </w:r>
      <w:r>
        <w:t xml:space="preserve">as a complex of systems </w:t>
      </w:r>
      <w:r w:rsidR="00BA5BF1">
        <w:t>including</w:t>
      </w:r>
      <w:r>
        <w:t xml:space="preserve"> marsh, fen, wet meadow, and low shrub peatlands. In 2021 Pat Comer and Kori Blankenship extensively revised the description and model based on major revisions to the Ecological Systems classification for Alaska. As a </w:t>
      </w:r>
      <w:r w:rsidR="00D346B5">
        <w:t>result,</w:t>
      </w:r>
      <w:r>
        <w:t xml:space="preserve"> model authorship was changed. </w:t>
      </w:r>
    </w:p>
    <w:p w:rsidR="00CC4C62" w:rsidP="00A70CEF" w:rsidRDefault="00CC4C62" w14:paraId="0744DB4C" w14:textId="1397AB94"/>
    <w:p w:rsidR="00A70CEF" w:rsidP="00A70CEF" w:rsidRDefault="00A70CEF" w14:paraId="469A96AC" w14:textId="77777777">
      <w:pPr>
        <w:pStyle w:val="ReportSection"/>
      </w:pPr>
      <w:r>
        <w:t>Succession Classes</w:t>
      </w:r>
    </w:p>
    <w:p w:rsidR="000464D0" w:rsidP="00A70CEF" w:rsidRDefault="000464D0" w14:paraId="7EBB4D44"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A70CEF" w:rsidP="00A70CEF" w:rsidRDefault="00A70CEF" w14:paraId="2CC8B5CB" w14:textId="66810575">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A70CEF" w:rsidP="00A70CEF" w:rsidRDefault="00A70CEF" w14:paraId="1D0C27DC" w14:textId="77777777"/>
    <w:p w:rsidR="00A70CEF" w:rsidP="00A70CEF" w:rsidRDefault="00A70CEF" w14:paraId="0BB8CFF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2448"/>
        <w:gridCol w:w="2148"/>
        <w:gridCol w:w="1956"/>
      </w:tblGrid>
      <w:tr w:rsidRPr="00A70CEF" w:rsidR="00A70CEF" w:rsidTr="00A70CEF" w14:paraId="1CED6C92" w14:textId="77777777">
        <w:tc>
          <w:tcPr>
            <w:tcW w:w="1236" w:type="dxa"/>
            <w:tcBorders>
              <w:top w:val="single" w:color="auto" w:sz="2" w:space="0"/>
              <w:bottom w:val="single" w:color="000000" w:sz="12" w:space="0"/>
            </w:tcBorders>
            <w:shd w:val="clear" w:color="auto" w:fill="auto"/>
          </w:tcPr>
          <w:p w:rsidRPr="00A70CEF" w:rsidR="00A70CEF" w:rsidP="007D15CD" w:rsidRDefault="00A70CEF" w14:paraId="4C0ED4A0" w14:textId="77777777">
            <w:pPr>
              <w:rPr>
                <w:b/>
                <w:bCs/>
              </w:rPr>
            </w:pPr>
            <w:r w:rsidRPr="00A70CEF">
              <w:rPr>
                <w:b/>
                <w:bCs/>
              </w:rPr>
              <w:t>Symbol</w:t>
            </w:r>
          </w:p>
        </w:tc>
        <w:tc>
          <w:tcPr>
            <w:tcW w:w="2448" w:type="dxa"/>
            <w:tcBorders>
              <w:top w:val="single" w:color="auto" w:sz="2" w:space="0"/>
              <w:bottom w:val="single" w:color="000000" w:sz="12" w:space="0"/>
            </w:tcBorders>
            <w:shd w:val="clear" w:color="auto" w:fill="auto"/>
          </w:tcPr>
          <w:p w:rsidRPr="00A70CEF" w:rsidR="00A70CEF" w:rsidP="007D15CD" w:rsidRDefault="00A70CEF" w14:paraId="6FFFEA2B" w14:textId="77777777">
            <w:pPr>
              <w:rPr>
                <w:b/>
                <w:bCs/>
              </w:rPr>
            </w:pPr>
            <w:r w:rsidRPr="00A70CEF">
              <w:rPr>
                <w:b/>
                <w:bCs/>
              </w:rPr>
              <w:t>Scientific Name</w:t>
            </w:r>
          </w:p>
        </w:tc>
        <w:tc>
          <w:tcPr>
            <w:tcW w:w="2148" w:type="dxa"/>
            <w:tcBorders>
              <w:top w:val="single" w:color="auto" w:sz="2" w:space="0"/>
              <w:bottom w:val="single" w:color="000000" w:sz="12" w:space="0"/>
            </w:tcBorders>
            <w:shd w:val="clear" w:color="auto" w:fill="auto"/>
          </w:tcPr>
          <w:p w:rsidRPr="00A70CEF" w:rsidR="00A70CEF" w:rsidP="007D15CD" w:rsidRDefault="00A70CEF" w14:paraId="47C770FA" w14:textId="77777777">
            <w:pPr>
              <w:rPr>
                <w:b/>
                <w:bCs/>
              </w:rPr>
            </w:pPr>
            <w:r w:rsidRPr="00A70CEF">
              <w:rPr>
                <w:b/>
                <w:bCs/>
              </w:rPr>
              <w:t>Common Name</w:t>
            </w:r>
          </w:p>
        </w:tc>
        <w:tc>
          <w:tcPr>
            <w:tcW w:w="1956" w:type="dxa"/>
            <w:tcBorders>
              <w:top w:val="single" w:color="auto" w:sz="2" w:space="0"/>
              <w:bottom w:val="single" w:color="000000" w:sz="12" w:space="0"/>
            </w:tcBorders>
            <w:shd w:val="clear" w:color="auto" w:fill="auto"/>
          </w:tcPr>
          <w:p w:rsidRPr="00A70CEF" w:rsidR="00A70CEF" w:rsidP="007D15CD" w:rsidRDefault="00A70CEF" w14:paraId="4945FC50" w14:textId="77777777">
            <w:pPr>
              <w:rPr>
                <w:b/>
                <w:bCs/>
              </w:rPr>
            </w:pPr>
            <w:r w:rsidRPr="00A70CEF">
              <w:rPr>
                <w:b/>
                <w:bCs/>
              </w:rPr>
              <w:t>Canopy Position</w:t>
            </w:r>
          </w:p>
        </w:tc>
      </w:tr>
      <w:tr w:rsidRPr="00A70CEF" w:rsidR="00A70CEF" w:rsidTr="00A70CEF" w14:paraId="554BDFCA" w14:textId="77777777">
        <w:tc>
          <w:tcPr>
            <w:tcW w:w="1236" w:type="dxa"/>
            <w:tcBorders>
              <w:top w:val="single" w:color="000000" w:sz="12" w:space="0"/>
            </w:tcBorders>
            <w:shd w:val="clear" w:color="auto" w:fill="auto"/>
          </w:tcPr>
          <w:p w:rsidRPr="00A70CEF" w:rsidR="00A70CEF" w:rsidP="007D15CD" w:rsidRDefault="00A70CEF" w14:paraId="5B6AD8E8" w14:textId="77777777">
            <w:pPr>
              <w:rPr>
                <w:bCs/>
              </w:rPr>
            </w:pPr>
            <w:r w:rsidRPr="00A70CEF">
              <w:rPr>
                <w:bCs/>
              </w:rPr>
              <w:t>METR3</w:t>
            </w:r>
          </w:p>
        </w:tc>
        <w:tc>
          <w:tcPr>
            <w:tcW w:w="2448" w:type="dxa"/>
            <w:tcBorders>
              <w:top w:val="single" w:color="000000" w:sz="12" w:space="0"/>
            </w:tcBorders>
            <w:shd w:val="clear" w:color="auto" w:fill="auto"/>
          </w:tcPr>
          <w:p w:rsidRPr="00102DAE" w:rsidR="00A70CEF" w:rsidP="007D15CD" w:rsidRDefault="00A70CEF" w14:paraId="2D101B24" w14:textId="77777777">
            <w:pPr>
              <w:rPr>
                <w:i/>
                <w:iCs/>
              </w:rPr>
            </w:pPr>
            <w:r w:rsidRPr="00102DAE">
              <w:rPr>
                <w:i/>
                <w:iCs/>
              </w:rPr>
              <w:t>Menyanthes trifoliata</w:t>
            </w:r>
          </w:p>
        </w:tc>
        <w:tc>
          <w:tcPr>
            <w:tcW w:w="2148" w:type="dxa"/>
            <w:tcBorders>
              <w:top w:val="single" w:color="000000" w:sz="12" w:space="0"/>
            </w:tcBorders>
            <w:shd w:val="clear" w:color="auto" w:fill="auto"/>
          </w:tcPr>
          <w:p w:rsidRPr="00A70CEF" w:rsidR="00A70CEF" w:rsidP="007D15CD" w:rsidRDefault="00A70CEF" w14:paraId="5DEE0C44" w14:textId="77777777">
            <w:r w:rsidRPr="00A70CEF">
              <w:t>Buckbean</w:t>
            </w:r>
          </w:p>
        </w:tc>
        <w:tc>
          <w:tcPr>
            <w:tcW w:w="1956" w:type="dxa"/>
            <w:tcBorders>
              <w:top w:val="single" w:color="000000" w:sz="12" w:space="0"/>
            </w:tcBorders>
            <w:shd w:val="clear" w:color="auto" w:fill="auto"/>
          </w:tcPr>
          <w:p w:rsidRPr="00A70CEF" w:rsidR="00A70CEF" w:rsidP="007D15CD" w:rsidRDefault="00A70CEF" w14:paraId="105984E4" w14:textId="77777777">
            <w:r w:rsidRPr="00A70CEF">
              <w:t>Upper</w:t>
            </w:r>
          </w:p>
        </w:tc>
      </w:tr>
      <w:tr w:rsidRPr="00A70CEF" w:rsidR="00A70CEF" w:rsidTr="00A70CEF" w14:paraId="29E9FA60" w14:textId="77777777">
        <w:tc>
          <w:tcPr>
            <w:tcW w:w="1236" w:type="dxa"/>
            <w:shd w:val="clear" w:color="auto" w:fill="auto"/>
          </w:tcPr>
          <w:p w:rsidRPr="00A70CEF" w:rsidR="00A70CEF" w:rsidP="007D15CD" w:rsidRDefault="00A70CEF" w14:paraId="5AD534BA" w14:textId="77777777">
            <w:pPr>
              <w:rPr>
                <w:bCs/>
              </w:rPr>
            </w:pPr>
            <w:r w:rsidRPr="00A70CEF">
              <w:rPr>
                <w:bCs/>
              </w:rPr>
              <w:t>COPA28</w:t>
            </w:r>
          </w:p>
        </w:tc>
        <w:tc>
          <w:tcPr>
            <w:tcW w:w="2448" w:type="dxa"/>
            <w:shd w:val="clear" w:color="auto" w:fill="auto"/>
          </w:tcPr>
          <w:p w:rsidRPr="00102DAE" w:rsidR="00A70CEF" w:rsidP="007D15CD" w:rsidRDefault="00A70CEF" w14:paraId="4054B670" w14:textId="77777777">
            <w:pPr>
              <w:rPr>
                <w:i/>
                <w:iCs/>
              </w:rPr>
            </w:pPr>
            <w:r w:rsidRPr="00102DAE">
              <w:rPr>
                <w:i/>
                <w:iCs/>
              </w:rPr>
              <w:t>Comarum palustre</w:t>
            </w:r>
          </w:p>
        </w:tc>
        <w:tc>
          <w:tcPr>
            <w:tcW w:w="2148" w:type="dxa"/>
            <w:shd w:val="clear" w:color="auto" w:fill="auto"/>
          </w:tcPr>
          <w:p w:rsidRPr="00A70CEF" w:rsidR="00A70CEF" w:rsidP="007D15CD" w:rsidRDefault="00A70CEF" w14:paraId="0CE7ABA0" w14:textId="77777777">
            <w:r w:rsidRPr="00A70CEF">
              <w:t>Purple marshlocks</w:t>
            </w:r>
          </w:p>
        </w:tc>
        <w:tc>
          <w:tcPr>
            <w:tcW w:w="1956" w:type="dxa"/>
            <w:shd w:val="clear" w:color="auto" w:fill="auto"/>
          </w:tcPr>
          <w:p w:rsidRPr="00A70CEF" w:rsidR="00A70CEF" w:rsidP="007D15CD" w:rsidRDefault="00A70CEF" w14:paraId="2EAFD0CC" w14:textId="77777777">
            <w:r w:rsidRPr="00A70CEF">
              <w:t>Upper</w:t>
            </w:r>
          </w:p>
        </w:tc>
      </w:tr>
      <w:tr w:rsidRPr="00A70CEF" w:rsidR="00A70CEF" w:rsidTr="00A70CEF" w14:paraId="01C72BF0" w14:textId="77777777">
        <w:tc>
          <w:tcPr>
            <w:tcW w:w="1236" w:type="dxa"/>
            <w:shd w:val="clear" w:color="auto" w:fill="auto"/>
          </w:tcPr>
          <w:p w:rsidRPr="00A70CEF" w:rsidR="00A70CEF" w:rsidP="007D15CD" w:rsidRDefault="00A70CEF" w14:paraId="10370DAB" w14:textId="77777777">
            <w:pPr>
              <w:rPr>
                <w:bCs/>
              </w:rPr>
            </w:pPr>
            <w:r w:rsidRPr="00A70CEF">
              <w:rPr>
                <w:bCs/>
              </w:rPr>
              <w:t>EQFL</w:t>
            </w:r>
          </w:p>
        </w:tc>
        <w:tc>
          <w:tcPr>
            <w:tcW w:w="2448" w:type="dxa"/>
            <w:shd w:val="clear" w:color="auto" w:fill="auto"/>
          </w:tcPr>
          <w:p w:rsidRPr="00102DAE" w:rsidR="00A70CEF" w:rsidP="007D15CD" w:rsidRDefault="00A70CEF" w14:paraId="2B1415F7" w14:textId="77777777">
            <w:pPr>
              <w:rPr>
                <w:i/>
                <w:iCs/>
              </w:rPr>
            </w:pPr>
            <w:r w:rsidRPr="00102DAE">
              <w:rPr>
                <w:i/>
                <w:iCs/>
              </w:rPr>
              <w:t>Equisetum fluviatile</w:t>
            </w:r>
          </w:p>
        </w:tc>
        <w:tc>
          <w:tcPr>
            <w:tcW w:w="2148" w:type="dxa"/>
            <w:shd w:val="clear" w:color="auto" w:fill="auto"/>
          </w:tcPr>
          <w:p w:rsidRPr="00A70CEF" w:rsidR="00A70CEF" w:rsidP="007D15CD" w:rsidRDefault="00A70CEF" w14:paraId="3C9B6B17" w14:textId="77777777">
            <w:r w:rsidRPr="00A70CEF">
              <w:t>Water horsetail</w:t>
            </w:r>
          </w:p>
        </w:tc>
        <w:tc>
          <w:tcPr>
            <w:tcW w:w="1956" w:type="dxa"/>
            <w:shd w:val="clear" w:color="auto" w:fill="auto"/>
          </w:tcPr>
          <w:p w:rsidRPr="00A70CEF" w:rsidR="00A70CEF" w:rsidP="007D15CD" w:rsidRDefault="00A70CEF" w14:paraId="31681A56" w14:textId="77777777">
            <w:r w:rsidRPr="00A70CEF">
              <w:t>Upper</w:t>
            </w:r>
          </w:p>
        </w:tc>
      </w:tr>
    </w:tbl>
    <w:p w:rsidR="00A70CEF" w:rsidP="00A70CEF" w:rsidRDefault="00A70CEF" w14:paraId="50ED4FBB" w14:textId="77777777"/>
    <w:p w:rsidR="00A70CEF" w:rsidP="00A70CEF" w:rsidRDefault="00A70CEF" w14:paraId="3B18A5F5" w14:textId="77777777">
      <w:pPr>
        <w:pStyle w:val="SClassInfoPara"/>
      </w:pPr>
      <w:r>
        <w:t>Description</w:t>
      </w:r>
    </w:p>
    <w:p w:rsidR="00A70CEF" w:rsidP="00A70CEF" w:rsidRDefault="00A70CEF" w14:paraId="009E6CCB" w14:textId="6FE26011">
      <w:r>
        <w:t xml:space="preserve">This class includes fen vegetation, often with standing water. Common species include </w:t>
      </w:r>
      <w:r w:rsidRPr="00102DAE">
        <w:rPr>
          <w:i/>
          <w:iCs/>
        </w:rPr>
        <w:t>Menyanthes trifoliata, Comarum palustre</w:t>
      </w:r>
      <w:r>
        <w:t xml:space="preserve"> (syn. </w:t>
      </w:r>
      <w:r w:rsidRPr="00102DAE">
        <w:rPr>
          <w:i/>
          <w:iCs/>
        </w:rPr>
        <w:t>Potentilla palustris</w:t>
      </w:r>
      <w:r>
        <w:t xml:space="preserve">), </w:t>
      </w:r>
      <w:r w:rsidRPr="00102DAE">
        <w:rPr>
          <w:i/>
          <w:iCs/>
        </w:rPr>
        <w:t>Equisetum fluviatile</w:t>
      </w:r>
      <w:r>
        <w:t xml:space="preserve">, and </w:t>
      </w:r>
      <w:r w:rsidRPr="00102DAE">
        <w:rPr>
          <w:i/>
          <w:iCs/>
        </w:rPr>
        <w:t>Carex aquatilis</w:t>
      </w:r>
      <w:r>
        <w:t>.</w:t>
      </w:r>
    </w:p>
    <w:p w:rsidR="00A70CEF" w:rsidP="00A70CEF" w:rsidRDefault="00A70CEF" w14:paraId="58C06124" w14:textId="77777777"/>
    <w:p w:rsidR="00A70CEF" w:rsidP="00A70CEF" w:rsidRDefault="00A70CEF" w14:paraId="675B8129" w14:textId="603D1C32">
      <w:r>
        <w:t xml:space="preserve">This class may </w:t>
      </w:r>
      <w:r w:rsidR="00BA5BF1">
        <w:t>persist</w:t>
      </w:r>
      <w:r>
        <w:t xml:space="preserve"> under stable hydrologic conditions (frequent flooding). Under drying </w:t>
      </w:r>
      <w:r w:rsidR="00BA5BF1">
        <w:t>conditions,</w:t>
      </w:r>
      <w:r w:rsidR="0026433D">
        <w:t xml:space="preserve"> it can develop into a wet meadow</w:t>
      </w:r>
      <w:r w:rsidR="00BA5BF1">
        <w:t>,</w:t>
      </w:r>
      <w:r w:rsidR="0026433D">
        <w:t xml:space="preserve"> and with i</w:t>
      </w:r>
      <w:r>
        <w:t xml:space="preserve">ncreased water level </w:t>
      </w:r>
      <w:r w:rsidR="0026433D">
        <w:t>it can develop into a marsh.</w:t>
      </w:r>
    </w:p>
    <w:p w:rsidR="00A70CEF" w:rsidP="00A70CEF" w:rsidRDefault="00A70CEF" w14:paraId="010DEC40"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Surface Fire</w:t>
            </w:r>
          </w:p>
        </w:tc>
        <w:tc>
          <w:p>
            <w:pPr>
              <w:jc w:val="center"/>
            </w:pPr>
            <w:r>
              <w:rPr>
                <w:sz w:val="20"/>
              </w:rPr>
              <w:t>Early1:ALL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No</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A70CEF" w:rsidP="00A70CEF" w:rsidRDefault="00A70CEF" w14:paraId="6D57228C" w14:textId="77777777">
      <w:r>
        <w:t>DeVelice, R.L., Hubbard, C.J., Boggs, K. et al. 1999. Plant community types of the Chugach National Forest. Tech. Publ. R10-TP-76. Juneau, AK: USDA Forest Service, Alaska Region. 375 p.</w:t>
      </w:r>
    </w:p>
    <w:p w:rsidR="00A70CEF" w:rsidP="00A70CEF" w:rsidRDefault="00A70CEF" w14:paraId="42D54643" w14:textId="77777777"/>
    <w:p w:rsidR="00A70CEF" w:rsidP="00A70CEF" w:rsidRDefault="00A70CEF" w14:paraId="0AF56211" w14:textId="77777777">
      <w:r>
        <w:t>Gracz, M., Noyes, K, North, P., Tande, G. 2005 Wetland Mapping and Classification of the Kenai Lowland, Alaska. http://www.kenaiwetlands.net/</w:t>
      </w:r>
    </w:p>
    <w:p w:rsidR="00A70CEF" w:rsidP="00A70CEF" w:rsidRDefault="00A70CEF" w14:paraId="02BFE4F8" w14:textId="4A15073A"/>
    <w:p w:rsidR="00F254FD" w:rsidP="00F254FD" w:rsidRDefault="00F254FD" w14:paraId="109C2142" w14:textId="77777777">
      <w:r w:rsidRPr="009D63C7">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F254FD" w:rsidP="00A70CEF" w:rsidRDefault="00F254FD" w14:paraId="23C3262C" w14:textId="77777777"/>
    <w:p w:rsidR="00A70CEF" w:rsidP="00A70CEF" w:rsidRDefault="00A70CEF" w14:paraId="16BFB9D0" w14:textId="77777777">
      <w:r>
        <w:t>Jorgenson, M.T. et al. 2003. An ecological land survey for Fort Richardson, Alaska. Cold Regions Research and Engineering Laboratory, Hanover, New Hampshire, ERDC/CRREL TR-03019.</w:t>
      </w:r>
    </w:p>
    <w:p w:rsidR="00A70CEF" w:rsidP="00A70CEF" w:rsidRDefault="00A70CEF" w14:paraId="5448317D" w14:textId="7DDFFDD9"/>
    <w:p w:rsidR="0000003F" w:rsidP="00A70CEF" w:rsidRDefault="0000003F" w14:paraId="151A72FC" w14:textId="62470299">
      <w:r w:rsidRPr="0000003F">
        <w:t>Klein, Eric, Edward E. Berg, and Roman Dial. "Wetland drying and succession across the Kenai Peninsula Lowlands, south-central Alaska." Canadian Journal of Forest Research 35.8:1931-1941.</w:t>
      </w:r>
    </w:p>
    <w:p w:rsidR="0000003F" w:rsidP="00A70CEF" w:rsidRDefault="0000003F" w14:paraId="155347EA" w14:textId="77777777"/>
    <w:p w:rsidR="00A70CEF" w:rsidP="00A70CEF" w:rsidRDefault="00A70CEF" w14:paraId="709F597B" w14:textId="77777777">
      <w:bookmarkStart w:name="_Hlk83379982" w:id="0"/>
      <w:r>
        <w:t>National Wetlands Working Group. 1997. Wetlands of Canada. C.D.A Rubec (ed.). Ecological Land Classification Series No. 24. Environment Canada, Ottawa, and Polyscience Publications Inc., Montreal. 452 p.</w:t>
      </w:r>
    </w:p>
    <w:bookmarkEnd w:id="0"/>
    <w:p w:rsidR="00A70CEF" w:rsidP="00A70CEF" w:rsidRDefault="00A70CEF" w14:paraId="2C38B20E" w14:textId="77777777"/>
    <w:p w:rsidR="00A70CEF" w:rsidP="00A70CEF" w:rsidRDefault="00A70CEF" w14:paraId="16138BFE" w14:textId="77777777">
      <w:r>
        <w:t>NatureServe. 2008. International Ecological Classification Standard: Terrestrial Ecological Classifications. Draft Ecological Systems Description for Alaska Boreal and Sub-boreal Regions.</w:t>
      </w:r>
    </w:p>
    <w:p w:rsidR="00A70CEF" w:rsidP="00A70CEF" w:rsidRDefault="00A70CEF" w14:paraId="06EE5F00" w14:textId="452579EC"/>
    <w:p w:rsidR="008C3444" w:rsidP="00A70CEF" w:rsidRDefault="008C3444" w14:paraId="49C33D95" w14:textId="278C1529">
      <w:r>
        <w:t>Racine C.H., and J.C. Walters. 1994. Groundwater-Discharge Fens in the Tanana Lowlands, Interior Alaska, U.S.A., Arctic and Alpine Research, 26:4, 418-426.</w:t>
      </w:r>
    </w:p>
    <w:p w:rsidR="008C3444" w:rsidP="00A70CEF" w:rsidRDefault="008C3444" w14:paraId="2FD00886" w14:textId="77777777"/>
    <w:p w:rsidR="00A70CEF" w:rsidP="00A70CEF" w:rsidRDefault="00A70CEF" w14:paraId="01BF40AC" w14:textId="77777777">
      <w:r>
        <w:t>Viereck et al. 1992. The Alaska vegetation classification. Pacific Northwest Research Station, USDA Forest Service, Portland, OR. Gen. Tech. Rep. PNW-GTR286. 278 p.</w:t>
      </w:r>
    </w:p>
    <w:p w:rsidR="004D5F12" w:rsidP="00A70CEF" w:rsidRDefault="004D5F12" w14:paraId="2120A668" w14:textId="59A3660E"/>
    <w:p w:rsidR="00F254FD" w:rsidP="00A70CEF" w:rsidRDefault="00F254FD" w14:paraId="6C8F1C32" w14:textId="2772666F">
      <w:r w:rsidRPr="00F254FD">
        <w:t>Zoltai, S.C.</w:t>
      </w:r>
      <w:r>
        <w:t>, L.A.</w:t>
      </w:r>
      <w:r w:rsidRPr="00F254FD">
        <w:t xml:space="preserve"> Morrissey, </w:t>
      </w:r>
      <w:r>
        <w:t>G.P.</w:t>
      </w:r>
      <w:r w:rsidRPr="00F254FD">
        <w:t xml:space="preserve"> Livingston, </w:t>
      </w:r>
      <w:r>
        <w:t>and W.J.</w:t>
      </w:r>
      <w:r w:rsidRPr="00F254FD">
        <w:t xml:space="preserve"> de Groot</w:t>
      </w:r>
      <w:r>
        <w:t>.</w:t>
      </w:r>
      <w:r w:rsidRPr="00F254FD">
        <w:t xml:space="preserve"> 1998. Effects of fires on carbon cycling in North American boreal peatlands. Environmental Review. 6(1): 13-24.</w:t>
      </w:r>
    </w:p>
    <w:p w:rsidR="00F254FD" w:rsidP="00A70CEF" w:rsidRDefault="00F254FD" w14:paraId="7ECFCC13" w14:textId="77777777"/>
    <w:p w:rsidRPr="00A43E41" w:rsidR="00EC3E06" w:rsidP="00A70CEF" w:rsidRDefault="00511AA4" w14:paraId="77520A72" w14:textId="472663AE">
      <w:r w:rsidRPr="00511AA4">
        <w:t>Zoltai, S.C., Taylor, S., Jeglum, J.K., Mills, G.F. and Johnson, J.D., 1988. Wetlands of boreal Canada. Wetlands of Canada, Ecological Land Classification Series, 24, pp.97-154.</w:t>
      </w:r>
    </w:p>
    <w:sectPr w:rsidRPr="00A43E41" w:rsidR="00EC3E06"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BD01F" w14:textId="77777777" w:rsidR="00672FBA" w:rsidRDefault="00672FBA">
      <w:r>
        <w:separator/>
      </w:r>
    </w:p>
  </w:endnote>
  <w:endnote w:type="continuationSeparator" w:id="0">
    <w:p w14:paraId="4C89C6A0" w14:textId="77777777" w:rsidR="00672FBA" w:rsidRDefault="00672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E1DB" w14:textId="77777777" w:rsidR="00A70CEF" w:rsidRDefault="00A70CEF" w:rsidP="00A70CE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60F86" w14:textId="77777777" w:rsidR="00672FBA" w:rsidRDefault="00672FBA">
      <w:r>
        <w:separator/>
      </w:r>
    </w:p>
  </w:footnote>
  <w:footnote w:type="continuationSeparator" w:id="0">
    <w:p w14:paraId="6B158CF7" w14:textId="77777777" w:rsidR="00672FBA" w:rsidRDefault="00672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8E04F" w14:textId="77777777" w:rsidR="00A43E41" w:rsidRDefault="00A43E41" w:rsidP="00A70CE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EC234D6"/>
    <w:lvl w:ilvl="0">
      <w:start w:val="1"/>
      <w:numFmt w:val="bullet"/>
      <w:pStyle w:val="ListBullet"/>
      <w:lvlText w:val="•"/>
      <w:lvlJc w:val="left"/>
      <w:pPr>
        <w:tabs>
          <w:tab w:val="num" w:pos="360"/>
        </w:tabs>
        <w:ind w:left="216" w:hanging="216"/>
      </w:pPr>
      <w:rPr>
        <w:rFonts w:ascii="Times New Roman" w:hAnsi="Times New Roman" w:cs="Times New Roman" w:hint="default"/>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31354178">
    <w:abstractNumId w:val="0"/>
  </w:num>
  <w:num w:numId="2" w16cid:durableId="481193369">
    <w:abstractNumId w:val="1"/>
  </w:num>
  <w:num w:numId="3" w16cid:durableId="19337783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EF"/>
    <w:rsid w:val="0000003F"/>
    <w:rsid w:val="00007C48"/>
    <w:rsid w:val="00017269"/>
    <w:rsid w:val="0003202F"/>
    <w:rsid w:val="000464D0"/>
    <w:rsid w:val="0004797F"/>
    <w:rsid w:val="000528D1"/>
    <w:rsid w:val="00077A85"/>
    <w:rsid w:val="00083745"/>
    <w:rsid w:val="00097251"/>
    <w:rsid w:val="000C63A2"/>
    <w:rsid w:val="000E1EC5"/>
    <w:rsid w:val="000E759B"/>
    <w:rsid w:val="00102DAE"/>
    <w:rsid w:val="00110079"/>
    <w:rsid w:val="00116D27"/>
    <w:rsid w:val="00117805"/>
    <w:rsid w:val="001514F9"/>
    <w:rsid w:val="001727E5"/>
    <w:rsid w:val="00174486"/>
    <w:rsid w:val="00177B72"/>
    <w:rsid w:val="001824B8"/>
    <w:rsid w:val="001931B2"/>
    <w:rsid w:val="00193946"/>
    <w:rsid w:val="00196C68"/>
    <w:rsid w:val="001A07B5"/>
    <w:rsid w:val="001A5277"/>
    <w:rsid w:val="001A6573"/>
    <w:rsid w:val="001B6587"/>
    <w:rsid w:val="001E43F5"/>
    <w:rsid w:val="002206B7"/>
    <w:rsid w:val="00220975"/>
    <w:rsid w:val="002233CE"/>
    <w:rsid w:val="00242A9C"/>
    <w:rsid w:val="0026433D"/>
    <w:rsid w:val="00272B25"/>
    <w:rsid w:val="00283525"/>
    <w:rsid w:val="00292706"/>
    <w:rsid w:val="002A69B2"/>
    <w:rsid w:val="002E41A1"/>
    <w:rsid w:val="00300000"/>
    <w:rsid w:val="0031662A"/>
    <w:rsid w:val="003172E2"/>
    <w:rsid w:val="00320910"/>
    <w:rsid w:val="003308EB"/>
    <w:rsid w:val="003319D8"/>
    <w:rsid w:val="00357912"/>
    <w:rsid w:val="003867EF"/>
    <w:rsid w:val="003A6B56"/>
    <w:rsid w:val="003C703C"/>
    <w:rsid w:val="003F322E"/>
    <w:rsid w:val="004148BE"/>
    <w:rsid w:val="00414DA8"/>
    <w:rsid w:val="00424E99"/>
    <w:rsid w:val="0042550C"/>
    <w:rsid w:val="0042737A"/>
    <w:rsid w:val="00447BAA"/>
    <w:rsid w:val="00452B5E"/>
    <w:rsid w:val="00455D4C"/>
    <w:rsid w:val="00467245"/>
    <w:rsid w:val="00476F39"/>
    <w:rsid w:val="00491F12"/>
    <w:rsid w:val="004B4AC7"/>
    <w:rsid w:val="004D24E0"/>
    <w:rsid w:val="004D5F12"/>
    <w:rsid w:val="004D6A70"/>
    <w:rsid w:val="004D7DCF"/>
    <w:rsid w:val="004E7A3E"/>
    <w:rsid w:val="004E7DB5"/>
    <w:rsid w:val="005035F5"/>
    <w:rsid w:val="00503C61"/>
    <w:rsid w:val="00511AA4"/>
    <w:rsid w:val="00513848"/>
    <w:rsid w:val="00513AFB"/>
    <w:rsid w:val="0052386E"/>
    <w:rsid w:val="00530D3E"/>
    <w:rsid w:val="00537D33"/>
    <w:rsid w:val="0054090D"/>
    <w:rsid w:val="005446EB"/>
    <w:rsid w:val="00547899"/>
    <w:rsid w:val="0055323B"/>
    <w:rsid w:val="00557492"/>
    <w:rsid w:val="00592889"/>
    <w:rsid w:val="005B1DDE"/>
    <w:rsid w:val="005C7A42"/>
    <w:rsid w:val="005D242C"/>
    <w:rsid w:val="005E46EE"/>
    <w:rsid w:val="005E6650"/>
    <w:rsid w:val="005F3253"/>
    <w:rsid w:val="005F3DAF"/>
    <w:rsid w:val="00605473"/>
    <w:rsid w:val="00616941"/>
    <w:rsid w:val="00621C0C"/>
    <w:rsid w:val="00634703"/>
    <w:rsid w:val="00646981"/>
    <w:rsid w:val="00671624"/>
    <w:rsid w:val="00672FBA"/>
    <w:rsid w:val="006C6562"/>
    <w:rsid w:val="006E57D4"/>
    <w:rsid w:val="006F39FC"/>
    <w:rsid w:val="00722B5D"/>
    <w:rsid w:val="0074072B"/>
    <w:rsid w:val="00740E0B"/>
    <w:rsid w:val="00747459"/>
    <w:rsid w:val="007742B4"/>
    <w:rsid w:val="007A721A"/>
    <w:rsid w:val="007B5284"/>
    <w:rsid w:val="007C2AF6"/>
    <w:rsid w:val="007C7863"/>
    <w:rsid w:val="007D7966"/>
    <w:rsid w:val="00810376"/>
    <w:rsid w:val="00820371"/>
    <w:rsid w:val="00821A9F"/>
    <w:rsid w:val="0083018E"/>
    <w:rsid w:val="0084119C"/>
    <w:rsid w:val="00850C8E"/>
    <w:rsid w:val="0087316E"/>
    <w:rsid w:val="008779C3"/>
    <w:rsid w:val="008C3444"/>
    <w:rsid w:val="008F01B1"/>
    <w:rsid w:val="00901CA2"/>
    <w:rsid w:val="00907797"/>
    <w:rsid w:val="00910A3B"/>
    <w:rsid w:val="00945DBA"/>
    <w:rsid w:val="00954EF6"/>
    <w:rsid w:val="009606C8"/>
    <w:rsid w:val="00966095"/>
    <w:rsid w:val="00986A7A"/>
    <w:rsid w:val="009903A9"/>
    <w:rsid w:val="009A2983"/>
    <w:rsid w:val="009B03E6"/>
    <w:rsid w:val="009B232E"/>
    <w:rsid w:val="009D25CD"/>
    <w:rsid w:val="009D674B"/>
    <w:rsid w:val="009E0DB5"/>
    <w:rsid w:val="009E6357"/>
    <w:rsid w:val="009F5F8E"/>
    <w:rsid w:val="00A16194"/>
    <w:rsid w:val="00A2791D"/>
    <w:rsid w:val="00A309E2"/>
    <w:rsid w:val="00A36D75"/>
    <w:rsid w:val="00A43E41"/>
    <w:rsid w:val="00A46927"/>
    <w:rsid w:val="00A46FC1"/>
    <w:rsid w:val="00A6020D"/>
    <w:rsid w:val="00A70CEF"/>
    <w:rsid w:val="00A7422A"/>
    <w:rsid w:val="00AB3795"/>
    <w:rsid w:val="00AC570D"/>
    <w:rsid w:val="00AF1CDE"/>
    <w:rsid w:val="00AF1E11"/>
    <w:rsid w:val="00AF4B2B"/>
    <w:rsid w:val="00B06776"/>
    <w:rsid w:val="00B30030"/>
    <w:rsid w:val="00B44A3C"/>
    <w:rsid w:val="00B54554"/>
    <w:rsid w:val="00B60870"/>
    <w:rsid w:val="00B60C63"/>
    <w:rsid w:val="00B61025"/>
    <w:rsid w:val="00B84C7B"/>
    <w:rsid w:val="00B86A6B"/>
    <w:rsid w:val="00BA5BF1"/>
    <w:rsid w:val="00BC14B6"/>
    <w:rsid w:val="00C07F5E"/>
    <w:rsid w:val="00C10EB5"/>
    <w:rsid w:val="00C261B7"/>
    <w:rsid w:val="00C50B12"/>
    <w:rsid w:val="00C5204F"/>
    <w:rsid w:val="00C66E45"/>
    <w:rsid w:val="00C827A9"/>
    <w:rsid w:val="00CA0BB9"/>
    <w:rsid w:val="00CA1418"/>
    <w:rsid w:val="00CB7469"/>
    <w:rsid w:val="00CC4C62"/>
    <w:rsid w:val="00CD6118"/>
    <w:rsid w:val="00CD68F6"/>
    <w:rsid w:val="00CE79FF"/>
    <w:rsid w:val="00CF2056"/>
    <w:rsid w:val="00D060DC"/>
    <w:rsid w:val="00D16916"/>
    <w:rsid w:val="00D17369"/>
    <w:rsid w:val="00D178C7"/>
    <w:rsid w:val="00D21420"/>
    <w:rsid w:val="00D306FA"/>
    <w:rsid w:val="00D346B5"/>
    <w:rsid w:val="00D367FB"/>
    <w:rsid w:val="00D46D39"/>
    <w:rsid w:val="00D52C2E"/>
    <w:rsid w:val="00D534D2"/>
    <w:rsid w:val="00D553D0"/>
    <w:rsid w:val="00D62775"/>
    <w:rsid w:val="00D81349"/>
    <w:rsid w:val="00D92158"/>
    <w:rsid w:val="00D95971"/>
    <w:rsid w:val="00DA2F55"/>
    <w:rsid w:val="00DA63B1"/>
    <w:rsid w:val="00DB16CA"/>
    <w:rsid w:val="00DC22EA"/>
    <w:rsid w:val="00DC4BA7"/>
    <w:rsid w:val="00DD3902"/>
    <w:rsid w:val="00DE0F2D"/>
    <w:rsid w:val="00DE40A7"/>
    <w:rsid w:val="00DE7AB5"/>
    <w:rsid w:val="00DF0616"/>
    <w:rsid w:val="00E109E9"/>
    <w:rsid w:val="00E50BB8"/>
    <w:rsid w:val="00E61C50"/>
    <w:rsid w:val="00E7520B"/>
    <w:rsid w:val="00E75940"/>
    <w:rsid w:val="00E84CBB"/>
    <w:rsid w:val="00EB142A"/>
    <w:rsid w:val="00EB2776"/>
    <w:rsid w:val="00EC3E06"/>
    <w:rsid w:val="00EC4A14"/>
    <w:rsid w:val="00EF02EA"/>
    <w:rsid w:val="00F254FD"/>
    <w:rsid w:val="00F43204"/>
    <w:rsid w:val="00F71C43"/>
    <w:rsid w:val="00F86C13"/>
    <w:rsid w:val="00F948F2"/>
    <w:rsid w:val="00FA680F"/>
    <w:rsid w:val="00FE2EE9"/>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3F77F9"/>
  <w15:docId w15:val="{BD0161E8-12D3-4778-ADFF-953344636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Bullet">
    <w:name w:val="List Bullet"/>
    <w:basedOn w:val="Normal"/>
    <w:rsid w:val="00FA680F"/>
    <w:pPr>
      <w:numPr>
        <w:numId w:val="1"/>
      </w:numPr>
      <w:tabs>
        <w:tab w:val="left" w:pos="216"/>
      </w:tabs>
    </w:pPr>
    <w:rPr>
      <w:rFonts w:ascii="Calibri" w:hAnsi="Calibri"/>
      <w:sz w:val="20"/>
      <w:szCs w:val="20"/>
    </w:rPr>
  </w:style>
  <w:style w:type="character" w:styleId="Strong">
    <w:name w:val="Strong"/>
    <w:basedOn w:val="DefaultParagraphFont"/>
    <w:uiPriority w:val="22"/>
    <w:qFormat/>
    <w:rsid w:val="00F71C43"/>
    <w:rPr>
      <w:b/>
      <w:bCs/>
    </w:rPr>
  </w:style>
  <w:style w:type="character" w:styleId="CommentReference">
    <w:name w:val="annotation reference"/>
    <w:basedOn w:val="DefaultParagraphFont"/>
    <w:uiPriority w:val="99"/>
    <w:semiHidden/>
    <w:unhideWhenUsed/>
    <w:rsid w:val="00F71C43"/>
    <w:rPr>
      <w:sz w:val="16"/>
      <w:szCs w:val="16"/>
    </w:rPr>
  </w:style>
  <w:style w:type="paragraph" w:styleId="CommentText">
    <w:name w:val="annotation text"/>
    <w:basedOn w:val="Normal"/>
    <w:link w:val="CommentTextChar"/>
    <w:uiPriority w:val="99"/>
    <w:semiHidden/>
    <w:unhideWhenUsed/>
    <w:rsid w:val="00F71C43"/>
    <w:rPr>
      <w:sz w:val="20"/>
      <w:szCs w:val="20"/>
    </w:rPr>
  </w:style>
  <w:style w:type="character" w:customStyle="1" w:styleId="CommentTextChar">
    <w:name w:val="Comment Text Char"/>
    <w:basedOn w:val="DefaultParagraphFont"/>
    <w:link w:val="CommentText"/>
    <w:uiPriority w:val="99"/>
    <w:semiHidden/>
    <w:rsid w:val="00F71C43"/>
  </w:style>
  <w:style w:type="paragraph" w:styleId="CommentSubject">
    <w:name w:val="annotation subject"/>
    <w:basedOn w:val="CommentText"/>
    <w:next w:val="CommentText"/>
    <w:link w:val="CommentSubjectChar"/>
    <w:uiPriority w:val="99"/>
    <w:semiHidden/>
    <w:unhideWhenUsed/>
    <w:rsid w:val="00F71C43"/>
    <w:rPr>
      <w:b/>
      <w:bCs/>
    </w:rPr>
  </w:style>
  <w:style w:type="character" w:customStyle="1" w:styleId="CommentSubjectChar">
    <w:name w:val="Comment Subject Char"/>
    <w:basedOn w:val="CommentTextChar"/>
    <w:link w:val="CommentSubject"/>
    <w:uiPriority w:val="99"/>
    <w:semiHidden/>
    <w:rsid w:val="00F71C43"/>
    <w:rPr>
      <w:b/>
      <w:bCs/>
    </w:rPr>
  </w:style>
  <w:style w:type="paragraph" w:styleId="ListParagraph">
    <w:name w:val="List Paragraph"/>
    <w:basedOn w:val="Normal"/>
    <w:uiPriority w:val="34"/>
    <w:qFormat/>
    <w:rsid w:val="00CC4C62"/>
    <w:pPr>
      <w:ind w:left="720"/>
    </w:pPr>
    <w:rPr>
      <w:rFonts w:ascii="Calibri" w:eastAsia="Calibri" w:hAnsi="Calibri"/>
      <w:sz w:val="22"/>
      <w:szCs w:val="22"/>
    </w:rPr>
  </w:style>
  <w:style w:type="table" w:styleId="TableGrid">
    <w:name w:val="Table Grid"/>
    <w:basedOn w:val="TableNormal"/>
    <w:uiPriority w:val="59"/>
    <w:rsid w:val="005928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1025"/>
    <w:rPr>
      <w:color w:val="0000FF" w:themeColor="hyperlink"/>
      <w:u w:val="single"/>
    </w:rPr>
  </w:style>
  <w:style w:type="character" w:styleId="UnresolvedMention">
    <w:name w:val="Unresolved Mention"/>
    <w:basedOn w:val="DefaultParagraphFont"/>
    <w:uiPriority w:val="99"/>
    <w:semiHidden/>
    <w:unhideWhenUsed/>
    <w:rsid w:val="00B61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040815">
      <w:bodyDiv w:val="1"/>
      <w:marLeft w:val="0"/>
      <w:marRight w:val="0"/>
      <w:marTop w:val="0"/>
      <w:marBottom w:val="0"/>
      <w:divBdr>
        <w:top w:val="none" w:sz="0" w:space="0" w:color="auto"/>
        <w:left w:val="none" w:sz="0" w:space="0" w:color="auto"/>
        <w:bottom w:val="none" w:sz="0" w:space="0" w:color="auto"/>
        <w:right w:val="none" w:sz="0" w:space="0" w:color="auto"/>
      </w:divBdr>
    </w:div>
    <w:div w:id="986318242">
      <w:bodyDiv w:val="1"/>
      <w:marLeft w:val="0"/>
      <w:marRight w:val="0"/>
      <w:marTop w:val="0"/>
      <w:marBottom w:val="0"/>
      <w:divBdr>
        <w:top w:val="none" w:sz="0" w:space="0" w:color="auto"/>
        <w:left w:val="none" w:sz="0" w:space="0" w:color="auto"/>
        <w:bottom w:val="none" w:sz="0" w:space="0" w:color="auto"/>
        <w:right w:val="none" w:sz="0" w:space="0" w:color="auto"/>
      </w:divBdr>
    </w:div>
    <w:div w:id="1151142990">
      <w:bodyDiv w:val="1"/>
      <w:marLeft w:val="0"/>
      <w:marRight w:val="0"/>
      <w:marTop w:val="0"/>
      <w:marBottom w:val="0"/>
      <w:divBdr>
        <w:top w:val="none" w:sz="0" w:space="0" w:color="auto"/>
        <w:left w:val="none" w:sz="0" w:space="0" w:color="auto"/>
        <w:bottom w:val="none" w:sz="0" w:space="0" w:color="auto"/>
        <w:right w:val="none" w:sz="0" w:space="0" w:color="auto"/>
      </w:divBdr>
    </w:div>
    <w:div w:id="141979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edit.jornada.nmsu.edu/catalogs/esd/232X/XA232X01Y207"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94799DBB-9628-4902-90AB-581BE4FB31B8}"/>
</file>

<file path=customXml/itemProps2.xml><?xml version="1.0" encoding="utf-8"?>
<ds:datastoreItem xmlns:ds="http://schemas.openxmlformats.org/officeDocument/2006/customXml" ds:itemID="{0F012FBB-250D-416D-9D62-338529DE1DFC}"/>
</file>

<file path=customXml/itemProps3.xml><?xml version="1.0" encoding="utf-8"?>
<ds:datastoreItem xmlns:ds="http://schemas.openxmlformats.org/officeDocument/2006/customXml" ds:itemID="{C3CDA515-E13F-48D8-A755-D440E98514FB}"/>
</file>

<file path=docProps/app.xml><?xml version="1.0" encoding="utf-8"?>
<Properties xmlns="http://schemas.openxmlformats.org/officeDocument/2006/extended-properties" xmlns:vt="http://schemas.openxmlformats.org/officeDocument/2006/docPropsVTypes">
  <Template>Report_Template</Template>
  <TotalTime>9</TotalTime>
  <Pages>4</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12</cp:revision>
  <cp:lastPrinted>1900-01-01T09:00:00Z</cp:lastPrinted>
  <dcterms:created xsi:type="dcterms:W3CDTF">2022-11-08T18:52:00Z</dcterms:created>
  <dcterms:modified xsi:type="dcterms:W3CDTF">2024-09-27T18:47:00Z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