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62E18" w:rsidP="00762E18" w:rsidRDefault="00762E18" w14:paraId="422ACD8E" w14:textId="38DF6647">
      <w:pPr>
        <w:pStyle w:val="BpSTitle"/>
      </w:pPr>
      <w:r>
        <w:t>16160</w:t>
      </w:r>
    </w:p>
    <w:p w:rsidR="00762E18" w:rsidP="00762E18" w:rsidRDefault="00762E18" w14:paraId="7F1CA0B7" w14:textId="77777777">
      <w:pPr>
        <w:pStyle w:val="BpSTitle"/>
      </w:pPr>
      <w:r>
        <w:t>Western North American Boreal Riparian Stringer Forest and Shrubland</w:t>
      </w:r>
    </w:p>
    <w:p w:rsidR="00762E18" w:rsidP="00762E18" w:rsidRDefault="00762E18" w14:paraId="084E8E69" w14:textId="77777777">
      <w:r>
        <w:t xmlns:w="http://schemas.openxmlformats.org/wordprocessingml/2006/main">BpS Model/Description Version: Nov. 2024</w:t>
      </w:r>
      <w:r>
        <w:tab/>
      </w:r>
      <w:r>
        <w:tab/>
      </w:r>
      <w:r>
        <w:tab/>
      </w:r>
      <w:r>
        <w:tab/>
      </w:r>
      <w:r>
        <w:tab/>
      </w:r>
      <w:r>
        <w:tab/>
      </w:r>
      <w:r>
        <w:tab/>
      </w:r>
    </w:p>
    <w:p w:rsidR="00762E18" w:rsidP="00762E18" w:rsidRDefault="00762E18" w14:paraId="48BA046C" w14:textId="77777777"/>
    <w:tbl>
      <w:tblPr>
        <w:tblW w:w="9975"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875"/>
        <w:gridCol w:w="2970"/>
        <w:gridCol w:w="1875"/>
        <w:gridCol w:w="3255"/>
      </w:tblGrid>
      <w:tr w:rsidRPr="00762E18" w:rsidR="00762E18" w:rsidTr="004C2358" w14:paraId="7861BEC6" w14:textId="77777777">
        <w:tc>
          <w:tcPr>
            <w:tcW w:w="1875" w:type="dxa"/>
            <w:tcBorders>
              <w:top w:val="single" w:color="auto" w:sz="2" w:space="0"/>
              <w:left w:val="single" w:color="auto" w:sz="12" w:space="0"/>
              <w:bottom w:val="single" w:color="000000" w:sz="12" w:space="0"/>
            </w:tcBorders>
            <w:shd w:val="clear" w:color="auto" w:fill="auto"/>
          </w:tcPr>
          <w:p w:rsidRPr="00762E18" w:rsidR="00762E18" w:rsidP="000853E2" w:rsidRDefault="00762E18" w14:paraId="23487881" w14:textId="77777777">
            <w:pPr>
              <w:rPr>
                <w:b/>
                <w:bCs/>
              </w:rPr>
            </w:pPr>
            <w:r w:rsidRPr="00762E18">
              <w:rPr>
                <w:b/>
                <w:bCs/>
              </w:rPr>
              <w:t>Modelers</w:t>
            </w:r>
          </w:p>
        </w:tc>
        <w:tc>
          <w:tcPr>
            <w:tcW w:w="2970" w:type="dxa"/>
            <w:tcBorders>
              <w:top w:val="single" w:color="auto" w:sz="2" w:space="0"/>
              <w:bottom w:val="single" w:color="000000" w:sz="12" w:space="0"/>
              <w:right w:val="single" w:color="000000" w:sz="12" w:space="0"/>
            </w:tcBorders>
            <w:shd w:val="clear" w:color="auto" w:fill="auto"/>
          </w:tcPr>
          <w:p w:rsidRPr="00762E18" w:rsidR="00762E18" w:rsidP="000853E2" w:rsidRDefault="00762E18" w14:paraId="2E43BB77" w14:textId="77777777">
            <w:pPr>
              <w:rPr>
                <w:b/>
                <w:bCs/>
              </w:rPr>
            </w:pPr>
          </w:p>
        </w:tc>
        <w:tc>
          <w:tcPr>
            <w:tcW w:w="1875" w:type="dxa"/>
            <w:tcBorders>
              <w:top w:val="single" w:color="auto" w:sz="2" w:space="0"/>
              <w:left w:val="single" w:color="000000" w:sz="12" w:space="0"/>
              <w:bottom w:val="single" w:color="000000" w:sz="12" w:space="0"/>
            </w:tcBorders>
            <w:shd w:val="clear" w:color="auto" w:fill="auto"/>
          </w:tcPr>
          <w:p w:rsidRPr="00762E18" w:rsidR="00762E18" w:rsidP="000853E2" w:rsidRDefault="00762E18" w14:paraId="777B8C75" w14:textId="77777777">
            <w:pPr>
              <w:rPr>
                <w:b/>
                <w:bCs/>
              </w:rPr>
            </w:pPr>
            <w:r w:rsidRPr="00762E18">
              <w:rPr>
                <w:b/>
                <w:bCs/>
              </w:rPr>
              <w:t>Reviewers</w:t>
            </w:r>
          </w:p>
        </w:tc>
        <w:tc>
          <w:tcPr>
            <w:tcW w:w="3255" w:type="dxa"/>
            <w:tcBorders>
              <w:top w:val="single" w:color="auto" w:sz="2" w:space="0"/>
              <w:bottom w:val="single" w:color="000000" w:sz="12" w:space="0"/>
            </w:tcBorders>
            <w:shd w:val="clear" w:color="auto" w:fill="auto"/>
          </w:tcPr>
          <w:p w:rsidRPr="00762E18" w:rsidR="00762E18" w:rsidP="000853E2" w:rsidRDefault="00762E18" w14:paraId="59C8689A" w14:textId="77777777">
            <w:pPr>
              <w:rPr>
                <w:b/>
                <w:bCs/>
              </w:rPr>
            </w:pPr>
          </w:p>
        </w:tc>
      </w:tr>
      <w:tr w:rsidRPr="00762E18" w:rsidR="00762E18" w:rsidTr="004C2358" w14:paraId="1F76D944" w14:textId="77777777">
        <w:tc>
          <w:tcPr>
            <w:tcW w:w="1875" w:type="dxa"/>
            <w:tcBorders>
              <w:top w:val="single" w:color="000000" w:sz="12" w:space="0"/>
              <w:left w:val="single" w:color="auto" w:sz="12" w:space="0"/>
            </w:tcBorders>
            <w:shd w:val="clear" w:color="auto" w:fill="auto"/>
          </w:tcPr>
          <w:p w:rsidRPr="00762E18" w:rsidR="00762E18" w:rsidP="000853E2" w:rsidRDefault="00762E18" w14:paraId="58E0A22C" w14:textId="77777777">
            <w:pPr>
              <w:rPr>
                <w:bCs/>
              </w:rPr>
            </w:pPr>
            <w:r w:rsidRPr="00762E18">
              <w:rPr>
                <w:bCs/>
              </w:rPr>
              <w:t>Nancy Fresco</w:t>
            </w:r>
          </w:p>
        </w:tc>
        <w:tc>
          <w:tcPr>
            <w:tcW w:w="2970" w:type="dxa"/>
            <w:tcBorders>
              <w:top w:val="single" w:color="000000" w:sz="12" w:space="0"/>
              <w:right w:val="single" w:color="000000" w:sz="12" w:space="0"/>
            </w:tcBorders>
            <w:shd w:val="clear" w:color="auto" w:fill="auto"/>
          </w:tcPr>
          <w:p w:rsidRPr="00762E18" w:rsidR="00762E18" w:rsidP="000853E2" w:rsidRDefault="00762E18" w14:paraId="3CBA4FB8" w14:textId="77777777">
            <w:r w:rsidRPr="00762E18">
              <w:t>nancyfresco@hotmail.com</w:t>
            </w:r>
          </w:p>
        </w:tc>
        <w:tc>
          <w:tcPr>
            <w:tcW w:w="1875" w:type="dxa"/>
            <w:tcBorders>
              <w:top w:val="single" w:color="000000" w:sz="12" w:space="0"/>
              <w:left w:val="single" w:color="000000" w:sz="12" w:space="0"/>
            </w:tcBorders>
            <w:shd w:val="clear" w:color="auto" w:fill="auto"/>
          </w:tcPr>
          <w:p w:rsidRPr="00762E18" w:rsidR="00762E18" w:rsidP="000853E2" w:rsidRDefault="00762E18" w14:paraId="52912899" w14:textId="77777777">
            <w:r w:rsidRPr="00762E18">
              <w:t>Marc Lee</w:t>
            </w:r>
          </w:p>
        </w:tc>
        <w:tc>
          <w:tcPr>
            <w:tcW w:w="3255" w:type="dxa"/>
            <w:tcBorders>
              <w:top w:val="single" w:color="000000" w:sz="12" w:space="0"/>
            </w:tcBorders>
            <w:shd w:val="clear" w:color="auto" w:fill="auto"/>
          </w:tcPr>
          <w:p w:rsidRPr="00762E18" w:rsidR="00762E18" w:rsidP="000853E2" w:rsidRDefault="00762E18" w14:paraId="25CF5EDC" w14:textId="77777777">
            <w:r w:rsidRPr="00762E18">
              <w:t>marc.lee@alaska.gov</w:t>
            </w:r>
          </w:p>
        </w:tc>
      </w:tr>
      <w:tr w:rsidRPr="00762E18" w:rsidR="00762E18" w:rsidTr="004C2358" w14:paraId="2B68299D" w14:textId="77777777">
        <w:tc>
          <w:tcPr>
            <w:tcW w:w="1875" w:type="dxa"/>
            <w:tcBorders>
              <w:left w:val="single" w:color="auto" w:sz="12" w:space="0"/>
            </w:tcBorders>
            <w:shd w:val="clear" w:color="auto" w:fill="auto"/>
          </w:tcPr>
          <w:p w:rsidRPr="00762E18" w:rsidR="00762E18" w:rsidP="000853E2" w:rsidRDefault="00762E18" w14:paraId="2D79DA26" w14:textId="77777777">
            <w:pPr>
              <w:rPr>
                <w:bCs/>
              </w:rPr>
            </w:pPr>
            <w:r w:rsidRPr="00762E18">
              <w:rPr>
                <w:bCs/>
              </w:rPr>
              <w:t>Colleen Ryan</w:t>
            </w:r>
          </w:p>
        </w:tc>
        <w:tc>
          <w:tcPr>
            <w:tcW w:w="2970" w:type="dxa"/>
            <w:tcBorders>
              <w:right w:val="single" w:color="000000" w:sz="12" w:space="0"/>
            </w:tcBorders>
            <w:shd w:val="clear" w:color="auto" w:fill="auto"/>
          </w:tcPr>
          <w:p w:rsidRPr="00762E18" w:rsidR="00762E18" w:rsidP="000853E2" w:rsidRDefault="00762E18" w14:paraId="36B2B27B" w14:textId="77777777">
            <w:r w:rsidRPr="00762E18">
              <w:t>colleen_ryan@tnc.org</w:t>
            </w:r>
          </w:p>
        </w:tc>
        <w:tc>
          <w:tcPr>
            <w:tcW w:w="1875" w:type="dxa"/>
            <w:tcBorders>
              <w:left w:val="single" w:color="000000" w:sz="12" w:space="0"/>
            </w:tcBorders>
            <w:shd w:val="clear" w:color="auto" w:fill="auto"/>
          </w:tcPr>
          <w:p w:rsidRPr="00762E18" w:rsidR="00762E18" w:rsidP="000853E2" w:rsidRDefault="00762E18" w14:paraId="0075E7E3" w14:textId="77777777">
            <w:r w:rsidRPr="00762E18">
              <w:t>Tom Kurkowski</w:t>
            </w:r>
          </w:p>
        </w:tc>
        <w:tc>
          <w:tcPr>
            <w:tcW w:w="3255" w:type="dxa"/>
            <w:shd w:val="clear" w:color="auto" w:fill="auto"/>
          </w:tcPr>
          <w:p w:rsidRPr="00762E18" w:rsidR="00762E18" w:rsidP="000853E2" w:rsidRDefault="00762E18" w14:paraId="464DA2B7" w14:textId="77777777">
            <w:r w:rsidRPr="00762E18">
              <w:t>thomas.kurkowski@alaska.gov</w:t>
            </w:r>
          </w:p>
        </w:tc>
      </w:tr>
      <w:tr w:rsidRPr="00762E18" w:rsidR="00762E18" w:rsidTr="004C2358" w14:paraId="55E618A5" w14:textId="77777777">
        <w:tc>
          <w:tcPr>
            <w:tcW w:w="1875" w:type="dxa"/>
            <w:tcBorders>
              <w:left w:val="single" w:color="auto" w:sz="12" w:space="0"/>
              <w:bottom w:val="single" w:color="auto" w:sz="2" w:space="0"/>
            </w:tcBorders>
            <w:shd w:val="clear" w:color="auto" w:fill="auto"/>
          </w:tcPr>
          <w:p w:rsidRPr="00762E18" w:rsidR="00762E18" w:rsidP="000853E2" w:rsidRDefault="00762E18" w14:paraId="561136E3" w14:textId="77777777">
            <w:pPr>
              <w:rPr>
                <w:bCs/>
              </w:rPr>
            </w:pPr>
            <w:r w:rsidRPr="00762E18">
              <w:rPr>
                <w:bCs/>
              </w:rPr>
              <w:t>Douglas Hanson</w:t>
            </w:r>
          </w:p>
        </w:tc>
        <w:tc>
          <w:tcPr>
            <w:tcW w:w="2970" w:type="dxa"/>
            <w:tcBorders>
              <w:right w:val="single" w:color="000000" w:sz="12" w:space="0"/>
            </w:tcBorders>
            <w:shd w:val="clear" w:color="auto" w:fill="auto"/>
          </w:tcPr>
          <w:p w:rsidRPr="00762E18" w:rsidR="00762E18" w:rsidP="000853E2" w:rsidRDefault="00762E18" w14:paraId="6D738DE9" w14:textId="77777777">
            <w:r w:rsidRPr="00762E18">
              <w:t>douglas.hanson@alaska.gov</w:t>
            </w:r>
          </w:p>
        </w:tc>
        <w:tc>
          <w:tcPr>
            <w:tcW w:w="1875" w:type="dxa"/>
            <w:tcBorders>
              <w:left w:val="single" w:color="000000" w:sz="12" w:space="0"/>
              <w:bottom w:val="single" w:color="auto" w:sz="2" w:space="0"/>
            </w:tcBorders>
            <w:shd w:val="clear" w:color="auto" w:fill="auto"/>
          </w:tcPr>
          <w:p w:rsidRPr="00762E18" w:rsidR="00762E18" w:rsidP="000853E2" w:rsidRDefault="00762E18" w14:paraId="05180F9F" w14:textId="77777777">
            <w:r w:rsidRPr="00762E18">
              <w:t>Tom Paragi</w:t>
            </w:r>
          </w:p>
        </w:tc>
        <w:tc>
          <w:tcPr>
            <w:tcW w:w="3255" w:type="dxa"/>
            <w:shd w:val="clear" w:color="auto" w:fill="auto"/>
          </w:tcPr>
          <w:p w:rsidRPr="00762E18" w:rsidR="00762E18" w:rsidP="000853E2" w:rsidRDefault="00762E18" w14:paraId="071BF080" w14:textId="77777777">
            <w:r w:rsidRPr="00762E18">
              <w:t>tom.paragi@alaska.gov</w:t>
            </w:r>
          </w:p>
        </w:tc>
      </w:tr>
    </w:tbl>
    <w:p w:rsidR="000626D1" w:rsidP="00762E18" w:rsidRDefault="000626D1" w14:paraId="5FA56AB8" w14:textId="2339F62C">
      <w:pPr>
        <w:pStyle w:val="InfoPara"/>
      </w:pPr>
      <w:r>
        <w:t xml:space="preserve">Reviewer: </w:t>
      </w:r>
      <w:r w:rsidRPr="000626D1">
        <w:rPr>
          <w:b w:val="0"/>
          <w:bCs/>
        </w:rPr>
        <w:t>Ilana Abrahamson</w:t>
      </w:r>
      <w:r w:rsidR="00537F12">
        <w:rPr>
          <w:b w:val="0"/>
          <w:bCs/>
        </w:rPr>
        <w:t>, Beth Schulz, Blaine Spellman</w:t>
      </w:r>
    </w:p>
    <w:p w:rsidR="00762E18" w:rsidP="00762E18" w:rsidRDefault="00762E18" w14:paraId="44BF0C6F" w14:textId="3715F003">
      <w:pPr>
        <w:pStyle w:val="InfoPara"/>
      </w:pPr>
      <w:r>
        <w:t>Vegetation Type</w:t>
      </w:r>
    </w:p>
    <w:p w:rsidR="00762E18" w:rsidP="00762E18" w:rsidRDefault="00C13AE0" w14:paraId="704CC7AD" w14:textId="38C4B027">
      <w:r>
        <w:t>Forest and Woodland</w:t>
      </w:r>
    </w:p>
    <w:p w:rsidR="00762E18" w:rsidP="00762E18" w:rsidRDefault="00762E18" w14:paraId="4C953162" w14:textId="77777777">
      <w:pPr>
        <w:pStyle w:val="InfoPara"/>
      </w:pPr>
      <w:r>
        <w:t>Map Zones</w:t>
      </w:r>
    </w:p>
    <w:p w:rsidR="009B746A" w:rsidP="009B746A" w:rsidRDefault="009B746A" w14:paraId="5F8973C9" w14:textId="77777777">
      <w:pPr>
        <w:rPr>
          <w:rFonts w:ascii="Calibri" w:hAnsi="Calibri" w:cs="Calibri"/>
          <w:color w:val="000000"/>
          <w:sz w:val="22"/>
          <w:szCs w:val="22"/>
        </w:rPr>
      </w:pPr>
      <w:r>
        <w:rPr>
          <w:rFonts w:ascii="Calibri" w:hAnsi="Calibri" w:cs="Calibri"/>
          <w:color w:val="000000"/>
          <w:sz w:val="22"/>
          <w:szCs w:val="22"/>
        </w:rPr>
        <w:t>70, 71, 72, 73, 74, 75, 76, 77, 78, 80</w:t>
      </w:r>
    </w:p>
    <w:p w:rsidR="00762E18" w:rsidP="00762E18" w:rsidRDefault="00762E18" w14:paraId="5D9D178D" w14:textId="77777777">
      <w:pPr>
        <w:pStyle w:val="InfoPara"/>
      </w:pPr>
      <w:r>
        <w:t>Geographic Range</w:t>
      </w:r>
    </w:p>
    <w:p w:rsidR="00762E18" w:rsidP="00762E18" w:rsidRDefault="00762E18" w14:paraId="6E9D6D96" w14:textId="71DBCE81">
      <w:r>
        <w:t xml:space="preserve">This </w:t>
      </w:r>
      <w:r w:rsidR="004C2358">
        <w:t>Biophysical Setting (BpS)</w:t>
      </w:r>
      <w:r>
        <w:t xml:space="preserve"> occurs along streams throughout the boreal and sub-boreal regions of AK.</w:t>
      </w:r>
    </w:p>
    <w:p w:rsidR="00762E18" w:rsidP="004C2358" w:rsidRDefault="00762E18" w14:paraId="28820CE1" w14:textId="77777777">
      <w:pPr>
        <w:pStyle w:val="InfoPara"/>
        <w:spacing w:after="0"/>
      </w:pPr>
      <w:r>
        <w:t>Biophysical Site Description</w:t>
      </w:r>
    </w:p>
    <w:p w:rsidRPr="00B0591E" w:rsidR="004240F0" w:rsidP="004C2358" w:rsidRDefault="00762E18" w14:paraId="5DDEEE5E" w14:textId="7A636E34">
      <w:pPr>
        <w:pStyle w:val="pf0"/>
        <w:spacing w:before="0" w:beforeAutospacing="0"/>
      </w:pPr>
      <w:r>
        <w:t>Th</w:t>
      </w:r>
      <w:r w:rsidR="004C2358">
        <w:t xml:space="preserve">is BpS </w:t>
      </w:r>
      <w:r>
        <w:t>is found as a narrow band of vegetation along streams in low gradient and low volume drainages (NatureServe 2008). Although</w:t>
      </w:r>
      <w:r w:rsidR="00F94BA4">
        <w:t xml:space="preserve"> </w:t>
      </w:r>
      <w:r>
        <w:t xml:space="preserve">seasonal overbank flooding may occur, it generally does not result in shifting channels or gravel bar formation (NatureServe 2008). The well-drained soils have </w:t>
      </w:r>
      <w:r w:rsidR="00F94BA4">
        <w:t xml:space="preserve">thin to </w:t>
      </w:r>
      <w:r>
        <w:t>moderately thick organic horizons at the surface (indicative of infrequent flooding), are strongly acidic, lack permafrost, and have deep water tables (Jorgenson et al. 1</w:t>
      </w:r>
      <w:r w:rsidRPr="00B0591E">
        <w:t>999).</w:t>
      </w:r>
      <w:r w:rsidRPr="00B0591E" w:rsidR="004240F0">
        <w:t xml:space="preserve"> </w:t>
      </w:r>
      <w:r w:rsidRPr="00B0591E" w:rsidR="004240F0">
        <w:rPr>
          <w:rStyle w:val="cf01"/>
          <w:rFonts w:ascii="Times New Roman" w:hAnsi="Times New Roman" w:cs="Times New Roman"/>
          <w:sz w:val="24"/>
          <w:szCs w:val="24"/>
        </w:rPr>
        <w:t>Drainageway</w:t>
      </w:r>
      <w:r w:rsidR="000963E0">
        <w:rPr>
          <w:rStyle w:val="cf01"/>
          <w:rFonts w:ascii="Times New Roman" w:hAnsi="Times New Roman" w:cs="Times New Roman"/>
          <w:sz w:val="24"/>
          <w:szCs w:val="24"/>
        </w:rPr>
        <w:t>s</w:t>
      </w:r>
      <w:r w:rsidRPr="00B0591E" w:rsidR="004240F0">
        <w:rPr>
          <w:rStyle w:val="cf01"/>
          <w:rFonts w:ascii="Times New Roman" w:hAnsi="Times New Roman" w:cs="Times New Roman"/>
          <w:sz w:val="24"/>
          <w:szCs w:val="24"/>
        </w:rPr>
        <w:t>/small order streams on steep gradients in the mountains tends to have gravelly substrates while water bodies</w:t>
      </w:r>
      <w:r w:rsidR="000963E0">
        <w:rPr>
          <w:rStyle w:val="cf01"/>
          <w:rFonts w:ascii="Times New Roman" w:hAnsi="Times New Roman" w:cs="Times New Roman"/>
          <w:sz w:val="24"/>
          <w:szCs w:val="24"/>
        </w:rPr>
        <w:t xml:space="preserve"> occurring</w:t>
      </w:r>
      <w:r w:rsidRPr="00B0591E" w:rsidR="004240F0">
        <w:rPr>
          <w:rStyle w:val="cf01"/>
          <w:rFonts w:ascii="Times New Roman" w:hAnsi="Times New Roman" w:cs="Times New Roman"/>
          <w:sz w:val="24"/>
          <w:szCs w:val="24"/>
        </w:rPr>
        <w:t xml:space="preserve"> on low sloping areas (like in rolling boreal hills or plains) tend to be silty. </w:t>
      </w:r>
    </w:p>
    <w:p w:rsidR="00762E18" w:rsidP="00B0591E" w:rsidRDefault="004240F0" w14:paraId="2034D11B" w14:textId="35574D1A">
      <w:pPr>
        <w:pStyle w:val="pf0"/>
      </w:pPr>
      <w:r w:rsidRPr="00B0591E">
        <w:rPr>
          <w:rStyle w:val="cf01"/>
          <w:rFonts w:ascii="Times New Roman" w:hAnsi="Times New Roman" w:cs="Times New Roman"/>
          <w:sz w:val="24"/>
          <w:szCs w:val="24"/>
        </w:rPr>
        <w:t xml:space="preserve">The steeper gradient-gravelly drainages with dry soils tend to be </w:t>
      </w:r>
      <w:r w:rsidRPr="00B0591E">
        <w:rPr>
          <w:rStyle w:val="cf01"/>
          <w:rFonts w:ascii="Times New Roman" w:hAnsi="Times New Roman" w:cs="Times New Roman"/>
          <w:i/>
          <w:iCs/>
          <w:sz w:val="24"/>
          <w:szCs w:val="24"/>
        </w:rPr>
        <w:t xml:space="preserve">Alnus </w:t>
      </w:r>
      <w:r w:rsidRPr="00B0591E">
        <w:rPr>
          <w:rStyle w:val="cf01"/>
          <w:rFonts w:ascii="Times New Roman" w:hAnsi="Times New Roman" w:cs="Times New Roman"/>
          <w:sz w:val="24"/>
          <w:szCs w:val="24"/>
        </w:rPr>
        <w:t xml:space="preserve">dominant (Cryorthents). The steeper-gradient-gravelly drainages with wet soils tend to be </w:t>
      </w:r>
      <w:r w:rsidRPr="00B0591E">
        <w:rPr>
          <w:rStyle w:val="cf01"/>
          <w:rFonts w:ascii="Times New Roman" w:hAnsi="Times New Roman" w:cs="Times New Roman"/>
          <w:i/>
          <w:iCs/>
          <w:sz w:val="24"/>
          <w:szCs w:val="24"/>
        </w:rPr>
        <w:t>Salix pulchra-Vacinnium</w:t>
      </w:r>
      <w:r w:rsidRPr="00B0591E">
        <w:rPr>
          <w:rStyle w:val="cf01"/>
          <w:rFonts w:ascii="Times New Roman" w:hAnsi="Times New Roman" w:cs="Times New Roman"/>
          <w:sz w:val="24"/>
          <w:szCs w:val="24"/>
        </w:rPr>
        <w:t xml:space="preserve">-sedge dominant (Cryaquents). The low-gradient silty drainages tend to be </w:t>
      </w:r>
      <w:r w:rsidRPr="00B0591E" w:rsidR="000729DD">
        <w:rPr>
          <w:rStyle w:val="cf01"/>
          <w:rFonts w:ascii="Times New Roman" w:hAnsi="Times New Roman" w:cs="Times New Roman"/>
          <w:i/>
          <w:iCs/>
          <w:sz w:val="24"/>
          <w:szCs w:val="24"/>
        </w:rPr>
        <w:t>Picea glauca</w:t>
      </w:r>
      <w:r w:rsidRPr="00B0591E">
        <w:rPr>
          <w:rStyle w:val="cf01"/>
          <w:rFonts w:ascii="Times New Roman" w:hAnsi="Times New Roman" w:cs="Times New Roman"/>
          <w:sz w:val="24"/>
          <w:szCs w:val="24"/>
        </w:rPr>
        <w:t xml:space="preserve"> dominant on drier soils</w:t>
      </w:r>
      <w:r w:rsidRPr="00B0591E" w:rsidR="000729DD">
        <w:rPr>
          <w:rStyle w:val="cf01"/>
          <w:rFonts w:ascii="Times New Roman" w:hAnsi="Times New Roman" w:cs="Times New Roman"/>
          <w:sz w:val="24"/>
          <w:szCs w:val="24"/>
        </w:rPr>
        <w:t xml:space="preserve">, and on </w:t>
      </w:r>
      <w:r w:rsidRPr="00B0591E">
        <w:rPr>
          <w:rStyle w:val="cf01"/>
          <w:rFonts w:ascii="Times New Roman" w:hAnsi="Times New Roman" w:cs="Times New Roman"/>
          <w:sz w:val="24"/>
          <w:szCs w:val="24"/>
        </w:rPr>
        <w:t xml:space="preserve">Aquorthels </w:t>
      </w:r>
      <w:r w:rsidRPr="00B0591E" w:rsidR="000729DD">
        <w:rPr>
          <w:rStyle w:val="cf01"/>
          <w:rFonts w:ascii="Times New Roman" w:hAnsi="Times New Roman" w:cs="Times New Roman"/>
          <w:sz w:val="24"/>
          <w:szCs w:val="24"/>
        </w:rPr>
        <w:t>(</w:t>
      </w:r>
      <w:r w:rsidRPr="00B0591E">
        <w:rPr>
          <w:rStyle w:val="cf01"/>
          <w:rFonts w:ascii="Times New Roman" w:hAnsi="Times New Roman" w:cs="Times New Roman"/>
          <w:sz w:val="24"/>
          <w:szCs w:val="24"/>
        </w:rPr>
        <w:t>moist permafrost soils)</w:t>
      </w:r>
      <w:r w:rsidRPr="00B0591E" w:rsidR="000729DD">
        <w:rPr>
          <w:rStyle w:val="cf01"/>
          <w:rFonts w:ascii="Times New Roman" w:hAnsi="Times New Roman" w:cs="Times New Roman"/>
          <w:sz w:val="24"/>
          <w:szCs w:val="24"/>
        </w:rPr>
        <w:t>,</w:t>
      </w:r>
      <w:r w:rsidRPr="00B0591E">
        <w:rPr>
          <w:rStyle w:val="cf01"/>
          <w:rFonts w:ascii="Times New Roman" w:hAnsi="Times New Roman" w:cs="Times New Roman"/>
          <w:sz w:val="24"/>
          <w:szCs w:val="24"/>
        </w:rPr>
        <w:t xml:space="preserve"> </w:t>
      </w:r>
      <w:r w:rsidRPr="00B0591E" w:rsidR="000729DD">
        <w:rPr>
          <w:rStyle w:val="cf01"/>
          <w:rFonts w:ascii="Times New Roman" w:hAnsi="Times New Roman" w:cs="Times New Roman"/>
          <w:i/>
          <w:iCs/>
          <w:sz w:val="24"/>
          <w:szCs w:val="24"/>
        </w:rPr>
        <w:t>Picea mariana</w:t>
      </w:r>
      <w:r w:rsidRPr="009E4ABA" w:rsidR="000729DD">
        <w:rPr>
          <w:rStyle w:val="cf01"/>
          <w:rFonts w:ascii="Times New Roman" w:hAnsi="Times New Roman" w:cs="Times New Roman"/>
          <w:sz w:val="24"/>
          <w:szCs w:val="24"/>
        </w:rPr>
        <w:t>-dominated</w:t>
      </w:r>
      <w:r w:rsidRPr="00B0591E" w:rsidR="000729DD">
        <w:rPr>
          <w:rStyle w:val="cf01"/>
          <w:rFonts w:ascii="Times New Roman" w:hAnsi="Times New Roman" w:cs="Times New Roman"/>
          <w:i/>
          <w:iCs/>
          <w:sz w:val="24"/>
          <w:szCs w:val="24"/>
        </w:rPr>
        <w:t xml:space="preserve"> </w:t>
      </w:r>
      <w:r w:rsidRPr="00B0591E">
        <w:rPr>
          <w:rStyle w:val="cf01"/>
          <w:rFonts w:ascii="Times New Roman" w:hAnsi="Times New Roman" w:cs="Times New Roman"/>
          <w:sz w:val="24"/>
          <w:szCs w:val="24"/>
        </w:rPr>
        <w:t>communities</w:t>
      </w:r>
      <w:r w:rsidRPr="00B0591E" w:rsidR="000729DD">
        <w:rPr>
          <w:rStyle w:val="cf01"/>
          <w:rFonts w:ascii="Times New Roman" w:hAnsi="Times New Roman" w:cs="Times New Roman"/>
          <w:sz w:val="24"/>
          <w:szCs w:val="24"/>
        </w:rPr>
        <w:t xml:space="preserve"> (Spellman pers. comm. 2022)</w:t>
      </w:r>
      <w:r w:rsidRPr="00B0591E">
        <w:rPr>
          <w:rStyle w:val="cf01"/>
          <w:rFonts w:ascii="Times New Roman" w:hAnsi="Times New Roman" w:cs="Times New Roman"/>
          <w:sz w:val="24"/>
          <w:szCs w:val="24"/>
        </w:rPr>
        <w:t>.</w:t>
      </w:r>
    </w:p>
    <w:p w:rsidR="00762E18" w:rsidP="00762E18" w:rsidRDefault="00762E18" w14:paraId="2546C995" w14:textId="77777777">
      <w:pPr>
        <w:pStyle w:val="InfoPara"/>
      </w:pPr>
      <w:r>
        <w:t>Vegetation Description</w:t>
      </w:r>
    </w:p>
    <w:p w:rsidR="00762E18" w:rsidP="00762E18" w:rsidRDefault="00762E18" w14:paraId="27B02BA0" w14:textId="345BE0A9">
      <w:r>
        <w:t xml:space="preserve">The mature phase of this system is dominated by </w:t>
      </w:r>
      <w:r w:rsidRPr="00B0591E">
        <w:rPr>
          <w:i/>
          <w:iCs/>
        </w:rPr>
        <w:t xml:space="preserve">Picea glauca, Betula </w:t>
      </w:r>
      <w:r w:rsidRPr="00B0591E" w:rsidR="000C7D90">
        <w:rPr>
          <w:i/>
          <w:iCs/>
        </w:rPr>
        <w:t>neoalaskana</w:t>
      </w:r>
      <w:r w:rsidR="009E4ABA">
        <w:rPr>
          <w:i/>
          <w:iCs/>
        </w:rPr>
        <w:t xml:space="preserve">, </w:t>
      </w:r>
      <w:r>
        <w:t xml:space="preserve">and </w:t>
      </w:r>
      <w:r w:rsidRPr="00B0591E">
        <w:rPr>
          <w:i/>
          <w:iCs/>
        </w:rPr>
        <w:t>Picea mariana</w:t>
      </w:r>
      <w:r>
        <w:t xml:space="preserve">. </w:t>
      </w:r>
      <w:r w:rsidRPr="00B0591E">
        <w:rPr>
          <w:i/>
          <w:iCs/>
        </w:rPr>
        <w:t>Populus balsamifera</w:t>
      </w:r>
      <w:r w:rsidRPr="00B0591E" w:rsidR="000C7D90">
        <w:rPr>
          <w:i/>
          <w:iCs/>
        </w:rPr>
        <w:t xml:space="preserve"> (P. balsamifera </w:t>
      </w:r>
      <w:r w:rsidRPr="002D0810" w:rsidR="000C7D90">
        <w:t>ssp.</w:t>
      </w:r>
      <w:r w:rsidRPr="00B0591E" w:rsidR="000C7D90">
        <w:rPr>
          <w:i/>
          <w:iCs/>
        </w:rPr>
        <w:t xml:space="preserve"> trichocarpa</w:t>
      </w:r>
      <w:r w:rsidR="000C7D90">
        <w:t xml:space="preserve"> in sub boreal) </w:t>
      </w:r>
      <w:r>
        <w:t xml:space="preserve">and </w:t>
      </w:r>
      <w:r w:rsidRPr="00B0591E">
        <w:rPr>
          <w:i/>
          <w:iCs/>
        </w:rPr>
        <w:t>Populus tremuloides</w:t>
      </w:r>
      <w:r>
        <w:t xml:space="preserve"> are common early seral species on some sites. </w:t>
      </w:r>
      <w:r w:rsidRPr="00B0591E">
        <w:rPr>
          <w:i/>
          <w:iCs/>
        </w:rPr>
        <w:t xml:space="preserve">Picea mariana </w:t>
      </w:r>
      <w:r>
        <w:t xml:space="preserve">is more common and more likely to be dominant in the northern parts of this system’s range. Common understory species include </w:t>
      </w:r>
      <w:r w:rsidRPr="00B0591E">
        <w:rPr>
          <w:i/>
          <w:iCs/>
        </w:rPr>
        <w:t>Alnus tenuifolia, Rosa acicularis, Calamagrostis canadensis, Cornus canadensis, Equisetum arvense, Hylocomium splendens</w:t>
      </w:r>
      <w:r>
        <w:t xml:space="preserve"> and </w:t>
      </w:r>
      <w:r w:rsidRPr="00B0591E">
        <w:rPr>
          <w:i/>
          <w:iCs/>
        </w:rPr>
        <w:t>Rhytidiadelphus triquetrus</w:t>
      </w:r>
      <w:r>
        <w:t xml:space="preserve"> (Jorgenson et al. 1999).</w:t>
      </w:r>
    </w:p>
    <w:p w:rsidR="00762E18" w:rsidP="00762E18" w:rsidRDefault="00762E18" w14:paraId="2C867271" w14:textId="77777777"/>
    <w:p w:rsidR="00762E18" w:rsidP="00762E18" w:rsidRDefault="00762E18" w14:paraId="3CE1204F" w14:textId="77777777">
      <w:r>
        <w:lastRenderedPageBreak/>
        <w:t xml:space="preserve">Immediately adjacent to the stream bank and in recently burned areas, tall shrubs including </w:t>
      </w:r>
      <w:r w:rsidRPr="00B0591E">
        <w:rPr>
          <w:i/>
          <w:iCs/>
        </w:rPr>
        <w:t>Alnus tenuifolia, Salix. alaxensis, S. bebbiana</w:t>
      </w:r>
      <w:r>
        <w:t xml:space="preserve"> </w:t>
      </w:r>
      <w:r w:rsidRPr="005D4350">
        <w:t>and</w:t>
      </w:r>
      <w:r w:rsidRPr="00B0591E">
        <w:rPr>
          <w:i/>
          <w:iCs/>
        </w:rPr>
        <w:t xml:space="preserve"> S. lasiandra</w:t>
      </w:r>
      <w:r>
        <w:t xml:space="preserve"> tend to dominate, with </w:t>
      </w:r>
      <w:r w:rsidRPr="00B0591E">
        <w:rPr>
          <w:i/>
          <w:iCs/>
        </w:rPr>
        <w:t>Carex</w:t>
      </w:r>
      <w:r>
        <w:t xml:space="preserve"> spp. and </w:t>
      </w:r>
      <w:r w:rsidRPr="00B0591E">
        <w:rPr>
          <w:i/>
          <w:iCs/>
        </w:rPr>
        <w:t>Calamagrostis canadensis</w:t>
      </w:r>
      <w:r>
        <w:t xml:space="preserve"> in the understory (NatureServe 2008, Jorgenson et al. 1999).</w:t>
      </w:r>
    </w:p>
    <w:p w:rsidR="00762E18" w:rsidP="00762E18" w:rsidRDefault="00762E18" w14:paraId="23A14693"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PIGL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Picea glauca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White spruce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BEPA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Betula neoalaskana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Alaska paper birch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PIMA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Picea mariana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Black spruce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POBA2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Populus balsamifera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Balsam poplar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POTR5</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Populus tremuloides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Quaking aspen</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SALIX</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ALNUS</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Alnus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Alder</w:t>
            </w:r>
          </w:p>
        </w:tc>
      </w:tr>
    </w:tbl>
    <w:p>
      <w:r>
        <w:rPr>
          <w:sz w:val="16"/>
        </w:rPr>
        <w:t>Species names are from the NRCS PLANTS database. Check species codes at http://plants.usda.gov.</w:t>
      </w:r>
    </w:p>
    <w:p w:rsidR="00762E18" w:rsidP="00762E18" w:rsidRDefault="00762E18" w14:paraId="0D1EB2F9" w14:textId="77777777">
      <w:pPr>
        <w:pStyle w:val="InfoPara"/>
      </w:pPr>
      <w:r>
        <w:t>Disturbance Description</w:t>
      </w:r>
    </w:p>
    <w:p w:rsidR="003C6478" w:rsidP="003C6478" w:rsidRDefault="003C6478" w14:paraId="0719110E" w14:textId="77777777">
      <w:r>
        <w:t>Seasonal overbank flooding may occur, but it generally does not result in shifting channels or gravel bar formation (NatureServe 2008). As a result, flooding typically only acts as a disturbance in a narrow zone along the bank. This zone will typically remain in a self-replacing shrub stage. Beaver activity may play a role in the dynamics of this system, but it is not included in the model due to the limited scale of these impacts.</w:t>
      </w:r>
    </w:p>
    <w:p w:rsidR="003C6478" w:rsidP="00762E18" w:rsidRDefault="003C6478" w14:paraId="67A0BCFB" w14:textId="77777777"/>
    <w:p w:rsidR="00762E18" w:rsidP="00762E18" w:rsidRDefault="003C6478" w14:paraId="1672733E" w14:textId="77173725">
      <w:r>
        <w:t>R</w:t>
      </w:r>
      <w:r w:rsidR="00762E18">
        <w:t>iparian forest and shrub stringers typically burn less frequently than adjacent vegetation types and tend to act as fire breaks.</w:t>
      </w:r>
      <w:r>
        <w:t xml:space="preserve"> </w:t>
      </w:r>
      <w:r w:rsidR="00762E18">
        <w:t xml:space="preserve">Because of the linear nature of this system, fire frequencies are strongly influenced by surrounding vegetation types. In the Sub-boreal region, surrounding vegetation is more likely to be white spruce and hardwood forest. In the northern boreal region, adjacent forest is more likely to be a black spruce </w:t>
      </w:r>
      <w:r w:rsidR="000729DD">
        <w:t>dominant</w:t>
      </w:r>
      <w:r w:rsidR="00762E18">
        <w:t xml:space="preserve"> that burns more frequently. However, this system may also occur in tundra areas where there is a gap in the permafrost layer along the riparian corridor. The riparian stringer in this environment will have a very low fire frequency. As a result, fire </w:t>
      </w:r>
      <w:r w:rsidRPr="00B0591E" w:rsidR="00762E18">
        <w:t>frequencies are likely to be more variable in the boreal region compared with the Sub-boreal region. Patchy, mixed severity fire is thought to be more common in this type than in most other spruce-hardwood types.</w:t>
      </w:r>
    </w:p>
    <w:p w:rsidR="00762E18" w:rsidP="00762E18" w:rsidRDefault="00762E18" w14:paraId="3FBBD0EA" w14:textId="77777777"/>
    <w:p w:rsidR="00762E18" w:rsidP="00762E18" w:rsidRDefault="00762E18" w14:paraId="7CE176C8" w14:textId="43D5D370">
      <w:pPr>
        <w:pStyle w:val="InfoPara"/>
      </w:pPr>
      <w:r>
        <w:t>Fire Frequency</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694</w:t>
            </w:r>
          </w:p>
        </w:tc>
        <w:tc>
          <w:p>
            <w:pPr>
              <w:jc w:val="center"/>
            </w:pPr>
            <w:r>
              <w:t>43</w:t>
            </w:r>
          </w:p>
        </w:tc>
        <w:tc>
          <w:p>
            <w:pPr>
              <w:jc w:val="center"/>
            </w:pPr>
            <w:r>
              <w:t/>
            </w:r>
          </w:p>
        </w:tc>
        <w:tc>
          <w:p>
            <w:pPr>
              <w:jc w:val="center"/>
            </w:pPr>
            <w:r>
              <w:t/>
            </w:r>
          </w:p>
        </w:tc>
      </w:tr>
      <w:tr>
        <w:tc>
          <w:p>
            <w:pPr>
              <w:jc w:val="center"/>
            </w:pPr>
            <w:r>
              <w:t>Moderate (Mixed)</w:t>
            </w:r>
          </w:p>
        </w:tc>
        <w:tc>
          <w:p>
            <w:pPr>
              <w:jc w:val="center"/>
            </w:pPr>
            <w:r>
              <w:t>529</w:t>
            </w:r>
          </w:p>
        </w:tc>
        <w:tc>
          <w:p>
            <w:pPr>
              <w:jc w:val="center"/>
            </w:pPr>
            <w:r>
              <w:t>57</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300</w:t>
            </w:r>
          </w:p>
        </w:tc>
        <w:tc>
          <w:p>
            <w:pPr>
              <w:jc w:val="center"/>
            </w:pPr>
            <w:r>
              <w:t>100</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762E18" w:rsidP="00762E18" w:rsidRDefault="00762E18" w14:paraId="7B8AC641" w14:textId="77777777">
      <w:pPr>
        <w:pStyle w:val="InfoPara"/>
      </w:pPr>
      <w:r>
        <w:t>Scale Description</w:t>
      </w:r>
    </w:p>
    <w:p w:rsidR="00762E18" w:rsidP="00762E18" w:rsidRDefault="00762E18" w14:paraId="15E49830" w14:textId="77777777">
      <w:r>
        <w:t>Linear</w:t>
      </w:r>
    </w:p>
    <w:p w:rsidR="00762E18" w:rsidP="00762E18" w:rsidRDefault="00762E18" w14:paraId="614F3372" w14:textId="77777777">
      <w:pPr>
        <w:pStyle w:val="InfoPara"/>
      </w:pPr>
      <w:r>
        <w:t>Adjacency or Identification Concerns</w:t>
      </w:r>
    </w:p>
    <w:p w:rsidR="00762E18" w:rsidP="00762E18" w:rsidRDefault="00762E18" w14:paraId="367590DB" w14:textId="77777777">
      <w:r>
        <w:t>See the Disturbance Description for more information on adjacent types.</w:t>
      </w:r>
    </w:p>
    <w:p w:rsidR="00762E18" w:rsidP="00762E18" w:rsidRDefault="00762E18" w14:paraId="5742DF60" w14:textId="77777777">
      <w:pPr>
        <w:pStyle w:val="InfoPara"/>
      </w:pPr>
      <w:r>
        <w:lastRenderedPageBreak/>
        <w:t>Issues or Problems</w:t>
      </w:r>
    </w:p>
    <w:p w:rsidR="00762E18" w:rsidP="00762E18" w:rsidRDefault="00762E18" w14:paraId="3B803A18" w14:textId="13F0CD37">
      <w:r>
        <w:t xml:space="preserve">The main factor controlling the disturbance regime in this </w:t>
      </w:r>
      <w:r w:rsidR="00FB3409">
        <w:t>BpS</w:t>
      </w:r>
      <w:r>
        <w:t xml:space="preserve"> is its ecological setting. Ideally, we would create a separate model for this system on sites where the adjacent systems are non-forested. If these sites cannot be distinguished, then it is probably not worth creating separate models for the boreal and Sub-boreal regions, as the </w:t>
      </w:r>
      <w:r w:rsidR="00C45046">
        <w:t>fire return interval (</w:t>
      </w:r>
      <w:r>
        <w:t>FRI</w:t>
      </w:r>
      <w:r w:rsidR="00C45046">
        <w:t>)</w:t>
      </w:r>
      <w:r>
        <w:t xml:space="preserve"> is probably similar for the two regions.</w:t>
      </w:r>
    </w:p>
    <w:p w:rsidR="00762E18" w:rsidP="00762E18" w:rsidRDefault="00762E18" w14:paraId="41418ADA" w14:textId="77777777"/>
    <w:p w:rsidR="00762E18" w:rsidP="00762E18" w:rsidRDefault="00762E18" w14:paraId="0A78A8C3" w14:textId="77777777">
      <w:r>
        <w:t>A reviewer noted that the age of transition from the shrub/sapling class to the forest class may vary widely depending on the tree species present. Hardwoods will begin to overtop the shrubs around age 15, but this stage will be very difficult to distinguish from the shrub stage using satellite imagery. Spruce-dominated stands may not transition from Class A to B for much longer, as it may take black spruce 30yrs to reach 3m in height.</w:t>
      </w:r>
    </w:p>
    <w:p w:rsidR="00762E18" w:rsidP="00762E18" w:rsidRDefault="00762E18" w14:paraId="51EEF2F7" w14:textId="77777777"/>
    <w:p w:rsidR="00762E18" w:rsidP="00762E18" w:rsidRDefault="00762E18" w14:paraId="56EBDB6D" w14:textId="77777777">
      <w:r>
        <w:t>Classes B and C may overlap in canopy composition. For the purposes of this model, it has been assumed that Class B will have &gt;50% hardwoods in the canopy and Class C will have &gt;50% spruce, but there will be exceptions to this rule in reality.</w:t>
      </w:r>
    </w:p>
    <w:p w:rsidR="00762E18" w:rsidP="00762E18" w:rsidRDefault="00762E18" w14:paraId="314DBB71" w14:textId="77777777">
      <w:pPr>
        <w:pStyle w:val="InfoPara"/>
      </w:pPr>
      <w:r>
        <w:t>Native Uncharacteristic Conditions</w:t>
      </w:r>
    </w:p>
    <w:p w:rsidR="00762E18" w:rsidP="00762E18" w:rsidRDefault="00762E18" w14:paraId="0E1CA589" w14:textId="77777777"/>
    <w:p w:rsidR="00762E18" w:rsidP="00762E18" w:rsidRDefault="00762E18" w14:paraId="7C07372E" w14:textId="77777777">
      <w:pPr>
        <w:pStyle w:val="InfoPara"/>
      </w:pPr>
      <w:r>
        <w:t>Comments</w:t>
      </w:r>
    </w:p>
    <w:p w:rsidR="007B5EDC" w:rsidP="007B5EDC" w:rsidRDefault="007B5EDC" w14:paraId="1B8CF49A" w14:textId="7BE6122F">
      <w:r>
        <w:t xml:space="preserve">8/2022 - Kori Blankenship adjusted the modeled </w:t>
      </w:r>
      <w:r w:rsidR="0073613C">
        <w:t>mean fire return interval (</w:t>
      </w:r>
      <w:r>
        <w:t>MFRI</w:t>
      </w:r>
      <w:r w:rsidR="0073613C">
        <w:t>)</w:t>
      </w:r>
      <w:r>
        <w:t xml:space="preserve"> from 156 to 303 years based on the relative fire frequency rankings developed for boreal forest BpS during </w:t>
      </w:r>
      <w:r w:rsidRPr="00693789">
        <w:t>the Boreal Forest BpS Review Work Session in February 2022</w:t>
      </w:r>
      <w:r>
        <w:t>. The change in fire frequency changed the succession class proportions from 9, 41, 50 to 5, 27, 68 in classes A-C respectively.</w:t>
      </w:r>
    </w:p>
    <w:p w:rsidR="007B5EDC" w:rsidP="00762E18" w:rsidRDefault="007B5EDC" w14:paraId="70515469" w14:textId="09908A25"/>
    <w:p w:rsidR="000626D1" w:rsidP="00762E18" w:rsidRDefault="000626D1" w14:paraId="1435CE82" w14:textId="2BEAF8A3">
      <w:r>
        <w:t>Reviewer Ilana Abrahamson noted that she found no published fire history studies on this BpS in a 2014 literature review.</w:t>
      </w:r>
    </w:p>
    <w:p w:rsidR="000626D1" w:rsidP="00762E18" w:rsidRDefault="000626D1" w14:paraId="58557998" w14:textId="77777777"/>
    <w:p w:rsidR="00762E18" w:rsidP="00762E18" w:rsidRDefault="000626D1" w14:paraId="2A550E70" w14:textId="3017FEEE">
      <w:r>
        <w:t>During LANDFIRE National</w:t>
      </w:r>
      <w:r w:rsidR="00003D5F">
        <w:t>,</w:t>
      </w:r>
      <w:r>
        <w:t xml:space="preserve"> t</w:t>
      </w:r>
      <w:r w:rsidR="00762E18">
        <w:t>his model was created for the AK boreal region and did not receive review for the arctic region.</w:t>
      </w:r>
      <w:r>
        <w:t xml:space="preserve"> </w:t>
      </w:r>
      <w:r w:rsidR="00762E18">
        <w:t xml:space="preserve">The draft version of this model was created by </w:t>
      </w:r>
      <w:r w:rsidR="00DD166F">
        <w:t>Nancy</w:t>
      </w:r>
      <w:r w:rsidR="00762E18">
        <w:t xml:space="preserve"> Fresco and Colleen Ryan based in part on input from the experts who attended the LANDFIRE Anchorage (Dec. 07) modeling meeting. Extensive review by the Alaska Dept. of Natural Resources Div. of Forestry led to extensive changes to the model. As a result, lead reviewer Douglas Hanson was added as a modeler. The other Div. of Forestry reviewers, Marc Lee, Northern Region Forest Manager, and Tom Kurkowski, GIS specialist, were listed as reviewers. Will Putnam (wputman@tananachiefs.org) reviewed an early draft of this model.</w:t>
      </w:r>
    </w:p>
    <w:p w:rsidR="00BD4A9E" w:rsidP="009B3408" w:rsidRDefault="00BD4A9E" w14:paraId="79ADA36C" w14:textId="31D94998">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762E18" w:rsidP="00762E18" w:rsidRDefault="00762E18" w14:paraId="18233ACD" w14:textId="71E502E9">
      <w:pPr>
        <w:pStyle w:val="InfoPara"/>
        <w:pBdr>
          <w:top w:val="single" w:color="auto" w:sz="4" w:space="1"/>
        </w:pBdr>
      </w:pPr>
      <w:r xmlns:w="http://schemas.openxmlformats.org/wordprocessingml/2006/main">
        <w:t>Class A</w:t>
      </w:r>
      <w:r xmlns:w="http://schemas.openxmlformats.org/wordprocessingml/2006/main">
        <w:tab/>
        <w:t>5</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762E18" w:rsidP="00762E18" w:rsidRDefault="00762E18" w14:paraId="44802B36" w14:textId="77777777"/>
    <w:p w:rsidR="00762E18" w:rsidP="00762E18" w:rsidRDefault="00762E18" w14:paraId="040683B9"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40"/>
        <w:gridCol w:w="2856"/>
        <w:gridCol w:w="1860"/>
        <w:gridCol w:w="1956"/>
      </w:tblGrid>
      <w:tr w:rsidRPr="00762E18" w:rsidR="00762E18" w:rsidTr="00762E18" w14:paraId="3A232F3A" w14:textId="77777777">
        <w:tc>
          <w:tcPr>
            <w:tcW w:w="1140" w:type="dxa"/>
            <w:tcBorders>
              <w:top w:val="single" w:color="auto" w:sz="2" w:space="0"/>
              <w:bottom w:val="single" w:color="000000" w:sz="12" w:space="0"/>
            </w:tcBorders>
            <w:shd w:val="clear" w:color="auto" w:fill="auto"/>
          </w:tcPr>
          <w:p w:rsidRPr="00762E18" w:rsidR="00762E18" w:rsidP="00D02F22" w:rsidRDefault="00762E18" w14:paraId="08F8002A" w14:textId="77777777">
            <w:pPr>
              <w:rPr>
                <w:b/>
                <w:bCs/>
              </w:rPr>
            </w:pPr>
            <w:r w:rsidRPr="00762E18">
              <w:rPr>
                <w:b/>
                <w:bCs/>
              </w:rPr>
              <w:t>Symbol</w:t>
            </w:r>
          </w:p>
        </w:tc>
        <w:tc>
          <w:tcPr>
            <w:tcW w:w="2856" w:type="dxa"/>
            <w:tcBorders>
              <w:top w:val="single" w:color="auto" w:sz="2" w:space="0"/>
              <w:bottom w:val="single" w:color="000000" w:sz="12" w:space="0"/>
            </w:tcBorders>
            <w:shd w:val="clear" w:color="auto" w:fill="auto"/>
          </w:tcPr>
          <w:p w:rsidRPr="00762E18" w:rsidR="00762E18" w:rsidP="00D02F22" w:rsidRDefault="00762E18" w14:paraId="2D2B0853" w14:textId="77777777">
            <w:pPr>
              <w:rPr>
                <w:b/>
                <w:bCs/>
              </w:rPr>
            </w:pPr>
            <w:r w:rsidRPr="00762E18">
              <w:rPr>
                <w:b/>
                <w:bCs/>
              </w:rPr>
              <w:t>Scientific Name</w:t>
            </w:r>
          </w:p>
        </w:tc>
        <w:tc>
          <w:tcPr>
            <w:tcW w:w="1860" w:type="dxa"/>
            <w:tcBorders>
              <w:top w:val="single" w:color="auto" w:sz="2" w:space="0"/>
              <w:bottom w:val="single" w:color="000000" w:sz="12" w:space="0"/>
            </w:tcBorders>
            <w:shd w:val="clear" w:color="auto" w:fill="auto"/>
          </w:tcPr>
          <w:p w:rsidRPr="00762E18" w:rsidR="00762E18" w:rsidP="00D02F22" w:rsidRDefault="00762E18" w14:paraId="66EB336A" w14:textId="77777777">
            <w:pPr>
              <w:rPr>
                <w:b/>
                <w:bCs/>
              </w:rPr>
            </w:pPr>
            <w:r w:rsidRPr="00762E18">
              <w:rPr>
                <w:b/>
                <w:bCs/>
              </w:rPr>
              <w:t>Common Name</w:t>
            </w:r>
          </w:p>
        </w:tc>
        <w:tc>
          <w:tcPr>
            <w:tcW w:w="1956" w:type="dxa"/>
            <w:tcBorders>
              <w:top w:val="single" w:color="auto" w:sz="2" w:space="0"/>
              <w:bottom w:val="single" w:color="000000" w:sz="12" w:space="0"/>
            </w:tcBorders>
            <w:shd w:val="clear" w:color="auto" w:fill="auto"/>
          </w:tcPr>
          <w:p w:rsidRPr="00762E18" w:rsidR="00762E18" w:rsidP="00D02F22" w:rsidRDefault="00762E18" w14:paraId="68204C7C" w14:textId="77777777">
            <w:pPr>
              <w:rPr>
                <w:b/>
                <w:bCs/>
              </w:rPr>
            </w:pPr>
            <w:r w:rsidRPr="00762E18">
              <w:rPr>
                <w:b/>
                <w:bCs/>
              </w:rPr>
              <w:t>Canopy Position</w:t>
            </w:r>
          </w:p>
        </w:tc>
      </w:tr>
      <w:tr w:rsidRPr="00762E18" w:rsidR="00762E18" w:rsidTr="00762E18" w14:paraId="7B5F528F" w14:textId="77777777">
        <w:tc>
          <w:tcPr>
            <w:tcW w:w="1140" w:type="dxa"/>
            <w:tcBorders>
              <w:top w:val="single" w:color="000000" w:sz="12" w:space="0"/>
            </w:tcBorders>
            <w:shd w:val="clear" w:color="auto" w:fill="auto"/>
          </w:tcPr>
          <w:p w:rsidRPr="00762E18" w:rsidR="00762E18" w:rsidP="00D02F22" w:rsidRDefault="00762E18" w14:paraId="72D79969" w14:textId="77777777">
            <w:pPr>
              <w:rPr>
                <w:bCs/>
              </w:rPr>
            </w:pPr>
            <w:r w:rsidRPr="00762E18">
              <w:rPr>
                <w:bCs/>
              </w:rPr>
              <w:lastRenderedPageBreak/>
              <w:t>SALIX</w:t>
            </w:r>
          </w:p>
        </w:tc>
        <w:tc>
          <w:tcPr>
            <w:tcW w:w="2856" w:type="dxa"/>
            <w:tcBorders>
              <w:top w:val="single" w:color="000000" w:sz="12" w:space="0"/>
            </w:tcBorders>
            <w:shd w:val="clear" w:color="auto" w:fill="auto"/>
          </w:tcPr>
          <w:p w:rsidRPr="00DB6CF1" w:rsidR="00762E18" w:rsidP="00D02F22" w:rsidRDefault="00762E18" w14:paraId="54254D13" w14:textId="3110DEB4">
            <w:r w:rsidRPr="00DB6CF1">
              <w:rPr>
                <w:i/>
                <w:iCs/>
              </w:rPr>
              <w:t>Salix</w:t>
            </w:r>
            <w:r w:rsidR="00DB6CF1">
              <w:rPr>
                <w:i/>
                <w:iCs/>
              </w:rPr>
              <w:t xml:space="preserve"> </w:t>
            </w:r>
            <w:r w:rsidR="00DB6CF1">
              <w:t>spp.</w:t>
            </w:r>
          </w:p>
        </w:tc>
        <w:tc>
          <w:tcPr>
            <w:tcW w:w="1860" w:type="dxa"/>
            <w:tcBorders>
              <w:top w:val="single" w:color="000000" w:sz="12" w:space="0"/>
            </w:tcBorders>
            <w:shd w:val="clear" w:color="auto" w:fill="auto"/>
          </w:tcPr>
          <w:p w:rsidRPr="00762E18" w:rsidR="00762E18" w:rsidP="00D02F22" w:rsidRDefault="00762E18" w14:paraId="360ABC87" w14:textId="77777777">
            <w:r w:rsidRPr="00762E18">
              <w:t>Willow</w:t>
            </w:r>
          </w:p>
        </w:tc>
        <w:tc>
          <w:tcPr>
            <w:tcW w:w="1956" w:type="dxa"/>
            <w:tcBorders>
              <w:top w:val="single" w:color="000000" w:sz="12" w:space="0"/>
            </w:tcBorders>
            <w:shd w:val="clear" w:color="auto" w:fill="auto"/>
          </w:tcPr>
          <w:p w:rsidRPr="00762E18" w:rsidR="00762E18" w:rsidP="00D02F22" w:rsidRDefault="00762E18" w14:paraId="54EF4CBA" w14:textId="77777777">
            <w:r w:rsidRPr="00762E18">
              <w:t>Upper</w:t>
            </w:r>
          </w:p>
        </w:tc>
      </w:tr>
      <w:tr w:rsidRPr="00762E18" w:rsidR="00762E18" w:rsidTr="00762E18" w14:paraId="0E8CF483" w14:textId="77777777">
        <w:tc>
          <w:tcPr>
            <w:tcW w:w="1140" w:type="dxa"/>
            <w:shd w:val="clear" w:color="auto" w:fill="auto"/>
          </w:tcPr>
          <w:p w:rsidRPr="00762E18" w:rsidR="00762E18" w:rsidP="00D02F22" w:rsidRDefault="00762E18" w14:paraId="12EF33BC" w14:textId="77777777">
            <w:pPr>
              <w:rPr>
                <w:bCs/>
              </w:rPr>
            </w:pPr>
            <w:r w:rsidRPr="00762E18">
              <w:rPr>
                <w:bCs/>
              </w:rPr>
              <w:t>ALNUS</w:t>
            </w:r>
          </w:p>
        </w:tc>
        <w:tc>
          <w:tcPr>
            <w:tcW w:w="2856" w:type="dxa"/>
            <w:shd w:val="clear" w:color="auto" w:fill="auto"/>
          </w:tcPr>
          <w:p w:rsidRPr="00DB6CF1" w:rsidR="00762E18" w:rsidP="00D02F22" w:rsidRDefault="00762E18" w14:paraId="7DA06977" w14:textId="230EDCAB">
            <w:r w:rsidRPr="00DB6CF1">
              <w:rPr>
                <w:i/>
                <w:iCs/>
              </w:rPr>
              <w:t>Alnus</w:t>
            </w:r>
            <w:r w:rsidR="00DB6CF1">
              <w:rPr>
                <w:i/>
                <w:iCs/>
              </w:rPr>
              <w:t xml:space="preserve"> </w:t>
            </w:r>
            <w:r w:rsidR="00DB6CF1">
              <w:t>spp.</w:t>
            </w:r>
          </w:p>
        </w:tc>
        <w:tc>
          <w:tcPr>
            <w:tcW w:w="1860" w:type="dxa"/>
            <w:shd w:val="clear" w:color="auto" w:fill="auto"/>
          </w:tcPr>
          <w:p w:rsidRPr="00762E18" w:rsidR="00762E18" w:rsidP="00D02F22" w:rsidRDefault="00762E18" w14:paraId="0DFB06F3" w14:textId="77777777">
            <w:r w:rsidRPr="00762E18">
              <w:t>Alder</w:t>
            </w:r>
          </w:p>
        </w:tc>
        <w:tc>
          <w:tcPr>
            <w:tcW w:w="1956" w:type="dxa"/>
            <w:shd w:val="clear" w:color="auto" w:fill="auto"/>
          </w:tcPr>
          <w:p w:rsidRPr="00762E18" w:rsidR="00762E18" w:rsidP="00D02F22" w:rsidRDefault="00762E18" w14:paraId="7246508C" w14:textId="77777777">
            <w:r w:rsidRPr="00762E18">
              <w:t>Upper</w:t>
            </w:r>
          </w:p>
        </w:tc>
      </w:tr>
      <w:tr w:rsidRPr="00762E18" w:rsidR="00762E18" w:rsidTr="00762E18" w14:paraId="6BF3F6B7" w14:textId="77777777">
        <w:tc>
          <w:tcPr>
            <w:tcW w:w="1140" w:type="dxa"/>
            <w:shd w:val="clear" w:color="auto" w:fill="auto"/>
          </w:tcPr>
          <w:p w:rsidRPr="00762E18" w:rsidR="00762E18" w:rsidP="00D02F22" w:rsidRDefault="00762E18" w14:paraId="508CFD90" w14:textId="77777777">
            <w:pPr>
              <w:rPr>
                <w:bCs/>
              </w:rPr>
            </w:pPr>
            <w:r w:rsidRPr="00762E18">
              <w:rPr>
                <w:bCs/>
              </w:rPr>
              <w:t>CAREX</w:t>
            </w:r>
          </w:p>
        </w:tc>
        <w:tc>
          <w:tcPr>
            <w:tcW w:w="2856" w:type="dxa"/>
            <w:shd w:val="clear" w:color="auto" w:fill="auto"/>
          </w:tcPr>
          <w:p w:rsidRPr="00DB6CF1" w:rsidR="00762E18" w:rsidP="00D02F22" w:rsidRDefault="00762E18" w14:paraId="4BE84B16" w14:textId="1BE36525">
            <w:r w:rsidRPr="00DB6CF1">
              <w:rPr>
                <w:i/>
                <w:iCs/>
              </w:rPr>
              <w:t>Carex</w:t>
            </w:r>
            <w:r w:rsidR="00DB6CF1">
              <w:rPr>
                <w:i/>
                <w:iCs/>
              </w:rPr>
              <w:t xml:space="preserve"> </w:t>
            </w:r>
            <w:r w:rsidR="00DB6CF1">
              <w:t>spp.</w:t>
            </w:r>
          </w:p>
        </w:tc>
        <w:tc>
          <w:tcPr>
            <w:tcW w:w="1860" w:type="dxa"/>
            <w:shd w:val="clear" w:color="auto" w:fill="auto"/>
          </w:tcPr>
          <w:p w:rsidRPr="00762E18" w:rsidR="00762E18" w:rsidP="00D02F22" w:rsidRDefault="00762E18" w14:paraId="299579AA" w14:textId="77777777">
            <w:r w:rsidRPr="00762E18">
              <w:t>Sedge</w:t>
            </w:r>
          </w:p>
        </w:tc>
        <w:tc>
          <w:tcPr>
            <w:tcW w:w="1956" w:type="dxa"/>
            <w:shd w:val="clear" w:color="auto" w:fill="auto"/>
          </w:tcPr>
          <w:p w:rsidRPr="00762E18" w:rsidR="00762E18" w:rsidP="00D02F22" w:rsidRDefault="00762E18" w14:paraId="66692D19" w14:textId="77777777">
            <w:r w:rsidRPr="00762E18">
              <w:t>Lower</w:t>
            </w:r>
          </w:p>
        </w:tc>
      </w:tr>
      <w:tr w:rsidRPr="00762E18" w:rsidR="00762E18" w:rsidTr="00762E18" w14:paraId="6E6D96E7" w14:textId="77777777">
        <w:tc>
          <w:tcPr>
            <w:tcW w:w="1140" w:type="dxa"/>
            <w:shd w:val="clear" w:color="auto" w:fill="auto"/>
          </w:tcPr>
          <w:p w:rsidRPr="00762E18" w:rsidR="00762E18" w:rsidP="00D02F22" w:rsidRDefault="00762E18" w14:paraId="094CB422" w14:textId="77777777">
            <w:pPr>
              <w:rPr>
                <w:bCs/>
              </w:rPr>
            </w:pPr>
            <w:r w:rsidRPr="00762E18">
              <w:rPr>
                <w:bCs/>
              </w:rPr>
              <w:t>CACA4</w:t>
            </w:r>
          </w:p>
        </w:tc>
        <w:tc>
          <w:tcPr>
            <w:tcW w:w="2856" w:type="dxa"/>
            <w:shd w:val="clear" w:color="auto" w:fill="auto"/>
          </w:tcPr>
          <w:p w:rsidRPr="00DB6CF1" w:rsidR="00762E18" w:rsidP="00D02F22" w:rsidRDefault="00762E18" w14:paraId="5EA73452" w14:textId="77777777">
            <w:pPr>
              <w:rPr>
                <w:i/>
                <w:iCs/>
              </w:rPr>
            </w:pPr>
            <w:r w:rsidRPr="00DB6CF1">
              <w:rPr>
                <w:i/>
                <w:iCs/>
              </w:rPr>
              <w:t>Calamagrostis canadensis</w:t>
            </w:r>
          </w:p>
        </w:tc>
        <w:tc>
          <w:tcPr>
            <w:tcW w:w="1860" w:type="dxa"/>
            <w:shd w:val="clear" w:color="auto" w:fill="auto"/>
          </w:tcPr>
          <w:p w:rsidRPr="00762E18" w:rsidR="00762E18" w:rsidP="00D02F22" w:rsidRDefault="00762E18" w14:paraId="4F8F21ED" w14:textId="77777777">
            <w:r w:rsidRPr="00762E18">
              <w:t>Bluejoint</w:t>
            </w:r>
          </w:p>
        </w:tc>
        <w:tc>
          <w:tcPr>
            <w:tcW w:w="1956" w:type="dxa"/>
            <w:shd w:val="clear" w:color="auto" w:fill="auto"/>
          </w:tcPr>
          <w:p w:rsidRPr="00762E18" w:rsidR="00762E18" w:rsidP="00D02F22" w:rsidRDefault="00762E18" w14:paraId="41156FC4" w14:textId="77777777">
            <w:r w:rsidRPr="00762E18">
              <w:t>Low-Mid</w:t>
            </w:r>
          </w:p>
        </w:tc>
      </w:tr>
    </w:tbl>
    <w:p w:rsidR="00762E18" w:rsidP="00762E18" w:rsidRDefault="00762E18" w14:paraId="7D4320EA" w14:textId="77777777"/>
    <w:p w:rsidR="00762E18" w:rsidP="00762E18" w:rsidRDefault="00762E18" w14:paraId="13529ABC" w14:textId="77777777">
      <w:pPr>
        <w:pStyle w:val="SClassInfoPara"/>
      </w:pPr>
      <w:r>
        <w:t>Description</w:t>
      </w:r>
    </w:p>
    <w:p w:rsidR="00762E18" w:rsidP="00762E18" w:rsidRDefault="00762E18" w14:paraId="79974EB6" w14:textId="2AE53D20">
      <w:r>
        <w:t>Shrub-sapling. This stage is dominated by shrubs</w:t>
      </w:r>
      <w:r w:rsidR="00DA0F99">
        <w:t>,</w:t>
      </w:r>
      <w:r>
        <w:t xml:space="preserve"> but trees begin to sprout</w:t>
      </w:r>
      <w:r w:rsidR="00DA0F99">
        <w:t>,</w:t>
      </w:r>
      <w:r>
        <w:t xml:space="preserve"> and saplings may be present. Around age</w:t>
      </w:r>
      <w:r w:rsidR="00DA0F99">
        <w:t xml:space="preserve"> </w:t>
      </w:r>
      <w:r>
        <w:t xml:space="preserve">15, the hardwood saplings will begin to overtop the shrubs, though the spruce saplings will still be in the understory. </w:t>
      </w:r>
    </w:p>
    <w:p w:rsidR="00762E18" w:rsidP="00762E18" w:rsidRDefault="00762E18" w14:paraId="3CB3A34A" w14:textId="77777777"/>
    <w:p w:rsidR="00762E18" w:rsidP="00762E18" w:rsidRDefault="00762E18" w14:paraId="528C1B6F" w14:textId="77777777">
      <w:r>
        <w:t xml:space="preserve">Common shrub species include a variety of </w:t>
      </w:r>
      <w:r w:rsidRPr="00DA0F99">
        <w:rPr>
          <w:i/>
          <w:iCs/>
        </w:rPr>
        <w:t>Salix</w:t>
      </w:r>
      <w:r>
        <w:t xml:space="preserve"> spp. and </w:t>
      </w:r>
      <w:r w:rsidRPr="00DA0F99">
        <w:rPr>
          <w:i/>
          <w:iCs/>
        </w:rPr>
        <w:t>Alnus tenuifolia</w:t>
      </w:r>
      <w:r>
        <w:t xml:space="preserve">. Herbs frequently include </w:t>
      </w:r>
      <w:r w:rsidRPr="00DA0F99">
        <w:rPr>
          <w:i/>
          <w:iCs/>
        </w:rPr>
        <w:t>Calamagrostis canadensis, Equisetum arvense</w:t>
      </w:r>
      <w:r>
        <w:t xml:space="preserve"> and </w:t>
      </w:r>
      <w:r w:rsidRPr="00DA0F99">
        <w:rPr>
          <w:i/>
          <w:iCs/>
        </w:rPr>
        <w:t>Carex</w:t>
      </w:r>
      <w:r>
        <w:t xml:space="preserve"> spp. </w:t>
      </w:r>
    </w:p>
    <w:p w:rsidR="00762E18" w:rsidP="00762E18" w:rsidRDefault="00762E18" w14:paraId="64054B16" w14:textId="77777777"/>
    <w:p w:rsidR="00762E18" w:rsidP="00762E18" w:rsidRDefault="00762E18" w14:paraId="3A1E7C0F" w14:textId="0E837C39">
      <w:r>
        <w:t xml:space="preserve">This class includes those areas immediately adjacent to the stream bank that are dominated by shrubs maintained by frequent flooding. These areas are unlikely to burn. </w:t>
      </w:r>
      <w:r w:rsidR="000626D1">
        <w:t>F</w:t>
      </w:r>
      <w:r>
        <w:t>looding in this class is meant to represent these areas.</w:t>
      </w:r>
    </w:p>
    <w:p w:rsidR="00762E18" w:rsidP="00762E18" w:rsidRDefault="00762E18" w14:paraId="4D83BA9E" w14:textId="77777777"/>
    <w:p>
      <w:r>
        <w:rPr>
          <w:i/>
          <w:u w:val="single"/>
        </w:rPr>
        <w:t>Maximum Tree Size Class</w:t>
      </w:r>
      <w:br/>
      <w:r>
        <w:t>Seedling/Sapling &lt;5"</w:t>
      </w:r>
    </w:p>
    <w:p w:rsidR="00762E18" w:rsidP="00762E18" w:rsidRDefault="00762E18" w14:paraId="519B1FFB" w14:textId="0796C47E">
      <w:pPr>
        <w:pStyle w:val="InfoPara"/>
        <w:pBdr>
          <w:top w:val="single" w:color="auto" w:sz="4" w:space="1"/>
        </w:pBdr>
      </w:pPr>
      <w:r xmlns:w="http://schemas.openxmlformats.org/wordprocessingml/2006/main">
        <w:t>Class B</w:t>
      </w:r>
      <w:r xmlns:w="http://schemas.openxmlformats.org/wordprocessingml/2006/main">
        <w:tab/>
        <w:t>26</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All Structures</w:t>
      </w:r>
    </w:p>
    <w:p w:rsidR="00762E18" w:rsidP="00762E18" w:rsidRDefault="00762E18" w14:paraId="49519FAF" w14:textId="77777777"/>
    <w:p w:rsidR="00762E18" w:rsidP="00762E18" w:rsidRDefault="00762E18" w14:paraId="5B67E9D1"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16"/>
        <w:gridCol w:w="2481"/>
        <w:gridCol w:w="2970"/>
        <w:gridCol w:w="2160"/>
      </w:tblGrid>
      <w:tr w:rsidRPr="00762E18" w:rsidR="00762E18" w:rsidTr="00BC377D" w14:paraId="2374FDE8" w14:textId="77777777">
        <w:tc>
          <w:tcPr>
            <w:tcW w:w="1116" w:type="dxa"/>
            <w:tcBorders>
              <w:top w:val="single" w:color="auto" w:sz="2" w:space="0"/>
              <w:bottom w:val="single" w:color="000000" w:sz="12" w:space="0"/>
            </w:tcBorders>
            <w:shd w:val="clear" w:color="auto" w:fill="auto"/>
          </w:tcPr>
          <w:p w:rsidRPr="00762E18" w:rsidR="00762E18" w:rsidP="003F79C6" w:rsidRDefault="00762E18" w14:paraId="3C81F0AF" w14:textId="77777777">
            <w:pPr>
              <w:rPr>
                <w:b/>
                <w:bCs/>
              </w:rPr>
            </w:pPr>
            <w:r w:rsidRPr="00762E18">
              <w:rPr>
                <w:b/>
                <w:bCs/>
              </w:rPr>
              <w:t>Symbol</w:t>
            </w:r>
          </w:p>
        </w:tc>
        <w:tc>
          <w:tcPr>
            <w:tcW w:w="2481" w:type="dxa"/>
            <w:tcBorders>
              <w:top w:val="single" w:color="auto" w:sz="2" w:space="0"/>
              <w:bottom w:val="single" w:color="000000" w:sz="12" w:space="0"/>
            </w:tcBorders>
            <w:shd w:val="clear" w:color="auto" w:fill="auto"/>
          </w:tcPr>
          <w:p w:rsidRPr="00762E18" w:rsidR="00762E18" w:rsidP="003F79C6" w:rsidRDefault="00762E18" w14:paraId="5FFB49C8" w14:textId="77777777">
            <w:pPr>
              <w:rPr>
                <w:b/>
                <w:bCs/>
              </w:rPr>
            </w:pPr>
            <w:r w:rsidRPr="00762E18">
              <w:rPr>
                <w:b/>
                <w:bCs/>
              </w:rPr>
              <w:t>Scientific Name</w:t>
            </w:r>
          </w:p>
        </w:tc>
        <w:tc>
          <w:tcPr>
            <w:tcW w:w="2970" w:type="dxa"/>
            <w:tcBorders>
              <w:top w:val="single" w:color="auto" w:sz="2" w:space="0"/>
              <w:bottom w:val="single" w:color="000000" w:sz="12" w:space="0"/>
            </w:tcBorders>
            <w:shd w:val="clear" w:color="auto" w:fill="auto"/>
          </w:tcPr>
          <w:p w:rsidRPr="00762E18" w:rsidR="00762E18" w:rsidP="003F79C6" w:rsidRDefault="00762E18" w14:paraId="464A6030" w14:textId="77777777">
            <w:pPr>
              <w:rPr>
                <w:b/>
                <w:bCs/>
              </w:rPr>
            </w:pPr>
            <w:r w:rsidRPr="00762E18">
              <w:rPr>
                <w:b/>
                <w:bCs/>
              </w:rPr>
              <w:t>Common Name</w:t>
            </w:r>
          </w:p>
        </w:tc>
        <w:tc>
          <w:tcPr>
            <w:tcW w:w="2160" w:type="dxa"/>
            <w:tcBorders>
              <w:top w:val="single" w:color="auto" w:sz="2" w:space="0"/>
              <w:bottom w:val="single" w:color="000000" w:sz="12" w:space="0"/>
            </w:tcBorders>
            <w:shd w:val="clear" w:color="auto" w:fill="auto"/>
          </w:tcPr>
          <w:p w:rsidRPr="00762E18" w:rsidR="00762E18" w:rsidP="003F79C6" w:rsidRDefault="00762E18" w14:paraId="2E58E5CF" w14:textId="77777777">
            <w:pPr>
              <w:rPr>
                <w:b/>
                <w:bCs/>
              </w:rPr>
            </w:pPr>
            <w:r w:rsidRPr="00762E18">
              <w:rPr>
                <w:b/>
                <w:bCs/>
              </w:rPr>
              <w:t>Canopy Position</w:t>
            </w:r>
          </w:p>
        </w:tc>
      </w:tr>
      <w:tr w:rsidRPr="00762E18" w:rsidR="00762E18" w:rsidTr="00BC377D" w14:paraId="28A3E6E8" w14:textId="77777777">
        <w:tc>
          <w:tcPr>
            <w:tcW w:w="1116" w:type="dxa"/>
            <w:tcBorders>
              <w:top w:val="single" w:color="000000" w:sz="12" w:space="0"/>
            </w:tcBorders>
            <w:shd w:val="clear" w:color="auto" w:fill="auto"/>
          </w:tcPr>
          <w:p w:rsidRPr="00762E18" w:rsidR="00762E18" w:rsidP="003F79C6" w:rsidRDefault="00762E18" w14:paraId="5A3D809A" w14:textId="77777777">
            <w:pPr>
              <w:rPr>
                <w:bCs/>
              </w:rPr>
            </w:pPr>
            <w:r w:rsidRPr="00762E18">
              <w:rPr>
                <w:bCs/>
              </w:rPr>
              <w:t>BEPA</w:t>
            </w:r>
          </w:p>
        </w:tc>
        <w:tc>
          <w:tcPr>
            <w:tcW w:w="2481" w:type="dxa"/>
            <w:tcBorders>
              <w:top w:val="single" w:color="000000" w:sz="12" w:space="0"/>
            </w:tcBorders>
            <w:shd w:val="clear" w:color="auto" w:fill="auto"/>
          </w:tcPr>
          <w:p w:rsidRPr="00DA0F99" w:rsidR="00762E18" w:rsidP="003F79C6" w:rsidRDefault="00762E18" w14:paraId="047B6D30" w14:textId="3DFCC3DB">
            <w:pPr>
              <w:rPr>
                <w:i/>
                <w:iCs/>
              </w:rPr>
            </w:pPr>
            <w:r w:rsidRPr="00DA0F99">
              <w:rPr>
                <w:i/>
                <w:iCs/>
              </w:rPr>
              <w:t xml:space="preserve">Betula </w:t>
            </w:r>
            <w:r w:rsidRPr="00DA0F99" w:rsidR="000C7D90">
              <w:rPr>
                <w:i/>
                <w:iCs/>
              </w:rPr>
              <w:t>neoalaskana</w:t>
            </w:r>
          </w:p>
        </w:tc>
        <w:tc>
          <w:tcPr>
            <w:tcW w:w="2970" w:type="dxa"/>
            <w:tcBorders>
              <w:top w:val="single" w:color="000000" w:sz="12" w:space="0"/>
            </w:tcBorders>
            <w:shd w:val="clear" w:color="auto" w:fill="auto"/>
          </w:tcPr>
          <w:p w:rsidRPr="00762E18" w:rsidR="00762E18" w:rsidP="003F79C6" w:rsidRDefault="000C7D90" w14:paraId="0E188ABB" w14:textId="24F2773C">
            <w:r>
              <w:t>Alaska p</w:t>
            </w:r>
            <w:r w:rsidRPr="00762E18" w:rsidR="00762E18">
              <w:t>aper birch</w:t>
            </w:r>
          </w:p>
        </w:tc>
        <w:tc>
          <w:tcPr>
            <w:tcW w:w="2160" w:type="dxa"/>
            <w:tcBorders>
              <w:top w:val="single" w:color="000000" w:sz="12" w:space="0"/>
            </w:tcBorders>
            <w:shd w:val="clear" w:color="auto" w:fill="auto"/>
          </w:tcPr>
          <w:p w:rsidRPr="00762E18" w:rsidR="00762E18" w:rsidP="003F79C6" w:rsidRDefault="00762E18" w14:paraId="5E8ED590" w14:textId="77777777">
            <w:r w:rsidRPr="00762E18">
              <w:t>Upper</w:t>
            </w:r>
          </w:p>
        </w:tc>
      </w:tr>
      <w:tr w:rsidRPr="00762E18" w:rsidR="00762E18" w:rsidTr="00BC377D" w14:paraId="23463974" w14:textId="77777777">
        <w:tc>
          <w:tcPr>
            <w:tcW w:w="1116" w:type="dxa"/>
            <w:shd w:val="clear" w:color="auto" w:fill="auto"/>
          </w:tcPr>
          <w:p w:rsidRPr="00762E18" w:rsidR="00762E18" w:rsidP="003F79C6" w:rsidRDefault="00762E18" w14:paraId="32DE13D8" w14:textId="77777777">
            <w:pPr>
              <w:rPr>
                <w:bCs/>
              </w:rPr>
            </w:pPr>
            <w:r w:rsidRPr="00762E18">
              <w:rPr>
                <w:bCs/>
              </w:rPr>
              <w:t>PIGL</w:t>
            </w:r>
          </w:p>
        </w:tc>
        <w:tc>
          <w:tcPr>
            <w:tcW w:w="2481" w:type="dxa"/>
            <w:shd w:val="clear" w:color="auto" w:fill="auto"/>
          </w:tcPr>
          <w:p w:rsidRPr="00DA0F99" w:rsidR="00762E18" w:rsidP="003F79C6" w:rsidRDefault="00762E18" w14:paraId="0CAC1CD7" w14:textId="77777777">
            <w:pPr>
              <w:rPr>
                <w:i/>
                <w:iCs/>
              </w:rPr>
            </w:pPr>
            <w:r w:rsidRPr="00DA0F99">
              <w:rPr>
                <w:i/>
                <w:iCs/>
              </w:rPr>
              <w:t>Picea glauca</w:t>
            </w:r>
          </w:p>
        </w:tc>
        <w:tc>
          <w:tcPr>
            <w:tcW w:w="2970" w:type="dxa"/>
            <w:shd w:val="clear" w:color="auto" w:fill="auto"/>
          </w:tcPr>
          <w:p w:rsidRPr="00762E18" w:rsidR="00762E18" w:rsidP="003F79C6" w:rsidRDefault="00762E18" w14:paraId="41DB0FA4" w14:textId="77777777">
            <w:r w:rsidRPr="00762E18">
              <w:t>White spruce</w:t>
            </w:r>
          </w:p>
        </w:tc>
        <w:tc>
          <w:tcPr>
            <w:tcW w:w="2160" w:type="dxa"/>
            <w:shd w:val="clear" w:color="auto" w:fill="auto"/>
          </w:tcPr>
          <w:p w:rsidRPr="00762E18" w:rsidR="00762E18" w:rsidP="003F79C6" w:rsidRDefault="00762E18" w14:paraId="0BF3CE83" w14:textId="77777777">
            <w:r w:rsidRPr="00762E18">
              <w:t>Upper</w:t>
            </w:r>
          </w:p>
        </w:tc>
      </w:tr>
      <w:tr w:rsidRPr="00762E18" w:rsidR="00762E18" w:rsidTr="00BC377D" w14:paraId="70328947" w14:textId="77777777">
        <w:tc>
          <w:tcPr>
            <w:tcW w:w="1116" w:type="dxa"/>
            <w:shd w:val="clear" w:color="auto" w:fill="auto"/>
          </w:tcPr>
          <w:p w:rsidRPr="00762E18" w:rsidR="00762E18" w:rsidP="003F79C6" w:rsidRDefault="00762E18" w14:paraId="5816E404" w14:textId="77777777">
            <w:pPr>
              <w:rPr>
                <w:bCs/>
              </w:rPr>
            </w:pPr>
            <w:r w:rsidRPr="00762E18">
              <w:rPr>
                <w:bCs/>
              </w:rPr>
              <w:t>PIMA</w:t>
            </w:r>
          </w:p>
        </w:tc>
        <w:tc>
          <w:tcPr>
            <w:tcW w:w="2481" w:type="dxa"/>
            <w:shd w:val="clear" w:color="auto" w:fill="auto"/>
          </w:tcPr>
          <w:p w:rsidRPr="00DA0F99" w:rsidR="00762E18" w:rsidP="003F79C6" w:rsidRDefault="00762E18" w14:paraId="0136553C" w14:textId="77777777">
            <w:pPr>
              <w:rPr>
                <w:i/>
                <w:iCs/>
              </w:rPr>
            </w:pPr>
            <w:r w:rsidRPr="00DA0F99">
              <w:rPr>
                <w:i/>
                <w:iCs/>
              </w:rPr>
              <w:t>Picea mariana</w:t>
            </w:r>
          </w:p>
        </w:tc>
        <w:tc>
          <w:tcPr>
            <w:tcW w:w="2970" w:type="dxa"/>
            <w:shd w:val="clear" w:color="auto" w:fill="auto"/>
          </w:tcPr>
          <w:p w:rsidRPr="00762E18" w:rsidR="00762E18" w:rsidP="003F79C6" w:rsidRDefault="00762E18" w14:paraId="1C7081DE" w14:textId="77777777">
            <w:r w:rsidRPr="00762E18">
              <w:t>Black spruce</w:t>
            </w:r>
          </w:p>
        </w:tc>
        <w:tc>
          <w:tcPr>
            <w:tcW w:w="2160" w:type="dxa"/>
            <w:shd w:val="clear" w:color="auto" w:fill="auto"/>
          </w:tcPr>
          <w:p w:rsidRPr="00762E18" w:rsidR="00762E18" w:rsidP="003F79C6" w:rsidRDefault="00762E18" w14:paraId="2332D56D" w14:textId="77777777">
            <w:r w:rsidRPr="00762E18">
              <w:t>Upper</w:t>
            </w:r>
          </w:p>
        </w:tc>
      </w:tr>
      <w:tr w:rsidRPr="00762E18" w:rsidR="00762E18" w:rsidTr="00BC377D" w14:paraId="3D2A6F6F" w14:textId="77777777">
        <w:tc>
          <w:tcPr>
            <w:tcW w:w="1116" w:type="dxa"/>
            <w:shd w:val="clear" w:color="auto" w:fill="auto"/>
          </w:tcPr>
          <w:p w:rsidRPr="00762E18" w:rsidR="00762E18" w:rsidP="003F79C6" w:rsidRDefault="00762E18" w14:paraId="5DC966B5" w14:textId="77777777">
            <w:pPr>
              <w:rPr>
                <w:bCs/>
              </w:rPr>
            </w:pPr>
            <w:r w:rsidRPr="00762E18">
              <w:rPr>
                <w:bCs/>
              </w:rPr>
              <w:t>ALNUS</w:t>
            </w:r>
          </w:p>
        </w:tc>
        <w:tc>
          <w:tcPr>
            <w:tcW w:w="2481" w:type="dxa"/>
            <w:shd w:val="clear" w:color="auto" w:fill="auto"/>
          </w:tcPr>
          <w:p w:rsidRPr="00DA0F99" w:rsidR="00762E18" w:rsidP="00DA0F99" w:rsidRDefault="00762E18" w14:paraId="1276245E" w14:textId="465EA263">
            <w:pPr>
              <w:tabs>
                <w:tab w:val="center" w:pos="1132"/>
              </w:tabs>
              <w:rPr>
                <w:i/>
                <w:iCs/>
              </w:rPr>
            </w:pPr>
            <w:r w:rsidRPr="00DA0F99">
              <w:rPr>
                <w:i/>
                <w:iCs/>
              </w:rPr>
              <w:t>Alnus</w:t>
            </w:r>
            <w:r w:rsidR="00DA0F99">
              <w:rPr>
                <w:i/>
                <w:iCs/>
              </w:rPr>
              <w:t xml:space="preserve"> </w:t>
            </w:r>
            <w:r w:rsidR="00DA0F99">
              <w:t>spp.</w:t>
            </w:r>
            <w:r w:rsidR="00DA0F99">
              <w:rPr>
                <w:i/>
                <w:iCs/>
              </w:rPr>
              <w:tab/>
            </w:r>
          </w:p>
        </w:tc>
        <w:tc>
          <w:tcPr>
            <w:tcW w:w="2970" w:type="dxa"/>
            <w:shd w:val="clear" w:color="auto" w:fill="auto"/>
          </w:tcPr>
          <w:p w:rsidRPr="00762E18" w:rsidR="00762E18" w:rsidP="003F79C6" w:rsidRDefault="00762E18" w14:paraId="595DF23A" w14:textId="77777777">
            <w:r w:rsidRPr="00762E18">
              <w:t>Alder</w:t>
            </w:r>
          </w:p>
        </w:tc>
        <w:tc>
          <w:tcPr>
            <w:tcW w:w="2160" w:type="dxa"/>
            <w:shd w:val="clear" w:color="auto" w:fill="auto"/>
          </w:tcPr>
          <w:p w:rsidRPr="00762E18" w:rsidR="00762E18" w:rsidP="003F79C6" w:rsidRDefault="00762E18" w14:paraId="0422913C" w14:textId="77777777">
            <w:r w:rsidRPr="00762E18">
              <w:t>Middle</w:t>
            </w:r>
          </w:p>
        </w:tc>
      </w:tr>
    </w:tbl>
    <w:p w:rsidR="00762E18" w:rsidP="00762E18" w:rsidRDefault="00762E18" w14:paraId="2001B77D" w14:textId="77777777"/>
    <w:p w:rsidR="00762E18" w:rsidP="00762E18" w:rsidRDefault="00762E18" w14:paraId="7CE8F8CB" w14:textId="77777777">
      <w:pPr>
        <w:pStyle w:val="SClassInfoPara"/>
      </w:pPr>
      <w:r>
        <w:t>Description</w:t>
      </w:r>
    </w:p>
    <w:p w:rsidR="00762E18" w:rsidP="00762E18" w:rsidRDefault="00762E18" w14:paraId="37E15D41" w14:textId="0B204F3B">
      <w:r>
        <w:t>White spruce-hardwood mix. This is a mixed white spruce</w:t>
      </w:r>
      <w:r w:rsidR="003251D2">
        <w:t>/</w:t>
      </w:r>
      <w:r>
        <w:t>black spruce</w:t>
      </w:r>
      <w:r w:rsidR="003251D2">
        <w:t>/</w:t>
      </w:r>
      <w:r>
        <w:t xml:space="preserve">hardwood forest. Black spruce is more </w:t>
      </w:r>
      <w:r w:rsidR="000626D1">
        <w:t>common,</w:t>
      </w:r>
      <w:r>
        <w:t xml:space="preserve"> and hardwoods are less common in the northern boreal region. Early in this age range, hardwoods will dominate the overstory. Spruce species typically will not overtop the shrub layer until age 30-50. By the end of this age range, the canopy will typically be dominated by a mixture of birch and spruce.</w:t>
      </w:r>
    </w:p>
    <w:p w:rsidR="00762E18" w:rsidP="00762E18" w:rsidRDefault="00762E18" w14:paraId="5BC36A57" w14:textId="77777777"/>
    <w:p w:rsidR="00762E18" w:rsidP="00762E18" w:rsidRDefault="00762E18" w14:paraId="72D382BD" w14:textId="032492BE">
      <w:r>
        <w:t xml:space="preserve">Species composition is highly variable in this class, depending on landscape context, site characteristics, disturbance history and available seed sources. </w:t>
      </w:r>
      <w:r w:rsidRPr="00B0591E">
        <w:rPr>
          <w:i/>
          <w:iCs/>
        </w:rPr>
        <w:t xml:space="preserve">Picea glauca, Betula </w:t>
      </w:r>
      <w:r w:rsidRPr="00B0591E" w:rsidR="000C7D90">
        <w:rPr>
          <w:i/>
          <w:iCs/>
        </w:rPr>
        <w:t>neoalaskana</w:t>
      </w:r>
      <w:r w:rsidRPr="00B0591E">
        <w:rPr>
          <w:i/>
          <w:iCs/>
        </w:rPr>
        <w:t>, Populus balsamifera</w:t>
      </w:r>
      <w:r w:rsidRPr="00B0591E" w:rsidR="002760BD">
        <w:rPr>
          <w:i/>
          <w:iCs/>
        </w:rPr>
        <w:t xml:space="preserve">, P. balsamifera </w:t>
      </w:r>
      <w:r w:rsidRPr="00953C4A" w:rsidR="002760BD">
        <w:t>ssp.</w:t>
      </w:r>
      <w:r w:rsidRPr="00B0591E" w:rsidR="002760BD">
        <w:rPr>
          <w:i/>
          <w:iCs/>
        </w:rPr>
        <w:t xml:space="preserve"> trichocarpa</w:t>
      </w:r>
      <w:r>
        <w:t xml:space="preserve">, </w:t>
      </w:r>
      <w:r w:rsidRPr="00B0591E">
        <w:rPr>
          <w:i/>
          <w:iCs/>
        </w:rPr>
        <w:t xml:space="preserve">Alnus </w:t>
      </w:r>
      <w:r>
        <w:t xml:space="preserve">spp. and </w:t>
      </w:r>
      <w:r w:rsidRPr="00B0591E">
        <w:rPr>
          <w:i/>
          <w:iCs/>
        </w:rPr>
        <w:t>Salix</w:t>
      </w:r>
      <w:r>
        <w:t xml:space="preserve"> spp. typically dominate the overstory, though </w:t>
      </w:r>
      <w:r w:rsidRPr="00B0591E">
        <w:rPr>
          <w:i/>
          <w:iCs/>
        </w:rPr>
        <w:t>Picea mariana</w:t>
      </w:r>
      <w:r>
        <w:t xml:space="preserve"> may be common, especially in the northern boreal region. The understory commonly includes </w:t>
      </w:r>
      <w:r w:rsidRPr="00B0591E">
        <w:rPr>
          <w:i/>
          <w:iCs/>
        </w:rPr>
        <w:t>Rosa acicularis, Carex</w:t>
      </w:r>
      <w:r>
        <w:t xml:space="preserve"> spp.</w:t>
      </w:r>
      <w:r w:rsidR="00D620D0">
        <w:t>,</w:t>
      </w:r>
      <w:r>
        <w:t xml:space="preserve"> and </w:t>
      </w:r>
      <w:r w:rsidRPr="00B0591E">
        <w:rPr>
          <w:i/>
          <w:iCs/>
        </w:rPr>
        <w:t>Calamagrostis canadensis</w:t>
      </w:r>
      <w:r>
        <w:t>. Though species composition is highly variable, this class can be distinguished for mapping purposes by canopy composition (&gt;50% hardwoods).</w:t>
      </w:r>
    </w:p>
    <w:p w:rsidR="00762E18" w:rsidP="00762E18" w:rsidRDefault="00762E18" w14:paraId="3A16A5FB" w14:textId="77777777"/>
    <w:p>
      <w:r>
        <w:rPr>
          <w:i/>
          <w:u w:val="single"/>
        </w:rPr>
        <w:t>Maximum Tree Size Class</w:t>
      </w:r>
      <w:br/>
      <w:r>
        <w:t>Pole 5–9" (swd)/5–11" (hwd)</w:t>
      </w:r>
    </w:p>
    <w:p w:rsidR="00762E18" w:rsidP="00762E18" w:rsidRDefault="00762E18" w14:paraId="11EA59F0" w14:textId="7BA09B3F">
      <w:pPr>
        <w:pStyle w:val="InfoPara"/>
        <w:pBdr>
          <w:top w:val="single" w:color="auto" w:sz="4" w:space="1"/>
        </w:pBdr>
      </w:pPr>
      <w:r xmlns:w="http://schemas.openxmlformats.org/wordprocessingml/2006/main">
        <w:t>Class C</w:t>
      </w:r>
      <w:r xmlns:w="http://schemas.openxmlformats.org/wordprocessingml/2006/main">
        <w:tab/>
        <w:t>69</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All Structures</w:t>
      </w:r>
    </w:p>
    <w:p w:rsidR="00762E18" w:rsidP="00762E18" w:rsidRDefault="00762E18" w14:paraId="7A187E34" w14:textId="77777777"/>
    <w:p w:rsidR="00762E18" w:rsidP="00762E18" w:rsidRDefault="00762E18" w14:paraId="18AE863C"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04"/>
        <w:gridCol w:w="2583"/>
        <w:gridCol w:w="2790"/>
        <w:gridCol w:w="2340"/>
      </w:tblGrid>
      <w:tr w:rsidRPr="00762E18" w:rsidR="00762E18" w:rsidTr="00BC377D" w14:paraId="176D2071" w14:textId="77777777">
        <w:tc>
          <w:tcPr>
            <w:tcW w:w="1104" w:type="dxa"/>
            <w:tcBorders>
              <w:top w:val="single" w:color="auto" w:sz="2" w:space="0"/>
              <w:bottom w:val="single" w:color="000000" w:sz="12" w:space="0"/>
            </w:tcBorders>
            <w:shd w:val="clear" w:color="auto" w:fill="auto"/>
          </w:tcPr>
          <w:p w:rsidRPr="00762E18" w:rsidR="00762E18" w:rsidP="006B0F53" w:rsidRDefault="00762E18" w14:paraId="7A606138" w14:textId="77777777">
            <w:pPr>
              <w:rPr>
                <w:b/>
                <w:bCs/>
              </w:rPr>
            </w:pPr>
            <w:r w:rsidRPr="00762E18">
              <w:rPr>
                <w:b/>
                <w:bCs/>
              </w:rPr>
              <w:t>Symbol</w:t>
            </w:r>
          </w:p>
        </w:tc>
        <w:tc>
          <w:tcPr>
            <w:tcW w:w="2583" w:type="dxa"/>
            <w:tcBorders>
              <w:top w:val="single" w:color="auto" w:sz="2" w:space="0"/>
              <w:bottom w:val="single" w:color="000000" w:sz="12" w:space="0"/>
            </w:tcBorders>
            <w:shd w:val="clear" w:color="auto" w:fill="auto"/>
          </w:tcPr>
          <w:p w:rsidRPr="00762E18" w:rsidR="00762E18" w:rsidP="006B0F53" w:rsidRDefault="00762E18" w14:paraId="5E7E8EBD" w14:textId="77777777">
            <w:pPr>
              <w:rPr>
                <w:b/>
                <w:bCs/>
              </w:rPr>
            </w:pPr>
            <w:r w:rsidRPr="00762E18">
              <w:rPr>
                <w:b/>
                <w:bCs/>
              </w:rPr>
              <w:t>Scientific Name</w:t>
            </w:r>
          </w:p>
        </w:tc>
        <w:tc>
          <w:tcPr>
            <w:tcW w:w="2790" w:type="dxa"/>
            <w:tcBorders>
              <w:top w:val="single" w:color="auto" w:sz="2" w:space="0"/>
              <w:bottom w:val="single" w:color="000000" w:sz="12" w:space="0"/>
            </w:tcBorders>
            <w:shd w:val="clear" w:color="auto" w:fill="auto"/>
          </w:tcPr>
          <w:p w:rsidRPr="00762E18" w:rsidR="00762E18" w:rsidP="006B0F53" w:rsidRDefault="00762E18" w14:paraId="3836C9FE" w14:textId="77777777">
            <w:pPr>
              <w:rPr>
                <w:b/>
                <w:bCs/>
              </w:rPr>
            </w:pPr>
            <w:r w:rsidRPr="00762E18">
              <w:rPr>
                <w:b/>
                <w:bCs/>
              </w:rPr>
              <w:t>Common Name</w:t>
            </w:r>
          </w:p>
        </w:tc>
        <w:tc>
          <w:tcPr>
            <w:tcW w:w="2340" w:type="dxa"/>
            <w:tcBorders>
              <w:top w:val="single" w:color="auto" w:sz="2" w:space="0"/>
              <w:bottom w:val="single" w:color="000000" w:sz="12" w:space="0"/>
            </w:tcBorders>
            <w:shd w:val="clear" w:color="auto" w:fill="auto"/>
          </w:tcPr>
          <w:p w:rsidRPr="00762E18" w:rsidR="00762E18" w:rsidP="006B0F53" w:rsidRDefault="00762E18" w14:paraId="28EFED3E" w14:textId="77777777">
            <w:pPr>
              <w:rPr>
                <w:b/>
                <w:bCs/>
              </w:rPr>
            </w:pPr>
            <w:r w:rsidRPr="00762E18">
              <w:rPr>
                <w:b/>
                <w:bCs/>
              </w:rPr>
              <w:t>Canopy Position</w:t>
            </w:r>
          </w:p>
        </w:tc>
      </w:tr>
      <w:tr w:rsidRPr="00762E18" w:rsidR="00762E18" w:rsidTr="00BC377D" w14:paraId="6E932E37" w14:textId="77777777">
        <w:tc>
          <w:tcPr>
            <w:tcW w:w="1104" w:type="dxa"/>
            <w:tcBorders>
              <w:top w:val="single" w:color="000000" w:sz="12" w:space="0"/>
            </w:tcBorders>
            <w:shd w:val="clear" w:color="auto" w:fill="auto"/>
          </w:tcPr>
          <w:p w:rsidRPr="00762E18" w:rsidR="00762E18" w:rsidP="006B0F53" w:rsidRDefault="00762E18" w14:paraId="50825C60" w14:textId="77777777">
            <w:pPr>
              <w:rPr>
                <w:bCs/>
              </w:rPr>
            </w:pPr>
            <w:r w:rsidRPr="00762E18">
              <w:rPr>
                <w:bCs/>
              </w:rPr>
              <w:t>PIGL</w:t>
            </w:r>
          </w:p>
        </w:tc>
        <w:tc>
          <w:tcPr>
            <w:tcW w:w="2583" w:type="dxa"/>
            <w:tcBorders>
              <w:top w:val="single" w:color="000000" w:sz="12" w:space="0"/>
            </w:tcBorders>
            <w:shd w:val="clear" w:color="auto" w:fill="auto"/>
          </w:tcPr>
          <w:p w:rsidRPr="001F2E53" w:rsidR="00762E18" w:rsidP="006B0F53" w:rsidRDefault="00762E18" w14:paraId="341EBA19" w14:textId="77777777">
            <w:pPr>
              <w:rPr>
                <w:i/>
                <w:iCs/>
              </w:rPr>
            </w:pPr>
            <w:r w:rsidRPr="001F2E53">
              <w:rPr>
                <w:i/>
                <w:iCs/>
              </w:rPr>
              <w:t>Picea glauca</w:t>
            </w:r>
          </w:p>
        </w:tc>
        <w:tc>
          <w:tcPr>
            <w:tcW w:w="2790" w:type="dxa"/>
            <w:tcBorders>
              <w:top w:val="single" w:color="000000" w:sz="12" w:space="0"/>
            </w:tcBorders>
            <w:shd w:val="clear" w:color="auto" w:fill="auto"/>
          </w:tcPr>
          <w:p w:rsidRPr="00762E18" w:rsidR="00762E18" w:rsidP="006B0F53" w:rsidRDefault="00762E18" w14:paraId="19D62827" w14:textId="77777777">
            <w:r w:rsidRPr="00762E18">
              <w:t>White spruce</w:t>
            </w:r>
          </w:p>
        </w:tc>
        <w:tc>
          <w:tcPr>
            <w:tcW w:w="2340" w:type="dxa"/>
            <w:tcBorders>
              <w:top w:val="single" w:color="000000" w:sz="12" w:space="0"/>
            </w:tcBorders>
            <w:shd w:val="clear" w:color="auto" w:fill="auto"/>
          </w:tcPr>
          <w:p w:rsidRPr="00762E18" w:rsidR="00762E18" w:rsidP="006B0F53" w:rsidRDefault="00762E18" w14:paraId="47CF1631" w14:textId="77777777">
            <w:r w:rsidRPr="00762E18">
              <w:t>Upper</w:t>
            </w:r>
          </w:p>
        </w:tc>
      </w:tr>
      <w:tr w:rsidRPr="00762E18" w:rsidR="00762E18" w:rsidTr="00BC377D" w14:paraId="7BC8D8CF" w14:textId="77777777">
        <w:tc>
          <w:tcPr>
            <w:tcW w:w="1104" w:type="dxa"/>
            <w:shd w:val="clear" w:color="auto" w:fill="auto"/>
          </w:tcPr>
          <w:p w:rsidRPr="00762E18" w:rsidR="00762E18" w:rsidP="006B0F53" w:rsidRDefault="00762E18" w14:paraId="1F60DAB6" w14:textId="77777777">
            <w:pPr>
              <w:rPr>
                <w:bCs/>
              </w:rPr>
            </w:pPr>
            <w:r w:rsidRPr="00762E18">
              <w:rPr>
                <w:bCs/>
              </w:rPr>
              <w:t>BEPA</w:t>
            </w:r>
          </w:p>
        </w:tc>
        <w:tc>
          <w:tcPr>
            <w:tcW w:w="2583" w:type="dxa"/>
            <w:shd w:val="clear" w:color="auto" w:fill="auto"/>
          </w:tcPr>
          <w:p w:rsidRPr="001F2E53" w:rsidR="00762E18" w:rsidP="006B0F53" w:rsidRDefault="00762E18" w14:paraId="61B32CCA" w14:textId="5B70C961">
            <w:pPr>
              <w:rPr>
                <w:i/>
                <w:iCs/>
              </w:rPr>
            </w:pPr>
            <w:r w:rsidRPr="001F2E53">
              <w:rPr>
                <w:i/>
                <w:iCs/>
              </w:rPr>
              <w:t xml:space="preserve">Betula </w:t>
            </w:r>
            <w:r w:rsidRPr="001F2E53" w:rsidR="000C7D90">
              <w:rPr>
                <w:i/>
                <w:iCs/>
              </w:rPr>
              <w:t>neoalaskana</w:t>
            </w:r>
          </w:p>
        </w:tc>
        <w:tc>
          <w:tcPr>
            <w:tcW w:w="2790" w:type="dxa"/>
            <w:shd w:val="clear" w:color="auto" w:fill="auto"/>
          </w:tcPr>
          <w:p w:rsidRPr="00762E18" w:rsidR="00762E18" w:rsidP="006B0F53" w:rsidRDefault="000C7D90" w14:paraId="31CA35D3" w14:textId="10EA7412">
            <w:r>
              <w:t>Alaska p</w:t>
            </w:r>
            <w:r w:rsidRPr="00762E18" w:rsidR="00762E18">
              <w:t>aper birch</w:t>
            </w:r>
          </w:p>
        </w:tc>
        <w:tc>
          <w:tcPr>
            <w:tcW w:w="2340" w:type="dxa"/>
            <w:shd w:val="clear" w:color="auto" w:fill="auto"/>
          </w:tcPr>
          <w:p w:rsidRPr="00762E18" w:rsidR="00762E18" w:rsidP="006B0F53" w:rsidRDefault="00762E18" w14:paraId="357F9D78" w14:textId="77777777">
            <w:r w:rsidRPr="00762E18">
              <w:t>Upper</w:t>
            </w:r>
          </w:p>
        </w:tc>
      </w:tr>
      <w:tr w:rsidRPr="00762E18" w:rsidR="00762E18" w:rsidTr="00BC377D" w14:paraId="25741BFD" w14:textId="77777777">
        <w:tc>
          <w:tcPr>
            <w:tcW w:w="1104" w:type="dxa"/>
            <w:shd w:val="clear" w:color="auto" w:fill="auto"/>
          </w:tcPr>
          <w:p w:rsidRPr="00762E18" w:rsidR="00762E18" w:rsidP="006B0F53" w:rsidRDefault="00762E18" w14:paraId="633283B2" w14:textId="77777777">
            <w:pPr>
              <w:rPr>
                <w:bCs/>
              </w:rPr>
            </w:pPr>
            <w:r w:rsidRPr="00762E18">
              <w:rPr>
                <w:bCs/>
              </w:rPr>
              <w:t>POBA2</w:t>
            </w:r>
          </w:p>
        </w:tc>
        <w:tc>
          <w:tcPr>
            <w:tcW w:w="2583" w:type="dxa"/>
            <w:shd w:val="clear" w:color="auto" w:fill="auto"/>
          </w:tcPr>
          <w:p w:rsidRPr="001F2E53" w:rsidR="00762E18" w:rsidP="006B0F53" w:rsidRDefault="00762E18" w14:paraId="23F31F4E" w14:textId="77777777">
            <w:pPr>
              <w:rPr>
                <w:i/>
                <w:iCs/>
              </w:rPr>
            </w:pPr>
            <w:r w:rsidRPr="001F2E53">
              <w:rPr>
                <w:i/>
                <w:iCs/>
              </w:rPr>
              <w:t>Populus balsamifera</w:t>
            </w:r>
          </w:p>
        </w:tc>
        <w:tc>
          <w:tcPr>
            <w:tcW w:w="2790" w:type="dxa"/>
            <w:shd w:val="clear" w:color="auto" w:fill="auto"/>
          </w:tcPr>
          <w:p w:rsidRPr="00762E18" w:rsidR="00762E18" w:rsidP="006B0F53" w:rsidRDefault="00762E18" w14:paraId="4104AC6E" w14:textId="77777777">
            <w:r w:rsidRPr="00762E18">
              <w:t>Balsam poplar</w:t>
            </w:r>
          </w:p>
        </w:tc>
        <w:tc>
          <w:tcPr>
            <w:tcW w:w="2340" w:type="dxa"/>
            <w:shd w:val="clear" w:color="auto" w:fill="auto"/>
          </w:tcPr>
          <w:p w:rsidRPr="00762E18" w:rsidR="00762E18" w:rsidP="006B0F53" w:rsidRDefault="00762E18" w14:paraId="6B57E188" w14:textId="77777777">
            <w:r w:rsidRPr="00762E18">
              <w:t>Upper</w:t>
            </w:r>
          </w:p>
        </w:tc>
      </w:tr>
      <w:tr w:rsidRPr="00762E18" w:rsidR="00762E18" w:rsidTr="00BC377D" w14:paraId="30F0897C" w14:textId="77777777">
        <w:tc>
          <w:tcPr>
            <w:tcW w:w="1104" w:type="dxa"/>
            <w:shd w:val="clear" w:color="auto" w:fill="auto"/>
          </w:tcPr>
          <w:p w:rsidRPr="00762E18" w:rsidR="00762E18" w:rsidP="006B0F53" w:rsidRDefault="00762E18" w14:paraId="72627CDE" w14:textId="77777777">
            <w:pPr>
              <w:rPr>
                <w:bCs/>
              </w:rPr>
            </w:pPr>
            <w:r w:rsidRPr="00762E18">
              <w:rPr>
                <w:bCs/>
              </w:rPr>
              <w:t>PIMA</w:t>
            </w:r>
          </w:p>
        </w:tc>
        <w:tc>
          <w:tcPr>
            <w:tcW w:w="2583" w:type="dxa"/>
            <w:shd w:val="clear" w:color="auto" w:fill="auto"/>
          </w:tcPr>
          <w:p w:rsidRPr="001F2E53" w:rsidR="00762E18" w:rsidP="006B0F53" w:rsidRDefault="00762E18" w14:paraId="475D472F" w14:textId="77777777">
            <w:pPr>
              <w:rPr>
                <w:i/>
                <w:iCs/>
              </w:rPr>
            </w:pPr>
            <w:r w:rsidRPr="001F2E53">
              <w:rPr>
                <w:i/>
                <w:iCs/>
              </w:rPr>
              <w:t>Picea mariana</w:t>
            </w:r>
          </w:p>
        </w:tc>
        <w:tc>
          <w:tcPr>
            <w:tcW w:w="2790" w:type="dxa"/>
            <w:shd w:val="clear" w:color="auto" w:fill="auto"/>
          </w:tcPr>
          <w:p w:rsidRPr="00762E18" w:rsidR="00762E18" w:rsidP="006B0F53" w:rsidRDefault="00762E18" w14:paraId="6080BDB3" w14:textId="77777777">
            <w:r w:rsidRPr="00762E18">
              <w:t>Black spruce</w:t>
            </w:r>
          </w:p>
        </w:tc>
        <w:tc>
          <w:tcPr>
            <w:tcW w:w="2340" w:type="dxa"/>
            <w:shd w:val="clear" w:color="auto" w:fill="auto"/>
          </w:tcPr>
          <w:p w:rsidRPr="00762E18" w:rsidR="00762E18" w:rsidP="006B0F53" w:rsidRDefault="00762E18" w14:paraId="45FA5DE2" w14:textId="77777777">
            <w:r w:rsidRPr="00762E18">
              <w:t>Upper</w:t>
            </w:r>
          </w:p>
        </w:tc>
      </w:tr>
    </w:tbl>
    <w:p w:rsidR="00762E18" w:rsidP="00762E18" w:rsidRDefault="00762E18" w14:paraId="16D7207B" w14:textId="77777777"/>
    <w:p w:rsidR="00762E18" w:rsidP="00762E18" w:rsidRDefault="00762E18" w14:paraId="5605DEA2" w14:textId="77777777">
      <w:pPr>
        <w:pStyle w:val="SClassInfoPara"/>
      </w:pPr>
      <w:r>
        <w:t>Description</w:t>
      </w:r>
    </w:p>
    <w:p w:rsidR="00762E18" w:rsidP="00762E18" w:rsidRDefault="00762E18" w14:paraId="5D0C1B73" w14:textId="77777777">
      <w:r>
        <w:t>Mature spruce forest. This class is typically dominated by mature spruce (&gt;50% spruce in the canopy). More northern sites will have more black spruce, while more southern sites will be mostly white spruce. However, when these stands extend to the far north of the Boreal region, such as the south slopes of the Brooks Range, white spruce will dominate over black spruce. Birch frequently persists in the canopy but typically will constitute &lt;50% of the canopy.</w:t>
      </w:r>
    </w:p>
    <w:p w:rsidR="00762E18" w:rsidP="00762E18" w:rsidRDefault="00762E18" w14:paraId="34860164" w14:textId="77777777"/>
    <w:p w:rsidR="00762E18" w:rsidP="00762E18" w:rsidRDefault="00762E18" w14:paraId="13F0216A" w14:textId="0E7F77DB">
      <w:r>
        <w:t xml:space="preserve">Understory plants include </w:t>
      </w:r>
      <w:r w:rsidRPr="00B0591E">
        <w:rPr>
          <w:i/>
          <w:iCs/>
        </w:rPr>
        <w:t>Alnus tenuifolia, Rosa acicularis, Cornus canadensis, Equisetum arvense, Hylocomium splendens</w:t>
      </w:r>
      <w:r w:rsidR="00F54A2E">
        <w:rPr>
          <w:i/>
          <w:iCs/>
        </w:rPr>
        <w:t>,</w:t>
      </w:r>
      <w:r>
        <w:t xml:space="preserve"> and </w:t>
      </w:r>
      <w:r w:rsidRPr="00B0591E">
        <w:rPr>
          <w:i/>
          <w:iCs/>
        </w:rPr>
        <w:t>Rhytidiadelphus triquetrus</w:t>
      </w:r>
      <w:r>
        <w:t xml:space="preserve"> (Jorgenson et al. 1999).</w:t>
      </w:r>
    </w:p>
    <w:p w:rsidR="00762E18" w:rsidP="00762E18" w:rsidRDefault="00762E18" w14:paraId="04A29363" w14:textId="77777777"/>
    <w:p>
      <w:r>
        <w:rPr>
          <w:i/>
          <w:u w:val="single"/>
        </w:rPr>
        <w:t>Maximum Tree Size Class</w:t>
      </w:r>
      <w:br/>
      <w:r>
        <w:t>Med. 9–20" (swd)/11–20" (hwd)</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Mid1:ALL</w:t>
            </w:r>
          </w:p>
        </w:tc>
        <w:tc>
          <w:p>
            <w:pPr>
              <w:jc w:val="center"/>
            </w:pPr>
            <w:r>
              <w:rPr>
                <w:sz w:val="20"/>
              </w:rPr>
              <w:t>15</w:t>
            </w:r>
          </w:p>
        </w:tc>
      </w:tr>
      <w:tr>
        <w:tc>
          <w:p>
            <w:pPr>
              <w:jc w:val="center"/>
            </w:pPr>
            <w:r>
              <w:rPr>
                <w:sz w:val="20"/>
              </w:rPr>
              <w:t>Mid1:ALL</w:t>
            </w:r>
          </w:p>
        </w:tc>
        <w:tc>
          <w:p>
            <w:pPr>
              <w:jc w:val="center"/>
            </w:pPr>
            <w:r>
              <w:rPr>
                <w:sz w:val="20"/>
              </w:rPr>
              <w:t>16</w:t>
            </w:r>
          </w:p>
        </w:tc>
        <w:tc>
          <w:p>
            <w:pPr>
              <w:jc w:val="center"/>
            </w:pPr>
            <w:r>
              <w:rPr>
                <w:sz w:val="20"/>
              </w:rPr>
              <w:t>Late1:ALL</w:t>
            </w:r>
          </w:p>
        </w:tc>
        <w:tc>
          <w:p>
            <w:pPr>
              <w:jc w:val="center"/>
            </w:pPr>
            <w:r>
              <w:rPr>
                <w:sz w:val="20"/>
              </w:rPr>
              <w:t>119</w:t>
            </w:r>
          </w:p>
        </w:tc>
      </w:tr>
      <w:tr>
        <w:tc>
          <w:p>
            <w:pPr>
              <w:jc w:val="center"/>
            </w:pPr>
            <w:r>
              <w:rPr>
                <w:sz w:val="20"/>
              </w:rPr>
              <w:t>Late1:ALL</w:t>
            </w:r>
          </w:p>
        </w:tc>
        <w:tc>
          <w:p>
            <w:pPr>
              <w:jc w:val="center"/>
            </w:pPr>
            <w:r>
              <w:rPr>
                <w:sz w:val="20"/>
              </w:rPr>
              <w:t>120</w:t>
            </w:r>
          </w:p>
        </w:tc>
        <w:tc>
          <w:p>
            <w:pPr>
              <w:jc w:val="center"/>
            </w:pPr>
            <w:r>
              <w:rPr>
                <w:sz w:val="20"/>
              </w:rPr>
              <w:t>Late1:ALL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Replacement Fire</w:t>
            </w:r>
          </w:p>
        </w:tc>
        <w:tc>
          <w:p>
            <w:pPr>
              <w:jc w:val="center"/>
            </w:pPr>
            <w:r>
              <w:rPr>
                <w:sz w:val="20"/>
              </w:rPr>
              <w:t>Early1:ALL</w:t>
            </w:r>
          </w:p>
        </w:tc>
        <w:tc>
          <w:p>
            <w:pPr>
              <w:jc w:val="center"/>
            </w:pPr>
            <w:r>
              <w:rPr>
                <w:sz w:val="20"/>
              </w:rPr>
              <w:t>Early1:ALL</w:t>
            </w:r>
          </w:p>
        </w:tc>
        <w:tc>
          <w:p>
            <w:pPr>
              <w:jc w:val="center"/>
            </w:pPr>
            <w:r>
              <w:rPr>
                <w:sz w:val="20"/>
              </w:rPr>
              <w:t>0.002</w:t>
            </w:r>
          </w:p>
        </w:tc>
        <w:tc>
          <w:p>
            <w:pPr>
              <w:jc w:val="center"/>
            </w:pPr>
            <w:r>
              <w:rPr>
                <w:sz w:val="20"/>
              </w:rPr>
              <w:t>500</w:t>
            </w:r>
          </w:p>
        </w:tc>
        <w:tc>
          <w:p>
            <w:pPr>
              <w:jc w:val="center"/>
            </w:pPr>
            <w:r>
              <w:rPr>
                <w:sz w:val="20"/>
              </w:rPr>
              <w:t>Yes</w:t>
            </w:r>
          </w:p>
        </w:tc>
        <w:tc>
          <w:p>
            <w:pPr>
              <w:jc w:val="center"/>
            </w:pPr>
            <w:r>
              <w:rPr>
                <w:sz w:val="20"/>
              </w:rPr>
              <w:t>0</w:t>
            </w:r>
          </w:p>
        </w:tc>
      </w:tr>
      <w:tr>
        <w:tc>
          <w:p>
            <w:pPr>
              <w:jc w:val="center"/>
            </w:pPr>
            <w:r>
              <w:rPr>
                <w:sz w:val="20"/>
              </w:rPr>
              <w:t>Optional 1</w:t>
            </w:r>
          </w:p>
        </w:tc>
        <w:tc>
          <w:p>
            <w:pPr>
              <w:jc w:val="center"/>
            </w:pPr>
            <w:r>
              <w:rPr>
                <w:sz w:val="20"/>
              </w:rPr>
              <w:t>Early1:ALL</w:t>
            </w:r>
          </w:p>
        </w:tc>
        <w:tc>
          <w:p>
            <w:pPr>
              <w:jc w:val="center"/>
            </w:pPr>
            <w:r>
              <w:rPr>
                <w:sz w:val="20"/>
              </w:rPr>
              <w:t>Early1:ALL</w:t>
            </w:r>
          </w:p>
        </w:tc>
        <w:tc>
          <w:p>
            <w:pPr>
              <w:jc w:val="center"/>
            </w:pPr>
            <w:r>
              <w:rPr>
                <w:sz w:val="20"/>
              </w:rPr>
              <w:t>0.1</w:t>
            </w:r>
          </w:p>
        </w:tc>
        <w:tc>
          <w:p>
            <w:pPr>
              <w:jc w:val="center"/>
            </w:pPr>
            <w:r>
              <w:rPr>
                <w:sz w:val="20"/>
              </w:rPr>
              <w:t>10</w:t>
            </w:r>
          </w:p>
        </w:tc>
        <w:tc>
          <w:p>
            <w:pPr>
              <w:jc w:val="center"/>
            </w:pPr>
            <w:r>
              <w:rPr>
                <w:sz w:val="20"/>
              </w:rPr>
              <w:t>Yes</w:t>
            </w:r>
          </w:p>
        </w:tc>
        <w:tc>
          <w:p>
            <w:pPr>
              <w:jc w:val="center"/>
            </w:pPr>
            <w:r>
              <w:rPr>
                <w:sz w:val="20"/>
              </w:rPr>
              <w:t>0</w:t>
            </w:r>
          </w:p>
        </w:tc>
      </w:tr>
      <w:tr>
        <w:tc>
          <w:p>
            <w:pPr>
              <w:jc w:val="center"/>
            </w:pPr>
            <w:r>
              <w:rPr>
                <w:sz w:val="20"/>
              </w:rPr>
              <w:t>Mixed Fire</w:t>
            </w:r>
          </w:p>
        </w:tc>
        <w:tc>
          <w:p>
            <w:pPr>
              <w:jc w:val="center"/>
            </w:pPr>
            <w:r>
              <w:rPr>
                <w:sz w:val="20"/>
              </w:rPr>
              <w:t>Mid1:ALL</w:t>
            </w:r>
          </w:p>
        </w:tc>
        <w:tc>
          <w:p>
            <w:pPr>
              <w:jc w:val="center"/>
            </w:pPr>
            <w:r>
              <w:rPr>
                <w:sz w:val="20"/>
              </w:rPr>
              <w:t>Mid1:ALL</w:t>
            </w:r>
          </w:p>
        </w:tc>
        <w:tc>
          <w:p>
            <w:pPr>
              <w:jc w:val="center"/>
            </w:pPr>
            <w:r>
              <w:rPr>
                <w:sz w:val="20"/>
              </w:rPr>
              <w:t>0.002</w:t>
            </w:r>
          </w:p>
        </w:tc>
        <w:tc>
          <w:p>
            <w:pPr>
              <w:jc w:val="center"/>
            </w:pPr>
            <w:r>
              <w:rPr>
                <w:sz w:val="20"/>
              </w:rPr>
              <w:t>500</w:t>
            </w:r>
          </w:p>
        </w:tc>
        <w:tc>
          <w:p>
            <w:pPr>
              <w:jc w:val="center"/>
            </w:pPr>
            <w:r>
              <w:rPr>
                <w:sz w:val="20"/>
              </w:rPr>
              <w:t>No</w:t>
            </w:r>
          </w:p>
        </w:tc>
        <w:tc>
          <w:p>
            <w:pPr>
              <w:jc w:val="center"/>
            </w:pPr>
            <w:r>
              <w:rPr>
                <w:sz w:val="20"/>
              </w:rPr>
              <w:t>0</w:t>
            </w:r>
          </w:p>
        </w:tc>
      </w:tr>
      <w:tr>
        <w:tc>
          <w:p>
            <w:pPr>
              <w:jc w:val="center"/>
            </w:pPr>
            <w:r>
              <w:rPr>
                <w:sz w:val="20"/>
              </w:rPr>
              <w:t>Replacement Fire</w:t>
            </w:r>
          </w:p>
        </w:tc>
        <w:tc>
          <w:p>
            <w:pPr>
              <w:jc w:val="center"/>
            </w:pPr>
            <w:r>
              <w:rPr>
                <w:sz w:val="20"/>
              </w:rPr>
              <w:t>Mid1:ALL</w:t>
            </w:r>
          </w:p>
        </w:tc>
        <w:tc>
          <w:p>
            <w:pPr>
              <w:jc w:val="center"/>
            </w:pPr>
            <w:r>
              <w:rPr>
                <w:sz w:val="20"/>
              </w:rPr>
              <w:t>Early1:ALL</w:t>
            </w:r>
          </w:p>
        </w:tc>
        <w:tc>
          <w:p>
            <w:pPr>
              <w:jc w:val="center"/>
            </w:pPr>
            <w:r>
              <w:rPr>
                <w:sz w:val="20"/>
              </w:rPr>
              <w:t>0.0014</w:t>
            </w:r>
          </w:p>
        </w:tc>
        <w:tc>
          <w:p>
            <w:pPr>
              <w:jc w:val="center"/>
            </w:pPr>
            <w:r>
              <w:rPr>
                <w:sz w:val="20"/>
              </w:rPr>
              <w:t>714</w:t>
            </w:r>
          </w:p>
        </w:tc>
        <w:tc>
          <w:p>
            <w:pPr>
              <w:jc w:val="center"/>
            </w:pPr>
            <w:r>
              <w:rPr>
                <w:sz w:val="20"/>
              </w:rPr>
              <w:t>Yes</w:t>
            </w:r>
          </w:p>
        </w:tc>
        <w:tc>
          <w:p>
            <w:pPr>
              <w:jc w:val="center"/>
            </w:pPr>
            <w:r>
              <w:rPr>
                <w:sz w:val="20"/>
              </w:rPr>
              <w:t>0</w:t>
            </w:r>
          </w:p>
        </w:tc>
      </w:tr>
      <w:tr>
        <w:tc>
          <w:p>
            <w:pPr>
              <w:jc w:val="center"/>
            </w:pPr>
            <w:r>
              <w:rPr>
                <w:sz w:val="20"/>
              </w:rPr>
              <w:t>Mixed Fire</w:t>
            </w:r>
          </w:p>
        </w:tc>
        <w:tc>
          <w:p>
            <w:pPr>
              <w:jc w:val="center"/>
            </w:pPr>
            <w:r>
              <w:rPr>
                <w:sz w:val="20"/>
              </w:rPr>
              <w:t>Late1:ALL</w:t>
            </w:r>
          </w:p>
        </w:tc>
        <w:tc>
          <w:p>
            <w:pPr>
              <w:jc w:val="center"/>
            </w:pPr>
            <w:r>
              <w:rPr>
                <w:sz w:val="20"/>
              </w:rPr>
              <w:t>Mid1:ALL</w:t>
            </w:r>
          </w:p>
        </w:tc>
        <w:tc>
          <w:p>
            <w:pPr>
              <w:jc w:val="center"/>
            </w:pPr>
            <w:r>
              <w:rPr>
                <w:sz w:val="20"/>
              </w:rPr>
              <w:t>0.002</w:t>
            </w:r>
          </w:p>
        </w:tc>
        <w:tc>
          <w:p>
            <w:pPr>
              <w:jc w:val="center"/>
            </w:pPr>
            <w:r>
              <w:rPr>
                <w:sz w:val="20"/>
              </w:rPr>
              <w:t>500</w:t>
            </w:r>
          </w:p>
        </w:tc>
        <w:tc>
          <w:p>
            <w:pPr>
              <w:jc w:val="center"/>
            </w:pPr>
            <w:r>
              <w:rPr>
                <w:sz w:val="20"/>
              </w:rPr>
              <w:t>Yes</w:t>
            </w:r>
          </w:p>
        </w:tc>
        <w:tc>
          <w:p>
            <w:pPr>
              <w:jc w:val="center"/>
            </w:pPr>
            <w:r>
              <w:rPr>
                <w:sz w:val="20"/>
              </w:rPr>
              <w:t>0</w:t>
            </w:r>
          </w:p>
        </w:tc>
      </w:tr>
      <w:tr>
        <w:tc>
          <w:p>
            <w:pPr>
              <w:jc w:val="center"/>
            </w:pPr>
            <w:r>
              <w:rPr>
                <w:sz w:val="20"/>
              </w:rPr>
              <w:t>Replacement Fire</w:t>
            </w:r>
          </w:p>
        </w:tc>
        <w:tc>
          <w:p>
            <w:pPr>
              <w:jc w:val="center"/>
            </w:pPr>
            <w:r>
              <w:rPr>
                <w:sz w:val="20"/>
              </w:rPr>
              <w:t>Late1:ALL</w:t>
            </w:r>
          </w:p>
        </w:tc>
        <w:tc>
          <w:p>
            <w:pPr>
              <w:jc w:val="center"/>
            </w:pPr>
            <w:r>
              <w:rPr>
                <w:sz w:val="20"/>
              </w:rPr>
              <w:t>Early1:ALL</w:t>
            </w:r>
          </w:p>
        </w:tc>
        <w:tc>
          <w:p>
            <w:pPr>
              <w:jc w:val="center"/>
            </w:pPr>
            <w:r>
              <w:rPr>
                <w:sz w:val="20"/>
              </w:rPr>
              <w:t>0.0014</w:t>
            </w:r>
          </w:p>
        </w:tc>
        <w:tc>
          <w:p>
            <w:pPr>
              <w:jc w:val="center"/>
            </w:pPr>
            <w:r>
              <w:rPr>
                <w:sz w:val="20"/>
              </w:rPr>
              <w:t>714</w:t>
            </w:r>
          </w:p>
        </w:tc>
        <w:tc>
          <w:p>
            <w:pPr>
              <w:jc w:val="center"/>
            </w:pPr>
            <w:r>
              <w:rPr>
                <w:sz w:val="20"/>
              </w:rPr>
              <w:t>Yes</w:t>
            </w:r>
          </w:p>
        </w:tc>
        <w:tc>
          <w:p>
            <w:pPr>
              <w:jc w:val="center"/>
            </w:pPr>
            <w:r>
              <w:rPr>
                <w:sz w:val="20"/>
              </w:rPr>
              <w:t>0</w:t>
            </w:r>
          </w:p>
        </w:tc>
      </w:tr>
    </w:tbl>
    <w:p>
      <w:r>
        <w:t/>
      </w:r>
    </w:p>
    <w:p>
      <w:pPr>
        <w:pStyle w:val="InfoPara"/>
      </w:pPr>
      <w:r>
        <w:t>Optional Disturbances</w:t>
      </w:r>
    </w:p>
    <w:p>
      <w:r>
        <w:t>Optional 1: Flooding</w:t>
      </w:r>
    </w:p>
    <w:p>
      <w:r>
        <w:t/>
      </w:r>
    </w:p>
    <w:p>
      <w:pPr xmlns:w="http://schemas.openxmlformats.org/wordprocessingml/2006/main">
        <w:pStyle w:val="ReportSection"/>
      </w:pPr>
      <w:r xmlns:w="http://schemas.openxmlformats.org/wordprocessingml/2006/main">
        <w:t>References</w:t>
      </w:r>
    </w:p>
    <w:p>
      <w:r>
        <w:t/>
      </w:r>
    </w:p>
    <w:p w:rsidR="00762E18" w:rsidP="00762E18" w:rsidRDefault="00762E18" w14:paraId="63DCF6FC" w14:textId="77777777">
      <w:r>
        <w:t>Foote, M. Joan. 1983. Classification, description, and dynamics of plant communities after fire in the Taiga of Interior Alaska. Res. Pap. PNW-307. Portland, OR: USDA Forest Service, Pacific Northwest Forest and Range Experiment Station. 108 pp.</w:t>
      </w:r>
    </w:p>
    <w:p w:rsidR="00762E18" w:rsidP="00762E18" w:rsidRDefault="00762E18" w14:paraId="2EFC12EA" w14:textId="77777777"/>
    <w:p w:rsidR="00762E18" w:rsidP="00762E18" w:rsidRDefault="00762E18" w14:paraId="176E6E08" w14:textId="77777777">
      <w:r>
        <w:t>Jorgenson, M. T., J. E. Roth, M. K. Raynolds, M. D. Smith, W. Lentz, A. L. Zusi-Cobb, and C. H. Racine. 1999. An ecological land survey for Fort Wainwright, Alaska. U.S. Army Cold Regions Research and Engineering Laboratory, Hanover, NH. CRREL TR-99-9. 92 pp.</w:t>
      </w:r>
    </w:p>
    <w:p w:rsidR="00762E18" w:rsidP="00762E18" w:rsidRDefault="00762E18" w14:paraId="027FE647" w14:textId="77777777"/>
    <w:p w:rsidR="00762E18" w:rsidP="00762E18" w:rsidRDefault="00762E18" w14:paraId="7FB1DC33" w14:textId="77777777">
      <w:r>
        <w:t>NatureServe. 2008. International Ecological Classification Standard: Terrestrial Ecological Classifications. Draft Ecological Systems Description for Alaska Boreal and Sub-boreal Regions.</w:t>
      </w:r>
    </w:p>
    <w:p w:rsidR="00762E18" w:rsidP="00762E18" w:rsidRDefault="00762E18" w14:paraId="65598963" w14:textId="77777777"/>
    <w:p w:rsidR="00762E18" w:rsidP="00762E18" w:rsidRDefault="00762E18" w14:paraId="36F88B49" w14:textId="77777777">
      <w:r>
        <w:t>Viereck et al. 1992. The Alaska vegetation classification. Pacific Northwest Research Station, USDA Forest Service, Portland, OR. Gen. Tech. Rep. PNW-GTR286. 278 p.</w:t>
      </w:r>
    </w:p>
    <w:p w:rsidRPr="00A43E41" w:rsidR="004D5F12" w:rsidP="00762E18" w:rsidRDefault="004D5F12" w14:paraId="78042DB5" w14:textId="77777777"/>
    <w:sectPr w:rsidRPr="00A43E41" w:rsidR="004D5F12" w:rsidSect="00FE41C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26288" w14:textId="77777777" w:rsidR="00CF43B4" w:rsidRDefault="00CF43B4">
      <w:r>
        <w:separator/>
      </w:r>
    </w:p>
  </w:endnote>
  <w:endnote w:type="continuationSeparator" w:id="0">
    <w:p w14:paraId="763D5D08" w14:textId="77777777" w:rsidR="00CF43B4" w:rsidRDefault="00CF4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11D9B" w14:textId="77777777" w:rsidR="00762E18" w:rsidRDefault="00762E18" w:rsidP="00762E18">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11CDF" w14:textId="77777777" w:rsidR="00CF43B4" w:rsidRDefault="00CF43B4">
      <w:r>
        <w:separator/>
      </w:r>
    </w:p>
  </w:footnote>
  <w:footnote w:type="continuationSeparator" w:id="0">
    <w:p w14:paraId="3BABA702" w14:textId="77777777" w:rsidR="00CF43B4" w:rsidRDefault="00CF43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5A454" w14:textId="77777777" w:rsidR="00A43E41" w:rsidRDefault="00A43E41" w:rsidP="00762E18">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298489008">
    <w:abstractNumId w:val="1"/>
  </w:num>
  <w:num w:numId="2" w16cid:durableId="451633653">
    <w:abstractNumId w:val="0"/>
  </w:num>
  <w:num w:numId="3" w16cid:durableId="20332621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E18"/>
    <w:rsid w:val="00003D5F"/>
    <w:rsid w:val="0003202F"/>
    <w:rsid w:val="0004797F"/>
    <w:rsid w:val="000626D1"/>
    <w:rsid w:val="000729DD"/>
    <w:rsid w:val="00073760"/>
    <w:rsid w:val="00077A85"/>
    <w:rsid w:val="000963E0"/>
    <w:rsid w:val="00097251"/>
    <w:rsid w:val="000C7D90"/>
    <w:rsid w:val="000E1EC5"/>
    <w:rsid w:val="000E759B"/>
    <w:rsid w:val="00110079"/>
    <w:rsid w:val="00117805"/>
    <w:rsid w:val="00130F1D"/>
    <w:rsid w:val="00174486"/>
    <w:rsid w:val="001824B8"/>
    <w:rsid w:val="00196C68"/>
    <w:rsid w:val="001A454A"/>
    <w:rsid w:val="001A5277"/>
    <w:rsid w:val="001A6573"/>
    <w:rsid w:val="001E1E3F"/>
    <w:rsid w:val="001E43F5"/>
    <w:rsid w:val="001F2E53"/>
    <w:rsid w:val="002206B7"/>
    <w:rsid w:val="00220975"/>
    <w:rsid w:val="00240B75"/>
    <w:rsid w:val="00242A9C"/>
    <w:rsid w:val="00272B25"/>
    <w:rsid w:val="002760BD"/>
    <w:rsid w:val="00292706"/>
    <w:rsid w:val="002A69B2"/>
    <w:rsid w:val="002D0810"/>
    <w:rsid w:val="002D12C4"/>
    <w:rsid w:val="002E41A1"/>
    <w:rsid w:val="00300000"/>
    <w:rsid w:val="0031662A"/>
    <w:rsid w:val="003172E2"/>
    <w:rsid w:val="00320910"/>
    <w:rsid w:val="003251D2"/>
    <w:rsid w:val="003319D8"/>
    <w:rsid w:val="003C6478"/>
    <w:rsid w:val="003C703C"/>
    <w:rsid w:val="003F322E"/>
    <w:rsid w:val="00414DA8"/>
    <w:rsid w:val="004240F0"/>
    <w:rsid w:val="00424E99"/>
    <w:rsid w:val="0042550C"/>
    <w:rsid w:val="0042737A"/>
    <w:rsid w:val="00447BAA"/>
    <w:rsid w:val="00452B5E"/>
    <w:rsid w:val="00455D4C"/>
    <w:rsid w:val="00476F39"/>
    <w:rsid w:val="00491F12"/>
    <w:rsid w:val="004C2358"/>
    <w:rsid w:val="004D5F12"/>
    <w:rsid w:val="004D7DCF"/>
    <w:rsid w:val="004E7DB5"/>
    <w:rsid w:val="005035F5"/>
    <w:rsid w:val="00503C61"/>
    <w:rsid w:val="00513848"/>
    <w:rsid w:val="00513AFB"/>
    <w:rsid w:val="00515F13"/>
    <w:rsid w:val="0052386E"/>
    <w:rsid w:val="00530D3E"/>
    <w:rsid w:val="00537D33"/>
    <w:rsid w:val="00537F12"/>
    <w:rsid w:val="0054090D"/>
    <w:rsid w:val="005446EB"/>
    <w:rsid w:val="00557492"/>
    <w:rsid w:val="005B1DDE"/>
    <w:rsid w:val="005C7A42"/>
    <w:rsid w:val="005D242C"/>
    <w:rsid w:val="005D4350"/>
    <w:rsid w:val="005E2C3C"/>
    <w:rsid w:val="005E6650"/>
    <w:rsid w:val="005F3253"/>
    <w:rsid w:val="00605473"/>
    <w:rsid w:val="00616941"/>
    <w:rsid w:val="00621C0C"/>
    <w:rsid w:val="00643247"/>
    <w:rsid w:val="00646981"/>
    <w:rsid w:val="006E57D4"/>
    <w:rsid w:val="006E6DFD"/>
    <w:rsid w:val="006F39FC"/>
    <w:rsid w:val="006F3D3F"/>
    <w:rsid w:val="00722B5D"/>
    <w:rsid w:val="0073613C"/>
    <w:rsid w:val="00740E0B"/>
    <w:rsid w:val="00747459"/>
    <w:rsid w:val="00762E18"/>
    <w:rsid w:val="007742B4"/>
    <w:rsid w:val="00791739"/>
    <w:rsid w:val="007A6253"/>
    <w:rsid w:val="007A721A"/>
    <w:rsid w:val="007B5284"/>
    <w:rsid w:val="007B5EDC"/>
    <w:rsid w:val="007C7863"/>
    <w:rsid w:val="00820371"/>
    <w:rsid w:val="00821A9F"/>
    <w:rsid w:val="0084119C"/>
    <w:rsid w:val="00850C8E"/>
    <w:rsid w:val="008779C3"/>
    <w:rsid w:val="00887848"/>
    <w:rsid w:val="008F01B1"/>
    <w:rsid w:val="00901CA2"/>
    <w:rsid w:val="00907797"/>
    <w:rsid w:val="0092187E"/>
    <w:rsid w:val="00945DBA"/>
    <w:rsid w:val="00953C4A"/>
    <w:rsid w:val="00966095"/>
    <w:rsid w:val="00986A7A"/>
    <w:rsid w:val="009B03E6"/>
    <w:rsid w:val="009B232E"/>
    <w:rsid w:val="009B3408"/>
    <w:rsid w:val="009B746A"/>
    <w:rsid w:val="009D25CD"/>
    <w:rsid w:val="009D674B"/>
    <w:rsid w:val="009E0DB5"/>
    <w:rsid w:val="009E4ABA"/>
    <w:rsid w:val="009E6357"/>
    <w:rsid w:val="009F5F8E"/>
    <w:rsid w:val="00A00D2A"/>
    <w:rsid w:val="00A16194"/>
    <w:rsid w:val="00A2791D"/>
    <w:rsid w:val="00A309E2"/>
    <w:rsid w:val="00A36D75"/>
    <w:rsid w:val="00A43E41"/>
    <w:rsid w:val="00A6020D"/>
    <w:rsid w:val="00AB3795"/>
    <w:rsid w:val="00AC4D2F"/>
    <w:rsid w:val="00AF1CDE"/>
    <w:rsid w:val="00AF1E11"/>
    <w:rsid w:val="00AF4B2B"/>
    <w:rsid w:val="00B0591E"/>
    <w:rsid w:val="00B30030"/>
    <w:rsid w:val="00B354D5"/>
    <w:rsid w:val="00B44A3C"/>
    <w:rsid w:val="00B645D0"/>
    <w:rsid w:val="00B84C7B"/>
    <w:rsid w:val="00BC14B6"/>
    <w:rsid w:val="00BC377D"/>
    <w:rsid w:val="00BD4A9E"/>
    <w:rsid w:val="00C07F5E"/>
    <w:rsid w:val="00C13AE0"/>
    <w:rsid w:val="00C1722E"/>
    <w:rsid w:val="00C349DB"/>
    <w:rsid w:val="00C45046"/>
    <w:rsid w:val="00C50B12"/>
    <w:rsid w:val="00C5204F"/>
    <w:rsid w:val="00C66E45"/>
    <w:rsid w:val="00C827A9"/>
    <w:rsid w:val="00CA0BB9"/>
    <w:rsid w:val="00CA1418"/>
    <w:rsid w:val="00CD6118"/>
    <w:rsid w:val="00CD68F6"/>
    <w:rsid w:val="00CE79FF"/>
    <w:rsid w:val="00CF2056"/>
    <w:rsid w:val="00CF43B4"/>
    <w:rsid w:val="00D060DC"/>
    <w:rsid w:val="00D16916"/>
    <w:rsid w:val="00D178C7"/>
    <w:rsid w:val="00D26621"/>
    <w:rsid w:val="00D306FA"/>
    <w:rsid w:val="00D367FB"/>
    <w:rsid w:val="00D46D39"/>
    <w:rsid w:val="00D52C2E"/>
    <w:rsid w:val="00D534D2"/>
    <w:rsid w:val="00D553D0"/>
    <w:rsid w:val="00D620D0"/>
    <w:rsid w:val="00D62775"/>
    <w:rsid w:val="00D81349"/>
    <w:rsid w:val="00D92158"/>
    <w:rsid w:val="00D95971"/>
    <w:rsid w:val="00DA0F99"/>
    <w:rsid w:val="00DA63B1"/>
    <w:rsid w:val="00DB16CA"/>
    <w:rsid w:val="00DB6CF1"/>
    <w:rsid w:val="00DC4BA7"/>
    <w:rsid w:val="00DD01AB"/>
    <w:rsid w:val="00DD166F"/>
    <w:rsid w:val="00DD3902"/>
    <w:rsid w:val="00DE0F2D"/>
    <w:rsid w:val="00DE40A7"/>
    <w:rsid w:val="00DE7AB5"/>
    <w:rsid w:val="00DF0616"/>
    <w:rsid w:val="00E109E9"/>
    <w:rsid w:val="00E3621C"/>
    <w:rsid w:val="00E50BB8"/>
    <w:rsid w:val="00E61C50"/>
    <w:rsid w:val="00E7520B"/>
    <w:rsid w:val="00E91F02"/>
    <w:rsid w:val="00EB2776"/>
    <w:rsid w:val="00EC4A14"/>
    <w:rsid w:val="00EF02EA"/>
    <w:rsid w:val="00F43204"/>
    <w:rsid w:val="00F54A2E"/>
    <w:rsid w:val="00F86C13"/>
    <w:rsid w:val="00F948F2"/>
    <w:rsid w:val="00F94BA4"/>
    <w:rsid w:val="00FB3409"/>
    <w:rsid w:val="00FE2EE9"/>
    <w:rsid w:val="00FE3B73"/>
    <w:rsid w:val="00FE41CA"/>
    <w:rsid w:val="00FE6871"/>
    <w:rsid w:val="00FF0FAC"/>
    <w:rsid w:val="00FF1EE9"/>
    <w:rsid w:val="00FF67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13B518"/>
  <w15:docId w15:val="{CED7BDAE-ACD5-4457-A5E0-6016B69A5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pSTitle">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customStyle="1" w:styleId="InfoPara">
    <w:name w:val="Info_Para"/>
    <w:basedOn w:val="Normal"/>
    <w:next w:val="Normal"/>
    <w:rsid w:val="00F86C13"/>
    <w:pPr>
      <w:spacing w:before="120" w:after="20"/>
    </w:pPr>
    <w:rPr>
      <w:b/>
    </w:rPr>
  </w:style>
  <w:style w:type="paragraph" w:customStyle="1" w:styleId="ReportSection">
    <w:name w:val="Report_Section"/>
    <w:basedOn w:val="BpSTitle"/>
    <w:next w:val="Normal"/>
    <w:rsid w:val="00D81349"/>
    <w:pPr>
      <w:pBdr>
        <w:top w:val="single" w:sz="4" w:space="1" w:color="auto"/>
        <w:left w:val="single" w:sz="4" w:space="4" w:color="auto"/>
        <w:bottom w:val="single" w:sz="4" w:space="1" w:color="auto"/>
        <w:right w:val="single" w:sz="4" w:space="4" w:color="auto"/>
      </w:pBdr>
      <w:shd w:val="clear" w:color="auto" w:fill="E6E6E6"/>
      <w:spacing w:before="360"/>
    </w:pPr>
    <w:rPr>
      <w:rFonts w:cs="Times New Roman"/>
      <w:i/>
      <w:sz w:val="24"/>
      <w:szCs w:val="20"/>
    </w:rPr>
  </w:style>
  <w:style w:type="paragraph" w:customStyle="1" w:styleId="BpSHeader">
    <w:name w:val="BpS_Header"/>
    <w:basedOn w:val="Normal"/>
    <w:next w:val="Normal"/>
    <w:rsid w:val="009E0DB5"/>
    <w:pPr>
      <w:pBdr>
        <w:top w:val="dotted" w:sz="4" w:space="1" w:color="auto"/>
        <w:left w:val="dotted" w:sz="4" w:space="4" w:color="auto"/>
        <w:bottom w:val="dotted" w:sz="4" w:space="1" w:color="auto"/>
        <w:right w:val="dotted" w:sz="4" w:space="4" w:color="auto"/>
      </w:pBdr>
      <w:shd w:val="clear" w:color="auto" w:fill="F3F3F3"/>
    </w:pPr>
  </w:style>
  <w:style w:type="paragraph" w:customStyle="1" w:styleId="SClassInfoPara">
    <w:name w:val="SClass_Info_Para"/>
    <w:basedOn w:val="Normal"/>
    <w:next w:val="Normal"/>
    <w:rsid w:val="00EC4A14"/>
    <w:pPr>
      <w:spacing w:before="120"/>
    </w:pPr>
    <w:rPr>
      <w:i/>
      <w:u w:val="single"/>
    </w:rPr>
  </w:style>
  <w:style w:type="paragraph" w:styleId="ListParagraph">
    <w:name w:val="List Paragraph"/>
    <w:basedOn w:val="Normal"/>
    <w:uiPriority w:val="34"/>
    <w:qFormat/>
    <w:rsid w:val="00DD166F"/>
    <w:pPr>
      <w:ind w:left="720"/>
    </w:pPr>
    <w:rPr>
      <w:rFonts w:ascii="Calibri" w:eastAsia="Calibri" w:hAnsi="Calibri"/>
      <w:sz w:val="22"/>
      <w:szCs w:val="22"/>
    </w:rPr>
  </w:style>
  <w:style w:type="character" w:styleId="Hyperlink">
    <w:name w:val="Hyperlink"/>
    <w:rsid w:val="00DD166F"/>
    <w:rPr>
      <w:color w:val="0000FF"/>
      <w:u w:val="single"/>
    </w:rPr>
  </w:style>
  <w:style w:type="character" w:styleId="CommentReference">
    <w:name w:val="annotation reference"/>
    <w:basedOn w:val="DefaultParagraphFont"/>
    <w:uiPriority w:val="99"/>
    <w:semiHidden/>
    <w:unhideWhenUsed/>
    <w:rsid w:val="00E3621C"/>
    <w:rPr>
      <w:sz w:val="16"/>
      <w:szCs w:val="16"/>
    </w:rPr>
  </w:style>
  <w:style w:type="paragraph" w:styleId="CommentText">
    <w:name w:val="annotation text"/>
    <w:basedOn w:val="Normal"/>
    <w:link w:val="CommentTextChar"/>
    <w:uiPriority w:val="99"/>
    <w:unhideWhenUsed/>
    <w:rsid w:val="00E3621C"/>
    <w:rPr>
      <w:sz w:val="20"/>
      <w:szCs w:val="20"/>
    </w:rPr>
  </w:style>
  <w:style w:type="character" w:customStyle="1" w:styleId="CommentTextChar">
    <w:name w:val="Comment Text Char"/>
    <w:basedOn w:val="DefaultParagraphFont"/>
    <w:link w:val="CommentText"/>
    <w:uiPriority w:val="99"/>
    <w:rsid w:val="00E3621C"/>
  </w:style>
  <w:style w:type="paragraph" w:styleId="CommentSubject">
    <w:name w:val="annotation subject"/>
    <w:basedOn w:val="CommentText"/>
    <w:next w:val="CommentText"/>
    <w:link w:val="CommentSubjectChar"/>
    <w:uiPriority w:val="99"/>
    <w:semiHidden/>
    <w:unhideWhenUsed/>
    <w:rsid w:val="00E3621C"/>
    <w:rPr>
      <w:b/>
      <w:bCs/>
    </w:rPr>
  </w:style>
  <w:style w:type="character" w:customStyle="1" w:styleId="CommentSubjectChar">
    <w:name w:val="Comment Subject Char"/>
    <w:basedOn w:val="CommentTextChar"/>
    <w:link w:val="CommentSubject"/>
    <w:uiPriority w:val="99"/>
    <w:semiHidden/>
    <w:rsid w:val="00E3621C"/>
    <w:rPr>
      <w:b/>
      <w:bCs/>
    </w:rPr>
  </w:style>
  <w:style w:type="paragraph" w:styleId="BalloonText">
    <w:name w:val="Balloon Text"/>
    <w:basedOn w:val="Normal"/>
    <w:link w:val="BalloonTextChar"/>
    <w:uiPriority w:val="99"/>
    <w:semiHidden/>
    <w:unhideWhenUsed/>
    <w:rsid w:val="00E3621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621C"/>
    <w:rPr>
      <w:rFonts w:ascii="Segoe UI" w:hAnsi="Segoe UI" w:cs="Segoe UI"/>
      <w:sz w:val="18"/>
      <w:szCs w:val="18"/>
    </w:rPr>
  </w:style>
  <w:style w:type="table" w:styleId="TableGrid">
    <w:name w:val="Table Grid"/>
    <w:basedOn w:val="TableNormal"/>
    <w:uiPriority w:val="59"/>
    <w:rsid w:val="00C349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43247"/>
    <w:rPr>
      <w:sz w:val="24"/>
      <w:szCs w:val="24"/>
    </w:rPr>
  </w:style>
  <w:style w:type="paragraph" w:customStyle="1" w:styleId="pf0">
    <w:name w:val="pf0"/>
    <w:basedOn w:val="Normal"/>
    <w:rsid w:val="004240F0"/>
    <w:pPr>
      <w:spacing w:before="100" w:beforeAutospacing="1" w:after="100" w:afterAutospacing="1"/>
    </w:pPr>
  </w:style>
  <w:style w:type="character" w:customStyle="1" w:styleId="cf01">
    <w:name w:val="cf01"/>
    <w:basedOn w:val="DefaultParagraphFont"/>
    <w:rsid w:val="004240F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935125">
      <w:bodyDiv w:val="1"/>
      <w:marLeft w:val="0"/>
      <w:marRight w:val="0"/>
      <w:marTop w:val="0"/>
      <w:marBottom w:val="0"/>
      <w:divBdr>
        <w:top w:val="none" w:sz="0" w:space="0" w:color="auto"/>
        <w:left w:val="none" w:sz="0" w:space="0" w:color="auto"/>
        <w:bottom w:val="none" w:sz="0" w:space="0" w:color="auto"/>
        <w:right w:val="none" w:sz="0" w:space="0" w:color="auto"/>
      </w:divBdr>
    </w:div>
    <w:div w:id="1112869243">
      <w:bodyDiv w:val="1"/>
      <w:marLeft w:val="0"/>
      <w:marRight w:val="0"/>
      <w:marTop w:val="0"/>
      <w:marBottom w:val="0"/>
      <w:divBdr>
        <w:top w:val="none" w:sz="0" w:space="0" w:color="auto"/>
        <w:left w:val="none" w:sz="0" w:space="0" w:color="auto"/>
        <w:bottom w:val="none" w:sz="0" w:space="0" w:color="auto"/>
        <w:right w:val="none" w:sz="0" w:space="0" w:color="auto"/>
      </w:divBdr>
    </w:div>
    <w:div w:id="1127621907">
      <w:bodyDiv w:val="1"/>
      <w:marLeft w:val="0"/>
      <w:marRight w:val="0"/>
      <w:marTop w:val="0"/>
      <w:marBottom w:val="0"/>
      <w:divBdr>
        <w:top w:val="none" w:sz="0" w:space="0" w:color="auto"/>
        <w:left w:val="none" w:sz="0" w:space="0" w:color="auto"/>
        <w:bottom w:val="none" w:sz="0" w:space="0" w:color="auto"/>
        <w:right w:val="none" w:sz="0" w:space="0" w:color="auto"/>
      </w:divBdr>
    </w:div>
    <w:div w:id="1248928453">
      <w:bodyDiv w:val="1"/>
      <w:marLeft w:val="0"/>
      <w:marRight w:val="0"/>
      <w:marTop w:val="0"/>
      <w:marBottom w:val="0"/>
      <w:divBdr>
        <w:top w:val="none" w:sz="0" w:space="0" w:color="auto"/>
        <w:left w:val="none" w:sz="0" w:space="0" w:color="auto"/>
        <w:bottom w:val="none" w:sz="0" w:space="0" w:color="auto"/>
        <w:right w:val="none" w:sz="0" w:space="0" w:color="auto"/>
      </w:divBdr>
    </w:div>
    <w:div w:id="1726030758">
      <w:bodyDiv w:val="1"/>
      <w:marLeft w:val="0"/>
      <w:marRight w:val="0"/>
      <w:marTop w:val="0"/>
      <w:marBottom w:val="0"/>
      <w:divBdr>
        <w:top w:val="none" w:sz="0" w:space="0" w:color="auto"/>
        <w:left w:val="none" w:sz="0" w:space="0" w:color="auto"/>
        <w:bottom w:val="none" w:sz="0" w:space="0" w:color="auto"/>
        <w:right w:val="none" w:sz="0" w:space="0" w:color="auto"/>
      </w:divBdr>
    </w:div>
    <w:div w:id="185291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F880EDDE-42FF-4D88-BC4F-7A8668DE6257}">
  <ds:schemaRefs>
    <ds:schemaRef ds:uri="http://schemas.openxmlformats.org/officeDocument/2006/bibliography"/>
  </ds:schemaRefs>
</ds:datastoreItem>
</file>

<file path=customXml/itemProps2.xml><?xml version="1.0" encoding="utf-8"?>
<ds:datastoreItem xmlns:ds="http://schemas.openxmlformats.org/officeDocument/2006/customXml" ds:itemID="{94AAEF3A-2043-4544-95C6-15E7FB419344}"/>
</file>

<file path=customXml/itemProps3.xml><?xml version="1.0" encoding="utf-8"?>
<ds:datastoreItem xmlns:ds="http://schemas.openxmlformats.org/officeDocument/2006/customXml" ds:itemID="{A0206F4D-9132-469B-BA74-17CF415B9505}"/>
</file>

<file path=customXml/itemProps4.xml><?xml version="1.0" encoding="utf-8"?>
<ds:datastoreItem xmlns:ds="http://schemas.openxmlformats.org/officeDocument/2006/customXml" ds:itemID="{ED1C010A-B9E9-4953-9953-A5BFF0E31E3A}"/>
</file>

<file path=docProps/app.xml><?xml version="1.0" encoding="utf-8"?>
<Properties xmlns="http://schemas.openxmlformats.org/officeDocument/2006/extended-properties" xmlns:vt="http://schemas.openxmlformats.org/officeDocument/2006/docPropsVTypes">
  <Template>Report_Template</Template>
  <TotalTime>20</TotalTime>
  <Pages>5</Pages>
  <Words>1672</Words>
  <Characters>9537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USDA Forest Service</Company>
  <LinksUpToDate>false</LinksUpToDate>
  <CharactersWithSpaces>11187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Jim Smith</cp:lastModifiedBy>
  <cp:revision>22</cp:revision>
  <cp:lastPrinted>2015-09-11T19:36:00Z</cp:lastPrinted>
  <dcterms:created xsi:type="dcterms:W3CDTF">2022-09-08T18:09:00Z</dcterms:created>
  <dcterms:modified xsi:type="dcterms:W3CDTF">2024-09-27T18:46:00Z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