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0FCF" w:rsidP="00790FCF" w:rsidRDefault="00790FCF" w14:paraId="46D2CA5A" w14:textId="2B0DD081">
      <w:pPr>
        <w:pStyle w:val="BpSTitle"/>
      </w:pPr>
      <w:r>
        <w:t>16150</w:t>
      </w:r>
    </w:p>
    <w:p w:rsidR="00790FCF" w:rsidP="00790FCF" w:rsidRDefault="00790FCF" w14:paraId="1FA9C2E0" w14:textId="77777777">
      <w:pPr>
        <w:pStyle w:val="BpSTitle"/>
      </w:pPr>
      <w:r>
        <w:t>Western North American Boreal Lowland Large River Floodplain Forest and Shrubland</w:t>
      </w:r>
    </w:p>
    <w:p w:rsidR="00790FCF" w:rsidP="00790FCF" w:rsidRDefault="00790FCF" w14:paraId="4EA5DF98" w14:textId="77777777">
      <w:r>
        <w:t xmlns:w="http://schemas.openxmlformats.org/wordprocessingml/2006/main">BpS Model/Description Version: Nov. 2024</w:t>
      </w:r>
      <w:r>
        <w:tab/>
      </w:r>
      <w:r>
        <w:tab/>
      </w:r>
      <w:r>
        <w:tab/>
      </w:r>
      <w:r>
        <w:tab/>
      </w:r>
      <w:r>
        <w:tab/>
      </w:r>
      <w:r>
        <w:tab/>
      </w:r>
      <w:r>
        <w:tab/>
      </w:r>
    </w:p>
    <w:p w:rsidR="00790FCF" w:rsidP="00790FCF" w:rsidRDefault="00790FCF" w14:paraId="4C7FAA5A" w14:textId="77777777"/>
    <w:tbl>
      <w:tblPr>
        <w:tblW w:w="946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96"/>
        <w:gridCol w:w="3156"/>
        <w:gridCol w:w="1476"/>
        <w:gridCol w:w="2640"/>
      </w:tblGrid>
      <w:tr w:rsidRPr="00790FCF" w:rsidR="00790FCF" w:rsidTr="00790FCF" w14:paraId="7EC1CF07" w14:textId="77777777">
        <w:tc>
          <w:tcPr>
            <w:tcW w:w="2196" w:type="dxa"/>
            <w:tcBorders>
              <w:top w:val="single" w:color="auto" w:sz="2" w:space="0"/>
              <w:left w:val="single" w:color="auto" w:sz="12" w:space="0"/>
              <w:bottom w:val="single" w:color="000000" w:sz="12" w:space="0"/>
            </w:tcBorders>
            <w:shd w:val="clear" w:color="auto" w:fill="auto"/>
          </w:tcPr>
          <w:p w:rsidRPr="00790FCF" w:rsidR="00790FCF" w:rsidP="007C1D23" w:rsidRDefault="00790FCF" w14:paraId="58B71A42" w14:textId="77777777">
            <w:pPr>
              <w:rPr>
                <w:b/>
                <w:bCs/>
              </w:rPr>
            </w:pPr>
            <w:r w:rsidRPr="00790FCF">
              <w:rPr>
                <w:b/>
                <w:bCs/>
              </w:rPr>
              <w:t>Modelers</w:t>
            </w:r>
          </w:p>
        </w:tc>
        <w:tc>
          <w:tcPr>
            <w:tcW w:w="3156" w:type="dxa"/>
            <w:tcBorders>
              <w:top w:val="single" w:color="auto" w:sz="2" w:space="0"/>
              <w:bottom w:val="single" w:color="000000" w:sz="12" w:space="0"/>
              <w:right w:val="single" w:color="000000" w:sz="12" w:space="0"/>
            </w:tcBorders>
            <w:shd w:val="clear" w:color="auto" w:fill="auto"/>
          </w:tcPr>
          <w:p w:rsidRPr="00790FCF" w:rsidR="00790FCF" w:rsidP="007C1D23" w:rsidRDefault="00790FCF" w14:paraId="03772E79" w14:textId="77777777">
            <w:pPr>
              <w:rPr>
                <w:b/>
                <w:bCs/>
              </w:rPr>
            </w:pPr>
          </w:p>
        </w:tc>
        <w:tc>
          <w:tcPr>
            <w:tcW w:w="1476" w:type="dxa"/>
            <w:tcBorders>
              <w:top w:val="single" w:color="auto" w:sz="2" w:space="0"/>
              <w:left w:val="single" w:color="000000" w:sz="12" w:space="0"/>
              <w:bottom w:val="single" w:color="000000" w:sz="12" w:space="0"/>
            </w:tcBorders>
            <w:shd w:val="clear" w:color="auto" w:fill="auto"/>
          </w:tcPr>
          <w:p w:rsidRPr="00790FCF" w:rsidR="00790FCF" w:rsidP="007C1D23" w:rsidRDefault="00790FCF" w14:paraId="0E3E78EE" w14:textId="77777777">
            <w:pPr>
              <w:rPr>
                <w:b/>
                <w:bCs/>
              </w:rPr>
            </w:pPr>
            <w:r w:rsidRPr="00790FCF">
              <w:rPr>
                <w:b/>
                <w:bCs/>
              </w:rPr>
              <w:t>Reviewers</w:t>
            </w:r>
          </w:p>
        </w:tc>
        <w:tc>
          <w:tcPr>
            <w:tcW w:w="2640" w:type="dxa"/>
            <w:tcBorders>
              <w:top w:val="single" w:color="auto" w:sz="2" w:space="0"/>
              <w:bottom w:val="single" w:color="000000" w:sz="12" w:space="0"/>
            </w:tcBorders>
            <w:shd w:val="clear" w:color="auto" w:fill="auto"/>
          </w:tcPr>
          <w:p w:rsidRPr="00790FCF" w:rsidR="00790FCF" w:rsidP="007C1D23" w:rsidRDefault="00790FCF" w14:paraId="0DB1F2F1" w14:textId="77777777">
            <w:pPr>
              <w:rPr>
                <w:b/>
                <w:bCs/>
              </w:rPr>
            </w:pPr>
          </w:p>
        </w:tc>
      </w:tr>
      <w:tr w:rsidRPr="00790FCF" w:rsidR="00790FCF" w:rsidTr="00790FCF" w14:paraId="560BC099" w14:textId="77777777">
        <w:tc>
          <w:tcPr>
            <w:tcW w:w="2196" w:type="dxa"/>
            <w:tcBorders>
              <w:top w:val="single" w:color="000000" w:sz="12" w:space="0"/>
              <w:left w:val="single" w:color="auto" w:sz="12" w:space="0"/>
            </w:tcBorders>
            <w:shd w:val="clear" w:color="auto" w:fill="auto"/>
          </w:tcPr>
          <w:p w:rsidRPr="00790FCF" w:rsidR="00790FCF" w:rsidP="007C1D23" w:rsidRDefault="00790FCF" w14:paraId="6C304AAF" w14:textId="77777777">
            <w:pPr>
              <w:rPr>
                <w:bCs/>
              </w:rPr>
            </w:pPr>
            <w:r w:rsidRPr="00790FCF">
              <w:rPr>
                <w:bCs/>
              </w:rPr>
              <w:t>Kori Blankenship</w:t>
            </w:r>
          </w:p>
        </w:tc>
        <w:tc>
          <w:tcPr>
            <w:tcW w:w="3156" w:type="dxa"/>
            <w:tcBorders>
              <w:top w:val="single" w:color="000000" w:sz="12" w:space="0"/>
              <w:right w:val="single" w:color="000000" w:sz="12" w:space="0"/>
            </w:tcBorders>
            <w:shd w:val="clear" w:color="auto" w:fill="auto"/>
          </w:tcPr>
          <w:p w:rsidRPr="00790FCF" w:rsidR="00790FCF" w:rsidP="007C1D23" w:rsidRDefault="00790FCF" w14:paraId="13AE0141" w14:textId="77777777">
            <w:r w:rsidRPr="00790FCF">
              <w:t>kblankenship@tnc.org</w:t>
            </w:r>
          </w:p>
        </w:tc>
        <w:tc>
          <w:tcPr>
            <w:tcW w:w="1476" w:type="dxa"/>
            <w:tcBorders>
              <w:top w:val="single" w:color="000000" w:sz="12" w:space="0"/>
              <w:left w:val="single" w:color="000000" w:sz="12" w:space="0"/>
            </w:tcBorders>
            <w:shd w:val="clear" w:color="auto" w:fill="auto"/>
          </w:tcPr>
          <w:p w:rsidRPr="00790FCF" w:rsidR="00790FCF" w:rsidP="007C1D23" w:rsidRDefault="00790FCF" w14:paraId="1572E0D3" w14:textId="77777777">
            <w:r w:rsidRPr="00790FCF">
              <w:t>Tom Paragi</w:t>
            </w:r>
          </w:p>
        </w:tc>
        <w:tc>
          <w:tcPr>
            <w:tcW w:w="2640" w:type="dxa"/>
            <w:tcBorders>
              <w:top w:val="single" w:color="000000" w:sz="12" w:space="0"/>
            </w:tcBorders>
            <w:shd w:val="clear" w:color="auto" w:fill="auto"/>
          </w:tcPr>
          <w:p w:rsidRPr="00790FCF" w:rsidR="00790FCF" w:rsidP="007C1D23" w:rsidRDefault="00790FCF" w14:paraId="7327B9B1" w14:textId="77777777">
            <w:r w:rsidRPr="00790FCF">
              <w:t>tom.paragi@alaska.gov</w:t>
            </w:r>
          </w:p>
        </w:tc>
      </w:tr>
      <w:tr w:rsidRPr="00790FCF" w:rsidR="00790FCF" w:rsidTr="00790FCF" w14:paraId="1863E471" w14:textId="77777777">
        <w:tc>
          <w:tcPr>
            <w:tcW w:w="2196" w:type="dxa"/>
            <w:tcBorders>
              <w:left w:val="single" w:color="auto" w:sz="12" w:space="0"/>
            </w:tcBorders>
            <w:shd w:val="clear" w:color="auto" w:fill="auto"/>
          </w:tcPr>
          <w:p w:rsidRPr="00790FCF" w:rsidR="00790FCF" w:rsidP="007C1D23" w:rsidRDefault="00790FCF" w14:paraId="1BE88CD2" w14:textId="77777777">
            <w:pPr>
              <w:rPr>
                <w:bCs/>
              </w:rPr>
            </w:pPr>
            <w:r w:rsidRPr="00790FCF">
              <w:rPr>
                <w:bCs/>
              </w:rPr>
              <w:t>Robert Lambrecht</w:t>
            </w:r>
          </w:p>
        </w:tc>
        <w:tc>
          <w:tcPr>
            <w:tcW w:w="3156" w:type="dxa"/>
            <w:tcBorders>
              <w:right w:val="single" w:color="000000" w:sz="12" w:space="0"/>
            </w:tcBorders>
            <w:shd w:val="clear" w:color="auto" w:fill="auto"/>
          </w:tcPr>
          <w:p w:rsidRPr="00790FCF" w:rsidR="00790FCF" w:rsidP="007C1D23" w:rsidRDefault="00790FCF" w14:paraId="436F0298" w14:textId="77777777">
            <w:r w:rsidRPr="00790FCF">
              <w:t>Robert_Lambrecht@fws.gov</w:t>
            </w:r>
          </w:p>
        </w:tc>
        <w:tc>
          <w:tcPr>
            <w:tcW w:w="1476" w:type="dxa"/>
            <w:tcBorders>
              <w:left w:val="single" w:color="000000" w:sz="12" w:space="0"/>
            </w:tcBorders>
            <w:shd w:val="clear" w:color="auto" w:fill="auto"/>
          </w:tcPr>
          <w:p w:rsidRPr="00790FCF" w:rsidR="00790FCF" w:rsidP="007C1D23" w:rsidRDefault="00790FCF" w14:paraId="14C364CD" w14:textId="77777777">
            <w:r w:rsidRPr="00790FCF">
              <w:t>None</w:t>
            </w:r>
          </w:p>
        </w:tc>
        <w:tc>
          <w:tcPr>
            <w:tcW w:w="2640" w:type="dxa"/>
            <w:shd w:val="clear" w:color="auto" w:fill="auto"/>
          </w:tcPr>
          <w:p w:rsidRPr="00790FCF" w:rsidR="00790FCF" w:rsidP="007C1D23" w:rsidRDefault="00790FCF" w14:paraId="26FECF50" w14:textId="77777777">
            <w:r w:rsidRPr="00790FCF">
              <w:t>None</w:t>
            </w:r>
          </w:p>
        </w:tc>
      </w:tr>
      <w:tr w:rsidRPr="00790FCF" w:rsidR="00790FCF" w:rsidTr="00790FCF" w14:paraId="638616A3" w14:textId="77777777">
        <w:tc>
          <w:tcPr>
            <w:tcW w:w="2196" w:type="dxa"/>
            <w:tcBorders>
              <w:left w:val="single" w:color="auto" w:sz="12" w:space="0"/>
              <w:bottom w:val="single" w:color="auto" w:sz="2" w:space="0"/>
            </w:tcBorders>
            <w:shd w:val="clear" w:color="auto" w:fill="auto"/>
          </w:tcPr>
          <w:p w:rsidRPr="00790FCF" w:rsidR="00790FCF" w:rsidP="007C1D23" w:rsidRDefault="00790FCF" w14:paraId="4B3F7541" w14:textId="77777777">
            <w:pPr>
              <w:rPr>
                <w:bCs/>
              </w:rPr>
            </w:pPr>
            <w:r w:rsidRPr="00790FCF">
              <w:rPr>
                <w:bCs/>
              </w:rPr>
              <w:t>None</w:t>
            </w:r>
          </w:p>
        </w:tc>
        <w:tc>
          <w:tcPr>
            <w:tcW w:w="3156" w:type="dxa"/>
            <w:tcBorders>
              <w:right w:val="single" w:color="000000" w:sz="12" w:space="0"/>
            </w:tcBorders>
            <w:shd w:val="clear" w:color="auto" w:fill="auto"/>
          </w:tcPr>
          <w:p w:rsidRPr="00790FCF" w:rsidR="00790FCF" w:rsidP="007C1D23" w:rsidRDefault="00790FCF" w14:paraId="5C820CE9" w14:textId="77777777">
            <w:r w:rsidRPr="00790FCF">
              <w:t>None</w:t>
            </w:r>
          </w:p>
        </w:tc>
        <w:tc>
          <w:tcPr>
            <w:tcW w:w="1476" w:type="dxa"/>
            <w:tcBorders>
              <w:left w:val="single" w:color="000000" w:sz="12" w:space="0"/>
              <w:bottom w:val="single" w:color="auto" w:sz="2" w:space="0"/>
            </w:tcBorders>
            <w:shd w:val="clear" w:color="auto" w:fill="auto"/>
          </w:tcPr>
          <w:p w:rsidRPr="00790FCF" w:rsidR="00790FCF" w:rsidP="007C1D23" w:rsidRDefault="00790FCF" w14:paraId="04363FBC" w14:textId="77777777">
            <w:r w:rsidRPr="00790FCF">
              <w:t>None</w:t>
            </w:r>
          </w:p>
        </w:tc>
        <w:tc>
          <w:tcPr>
            <w:tcW w:w="2640" w:type="dxa"/>
            <w:shd w:val="clear" w:color="auto" w:fill="auto"/>
          </w:tcPr>
          <w:p w:rsidRPr="00790FCF" w:rsidR="00790FCF" w:rsidP="007C1D23" w:rsidRDefault="00790FCF" w14:paraId="3037B0CB" w14:textId="77777777">
            <w:r w:rsidRPr="00790FCF">
              <w:t>None</w:t>
            </w:r>
          </w:p>
        </w:tc>
      </w:tr>
    </w:tbl>
    <w:p w:rsidRPr="00DA02A1" w:rsidR="00DA02A1" w:rsidP="00790FCF" w:rsidRDefault="00DA02A1" w14:paraId="4AF23F9F" w14:textId="14838FA2">
      <w:pPr>
        <w:pStyle w:val="InfoPara"/>
        <w:rPr>
          <w:b w:val="0"/>
          <w:bCs/>
        </w:rPr>
      </w:pPr>
      <w:r>
        <w:t xml:space="preserve">Reviewers: </w:t>
      </w:r>
      <w:r>
        <w:rPr>
          <w:b w:val="0"/>
          <w:bCs/>
        </w:rPr>
        <w:t>Ilana Abrahamson, Janet Fryer</w:t>
      </w:r>
      <w:r w:rsidR="00D01792">
        <w:rPr>
          <w:b w:val="0"/>
          <w:bCs/>
        </w:rPr>
        <w:t>, Beth Schulz, Blaine Spellman</w:t>
      </w:r>
    </w:p>
    <w:p w:rsidR="00790FCF" w:rsidP="00790FCF" w:rsidRDefault="00790FCF" w14:paraId="111588CE" w14:textId="78074BC2">
      <w:pPr>
        <w:pStyle w:val="InfoPara"/>
      </w:pPr>
      <w:r>
        <w:t>Vegetation Type</w:t>
      </w:r>
    </w:p>
    <w:p w:rsidR="00790FCF" w:rsidP="00790FCF" w:rsidRDefault="00790FCF" w14:paraId="022E13CB" w14:textId="77777777">
      <w:r>
        <w:t>Forest and Woodland</w:t>
      </w:r>
    </w:p>
    <w:p w:rsidR="00790FCF" w:rsidP="00790FCF" w:rsidRDefault="00790FCF" w14:paraId="3CB9F4C4" w14:textId="77777777">
      <w:pPr>
        <w:pStyle w:val="InfoPara"/>
      </w:pPr>
      <w:r>
        <w:t>Map Zones</w:t>
      </w:r>
    </w:p>
    <w:p w:rsidR="009E4C4F" w:rsidP="009E4C4F" w:rsidRDefault="009E4C4F" w14:paraId="342E1845" w14:textId="77777777">
      <w:pPr>
        <w:rPr>
          <w:rFonts w:ascii="Calibri" w:hAnsi="Calibri" w:cs="Calibri"/>
          <w:color w:val="000000"/>
          <w:sz w:val="22"/>
          <w:szCs w:val="22"/>
        </w:rPr>
      </w:pPr>
      <w:r>
        <w:rPr>
          <w:rFonts w:ascii="Calibri" w:hAnsi="Calibri" w:cs="Calibri"/>
          <w:color w:val="000000"/>
          <w:sz w:val="22"/>
          <w:szCs w:val="22"/>
        </w:rPr>
        <w:t>68, 69, 70, 71, 72, 73, 74, 75, 76, 77, 80</w:t>
      </w:r>
    </w:p>
    <w:p w:rsidR="00790FCF" w:rsidP="00790FCF" w:rsidRDefault="00790FCF" w14:paraId="3DEC3B1B" w14:textId="77777777">
      <w:pPr>
        <w:pStyle w:val="InfoPara"/>
      </w:pPr>
      <w:r>
        <w:t>Geographic Range</w:t>
      </w:r>
    </w:p>
    <w:p w:rsidR="00790FCF" w:rsidP="00790FCF" w:rsidRDefault="00790FCF" w14:paraId="2AA45BC4" w14:textId="2B6388D3">
      <w:r>
        <w:t xml:space="preserve">This </w:t>
      </w:r>
      <w:r w:rsidR="008018B3">
        <w:t>Biophysical Setting (BpS)</w:t>
      </w:r>
      <w:r>
        <w:t xml:space="preserve"> is found in the AK boreal region and in MZ76 associated with high volume interior rivers such as the Yukon, Kuskokwim, Koyukuk</w:t>
      </w:r>
      <w:r w:rsidR="00A33BAB">
        <w:t>,</w:t>
      </w:r>
      <w:r>
        <w:t xml:space="preserve"> and Tanana</w:t>
      </w:r>
      <w:r w:rsidR="008018B3">
        <w:t xml:space="preserve"> Rivers</w:t>
      </w:r>
      <w:r>
        <w:t>.</w:t>
      </w:r>
    </w:p>
    <w:p w:rsidR="00790FCF" w:rsidP="00790FCF" w:rsidRDefault="00790FCF" w14:paraId="7E6149B0" w14:textId="77777777">
      <w:pPr>
        <w:pStyle w:val="InfoPara"/>
      </w:pPr>
      <w:r>
        <w:t>Biophysical Site Description</w:t>
      </w:r>
    </w:p>
    <w:p w:rsidR="00790FCF" w:rsidP="00790FCF" w:rsidRDefault="00790FCF" w14:paraId="7554DCD2" w14:textId="43C16A8D">
      <w:r>
        <w:t xml:space="preserve">This </w:t>
      </w:r>
      <w:r w:rsidR="008018B3">
        <w:t>BpS</w:t>
      </w:r>
      <w:r>
        <w:t xml:space="preserve"> includes large floodplains associated with high volume interior rivers. The flooding regime is characterized by large spring floods at </w:t>
      </w:r>
      <w:r w:rsidR="00043199">
        <w:t xml:space="preserve">ice </w:t>
      </w:r>
      <w:r>
        <w:t xml:space="preserve">break-up caused by ice jams or summer floods caused by extreme rain events, the latter sometimes in combination with glacial melt. The active flooding zone often can be several kilometers wide (NatureServe 2008). Permafrost can be present in small lenses. </w:t>
      </w:r>
      <w:r w:rsidR="00C834A0">
        <w:t xml:space="preserve">It is very common on the Yukon River floodplain in the Yukon Flats </w:t>
      </w:r>
      <w:r w:rsidR="006831C4">
        <w:t xml:space="preserve">(Kingslough &amp; Chetlechak soils) </w:t>
      </w:r>
      <w:r w:rsidR="00C834A0">
        <w:t xml:space="preserve">and within the Yukon Charley River National Preserve. </w:t>
      </w:r>
      <w:r>
        <w:t>Ice scouring and ice dams are important dynamics that result in regeneration of willow carrs on the active floodplain and less frequently on higher terraces (NatureServe 2008). Wetland development in abandoned channels is intermixed with succession on more mesic sites (NatureServe 2008).</w:t>
      </w:r>
    </w:p>
    <w:p w:rsidR="00790FCF" w:rsidP="00790FCF" w:rsidRDefault="00790FCF" w14:paraId="53A8561B" w14:textId="77777777">
      <w:pPr>
        <w:pStyle w:val="InfoPara"/>
      </w:pPr>
      <w:r>
        <w:t>Vegetation Description</w:t>
      </w:r>
    </w:p>
    <w:p w:rsidR="00790FCF" w:rsidP="00790FCF" w:rsidRDefault="00790FCF" w14:paraId="7BFC2059" w14:textId="585FD782">
      <w:r>
        <w:t xml:space="preserve">Primary succession on floodplains begins when new alluvial surfaces are colonized by </w:t>
      </w:r>
      <w:r w:rsidR="00DA02A1">
        <w:t>herbaceous, shrub</w:t>
      </w:r>
      <w:r w:rsidR="00A33BAB">
        <w:t>,</w:t>
      </w:r>
      <w:r w:rsidR="00DA02A1">
        <w:t xml:space="preserve"> and </w:t>
      </w:r>
      <w:r>
        <w:t>tree</w:t>
      </w:r>
      <w:r w:rsidR="00DA02A1">
        <w:t xml:space="preserve"> </w:t>
      </w:r>
      <w:r>
        <w:t xml:space="preserve">species. Common woody species include </w:t>
      </w:r>
      <w:r w:rsidRPr="000A1DF4">
        <w:rPr>
          <w:i/>
          <w:iCs/>
        </w:rPr>
        <w:t xml:space="preserve">Populus balsamifera, Picea glauca, Alnus viridis </w:t>
      </w:r>
      <w:r>
        <w:t xml:space="preserve">ssp. </w:t>
      </w:r>
      <w:r w:rsidR="00FB4B8E">
        <w:t>Sinuate</w:t>
      </w:r>
      <w:r w:rsidR="00FB4B8E">
        <w:rPr>
          <w:i/>
          <w:iCs/>
        </w:rPr>
        <w:t xml:space="preserve">, </w:t>
      </w:r>
      <w:r w:rsidRPr="000A1DF4" w:rsidR="00D01792">
        <w:rPr>
          <w:i/>
          <w:iCs/>
        </w:rPr>
        <w:t>A</w:t>
      </w:r>
      <w:r w:rsidR="00E319CD">
        <w:rPr>
          <w:i/>
          <w:iCs/>
        </w:rPr>
        <w:t>.</w:t>
      </w:r>
      <w:r w:rsidRPr="000A1DF4" w:rsidR="00D01792">
        <w:rPr>
          <w:i/>
          <w:iCs/>
        </w:rPr>
        <w:t xml:space="preserve"> alnobetula </w:t>
      </w:r>
      <w:r w:rsidR="00D01792">
        <w:t xml:space="preserve">ssp. </w:t>
      </w:r>
      <w:r w:rsidR="00E319CD">
        <w:rPr>
          <w:i/>
          <w:iCs/>
        </w:rPr>
        <w:t>sinuata</w:t>
      </w:r>
      <w:r w:rsidRPr="000A1DF4" w:rsidR="00E319CD">
        <w:t xml:space="preserve"> </w:t>
      </w:r>
      <w:r w:rsidR="00FB4B8E">
        <w:t>(</w:t>
      </w:r>
      <w:r w:rsidRPr="000A1DF4" w:rsidR="00E319CD">
        <w:t>more common south of the Alaska Range</w:t>
      </w:r>
      <w:r w:rsidR="00D01792">
        <w:t>)</w:t>
      </w:r>
      <w:r>
        <w:t>,</w:t>
      </w:r>
      <w:r w:rsidR="00E319CD">
        <w:t xml:space="preserve"> </w:t>
      </w:r>
      <w:r w:rsidRPr="00E319CD" w:rsidR="00E319CD">
        <w:rPr>
          <w:i/>
          <w:iCs/>
        </w:rPr>
        <w:t>A</w:t>
      </w:r>
      <w:r w:rsidR="00E319CD">
        <w:rPr>
          <w:i/>
          <w:iCs/>
        </w:rPr>
        <w:t>.</w:t>
      </w:r>
      <w:r w:rsidRPr="00E319CD" w:rsidR="00E319CD">
        <w:rPr>
          <w:i/>
          <w:iCs/>
        </w:rPr>
        <w:t xml:space="preserve"> viridis</w:t>
      </w:r>
      <w:r w:rsidRPr="00E319CD" w:rsidR="00E319CD">
        <w:t> ssp. </w:t>
      </w:r>
      <w:r w:rsidR="00E319CD">
        <w:rPr>
          <w:i/>
          <w:iCs/>
        </w:rPr>
        <w:t>fruticosa</w:t>
      </w:r>
      <w:r w:rsidRPr="00631430" w:rsidR="00E319CD">
        <w:t xml:space="preserve"> </w:t>
      </w:r>
      <w:r w:rsidR="00E319CD">
        <w:t>(</w:t>
      </w:r>
      <w:r w:rsidRPr="00631430" w:rsidR="00E319CD">
        <w:t xml:space="preserve">more common </w:t>
      </w:r>
      <w:r w:rsidR="00E319CD">
        <w:t>north</w:t>
      </w:r>
      <w:r w:rsidRPr="00631430" w:rsidR="00E319CD">
        <w:t xml:space="preserve"> of the Alaska Range</w:t>
      </w:r>
      <w:r w:rsidR="00E319CD">
        <w:t>)</w:t>
      </w:r>
      <w:r w:rsidRPr="000A1DF4" w:rsidR="00E319CD">
        <w:t>,</w:t>
      </w:r>
      <w:r>
        <w:t xml:space="preserve"> </w:t>
      </w:r>
      <w:r w:rsidRPr="000A1DF4" w:rsidR="00E319CD">
        <w:rPr>
          <w:i/>
          <w:iCs/>
        </w:rPr>
        <w:t>A</w:t>
      </w:r>
      <w:r w:rsidR="00E319CD">
        <w:rPr>
          <w:i/>
          <w:iCs/>
        </w:rPr>
        <w:t>.</w:t>
      </w:r>
      <w:r w:rsidRPr="000A1DF4" w:rsidR="00E319CD">
        <w:rPr>
          <w:i/>
          <w:iCs/>
        </w:rPr>
        <w:t xml:space="preserve"> </w:t>
      </w:r>
      <w:r w:rsidRPr="000A1DF4">
        <w:rPr>
          <w:i/>
          <w:iCs/>
        </w:rPr>
        <w:t>incana</w:t>
      </w:r>
      <w:r>
        <w:t xml:space="preserve"> ssp. </w:t>
      </w:r>
      <w:r w:rsidRPr="000A1DF4">
        <w:rPr>
          <w:i/>
          <w:iCs/>
        </w:rPr>
        <w:t>tenuifolia, Salix barclayi</w:t>
      </w:r>
      <w:r>
        <w:t xml:space="preserve">, </w:t>
      </w:r>
      <w:r w:rsidRPr="000A1DF4" w:rsidR="00767F40">
        <w:rPr>
          <w:i/>
          <w:iCs/>
        </w:rPr>
        <w:t>S</w:t>
      </w:r>
      <w:r w:rsidR="00E319CD">
        <w:rPr>
          <w:i/>
          <w:iCs/>
        </w:rPr>
        <w:t>.</w:t>
      </w:r>
      <w:r w:rsidRPr="000A1DF4" w:rsidR="00767F40">
        <w:rPr>
          <w:i/>
          <w:iCs/>
        </w:rPr>
        <w:t xml:space="preserve"> interior</w:t>
      </w:r>
      <w:r w:rsidRPr="000A1DF4" w:rsidR="00767F40">
        <w:t>,</w:t>
      </w:r>
      <w:r w:rsidR="00767F40">
        <w:t xml:space="preserve"> </w:t>
      </w:r>
      <w:r>
        <w:t xml:space="preserve">and </w:t>
      </w:r>
      <w:r w:rsidRPr="000A1DF4">
        <w:rPr>
          <w:i/>
          <w:iCs/>
        </w:rPr>
        <w:t>S</w:t>
      </w:r>
      <w:r w:rsidR="00E319CD">
        <w:rPr>
          <w:i/>
          <w:iCs/>
        </w:rPr>
        <w:t>.</w:t>
      </w:r>
      <w:r w:rsidRPr="000A1DF4">
        <w:rPr>
          <w:i/>
          <w:iCs/>
        </w:rPr>
        <w:t xml:space="preserve"> alaxensis</w:t>
      </w:r>
      <w:r>
        <w:t xml:space="preserve"> (Boggs 2000</w:t>
      </w:r>
      <w:r w:rsidR="00861DE7">
        <w:t>;</w:t>
      </w:r>
      <w:r>
        <w:t xml:space="preserve"> Scott 1974</w:t>
      </w:r>
      <w:r w:rsidR="00861DE7">
        <w:t>;</w:t>
      </w:r>
      <w:r>
        <w:t xml:space="preserve"> Shephard 1995</w:t>
      </w:r>
      <w:r w:rsidR="00861DE7">
        <w:t>;</w:t>
      </w:r>
      <w:r>
        <w:t xml:space="preserve"> Thilenius 1990</w:t>
      </w:r>
      <w:r w:rsidR="00861DE7">
        <w:t>;</w:t>
      </w:r>
      <w:r>
        <w:t xml:space="preserve"> Viereck 1966). Common early seral herbaceous </w:t>
      </w:r>
      <w:r w:rsidRPr="00A9112B">
        <w:t xml:space="preserve">species may include </w:t>
      </w:r>
      <w:r w:rsidRPr="00A9112B">
        <w:rPr>
          <w:i/>
          <w:iCs/>
        </w:rPr>
        <w:t>Lupinus</w:t>
      </w:r>
      <w:r w:rsidRPr="00A9112B">
        <w:t xml:space="preserve"> spp., </w:t>
      </w:r>
      <w:r w:rsidRPr="00A9112B">
        <w:rPr>
          <w:i/>
          <w:iCs/>
        </w:rPr>
        <w:t>Hedysarum</w:t>
      </w:r>
      <w:r w:rsidRPr="00A9112B">
        <w:t xml:space="preserve"> spp., </w:t>
      </w:r>
      <w:r w:rsidRPr="00A9112B">
        <w:rPr>
          <w:i/>
          <w:iCs/>
        </w:rPr>
        <w:t>Equisetum</w:t>
      </w:r>
      <w:r w:rsidRPr="00A9112B">
        <w:t xml:space="preserve"> spp.</w:t>
      </w:r>
      <w:r w:rsidRPr="00A9112B" w:rsidR="00767F40">
        <w:t xml:space="preserve">, </w:t>
      </w:r>
      <w:r w:rsidRPr="00A9112B" w:rsidR="00767F40">
        <w:rPr>
          <w:i/>
          <w:iCs/>
        </w:rPr>
        <w:t>Artemisia tilesii, Eurybia sibirica, Chamerion latifolia,</w:t>
      </w:r>
      <w:r w:rsidRPr="00A9112B" w:rsidR="00767F40">
        <w:t xml:space="preserve"> and </w:t>
      </w:r>
      <w:r w:rsidRPr="00A9112B" w:rsidR="00767F40">
        <w:rPr>
          <w:i/>
          <w:iCs/>
        </w:rPr>
        <w:t>Elymus</w:t>
      </w:r>
      <w:r w:rsidRPr="00A9112B" w:rsidR="00767F40">
        <w:t xml:space="preserve"> spp.</w:t>
      </w:r>
      <w:r w:rsidRPr="00A9112B">
        <w:t xml:space="preserve"> </w:t>
      </w:r>
      <w:r w:rsidRPr="00A9112B" w:rsidR="00895CA7">
        <w:t>A subsequent</w:t>
      </w:r>
      <w:r w:rsidRPr="00A9112B">
        <w:t xml:space="preserve"> seral stage </w:t>
      </w:r>
      <w:r w:rsidRPr="00A9112B" w:rsidR="00895CA7">
        <w:t xml:space="preserve">could </w:t>
      </w:r>
      <w:r w:rsidRPr="00A9112B">
        <w:t xml:space="preserve">include communities dominated by </w:t>
      </w:r>
      <w:r w:rsidRPr="00A9112B">
        <w:rPr>
          <w:i/>
          <w:iCs/>
        </w:rPr>
        <w:t>Populus balsamifera</w:t>
      </w:r>
      <w:r w:rsidRPr="00A9112B">
        <w:t xml:space="preserve"> </w:t>
      </w:r>
      <w:r w:rsidRPr="00A9112B" w:rsidR="00A9112B">
        <w:t xml:space="preserve">ssp. </w:t>
      </w:r>
      <w:r w:rsidRPr="00A9112B" w:rsidR="00A9112B">
        <w:rPr>
          <w:i/>
          <w:iCs/>
        </w:rPr>
        <w:t>balsamifera</w:t>
      </w:r>
      <w:r w:rsidRPr="00A9112B" w:rsidR="00A9112B">
        <w:t xml:space="preserve"> </w:t>
      </w:r>
      <w:r w:rsidRPr="00A9112B">
        <w:t xml:space="preserve">and/or (less commonly) </w:t>
      </w:r>
      <w:r w:rsidRPr="00A9112B">
        <w:rPr>
          <w:i/>
          <w:iCs/>
        </w:rPr>
        <w:t>Picea glauca</w:t>
      </w:r>
      <w:r>
        <w:t xml:space="preserve"> with an understory of </w:t>
      </w:r>
      <w:r w:rsidRPr="000A1DF4">
        <w:rPr>
          <w:i/>
          <w:iCs/>
        </w:rPr>
        <w:t>Alnus viridis</w:t>
      </w:r>
      <w:r>
        <w:t xml:space="preserve"> ssp.</w:t>
      </w:r>
      <w:r w:rsidRPr="000A1DF4">
        <w:rPr>
          <w:i/>
          <w:iCs/>
        </w:rPr>
        <w:t xml:space="preserve"> </w:t>
      </w:r>
      <w:r w:rsidRPr="000A1DF4" w:rsidR="004244F8">
        <w:rPr>
          <w:i/>
          <w:iCs/>
        </w:rPr>
        <w:t>s</w:t>
      </w:r>
      <w:r w:rsidRPr="000A1DF4">
        <w:rPr>
          <w:i/>
          <w:iCs/>
        </w:rPr>
        <w:t>inuata</w:t>
      </w:r>
      <w:r>
        <w:t xml:space="preserve">, </w:t>
      </w:r>
      <w:r w:rsidRPr="000A1DF4">
        <w:rPr>
          <w:i/>
          <w:iCs/>
        </w:rPr>
        <w:t xml:space="preserve">Salix </w:t>
      </w:r>
      <w:r>
        <w:t xml:space="preserve">spp., or uniform stands of </w:t>
      </w:r>
      <w:r w:rsidRPr="000A1DF4">
        <w:rPr>
          <w:i/>
          <w:iCs/>
        </w:rPr>
        <w:t>Salix alaxensis</w:t>
      </w:r>
      <w:r>
        <w:t>. The tall shrub component of the early successional stages diminishes rapidly because of decreased light from the dense tree overstory, and high levels of herbivory by moose or snowshoe hares may accelerate succession (Butler et al. 2007</w:t>
      </w:r>
      <w:r w:rsidR="00ED4516">
        <w:t>;</w:t>
      </w:r>
      <w:r w:rsidR="00D54797">
        <w:t xml:space="preserve"> Chapin et al. 2006</w:t>
      </w:r>
      <w:r>
        <w:t xml:space="preserve">). </w:t>
      </w:r>
      <w:r w:rsidRPr="000A1DF4">
        <w:rPr>
          <w:i/>
          <w:iCs/>
        </w:rPr>
        <w:t>Populus balsamifera</w:t>
      </w:r>
      <w:r>
        <w:t xml:space="preserve"> does not regenerate in the </w:t>
      </w:r>
      <w:r>
        <w:lastRenderedPageBreak/>
        <w:t xml:space="preserve">understory and consequently, </w:t>
      </w:r>
      <w:r w:rsidRPr="000A1DF4">
        <w:rPr>
          <w:i/>
          <w:iCs/>
        </w:rPr>
        <w:t>Picea glauca</w:t>
      </w:r>
      <w:r>
        <w:t xml:space="preserve"> gains dominance in the overstory within 150yrs. </w:t>
      </w:r>
      <w:r w:rsidRPr="000A1DF4">
        <w:rPr>
          <w:i/>
          <w:iCs/>
        </w:rPr>
        <w:t>Rosa acicularis</w:t>
      </w:r>
      <w:r w:rsidR="004F32FF">
        <w:rPr>
          <w:i/>
          <w:iCs/>
        </w:rPr>
        <w:t>, Cornus sericea,</w:t>
      </w:r>
      <w:r>
        <w:t xml:space="preserve"> and </w:t>
      </w:r>
      <w:r w:rsidRPr="000A1DF4">
        <w:rPr>
          <w:i/>
          <w:iCs/>
        </w:rPr>
        <w:t>Viburnum edule</w:t>
      </w:r>
      <w:r>
        <w:t xml:space="preserve"> are common understory shrubs in semi-open older stands.</w:t>
      </w:r>
      <w:r w:rsidR="00C71D3C">
        <w:t xml:space="preserve"> </w:t>
      </w:r>
      <w:r w:rsidR="004F32FF">
        <w:t xml:space="preserve">Bryophytes like </w:t>
      </w:r>
      <w:r w:rsidRPr="000A1DF4" w:rsidR="004F32FF">
        <w:rPr>
          <w:i/>
          <w:iCs/>
        </w:rPr>
        <w:t>Hylocomim splendens</w:t>
      </w:r>
      <w:r w:rsidR="004F32FF">
        <w:t xml:space="preserve"> can dominate.</w:t>
      </w:r>
    </w:p>
    <w:p w:rsidR="005F0D59" w:rsidP="005F0D59" w:rsidRDefault="005F0D59" w14:paraId="6A652927" w14:textId="77777777"/>
    <w:p w:rsidRPr="00B97E5C" w:rsidR="00DA02A1" w:rsidP="00DA02A1" w:rsidRDefault="00332889" w14:paraId="32BE965D" w14:textId="7C9A77E5">
      <w:r w:rsidRPr="00B97E5C">
        <w:t>Eight</w:t>
      </w:r>
      <w:r w:rsidRPr="00B97E5C" w:rsidR="00DA02A1">
        <w:t xml:space="preserve"> </w:t>
      </w:r>
      <w:r>
        <w:t xml:space="preserve">general </w:t>
      </w:r>
      <w:r w:rsidRPr="00B97E5C" w:rsidR="00DA02A1">
        <w:t xml:space="preserve">successional stages </w:t>
      </w:r>
      <w:r w:rsidRPr="00B97E5C">
        <w:t xml:space="preserve">were described for </w:t>
      </w:r>
      <w:r w:rsidRPr="00B97E5C" w:rsidR="00DA02A1">
        <w:t>the Tanana River floodplain</w:t>
      </w:r>
      <w:r w:rsidRPr="00B97E5C">
        <w:t xml:space="preserve"> (Van Cleve and Viereck)</w:t>
      </w:r>
      <w:hyperlink w:history="1"/>
      <w:r w:rsidRPr="00B97E5C" w:rsidR="00DA02A1">
        <w:t xml:space="preserve">: </w:t>
      </w:r>
    </w:p>
    <w:p w:rsidRPr="00B97E5C" w:rsidR="00DA02A1" w:rsidP="00DA02A1" w:rsidRDefault="00DA02A1" w14:paraId="549B4A19" w14:textId="77777777">
      <w:pPr>
        <w:numPr>
          <w:ilvl w:val="0"/>
          <w:numId w:val="3"/>
        </w:numPr>
      </w:pPr>
      <w:r w:rsidRPr="00B97E5C">
        <w:t xml:space="preserve">bare surface (0-1 years) </w:t>
      </w:r>
    </w:p>
    <w:p w:rsidRPr="00B97E5C" w:rsidR="00DA02A1" w:rsidP="00DA02A1" w:rsidRDefault="00DA02A1" w14:paraId="64767287" w14:textId="77777777">
      <w:pPr>
        <w:numPr>
          <w:ilvl w:val="0"/>
          <w:numId w:val="3"/>
        </w:numPr>
      </w:pPr>
      <w:r w:rsidRPr="00B97E5C">
        <w:t>bare surface, salt crust (1-2 years)</w:t>
      </w:r>
    </w:p>
    <w:p w:rsidRPr="00B97E5C" w:rsidR="00DA02A1" w:rsidP="00DA02A1" w:rsidRDefault="00DA02A1" w14:paraId="2F148FE4" w14:textId="77777777">
      <w:pPr>
        <w:numPr>
          <w:ilvl w:val="0"/>
          <w:numId w:val="3"/>
        </w:numPr>
      </w:pPr>
      <w:r w:rsidRPr="00B97E5C">
        <w:t>open shrub (2-5 years)</w:t>
      </w:r>
    </w:p>
    <w:p w:rsidRPr="00B97E5C" w:rsidR="00DA02A1" w:rsidP="00DA02A1" w:rsidRDefault="00DA02A1" w14:paraId="42E0F86B" w14:textId="4B225574">
      <w:pPr>
        <w:numPr>
          <w:ilvl w:val="0"/>
          <w:numId w:val="3"/>
        </w:numPr>
      </w:pPr>
      <w:r w:rsidRPr="00B97E5C">
        <w:t>closed shrub (5-10 years)</w:t>
      </w:r>
      <w:r w:rsidR="004F32FF">
        <w:t xml:space="preserve"> </w:t>
      </w:r>
    </w:p>
    <w:p w:rsidRPr="00B97E5C" w:rsidR="00DA02A1" w:rsidP="00DA02A1" w:rsidRDefault="00DA02A1" w14:paraId="4BA6EB80" w14:textId="77777777">
      <w:pPr>
        <w:numPr>
          <w:ilvl w:val="0"/>
          <w:numId w:val="3"/>
        </w:numPr>
      </w:pPr>
      <w:r w:rsidRPr="00B97E5C">
        <w:t>young balsam poplar (20-40 years)</w:t>
      </w:r>
    </w:p>
    <w:p w:rsidRPr="00B97E5C" w:rsidR="00DA02A1" w:rsidP="00DA02A1" w:rsidRDefault="00DA02A1" w14:paraId="5DA5640A" w14:textId="5F61B71F">
      <w:pPr>
        <w:numPr>
          <w:ilvl w:val="0"/>
          <w:numId w:val="3"/>
        </w:numPr>
      </w:pPr>
      <w:r w:rsidRPr="00B97E5C">
        <w:t>mature balsam poplar, young white spruce, alder (80-100 years)</w:t>
      </w:r>
      <w:r w:rsidR="00094404">
        <w:t xml:space="preserve"> </w:t>
      </w:r>
    </w:p>
    <w:p w:rsidRPr="00B97E5C" w:rsidR="00DA02A1" w:rsidP="00DA02A1" w:rsidRDefault="00DA02A1" w14:paraId="2CFBCBF8" w14:textId="77777777">
      <w:pPr>
        <w:numPr>
          <w:ilvl w:val="0"/>
          <w:numId w:val="3"/>
        </w:numPr>
      </w:pPr>
      <w:r w:rsidRPr="00B97E5C">
        <w:t>old balsam poplar, young white spruce (125-175 years)</w:t>
      </w:r>
    </w:p>
    <w:p w:rsidR="00DA02A1" w:rsidP="00DA02A1" w:rsidRDefault="00DA02A1" w14:paraId="52CCB7FE" w14:textId="5EA99D86">
      <w:pPr>
        <w:numPr>
          <w:ilvl w:val="0"/>
          <w:numId w:val="3"/>
        </w:numPr>
      </w:pPr>
      <w:r w:rsidRPr="00B97E5C">
        <w:t>mature white spruce (200-300 years)</w:t>
      </w:r>
      <w:r w:rsidR="00094404">
        <w:t xml:space="preserve"> </w:t>
      </w:r>
    </w:p>
    <w:p w:rsidR="00F33B23" w:rsidP="00F33B23" w:rsidRDefault="00F33B23" w14:paraId="33693D93" w14:textId="6E98006F">
      <w:r>
        <w:t>See a</w:t>
      </w:r>
      <w:r w:rsidRPr="00631430">
        <w:t xml:space="preserve">lso: </w:t>
      </w:r>
      <w:hyperlink w:history="1" r:id="rId8">
        <w:r w:rsidRPr="005C545E">
          <w:rPr>
            <w:rStyle w:val="Hyperlink"/>
          </w:rPr>
          <w:t>Boreal Scrub Loamy Flood Plain Low</w:t>
        </w:r>
      </w:hyperlink>
      <w:r>
        <w:t>, Ecological Site</w:t>
      </w:r>
      <w:r w:rsidRPr="00C71D3C">
        <w:t xml:space="preserve"> XA232X01Y200</w:t>
      </w:r>
      <w:r>
        <w:t xml:space="preserve"> for 1-4; </w:t>
      </w:r>
      <w:hyperlink w:history="1" r:id="rId9">
        <w:r w:rsidRPr="00631430">
          <w:rPr>
            <w:rStyle w:val="Hyperlink"/>
          </w:rPr>
          <w:t>Boreal Forest Loamy Flood Plain Middle</w:t>
        </w:r>
      </w:hyperlink>
      <w:r>
        <w:t>, Ecological Site</w:t>
      </w:r>
      <w:r w:rsidRPr="00631430">
        <w:t xml:space="preserve"> </w:t>
      </w:r>
      <w:r w:rsidRPr="00F33B23">
        <w:t>XA232X01Y202 for 5-</w:t>
      </w:r>
      <w:r>
        <w:t>6;</w:t>
      </w:r>
      <w:r w:rsidRPr="00631430">
        <w:t xml:space="preserve"> </w:t>
      </w:r>
      <w:hyperlink w:history="1" r:id="rId10">
        <w:r w:rsidRPr="00631430">
          <w:rPr>
            <w:rStyle w:val="Hyperlink"/>
          </w:rPr>
          <w:t>Boreal Forest Loamy Flood Plain High</w:t>
        </w:r>
      </w:hyperlink>
      <w:r>
        <w:t xml:space="preserve">, Ecological Site </w:t>
      </w:r>
      <w:r w:rsidRPr="005C545E">
        <w:t>XA232X01Y204</w:t>
      </w:r>
      <w:r>
        <w:t xml:space="preserve"> for 7-8.</w:t>
      </w:r>
    </w:p>
    <w:p w:rsidRPr="00B97E5C" w:rsidR="00F33B23" w:rsidP="00F33B23" w:rsidRDefault="00F33B23" w14:paraId="49334D10" w14:textId="77777777"/>
    <w:p w:rsidR="00A63FCB" w:rsidP="00790FCF" w:rsidRDefault="00332889" w14:paraId="15CB276A" w14:textId="30FD6330">
      <w:r>
        <w:t>However, Hollingsworth an</w:t>
      </w:r>
      <w:r w:rsidR="00094404">
        <w:t>d</w:t>
      </w:r>
      <w:r>
        <w:t xml:space="preserve"> others (2010) note that many different successional trajectories are possible. </w:t>
      </w:r>
    </w:p>
    <w:p w:rsidR="00790FCF" w:rsidP="00790FCF" w:rsidRDefault="00790FCF" w14:paraId="1271EEAC" w14:textId="77777777">
      <w:pPr>
        <w:pStyle w:val="InfoPara"/>
      </w:pPr>
      <w:bookmarkStart w:name="FloodplainSuccession" w:id="0"/>
      <w:bookmarkEnd w:id="0"/>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POBAB2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ALNUS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Rosa acicularis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Prickly rose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VIED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Viburnum edule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Squashberry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LUPIN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EQUIS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Horsetail</w:t>
            </w:r>
          </w:p>
        </w:tc>
      </w:tr>
    </w:tbl>
    <w:p>
      <w:r>
        <w:rPr>
          <w:sz w:val="16"/>
        </w:rPr>
        <w:t>Species names are from the NRCS PLANTS database. Check species codes at http://plants.usda.gov.</w:t>
      </w:r>
    </w:p>
    <w:p w:rsidR="00790FCF" w:rsidP="00790FCF" w:rsidRDefault="00790FCF" w14:paraId="07F58863" w14:textId="77777777">
      <w:pPr>
        <w:pStyle w:val="InfoPara"/>
      </w:pPr>
      <w:r>
        <w:t>Disturbance Description</w:t>
      </w:r>
    </w:p>
    <w:p w:rsidR="00790FCF" w:rsidP="00790FCF" w:rsidRDefault="00790FCF" w14:paraId="717DECDE" w14:textId="6CD04D62">
      <w:r>
        <w:t>Flooding can be caused by snowmelt, precipitation, ice jams</w:t>
      </w:r>
      <w:r w:rsidR="00BC6FA1">
        <w:t>,</w:t>
      </w:r>
      <w:r>
        <w:t xml:space="preserve"> and glacial runoff. Different rivers or portions of rivers may be more prone to certain types of flooding. Frequent flooding and channel migration create a pattern of gravel bars and early successional stages across the valley bottom. Sediment deposition raises the surface of the floodplain over time. </w:t>
      </w:r>
      <w:r w:rsidR="005F0D59">
        <w:t>The floodplain transitions to a</w:t>
      </w:r>
      <w:r>
        <w:t xml:space="preserve"> terrace </w:t>
      </w:r>
      <w:r w:rsidR="005F0D59">
        <w:t xml:space="preserve">as the soil surface </w:t>
      </w:r>
      <w:r>
        <w:t xml:space="preserve">becomes farther removed from the channel, </w:t>
      </w:r>
      <w:r w:rsidR="00127FBF">
        <w:t xml:space="preserve">and subsequently </w:t>
      </w:r>
      <w:r>
        <w:t xml:space="preserve">flooding becomes less frequent. Water availability on terraces plays a major role in community structure and composition. Water inputs are from overbank flow (flooding), ground water, and precipitation. Deposits with high permeability become progressively drier as they are vertically and horizontally removed from the active channels. </w:t>
      </w:r>
    </w:p>
    <w:p w:rsidR="00790FCF" w:rsidP="00790FCF" w:rsidRDefault="00790FCF" w14:paraId="06F4F59E" w14:textId="77777777"/>
    <w:p w:rsidR="00790FCF" w:rsidP="00790FCF" w:rsidRDefault="00790FCF" w14:paraId="7E7F5056" w14:textId="7ED0C60F">
      <w:r>
        <w:t>Oxbows and other wet depressions commonly form on the floodplains and develop into wetlands. Succession and species composition is variable due to diverse environmental conditions such as water depth, substrate</w:t>
      </w:r>
      <w:r w:rsidR="00BC6FA1">
        <w:t>,</w:t>
      </w:r>
      <w:r>
        <w:t xml:space="preserve"> and nutrient input. Aquatic bed, marsh, and fen communities are common. </w:t>
      </w:r>
    </w:p>
    <w:p w:rsidR="00A92060" w:rsidP="00FA03C4" w:rsidRDefault="00790FCF" w14:paraId="7C985246" w14:textId="1C5316E8">
      <w:pPr>
        <w:pStyle w:val="NormalWeb"/>
      </w:pPr>
      <w:r>
        <w:lastRenderedPageBreak/>
        <w:t xml:space="preserve">Fire </w:t>
      </w:r>
      <w:r w:rsidRPr="00FA03C4">
        <w:t xml:space="preserve">frequency in floodplain systems is considerably less than that of the surrounding terrain because channels can act as fuel breaks. </w:t>
      </w:r>
      <w:r w:rsidRPr="00FA03C4" w:rsidR="00B35EA1">
        <w:t xml:space="preserve">According to Heinselman (1981), of the boreal forests in Alaska and Canada: "the longest fire cycles were probably in white spruce forests on the floodplains of major rivers where cycles may have been </w:t>
      </w:r>
      <w:r w:rsidRPr="000A1DF4" w:rsidR="00B35EA1">
        <w:t>as long as 200 to 300 years. Perhaps some floodplain forests never burned</w:t>
      </w:r>
      <w:r w:rsidRPr="000A1DF4" w:rsidR="00FA03C4">
        <w:t>.</w:t>
      </w:r>
      <w:r w:rsidRPr="000A1DF4" w:rsidR="00B35EA1">
        <w:t xml:space="preserve">" </w:t>
      </w:r>
      <w:r w:rsidRPr="000A1DF4" w:rsidR="006E687B">
        <w:t xml:space="preserve">Of the few </w:t>
      </w:r>
      <w:r w:rsidRPr="000A1DF4" w:rsidR="00FA03C4">
        <w:t xml:space="preserve">fire history </w:t>
      </w:r>
      <w:r w:rsidRPr="000A1DF4" w:rsidR="006E687B">
        <w:t>studies o</w:t>
      </w:r>
      <w:r w:rsidRPr="000A1DF4" w:rsidR="00FA03C4">
        <w:t>n</w:t>
      </w:r>
      <w:r w:rsidRPr="000A1DF4" w:rsidR="006E687B">
        <w:t xml:space="preserve"> white spruce floodplain sites reviewed by Abrahamson (2014) stud</w:t>
      </w:r>
      <w:r w:rsidRPr="000A1DF4" w:rsidR="00FA03C4">
        <w:t>ies</w:t>
      </w:r>
      <w:r w:rsidRPr="000A1DF4" w:rsidR="006E687B">
        <w:t xml:space="preserve"> on the Mackenzie River found sites that had not burned in 300 years (Heinselman1981</w:t>
      </w:r>
      <w:r w:rsidRPr="000A1DF4" w:rsidR="00FA03C4">
        <w:t>, Rowe et al. 1984</w:t>
      </w:r>
      <w:r w:rsidRPr="000A1DF4" w:rsidR="006E687B">
        <w:t>)</w:t>
      </w:r>
      <w:r w:rsidRPr="000A1DF4" w:rsidR="00FA03C4">
        <w:t>,</w:t>
      </w:r>
      <w:r w:rsidRPr="000A1DF4" w:rsidR="00C9540F">
        <w:t xml:space="preserve"> and</w:t>
      </w:r>
      <w:r w:rsidRPr="000A1DF4" w:rsidR="006E687B">
        <w:t xml:space="preserve"> a study along the Tanana River found a 70-100 year interval between fires (Mann et al. 1995)</w:t>
      </w:r>
      <w:r w:rsidRPr="000A1DF4" w:rsidR="00C9540F">
        <w:t xml:space="preserve">. </w:t>
      </w:r>
      <w:r w:rsidRPr="000A1DF4" w:rsidR="00BC6FA1">
        <w:t xml:space="preserve">The Fire Regime Synthesis of quaking aspen and balsam poplar (Fryer 2014) reported a </w:t>
      </w:r>
      <w:r w:rsidRPr="000A1DF4" w:rsidR="00BC6FA1">
        <w:rPr>
          <w:bCs/>
        </w:rPr>
        <w:t>fire cycle</w:t>
      </w:r>
      <w:r w:rsidRPr="000A1DF4" w:rsidR="00BC6FA1">
        <w:t xml:space="preserve"> (not </w:t>
      </w:r>
      <w:r w:rsidR="00A21CA7">
        <w:t>fire return interval</w:t>
      </w:r>
      <w:r w:rsidRPr="000A1DF4" w:rsidR="00BC6FA1">
        <w:t>) of 146 y</w:t>
      </w:r>
      <w:r w:rsidRPr="000A1DF4" w:rsidR="00FA03C4">
        <w:t>ea</w:t>
      </w:r>
      <w:r w:rsidRPr="000A1DF4" w:rsidR="00BC6FA1">
        <w:t>rs for quaking aspen-paper birch on the Yukon River (Kasischke &amp; Williams 2002) and a fire cycle of 26 y</w:t>
      </w:r>
      <w:r w:rsidRPr="000A1DF4" w:rsidR="00FA03C4">
        <w:t>ears</w:t>
      </w:r>
      <w:r w:rsidRPr="000A1DF4" w:rsidR="00BC6FA1">
        <w:t xml:space="preserve"> for a mixed quaking aspen, paper birch, and balsam poplar stand</w:t>
      </w:r>
      <w:r w:rsidRPr="00FA03C4" w:rsidR="00BC6FA1">
        <w:t xml:space="preserve"> on the Porcupine River (Yarie 1981). </w:t>
      </w:r>
      <w:r w:rsidRPr="00FA03C4">
        <w:t>Early seral vegetation is less flammable than mature boreal forest, which may develop an organic soil layer that can spread fire into the floodplain in dry years. Fires burn in an irregular pattern due to the variability of vegetation and soil moisture, resulting in a high degree of edge.</w:t>
      </w:r>
      <w:r w:rsidR="00FA03C4">
        <w:t xml:space="preserve"> </w:t>
      </w:r>
      <w:r w:rsidRPr="00FA03C4" w:rsidR="00332889">
        <w:t xml:space="preserve">For additional information about fire regimes in Alaskan floodplain communities, see </w:t>
      </w:r>
      <w:r w:rsidRPr="00FA03C4" w:rsidR="00C9540F">
        <w:t>Fire Regimes of Alaskan white spruce communities</w:t>
      </w:r>
      <w:r w:rsidRPr="00FA03C4" w:rsidR="00C9540F">
        <w:rPr>
          <w:rStyle w:val="Hyperlink"/>
          <w:color w:val="auto"/>
          <w:u w:val="none"/>
        </w:rPr>
        <w:t xml:space="preserve"> (Abrahamson 2014)</w:t>
      </w:r>
      <w:r w:rsidRPr="00FA03C4" w:rsidR="00332889">
        <w:t>.</w:t>
      </w:r>
    </w:p>
    <w:p w:rsidR="00790FCF" w:rsidP="00790FCF" w:rsidRDefault="00790FCF" w14:paraId="7AFFD599" w14:textId="47420B1B">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4055</w:t>
            </w:r>
          </w:p>
        </w:tc>
        <w:tc>
          <w:p>
            <w:pPr>
              <w:jc w:val="center"/>
            </w:pPr>
            <w:r>
              <w:t>6</w:t>
            </w:r>
          </w:p>
        </w:tc>
        <w:tc>
          <w:p>
            <w:pPr>
              <w:jc w:val="center"/>
            </w:pPr>
            <w:r>
              <w:t/>
            </w:r>
          </w:p>
        </w:tc>
        <w:tc>
          <w:p>
            <w:pPr>
              <w:jc w:val="center"/>
            </w:pPr>
            <w:r>
              <w:t/>
            </w:r>
          </w:p>
        </w:tc>
      </w:tr>
      <w:tr>
        <w:tc>
          <w:p>
            <w:pPr>
              <w:jc w:val="center"/>
            </w:pPr>
            <w:r>
              <w:t>Moderate (Mixed)</w:t>
            </w:r>
          </w:p>
        </w:tc>
        <w:tc>
          <w:p>
            <w:pPr>
              <w:jc w:val="center"/>
            </w:pPr>
            <w:r>
              <w:t>280</w:t>
            </w:r>
          </w:p>
        </w:tc>
        <w:tc>
          <w:p>
            <w:pPr>
              <w:jc w:val="center"/>
            </w:pPr>
            <w:r>
              <w:t>94</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262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790FCF" w:rsidP="00790FCF" w:rsidRDefault="00790FCF" w14:paraId="1561F2D3" w14:textId="77777777">
      <w:pPr>
        <w:pStyle w:val="InfoPara"/>
      </w:pPr>
      <w:r>
        <w:t>Scale Description</w:t>
      </w:r>
    </w:p>
    <w:p w:rsidR="00790FCF" w:rsidP="00790FCF" w:rsidRDefault="00790FCF" w14:paraId="69AD4172" w14:textId="77777777">
      <w:r>
        <w:t>Linear</w:t>
      </w:r>
    </w:p>
    <w:p w:rsidR="00790FCF" w:rsidP="00790FCF" w:rsidRDefault="00790FCF" w14:paraId="1D2F67D7" w14:textId="77777777">
      <w:pPr>
        <w:pStyle w:val="InfoPara"/>
      </w:pPr>
      <w:r>
        <w:t>Adjacency or Identification Concerns</w:t>
      </w:r>
    </w:p>
    <w:p w:rsidR="00790FCF" w:rsidP="00790FCF" w:rsidRDefault="00790FCF" w14:paraId="3EAF69EA" w14:textId="77777777">
      <w:r>
        <w:t>This system is found adjacent to a range of upland systems, including hardwoods (birch-dominated), upland white spruce, white spruce-hardwood, as well as all boreal black spruce types.</w:t>
      </w:r>
    </w:p>
    <w:p w:rsidR="00790FCF" w:rsidP="00790FCF" w:rsidRDefault="00790FCF" w14:paraId="6A7F026F" w14:textId="77777777">
      <w:pPr>
        <w:pStyle w:val="InfoPara"/>
      </w:pPr>
      <w:r>
        <w:t>Issues or Problems</w:t>
      </w:r>
    </w:p>
    <w:p w:rsidR="00790FCF" w:rsidP="00790FCF" w:rsidRDefault="00790FCF" w14:paraId="258D40A8" w14:textId="34A68C48">
      <w:r>
        <w:t xml:space="preserve">Frequency of major flood events on the larger rivers seems to be lower compared with the middle 20th </w:t>
      </w:r>
      <w:r w:rsidR="00F33B23">
        <w:t>c</w:t>
      </w:r>
      <w:r>
        <w:t xml:space="preserve">entury, as evident from the age of </w:t>
      </w:r>
      <w:r w:rsidRPr="00F33B23">
        <w:rPr>
          <w:i/>
          <w:iCs/>
        </w:rPr>
        <w:t>Salix alaxensis</w:t>
      </w:r>
      <w:r>
        <w:t xml:space="preserve"> cohorts on higher terraces. With the advent of climate change and changing weather patterns, historical ice scouring/jamming and flooding events are no longer common. The decline in floods that deposit a silt cap for willow and poplar regeneration and in ice scouring that rejuvenates willows could have a major impact on reducing the amount of available winter forage for moose, an important game species in Interior Alaska.</w:t>
      </w:r>
    </w:p>
    <w:p w:rsidR="00790FCF" w:rsidP="00790FCF" w:rsidRDefault="00790FCF" w14:paraId="36F628D3" w14:textId="77777777">
      <w:pPr>
        <w:pStyle w:val="InfoPara"/>
      </w:pPr>
      <w:r>
        <w:t>Native Uncharacteristic Conditions</w:t>
      </w:r>
    </w:p>
    <w:p w:rsidR="00790FCF" w:rsidP="00790FCF" w:rsidRDefault="00790FCF" w14:paraId="1C88FE8C" w14:textId="77777777"/>
    <w:p w:rsidR="007C2820" w:rsidP="00790FCF" w:rsidRDefault="007C2820" w14:paraId="6F684118" w14:textId="77777777"/>
    <w:p w:rsidR="00790FCF" w:rsidP="00790FCF" w:rsidRDefault="00790FCF" w14:paraId="4E99F6CF" w14:textId="77777777">
      <w:pPr>
        <w:pStyle w:val="InfoPara"/>
      </w:pPr>
      <w:r>
        <w:lastRenderedPageBreak/>
        <w:t>Comments</w:t>
      </w:r>
    </w:p>
    <w:p w:rsidR="00BE3C78" w:rsidP="00F44809" w:rsidRDefault="00F44809" w14:paraId="39ADDCE0" w14:textId="5958DAED">
      <w:r>
        <w:t>8</w:t>
      </w:r>
      <w:r w:rsidRPr="00693789">
        <w:t xml:space="preserve">/2022 – </w:t>
      </w:r>
      <w:r>
        <w:t>A reviewer stated that while uncertain about the pre-colonial fire regime in the Yukon Flats along the Yukon/Porcupine Rivers</w:t>
      </w:r>
      <w:r w:rsidR="00BE3C78">
        <w:t xml:space="preserve"> current</w:t>
      </w:r>
      <w:r>
        <w:t xml:space="preserve"> data from NRCS suggests that “it burns pretty</w:t>
      </w:r>
      <w:r w:rsidR="00BE3C78">
        <w:t xml:space="preserve"> </w:t>
      </w:r>
      <w:r>
        <w:t xml:space="preserve">commonly here. We sampled 263 plots in this system and 58 were in some stage of fire succession with 18 having burned within 10 years or so of sampling.” </w:t>
      </w:r>
      <w:r w:rsidR="00BE3C78">
        <w:t xml:space="preserve">Kori Blankenship adjusted the modeled MFRI from 294 to 263 years based on the reviewer’s comments as well as the relative fire frequency rankings developed for boreal forest BpS during </w:t>
      </w:r>
      <w:r w:rsidRPr="00693789" w:rsidR="00BE3C78">
        <w:t>the Boreal Forest BpS Review Work Session in February 2022</w:t>
      </w:r>
      <w:r w:rsidR="00BE3C78">
        <w:t>. The change in fire frequency had almost no effect on the succession class proportions.</w:t>
      </w:r>
    </w:p>
    <w:p w:rsidR="00BC6FA1" w:rsidP="00790FCF" w:rsidRDefault="00BC6FA1" w14:paraId="36A7BD5C" w14:textId="77777777"/>
    <w:p w:rsidR="00790FCF" w:rsidP="00790FCF" w:rsidRDefault="00C9540F" w14:paraId="7DCA87F8" w14:textId="11EBABF5">
      <w:r>
        <w:t>During LANDFIRE National</w:t>
      </w:r>
      <w:r w:rsidR="00137AF2">
        <w:t>,</w:t>
      </w:r>
      <w:r>
        <w:t xml:space="preserve"> t</w:t>
      </w:r>
      <w:r w:rsidR="00790FCF">
        <w:t xml:space="preserve">his </w:t>
      </w:r>
      <w:r>
        <w:t xml:space="preserve">BpS </w:t>
      </w:r>
      <w:r w:rsidR="00790FCF">
        <w:t>was created for the AK Boreal region and did not receive review for other regions in the state.</w:t>
      </w:r>
      <w:r>
        <w:t xml:space="preserve"> </w:t>
      </w:r>
      <w:r w:rsidR="00790FCF">
        <w:t>This model was based on the FRCC Guidebook Potential Natural Vegetation Group (PNVG) model for Riparian Spruce Hardwood (RISH; Murphy and Witten 2006), input from the experts who attended the LANDFIRE Fairbanks (Nov. 07) modeling meeting and was refined by Kori Blankenship and Robert Lambrecht. The resulting model is similar to RISH but with minor adjustments to some of the class ages,</w:t>
      </w:r>
      <w:r w:rsidR="00DE784E">
        <w:t xml:space="preserve"> including</w:t>
      </w:r>
      <w:r w:rsidR="00790FCF">
        <w:t xml:space="preserve"> the removal of replacement fire in </w:t>
      </w:r>
      <w:r w:rsidR="00DE784E">
        <w:t>C</w:t>
      </w:r>
      <w:r w:rsidR="00790FCF">
        <w:t xml:space="preserve">lass D, and the removal of the relative age setting for mixed fire in </w:t>
      </w:r>
      <w:r w:rsidR="00DE784E">
        <w:t>C</w:t>
      </w:r>
      <w:r w:rsidR="00790FCF">
        <w:t>lass B, which violated LANDFIRE modeling rules.</w:t>
      </w:r>
    </w:p>
    <w:p w:rsidR="00790FCF" w:rsidP="00790FCF" w:rsidRDefault="00790FCF" w14:paraId="5DCF2616" w14:textId="77777777"/>
    <w:p w:rsidR="00790FCF" w:rsidP="00790FCF" w:rsidRDefault="00790FCF" w14:paraId="6EF4F088" w14:textId="77777777">
      <w:r>
        <w:t>The vegetation description is closely based on the Ecological System description (NatureServe 2008), with minor edits by Robert Lambrecht.</w:t>
      </w:r>
    </w:p>
    <w:p w:rsidR="00BA2FAE" w:rsidP="00790FCF" w:rsidRDefault="00BA2FAE" w14:paraId="45BC89BE" w14:textId="77777777"/>
    <w:p w:rsidR="00F4320E" w:rsidP="00F4320E" w:rsidRDefault="00F4320E" w14:paraId="7C5360CB" w14:textId="77777777">
      <w:pPr>
        <w:pStyle w:val="ReportSection"/>
      </w:pPr>
      <w:r>
        <w:t>Succession Classes</w:t>
      </w:r>
    </w:p>
    <w:p w:rsidR="00DB25F7" w:rsidP="00790FCF" w:rsidRDefault="00DB25F7" w14:paraId="37B8CB5F"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90FCF" w:rsidP="00790FCF" w:rsidRDefault="00790FCF" w14:paraId="12A87295" w14:textId="77777777">
      <w:pPr>
        <w:pStyle w:val="InfoPara"/>
        <w:pBdr>
          <w:top w:val="single" w:color="auto" w:sz="4" w:space="1"/>
        </w:pBdr>
      </w:pPr>
      <w:r xmlns:w="http://schemas.openxmlformats.org/wordprocessingml/2006/main">
        <w:t>Class A</w:t>
      </w:r>
      <w:r xmlns:w="http://schemas.openxmlformats.org/wordprocessingml/2006/main">
        <w:tab/>
        <w:t>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790FCF" w:rsidP="00790FCF" w:rsidRDefault="00790FCF" w14:paraId="0433E9F4" w14:textId="77777777"/>
    <w:p w:rsidR="00790FCF" w:rsidP="00790FCF" w:rsidRDefault="00790FCF" w14:paraId="56A2EFA2"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790FCF" w:rsidR="00790FCF" w:rsidTr="00790FCF" w14:paraId="60848AC9" w14:textId="77777777">
        <w:tc>
          <w:tcPr>
            <w:tcW w:w="1260" w:type="dxa"/>
            <w:tcBorders>
              <w:top w:val="single" w:color="auto" w:sz="2" w:space="0"/>
              <w:bottom w:val="single" w:color="000000" w:sz="12" w:space="0"/>
            </w:tcBorders>
            <w:shd w:val="clear" w:color="auto" w:fill="auto"/>
          </w:tcPr>
          <w:p w:rsidRPr="00790FCF" w:rsidR="00790FCF" w:rsidP="007C1D23" w:rsidRDefault="00790FCF" w14:paraId="43D00A52" w14:textId="77777777">
            <w:pPr>
              <w:rPr>
                <w:b/>
                <w:bCs/>
              </w:rPr>
            </w:pPr>
            <w:r w:rsidRPr="00790FCF">
              <w:rPr>
                <w:b/>
                <w:bCs/>
              </w:rPr>
              <w:t>Symbol</w:t>
            </w:r>
          </w:p>
        </w:tc>
        <w:tc>
          <w:tcPr>
            <w:tcW w:w="3972" w:type="dxa"/>
            <w:tcBorders>
              <w:top w:val="single" w:color="auto" w:sz="2" w:space="0"/>
              <w:bottom w:val="single" w:color="000000" w:sz="12" w:space="0"/>
            </w:tcBorders>
            <w:shd w:val="clear" w:color="auto" w:fill="auto"/>
          </w:tcPr>
          <w:p w:rsidRPr="00790FCF" w:rsidR="00790FCF" w:rsidP="007C1D23" w:rsidRDefault="00790FCF" w14:paraId="1F28B7EB" w14:textId="77777777">
            <w:pPr>
              <w:rPr>
                <w:b/>
                <w:bCs/>
              </w:rPr>
            </w:pPr>
            <w:r w:rsidRPr="00790FCF">
              <w:rPr>
                <w:b/>
                <w:bCs/>
              </w:rPr>
              <w:t>Scientific Name</w:t>
            </w:r>
          </w:p>
        </w:tc>
        <w:tc>
          <w:tcPr>
            <w:tcW w:w="1860" w:type="dxa"/>
            <w:tcBorders>
              <w:top w:val="single" w:color="auto" w:sz="2" w:space="0"/>
              <w:bottom w:val="single" w:color="000000" w:sz="12" w:space="0"/>
            </w:tcBorders>
            <w:shd w:val="clear" w:color="auto" w:fill="auto"/>
          </w:tcPr>
          <w:p w:rsidRPr="00790FCF" w:rsidR="00790FCF" w:rsidP="007C1D23" w:rsidRDefault="00790FCF" w14:paraId="78247AD3" w14:textId="77777777">
            <w:pPr>
              <w:rPr>
                <w:b/>
                <w:bCs/>
              </w:rPr>
            </w:pPr>
            <w:r w:rsidRPr="00790FCF">
              <w:rPr>
                <w:b/>
                <w:bCs/>
              </w:rPr>
              <w:t>Common Name</w:t>
            </w:r>
          </w:p>
        </w:tc>
        <w:tc>
          <w:tcPr>
            <w:tcW w:w="1956" w:type="dxa"/>
            <w:tcBorders>
              <w:top w:val="single" w:color="auto" w:sz="2" w:space="0"/>
              <w:bottom w:val="single" w:color="000000" w:sz="12" w:space="0"/>
            </w:tcBorders>
            <w:shd w:val="clear" w:color="auto" w:fill="auto"/>
          </w:tcPr>
          <w:p w:rsidRPr="00790FCF" w:rsidR="00790FCF" w:rsidP="007C1D23" w:rsidRDefault="00790FCF" w14:paraId="2A88E34B" w14:textId="77777777">
            <w:pPr>
              <w:rPr>
                <w:b/>
                <w:bCs/>
              </w:rPr>
            </w:pPr>
            <w:r w:rsidRPr="00790FCF">
              <w:rPr>
                <w:b/>
                <w:bCs/>
              </w:rPr>
              <w:t>Canopy Position</w:t>
            </w:r>
          </w:p>
        </w:tc>
      </w:tr>
      <w:tr w:rsidRPr="00790FCF" w:rsidR="00790FCF" w:rsidTr="00790FCF" w14:paraId="47CC277D" w14:textId="77777777">
        <w:tc>
          <w:tcPr>
            <w:tcW w:w="1260" w:type="dxa"/>
            <w:tcBorders>
              <w:top w:val="single" w:color="000000" w:sz="12" w:space="0"/>
            </w:tcBorders>
            <w:shd w:val="clear" w:color="auto" w:fill="auto"/>
          </w:tcPr>
          <w:p w:rsidRPr="00790FCF" w:rsidR="00790FCF" w:rsidP="007C1D23" w:rsidRDefault="00790FCF" w14:paraId="57CD395A" w14:textId="77777777">
            <w:pPr>
              <w:rPr>
                <w:bCs/>
              </w:rPr>
            </w:pPr>
            <w:r w:rsidRPr="00790FCF">
              <w:rPr>
                <w:bCs/>
              </w:rPr>
              <w:t>EQUIS</w:t>
            </w:r>
          </w:p>
        </w:tc>
        <w:tc>
          <w:tcPr>
            <w:tcW w:w="3972" w:type="dxa"/>
            <w:tcBorders>
              <w:top w:val="single" w:color="000000" w:sz="12" w:space="0"/>
            </w:tcBorders>
            <w:shd w:val="clear" w:color="auto" w:fill="auto"/>
          </w:tcPr>
          <w:p w:rsidRPr="00BC5CDA" w:rsidR="00790FCF" w:rsidP="007C1D23" w:rsidRDefault="00790FCF" w14:paraId="771E26F4" w14:textId="412C9FD5">
            <w:r w:rsidRPr="00BC5CDA">
              <w:rPr>
                <w:i/>
                <w:iCs/>
              </w:rPr>
              <w:t>Equisetum</w:t>
            </w:r>
            <w:r w:rsidR="00BC5CDA">
              <w:rPr>
                <w:i/>
                <w:iCs/>
              </w:rPr>
              <w:t xml:space="preserve"> </w:t>
            </w:r>
            <w:r w:rsidR="00BC5CDA">
              <w:t>spp.</w:t>
            </w:r>
          </w:p>
        </w:tc>
        <w:tc>
          <w:tcPr>
            <w:tcW w:w="1860" w:type="dxa"/>
            <w:tcBorders>
              <w:top w:val="single" w:color="000000" w:sz="12" w:space="0"/>
            </w:tcBorders>
            <w:shd w:val="clear" w:color="auto" w:fill="auto"/>
          </w:tcPr>
          <w:p w:rsidRPr="00790FCF" w:rsidR="00790FCF" w:rsidP="007C1D23" w:rsidRDefault="00790FCF" w14:paraId="5AC9691B" w14:textId="77777777">
            <w:r w:rsidRPr="00790FCF">
              <w:t>Horsetail</w:t>
            </w:r>
          </w:p>
        </w:tc>
        <w:tc>
          <w:tcPr>
            <w:tcW w:w="1956" w:type="dxa"/>
            <w:tcBorders>
              <w:top w:val="single" w:color="000000" w:sz="12" w:space="0"/>
            </w:tcBorders>
            <w:shd w:val="clear" w:color="auto" w:fill="auto"/>
          </w:tcPr>
          <w:p w:rsidRPr="00790FCF" w:rsidR="00790FCF" w:rsidP="007C1D23" w:rsidRDefault="00790FCF" w14:paraId="7BD2246B" w14:textId="77777777">
            <w:r w:rsidRPr="00790FCF">
              <w:t>Upper</w:t>
            </w:r>
          </w:p>
        </w:tc>
      </w:tr>
      <w:tr w:rsidRPr="00790FCF" w:rsidR="00790FCF" w:rsidTr="00790FCF" w14:paraId="09EBAA1D" w14:textId="77777777">
        <w:tc>
          <w:tcPr>
            <w:tcW w:w="1260" w:type="dxa"/>
            <w:shd w:val="clear" w:color="auto" w:fill="auto"/>
          </w:tcPr>
          <w:p w:rsidRPr="00790FCF" w:rsidR="00790FCF" w:rsidP="007C1D23" w:rsidRDefault="00790FCF" w14:paraId="7E13C1BF" w14:textId="77777777">
            <w:pPr>
              <w:rPr>
                <w:bCs/>
              </w:rPr>
            </w:pPr>
            <w:r w:rsidRPr="00790FCF">
              <w:rPr>
                <w:bCs/>
              </w:rPr>
              <w:t>SALIX</w:t>
            </w:r>
          </w:p>
        </w:tc>
        <w:tc>
          <w:tcPr>
            <w:tcW w:w="3972" w:type="dxa"/>
            <w:shd w:val="clear" w:color="auto" w:fill="auto"/>
          </w:tcPr>
          <w:p w:rsidRPr="00BC5CDA" w:rsidR="00790FCF" w:rsidP="007C1D23" w:rsidRDefault="00790FCF" w14:paraId="56FCA656" w14:textId="45E34C7D">
            <w:r w:rsidRPr="00BC5CDA">
              <w:rPr>
                <w:i/>
                <w:iCs/>
              </w:rPr>
              <w:t>Salix</w:t>
            </w:r>
            <w:r w:rsidR="00BC5CDA">
              <w:rPr>
                <w:i/>
                <w:iCs/>
              </w:rPr>
              <w:t xml:space="preserve"> </w:t>
            </w:r>
            <w:r w:rsidR="00BC5CDA">
              <w:t>spp.</w:t>
            </w:r>
          </w:p>
        </w:tc>
        <w:tc>
          <w:tcPr>
            <w:tcW w:w="1860" w:type="dxa"/>
            <w:shd w:val="clear" w:color="auto" w:fill="auto"/>
          </w:tcPr>
          <w:p w:rsidRPr="00790FCF" w:rsidR="00790FCF" w:rsidP="007C1D23" w:rsidRDefault="00790FCF" w14:paraId="35860517" w14:textId="77777777">
            <w:r w:rsidRPr="00790FCF">
              <w:t>Willow</w:t>
            </w:r>
          </w:p>
        </w:tc>
        <w:tc>
          <w:tcPr>
            <w:tcW w:w="1956" w:type="dxa"/>
            <w:shd w:val="clear" w:color="auto" w:fill="auto"/>
          </w:tcPr>
          <w:p w:rsidRPr="00790FCF" w:rsidR="00790FCF" w:rsidP="007C1D23" w:rsidRDefault="00790FCF" w14:paraId="717E00A5" w14:textId="77777777">
            <w:r w:rsidRPr="00790FCF">
              <w:t>Upper</w:t>
            </w:r>
          </w:p>
        </w:tc>
      </w:tr>
      <w:tr w:rsidRPr="00790FCF" w:rsidR="00790FCF" w:rsidTr="00790FCF" w14:paraId="14955EA7" w14:textId="77777777">
        <w:tc>
          <w:tcPr>
            <w:tcW w:w="1260" w:type="dxa"/>
            <w:shd w:val="clear" w:color="auto" w:fill="auto"/>
          </w:tcPr>
          <w:p w:rsidRPr="00790FCF" w:rsidR="00790FCF" w:rsidP="007C1D23" w:rsidRDefault="00790FCF" w14:paraId="30E9CADD" w14:textId="77777777">
            <w:pPr>
              <w:rPr>
                <w:bCs/>
              </w:rPr>
            </w:pPr>
            <w:r w:rsidRPr="00790FCF">
              <w:rPr>
                <w:bCs/>
              </w:rPr>
              <w:t>POBAB2</w:t>
            </w:r>
          </w:p>
        </w:tc>
        <w:tc>
          <w:tcPr>
            <w:tcW w:w="3972" w:type="dxa"/>
            <w:shd w:val="clear" w:color="auto" w:fill="auto"/>
          </w:tcPr>
          <w:p w:rsidRPr="00BC5CDA" w:rsidR="00790FCF" w:rsidP="007C1D23" w:rsidRDefault="00790FCF" w14:paraId="14186032" w14:textId="77777777">
            <w:pPr>
              <w:rPr>
                <w:i/>
                <w:iCs/>
              </w:rPr>
            </w:pPr>
            <w:r w:rsidRPr="00BC5CDA">
              <w:rPr>
                <w:i/>
                <w:iCs/>
              </w:rPr>
              <w:t xml:space="preserve">Populus balsamifera </w:t>
            </w:r>
            <w:r w:rsidRPr="00BC5CDA">
              <w:t>ssp</w:t>
            </w:r>
            <w:r w:rsidRPr="00BC5CDA">
              <w:rPr>
                <w:i/>
                <w:iCs/>
              </w:rPr>
              <w:t>. balsamifera</w:t>
            </w:r>
          </w:p>
        </w:tc>
        <w:tc>
          <w:tcPr>
            <w:tcW w:w="1860" w:type="dxa"/>
            <w:shd w:val="clear" w:color="auto" w:fill="auto"/>
          </w:tcPr>
          <w:p w:rsidRPr="00790FCF" w:rsidR="00790FCF" w:rsidP="007C1D23" w:rsidRDefault="00790FCF" w14:paraId="062F24D3" w14:textId="77777777">
            <w:r w:rsidRPr="00790FCF">
              <w:t>Balsam poplar</w:t>
            </w:r>
          </w:p>
        </w:tc>
        <w:tc>
          <w:tcPr>
            <w:tcW w:w="1956" w:type="dxa"/>
            <w:shd w:val="clear" w:color="auto" w:fill="auto"/>
          </w:tcPr>
          <w:p w:rsidRPr="00790FCF" w:rsidR="00790FCF" w:rsidP="007C1D23" w:rsidRDefault="00790FCF" w14:paraId="59A47124" w14:textId="77777777">
            <w:r w:rsidRPr="00790FCF">
              <w:t>Upper</w:t>
            </w:r>
          </w:p>
        </w:tc>
      </w:tr>
      <w:tr w:rsidRPr="00790FCF" w:rsidR="00790FCF" w:rsidTr="00790FCF" w14:paraId="07EB282D" w14:textId="77777777">
        <w:tc>
          <w:tcPr>
            <w:tcW w:w="1260" w:type="dxa"/>
            <w:shd w:val="clear" w:color="auto" w:fill="auto"/>
          </w:tcPr>
          <w:p w:rsidRPr="00790FCF" w:rsidR="00790FCF" w:rsidP="007C1D23" w:rsidRDefault="00790FCF" w14:paraId="415CE7B6" w14:textId="77777777">
            <w:pPr>
              <w:rPr>
                <w:bCs/>
              </w:rPr>
            </w:pPr>
            <w:r w:rsidRPr="00790FCF">
              <w:rPr>
                <w:bCs/>
              </w:rPr>
              <w:t>LUPIN</w:t>
            </w:r>
          </w:p>
        </w:tc>
        <w:tc>
          <w:tcPr>
            <w:tcW w:w="3972" w:type="dxa"/>
            <w:shd w:val="clear" w:color="auto" w:fill="auto"/>
          </w:tcPr>
          <w:p w:rsidRPr="00BC5CDA" w:rsidR="00790FCF" w:rsidP="007C1D23" w:rsidRDefault="00790FCF" w14:paraId="2432100E" w14:textId="2D0C482F">
            <w:r w:rsidRPr="00BC5CDA">
              <w:rPr>
                <w:i/>
                <w:iCs/>
              </w:rPr>
              <w:t>Lupinus</w:t>
            </w:r>
            <w:r w:rsidR="00BC5CDA">
              <w:rPr>
                <w:i/>
                <w:iCs/>
              </w:rPr>
              <w:t xml:space="preserve"> </w:t>
            </w:r>
            <w:r w:rsidR="00BC5CDA">
              <w:t>spp.</w:t>
            </w:r>
          </w:p>
        </w:tc>
        <w:tc>
          <w:tcPr>
            <w:tcW w:w="1860" w:type="dxa"/>
            <w:shd w:val="clear" w:color="auto" w:fill="auto"/>
          </w:tcPr>
          <w:p w:rsidRPr="00790FCF" w:rsidR="00790FCF" w:rsidP="007C1D23" w:rsidRDefault="00790FCF" w14:paraId="2F9EA1E2" w14:textId="77777777">
            <w:r w:rsidRPr="00790FCF">
              <w:t>Lupine</w:t>
            </w:r>
          </w:p>
        </w:tc>
        <w:tc>
          <w:tcPr>
            <w:tcW w:w="1956" w:type="dxa"/>
            <w:shd w:val="clear" w:color="auto" w:fill="auto"/>
          </w:tcPr>
          <w:p w:rsidRPr="00790FCF" w:rsidR="00790FCF" w:rsidP="007C1D23" w:rsidRDefault="00790FCF" w14:paraId="73B528CD" w14:textId="77777777">
            <w:r w:rsidRPr="00790FCF">
              <w:t>Upper</w:t>
            </w:r>
          </w:p>
        </w:tc>
      </w:tr>
    </w:tbl>
    <w:p w:rsidR="00790FCF" w:rsidP="00790FCF" w:rsidRDefault="00790FCF" w14:paraId="637108CF" w14:textId="77777777"/>
    <w:p w:rsidR="00790FCF" w:rsidP="00790FCF" w:rsidRDefault="00790FCF" w14:paraId="026BCB77" w14:textId="77777777">
      <w:pPr>
        <w:pStyle w:val="SClassInfoPara"/>
      </w:pPr>
      <w:r>
        <w:t>Description</w:t>
      </w:r>
    </w:p>
    <w:p w:rsidR="00790FCF" w:rsidP="00790FCF" w:rsidRDefault="00790FCF" w14:paraId="5D9C81D6" w14:textId="6F2BE300">
      <w:r>
        <w:t>Post disturbance regeneration. This class can include gravel bar, herbs, shrub regeneration</w:t>
      </w:r>
      <w:r w:rsidR="006C2CAE">
        <w:t>,</w:t>
      </w:r>
      <w:r>
        <w:t xml:space="preserve"> and seedlings. Silt is deposited on the inside of river meanders following flood events, although it can occur on higher terraces. Flooding deposits seeds which germinate and </w:t>
      </w:r>
      <w:r w:rsidRPr="00A9112B">
        <w:t xml:space="preserve">take root. </w:t>
      </w:r>
      <w:r w:rsidRPr="00270A1B">
        <w:rPr>
          <w:i/>
          <w:iCs/>
        </w:rPr>
        <w:t>Equisetum</w:t>
      </w:r>
      <w:r w:rsidRPr="00A9112B">
        <w:t xml:space="preserve"> spp. </w:t>
      </w:r>
      <w:r w:rsidR="00270A1B">
        <w:t>a</w:t>
      </w:r>
      <w:r w:rsidRPr="00A9112B">
        <w:t xml:space="preserve">nd </w:t>
      </w:r>
      <w:r w:rsidRPr="00270A1B">
        <w:rPr>
          <w:i/>
          <w:iCs/>
        </w:rPr>
        <w:t>Salix</w:t>
      </w:r>
      <w:r w:rsidRPr="00A9112B">
        <w:t xml:space="preserve"> spp. </w:t>
      </w:r>
      <w:r w:rsidR="00270A1B">
        <w:t>c</w:t>
      </w:r>
      <w:r w:rsidRPr="00A9112B">
        <w:t xml:space="preserve">olonize in the first year. Within five years </w:t>
      </w:r>
      <w:r w:rsidRPr="00270A1B">
        <w:rPr>
          <w:i/>
          <w:iCs/>
        </w:rPr>
        <w:t>Salix</w:t>
      </w:r>
      <w:r w:rsidRPr="00A9112B">
        <w:t xml:space="preserve"> spp</w:t>
      </w:r>
      <w:r w:rsidRPr="00A9112B" w:rsidR="00F33B23">
        <w:t>.</w:t>
      </w:r>
      <w:r w:rsidRPr="00A9112B">
        <w:t xml:space="preserve"> and balsam poplar</w:t>
      </w:r>
      <w:r>
        <w:t xml:space="preserve"> seedlings are abundant. Plant cover is 1-20% in the first year. Shrub cover increases up to 40% by the fifth year, with a diverse herbaceous layer underneath. </w:t>
      </w:r>
      <w:r w:rsidRPr="00270A1B">
        <w:rPr>
          <w:i/>
          <w:iCs/>
        </w:rPr>
        <w:t>Lupinus</w:t>
      </w:r>
      <w:r>
        <w:t xml:space="preserve"> </w:t>
      </w:r>
      <w:r w:rsidR="00270A1B">
        <w:t xml:space="preserve">spp. </w:t>
      </w:r>
      <w:r>
        <w:t xml:space="preserve">and </w:t>
      </w:r>
      <w:r w:rsidRPr="00270A1B">
        <w:rPr>
          <w:i/>
          <w:iCs/>
        </w:rPr>
        <w:t>Hedysarum</w:t>
      </w:r>
      <w:r>
        <w:t xml:space="preserve"> </w:t>
      </w:r>
      <w:r w:rsidR="00270A1B">
        <w:t xml:space="preserve">spp. </w:t>
      </w:r>
      <w:r>
        <w:t>are common herbaceous species in this stage.</w:t>
      </w:r>
    </w:p>
    <w:p>
      <w:r>
        <w:rPr>
          <w:i/>
          <w:u w:val="single"/>
        </w:rPr>
        <w:t>Maximum Tree Size Class</w:t>
      </w:r>
      <w:br/>
      <w:r>
        <w:t>Seedling/Sapling &lt;5"</w:t>
      </w:r>
    </w:p>
    <w:p w:rsidR="00790FCF" w:rsidP="00790FCF" w:rsidRDefault="00790FCF" w14:paraId="379FDF9E" w14:textId="77777777">
      <w:pPr>
        <w:pStyle w:val="InfoPara"/>
        <w:pBdr>
          <w:top w:val="single" w:color="auto" w:sz="4" w:space="1"/>
        </w:pBdr>
      </w:pPr>
      <w:r xmlns:w="http://schemas.openxmlformats.org/wordprocessingml/2006/main">
        <w:t>Class B</w:t>
      </w:r>
      <w:r xmlns:w="http://schemas.openxmlformats.org/wordprocessingml/2006/main">
        <w:tab/>
        <w:t>12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790FCF" w:rsidP="00790FCF" w:rsidRDefault="00790FCF" w14:paraId="4279694D" w14:textId="77777777"/>
    <w:p w:rsidR="00790FCF" w:rsidP="00790FCF" w:rsidRDefault="00790FCF" w14:paraId="46C980CB"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790FCF" w:rsidR="00790FCF" w:rsidTr="00790FCF" w14:paraId="710A6693" w14:textId="77777777">
        <w:tc>
          <w:tcPr>
            <w:tcW w:w="1260" w:type="dxa"/>
            <w:tcBorders>
              <w:top w:val="single" w:color="auto" w:sz="2" w:space="0"/>
              <w:bottom w:val="single" w:color="000000" w:sz="12" w:space="0"/>
            </w:tcBorders>
            <w:shd w:val="clear" w:color="auto" w:fill="auto"/>
          </w:tcPr>
          <w:p w:rsidRPr="00790FCF" w:rsidR="00790FCF" w:rsidP="007C1D23" w:rsidRDefault="00790FCF" w14:paraId="3B5ED313" w14:textId="77777777">
            <w:pPr>
              <w:rPr>
                <w:b/>
                <w:bCs/>
              </w:rPr>
            </w:pPr>
            <w:r w:rsidRPr="00790FCF">
              <w:rPr>
                <w:b/>
                <w:bCs/>
              </w:rPr>
              <w:t>Symbol</w:t>
            </w:r>
          </w:p>
        </w:tc>
        <w:tc>
          <w:tcPr>
            <w:tcW w:w="3972" w:type="dxa"/>
            <w:tcBorders>
              <w:top w:val="single" w:color="auto" w:sz="2" w:space="0"/>
              <w:bottom w:val="single" w:color="000000" w:sz="12" w:space="0"/>
            </w:tcBorders>
            <w:shd w:val="clear" w:color="auto" w:fill="auto"/>
          </w:tcPr>
          <w:p w:rsidRPr="00790FCF" w:rsidR="00790FCF" w:rsidP="007C1D23" w:rsidRDefault="00790FCF" w14:paraId="3FD445E3" w14:textId="77777777">
            <w:pPr>
              <w:rPr>
                <w:b/>
                <w:bCs/>
              </w:rPr>
            </w:pPr>
            <w:r w:rsidRPr="00790FCF">
              <w:rPr>
                <w:b/>
                <w:bCs/>
              </w:rPr>
              <w:t>Scientific Name</w:t>
            </w:r>
          </w:p>
        </w:tc>
        <w:tc>
          <w:tcPr>
            <w:tcW w:w="1860" w:type="dxa"/>
            <w:tcBorders>
              <w:top w:val="single" w:color="auto" w:sz="2" w:space="0"/>
              <w:bottom w:val="single" w:color="000000" w:sz="12" w:space="0"/>
            </w:tcBorders>
            <w:shd w:val="clear" w:color="auto" w:fill="auto"/>
          </w:tcPr>
          <w:p w:rsidRPr="00790FCF" w:rsidR="00790FCF" w:rsidP="007C1D23" w:rsidRDefault="00790FCF" w14:paraId="4D89E1F7" w14:textId="77777777">
            <w:pPr>
              <w:rPr>
                <w:b/>
                <w:bCs/>
              </w:rPr>
            </w:pPr>
            <w:r w:rsidRPr="00790FCF">
              <w:rPr>
                <w:b/>
                <w:bCs/>
              </w:rPr>
              <w:t>Common Name</w:t>
            </w:r>
          </w:p>
        </w:tc>
        <w:tc>
          <w:tcPr>
            <w:tcW w:w="1956" w:type="dxa"/>
            <w:tcBorders>
              <w:top w:val="single" w:color="auto" w:sz="2" w:space="0"/>
              <w:bottom w:val="single" w:color="000000" w:sz="12" w:space="0"/>
            </w:tcBorders>
            <w:shd w:val="clear" w:color="auto" w:fill="auto"/>
          </w:tcPr>
          <w:p w:rsidRPr="00790FCF" w:rsidR="00790FCF" w:rsidP="007C1D23" w:rsidRDefault="00790FCF" w14:paraId="3DAEAC07" w14:textId="77777777">
            <w:pPr>
              <w:rPr>
                <w:b/>
                <w:bCs/>
              </w:rPr>
            </w:pPr>
            <w:r w:rsidRPr="00790FCF">
              <w:rPr>
                <w:b/>
                <w:bCs/>
              </w:rPr>
              <w:t>Canopy Position</w:t>
            </w:r>
          </w:p>
        </w:tc>
      </w:tr>
      <w:tr w:rsidRPr="00790FCF" w:rsidR="00790FCF" w:rsidTr="00790FCF" w14:paraId="41CC44E6" w14:textId="77777777">
        <w:tc>
          <w:tcPr>
            <w:tcW w:w="1260" w:type="dxa"/>
            <w:tcBorders>
              <w:top w:val="single" w:color="000000" w:sz="12" w:space="0"/>
            </w:tcBorders>
            <w:shd w:val="clear" w:color="auto" w:fill="auto"/>
          </w:tcPr>
          <w:p w:rsidRPr="00790FCF" w:rsidR="00790FCF" w:rsidP="007C1D23" w:rsidRDefault="00790FCF" w14:paraId="370E1408" w14:textId="77777777">
            <w:pPr>
              <w:rPr>
                <w:bCs/>
              </w:rPr>
            </w:pPr>
            <w:r w:rsidRPr="00790FCF">
              <w:rPr>
                <w:bCs/>
              </w:rPr>
              <w:t>SALIX</w:t>
            </w:r>
          </w:p>
        </w:tc>
        <w:tc>
          <w:tcPr>
            <w:tcW w:w="3972" w:type="dxa"/>
            <w:tcBorders>
              <w:top w:val="single" w:color="000000" w:sz="12" w:space="0"/>
            </w:tcBorders>
            <w:shd w:val="clear" w:color="auto" w:fill="auto"/>
          </w:tcPr>
          <w:p w:rsidRPr="00270A1B" w:rsidR="00790FCF" w:rsidP="00270A1B" w:rsidRDefault="00790FCF" w14:paraId="32234FD9" w14:textId="6D65E027">
            <w:pPr>
              <w:tabs>
                <w:tab w:val="left" w:pos="910"/>
              </w:tabs>
              <w:rPr>
                <w:i/>
                <w:iCs/>
              </w:rPr>
            </w:pPr>
            <w:r w:rsidRPr="00270A1B">
              <w:rPr>
                <w:i/>
                <w:iCs/>
              </w:rPr>
              <w:t>Salix</w:t>
            </w:r>
            <w:r w:rsidR="00270A1B">
              <w:rPr>
                <w:i/>
                <w:iCs/>
              </w:rPr>
              <w:t xml:space="preserve"> </w:t>
            </w:r>
            <w:r w:rsidR="00270A1B">
              <w:t>spp.</w:t>
            </w:r>
            <w:r w:rsidR="00270A1B">
              <w:rPr>
                <w:i/>
                <w:iCs/>
              </w:rPr>
              <w:tab/>
            </w:r>
          </w:p>
        </w:tc>
        <w:tc>
          <w:tcPr>
            <w:tcW w:w="1860" w:type="dxa"/>
            <w:tcBorders>
              <w:top w:val="single" w:color="000000" w:sz="12" w:space="0"/>
            </w:tcBorders>
            <w:shd w:val="clear" w:color="auto" w:fill="auto"/>
          </w:tcPr>
          <w:p w:rsidRPr="00790FCF" w:rsidR="00790FCF" w:rsidP="007C1D23" w:rsidRDefault="00790FCF" w14:paraId="0FBB029D" w14:textId="77777777">
            <w:r w:rsidRPr="00790FCF">
              <w:t>Willow</w:t>
            </w:r>
          </w:p>
        </w:tc>
        <w:tc>
          <w:tcPr>
            <w:tcW w:w="1956" w:type="dxa"/>
            <w:tcBorders>
              <w:top w:val="single" w:color="000000" w:sz="12" w:space="0"/>
            </w:tcBorders>
            <w:shd w:val="clear" w:color="auto" w:fill="auto"/>
          </w:tcPr>
          <w:p w:rsidRPr="00790FCF" w:rsidR="00790FCF" w:rsidP="007C1D23" w:rsidRDefault="00790FCF" w14:paraId="145FFF27" w14:textId="77777777">
            <w:r w:rsidRPr="00790FCF">
              <w:t>Upper</w:t>
            </w:r>
          </w:p>
        </w:tc>
      </w:tr>
      <w:tr w:rsidRPr="00790FCF" w:rsidR="00790FCF" w:rsidTr="00790FCF" w14:paraId="516DEEF8" w14:textId="77777777">
        <w:tc>
          <w:tcPr>
            <w:tcW w:w="1260" w:type="dxa"/>
            <w:shd w:val="clear" w:color="auto" w:fill="auto"/>
          </w:tcPr>
          <w:p w:rsidRPr="00790FCF" w:rsidR="00790FCF" w:rsidP="007C1D23" w:rsidRDefault="00790FCF" w14:paraId="547BFB34" w14:textId="77777777">
            <w:pPr>
              <w:rPr>
                <w:bCs/>
              </w:rPr>
            </w:pPr>
            <w:r w:rsidRPr="00790FCF">
              <w:rPr>
                <w:bCs/>
              </w:rPr>
              <w:t>ALNUS</w:t>
            </w:r>
          </w:p>
        </w:tc>
        <w:tc>
          <w:tcPr>
            <w:tcW w:w="3972" w:type="dxa"/>
            <w:shd w:val="clear" w:color="auto" w:fill="auto"/>
          </w:tcPr>
          <w:p w:rsidRPr="00270A1B" w:rsidR="00790FCF" w:rsidP="007C1D23" w:rsidRDefault="00790FCF" w14:paraId="3360D6F4" w14:textId="07F537AD">
            <w:r w:rsidRPr="00270A1B">
              <w:rPr>
                <w:i/>
                <w:iCs/>
              </w:rPr>
              <w:t>Alnus</w:t>
            </w:r>
            <w:r w:rsidR="00270A1B">
              <w:rPr>
                <w:i/>
                <w:iCs/>
              </w:rPr>
              <w:t xml:space="preserve"> </w:t>
            </w:r>
            <w:r w:rsidR="00270A1B">
              <w:t>spp.</w:t>
            </w:r>
          </w:p>
        </w:tc>
        <w:tc>
          <w:tcPr>
            <w:tcW w:w="1860" w:type="dxa"/>
            <w:shd w:val="clear" w:color="auto" w:fill="auto"/>
          </w:tcPr>
          <w:p w:rsidRPr="00790FCF" w:rsidR="00790FCF" w:rsidP="007C1D23" w:rsidRDefault="00790FCF" w14:paraId="2523190C" w14:textId="77777777">
            <w:r w:rsidRPr="00790FCF">
              <w:t>Alder</w:t>
            </w:r>
          </w:p>
        </w:tc>
        <w:tc>
          <w:tcPr>
            <w:tcW w:w="1956" w:type="dxa"/>
            <w:shd w:val="clear" w:color="auto" w:fill="auto"/>
          </w:tcPr>
          <w:p w:rsidRPr="00790FCF" w:rsidR="00790FCF" w:rsidP="007C1D23" w:rsidRDefault="00790FCF" w14:paraId="4E84A2FF" w14:textId="77777777">
            <w:r w:rsidRPr="00790FCF">
              <w:t>Upper</w:t>
            </w:r>
          </w:p>
        </w:tc>
      </w:tr>
      <w:tr w:rsidRPr="00790FCF" w:rsidR="00790FCF" w:rsidTr="00790FCF" w14:paraId="4AEC8A7C" w14:textId="77777777">
        <w:tc>
          <w:tcPr>
            <w:tcW w:w="1260" w:type="dxa"/>
            <w:shd w:val="clear" w:color="auto" w:fill="auto"/>
          </w:tcPr>
          <w:p w:rsidRPr="00790FCF" w:rsidR="00790FCF" w:rsidP="007C1D23" w:rsidRDefault="00790FCF" w14:paraId="0175943D" w14:textId="77777777">
            <w:pPr>
              <w:rPr>
                <w:bCs/>
              </w:rPr>
            </w:pPr>
            <w:r w:rsidRPr="00790FCF">
              <w:rPr>
                <w:bCs/>
              </w:rPr>
              <w:t>POBAB2</w:t>
            </w:r>
          </w:p>
        </w:tc>
        <w:tc>
          <w:tcPr>
            <w:tcW w:w="3972" w:type="dxa"/>
            <w:shd w:val="clear" w:color="auto" w:fill="auto"/>
          </w:tcPr>
          <w:p w:rsidRPr="00270A1B" w:rsidR="00790FCF" w:rsidP="007C1D23" w:rsidRDefault="00790FCF" w14:paraId="16C48A1B" w14:textId="77777777">
            <w:pPr>
              <w:rPr>
                <w:i/>
                <w:iCs/>
              </w:rPr>
            </w:pPr>
            <w:r w:rsidRPr="00270A1B">
              <w:rPr>
                <w:i/>
                <w:iCs/>
              </w:rPr>
              <w:t>Populus balsamifera ssp. balsamifera</w:t>
            </w:r>
          </w:p>
        </w:tc>
        <w:tc>
          <w:tcPr>
            <w:tcW w:w="1860" w:type="dxa"/>
            <w:shd w:val="clear" w:color="auto" w:fill="auto"/>
          </w:tcPr>
          <w:p w:rsidRPr="00790FCF" w:rsidR="00790FCF" w:rsidP="007C1D23" w:rsidRDefault="00790FCF" w14:paraId="0CF2EC27" w14:textId="77777777">
            <w:r w:rsidRPr="00790FCF">
              <w:t>Balsam poplar</w:t>
            </w:r>
          </w:p>
        </w:tc>
        <w:tc>
          <w:tcPr>
            <w:tcW w:w="1956" w:type="dxa"/>
            <w:shd w:val="clear" w:color="auto" w:fill="auto"/>
          </w:tcPr>
          <w:p w:rsidRPr="00790FCF" w:rsidR="00790FCF" w:rsidP="007C1D23" w:rsidRDefault="00790FCF" w14:paraId="5E5A57F0" w14:textId="77777777">
            <w:r w:rsidRPr="00790FCF">
              <w:t>Upper</w:t>
            </w:r>
          </w:p>
        </w:tc>
      </w:tr>
      <w:tr w:rsidRPr="00790FCF" w:rsidR="00790FCF" w:rsidTr="00790FCF" w14:paraId="6EAA5728" w14:textId="77777777">
        <w:tc>
          <w:tcPr>
            <w:tcW w:w="1260" w:type="dxa"/>
            <w:shd w:val="clear" w:color="auto" w:fill="auto"/>
          </w:tcPr>
          <w:p w:rsidRPr="00790FCF" w:rsidR="00790FCF" w:rsidP="007C1D23" w:rsidRDefault="00790FCF" w14:paraId="6F89959B" w14:textId="77777777">
            <w:pPr>
              <w:rPr>
                <w:bCs/>
              </w:rPr>
            </w:pPr>
            <w:r w:rsidRPr="00790FCF">
              <w:rPr>
                <w:bCs/>
              </w:rPr>
              <w:t>ROAC</w:t>
            </w:r>
          </w:p>
        </w:tc>
        <w:tc>
          <w:tcPr>
            <w:tcW w:w="3972" w:type="dxa"/>
            <w:shd w:val="clear" w:color="auto" w:fill="auto"/>
          </w:tcPr>
          <w:p w:rsidRPr="00270A1B" w:rsidR="00790FCF" w:rsidP="007C1D23" w:rsidRDefault="00790FCF" w14:paraId="0C3D3DFE" w14:textId="77777777">
            <w:pPr>
              <w:rPr>
                <w:i/>
                <w:iCs/>
              </w:rPr>
            </w:pPr>
            <w:r w:rsidRPr="00270A1B">
              <w:rPr>
                <w:i/>
                <w:iCs/>
              </w:rPr>
              <w:t>Rosa acicularis</w:t>
            </w:r>
          </w:p>
        </w:tc>
        <w:tc>
          <w:tcPr>
            <w:tcW w:w="1860" w:type="dxa"/>
            <w:shd w:val="clear" w:color="auto" w:fill="auto"/>
          </w:tcPr>
          <w:p w:rsidRPr="00790FCF" w:rsidR="00790FCF" w:rsidP="007C1D23" w:rsidRDefault="00790FCF" w14:paraId="247FF54B" w14:textId="77777777">
            <w:r w:rsidRPr="00790FCF">
              <w:t>Prickly rose</w:t>
            </w:r>
          </w:p>
        </w:tc>
        <w:tc>
          <w:tcPr>
            <w:tcW w:w="1956" w:type="dxa"/>
            <w:shd w:val="clear" w:color="auto" w:fill="auto"/>
          </w:tcPr>
          <w:p w:rsidRPr="00790FCF" w:rsidR="00790FCF" w:rsidP="007C1D23" w:rsidRDefault="00790FCF" w14:paraId="5BF204AD" w14:textId="77777777">
            <w:r w:rsidRPr="00790FCF">
              <w:t>Upper</w:t>
            </w:r>
          </w:p>
        </w:tc>
      </w:tr>
    </w:tbl>
    <w:p w:rsidR="00790FCF" w:rsidP="00790FCF" w:rsidRDefault="00790FCF" w14:paraId="17DE9278" w14:textId="77777777"/>
    <w:p w:rsidR="00790FCF" w:rsidP="00790FCF" w:rsidRDefault="00790FCF" w14:paraId="50A5BFAA" w14:textId="77777777">
      <w:pPr>
        <w:pStyle w:val="SClassInfoPara"/>
      </w:pPr>
      <w:r>
        <w:t>Description</w:t>
      </w:r>
    </w:p>
    <w:p w:rsidR="00790FCF" w:rsidP="00790FCF" w:rsidRDefault="00790FCF" w14:paraId="66117ACC" w14:textId="075B6E41">
      <w:r>
        <w:t>Tall shrubs (</w:t>
      </w:r>
      <w:r w:rsidRPr="00270A1B">
        <w:rPr>
          <w:i/>
          <w:iCs/>
        </w:rPr>
        <w:t>Salix</w:t>
      </w:r>
      <w:r>
        <w:t xml:space="preserve"> spp., </w:t>
      </w:r>
      <w:r w:rsidRPr="00270A1B">
        <w:rPr>
          <w:i/>
          <w:iCs/>
        </w:rPr>
        <w:t>Alnus</w:t>
      </w:r>
      <w:r>
        <w:t xml:space="preserve"> spp., </w:t>
      </w:r>
      <w:r w:rsidRPr="00270A1B">
        <w:rPr>
          <w:i/>
          <w:iCs/>
        </w:rPr>
        <w:t>Populus balsamifera</w:t>
      </w:r>
      <w:r>
        <w:t xml:space="preserve">) and saplings with a closed canopy (&gt;60%). Saplings may consist of </w:t>
      </w:r>
      <w:r w:rsidRPr="00BE5F98">
        <w:rPr>
          <w:i/>
          <w:iCs/>
        </w:rPr>
        <w:t>Salix alaxensis</w:t>
      </w:r>
      <w:r>
        <w:t xml:space="preserve"> (dominant) or balsam poplar, with white spruce in the understory (succession to </w:t>
      </w:r>
      <w:r w:rsidR="00BE5F98">
        <w:t>C</w:t>
      </w:r>
      <w:r>
        <w:t>lass C)</w:t>
      </w:r>
      <w:r w:rsidR="00BE5F98">
        <w:t>. S</w:t>
      </w:r>
      <w:r>
        <w:t xml:space="preserve">aplings may </w:t>
      </w:r>
      <w:r w:rsidR="00BE5F98">
        <w:t xml:space="preserve">also </w:t>
      </w:r>
      <w:r>
        <w:t xml:space="preserve">consist of pure, even-aged spruce (succession to </w:t>
      </w:r>
      <w:r w:rsidR="00BE5F98">
        <w:t>C</w:t>
      </w:r>
      <w:r>
        <w:t xml:space="preserve">lass E). Saplings overtop shrubs at 15-40yrs when shade-intolerant pioneer shrub species </w:t>
      </w:r>
      <w:r w:rsidR="00BE5F98">
        <w:t>decline,</w:t>
      </w:r>
      <w:r>
        <w:t xml:space="preserve"> and shade-tolerant shrubs (</w:t>
      </w:r>
      <w:r w:rsidRPr="00E04472">
        <w:rPr>
          <w:i/>
          <w:iCs/>
        </w:rPr>
        <w:t>Rosa acicularis, Viburnum edule</w:t>
      </w:r>
      <w:r>
        <w:t>) become more common and have a canopy cover of 10%. Uncommonly, white spruce may germinate in large numbers on mineral soil after flooding, resulting in a dense, even-aged stand.</w:t>
      </w:r>
    </w:p>
    <w:p w:rsidR="00790FCF" w:rsidP="00790FCF" w:rsidRDefault="00790FCF" w14:paraId="47A0C3DE" w14:textId="77777777"/>
    <w:p w:rsidR="00790FCF" w:rsidP="00790FCF" w:rsidRDefault="00790FCF" w14:paraId="7D86FABB" w14:textId="3585B76D">
      <w:r>
        <w:t xml:space="preserve">The alternate succession pathway represents the possibility that white spruce will germinate in large numbers on mineral soil after flooding, resulting in a dense, even-aged stand. </w:t>
      </w:r>
    </w:p>
    <w:p w:rsidR="00F4320E" w:rsidP="00790FCF" w:rsidRDefault="00F4320E" w14:paraId="53243D35" w14:textId="77777777"/>
    <w:p>
      <w:r>
        <w:rPr>
          <w:i/>
          <w:u w:val="single"/>
        </w:rPr>
        <w:t>Maximum Tree Size Class</w:t>
      </w:r>
      <w:br/>
      <w:r>
        <w:t>Seedling/Sapling &lt;5"</w:t>
      </w:r>
    </w:p>
    <w:p w:rsidR="00790FCF" w:rsidP="00790FCF" w:rsidRDefault="00790FCF" w14:paraId="488C895D" w14:textId="77777777">
      <w:pPr>
        <w:pStyle w:val="InfoPara"/>
        <w:pBdr>
          <w:top w:val="single" w:color="auto" w:sz="4" w:space="1"/>
        </w:pBdr>
      </w:pPr>
      <w:r xmlns:w="http://schemas.openxmlformats.org/wordprocessingml/2006/main">
        <w:t>Class C</w:t>
      </w:r>
      <w:r xmlns:w="http://schemas.openxmlformats.org/wordprocessingml/2006/main">
        <w:tab/>
        <w:t>52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2 - All Structures</w:t>
      </w:r>
    </w:p>
    <w:p w:rsidR="00790FCF" w:rsidP="00790FCF" w:rsidRDefault="00790FCF" w14:paraId="4945F889" w14:textId="77777777"/>
    <w:p w:rsidR="00790FCF" w:rsidP="00790FCF" w:rsidRDefault="00790FCF" w14:paraId="1C5C81A1"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790FCF" w:rsidR="00790FCF" w:rsidTr="00790FCF" w14:paraId="0F0D116B" w14:textId="77777777">
        <w:tc>
          <w:tcPr>
            <w:tcW w:w="1260" w:type="dxa"/>
            <w:tcBorders>
              <w:top w:val="single" w:color="auto" w:sz="2" w:space="0"/>
              <w:bottom w:val="single" w:color="000000" w:sz="12" w:space="0"/>
            </w:tcBorders>
            <w:shd w:val="clear" w:color="auto" w:fill="auto"/>
          </w:tcPr>
          <w:p w:rsidRPr="00790FCF" w:rsidR="00790FCF" w:rsidP="007C1D23" w:rsidRDefault="00790FCF" w14:paraId="23E5B982" w14:textId="77777777">
            <w:pPr>
              <w:rPr>
                <w:b/>
                <w:bCs/>
              </w:rPr>
            </w:pPr>
            <w:r w:rsidRPr="00790FCF">
              <w:rPr>
                <w:b/>
                <w:bCs/>
              </w:rPr>
              <w:t>Symbol</w:t>
            </w:r>
          </w:p>
        </w:tc>
        <w:tc>
          <w:tcPr>
            <w:tcW w:w="3972" w:type="dxa"/>
            <w:tcBorders>
              <w:top w:val="single" w:color="auto" w:sz="2" w:space="0"/>
              <w:bottom w:val="single" w:color="000000" w:sz="12" w:space="0"/>
            </w:tcBorders>
            <w:shd w:val="clear" w:color="auto" w:fill="auto"/>
          </w:tcPr>
          <w:p w:rsidRPr="00790FCF" w:rsidR="00790FCF" w:rsidP="007C1D23" w:rsidRDefault="00790FCF" w14:paraId="3F0A76A9" w14:textId="77777777">
            <w:pPr>
              <w:rPr>
                <w:b/>
                <w:bCs/>
              </w:rPr>
            </w:pPr>
            <w:r w:rsidRPr="00790FCF">
              <w:rPr>
                <w:b/>
                <w:bCs/>
              </w:rPr>
              <w:t>Scientific Name</w:t>
            </w:r>
          </w:p>
        </w:tc>
        <w:tc>
          <w:tcPr>
            <w:tcW w:w="1860" w:type="dxa"/>
            <w:tcBorders>
              <w:top w:val="single" w:color="auto" w:sz="2" w:space="0"/>
              <w:bottom w:val="single" w:color="000000" w:sz="12" w:space="0"/>
            </w:tcBorders>
            <w:shd w:val="clear" w:color="auto" w:fill="auto"/>
          </w:tcPr>
          <w:p w:rsidRPr="00790FCF" w:rsidR="00790FCF" w:rsidP="007C1D23" w:rsidRDefault="00790FCF" w14:paraId="0F770159" w14:textId="77777777">
            <w:pPr>
              <w:rPr>
                <w:b/>
                <w:bCs/>
              </w:rPr>
            </w:pPr>
            <w:r w:rsidRPr="00790FCF">
              <w:rPr>
                <w:b/>
                <w:bCs/>
              </w:rPr>
              <w:t>Common Name</w:t>
            </w:r>
          </w:p>
        </w:tc>
        <w:tc>
          <w:tcPr>
            <w:tcW w:w="1956" w:type="dxa"/>
            <w:tcBorders>
              <w:top w:val="single" w:color="auto" w:sz="2" w:space="0"/>
              <w:bottom w:val="single" w:color="000000" w:sz="12" w:space="0"/>
            </w:tcBorders>
            <w:shd w:val="clear" w:color="auto" w:fill="auto"/>
          </w:tcPr>
          <w:p w:rsidRPr="00790FCF" w:rsidR="00790FCF" w:rsidP="007C1D23" w:rsidRDefault="00790FCF" w14:paraId="637B5F8A" w14:textId="77777777">
            <w:pPr>
              <w:rPr>
                <w:b/>
                <w:bCs/>
              </w:rPr>
            </w:pPr>
            <w:r w:rsidRPr="00790FCF">
              <w:rPr>
                <w:b/>
                <w:bCs/>
              </w:rPr>
              <w:t>Canopy Position</w:t>
            </w:r>
          </w:p>
        </w:tc>
      </w:tr>
      <w:tr w:rsidRPr="00790FCF" w:rsidR="00790FCF" w:rsidTr="00790FCF" w14:paraId="6116737A" w14:textId="77777777">
        <w:tc>
          <w:tcPr>
            <w:tcW w:w="1260" w:type="dxa"/>
            <w:tcBorders>
              <w:top w:val="single" w:color="000000" w:sz="12" w:space="0"/>
            </w:tcBorders>
            <w:shd w:val="clear" w:color="auto" w:fill="auto"/>
          </w:tcPr>
          <w:p w:rsidRPr="00790FCF" w:rsidR="00790FCF" w:rsidP="007C1D23" w:rsidRDefault="00790FCF" w14:paraId="0361F903" w14:textId="77777777">
            <w:pPr>
              <w:rPr>
                <w:bCs/>
              </w:rPr>
            </w:pPr>
            <w:r w:rsidRPr="00790FCF">
              <w:rPr>
                <w:bCs/>
              </w:rPr>
              <w:t>POBAB2</w:t>
            </w:r>
          </w:p>
        </w:tc>
        <w:tc>
          <w:tcPr>
            <w:tcW w:w="3972" w:type="dxa"/>
            <w:tcBorders>
              <w:top w:val="single" w:color="000000" w:sz="12" w:space="0"/>
            </w:tcBorders>
            <w:shd w:val="clear" w:color="auto" w:fill="auto"/>
          </w:tcPr>
          <w:p w:rsidRPr="00B34535" w:rsidR="00790FCF" w:rsidP="007C1D23" w:rsidRDefault="00790FCF" w14:paraId="609A91F9" w14:textId="77777777">
            <w:pPr>
              <w:rPr>
                <w:i/>
                <w:iCs/>
              </w:rPr>
            </w:pPr>
            <w:r w:rsidRPr="00B34535">
              <w:rPr>
                <w:i/>
                <w:iCs/>
              </w:rPr>
              <w:t xml:space="preserve">Populus balsamifera </w:t>
            </w:r>
            <w:r w:rsidRPr="00B34535">
              <w:t>ssp</w:t>
            </w:r>
            <w:r w:rsidRPr="00B34535">
              <w:rPr>
                <w:i/>
                <w:iCs/>
              </w:rPr>
              <w:t>. balsamifera</w:t>
            </w:r>
          </w:p>
        </w:tc>
        <w:tc>
          <w:tcPr>
            <w:tcW w:w="1860" w:type="dxa"/>
            <w:tcBorders>
              <w:top w:val="single" w:color="000000" w:sz="12" w:space="0"/>
            </w:tcBorders>
            <w:shd w:val="clear" w:color="auto" w:fill="auto"/>
          </w:tcPr>
          <w:p w:rsidRPr="00790FCF" w:rsidR="00790FCF" w:rsidP="007C1D23" w:rsidRDefault="00790FCF" w14:paraId="24DEEBE7" w14:textId="77777777">
            <w:r w:rsidRPr="00790FCF">
              <w:t>Balsam poplar</w:t>
            </w:r>
          </w:p>
        </w:tc>
        <w:tc>
          <w:tcPr>
            <w:tcW w:w="1956" w:type="dxa"/>
            <w:tcBorders>
              <w:top w:val="single" w:color="000000" w:sz="12" w:space="0"/>
            </w:tcBorders>
            <w:shd w:val="clear" w:color="auto" w:fill="auto"/>
          </w:tcPr>
          <w:p w:rsidRPr="00790FCF" w:rsidR="00790FCF" w:rsidP="007C1D23" w:rsidRDefault="00790FCF" w14:paraId="170CCCB8" w14:textId="77777777">
            <w:r w:rsidRPr="00790FCF">
              <w:t>Upper</w:t>
            </w:r>
          </w:p>
        </w:tc>
      </w:tr>
      <w:tr w:rsidRPr="00790FCF" w:rsidR="00790FCF" w:rsidTr="00790FCF" w14:paraId="187F0C7F" w14:textId="77777777">
        <w:tc>
          <w:tcPr>
            <w:tcW w:w="1260" w:type="dxa"/>
            <w:shd w:val="clear" w:color="auto" w:fill="auto"/>
          </w:tcPr>
          <w:p w:rsidRPr="00790FCF" w:rsidR="00790FCF" w:rsidP="007C1D23" w:rsidRDefault="00790FCF" w14:paraId="3558F7D9" w14:textId="77777777">
            <w:pPr>
              <w:rPr>
                <w:bCs/>
              </w:rPr>
            </w:pPr>
            <w:r w:rsidRPr="00790FCF">
              <w:rPr>
                <w:bCs/>
              </w:rPr>
              <w:t>PIGL</w:t>
            </w:r>
          </w:p>
        </w:tc>
        <w:tc>
          <w:tcPr>
            <w:tcW w:w="3972" w:type="dxa"/>
            <w:shd w:val="clear" w:color="auto" w:fill="auto"/>
          </w:tcPr>
          <w:p w:rsidRPr="00B34535" w:rsidR="00790FCF" w:rsidP="007C1D23" w:rsidRDefault="00790FCF" w14:paraId="31290238" w14:textId="77777777">
            <w:pPr>
              <w:rPr>
                <w:i/>
                <w:iCs/>
              </w:rPr>
            </w:pPr>
            <w:r w:rsidRPr="00B34535">
              <w:rPr>
                <w:i/>
                <w:iCs/>
              </w:rPr>
              <w:t>Picea glauca</w:t>
            </w:r>
          </w:p>
        </w:tc>
        <w:tc>
          <w:tcPr>
            <w:tcW w:w="1860" w:type="dxa"/>
            <w:shd w:val="clear" w:color="auto" w:fill="auto"/>
          </w:tcPr>
          <w:p w:rsidRPr="00790FCF" w:rsidR="00790FCF" w:rsidP="007C1D23" w:rsidRDefault="00790FCF" w14:paraId="0D46F5A3" w14:textId="77777777">
            <w:r w:rsidRPr="00790FCF">
              <w:t>White spruce</w:t>
            </w:r>
          </w:p>
        </w:tc>
        <w:tc>
          <w:tcPr>
            <w:tcW w:w="1956" w:type="dxa"/>
            <w:shd w:val="clear" w:color="auto" w:fill="auto"/>
          </w:tcPr>
          <w:p w:rsidRPr="00790FCF" w:rsidR="00790FCF" w:rsidP="007C1D23" w:rsidRDefault="00790FCF" w14:paraId="764A3924" w14:textId="77777777">
            <w:r w:rsidRPr="00790FCF">
              <w:t>Middle</w:t>
            </w:r>
          </w:p>
        </w:tc>
      </w:tr>
      <w:tr w:rsidRPr="00790FCF" w:rsidR="00790FCF" w:rsidTr="00790FCF" w14:paraId="0464EA40" w14:textId="77777777">
        <w:tc>
          <w:tcPr>
            <w:tcW w:w="1260" w:type="dxa"/>
            <w:shd w:val="clear" w:color="auto" w:fill="auto"/>
          </w:tcPr>
          <w:p w:rsidRPr="00790FCF" w:rsidR="00790FCF" w:rsidP="007C1D23" w:rsidRDefault="00790FCF" w14:paraId="5D0F25B3" w14:textId="77777777">
            <w:pPr>
              <w:rPr>
                <w:bCs/>
              </w:rPr>
            </w:pPr>
            <w:r w:rsidRPr="00790FCF">
              <w:rPr>
                <w:bCs/>
              </w:rPr>
              <w:t>ROAC</w:t>
            </w:r>
          </w:p>
        </w:tc>
        <w:tc>
          <w:tcPr>
            <w:tcW w:w="3972" w:type="dxa"/>
            <w:shd w:val="clear" w:color="auto" w:fill="auto"/>
          </w:tcPr>
          <w:p w:rsidRPr="00B34535" w:rsidR="00790FCF" w:rsidP="007C1D23" w:rsidRDefault="00790FCF" w14:paraId="29261B65" w14:textId="77777777">
            <w:pPr>
              <w:rPr>
                <w:i/>
                <w:iCs/>
              </w:rPr>
            </w:pPr>
            <w:r w:rsidRPr="00B34535">
              <w:rPr>
                <w:i/>
                <w:iCs/>
              </w:rPr>
              <w:t>Rosa acicularis</w:t>
            </w:r>
          </w:p>
        </w:tc>
        <w:tc>
          <w:tcPr>
            <w:tcW w:w="1860" w:type="dxa"/>
            <w:shd w:val="clear" w:color="auto" w:fill="auto"/>
          </w:tcPr>
          <w:p w:rsidRPr="00790FCF" w:rsidR="00790FCF" w:rsidP="007C1D23" w:rsidRDefault="00790FCF" w14:paraId="35F5C397" w14:textId="77777777">
            <w:r w:rsidRPr="00790FCF">
              <w:t>Prickly rose</w:t>
            </w:r>
          </w:p>
        </w:tc>
        <w:tc>
          <w:tcPr>
            <w:tcW w:w="1956" w:type="dxa"/>
            <w:shd w:val="clear" w:color="auto" w:fill="auto"/>
          </w:tcPr>
          <w:p w:rsidRPr="00790FCF" w:rsidR="00790FCF" w:rsidP="007C1D23" w:rsidRDefault="00790FCF" w14:paraId="305D3FCA" w14:textId="77777777">
            <w:r w:rsidRPr="00790FCF">
              <w:t>Lower</w:t>
            </w:r>
          </w:p>
        </w:tc>
      </w:tr>
      <w:tr w:rsidRPr="00790FCF" w:rsidR="00790FCF" w:rsidTr="00790FCF" w14:paraId="186B3DB7" w14:textId="77777777">
        <w:tc>
          <w:tcPr>
            <w:tcW w:w="1260" w:type="dxa"/>
            <w:shd w:val="clear" w:color="auto" w:fill="auto"/>
          </w:tcPr>
          <w:p w:rsidRPr="00790FCF" w:rsidR="00790FCF" w:rsidP="007C1D23" w:rsidRDefault="00790FCF" w14:paraId="2E7B3FC4" w14:textId="77777777">
            <w:pPr>
              <w:rPr>
                <w:bCs/>
              </w:rPr>
            </w:pPr>
            <w:r w:rsidRPr="00790FCF">
              <w:rPr>
                <w:bCs/>
              </w:rPr>
              <w:t>VIED</w:t>
            </w:r>
          </w:p>
        </w:tc>
        <w:tc>
          <w:tcPr>
            <w:tcW w:w="3972" w:type="dxa"/>
            <w:shd w:val="clear" w:color="auto" w:fill="auto"/>
          </w:tcPr>
          <w:p w:rsidRPr="00B34535" w:rsidR="00790FCF" w:rsidP="007C1D23" w:rsidRDefault="00790FCF" w14:paraId="494A039E" w14:textId="77777777">
            <w:pPr>
              <w:rPr>
                <w:i/>
                <w:iCs/>
              </w:rPr>
            </w:pPr>
            <w:r w:rsidRPr="00B34535">
              <w:rPr>
                <w:i/>
                <w:iCs/>
              </w:rPr>
              <w:t>Viburnum edule</w:t>
            </w:r>
          </w:p>
        </w:tc>
        <w:tc>
          <w:tcPr>
            <w:tcW w:w="1860" w:type="dxa"/>
            <w:shd w:val="clear" w:color="auto" w:fill="auto"/>
          </w:tcPr>
          <w:p w:rsidRPr="00790FCF" w:rsidR="00790FCF" w:rsidP="007C1D23" w:rsidRDefault="00790FCF" w14:paraId="37798DD4" w14:textId="77777777">
            <w:r w:rsidRPr="00790FCF">
              <w:t>Squashberry</w:t>
            </w:r>
          </w:p>
        </w:tc>
        <w:tc>
          <w:tcPr>
            <w:tcW w:w="1956" w:type="dxa"/>
            <w:shd w:val="clear" w:color="auto" w:fill="auto"/>
          </w:tcPr>
          <w:p w:rsidRPr="00790FCF" w:rsidR="00790FCF" w:rsidP="007C1D23" w:rsidRDefault="00790FCF" w14:paraId="4D42D827" w14:textId="77777777">
            <w:r w:rsidRPr="00790FCF">
              <w:t>Lower</w:t>
            </w:r>
          </w:p>
        </w:tc>
      </w:tr>
    </w:tbl>
    <w:p w:rsidR="00F4320E" w:rsidP="00790FCF" w:rsidRDefault="00F4320E" w14:paraId="32B13734" w14:textId="77777777"/>
    <w:p w:rsidR="00790FCF" w:rsidP="00790FCF" w:rsidRDefault="00790FCF" w14:paraId="4BD0CBB0" w14:textId="77777777">
      <w:pPr>
        <w:pStyle w:val="SClassInfoPara"/>
      </w:pPr>
      <w:r>
        <w:t>Description</w:t>
      </w:r>
    </w:p>
    <w:p w:rsidR="00790FCF" w:rsidP="00790FCF" w:rsidRDefault="00790FCF" w14:paraId="1BD60D41" w14:textId="2CDBBFD1">
      <w:r>
        <w:t>Balsam poplar is the dominant overstory species, though white spruce may co-dominate. White spruce is commonly in the understory. Shade-tolerant shrub species persist in the understory. If spruce is present, at approximately 100-150yrs the transition from balsam poplar to white spruce dominance begins (succession to Class D). If white spruce is not present, poplar persists, the stand ages and individual trees are lost to wind, disease</w:t>
      </w:r>
      <w:r w:rsidR="00C90EDB">
        <w:t>,</w:t>
      </w:r>
      <w:r>
        <w:t xml:space="preserve"> or rot. Shrub cover commonly increases as the overstory canopy declines. Stands tend to be closed but can be open depending on site conditions.</w:t>
      </w:r>
    </w:p>
    <w:p>
      <w:r>
        <w:rPr>
          <w:i/>
          <w:u w:val="single"/>
        </w:rPr>
        <w:t>Maximum Tree Size Class</w:t>
      </w:r>
      <w:br/>
      <w:r>
        <w:t>Med. 9–20" (swd)/11–20" (hwd)</w:t>
      </w:r>
    </w:p>
    <w:p w:rsidR="00790FCF" w:rsidP="00790FCF" w:rsidRDefault="00790FCF" w14:paraId="571468E3" w14:textId="77777777">
      <w:pPr>
        <w:pStyle w:val="InfoPara"/>
        <w:pBdr>
          <w:top w:val="single" w:color="auto" w:sz="4" w:space="1"/>
        </w:pBdr>
      </w:pPr>
      <w:r xmlns:w="http://schemas.openxmlformats.org/wordprocessingml/2006/main">
        <w:t>Class D</w:t>
      </w:r>
      <w:r xmlns:w="http://schemas.openxmlformats.org/wordprocessingml/2006/main">
        <w:tab/>
        <w:t>24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790FCF" w:rsidP="00790FCF" w:rsidRDefault="00790FCF" w14:paraId="1E0CD2A1" w14:textId="77777777"/>
    <w:p w:rsidR="00790FCF" w:rsidP="00790FCF" w:rsidRDefault="00790FCF" w14:paraId="6CF91E0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20"/>
        <w:gridCol w:w="1860"/>
        <w:gridCol w:w="1956"/>
      </w:tblGrid>
      <w:tr w:rsidRPr="00790FCF" w:rsidR="00790FCF" w:rsidTr="00790FCF" w14:paraId="12986987" w14:textId="77777777">
        <w:tc>
          <w:tcPr>
            <w:tcW w:w="1116" w:type="dxa"/>
            <w:tcBorders>
              <w:top w:val="single" w:color="auto" w:sz="2" w:space="0"/>
              <w:bottom w:val="single" w:color="000000" w:sz="12" w:space="0"/>
            </w:tcBorders>
            <w:shd w:val="clear" w:color="auto" w:fill="auto"/>
          </w:tcPr>
          <w:p w:rsidRPr="00790FCF" w:rsidR="00790FCF" w:rsidP="007C1D23" w:rsidRDefault="00790FCF" w14:paraId="2C023E46" w14:textId="77777777">
            <w:pPr>
              <w:rPr>
                <w:b/>
                <w:bCs/>
              </w:rPr>
            </w:pPr>
            <w:r w:rsidRPr="00790FCF">
              <w:rPr>
                <w:b/>
                <w:bCs/>
              </w:rPr>
              <w:t>Symbol</w:t>
            </w:r>
          </w:p>
        </w:tc>
        <w:tc>
          <w:tcPr>
            <w:tcW w:w="1920" w:type="dxa"/>
            <w:tcBorders>
              <w:top w:val="single" w:color="auto" w:sz="2" w:space="0"/>
              <w:bottom w:val="single" w:color="000000" w:sz="12" w:space="0"/>
            </w:tcBorders>
            <w:shd w:val="clear" w:color="auto" w:fill="auto"/>
          </w:tcPr>
          <w:p w:rsidRPr="00790FCF" w:rsidR="00790FCF" w:rsidP="007C1D23" w:rsidRDefault="00790FCF" w14:paraId="6D1BD8C5" w14:textId="77777777">
            <w:pPr>
              <w:rPr>
                <w:b/>
                <w:bCs/>
              </w:rPr>
            </w:pPr>
            <w:r w:rsidRPr="00790FCF">
              <w:rPr>
                <w:b/>
                <w:bCs/>
              </w:rPr>
              <w:t>Scientific Name</w:t>
            </w:r>
          </w:p>
        </w:tc>
        <w:tc>
          <w:tcPr>
            <w:tcW w:w="1860" w:type="dxa"/>
            <w:tcBorders>
              <w:top w:val="single" w:color="auto" w:sz="2" w:space="0"/>
              <w:bottom w:val="single" w:color="000000" w:sz="12" w:space="0"/>
            </w:tcBorders>
            <w:shd w:val="clear" w:color="auto" w:fill="auto"/>
          </w:tcPr>
          <w:p w:rsidRPr="00790FCF" w:rsidR="00790FCF" w:rsidP="007C1D23" w:rsidRDefault="00790FCF" w14:paraId="6057F97F" w14:textId="77777777">
            <w:pPr>
              <w:rPr>
                <w:b/>
                <w:bCs/>
              </w:rPr>
            </w:pPr>
            <w:r w:rsidRPr="00790FCF">
              <w:rPr>
                <w:b/>
                <w:bCs/>
              </w:rPr>
              <w:t>Common Name</w:t>
            </w:r>
          </w:p>
        </w:tc>
        <w:tc>
          <w:tcPr>
            <w:tcW w:w="1956" w:type="dxa"/>
            <w:tcBorders>
              <w:top w:val="single" w:color="auto" w:sz="2" w:space="0"/>
              <w:bottom w:val="single" w:color="000000" w:sz="12" w:space="0"/>
            </w:tcBorders>
            <w:shd w:val="clear" w:color="auto" w:fill="auto"/>
          </w:tcPr>
          <w:p w:rsidRPr="00790FCF" w:rsidR="00790FCF" w:rsidP="007C1D23" w:rsidRDefault="00790FCF" w14:paraId="2A0B67C3" w14:textId="77777777">
            <w:pPr>
              <w:rPr>
                <w:b/>
                <w:bCs/>
              </w:rPr>
            </w:pPr>
            <w:r w:rsidRPr="00790FCF">
              <w:rPr>
                <w:b/>
                <w:bCs/>
              </w:rPr>
              <w:t>Canopy Position</w:t>
            </w:r>
          </w:p>
        </w:tc>
      </w:tr>
      <w:tr w:rsidRPr="00790FCF" w:rsidR="00790FCF" w:rsidTr="00790FCF" w14:paraId="17A3C943" w14:textId="77777777">
        <w:tc>
          <w:tcPr>
            <w:tcW w:w="1116" w:type="dxa"/>
            <w:tcBorders>
              <w:top w:val="single" w:color="000000" w:sz="12" w:space="0"/>
            </w:tcBorders>
            <w:shd w:val="clear" w:color="auto" w:fill="auto"/>
          </w:tcPr>
          <w:p w:rsidRPr="00790FCF" w:rsidR="00790FCF" w:rsidP="007C1D23" w:rsidRDefault="00790FCF" w14:paraId="7C1510AB" w14:textId="77777777">
            <w:pPr>
              <w:rPr>
                <w:bCs/>
              </w:rPr>
            </w:pPr>
            <w:r w:rsidRPr="00790FCF">
              <w:rPr>
                <w:bCs/>
              </w:rPr>
              <w:t>PIGL</w:t>
            </w:r>
          </w:p>
        </w:tc>
        <w:tc>
          <w:tcPr>
            <w:tcW w:w="1920" w:type="dxa"/>
            <w:tcBorders>
              <w:top w:val="single" w:color="000000" w:sz="12" w:space="0"/>
            </w:tcBorders>
            <w:shd w:val="clear" w:color="auto" w:fill="auto"/>
          </w:tcPr>
          <w:p w:rsidRPr="00B34535" w:rsidR="00790FCF" w:rsidP="007C1D23" w:rsidRDefault="00790FCF" w14:paraId="4F2D6BE7" w14:textId="77777777">
            <w:pPr>
              <w:rPr>
                <w:i/>
                <w:iCs/>
              </w:rPr>
            </w:pPr>
            <w:r w:rsidRPr="00B34535">
              <w:rPr>
                <w:i/>
                <w:iCs/>
              </w:rPr>
              <w:t>Picea glauca</w:t>
            </w:r>
          </w:p>
        </w:tc>
        <w:tc>
          <w:tcPr>
            <w:tcW w:w="1860" w:type="dxa"/>
            <w:tcBorders>
              <w:top w:val="single" w:color="000000" w:sz="12" w:space="0"/>
            </w:tcBorders>
            <w:shd w:val="clear" w:color="auto" w:fill="auto"/>
          </w:tcPr>
          <w:p w:rsidRPr="00790FCF" w:rsidR="00790FCF" w:rsidP="007C1D23" w:rsidRDefault="00790FCF" w14:paraId="1C915975" w14:textId="77777777">
            <w:r w:rsidRPr="00790FCF">
              <w:t>White spruce</w:t>
            </w:r>
          </w:p>
        </w:tc>
        <w:tc>
          <w:tcPr>
            <w:tcW w:w="1956" w:type="dxa"/>
            <w:tcBorders>
              <w:top w:val="single" w:color="000000" w:sz="12" w:space="0"/>
            </w:tcBorders>
            <w:shd w:val="clear" w:color="auto" w:fill="auto"/>
          </w:tcPr>
          <w:p w:rsidRPr="00790FCF" w:rsidR="00790FCF" w:rsidP="007C1D23" w:rsidRDefault="00790FCF" w14:paraId="0F219D7F" w14:textId="77777777">
            <w:r w:rsidRPr="00790FCF">
              <w:t>Upper</w:t>
            </w:r>
          </w:p>
        </w:tc>
      </w:tr>
      <w:tr w:rsidRPr="00790FCF" w:rsidR="00790FCF" w:rsidTr="00790FCF" w14:paraId="0E8E46EB" w14:textId="77777777">
        <w:tc>
          <w:tcPr>
            <w:tcW w:w="1116" w:type="dxa"/>
            <w:shd w:val="clear" w:color="auto" w:fill="auto"/>
          </w:tcPr>
          <w:p w:rsidRPr="00790FCF" w:rsidR="00790FCF" w:rsidP="007C1D23" w:rsidRDefault="00790FCF" w14:paraId="016CC4B1" w14:textId="77777777">
            <w:pPr>
              <w:rPr>
                <w:bCs/>
              </w:rPr>
            </w:pPr>
            <w:r w:rsidRPr="00790FCF">
              <w:rPr>
                <w:bCs/>
              </w:rPr>
              <w:t>ROAC</w:t>
            </w:r>
          </w:p>
        </w:tc>
        <w:tc>
          <w:tcPr>
            <w:tcW w:w="1920" w:type="dxa"/>
            <w:shd w:val="clear" w:color="auto" w:fill="auto"/>
          </w:tcPr>
          <w:p w:rsidRPr="00B34535" w:rsidR="00790FCF" w:rsidP="007C1D23" w:rsidRDefault="00790FCF" w14:paraId="44C27A5D" w14:textId="77777777">
            <w:pPr>
              <w:rPr>
                <w:i/>
                <w:iCs/>
              </w:rPr>
            </w:pPr>
            <w:r w:rsidRPr="00B34535">
              <w:rPr>
                <w:i/>
                <w:iCs/>
              </w:rPr>
              <w:t>Rosa acicularis</w:t>
            </w:r>
          </w:p>
        </w:tc>
        <w:tc>
          <w:tcPr>
            <w:tcW w:w="1860" w:type="dxa"/>
            <w:shd w:val="clear" w:color="auto" w:fill="auto"/>
          </w:tcPr>
          <w:p w:rsidRPr="00790FCF" w:rsidR="00790FCF" w:rsidP="007C1D23" w:rsidRDefault="00790FCF" w14:paraId="73DD273D" w14:textId="77777777">
            <w:r w:rsidRPr="00790FCF">
              <w:t>Prickly rose</w:t>
            </w:r>
          </w:p>
        </w:tc>
        <w:tc>
          <w:tcPr>
            <w:tcW w:w="1956" w:type="dxa"/>
            <w:shd w:val="clear" w:color="auto" w:fill="auto"/>
          </w:tcPr>
          <w:p w:rsidRPr="00790FCF" w:rsidR="00790FCF" w:rsidP="007C1D23" w:rsidRDefault="00790FCF" w14:paraId="06373238" w14:textId="77777777">
            <w:r w:rsidRPr="00790FCF">
              <w:t>Lower</w:t>
            </w:r>
          </w:p>
        </w:tc>
      </w:tr>
      <w:tr w:rsidRPr="00790FCF" w:rsidR="00790FCF" w:rsidTr="00790FCF" w14:paraId="1CBD5A5B" w14:textId="77777777">
        <w:tc>
          <w:tcPr>
            <w:tcW w:w="1116" w:type="dxa"/>
            <w:shd w:val="clear" w:color="auto" w:fill="auto"/>
          </w:tcPr>
          <w:p w:rsidRPr="00790FCF" w:rsidR="00790FCF" w:rsidP="007C1D23" w:rsidRDefault="00790FCF" w14:paraId="03435E2C" w14:textId="77777777">
            <w:pPr>
              <w:rPr>
                <w:bCs/>
              </w:rPr>
            </w:pPr>
            <w:r w:rsidRPr="00790FCF">
              <w:rPr>
                <w:bCs/>
              </w:rPr>
              <w:t>VIED</w:t>
            </w:r>
          </w:p>
        </w:tc>
        <w:tc>
          <w:tcPr>
            <w:tcW w:w="1920" w:type="dxa"/>
            <w:shd w:val="clear" w:color="auto" w:fill="auto"/>
          </w:tcPr>
          <w:p w:rsidRPr="00B34535" w:rsidR="00790FCF" w:rsidP="007C1D23" w:rsidRDefault="00790FCF" w14:paraId="4A806552" w14:textId="77777777">
            <w:pPr>
              <w:rPr>
                <w:i/>
                <w:iCs/>
              </w:rPr>
            </w:pPr>
            <w:r w:rsidRPr="00B34535">
              <w:rPr>
                <w:i/>
                <w:iCs/>
              </w:rPr>
              <w:t>Viburnum edule</w:t>
            </w:r>
          </w:p>
        </w:tc>
        <w:tc>
          <w:tcPr>
            <w:tcW w:w="1860" w:type="dxa"/>
            <w:shd w:val="clear" w:color="auto" w:fill="auto"/>
          </w:tcPr>
          <w:p w:rsidRPr="00790FCF" w:rsidR="00790FCF" w:rsidP="007C1D23" w:rsidRDefault="00790FCF" w14:paraId="3ABBE27E" w14:textId="77777777">
            <w:r w:rsidRPr="00790FCF">
              <w:t>Squashberry</w:t>
            </w:r>
          </w:p>
        </w:tc>
        <w:tc>
          <w:tcPr>
            <w:tcW w:w="1956" w:type="dxa"/>
            <w:shd w:val="clear" w:color="auto" w:fill="auto"/>
          </w:tcPr>
          <w:p w:rsidRPr="00790FCF" w:rsidR="00790FCF" w:rsidP="007C1D23" w:rsidRDefault="00790FCF" w14:paraId="54ECD53D" w14:textId="77777777">
            <w:r w:rsidRPr="00790FCF">
              <w:t>Lower</w:t>
            </w:r>
          </w:p>
        </w:tc>
      </w:tr>
      <w:tr w:rsidRPr="00790FCF" w:rsidR="00790FCF" w:rsidTr="00790FCF" w14:paraId="13ACB3CF" w14:textId="77777777">
        <w:tc>
          <w:tcPr>
            <w:tcW w:w="1116" w:type="dxa"/>
            <w:shd w:val="clear" w:color="auto" w:fill="auto"/>
          </w:tcPr>
          <w:p w:rsidRPr="00790FCF" w:rsidR="00790FCF" w:rsidP="007C1D23" w:rsidRDefault="00790FCF" w14:paraId="27401CB1" w14:textId="77777777">
            <w:pPr>
              <w:rPr>
                <w:bCs/>
              </w:rPr>
            </w:pPr>
            <w:r w:rsidRPr="00790FCF">
              <w:rPr>
                <w:bCs/>
              </w:rPr>
              <w:t>ALNUS</w:t>
            </w:r>
          </w:p>
        </w:tc>
        <w:tc>
          <w:tcPr>
            <w:tcW w:w="1920" w:type="dxa"/>
            <w:shd w:val="clear" w:color="auto" w:fill="auto"/>
          </w:tcPr>
          <w:p w:rsidRPr="00B34535" w:rsidR="00790FCF" w:rsidP="007C1D23" w:rsidRDefault="00790FCF" w14:paraId="61997EA7" w14:textId="4D7F2631">
            <w:r w:rsidRPr="00B34535">
              <w:rPr>
                <w:i/>
                <w:iCs/>
              </w:rPr>
              <w:t>Alnus</w:t>
            </w:r>
            <w:r w:rsidR="00B34535">
              <w:rPr>
                <w:i/>
                <w:iCs/>
              </w:rPr>
              <w:t xml:space="preserve"> </w:t>
            </w:r>
            <w:r w:rsidR="00B34535">
              <w:t>spp.</w:t>
            </w:r>
          </w:p>
        </w:tc>
        <w:tc>
          <w:tcPr>
            <w:tcW w:w="1860" w:type="dxa"/>
            <w:shd w:val="clear" w:color="auto" w:fill="auto"/>
          </w:tcPr>
          <w:p w:rsidRPr="00790FCF" w:rsidR="00790FCF" w:rsidP="007C1D23" w:rsidRDefault="00790FCF" w14:paraId="589CAA07" w14:textId="77777777">
            <w:r w:rsidRPr="00790FCF">
              <w:t>Alder</w:t>
            </w:r>
          </w:p>
        </w:tc>
        <w:tc>
          <w:tcPr>
            <w:tcW w:w="1956" w:type="dxa"/>
            <w:shd w:val="clear" w:color="auto" w:fill="auto"/>
          </w:tcPr>
          <w:p w:rsidRPr="00790FCF" w:rsidR="00790FCF" w:rsidP="007C1D23" w:rsidRDefault="00790FCF" w14:paraId="0D33B4D3" w14:textId="77777777">
            <w:r w:rsidRPr="00790FCF">
              <w:t>Lower</w:t>
            </w:r>
          </w:p>
        </w:tc>
      </w:tr>
    </w:tbl>
    <w:p w:rsidR="00790FCF" w:rsidP="00790FCF" w:rsidRDefault="00790FCF" w14:paraId="637AC5AB" w14:textId="77777777"/>
    <w:p w:rsidR="00790FCF" w:rsidP="00790FCF" w:rsidRDefault="00790FCF" w14:paraId="77FE172C" w14:textId="77777777">
      <w:pPr>
        <w:pStyle w:val="SClassInfoPara"/>
      </w:pPr>
      <w:r>
        <w:t>Description</w:t>
      </w:r>
    </w:p>
    <w:p w:rsidR="00790FCF" w:rsidP="00790FCF" w:rsidRDefault="00790FCF" w14:paraId="510F9353" w14:textId="619B3511">
      <w:r>
        <w:t xml:space="preserve">Open white spruce. Spruce gains dominance over poplar and a mixed age, open stand develops. If enough young spruce establishes as poplar declines, the canopy closes again (succession to </w:t>
      </w:r>
      <w:r w:rsidR="00554FC0">
        <w:t>C</w:t>
      </w:r>
      <w:r>
        <w:t>lass E). Alternatively, the stand may remain open with shrubs in the understory. Feathermosses may dominate the forest floor.</w:t>
      </w:r>
    </w:p>
    <w:p w:rsidR="00790FCF" w:rsidP="00790FCF" w:rsidRDefault="00790FCF" w14:paraId="6B2F2AD0" w14:textId="77777777"/>
    <w:p>
      <w:r>
        <w:rPr>
          <w:i/>
          <w:u w:val="single"/>
        </w:rPr>
        <w:t>Maximum Tree Size Class</w:t>
      </w:r>
      <w:br/>
      <w:r>
        <w:t>Med. 9–20" (swd)/11–20" (hwd)</w:t>
      </w:r>
    </w:p>
    <w:p w:rsidR="00790FCF" w:rsidP="00790FCF" w:rsidRDefault="00790FCF" w14:paraId="0B8A5AF6" w14:textId="77777777">
      <w:pPr>
        <w:pStyle w:val="InfoPara"/>
        <w:pBdr>
          <w:top w:val="single" w:color="auto" w:sz="4" w:space="1"/>
        </w:pBdr>
      </w:pPr>
      <w:r xmlns:w="http://schemas.openxmlformats.org/wordprocessingml/2006/main">
        <w:t>Class E</w:t>
      </w:r>
      <w:r xmlns:w="http://schemas.openxmlformats.org/wordprocessingml/2006/main">
        <w:tab/>
        <w:t>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790FCF" w:rsidP="00790FCF" w:rsidRDefault="00790FCF" w14:paraId="4F02999E" w14:textId="77777777"/>
    <w:p w:rsidR="00790FCF" w:rsidP="00790FCF" w:rsidRDefault="00790FCF" w14:paraId="31CC1EC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20"/>
        <w:gridCol w:w="1860"/>
        <w:gridCol w:w="1956"/>
      </w:tblGrid>
      <w:tr w:rsidRPr="00790FCF" w:rsidR="00790FCF" w:rsidTr="00790FCF" w14:paraId="16603231" w14:textId="77777777">
        <w:tc>
          <w:tcPr>
            <w:tcW w:w="1116" w:type="dxa"/>
            <w:tcBorders>
              <w:top w:val="single" w:color="auto" w:sz="2" w:space="0"/>
              <w:bottom w:val="single" w:color="000000" w:sz="12" w:space="0"/>
            </w:tcBorders>
            <w:shd w:val="clear" w:color="auto" w:fill="auto"/>
          </w:tcPr>
          <w:p w:rsidRPr="00790FCF" w:rsidR="00790FCF" w:rsidP="007C1D23" w:rsidRDefault="00790FCF" w14:paraId="7EC5DD6E" w14:textId="77777777">
            <w:pPr>
              <w:rPr>
                <w:b/>
                <w:bCs/>
              </w:rPr>
            </w:pPr>
            <w:r w:rsidRPr="00790FCF">
              <w:rPr>
                <w:b/>
                <w:bCs/>
              </w:rPr>
              <w:t>Symbol</w:t>
            </w:r>
          </w:p>
        </w:tc>
        <w:tc>
          <w:tcPr>
            <w:tcW w:w="1920" w:type="dxa"/>
            <w:tcBorders>
              <w:top w:val="single" w:color="auto" w:sz="2" w:space="0"/>
              <w:bottom w:val="single" w:color="000000" w:sz="12" w:space="0"/>
            </w:tcBorders>
            <w:shd w:val="clear" w:color="auto" w:fill="auto"/>
          </w:tcPr>
          <w:p w:rsidRPr="00790FCF" w:rsidR="00790FCF" w:rsidP="007C1D23" w:rsidRDefault="00790FCF" w14:paraId="07CCD20E" w14:textId="77777777">
            <w:pPr>
              <w:rPr>
                <w:b/>
                <w:bCs/>
              </w:rPr>
            </w:pPr>
            <w:r w:rsidRPr="00790FCF">
              <w:rPr>
                <w:b/>
                <w:bCs/>
              </w:rPr>
              <w:t>Scientific Name</w:t>
            </w:r>
          </w:p>
        </w:tc>
        <w:tc>
          <w:tcPr>
            <w:tcW w:w="1860" w:type="dxa"/>
            <w:tcBorders>
              <w:top w:val="single" w:color="auto" w:sz="2" w:space="0"/>
              <w:bottom w:val="single" w:color="000000" w:sz="12" w:space="0"/>
            </w:tcBorders>
            <w:shd w:val="clear" w:color="auto" w:fill="auto"/>
          </w:tcPr>
          <w:p w:rsidRPr="00790FCF" w:rsidR="00790FCF" w:rsidP="007C1D23" w:rsidRDefault="00790FCF" w14:paraId="57A317C2" w14:textId="77777777">
            <w:pPr>
              <w:rPr>
                <w:b/>
                <w:bCs/>
              </w:rPr>
            </w:pPr>
            <w:r w:rsidRPr="00790FCF">
              <w:rPr>
                <w:b/>
                <w:bCs/>
              </w:rPr>
              <w:t>Common Name</w:t>
            </w:r>
          </w:p>
        </w:tc>
        <w:tc>
          <w:tcPr>
            <w:tcW w:w="1956" w:type="dxa"/>
            <w:tcBorders>
              <w:top w:val="single" w:color="auto" w:sz="2" w:space="0"/>
              <w:bottom w:val="single" w:color="000000" w:sz="12" w:space="0"/>
            </w:tcBorders>
            <w:shd w:val="clear" w:color="auto" w:fill="auto"/>
          </w:tcPr>
          <w:p w:rsidRPr="00790FCF" w:rsidR="00790FCF" w:rsidP="007C1D23" w:rsidRDefault="00790FCF" w14:paraId="26D361EB" w14:textId="77777777">
            <w:pPr>
              <w:rPr>
                <w:b/>
                <w:bCs/>
              </w:rPr>
            </w:pPr>
            <w:r w:rsidRPr="00790FCF">
              <w:rPr>
                <w:b/>
                <w:bCs/>
              </w:rPr>
              <w:t>Canopy Position</w:t>
            </w:r>
          </w:p>
        </w:tc>
      </w:tr>
      <w:tr w:rsidRPr="00790FCF" w:rsidR="00790FCF" w:rsidTr="00790FCF" w14:paraId="674245FC" w14:textId="77777777">
        <w:tc>
          <w:tcPr>
            <w:tcW w:w="1116" w:type="dxa"/>
            <w:tcBorders>
              <w:top w:val="single" w:color="000000" w:sz="12" w:space="0"/>
            </w:tcBorders>
            <w:shd w:val="clear" w:color="auto" w:fill="auto"/>
          </w:tcPr>
          <w:p w:rsidRPr="00790FCF" w:rsidR="00790FCF" w:rsidP="007C1D23" w:rsidRDefault="00790FCF" w14:paraId="03722FA9" w14:textId="77777777">
            <w:pPr>
              <w:rPr>
                <w:bCs/>
              </w:rPr>
            </w:pPr>
            <w:r w:rsidRPr="00790FCF">
              <w:rPr>
                <w:bCs/>
              </w:rPr>
              <w:t>PIGL</w:t>
            </w:r>
          </w:p>
        </w:tc>
        <w:tc>
          <w:tcPr>
            <w:tcW w:w="1920" w:type="dxa"/>
            <w:tcBorders>
              <w:top w:val="single" w:color="000000" w:sz="12" w:space="0"/>
            </w:tcBorders>
            <w:shd w:val="clear" w:color="auto" w:fill="auto"/>
          </w:tcPr>
          <w:p w:rsidRPr="00B34535" w:rsidR="00790FCF" w:rsidP="007C1D23" w:rsidRDefault="00790FCF" w14:paraId="4E9B202A" w14:textId="77777777">
            <w:pPr>
              <w:rPr>
                <w:i/>
                <w:iCs/>
              </w:rPr>
            </w:pPr>
            <w:r w:rsidRPr="00B34535">
              <w:rPr>
                <w:i/>
                <w:iCs/>
              </w:rPr>
              <w:t>Picea glauca</w:t>
            </w:r>
          </w:p>
        </w:tc>
        <w:tc>
          <w:tcPr>
            <w:tcW w:w="1860" w:type="dxa"/>
            <w:tcBorders>
              <w:top w:val="single" w:color="000000" w:sz="12" w:space="0"/>
            </w:tcBorders>
            <w:shd w:val="clear" w:color="auto" w:fill="auto"/>
          </w:tcPr>
          <w:p w:rsidRPr="00790FCF" w:rsidR="00790FCF" w:rsidP="007C1D23" w:rsidRDefault="00790FCF" w14:paraId="302DC6D2" w14:textId="77777777">
            <w:r w:rsidRPr="00790FCF">
              <w:t>White spruce</w:t>
            </w:r>
          </w:p>
        </w:tc>
        <w:tc>
          <w:tcPr>
            <w:tcW w:w="1956" w:type="dxa"/>
            <w:tcBorders>
              <w:top w:val="single" w:color="000000" w:sz="12" w:space="0"/>
            </w:tcBorders>
            <w:shd w:val="clear" w:color="auto" w:fill="auto"/>
          </w:tcPr>
          <w:p w:rsidRPr="00790FCF" w:rsidR="00790FCF" w:rsidP="007C1D23" w:rsidRDefault="00790FCF" w14:paraId="67313EC7" w14:textId="77777777">
            <w:r w:rsidRPr="00790FCF">
              <w:t>Upper</w:t>
            </w:r>
          </w:p>
        </w:tc>
      </w:tr>
      <w:tr w:rsidRPr="00790FCF" w:rsidR="00790FCF" w:rsidTr="00790FCF" w14:paraId="15F97A1C" w14:textId="77777777">
        <w:tc>
          <w:tcPr>
            <w:tcW w:w="1116" w:type="dxa"/>
            <w:shd w:val="clear" w:color="auto" w:fill="auto"/>
          </w:tcPr>
          <w:p w:rsidRPr="00790FCF" w:rsidR="00790FCF" w:rsidP="007C1D23" w:rsidRDefault="00790FCF" w14:paraId="7483D1C0" w14:textId="77777777">
            <w:pPr>
              <w:rPr>
                <w:bCs/>
              </w:rPr>
            </w:pPr>
            <w:r w:rsidRPr="00790FCF">
              <w:rPr>
                <w:bCs/>
              </w:rPr>
              <w:t>ROAC</w:t>
            </w:r>
          </w:p>
        </w:tc>
        <w:tc>
          <w:tcPr>
            <w:tcW w:w="1920" w:type="dxa"/>
            <w:shd w:val="clear" w:color="auto" w:fill="auto"/>
          </w:tcPr>
          <w:p w:rsidRPr="00B34535" w:rsidR="00790FCF" w:rsidP="007C1D23" w:rsidRDefault="00790FCF" w14:paraId="0012A099" w14:textId="77777777">
            <w:pPr>
              <w:rPr>
                <w:i/>
                <w:iCs/>
              </w:rPr>
            </w:pPr>
            <w:r w:rsidRPr="00B34535">
              <w:rPr>
                <w:i/>
                <w:iCs/>
              </w:rPr>
              <w:t>Rosa acicularis</w:t>
            </w:r>
          </w:p>
        </w:tc>
        <w:tc>
          <w:tcPr>
            <w:tcW w:w="1860" w:type="dxa"/>
            <w:shd w:val="clear" w:color="auto" w:fill="auto"/>
          </w:tcPr>
          <w:p w:rsidRPr="00790FCF" w:rsidR="00790FCF" w:rsidP="007C1D23" w:rsidRDefault="00790FCF" w14:paraId="65A7CC25" w14:textId="77777777">
            <w:r w:rsidRPr="00790FCF">
              <w:t>Prickly rose</w:t>
            </w:r>
          </w:p>
        </w:tc>
        <w:tc>
          <w:tcPr>
            <w:tcW w:w="1956" w:type="dxa"/>
            <w:shd w:val="clear" w:color="auto" w:fill="auto"/>
          </w:tcPr>
          <w:p w:rsidRPr="00790FCF" w:rsidR="00790FCF" w:rsidP="007C1D23" w:rsidRDefault="00790FCF" w14:paraId="714F9AFB" w14:textId="77777777">
            <w:r w:rsidRPr="00790FCF">
              <w:t>Lower</w:t>
            </w:r>
          </w:p>
        </w:tc>
      </w:tr>
      <w:tr w:rsidRPr="00790FCF" w:rsidR="00790FCF" w:rsidTr="00790FCF" w14:paraId="482B0599" w14:textId="77777777">
        <w:tc>
          <w:tcPr>
            <w:tcW w:w="1116" w:type="dxa"/>
            <w:shd w:val="clear" w:color="auto" w:fill="auto"/>
          </w:tcPr>
          <w:p w:rsidRPr="00790FCF" w:rsidR="00790FCF" w:rsidP="007C1D23" w:rsidRDefault="00790FCF" w14:paraId="1ECE3F71" w14:textId="77777777">
            <w:pPr>
              <w:rPr>
                <w:bCs/>
              </w:rPr>
            </w:pPr>
            <w:r w:rsidRPr="00790FCF">
              <w:rPr>
                <w:bCs/>
              </w:rPr>
              <w:t>VIED</w:t>
            </w:r>
          </w:p>
        </w:tc>
        <w:tc>
          <w:tcPr>
            <w:tcW w:w="1920" w:type="dxa"/>
            <w:shd w:val="clear" w:color="auto" w:fill="auto"/>
          </w:tcPr>
          <w:p w:rsidRPr="00B34535" w:rsidR="00790FCF" w:rsidP="007C1D23" w:rsidRDefault="00790FCF" w14:paraId="69649F86" w14:textId="77777777">
            <w:pPr>
              <w:rPr>
                <w:i/>
                <w:iCs/>
              </w:rPr>
            </w:pPr>
            <w:r w:rsidRPr="00B34535">
              <w:rPr>
                <w:i/>
                <w:iCs/>
              </w:rPr>
              <w:t>Viburnum edule</w:t>
            </w:r>
          </w:p>
        </w:tc>
        <w:tc>
          <w:tcPr>
            <w:tcW w:w="1860" w:type="dxa"/>
            <w:shd w:val="clear" w:color="auto" w:fill="auto"/>
          </w:tcPr>
          <w:p w:rsidRPr="00790FCF" w:rsidR="00790FCF" w:rsidP="007C1D23" w:rsidRDefault="00790FCF" w14:paraId="5448D0D6" w14:textId="77777777">
            <w:r w:rsidRPr="00790FCF">
              <w:t>Squashberry</w:t>
            </w:r>
          </w:p>
        </w:tc>
        <w:tc>
          <w:tcPr>
            <w:tcW w:w="1956" w:type="dxa"/>
            <w:shd w:val="clear" w:color="auto" w:fill="auto"/>
          </w:tcPr>
          <w:p w:rsidRPr="00790FCF" w:rsidR="00790FCF" w:rsidP="007C1D23" w:rsidRDefault="00790FCF" w14:paraId="088096EF" w14:textId="77777777">
            <w:r w:rsidRPr="00790FCF">
              <w:t>Lower</w:t>
            </w:r>
          </w:p>
        </w:tc>
      </w:tr>
      <w:tr w:rsidRPr="00790FCF" w:rsidR="00790FCF" w:rsidTr="00790FCF" w14:paraId="51C7223F" w14:textId="77777777">
        <w:tc>
          <w:tcPr>
            <w:tcW w:w="1116" w:type="dxa"/>
            <w:shd w:val="clear" w:color="auto" w:fill="auto"/>
          </w:tcPr>
          <w:p w:rsidRPr="00790FCF" w:rsidR="00790FCF" w:rsidP="007C1D23" w:rsidRDefault="00790FCF" w14:paraId="35828FF5" w14:textId="77777777">
            <w:pPr>
              <w:rPr>
                <w:bCs/>
              </w:rPr>
            </w:pPr>
            <w:r w:rsidRPr="00790FCF">
              <w:rPr>
                <w:bCs/>
              </w:rPr>
              <w:t>ALNUS</w:t>
            </w:r>
          </w:p>
        </w:tc>
        <w:tc>
          <w:tcPr>
            <w:tcW w:w="1920" w:type="dxa"/>
            <w:shd w:val="clear" w:color="auto" w:fill="auto"/>
          </w:tcPr>
          <w:p w:rsidRPr="00B34535" w:rsidR="00790FCF" w:rsidP="007C1D23" w:rsidRDefault="00790FCF" w14:paraId="6CD96785" w14:textId="06F2FE6A">
            <w:r w:rsidRPr="00B34535">
              <w:rPr>
                <w:i/>
                <w:iCs/>
              </w:rPr>
              <w:t>Alnus</w:t>
            </w:r>
            <w:r w:rsidR="00B34535">
              <w:rPr>
                <w:i/>
                <w:iCs/>
              </w:rPr>
              <w:t xml:space="preserve"> </w:t>
            </w:r>
            <w:r w:rsidR="00B34535">
              <w:t>spp.</w:t>
            </w:r>
          </w:p>
        </w:tc>
        <w:tc>
          <w:tcPr>
            <w:tcW w:w="1860" w:type="dxa"/>
            <w:shd w:val="clear" w:color="auto" w:fill="auto"/>
          </w:tcPr>
          <w:p w:rsidRPr="00790FCF" w:rsidR="00790FCF" w:rsidP="007C1D23" w:rsidRDefault="00790FCF" w14:paraId="6B653806" w14:textId="77777777">
            <w:r w:rsidRPr="00790FCF">
              <w:t>Alder</w:t>
            </w:r>
          </w:p>
        </w:tc>
        <w:tc>
          <w:tcPr>
            <w:tcW w:w="1956" w:type="dxa"/>
            <w:shd w:val="clear" w:color="auto" w:fill="auto"/>
          </w:tcPr>
          <w:p w:rsidRPr="00790FCF" w:rsidR="00790FCF" w:rsidP="007C1D23" w:rsidRDefault="00790FCF" w14:paraId="25232ECD" w14:textId="77777777">
            <w:r w:rsidRPr="00790FCF">
              <w:t>Lower</w:t>
            </w:r>
          </w:p>
        </w:tc>
      </w:tr>
    </w:tbl>
    <w:p w:rsidR="00790FCF" w:rsidP="00790FCF" w:rsidRDefault="00790FCF" w14:paraId="5F79B86E" w14:textId="77777777"/>
    <w:p w:rsidR="00790FCF" w:rsidP="00790FCF" w:rsidRDefault="00790FCF" w14:paraId="5BA5433A" w14:textId="77777777">
      <w:pPr>
        <w:pStyle w:val="SClassInfoPara"/>
      </w:pPr>
      <w:r>
        <w:t>Description</w:t>
      </w:r>
    </w:p>
    <w:p w:rsidR="00790FCF" w:rsidP="00790FCF" w:rsidRDefault="00790FCF" w14:paraId="3767E2AC" w14:textId="778F0F70">
      <w:r>
        <w:t>Closed white spruce. These stands can be even-aged</w:t>
      </w:r>
      <w:r w:rsidR="00F968E9">
        <w:t xml:space="preserve">, </w:t>
      </w:r>
      <w:r>
        <w:t xml:space="preserve">resulting from spruce establishment on mineral soil after a flood event (succession from </w:t>
      </w:r>
      <w:r w:rsidR="00F968E9">
        <w:t xml:space="preserve">Class </w:t>
      </w:r>
      <w:r>
        <w:t>B)</w:t>
      </w:r>
      <w:r w:rsidR="00F968E9">
        <w:t>,</w:t>
      </w:r>
      <w:r>
        <w:t xml:space="preserve"> or mixed age (succession from </w:t>
      </w:r>
      <w:r w:rsidR="00F968E9">
        <w:t>C</w:t>
      </w:r>
      <w:r>
        <w:t xml:space="preserve">lass D). If succession is from </w:t>
      </w:r>
      <w:r w:rsidR="00F968E9">
        <w:t>C</w:t>
      </w:r>
      <w:r>
        <w:t>lass D, occasional mature balsam poplar may persist in the overstory. As the spruce canopy closes</w:t>
      </w:r>
      <w:r w:rsidR="00F968E9">
        <w:t>,</w:t>
      </w:r>
      <w:r>
        <w:t xml:space="preserve"> feathermoss becomes dominant on the forest floor, reaching 80% cover. </w:t>
      </w:r>
      <w:r w:rsidRPr="00F968E9">
        <w:rPr>
          <w:i/>
          <w:iCs/>
        </w:rPr>
        <w:t>Rosa acicularis, Viburnum edule</w:t>
      </w:r>
      <w:r>
        <w:t xml:space="preserve">, and </w:t>
      </w:r>
      <w:r w:rsidRPr="00F968E9">
        <w:rPr>
          <w:i/>
          <w:iCs/>
        </w:rPr>
        <w:t>Alnus</w:t>
      </w:r>
      <w:r>
        <w:t xml:space="preserve"> spp. may be scattered in the stand. A low shrub and herb layer may also occupy the forest floor.</w:t>
      </w:r>
    </w:p>
    <w:p w:rsidR="00790FCF" w:rsidP="00790FCF" w:rsidRDefault="00790FCF" w14:paraId="276FA977" w14:textId="77777777"/>
    <w:p w:rsidR="007C2820" w:rsidP="0014265C" w:rsidRDefault="00790FCF" w14:paraId="3913CC7B" w14:textId="036B5CEA">
      <w:r>
        <w:t>In the absence of disturbance, this class is self-replacing, with single tree or larger openings filled in by white spruce seedlings established in the understory. If the class begins as an even-aged stand, it will become uneven-aged over time.</w:t>
      </w:r>
    </w:p>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4</w:t>
            </w:r>
          </w:p>
        </w:tc>
      </w:tr>
      <w:tr>
        <w:tc>
          <w:p>
            <w:pPr>
              <w:jc w:val="center"/>
            </w:pPr>
            <w:r>
              <w:rPr>
                <w:sz w:val="20"/>
              </w:rPr>
              <w:t>Mid1:CLS</w:t>
            </w:r>
          </w:p>
        </w:tc>
        <w:tc>
          <w:p>
            <w:pPr>
              <w:jc w:val="center"/>
            </w:pPr>
            <w:r>
              <w:rPr>
                <w:sz w:val="20"/>
              </w:rPr>
              <w:t>5</w:t>
            </w:r>
          </w:p>
        </w:tc>
        <w:tc>
          <w:p>
            <w:pPr>
              <w:jc w:val="center"/>
            </w:pPr>
            <w:r>
              <w:rPr>
                <w:sz w:val="20"/>
              </w:rPr>
              <w:t>Mid2:ALL</w:t>
            </w:r>
          </w:p>
        </w:tc>
        <w:tc>
          <w:p>
            <w:pPr>
              <w:jc w:val="center"/>
            </w:pPr>
            <w:r>
              <w:rPr>
                <w:sz w:val="20"/>
              </w:rPr>
              <w:t>19</w:t>
            </w:r>
          </w:p>
        </w:tc>
      </w:tr>
      <w:tr>
        <w:tc>
          <w:p>
            <w:pPr>
              <w:jc w:val="center"/>
            </w:pPr>
            <w:r>
              <w:rPr>
                <w:sz w:val="20"/>
              </w:rPr>
              <w:t>Mid2:ALL</w:t>
            </w:r>
          </w:p>
        </w:tc>
        <w:tc>
          <w:p>
            <w:pPr>
              <w:jc w:val="center"/>
            </w:pPr>
            <w:r>
              <w:rPr>
                <w:sz w:val="20"/>
              </w:rPr>
              <w:t>20</w:t>
            </w:r>
          </w:p>
        </w:tc>
        <w:tc>
          <w:p>
            <w:pPr>
              <w:jc w:val="center"/>
            </w:pPr>
            <w:r>
              <w:rPr>
                <w:sz w:val="20"/>
              </w:rPr>
              <w:t>Late1:OPN</w:t>
            </w:r>
          </w:p>
        </w:tc>
        <w:tc>
          <w:p>
            <w:pPr>
              <w:jc w:val="center"/>
            </w:pPr>
            <w:r>
              <w:rPr>
                <w:sz w:val="20"/>
              </w:rPr>
              <w:t>149</w:t>
            </w:r>
          </w:p>
        </w:tc>
      </w:tr>
      <w:tr>
        <w:tc>
          <w:p>
            <w:pPr>
              <w:jc w:val="center"/>
            </w:pPr>
            <w:r>
              <w:rPr>
                <w:sz w:val="20"/>
              </w:rPr>
              <w:t>Late1:CLS</w:t>
            </w:r>
          </w:p>
        </w:tc>
        <w:tc>
          <w:p>
            <w:pPr>
              <w:jc w:val="center"/>
            </w:pPr>
            <w:r>
              <w:rPr>
                <w:sz w:val="20"/>
              </w:rPr>
              <w:t>20</w:t>
            </w:r>
          </w:p>
        </w:tc>
        <w:tc>
          <w:p>
            <w:pPr>
              <w:jc w:val="center"/>
            </w:pPr>
            <w:r>
              <w:rPr>
                <w:sz w:val="20"/>
              </w:rPr>
              <w:t>Late1:CLS</w:t>
            </w:r>
          </w:p>
        </w:tc>
        <w:tc>
          <w:p>
            <w:pPr>
              <w:jc w:val="center"/>
            </w:pPr>
            <w:r>
              <w:rPr>
                <w:sz w:val="20"/>
              </w:rPr>
              <w:t>999</w:t>
            </w:r>
          </w:p>
        </w:tc>
      </w:tr>
      <w:tr>
        <w:tc>
          <w:p>
            <w:pPr>
              <w:jc w:val="center"/>
            </w:pPr>
            <w:r>
              <w:rPr>
                <w:sz w:val="20"/>
              </w:rPr>
              <w:t>Late1:OPN</w:t>
            </w:r>
          </w:p>
        </w:tc>
        <w:tc>
          <w:p>
            <w:pPr>
              <w:jc w:val="center"/>
            </w:pPr>
            <w:r>
              <w:rPr>
                <w:sz w:val="20"/>
              </w:rPr>
              <w:t>150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Mid1:CLS</w:t>
            </w:r>
          </w:p>
        </w:tc>
        <w:tc>
          <w:p>
            <w:pPr>
              <w:jc w:val="center"/>
            </w:pPr>
            <w:r>
              <w:rPr>
                <w:sz w:val="20"/>
              </w:rPr>
              <w:t>Late1:CLS</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Mid1:CLS</w:t>
            </w:r>
          </w:p>
        </w:tc>
        <w:tc>
          <w:p>
            <w:pPr>
              <w:jc w:val="center"/>
            </w:pPr>
            <w:r>
              <w:rPr>
                <w:sz w:val="20"/>
              </w:rPr>
              <w:t>Early1:ALL</w:t>
            </w:r>
          </w:p>
        </w:tc>
        <w:tc>
          <w:p>
            <w:pPr>
              <w:jc w:val="center"/>
            </w:pPr>
            <w:r>
              <w:rPr>
                <w:sz w:val="20"/>
              </w:rPr>
              <w:t>0.03</w:t>
            </w:r>
          </w:p>
        </w:tc>
        <w:tc>
          <w:p>
            <w:pPr>
              <w:jc w:val="center"/>
            </w:pPr>
            <w:r>
              <w:rPr>
                <w:sz w:val="20"/>
              </w:rPr>
              <w:t>33</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Mid2:ALL</w:t>
            </w:r>
          </w:p>
        </w:tc>
        <w:tc>
          <w:p>
            <w:pPr>
              <w:jc w:val="center"/>
            </w:pPr>
            <w:r>
              <w:rPr>
                <w:sz w:val="20"/>
              </w:rPr>
              <w:t>Mid2:ALL</w:t>
            </w:r>
          </w:p>
        </w:tc>
        <w:tc>
          <w:p>
            <w:pPr>
              <w:jc w:val="center"/>
            </w:pPr>
            <w:r>
              <w:rPr>
                <w:sz w:val="20"/>
              </w:rPr>
              <w:t>0.0033</w:t>
            </w:r>
          </w:p>
        </w:tc>
        <w:tc>
          <w:p>
            <w:pPr>
              <w:jc w:val="center"/>
            </w:pPr>
            <w:r>
              <w:rPr>
                <w:sz w:val="20"/>
              </w:rPr>
              <w:t>303</w:t>
            </w:r>
          </w:p>
        </w:tc>
        <w:tc>
          <w:p>
            <w:pPr>
              <w:jc w:val="center"/>
            </w:pPr>
            <w:r>
              <w:rPr>
                <w:sz w:val="20"/>
              </w:rPr>
              <w:t>No</w:t>
            </w:r>
          </w:p>
        </w:tc>
        <w:tc>
          <w:p>
            <w:pPr>
              <w:jc w:val="center"/>
            </w:pPr>
            <w:r>
              <w:rPr>
                <w:sz w:val="20"/>
              </w:rPr>
              <w:t>0</w:t>
            </w:r>
          </w:p>
        </w:tc>
      </w:tr>
      <w:tr>
        <w:tc>
          <w:p>
            <w:pPr>
              <w:jc w:val="center"/>
            </w:pPr>
            <w:r>
              <w:rPr>
                <w:sz w:val="20"/>
              </w:rPr>
              <w:t>Optional 1</w:t>
            </w:r>
          </w:p>
        </w:tc>
        <w:tc>
          <w:p>
            <w:pPr>
              <w:jc w:val="center"/>
            </w:pPr>
            <w:r>
              <w:rPr>
                <w:sz w:val="20"/>
              </w:rPr>
              <w:t>Mid2:ALL</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Mid2:ALL</w:t>
            </w:r>
          </w:p>
        </w:tc>
        <w:tc>
          <w:p>
            <w:pPr>
              <w:jc w:val="center"/>
            </w:pPr>
            <w:r>
              <w:rPr>
                <w:sz w:val="20"/>
              </w:rPr>
              <w:t>0.0064</w:t>
            </w:r>
          </w:p>
        </w:tc>
        <w:tc>
          <w:p>
            <w:pPr>
              <w:jc w:val="center"/>
            </w:pPr>
            <w:r>
              <w:rPr>
                <w:sz w:val="20"/>
              </w:rPr>
              <w:t>156</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Late1:CLS</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Late1:OPN</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Late1:CLS</w:t>
            </w:r>
          </w:p>
        </w:tc>
        <w:tc>
          <w:p>
            <w:pPr>
              <w:jc w:val="center"/>
            </w:pPr>
            <w:r>
              <w:rPr>
                <w:sz w:val="20"/>
              </w:rPr>
              <w:t>Late1:OPN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Late1:OPN</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Late1:CLS</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Late1:CLS</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Pr="00BC6FA1" w:rsidR="00A92060" w:rsidP="00A92060" w:rsidRDefault="00A92060" w14:paraId="1ED68B57" w14:textId="7972538D">
      <w:r w:rsidRPr="00FA03C4">
        <w:t xml:space="preserve">Abrahamson, Ilana L. 2014. Fire regimes of Alaskan white spruce communities. In: Fire Effects Information System, [Online]. U.S. Department of Agriculture, Forest Service, Rocky Mountain </w:t>
      </w:r>
      <w:r w:rsidRPr="00FA03C4">
        <w:lastRenderedPageBreak/>
        <w:t xml:space="preserve">Research Station, Fire Sciences Laboratory (Producer). Available: </w:t>
      </w:r>
      <w:r w:rsidRPr="00BC6FA1" w:rsidR="00B35EA1">
        <w:t>https://www.fs.fed.us/database/feis/fire_regimes/AK_white_spruce/all.html#57</w:t>
      </w:r>
      <w:r w:rsidRPr="00FA03C4">
        <w:t>html [</w:t>
      </w:r>
      <w:r w:rsidRPr="00FA03C4" w:rsidR="00B35EA1">
        <w:t>2021</w:t>
      </w:r>
      <w:r w:rsidRPr="00FA03C4">
        <w:t xml:space="preserve">, </w:t>
      </w:r>
      <w:r w:rsidRPr="00FA03C4" w:rsidR="00B35EA1">
        <w:t>May 12</w:t>
      </w:r>
      <w:r w:rsidRPr="00FA03C4">
        <w:t>].</w:t>
      </w:r>
    </w:p>
    <w:p w:rsidRPr="00FA03C4" w:rsidR="00A92060" w:rsidP="00A92060" w:rsidRDefault="00A92060" w14:paraId="26031926" w14:textId="77777777"/>
    <w:p w:rsidR="007C1D23" w:rsidP="007C1D23" w:rsidRDefault="007C1D23" w14:paraId="57B87C70" w14:textId="31FC2FDA">
      <w:r w:rsidRPr="00FA03C4">
        <w:t>Abrahamson, Ilana. 2015. Picea glauca, white spruce. In: Fire Effects Information System, [Online]. U.S. Department of Agriculture, Forest Service, Rocky Mountain Research Station, Fire Sciences Laboratory (Producer). Available: http://www.fs.fed.us/database/feis/plants/tree/picgla/all.html [2016, October 28].</w:t>
      </w:r>
    </w:p>
    <w:p w:rsidRPr="007C1D23" w:rsidR="007C1D23" w:rsidP="007C1D23" w:rsidRDefault="007C1D23" w14:paraId="0C99C060" w14:textId="77777777"/>
    <w:p w:rsidR="00790FCF" w:rsidP="00790FCF" w:rsidRDefault="00790FCF" w14:paraId="4749020D" w14:textId="77777777">
      <w:r>
        <w:t>Boggs, K. 2000. Classification of community types, successional sequences, and landscapes of the Copper River Delta, Alaska. Gen Tech. Rep. PNW-GTR-469. Portland, OR: USDA Forest Service, Pacific Northwest Research Station. 244p.</w:t>
      </w:r>
    </w:p>
    <w:p w:rsidR="00790FCF" w:rsidP="00790FCF" w:rsidRDefault="00790FCF" w14:paraId="56E08F41" w14:textId="77777777"/>
    <w:p w:rsidR="00790FCF" w:rsidP="00790FCF" w:rsidRDefault="00790FCF" w14:paraId="7FE484FB" w14:textId="77777777">
      <w:r>
        <w:t>Butler, L.G., K. Kielland, T.S. Rupp, and T.A. Hanley. 2007. Interactive controls of herbivory and fluvial dynamics over vegetation patterns along the Tanana River, interior Alaska. J. Biogeography 34:1622-1631.</w:t>
      </w:r>
    </w:p>
    <w:p w:rsidR="00790FCF" w:rsidP="00790FCF" w:rsidRDefault="00790FCF" w14:paraId="7CCE7F40" w14:textId="291EC76D"/>
    <w:p w:rsidR="00BC6FA1" w:rsidP="00BC6FA1" w:rsidRDefault="00D54797" w14:paraId="447C2FB9" w14:textId="595C58E4">
      <w:r w:rsidRPr="00D54797">
        <w:t>Chapin, F.S., III</w:t>
      </w:r>
      <w:r>
        <w:t>,</w:t>
      </w:r>
      <w:r w:rsidRPr="00D54797">
        <w:t xml:space="preserve"> L.A. Viereck</w:t>
      </w:r>
      <w:r>
        <w:t>,</w:t>
      </w:r>
      <w:r w:rsidRPr="00D54797">
        <w:t xml:space="preserve"> P.C. Adams</w:t>
      </w:r>
      <w:r>
        <w:t xml:space="preserve">, </w:t>
      </w:r>
      <w:r w:rsidRPr="00D54797">
        <w:t>K. Van Cleve</w:t>
      </w:r>
      <w:r>
        <w:t>,</w:t>
      </w:r>
      <w:r w:rsidRPr="00D54797">
        <w:t xml:space="preserve"> C.L. Fastie</w:t>
      </w:r>
      <w:r>
        <w:t>,</w:t>
      </w:r>
      <w:r w:rsidRPr="00D54797">
        <w:t xml:space="preserve"> R.A. Ott</w:t>
      </w:r>
      <w:r>
        <w:t>,</w:t>
      </w:r>
      <w:r w:rsidRPr="00D54797">
        <w:t xml:space="preserve"> D. Mann</w:t>
      </w:r>
      <w:r>
        <w:t>,</w:t>
      </w:r>
      <w:r w:rsidRPr="00D54797">
        <w:t xml:space="preserve"> and J.F. Johnstone. 2006. Successional processes in the Alaskan boreal forest. In Alaska’s Changing Boreal Forest. F.S. Chapin III, M.W. Oswood, K. Van Cleve, L.A. Viereck, and D.L. Verbyla, editors. New York, Oxford University Press. Pages 100-120.</w:t>
      </w:r>
    </w:p>
    <w:p w:rsidR="00D54797" w:rsidP="00BC6FA1" w:rsidRDefault="00D54797" w14:paraId="5340BAA3" w14:textId="77777777"/>
    <w:p w:rsidR="00BC6FA1" w:rsidP="00BC6FA1" w:rsidRDefault="00BC6FA1" w14:paraId="028FFA85" w14:textId="3C353BF7">
      <w:r>
        <w:t xml:space="preserve">Fryer, Janet L. 2014. Fire regimes of Alaskan quaking aspen and balsam poplar communities. In: Fire Effects Information System, [Online]. U.S. Department of Agriculture, Forest Service, Rocky Mountain Research Station, Missoula Fire Sciences Laboratory (Producer). Available: http://www.fs.fed.us/database/feis/fire_regimes/AK_aspen_balsam_poplar/all.html </w:t>
      </w:r>
    </w:p>
    <w:p w:rsidR="00BC6FA1" w:rsidP="00790FCF" w:rsidRDefault="00BC6FA1" w14:paraId="1CD5787E" w14:textId="77777777"/>
    <w:p w:rsidR="00B35EA1" w:rsidP="00790FCF" w:rsidRDefault="00B35EA1" w14:paraId="62E19D3E" w14:textId="2B265AB3">
      <w:r w:rsidRPr="00B35EA1">
        <w:t>Heinselman, Miron L. 1981. Fire intensity and frequency as factors in the distribution and structure of northern ecosystems. In: Mooney, H. A.; Bonnicksen, T. M.; Christensen, N. L.; Lotan, J. E.; Reiners, W. A., technical coordinators. Fire regimes and ecosystem properties: Proceedings of the conference; 1978 December 11-15; Honolulu, HI. Gen. Tech. Rep. WO-26. Washington, DC: U.S. Department of Agriculture, Forest Service: 7-57. </w:t>
      </w:r>
    </w:p>
    <w:p w:rsidR="00B35EA1" w:rsidP="00790FCF" w:rsidRDefault="00B35EA1" w14:paraId="13880F14" w14:textId="77777777"/>
    <w:p w:rsidR="00332889" w:rsidP="00790FCF" w:rsidRDefault="00332889" w14:paraId="03B209A7" w14:textId="5A9BF817">
      <w:r w:rsidRPr="00332889">
        <w:t>Hollingsworth, Teresa N.; Lloyd, Andrea H.; Nossov, Dana R.; Ruess, Roger W.; Charlton, Brian A.; Kielland, Knut. 2010. Twenty-five years of vegetation change along a putative successional chronosequence on the Tanana River, Alaska. Canadian Journal of Forest Research. 40(7): 1273-1287.</w:t>
      </w:r>
    </w:p>
    <w:p w:rsidR="00AE5F1A" w:rsidP="00790FCF" w:rsidRDefault="00AE5F1A" w14:paraId="634DEC63" w14:textId="77777777"/>
    <w:p w:rsidR="00AE5F1A" w:rsidP="00AE5F1A" w:rsidRDefault="00AE5F1A" w14:paraId="159F783E" w14:textId="77777777">
      <w:r>
        <w:t xml:space="preserve">Kasischke, Eric S.; Williams, David; Barry, Donald. 2002. Analysis of the patterns of large fires in the boreal forest region of Alaska. International Journal of Wildland Fire. 11(2): 131-144. </w:t>
      </w:r>
    </w:p>
    <w:p w:rsidR="006E687B" w:rsidP="00FA03C4" w:rsidRDefault="006E687B" w14:paraId="7F06ED42" w14:textId="018DF8FE">
      <w:pPr>
        <w:pStyle w:val="NormalWeb"/>
      </w:pPr>
      <w:r w:rsidRPr="00517CBD">
        <w:rPr>
          <w:color w:val="000000"/>
          <w:shd w:val="clear" w:color="auto" w:fill="FFFFFF"/>
        </w:rPr>
        <w:t xml:space="preserve">Mann, Daniel H.; Fastie, Christopher L.; Rowland, Erika L.; Bigelow, Nancy H. 1995. Spruce succession, disturbance, and geomorphology on the Tanana River floodplain, Alaska. </w:t>
      </w:r>
      <w:r w:rsidRPr="006E687B">
        <w:rPr>
          <w:color w:val="000000"/>
          <w:shd w:val="clear" w:color="auto" w:fill="FFFFFF"/>
        </w:rPr>
        <w:t>Ecoscience. 2(2): 184-199. </w:t>
      </w:r>
    </w:p>
    <w:p w:rsidR="00790FCF" w:rsidP="00790FCF" w:rsidRDefault="00790FCF" w14:paraId="18F4B403" w14:textId="28193B69">
      <w:r>
        <w:lastRenderedPageBreak/>
        <w:t>Murphy, K.A. and E. Witten. 2006. Riparian Spruce Hardwood. In</w:t>
      </w:r>
      <w:r w:rsidR="001C5DFB">
        <w:t>:</w:t>
      </w:r>
      <w:r>
        <w:t xml:space="preserve"> Fire Regime Condition Class (FRCC) Interagency Guidebook Reference Conditions. Available at www.frcc.gov.</w:t>
      </w:r>
    </w:p>
    <w:p w:rsidR="00790FCF" w:rsidP="00790FCF" w:rsidRDefault="00790FCF" w14:paraId="7EAA9102" w14:textId="77777777"/>
    <w:p w:rsidR="00790FCF" w:rsidP="00790FCF" w:rsidRDefault="00790FCF" w14:paraId="7089E339" w14:textId="77777777">
      <w:r>
        <w:t>NatureServe. 2008. International Ecological Classification Standard: Terrestrial Ecological Classifications. Draft Ecological Systems Description for Alaska Boreal and Sub-boreal Regions.</w:t>
      </w:r>
    </w:p>
    <w:p w:rsidR="00790FCF" w:rsidP="00790FCF" w:rsidRDefault="00790FCF" w14:paraId="74DEF851" w14:textId="26BEDC71"/>
    <w:p w:rsidR="00FA03C4" w:rsidP="00790FCF" w:rsidRDefault="00FA03C4" w14:paraId="031BA59C" w14:textId="1BA112D6">
      <w:r w:rsidRPr="00FA03C4">
        <w:t>Rowe, J. S.; Bergsteinsson, J. L.; Padbury, G. A.; Hermesh, R. 1974. Fire studies in the Mackenzie Valley. ALUR 73-74-61. Ottawa, ON: Canadian Department of Indian and Northern Development. 123 p.</w:t>
      </w:r>
    </w:p>
    <w:p w:rsidR="00FA03C4" w:rsidP="00790FCF" w:rsidRDefault="00FA03C4" w14:paraId="0D5C567D" w14:textId="77777777"/>
    <w:p w:rsidR="00790FCF" w:rsidP="00790FCF" w:rsidRDefault="00790FCF" w14:paraId="28E929F2" w14:textId="77777777">
      <w:r>
        <w:t>Scott, R.W. 1974. Successional patterns on moraines and outwash of the Frederika Glacier, Alaska. In: Bushnell, V.C.; Marcus, M.G., eds. Icefield ranges research project scientific results. New York: American Geographical Society: 319-329. Vol. 4.</w:t>
      </w:r>
    </w:p>
    <w:p w:rsidR="00790FCF" w:rsidP="00790FCF" w:rsidRDefault="00790FCF" w14:paraId="13FAFFC2" w14:textId="77777777"/>
    <w:p w:rsidR="00790FCF" w:rsidP="00790FCF" w:rsidRDefault="00790FCF" w14:paraId="1F327CF6" w14:textId="77777777">
      <w:r>
        <w:t>Shephard, M. E. 1995. Plant community ecology and classification of the Yakutat Foreland, Alaska. R10-TP-56.</w:t>
      </w:r>
    </w:p>
    <w:p w:rsidR="00790FCF" w:rsidP="00790FCF" w:rsidRDefault="00790FCF" w14:paraId="6EF0A7C8" w14:textId="77777777"/>
    <w:p w:rsidR="00790FCF" w:rsidP="00790FCF" w:rsidRDefault="00790FCF" w14:paraId="21618943" w14:textId="77777777">
      <w:r>
        <w:t>Thilenius, J.F. 1990. Woody plant succession on earthquake-uplifted coastal wetlands of the Copper River Delta, Alaska. Forest Ecology and Management 33/34: 439-462.</w:t>
      </w:r>
    </w:p>
    <w:p w:rsidR="00790FCF" w:rsidP="00790FCF" w:rsidRDefault="00790FCF" w14:paraId="35DB8E81" w14:textId="650BFCE9"/>
    <w:p w:rsidR="00332889" w:rsidP="00790FCF" w:rsidRDefault="00332889" w14:paraId="17F26564" w14:textId="27E6DB59">
      <w:r w:rsidRPr="00332889">
        <w:t>Van Cleve, Keith; Viereck, Leslie A. 1981. Forest succession in relation to nutrient cycling in the boreal forest of Alaska. In: Fire and succession in conifer forests of North America. New York: Springer-Verlag: 185-211.</w:t>
      </w:r>
    </w:p>
    <w:p w:rsidR="00332889" w:rsidP="00790FCF" w:rsidRDefault="00332889" w14:paraId="723CF744" w14:textId="77777777"/>
    <w:p w:rsidR="00790FCF" w:rsidP="00790FCF" w:rsidRDefault="00790FCF" w14:paraId="42F6C96C" w14:textId="77777777">
      <w:r>
        <w:t>Viereck L.A. 1966. Plant succession and soil development on gravel outwash on the Muldrow Glacier, Alaska. Ecological Monographs. 36(3):181-199.</w:t>
      </w:r>
    </w:p>
    <w:p w:rsidR="004D5F12" w:rsidP="00790FCF" w:rsidRDefault="004D5F12" w14:paraId="109A16EB" w14:textId="1A6628F5"/>
    <w:p w:rsidR="00BC6FA1" w:rsidP="00BC6FA1" w:rsidRDefault="00BC6FA1" w14:paraId="5058412C" w14:textId="77777777">
      <w:r>
        <w:t>Yarie, John. 1981. Forest fire cycles and life tables: a case study from interior Alaska. Canadian Journal of Forest Research. 11(3): 554-562.</w:t>
      </w:r>
    </w:p>
    <w:p w:rsidRPr="00A43E41" w:rsidR="00BC6FA1" w:rsidP="00790FCF" w:rsidRDefault="00BC6FA1" w14:paraId="5C3DF7CC" w14:textId="77777777"/>
    <w:sectPr w:rsidRPr="00A43E41" w:rsidR="00BC6FA1" w:rsidSect="00FE41C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FDB6" w14:textId="77777777" w:rsidR="00A77DEF" w:rsidRDefault="00A77DEF">
      <w:r>
        <w:separator/>
      </w:r>
    </w:p>
  </w:endnote>
  <w:endnote w:type="continuationSeparator" w:id="0">
    <w:p w14:paraId="39E2ED0E" w14:textId="77777777" w:rsidR="00A77DEF" w:rsidRDefault="00A7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2C1C3" w14:textId="77777777" w:rsidR="00DA02A1" w:rsidRDefault="00DA02A1" w:rsidP="00790FC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55089" w14:textId="77777777" w:rsidR="00A77DEF" w:rsidRDefault="00A77DEF">
      <w:r>
        <w:separator/>
      </w:r>
    </w:p>
  </w:footnote>
  <w:footnote w:type="continuationSeparator" w:id="0">
    <w:p w14:paraId="3589A1BF" w14:textId="77777777" w:rsidR="00A77DEF" w:rsidRDefault="00A77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C4C7D" w14:textId="77777777" w:rsidR="00DA02A1" w:rsidRDefault="00DA02A1" w:rsidP="00790FC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0A0FE1"/>
    <w:multiLevelType w:val="multilevel"/>
    <w:tmpl w:val="99164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84817809">
    <w:abstractNumId w:val="2"/>
  </w:num>
  <w:num w:numId="2" w16cid:durableId="1423991964">
    <w:abstractNumId w:val="0"/>
  </w:num>
  <w:num w:numId="3" w16cid:durableId="21133560">
    <w:abstractNumId w:val="1"/>
  </w:num>
  <w:num w:numId="4" w16cid:durableId="16726402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FCF"/>
    <w:rsid w:val="00007C48"/>
    <w:rsid w:val="0003202F"/>
    <w:rsid w:val="00043199"/>
    <w:rsid w:val="0004797F"/>
    <w:rsid w:val="00057190"/>
    <w:rsid w:val="00065B13"/>
    <w:rsid w:val="00077A85"/>
    <w:rsid w:val="000910B0"/>
    <w:rsid w:val="00094404"/>
    <w:rsid w:val="000966AC"/>
    <w:rsid w:val="00097251"/>
    <w:rsid w:val="000A1DF4"/>
    <w:rsid w:val="000C2F88"/>
    <w:rsid w:val="000E1EC5"/>
    <w:rsid w:val="000E759B"/>
    <w:rsid w:val="001001B8"/>
    <w:rsid w:val="00110079"/>
    <w:rsid w:val="00117805"/>
    <w:rsid w:val="00120D8A"/>
    <w:rsid w:val="00127FBF"/>
    <w:rsid w:val="00137AF2"/>
    <w:rsid w:val="0014265C"/>
    <w:rsid w:val="00143705"/>
    <w:rsid w:val="001514F9"/>
    <w:rsid w:val="00174486"/>
    <w:rsid w:val="001824B8"/>
    <w:rsid w:val="00193946"/>
    <w:rsid w:val="00196C68"/>
    <w:rsid w:val="001A07B5"/>
    <w:rsid w:val="001A5277"/>
    <w:rsid w:val="001A6573"/>
    <w:rsid w:val="001B1982"/>
    <w:rsid w:val="001C265D"/>
    <w:rsid w:val="001C5DFB"/>
    <w:rsid w:val="001E43F5"/>
    <w:rsid w:val="00215294"/>
    <w:rsid w:val="002206B7"/>
    <w:rsid w:val="00220975"/>
    <w:rsid w:val="002233CE"/>
    <w:rsid w:val="00242A9C"/>
    <w:rsid w:val="00270A1B"/>
    <w:rsid w:val="00271800"/>
    <w:rsid w:val="00272B25"/>
    <w:rsid w:val="00292706"/>
    <w:rsid w:val="002A69B2"/>
    <w:rsid w:val="002E41A1"/>
    <w:rsid w:val="002E4D02"/>
    <w:rsid w:val="00300000"/>
    <w:rsid w:val="003164B5"/>
    <w:rsid w:val="0031662A"/>
    <w:rsid w:val="003172E2"/>
    <w:rsid w:val="00320910"/>
    <w:rsid w:val="0032437F"/>
    <w:rsid w:val="003319D8"/>
    <w:rsid w:val="00332889"/>
    <w:rsid w:val="00352B76"/>
    <w:rsid w:val="003C703C"/>
    <w:rsid w:val="003F322E"/>
    <w:rsid w:val="00403DAD"/>
    <w:rsid w:val="004148BE"/>
    <w:rsid w:val="00414DA8"/>
    <w:rsid w:val="004244F8"/>
    <w:rsid w:val="00424E99"/>
    <w:rsid w:val="0042550C"/>
    <w:rsid w:val="0042737A"/>
    <w:rsid w:val="004304F9"/>
    <w:rsid w:val="00435182"/>
    <w:rsid w:val="00447BAA"/>
    <w:rsid w:val="00452B5E"/>
    <w:rsid w:val="004546BD"/>
    <w:rsid w:val="00455D4C"/>
    <w:rsid w:val="00467245"/>
    <w:rsid w:val="00476F39"/>
    <w:rsid w:val="00484B41"/>
    <w:rsid w:val="00491F12"/>
    <w:rsid w:val="004952A2"/>
    <w:rsid w:val="004D24E0"/>
    <w:rsid w:val="004D5F12"/>
    <w:rsid w:val="004D6A70"/>
    <w:rsid w:val="004D7DCF"/>
    <w:rsid w:val="004E7DB5"/>
    <w:rsid w:val="004F32FF"/>
    <w:rsid w:val="00500862"/>
    <w:rsid w:val="005035F5"/>
    <w:rsid w:val="00503C61"/>
    <w:rsid w:val="00513848"/>
    <w:rsid w:val="00513AFB"/>
    <w:rsid w:val="0052386E"/>
    <w:rsid w:val="00530D3E"/>
    <w:rsid w:val="00537D33"/>
    <w:rsid w:val="0054090D"/>
    <w:rsid w:val="005446EB"/>
    <w:rsid w:val="00554FC0"/>
    <w:rsid w:val="00557492"/>
    <w:rsid w:val="005A45C1"/>
    <w:rsid w:val="005B1DDE"/>
    <w:rsid w:val="005C545E"/>
    <w:rsid w:val="005C7A42"/>
    <w:rsid w:val="005D242C"/>
    <w:rsid w:val="005E6650"/>
    <w:rsid w:val="005F0D59"/>
    <w:rsid w:val="005F3253"/>
    <w:rsid w:val="00605473"/>
    <w:rsid w:val="00610FEC"/>
    <w:rsid w:val="00616941"/>
    <w:rsid w:val="00621C0C"/>
    <w:rsid w:val="00634703"/>
    <w:rsid w:val="00646981"/>
    <w:rsid w:val="006831C4"/>
    <w:rsid w:val="006C2CAE"/>
    <w:rsid w:val="006D59F6"/>
    <w:rsid w:val="006E57D4"/>
    <w:rsid w:val="006E687B"/>
    <w:rsid w:val="006F39FC"/>
    <w:rsid w:val="00722B5D"/>
    <w:rsid w:val="0074072B"/>
    <w:rsid w:val="00740E0B"/>
    <w:rsid w:val="00747459"/>
    <w:rsid w:val="00767F40"/>
    <w:rsid w:val="007742B4"/>
    <w:rsid w:val="00790FCF"/>
    <w:rsid w:val="00795029"/>
    <w:rsid w:val="007A5819"/>
    <w:rsid w:val="007A721A"/>
    <w:rsid w:val="007B5284"/>
    <w:rsid w:val="007C1D23"/>
    <w:rsid w:val="007C2820"/>
    <w:rsid w:val="007C7863"/>
    <w:rsid w:val="007E6906"/>
    <w:rsid w:val="008018B3"/>
    <w:rsid w:val="00806E8F"/>
    <w:rsid w:val="00820371"/>
    <w:rsid w:val="00821A9F"/>
    <w:rsid w:val="0083018E"/>
    <w:rsid w:val="0084119C"/>
    <w:rsid w:val="00850C8E"/>
    <w:rsid w:val="00853AC9"/>
    <w:rsid w:val="00855306"/>
    <w:rsid w:val="00861DE7"/>
    <w:rsid w:val="0087316E"/>
    <w:rsid w:val="008779C3"/>
    <w:rsid w:val="0088378B"/>
    <w:rsid w:val="00895CA7"/>
    <w:rsid w:val="008F01B1"/>
    <w:rsid w:val="00901CA2"/>
    <w:rsid w:val="00907797"/>
    <w:rsid w:val="00945DBA"/>
    <w:rsid w:val="009606C8"/>
    <w:rsid w:val="00966095"/>
    <w:rsid w:val="0097440C"/>
    <w:rsid w:val="00986A7A"/>
    <w:rsid w:val="009903A9"/>
    <w:rsid w:val="009B03E6"/>
    <w:rsid w:val="009B232E"/>
    <w:rsid w:val="009D25CD"/>
    <w:rsid w:val="009D674B"/>
    <w:rsid w:val="009E0DB5"/>
    <w:rsid w:val="009E264D"/>
    <w:rsid w:val="009E4C4F"/>
    <w:rsid w:val="009E6357"/>
    <w:rsid w:val="009F5F8E"/>
    <w:rsid w:val="00A16194"/>
    <w:rsid w:val="00A21CA7"/>
    <w:rsid w:val="00A2791D"/>
    <w:rsid w:val="00A309E2"/>
    <w:rsid w:val="00A33BAB"/>
    <w:rsid w:val="00A36D75"/>
    <w:rsid w:val="00A3792F"/>
    <w:rsid w:val="00A43E41"/>
    <w:rsid w:val="00A56288"/>
    <w:rsid w:val="00A6020D"/>
    <w:rsid w:val="00A63FCB"/>
    <w:rsid w:val="00A77DEF"/>
    <w:rsid w:val="00A9112B"/>
    <w:rsid w:val="00A92060"/>
    <w:rsid w:val="00AB3795"/>
    <w:rsid w:val="00AC570D"/>
    <w:rsid w:val="00AD395E"/>
    <w:rsid w:val="00AE5F1A"/>
    <w:rsid w:val="00AF1CDE"/>
    <w:rsid w:val="00AF1E11"/>
    <w:rsid w:val="00AF4B2B"/>
    <w:rsid w:val="00B30030"/>
    <w:rsid w:val="00B34535"/>
    <w:rsid w:val="00B35EA1"/>
    <w:rsid w:val="00B44A3C"/>
    <w:rsid w:val="00B55C88"/>
    <w:rsid w:val="00B60870"/>
    <w:rsid w:val="00B60C63"/>
    <w:rsid w:val="00B84C7B"/>
    <w:rsid w:val="00B97E5C"/>
    <w:rsid w:val="00BA2FAE"/>
    <w:rsid w:val="00BC14B6"/>
    <w:rsid w:val="00BC5CDA"/>
    <w:rsid w:val="00BC6FA1"/>
    <w:rsid w:val="00BE3C78"/>
    <w:rsid w:val="00BE5E76"/>
    <w:rsid w:val="00BE5F98"/>
    <w:rsid w:val="00C07F5E"/>
    <w:rsid w:val="00C1466E"/>
    <w:rsid w:val="00C50B12"/>
    <w:rsid w:val="00C5204F"/>
    <w:rsid w:val="00C66E45"/>
    <w:rsid w:val="00C71D3C"/>
    <w:rsid w:val="00C827A9"/>
    <w:rsid w:val="00C834A0"/>
    <w:rsid w:val="00C90EDB"/>
    <w:rsid w:val="00C9540F"/>
    <w:rsid w:val="00CA0BB9"/>
    <w:rsid w:val="00CA1418"/>
    <w:rsid w:val="00CB7469"/>
    <w:rsid w:val="00CC1ABF"/>
    <w:rsid w:val="00CC2BD6"/>
    <w:rsid w:val="00CC60AD"/>
    <w:rsid w:val="00CD6118"/>
    <w:rsid w:val="00CD68F6"/>
    <w:rsid w:val="00CE79FF"/>
    <w:rsid w:val="00CF2056"/>
    <w:rsid w:val="00CF3029"/>
    <w:rsid w:val="00D01792"/>
    <w:rsid w:val="00D060DC"/>
    <w:rsid w:val="00D1286D"/>
    <w:rsid w:val="00D16916"/>
    <w:rsid w:val="00D17131"/>
    <w:rsid w:val="00D178C7"/>
    <w:rsid w:val="00D306FA"/>
    <w:rsid w:val="00D367FB"/>
    <w:rsid w:val="00D46D39"/>
    <w:rsid w:val="00D52C2E"/>
    <w:rsid w:val="00D534D2"/>
    <w:rsid w:val="00D54797"/>
    <w:rsid w:val="00D553D0"/>
    <w:rsid w:val="00D62775"/>
    <w:rsid w:val="00D81349"/>
    <w:rsid w:val="00D92158"/>
    <w:rsid w:val="00D95971"/>
    <w:rsid w:val="00DA02A1"/>
    <w:rsid w:val="00DA63B1"/>
    <w:rsid w:val="00DB16CA"/>
    <w:rsid w:val="00DB25F7"/>
    <w:rsid w:val="00DC4BA7"/>
    <w:rsid w:val="00DD3902"/>
    <w:rsid w:val="00DE0F2D"/>
    <w:rsid w:val="00DE1419"/>
    <w:rsid w:val="00DE40A7"/>
    <w:rsid w:val="00DE784E"/>
    <w:rsid w:val="00DE7AB5"/>
    <w:rsid w:val="00DF0616"/>
    <w:rsid w:val="00E04472"/>
    <w:rsid w:val="00E109E9"/>
    <w:rsid w:val="00E27E90"/>
    <w:rsid w:val="00E319CD"/>
    <w:rsid w:val="00E50BB8"/>
    <w:rsid w:val="00E61C50"/>
    <w:rsid w:val="00E67C6B"/>
    <w:rsid w:val="00E7520B"/>
    <w:rsid w:val="00EB2776"/>
    <w:rsid w:val="00EC4A14"/>
    <w:rsid w:val="00ED4516"/>
    <w:rsid w:val="00EF02EA"/>
    <w:rsid w:val="00F33B23"/>
    <w:rsid w:val="00F43204"/>
    <w:rsid w:val="00F4320E"/>
    <w:rsid w:val="00F44809"/>
    <w:rsid w:val="00F86C13"/>
    <w:rsid w:val="00F948F2"/>
    <w:rsid w:val="00F968E9"/>
    <w:rsid w:val="00FA03C4"/>
    <w:rsid w:val="00FB180C"/>
    <w:rsid w:val="00FB4B8E"/>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CF3F9"/>
  <w15:docId w15:val="{0D9D97CD-26D7-469F-9938-F458EC8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BA2FAE"/>
    <w:pPr>
      <w:ind w:left="720"/>
    </w:pPr>
    <w:rPr>
      <w:rFonts w:ascii="Calibri" w:eastAsia="Calibri" w:hAnsi="Calibri"/>
      <w:sz w:val="22"/>
      <w:szCs w:val="22"/>
    </w:rPr>
  </w:style>
  <w:style w:type="character" w:styleId="Hyperlink">
    <w:name w:val="Hyperlink"/>
    <w:rsid w:val="00BA2FAE"/>
    <w:rPr>
      <w:color w:val="0000FF"/>
      <w:u w:val="single"/>
    </w:rPr>
  </w:style>
  <w:style w:type="character" w:styleId="CommentReference">
    <w:name w:val="annotation reference"/>
    <w:basedOn w:val="DefaultParagraphFont"/>
    <w:uiPriority w:val="99"/>
    <w:semiHidden/>
    <w:unhideWhenUsed/>
    <w:rsid w:val="004304F9"/>
    <w:rPr>
      <w:sz w:val="16"/>
      <w:szCs w:val="16"/>
    </w:rPr>
  </w:style>
  <w:style w:type="paragraph" w:styleId="CommentText">
    <w:name w:val="annotation text"/>
    <w:basedOn w:val="Normal"/>
    <w:link w:val="CommentTextChar"/>
    <w:uiPriority w:val="99"/>
    <w:unhideWhenUsed/>
    <w:rsid w:val="004304F9"/>
    <w:rPr>
      <w:sz w:val="20"/>
      <w:szCs w:val="20"/>
    </w:rPr>
  </w:style>
  <w:style w:type="character" w:customStyle="1" w:styleId="CommentTextChar">
    <w:name w:val="Comment Text Char"/>
    <w:basedOn w:val="DefaultParagraphFont"/>
    <w:link w:val="CommentText"/>
    <w:uiPriority w:val="99"/>
    <w:rsid w:val="004304F9"/>
  </w:style>
  <w:style w:type="paragraph" w:styleId="CommentSubject">
    <w:name w:val="annotation subject"/>
    <w:basedOn w:val="CommentText"/>
    <w:next w:val="CommentText"/>
    <w:link w:val="CommentSubjectChar"/>
    <w:uiPriority w:val="99"/>
    <w:semiHidden/>
    <w:unhideWhenUsed/>
    <w:rsid w:val="004304F9"/>
    <w:rPr>
      <w:b/>
      <w:bCs/>
    </w:rPr>
  </w:style>
  <w:style w:type="character" w:customStyle="1" w:styleId="CommentSubjectChar">
    <w:name w:val="Comment Subject Char"/>
    <w:basedOn w:val="CommentTextChar"/>
    <w:link w:val="CommentSubject"/>
    <w:uiPriority w:val="99"/>
    <w:semiHidden/>
    <w:rsid w:val="004304F9"/>
    <w:rPr>
      <w:b/>
      <w:bCs/>
    </w:rPr>
  </w:style>
  <w:style w:type="paragraph" w:styleId="BalloonText">
    <w:name w:val="Balloon Text"/>
    <w:basedOn w:val="Normal"/>
    <w:link w:val="BalloonTextChar"/>
    <w:uiPriority w:val="99"/>
    <w:semiHidden/>
    <w:unhideWhenUsed/>
    <w:rsid w:val="004304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4F9"/>
    <w:rPr>
      <w:rFonts w:ascii="Segoe UI" w:hAnsi="Segoe UI" w:cs="Segoe UI"/>
      <w:sz w:val="18"/>
      <w:szCs w:val="18"/>
    </w:rPr>
  </w:style>
  <w:style w:type="paragraph" w:styleId="NormalWeb">
    <w:name w:val="Normal (Web)"/>
    <w:basedOn w:val="Normal"/>
    <w:uiPriority w:val="99"/>
    <w:unhideWhenUsed/>
    <w:rsid w:val="00A92060"/>
    <w:pPr>
      <w:spacing w:before="100" w:beforeAutospacing="1" w:after="100" w:afterAutospacing="1"/>
    </w:pPr>
  </w:style>
  <w:style w:type="character" w:styleId="FollowedHyperlink">
    <w:name w:val="FollowedHyperlink"/>
    <w:basedOn w:val="DefaultParagraphFont"/>
    <w:uiPriority w:val="99"/>
    <w:semiHidden/>
    <w:unhideWhenUsed/>
    <w:rsid w:val="00DA02A1"/>
    <w:rPr>
      <w:color w:val="800080" w:themeColor="followedHyperlink"/>
      <w:u w:val="single"/>
    </w:rPr>
  </w:style>
  <w:style w:type="table" w:styleId="TableGrid">
    <w:name w:val="Table Grid"/>
    <w:basedOn w:val="TableNormal"/>
    <w:uiPriority w:val="59"/>
    <w:rsid w:val="00DB2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D59F6"/>
    <w:rPr>
      <w:color w:val="605E5C"/>
      <w:shd w:val="clear" w:color="auto" w:fill="E1DFDD"/>
    </w:rPr>
  </w:style>
  <w:style w:type="paragraph" w:styleId="Revision">
    <w:name w:val="Revision"/>
    <w:hidden/>
    <w:uiPriority w:val="99"/>
    <w:semiHidden/>
    <w:rsid w:val="00BE5E76"/>
    <w:rPr>
      <w:sz w:val="24"/>
      <w:szCs w:val="24"/>
    </w:rPr>
  </w:style>
  <w:style w:type="character" w:customStyle="1" w:styleId="cf01">
    <w:name w:val="cf01"/>
    <w:basedOn w:val="DefaultParagraphFont"/>
    <w:rsid w:val="004F32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1485">
      <w:bodyDiv w:val="1"/>
      <w:marLeft w:val="0"/>
      <w:marRight w:val="0"/>
      <w:marTop w:val="0"/>
      <w:marBottom w:val="0"/>
      <w:divBdr>
        <w:top w:val="none" w:sz="0" w:space="0" w:color="auto"/>
        <w:left w:val="none" w:sz="0" w:space="0" w:color="auto"/>
        <w:bottom w:val="none" w:sz="0" w:space="0" w:color="auto"/>
        <w:right w:val="none" w:sz="0" w:space="0" w:color="auto"/>
      </w:divBdr>
    </w:div>
    <w:div w:id="87121733">
      <w:bodyDiv w:val="1"/>
      <w:marLeft w:val="0"/>
      <w:marRight w:val="0"/>
      <w:marTop w:val="0"/>
      <w:marBottom w:val="0"/>
      <w:divBdr>
        <w:top w:val="none" w:sz="0" w:space="0" w:color="auto"/>
        <w:left w:val="none" w:sz="0" w:space="0" w:color="auto"/>
        <w:bottom w:val="none" w:sz="0" w:space="0" w:color="auto"/>
        <w:right w:val="none" w:sz="0" w:space="0" w:color="auto"/>
      </w:divBdr>
    </w:div>
    <w:div w:id="142895439">
      <w:bodyDiv w:val="1"/>
      <w:marLeft w:val="0"/>
      <w:marRight w:val="0"/>
      <w:marTop w:val="0"/>
      <w:marBottom w:val="0"/>
      <w:divBdr>
        <w:top w:val="none" w:sz="0" w:space="0" w:color="auto"/>
        <w:left w:val="none" w:sz="0" w:space="0" w:color="auto"/>
        <w:bottom w:val="none" w:sz="0" w:space="0" w:color="auto"/>
        <w:right w:val="none" w:sz="0" w:space="0" w:color="auto"/>
      </w:divBdr>
    </w:div>
    <w:div w:id="609557582">
      <w:bodyDiv w:val="1"/>
      <w:marLeft w:val="0"/>
      <w:marRight w:val="0"/>
      <w:marTop w:val="0"/>
      <w:marBottom w:val="0"/>
      <w:divBdr>
        <w:top w:val="none" w:sz="0" w:space="0" w:color="auto"/>
        <w:left w:val="none" w:sz="0" w:space="0" w:color="auto"/>
        <w:bottom w:val="none" w:sz="0" w:space="0" w:color="auto"/>
        <w:right w:val="none" w:sz="0" w:space="0" w:color="auto"/>
      </w:divBdr>
    </w:div>
    <w:div w:id="826361016">
      <w:bodyDiv w:val="1"/>
      <w:marLeft w:val="0"/>
      <w:marRight w:val="0"/>
      <w:marTop w:val="0"/>
      <w:marBottom w:val="0"/>
      <w:divBdr>
        <w:top w:val="none" w:sz="0" w:space="0" w:color="auto"/>
        <w:left w:val="none" w:sz="0" w:space="0" w:color="auto"/>
        <w:bottom w:val="none" w:sz="0" w:space="0" w:color="auto"/>
        <w:right w:val="none" w:sz="0" w:space="0" w:color="auto"/>
      </w:divBdr>
    </w:div>
    <w:div w:id="1087002772">
      <w:bodyDiv w:val="1"/>
      <w:marLeft w:val="0"/>
      <w:marRight w:val="0"/>
      <w:marTop w:val="0"/>
      <w:marBottom w:val="0"/>
      <w:divBdr>
        <w:top w:val="none" w:sz="0" w:space="0" w:color="auto"/>
        <w:left w:val="none" w:sz="0" w:space="0" w:color="auto"/>
        <w:bottom w:val="none" w:sz="0" w:space="0" w:color="auto"/>
        <w:right w:val="none" w:sz="0" w:space="0" w:color="auto"/>
      </w:divBdr>
    </w:div>
    <w:div w:id="1197737225">
      <w:bodyDiv w:val="1"/>
      <w:marLeft w:val="0"/>
      <w:marRight w:val="0"/>
      <w:marTop w:val="0"/>
      <w:marBottom w:val="0"/>
      <w:divBdr>
        <w:top w:val="none" w:sz="0" w:space="0" w:color="auto"/>
        <w:left w:val="none" w:sz="0" w:space="0" w:color="auto"/>
        <w:bottom w:val="none" w:sz="0" w:space="0" w:color="auto"/>
        <w:right w:val="none" w:sz="0" w:space="0" w:color="auto"/>
      </w:divBdr>
    </w:div>
    <w:div w:id="1295788542">
      <w:bodyDiv w:val="1"/>
      <w:marLeft w:val="0"/>
      <w:marRight w:val="0"/>
      <w:marTop w:val="0"/>
      <w:marBottom w:val="0"/>
      <w:divBdr>
        <w:top w:val="none" w:sz="0" w:space="0" w:color="auto"/>
        <w:left w:val="none" w:sz="0" w:space="0" w:color="auto"/>
        <w:bottom w:val="none" w:sz="0" w:space="0" w:color="auto"/>
        <w:right w:val="none" w:sz="0" w:space="0" w:color="auto"/>
      </w:divBdr>
    </w:div>
    <w:div w:id="1491091310">
      <w:bodyDiv w:val="1"/>
      <w:marLeft w:val="0"/>
      <w:marRight w:val="0"/>
      <w:marTop w:val="0"/>
      <w:marBottom w:val="0"/>
      <w:divBdr>
        <w:top w:val="none" w:sz="0" w:space="0" w:color="auto"/>
        <w:left w:val="none" w:sz="0" w:space="0" w:color="auto"/>
        <w:bottom w:val="none" w:sz="0" w:space="0" w:color="auto"/>
        <w:right w:val="none" w:sz="0" w:space="0" w:color="auto"/>
      </w:divBdr>
    </w:div>
    <w:div w:id="1567912067">
      <w:bodyDiv w:val="1"/>
      <w:marLeft w:val="0"/>
      <w:marRight w:val="0"/>
      <w:marTop w:val="0"/>
      <w:marBottom w:val="0"/>
      <w:divBdr>
        <w:top w:val="none" w:sz="0" w:space="0" w:color="auto"/>
        <w:left w:val="none" w:sz="0" w:space="0" w:color="auto"/>
        <w:bottom w:val="none" w:sz="0" w:space="0" w:color="auto"/>
        <w:right w:val="none" w:sz="0" w:space="0" w:color="auto"/>
      </w:divBdr>
    </w:div>
    <w:div w:id="1816335428">
      <w:bodyDiv w:val="1"/>
      <w:marLeft w:val="0"/>
      <w:marRight w:val="0"/>
      <w:marTop w:val="0"/>
      <w:marBottom w:val="0"/>
      <w:divBdr>
        <w:top w:val="none" w:sz="0" w:space="0" w:color="auto"/>
        <w:left w:val="none" w:sz="0" w:space="0" w:color="auto"/>
        <w:bottom w:val="none" w:sz="0" w:space="0" w:color="auto"/>
        <w:right w:val="none" w:sz="0" w:space="0" w:color="auto"/>
      </w:divBdr>
    </w:div>
    <w:div w:id="1848789940">
      <w:bodyDiv w:val="1"/>
      <w:marLeft w:val="0"/>
      <w:marRight w:val="0"/>
      <w:marTop w:val="0"/>
      <w:marBottom w:val="0"/>
      <w:divBdr>
        <w:top w:val="none" w:sz="0" w:space="0" w:color="auto"/>
        <w:left w:val="none" w:sz="0" w:space="0" w:color="auto"/>
        <w:bottom w:val="none" w:sz="0" w:space="0" w:color="auto"/>
        <w:right w:val="none" w:sz="0" w:space="0" w:color="auto"/>
      </w:divBdr>
    </w:div>
    <w:div w:id="2093354162">
      <w:bodyDiv w:val="1"/>
      <w:marLeft w:val="0"/>
      <w:marRight w:val="0"/>
      <w:marTop w:val="0"/>
      <w:marBottom w:val="0"/>
      <w:divBdr>
        <w:top w:val="none" w:sz="0" w:space="0" w:color="auto"/>
        <w:left w:val="none" w:sz="0" w:space="0" w:color="auto"/>
        <w:bottom w:val="none" w:sz="0" w:space="0" w:color="auto"/>
        <w:right w:val="none" w:sz="0" w:space="0" w:color="auto"/>
      </w:divBdr>
    </w:div>
    <w:div w:id="212495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it.jornada.nmsu.edu/catalogs/esd/232X/XA232X01Y2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edit.jornada.nmsu.edu/catalogs/esd/232X/XA232X01Y204" TargetMode="External"/><Relationship Id="rId4" Type="http://schemas.openxmlformats.org/officeDocument/2006/relationships/settings" Target="settings.xml"/><Relationship Id="rId9" Type="http://schemas.openxmlformats.org/officeDocument/2006/relationships/hyperlink" Target="https://edit.jornada.nmsu.edu/catalogs/esd/232X/XA232X01Y20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7ED382A-DDDC-4167-A44E-A70AA3DF6E86}">
  <ds:schemaRefs>
    <ds:schemaRef ds:uri="http://schemas.openxmlformats.org/officeDocument/2006/bibliography"/>
  </ds:schemaRefs>
</ds:datastoreItem>
</file>

<file path=customXml/itemProps2.xml><?xml version="1.0" encoding="utf-8"?>
<ds:datastoreItem xmlns:ds="http://schemas.openxmlformats.org/officeDocument/2006/customXml" ds:itemID="{5664B558-EBF5-4B79-830E-D5684900AE95}"/>
</file>

<file path=customXml/itemProps3.xml><?xml version="1.0" encoding="utf-8"?>
<ds:datastoreItem xmlns:ds="http://schemas.openxmlformats.org/officeDocument/2006/customXml" ds:itemID="{1108BBBE-EC1E-4EEF-80C6-F5752A0A82C0}"/>
</file>

<file path=customXml/itemProps4.xml><?xml version="1.0" encoding="utf-8"?>
<ds:datastoreItem xmlns:ds="http://schemas.openxmlformats.org/officeDocument/2006/customXml" ds:itemID="{27AE88A9-E63E-4366-AA4B-27B0DDB147F7}"/>
</file>

<file path=docProps/app.xml><?xml version="1.0" encoding="utf-8"?>
<Properties xmlns="http://schemas.openxmlformats.org/officeDocument/2006/extended-properties" xmlns:vt="http://schemas.openxmlformats.org/officeDocument/2006/docPropsVTypes">
  <Template>Report_Template</Template>
  <TotalTime>49</TotalTime>
  <Pages>8</Pages>
  <Words>2834</Words>
  <Characters>16159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36</cp:revision>
  <cp:lastPrinted>2015-09-11T19:37:00Z</cp:lastPrinted>
  <dcterms:created xsi:type="dcterms:W3CDTF">2022-08-18T19:15:00Z</dcterms:created>
  <dcterms:modified xsi:type="dcterms:W3CDTF">2024-09-27T18:44:00Z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