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13E0" w:rsidP="00B113E0" w:rsidRDefault="00B113E0" w14:paraId="37538821" w14:textId="56CAC126">
      <w:pPr>
        <w:pStyle w:val="BpSTitle"/>
      </w:pPr>
      <w:r>
        <w:t>16141</w:t>
      </w:r>
    </w:p>
    <w:p w:rsidR="00B113E0" w:rsidP="00B113E0" w:rsidRDefault="00B113E0" w14:paraId="1A9A2C90" w14:textId="77777777">
      <w:pPr>
        <w:pStyle w:val="BpSTitle"/>
      </w:pPr>
      <w:bookmarkStart w:name="_Hlk101266221" w:id="0"/>
      <w:r>
        <w:t>Western North American Boreal Montane Floodplain Forest and Shrubland - Boreal</w:t>
      </w:r>
    </w:p>
    <w:bookmarkEnd w:id="0"/>
    <w:p w:rsidR="00B113E0" w:rsidP="00B113E0" w:rsidRDefault="00B113E0" w14:paraId="27AC4A3C" w14:textId="77777777">
      <w:r>
        <w:t xmlns:w="http://schemas.openxmlformats.org/wordprocessingml/2006/main">BpS Model/Description Version: Nov. 2024</w:t>
      </w:r>
      <w:r>
        <w:tab/>
      </w:r>
      <w:r>
        <w:tab/>
      </w:r>
      <w:r>
        <w:tab/>
      </w:r>
      <w:r>
        <w:tab/>
      </w:r>
      <w:r>
        <w:tab/>
      </w:r>
      <w:r>
        <w:tab/>
      </w:r>
      <w:r>
        <w:tab/>
      </w:r>
      <w:r>
        <w:tab/>
      </w:r>
    </w:p>
    <w:p w:rsidR="00B113E0" w:rsidP="00B113E0" w:rsidRDefault="00B113E0" w14:paraId="17A8A2EF" w14:textId="77777777"/>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48"/>
        <w:gridCol w:w="3417"/>
        <w:gridCol w:w="1371"/>
        <w:gridCol w:w="2640"/>
      </w:tblGrid>
      <w:tr w:rsidRPr="00B113E0" w:rsidR="00B113E0" w:rsidTr="00E644C3" w14:paraId="0BA45442" w14:textId="77777777">
        <w:tc>
          <w:tcPr>
            <w:tcW w:w="2148" w:type="dxa"/>
            <w:tcBorders>
              <w:top w:val="single" w:color="auto" w:sz="2" w:space="0"/>
              <w:left w:val="single" w:color="auto" w:sz="12" w:space="0"/>
              <w:bottom w:val="single" w:color="000000" w:sz="12" w:space="0"/>
            </w:tcBorders>
            <w:shd w:val="clear" w:color="auto" w:fill="auto"/>
          </w:tcPr>
          <w:p w:rsidRPr="00B113E0" w:rsidR="00B113E0" w:rsidP="00EC3DC6" w:rsidRDefault="00B113E0" w14:paraId="3B7F7B13" w14:textId="77777777">
            <w:pPr>
              <w:rPr>
                <w:b/>
                <w:bCs/>
              </w:rPr>
            </w:pPr>
            <w:r w:rsidRPr="00B113E0">
              <w:rPr>
                <w:b/>
                <w:bCs/>
              </w:rPr>
              <w:t>Modelers</w:t>
            </w:r>
          </w:p>
        </w:tc>
        <w:tc>
          <w:tcPr>
            <w:tcW w:w="3417" w:type="dxa"/>
            <w:tcBorders>
              <w:top w:val="single" w:color="auto" w:sz="2" w:space="0"/>
              <w:bottom w:val="single" w:color="000000" w:sz="12" w:space="0"/>
              <w:right w:val="single" w:color="000000" w:sz="12" w:space="0"/>
            </w:tcBorders>
            <w:shd w:val="clear" w:color="auto" w:fill="auto"/>
          </w:tcPr>
          <w:p w:rsidRPr="00B113E0" w:rsidR="00B113E0" w:rsidP="00EC3DC6" w:rsidRDefault="00B113E0" w14:paraId="24A14FFC" w14:textId="77777777">
            <w:pPr>
              <w:rPr>
                <w:b/>
                <w:bCs/>
              </w:rPr>
            </w:pPr>
          </w:p>
        </w:tc>
        <w:tc>
          <w:tcPr>
            <w:tcW w:w="1371" w:type="dxa"/>
            <w:tcBorders>
              <w:top w:val="single" w:color="auto" w:sz="2" w:space="0"/>
              <w:left w:val="single" w:color="000000" w:sz="12" w:space="0"/>
              <w:bottom w:val="single" w:color="000000" w:sz="12" w:space="0"/>
            </w:tcBorders>
            <w:shd w:val="clear" w:color="auto" w:fill="auto"/>
          </w:tcPr>
          <w:p w:rsidRPr="00B113E0" w:rsidR="00B113E0" w:rsidP="00EC3DC6" w:rsidRDefault="00B113E0" w14:paraId="5B864658" w14:textId="77777777">
            <w:pPr>
              <w:rPr>
                <w:b/>
                <w:bCs/>
              </w:rPr>
            </w:pPr>
            <w:r w:rsidRPr="00B113E0">
              <w:rPr>
                <w:b/>
                <w:bCs/>
              </w:rPr>
              <w:t>Reviewers</w:t>
            </w:r>
          </w:p>
        </w:tc>
        <w:tc>
          <w:tcPr>
            <w:tcW w:w="2640" w:type="dxa"/>
            <w:tcBorders>
              <w:top w:val="single" w:color="auto" w:sz="2" w:space="0"/>
              <w:bottom w:val="single" w:color="000000" w:sz="12" w:space="0"/>
            </w:tcBorders>
            <w:shd w:val="clear" w:color="auto" w:fill="auto"/>
          </w:tcPr>
          <w:p w:rsidRPr="00B113E0" w:rsidR="00B113E0" w:rsidP="00EC3DC6" w:rsidRDefault="00B113E0" w14:paraId="494588F7" w14:textId="77777777">
            <w:pPr>
              <w:rPr>
                <w:b/>
                <w:bCs/>
              </w:rPr>
            </w:pPr>
          </w:p>
        </w:tc>
      </w:tr>
      <w:tr w:rsidRPr="00B113E0" w:rsidR="00B113E0" w:rsidTr="00E644C3" w14:paraId="110ECED6" w14:textId="77777777">
        <w:tc>
          <w:tcPr>
            <w:tcW w:w="2148" w:type="dxa"/>
            <w:tcBorders>
              <w:top w:val="single" w:color="000000" w:sz="12" w:space="0"/>
              <w:left w:val="single" w:color="auto" w:sz="12" w:space="0"/>
            </w:tcBorders>
            <w:shd w:val="clear" w:color="auto" w:fill="auto"/>
          </w:tcPr>
          <w:p w:rsidRPr="00B113E0" w:rsidR="00B113E0" w:rsidP="00EC3DC6" w:rsidRDefault="00B113E0" w14:paraId="3A412A5D" w14:textId="77777777">
            <w:pPr>
              <w:rPr>
                <w:bCs/>
              </w:rPr>
            </w:pPr>
            <w:r w:rsidRPr="00B113E0">
              <w:rPr>
                <w:bCs/>
              </w:rPr>
              <w:t>Michelle Schuman</w:t>
            </w:r>
          </w:p>
        </w:tc>
        <w:tc>
          <w:tcPr>
            <w:tcW w:w="3417" w:type="dxa"/>
            <w:tcBorders>
              <w:top w:val="single" w:color="000000" w:sz="12" w:space="0"/>
              <w:right w:val="single" w:color="000000" w:sz="12" w:space="0"/>
            </w:tcBorders>
            <w:shd w:val="clear" w:color="auto" w:fill="auto"/>
          </w:tcPr>
          <w:p w:rsidRPr="00B113E0" w:rsidR="00B113E0" w:rsidP="00EC3DC6" w:rsidRDefault="00B113E0" w14:paraId="71030913" w14:textId="77777777">
            <w:r w:rsidRPr="00B113E0">
              <w:t>michelle.schuman@ak.usda.gov</w:t>
            </w:r>
          </w:p>
        </w:tc>
        <w:tc>
          <w:tcPr>
            <w:tcW w:w="1371" w:type="dxa"/>
            <w:tcBorders>
              <w:top w:val="single" w:color="000000" w:sz="12" w:space="0"/>
              <w:left w:val="single" w:color="000000" w:sz="12" w:space="0"/>
            </w:tcBorders>
            <w:shd w:val="clear" w:color="auto" w:fill="auto"/>
          </w:tcPr>
          <w:p w:rsidRPr="00B113E0" w:rsidR="00B113E0" w:rsidP="00EC3DC6" w:rsidRDefault="00B113E0" w14:paraId="1C800F32" w14:textId="77777777">
            <w:r w:rsidRPr="00B113E0">
              <w:t>Tom Paragi</w:t>
            </w:r>
          </w:p>
        </w:tc>
        <w:tc>
          <w:tcPr>
            <w:tcW w:w="2640" w:type="dxa"/>
            <w:tcBorders>
              <w:top w:val="single" w:color="000000" w:sz="12" w:space="0"/>
            </w:tcBorders>
            <w:shd w:val="clear" w:color="auto" w:fill="auto"/>
          </w:tcPr>
          <w:p w:rsidRPr="00B113E0" w:rsidR="00B113E0" w:rsidP="00EC3DC6" w:rsidRDefault="00B113E0" w14:paraId="77D3BD37" w14:textId="77777777">
            <w:r w:rsidRPr="00B113E0">
              <w:t>tom.paragi@alaska.gov</w:t>
            </w:r>
          </w:p>
        </w:tc>
      </w:tr>
      <w:tr w:rsidRPr="00B113E0" w:rsidR="00B113E0" w:rsidTr="00E644C3" w14:paraId="507724D4" w14:textId="77777777">
        <w:tc>
          <w:tcPr>
            <w:tcW w:w="2148" w:type="dxa"/>
            <w:tcBorders>
              <w:left w:val="single" w:color="auto" w:sz="12" w:space="0"/>
            </w:tcBorders>
            <w:shd w:val="clear" w:color="auto" w:fill="auto"/>
          </w:tcPr>
          <w:p w:rsidRPr="00B113E0" w:rsidR="00B113E0" w:rsidP="00EC3DC6" w:rsidRDefault="00B113E0" w14:paraId="002191EE" w14:textId="77777777">
            <w:pPr>
              <w:rPr>
                <w:bCs/>
              </w:rPr>
            </w:pPr>
            <w:r w:rsidRPr="00B113E0">
              <w:rPr>
                <w:bCs/>
              </w:rPr>
              <w:t>Karen Murphy</w:t>
            </w:r>
          </w:p>
        </w:tc>
        <w:tc>
          <w:tcPr>
            <w:tcW w:w="3417" w:type="dxa"/>
            <w:tcBorders>
              <w:right w:val="single" w:color="000000" w:sz="12" w:space="0"/>
            </w:tcBorders>
            <w:shd w:val="clear" w:color="auto" w:fill="auto"/>
          </w:tcPr>
          <w:p w:rsidRPr="00B113E0" w:rsidR="00B113E0" w:rsidP="00EC3DC6" w:rsidRDefault="00B113E0" w14:paraId="22E8150E" w14:textId="60C2224D">
            <w:r w:rsidRPr="00B113E0">
              <w:t>karenamurphy@fws.gov</w:t>
            </w:r>
          </w:p>
        </w:tc>
        <w:tc>
          <w:tcPr>
            <w:tcW w:w="1371" w:type="dxa"/>
            <w:tcBorders>
              <w:left w:val="single" w:color="000000" w:sz="12" w:space="0"/>
            </w:tcBorders>
            <w:shd w:val="clear" w:color="auto" w:fill="auto"/>
          </w:tcPr>
          <w:p w:rsidRPr="00B113E0" w:rsidR="00B113E0" w:rsidP="00EC3DC6" w:rsidRDefault="00B113E0" w14:paraId="3C7C7967" w14:textId="77777777">
            <w:r w:rsidRPr="00B113E0">
              <w:t>None</w:t>
            </w:r>
          </w:p>
        </w:tc>
        <w:tc>
          <w:tcPr>
            <w:tcW w:w="2640" w:type="dxa"/>
            <w:shd w:val="clear" w:color="auto" w:fill="auto"/>
          </w:tcPr>
          <w:p w:rsidRPr="00B113E0" w:rsidR="00B113E0" w:rsidP="00EC3DC6" w:rsidRDefault="00B113E0" w14:paraId="0E4A38F1" w14:textId="77777777">
            <w:r w:rsidRPr="00B113E0">
              <w:t>None</w:t>
            </w:r>
          </w:p>
        </w:tc>
      </w:tr>
      <w:tr w:rsidRPr="00B113E0" w:rsidR="00B113E0" w:rsidTr="00E644C3" w14:paraId="313171CD" w14:textId="77777777">
        <w:tc>
          <w:tcPr>
            <w:tcW w:w="2148" w:type="dxa"/>
            <w:tcBorders>
              <w:left w:val="single" w:color="auto" w:sz="12" w:space="0"/>
              <w:bottom w:val="single" w:color="auto" w:sz="2" w:space="0"/>
            </w:tcBorders>
            <w:shd w:val="clear" w:color="auto" w:fill="auto"/>
          </w:tcPr>
          <w:p w:rsidRPr="00B113E0" w:rsidR="00B113E0" w:rsidP="00EC3DC6" w:rsidRDefault="00B113E0" w14:paraId="05CCCA76" w14:textId="77777777">
            <w:pPr>
              <w:rPr>
                <w:bCs/>
              </w:rPr>
            </w:pPr>
            <w:r w:rsidRPr="00B113E0">
              <w:rPr>
                <w:bCs/>
              </w:rPr>
              <w:t>Evie Witten</w:t>
            </w:r>
          </w:p>
        </w:tc>
        <w:tc>
          <w:tcPr>
            <w:tcW w:w="3417" w:type="dxa"/>
            <w:tcBorders>
              <w:right w:val="single" w:color="000000" w:sz="12" w:space="0"/>
            </w:tcBorders>
            <w:shd w:val="clear" w:color="auto" w:fill="auto"/>
          </w:tcPr>
          <w:p w:rsidRPr="00B113E0" w:rsidR="00B113E0" w:rsidP="00EC3DC6" w:rsidRDefault="00B113E0" w14:paraId="1C7FC47F" w14:textId="77777777">
            <w:r w:rsidRPr="00B113E0">
              <w:t>ewitten@tnc.org</w:t>
            </w:r>
          </w:p>
        </w:tc>
        <w:tc>
          <w:tcPr>
            <w:tcW w:w="1371" w:type="dxa"/>
            <w:tcBorders>
              <w:left w:val="single" w:color="000000" w:sz="12" w:space="0"/>
              <w:bottom w:val="single" w:color="auto" w:sz="2" w:space="0"/>
            </w:tcBorders>
            <w:shd w:val="clear" w:color="auto" w:fill="auto"/>
          </w:tcPr>
          <w:p w:rsidRPr="00B113E0" w:rsidR="00B113E0" w:rsidP="00EC3DC6" w:rsidRDefault="00B113E0" w14:paraId="6CA1F561" w14:textId="77777777">
            <w:r w:rsidRPr="00B113E0">
              <w:t>None</w:t>
            </w:r>
          </w:p>
        </w:tc>
        <w:tc>
          <w:tcPr>
            <w:tcW w:w="2640" w:type="dxa"/>
            <w:shd w:val="clear" w:color="auto" w:fill="auto"/>
          </w:tcPr>
          <w:p w:rsidRPr="00B113E0" w:rsidR="00B113E0" w:rsidP="00EC3DC6" w:rsidRDefault="00B113E0" w14:paraId="1C4F81C0" w14:textId="77777777">
            <w:r w:rsidRPr="00B113E0">
              <w:t>None</w:t>
            </w:r>
          </w:p>
        </w:tc>
      </w:tr>
    </w:tbl>
    <w:p w:rsidRPr="001E6F2C" w:rsidR="00E644C3" w:rsidP="001E6F2C" w:rsidRDefault="00CB0353" w14:paraId="6D9A9306" w14:textId="54AB160F">
      <w:pPr>
        <w:pStyle w:val="InfoPara"/>
        <w:rPr>
          <w:b w:val="0"/>
          <w:bCs/>
        </w:rPr>
      </w:pPr>
      <w:r>
        <w:t xml:space="preserve">Reviewer: </w:t>
      </w:r>
      <w:r>
        <w:rPr>
          <w:b w:val="0"/>
          <w:bCs/>
        </w:rPr>
        <w:t>Janet Fryer</w:t>
      </w:r>
      <w:r w:rsidR="00386108">
        <w:rPr>
          <w:b w:val="0"/>
          <w:bCs/>
        </w:rPr>
        <w:t xml:space="preserve"> and </w:t>
      </w:r>
      <w:r w:rsidRPr="00D2712C" w:rsidR="00386108">
        <w:rPr>
          <w:b w:val="0"/>
        </w:rPr>
        <w:t>Blaine T. Spellman</w:t>
      </w:r>
    </w:p>
    <w:p w:rsidR="00B113E0" w:rsidP="001E6F2C" w:rsidRDefault="00B113E0" w14:paraId="5EB84A2D" w14:textId="6BCB3419">
      <w:pPr>
        <w:pStyle w:val="InfoPara"/>
      </w:pPr>
      <w:r>
        <w:t>Vegetation Type</w:t>
      </w:r>
    </w:p>
    <w:p w:rsidR="00B113E0" w:rsidP="00B113E0" w:rsidRDefault="00B113E0" w14:paraId="5F028559" w14:textId="77777777">
      <w:r>
        <w:t>Forest and Woodland</w:t>
      </w:r>
    </w:p>
    <w:p w:rsidR="00B113E0" w:rsidP="00B113E0" w:rsidRDefault="00B113E0" w14:paraId="7EC2A1D6" w14:textId="77777777">
      <w:pPr>
        <w:pStyle w:val="InfoPara"/>
      </w:pPr>
      <w:r>
        <w:t>Map Zones</w:t>
      </w:r>
    </w:p>
    <w:p w:rsidRPr="004B7E38" w:rsidR="000B4271" w:rsidP="0B584568" w:rsidRDefault="004B7E38" w14:paraId="0649F954" w14:textId="49D6FAE9">
      <w:pPr>
        <w:rPr>
          <w:rFonts w:ascii="Times New Roman" w:hAnsi="Times New Roman" w:eastAsia="Times New Roman" w:cs="Times New Roman"/>
          <w:color w:val="000000"/>
          <w:sz w:val="24"/>
          <w:szCs w:val="24"/>
        </w:rPr>
      </w:pPr>
      <w:r w:rsidRPr="0B584568" w:rsidR="0B584568">
        <w:rPr>
          <w:rFonts w:ascii="Times New Roman" w:hAnsi="Times New Roman" w:eastAsia="Times New Roman" w:cs="Times New Roman"/>
          <w:color w:val="000000" w:themeColor="text1" w:themeTint="FF" w:themeShade="FF"/>
          <w:sz w:val="24"/>
          <w:szCs w:val="24"/>
        </w:rPr>
        <w:t>68, 69, 70, 71, 72, 73, 74, 76, 78</w:t>
      </w:r>
    </w:p>
    <w:p w:rsidR="00B113E0" w:rsidP="00B113E0" w:rsidRDefault="00B113E0" w14:paraId="01A9CCE7" w14:textId="710C774F">
      <w:pPr>
        <w:pStyle w:val="InfoPara"/>
      </w:pPr>
      <w:r>
        <w:t>Model Splits or Lumps</w:t>
      </w:r>
    </w:p>
    <w:p w:rsidR="001E6F2C" w:rsidP="0B584568" w:rsidRDefault="00B113E0" w14:paraId="5DC40892" w14:textId="555774BA">
      <w:pPr>
        <w:pStyle w:val="Normal"/>
      </w:pPr>
      <w:r w:rsidR="0B584568">
        <w:rPr/>
        <w:t>This Biophysical Setting (</w:t>
      </w:r>
      <w:proofErr w:type="spellStart"/>
      <w:r w:rsidR="0B584568">
        <w:rPr/>
        <w:t>BpS</w:t>
      </w:r>
      <w:proofErr w:type="spellEnd"/>
      <w:r w:rsidR="0B584568">
        <w:rPr/>
        <w:t xml:space="preserve">) is split into multiple models: Western North American Boreal Montane Floodplain Forest and Shrubland was split into a Boreal and Sub-boreal variant for </w:t>
      </w:r>
      <w:proofErr w:type="spellStart"/>
      <w:r w:rsidR="0B584568">
        <w:rPr/>
        <w:t>BpS</w:t>
      </w:r>
      <w:proofErr w:type="spellEnd"/>
      <w:r w:rsidR="0B584568">
        <w:rPr/>
        <w:t xml:space="preserve"> modeling so that regional differences could be represented. For mapping </w:t>
      </w:r>
      <w:proofErr w:type="spellStart"/>
      <w:r w:rsidR="0B584568">
        <w:rPr/>
        <w:t>BpS</w:t>
      </w:r>
      <w:proofErr w:type="spellEnd"/>
      <w:r w:rsidR="0B584568">
        <w:rPr/>
        <w:t xml:space="preserve"> 16141 should apply in level 2 ecoregions (</w:t>
      </w:r>
      <w:proofErr w:type="spellStart"/>
      <w:r w:rsidR="0B584568">
        <w:rPr/>
        <w:t>Nowaki</w:t>
      </w:r>
      <w:proofErr w:type="spellEnd"/>
      <w:r w:rsidR="0B584568">
        <w:rPr/>
        <w:t xml:space="preserve"> et al. 2001): Intermontane Boreal, Aleutian Meadows, Arctic Tundra, Bering Taiga, Bering Tundra.</w:t>
      </w:r>
    </w:p>
    <w:p w:rsidR="00B113E0" w:rsidP="00B113E0" w:rsidRDefault="00B113E0" w14:paraId="5AF479D1" w14:textId="77777777">
      <w:pPr>
        <w:pStyle w:val="InfoPara"/>
      </w:pPr>
      <w:r>
        <w:t>Geographic Range</w:t>
      </w:r>
    </w:p>
    <w:p w:rsidR="00B113E0" w:rsidP="00B113E0" w:rsidRDefault="00B113E0" w14:paraId="6FF223D6" w14:textId="77777777">
      <w:r>
        <w:t>This type occurs on floodplains throughout the boreal region of AK.</w:t>
      </w:r>
    </w:p>
    <w:p w:rsidR="00B113E0" w:rsidP="00B113E0" w:rsidRDefault="00B113E0" w14:paraId="3755AB93" w14:textId="77777777">
      <w:pPr>
        <w:pStyle w:val="InfoPara"/>
      </w:pPr>
      <w:r>
        <w:t>Biophysical Site Description</w:t>
      </w:r>
    </w:p>
    <w:p w:rsidR="00B113E0" w:rsidP="00B113E0" w:rsidRDefault="00B113E0" w14:paraId="6848B79C" w14:textId="2C7486CA">
      <w:r>
        <w:t>The substrate is typically well-drained sand or cobble, although finer silts and clays can be found on higher terraces, in ponds, on distal floodplains, and in lower energy systems. Permafrost is usually absent</w:t>
      </w:r>
      <w:bookmarkStart w:name="_Hlk101268037" w:id="1"/>
      <w:r w:rsidR="002405F2">
        <w:t>. S</w:t>
      </w:r>
      <w:r w:rsidR="006D6574">
        <w:t>oils tend to be sandy and gravelly, at least somewhere within the top one meter</w:t>
      </w:r>
      <w:r w:rsidR="002405F2">
        <w:t>, and a</w:t>
      </w:r>
      <w:r w:rsidR="006D6574">
        <w:t xml:space="preserve">s a result, </w:t>
      </w:r>
      <w:r w:rsidR="00C119C9">
        <w:t xml:space="preserve">these soils </w:t>
      </w:r>
      <w:r w:rsidR="006D6574">
        <w:t>do not develop permafrost</w:t>
      </w:r>
      <w:r>
        <w:t xml:space="preserve">. </w:t>
      </w:r>
      <w:bookmarkEnd w:id="1"/>
    </w:p>
    <w:p w:rsidR="00B113E0" w:rsidP="00B113E0" w:rsidRDefault="00B113E0" w14:paraId="48B8D2E2" w14:textId="77777777">
      <w:pPr>
        <w:pStyle w:val="InfoPara"/>
      </w:pPr>
      <w:r>
        <w:t>Vegetation Description</w:t>
      </w:r>
    </w:p>
    <w:p w:rsidR="00B113E0" w:rsidP="00B113E0" w:rsidRDefault="00B113E0" w14:paraId="757F0190" w14:textId="010937ED">
      <w:r>
        <w:t xml:space="preserve">Primary succession on floodplains begins when new alluvial surfaces are colonized by tree, shrub, and herbaceous </w:t>
      </w:r>
      <w:r w:rsidR="001B2D16">
        <w:t>vegetation</w:t>
      </w:r>
      <w:r>
        <w:t xml:space="preserve">. Common early seral woody species include </w:t>
      </w:r>
      <w:r w:rsidRPr="008D6760">
        <w:rPr>
          <w:i/>
          <w:iCs/>
        </w:rPr>
        <w:t>Populus balsamifera</w:t>
      </w:r>
      <w:r>
        <w:t xml:space="preserve"> (seedlings), </w:t>
      </w:r>
      <w:r w:rsidRPr="008D6760">
        <w:rPr>
          <w:i/>
          <w:iCs/>
        </w:rPr>
        <w:t>Picea glauca</w:t>
      </w:r>
      <w:r>
        <w:t xml:space="preserve"> (seedlings), </w:t>
      </w:r>
      <w:r w:rsidRPr="008D6760">
        <w:rPr>
          <w:i/>
          <w:iCs/>
        </w:rPr>
        <w:t>Alnus viridis</w:t>
      </w:r>
      <w:r>
        <w:t xml:space="preserve"> ssp. </w:t>
      </w:r>
      <w:r w:rsidRPr="00E2058A">
        <w:rPr>
          <w:i/>
          <w:iCs/>
        </w:rPr>
        <w:t>sinuata</w:t>
      </w:r>
      <w:r>
        <w:t xml:space="preserve">, Alnus incana ssp. </w:t>
      </w:r>
      <w:r w:rsidRPr="00E2058A">
        <w:rPr>
          <w:i/>
          <w:iCs/>
        </w:rPr>
        <w:t>tenuifolia</w:t>
      </w:r>
      <w:r>
        <w:t xml:space="preserve">, </w:t>
      </w:r>
      <w:r w:rsidRPr="00E2058A">
        <w:rPr>
          <w:i/>
          <w:iCs/>
        </w:rPr>
        <w:t>Salix barclayi</w:t>
      </w:r>
      <w:r w:rsidR="00900541">
        <w:t xml:space="preserve"> (most commonly found in and south of the Alaska Range)</w:t>
      </w:r>
      <w:r w:rsidR="00E0508D">
        <w:t>,</w:t>
      </w:r>
      <w:r>
        <w:t xml:space="preserve"> and </w:t>
      </w:r>
      <w:r w:rsidRPr="00E2058A">
        <w:rPr>
          <w:i/>
          <w:iCs/>
        </w:rPr>
        <w:t>Salix alaxensis</w:t>
      </w:r>
      <w:r>
        <w:t xml:space="preserve"> (Boggs 2000</w:t>
      </w:r>
      <w:r w:rsidR="00E2058A">
        <w:t>;</w:t>
      </w:r>
      <w:r>
        <w:t xml:space="preserve"> Scott 1974</w:t>
      </w:r>
      <w:r w:rsidR="00E2058A">
        <w:t>;</w:t>
      </w:r>
      <w:r>
        <w:t xml:space="preserve"> Shephard 1995</w:t>
      </w:r>
      <w:r w:rsidR="00E2058A">
        <w:t>;</w:t>
      </w:r>
      <w:r>
        <w:t xml:space="preserve"> Thilenius 1990</w:t>
      </w:r>
      <w:r w:rsidR="00E2058A">
        <w:t>;</w:t>
      </w:r>
      <w:r>
        <w:t xml:space="preserve"> Viereck 1966). Common early seral herbaceous species may include </w:t>
      </w:r>
      <w:r w:rsidRPr="0072724E">
        <w:rPr>
          <w:i/>
          <w:iCs/>
        </w:rPr>
        <w:t>Lupinus</w:t>
      </w:r>
      <w:r>
        <w:t xml:space="preserve"> spp., </w:t>
      </w:r>
      <w:r w:rsidRPr="0072724E">
        <w:rPr>
          <w:i/>
          <w:iCs/>
        </w:rPr>
        <w:t>Hedysarum</w:t>
      </w:r>
      <w:r>
        <w:t xml:space="preserve"> spp., and </w:t>
      </w:r>
      <w:r w:rsidRPr="0072724E">
        <w:rPr>
          <w:i/>
          <w:iCs/>
        </w:rPr>
        <w:t xml:space="preserve">Equisetum </w:t>
      </w:r>
      <w:r>
        <w:t xml:space="preserve">spp. (NatureServe 2008). The next seral stage </w:t>
      </w:r>
      <w:r w:rsidR="00E0508D">
        <w:t xml:space="preserve">is </w:t>
      </w:r>
      <w:r>
        <w:t xml:space="preserve">dominated by </w:t>
      </w:r>
      <w:r w:rsidRPr="00834320">
        <w:rPr>
          <w:i/>
          <w:iCs/>
        </w:rPr>
        <w:t>Populus balsamifera</w:t>
      </w:r>
      <w:r>
        <w:t xml:space="preserve"> and/or </w:t>
      </w:r>
      <w:r w:rsidRPr="00834320">
        <w:rPr>
          <w:i/>
          <w:iCs/>
        </w:rPr>
        <w:t xml:space="preserve">Picea glauca </w:t>
      </w:r>
      <w:r>
        <w:t xml:space="preserve">with an understory of </w:t>
      </w:r>
      <w:r w:rsidRPr="00834320">
        <w:rPr>
          <w:i/>
          <w:iCs/>
        </w:rPr>
        <w:t xml:space="preserve">Alnus viridis </w:t>
      </w:r>
      <w:r w:rsidRPr="00834320">
        <w:t>ssp.</w:t>
      </w:r>
      <w:r w:rsidRPr="00834320">
        <w:rPr>
          <w:i/>
          <w:iCs/>
        </w:rPr>
        <w:t xml:space="preserve"> sinuata</w:t>
      </w:r>
      <w:r>
        <w:t xml:space="preserve">, </w:t>
      </w:r>
      <w:r w:rsidRPr="00834320">
        <w:rPr>
          <w:i/>
          <w:iCs/>
        </w:rPr>
        <w:t>Salix</w:t>
      </w:r>
      <w:r>
        <w:t xml:space="preserve"> spp., and </w:t>
      </w:r>
      <w:r w:rsidR="00E50ACB">
        <w:t xml:space="preserve">various </w:t>
      </w:r>
      <w:r>
        <w:t xml:space="preserve">bryophytes. On dry sites the shrub layer may be dominated by </w:t>
      </w:r>
      <w:r w:rsidRPr="00E50ACB">
        <w:rPr>
          <w:i/>
          <w:iCs/>
        </w:rPr>
        <w:t xml:space="preserve">Shepherdia canadensis, Dryas octopetala, </w:t>
      </w:r>
      <w:r w:rsidR="00E50ACB">
        <w:rPr>
          <w:i/>
          <w:iCs/>
        </w:rPr>
        <w:t>Dryas</w:t>
      </w:r>
      <w:r w:rsidRPr="00E50ACB">
        <w:rPr>
          <w:i/>
          <w:iCs/>
        </w:rPr>
        <w:t xml:space="preserve"> integrifolia</w:t>
      </w:r>
      <w:r w:rsidR="00E0508D">
        <w:t>,</w:t>
      </w:r>
      <w:r>
        <w:t xml:space="preserve"> and fruticose lichens (</w:t>
      </w:r>
      <w:r w:rsidRPr="00E50ACB">
        <w:rPr>
          <w:i/>
          <w:iCs/>
        </w:rPr>
        <w:t>Ster</w:t>
      </w:r>
      <w:r w:rsidRPr="00E50ACB" w:rsidR="00E0508D">
        <w:rPr>
          <w:i/>
          <w:iCs/>
        </w:rPr>
        <w:t>e</w:t>
      </w:r>
      <w:r w:rsidRPr="00E50ACB">
        <w:rPr>
          <w:i/>
          <w:iCs/>
        </w:rPr>
        <w:t>oucaulon</w:t>
      </w:r>
      <w:r>
        <w:t xml:space="preserve"> spp.) (NatureServe 2008). The tall shrub component </w:t>
      </w:r>
      <w:r w:rsidR="00900541">
        <w:t>(</w:t>
      </w:r>
      <w:r w:rsidRPr="0046332E" w:rsidR="00900541">
        <w:rPr>
          <w:i/>
          <w:iCs/>
        </w:rPr>
        <w:t>Salix/Populus</w:t>
      </w:r>
      <w:r w:rsidR="00900541">
        <w:t xml:space="preserve">) </w:t>
      </w:r>
      <w:r>
        <w:t>of the early successional stages diminishes rapidly because of decreased light from the dense tree overstory</w:t>
      </w:r>
      <w:r w:rsidR="00900541">
        <w:t xml:space="preserve"> (Chapin et al. 2006)</w:t>
      </w:r>
      <w:r>
        <w:t xml:space="preserve">. </w:t>
      </w:r>
      <w:r w:rsidRPr="0046332E">
        <w:rPr>
          <w:i/>
          <w:iCs/>
        </w:rPr>
        <w:t>Populus balsamifera</w:t>
      </w:r>
      <w:r>
        <w:t xml:space="preserve"> does not regenerate in the understory and consequently, </w:t>
      </w:r>
      <w:r w:rsidRPr="0046332E">
        <w:rPr>
          <w:i/>
          <w:iCs/>
        </w:rPr>
        <w:t>Picea glauca</w:t>
      </w:r>
      <w:r>
        <w:t xml:space="preserve"> gains dominance in the overstory within 150yrs (NatureServe 2008). </w:t>
      </w:r>
      <w:r w:rsidRPr="0046332E">
        <w:rPr>
          <w:i/>
          <w:iCs/>
        </w:rPr>
        <w:t>Rosa acicularis</w:t>
      </w:r>
      <w:r w:rsidRPr="0046332E" w:rsidR="00900541">
        <w:rPr>
          <w:i/>
          <w:iCs/>
        </w:rPr>
        <w:t>, Alnus viridis</w:t>
      </w:r>
      <w:r w:rsidR="00900541">
        <w:t xml:space="preserve"> spp</w:t>
      </w:r>
      <w:r w:rsidR="0046332E">
        <w:t>.</w:t>
      </w:r>
      <w:r w:rsidR="00900541">
        <w:t xml:space="preserve"> </w:t>
      </w:r>
      <w:r w:rsidRPr="0046332E" w:rsidR="00900541">
        <w:rPr>
          <w:i/>
          <w:iCs/>
        </w:rPr>
        <w:t>fruticose,</w:t>
      </w:r>
      <w:r w:rsidRPr="0046332E">
        <w:rPr>
          <w:i/>
          <w:iCs/>
        </w:rPr>
        <w:t xml:space="preserve"> Viburnum edule</w:t>
      </w:r>
      <w:r w:rsidRPr="0046332E" w:rsidR="00BB404C">
        <w:rPr>
          <w:i/>
          <w:iCs/>
        </w:rPr>
        <w:t>, Calamagrostis canadensis</w:t>
      </w:r>
      <w:r w:rsidRPr="0046332E" w:rsidR="000D6E36">
        <w:rPr>
          <w:i/>
          <w:iCs/>
        </w:rPr>
        <w:t>, Hylocomium splendens,</w:t>
      </w:r>
      <w:r w:rsidR="000D6E36">
        <w:t xml:space="preserve"> and </w:t>
      </w:r>
      <w:r w:rsidRPr="0046332E" w:rsidR="000D6E36">
        <w:rPr>
          <w:i/>
          <w:iCs/>
        </w:rPr>
        <w:t>Pluerozium schredberi</w:t>
      </w:r>
      <w:r>
        <w:t xml:space="preserve"> are common on older surfaces.</w:t>
      </w:r>
    </w:p>
    <w:p w:rsidR="00B113E0" w:rsidP="00B113E0" w:rsidRDefault="00B113E0" w14:paraId="246BECDF"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POBAB2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ALNUS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SHCA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Shepherdia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Russet buffaloberry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Rosa acicularis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Prickly rose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VIED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Viburnum edule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Squashberry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EQUIS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Horsetail</w:t>
            </w:r>
          </w:p>
        </w:tc>
      </w:tr>
    </w:tbl>
    <w:p>
      <w:r>
        <w:rPr>
          <w:sz w:val="16"/>
        </w:rPr>
        <w:t>Species names are from the NRCS PLANTS database. Check species codes at http://plants.usda.gov.</w:t>
      </w:r>
    </w:p>
    <w:p w:rsidR="00B113E0" w:rsidP="00B113E0" w:rsidRDefault="00B113E0" w14:paraId="34B52CAB" w14:textId="77777777">
      <w:pPr>
        <w:pStyle w:val="InfoPara"/>
      </w:pPr>
      <w:r>
        <w:t>Disturbance Description</w:t>
      </w:r>
    </w:p>
    <w:p w:rsidR="00B113E0" w:rsidP="00B113E0" w:rsidRDefault="00B113E0" w14:paraId="237BCB75" w14:textId="2875E268">
      <w:r>
        <w:t>Flooding is the primary disturbance in this system. Flooding can be caused by snowmelt, precipitation, ice jams</w:t>
      </w:r>
      <w:r w:rsidR="00E0508D">
        <w:t>,</w:t>
      </w:r>
      <w:r>
        <w:t xml:space="preserve"> and glacial runoff. Different rivers or portions of rivers may be more prone to certain types of flooding. Frequent flooding and channel migration create</w:t>
      </w:r>
      <w:r w:rsidR="000047DE">
        <w:t>s</w:t>
      </w:r>
      <w:r>
        <w:t xml:space="preserve"> a pattern of gravel bars and early successional stages across the valley bottom. Sediment deposition raises the surface of the floodplain over time. As the terrace becomes farther removed from the channel, flooding becomes less frequent. Water availability on terraces plays a major role in community structure and composition. Water inputs </w:t>
      </w:r>
      <w:r w:rsidR="006978FF">
        <w:t>come</w:t>
      </w:r>
      <w:r>
        <w:t xml:space="preserve"> from overbank flow (flooding), ground water, and precipitation. Deposits with high permeability become progressively drier as they are vertically and horizontally removed from the active channels. </w:t>
      </w:r>
    </w:p>
    <w:p w:rsidR="00B113E0" w:rsidP="00B113E0" w:rsidRDefault="00B113E0" w14:paraId="5F391833" w14:textId="77777777"/>
    <w:p w:rsidR="00B113E0" w:rsidP="00B113E0" w:rsidRDefault="00B113E0" w14:paraId="2C624E6B" w14:textId="19ED0C44">
      <w:r>
        <w:t>Vegetation succession on gravel bars can be represented by the following seral stages: barren or herbaceous, willow or willow</w:t>
      </w:r>
      <w:r w:rsidR="00E0508D">
        <w:t>-alder, alder, poplar or spruce-</w:t>
      </w:r>
      <w:r>
        <w:t xml:space="preserve">poplar, </w:t>
      </w:r>
      <w:r w:rsidR="00EE2C20">
        <w:t xml:space="preserve">and </w:t>
      </w:r>
      <w:r>
        <w:t>spruce. Oxbows and other wet depressions commonly form on the floodplains and develop into wetlands</w:t>
      </w:r>
      <w:r w:rsidR="006D6574">
        <w:t xml:space="preserve"> (which are represented by different BpS descriptions and models)</w:t>
      </w:r>
      <w:r>
        <w:t xml:space="preserve">. </w:t>
      </w:r>
      <w:r w:rsidR="007A55C8">
        <w:t>However, s</w:t>
      </w:r>
      <w:r>
        <w:t xml:space="preserve">uccession and species composition </w:t>
      </w:r>
      <w:proofErr w:type="gramStart"/>
      <w:r>
        <w:t>is</w:t>
      </w:r>
      <w:proofErr w:type="gramEnd"/>
      <w:r w:rsidR="007A55C8">
        <w:t xml:space="preserve"> </w:t>
      </w:r>
      <w:r>
        <w:t>variable due to diverse environmental conditions such as water depth, substrate</w:t>
      </w:r>
      <w:r w:rsidR="00E0508D">
        <w:t>,</w:t>
      </w:r>
      <w:r>
        <w:t xml:space="preserve"> and nutrient input. </w:t>
      </w:r>
    </w:p>
    <w:p w:rsidR="00B113E0" w:rsidP="00B113E0" w:rsidRDefault="00B113E0" w14:paraId="52673C4E" w14:textId="77777777"/>
    <w:p w:rsidR="00B113E0" w:rsidP="00B113E0" w:rsidRDefault="00B113E0" w14:paraId="48BC4C86" w14:textId="77777777">
      <w:r>
        <w:t>Estimates of mean fire return intervals include:</w:t>
      </w:r>
    </w:p>
    <w:p w:rsidR="00B113E0" w:rsidP="00B113E0" w:rsidRDefault="00B113E0" w14:paraId="7AD090E2" w14:textId="77777777">
      <w:r>
        <w:t xml:space="preserve">-200yrs+ (200-300yr range) (Viereck 1973, Barney 1971) </w:t>
      </w:r>
    </w:p>
    <w:p w:rsidR="00B113E0" w:rsidP="00B113E0" w:rsidRDefault="00B113E0" w14:paraId="2E5336FF" w14:textId="77777777">
      <w:r>
        <w:t>-300yrs (Rowe et al</w:t>
      </w:r>
      <w:r w:rsidR="00E0508D">
        <w:t>.</w:t>
      </w:r>
      <w:r>
        <w:t xml:space="preserve"> 1974) (for alluvial white spruce</w:t>
      </w:r>
      <w:r w:rsidR="00E0508D">
        <w:t>,</w:t>
      </w:r>
      <w:r>
        <w:t xml:space="preserve"> MacKenzie River Valley)</w:t>
      </w:r>
    </w:p>
    <w:p w:rsidR="00B113E0" w:rsidP="00B113E0" w:rsidRDefault="00B113E0" w14:paraId="4971A915" w14:textId="77777777">
      <w:r>
        <w:t xml:space="preserve">-300yrs (Heinselman 1981) </w:t>
      </w:r>
    </w:p>
    <w:p w:rsidR="00B113E0" w:rsidP="00B113E0" w:rsidRDefault="00B113E0" w14:paraId="2870594E" w14:textId="77777777">
      <w:r>
        <w:t>-300yrs (Duchesne and Hawkes 2000)</w:t>
      </w:r>
    </w:p>
    <w:p w:rsidR="00B113E0" w:rsidP="00B113E0" w:rsidRDefault="00B113E0" w14:paraId="791ED488" w14:textId="77777777">
      <w:r>
        <w:t>-300yrs (personal communication experts’ workshop March 2004)</w:t>
      </w:r>
    </w:p>
    <w:p w:rsidR="00B113E0" w:rsidP="00B113E0" w:rsidRDefault="00B113E0" w14:paraId="2ECC6563" w14:textId="77777777"/>
    <w:p w:rsidR="00B113E0" w:rsidP="00B113E0" w:rsidRDefault="00B113E0" w14:paraId="725A43BB" w14:textId="758098B3">
      <w:r>
        <w:t xml:space="preserve">Small, relatively infrequent, mixed severity fires characterize this </w:t>
      </w:r>
      <w:r w:rsidR="0059607A">
        <w:t xml:space="preserve">BpS </w:t>
      </w:r>
      <w:r>
        <w:t xml:space="preserve">due to the sites’ proximity to rivers, which act as firebreaks (Viereck 1973, Barney 1971, Foote 1983). High moisture content of the vegetation, high percentage of deciduous species, and high relative humidity also contribute to making fires less frequent in the </w:t>
      </w:r>
      <w:r w:rsidR="0059607A">
        <w:t>r</w:t>
      </w:r>
      <w:r>
        <w:t xml:space="preserve">iparian </w:t>
      </w:r>
      <w:r w:rsidR="0059607A">
        <w:t>s</w:t>
      </w:r>
      <w:r>
        <w:t xml:space="preserve">pruce </w:t>
      </w:r>
      <w:r w:rsidR="0059607A">
        <w:t>h</w:t>
      </w:r>
      <w:r>
        <w:t xml:space="preserve">ardwood </w:t>
      </w:r>
      <w:r w:rsidR="0059607A">
        <w:t xml:space="preserve">communities </w:t>
      </w:r>
      <w:r>
        <w:t xml:space="preserve">than in typically adjacent </w:t>
      </w:r>
      <w:r w:rsidR="0059607A">
        <w:t>BpS</w:t>
      </w:r>
      <w:r>
        <w:t xml:space="preserve">. In interior Alaska the oldest white spruce stands (350+ yrs) are commonly found on islands </w:t>
      </w:r>
      <w:r w:rsidR="00DE6D29">
        <w:t>within</w:t>
      </w:r>
      <w:r>
        <w:t xml:space="preserve"> floodplains where they are protected from fire (Viereck 1973).</w:t>
      </w:r>
    </w:p>
    <w:p w:rsidR="004704E1" w:rsidP="00B113E0" w:rsidRDefault="004704E1" w14:paraId="2D3C9EFD" w14:textId="77777777"/>
    <w:p w:rsidR="004704E1" w:rsidP="00B113E0" w:rsidRDefault="004704E1" w14:paraId="2B96EA43" w14:textId="77777777"/>
    <w:p w:rsidR="004704E1" w:rsidP="00B113E0" w:rsidRDefault="004704E1" w14:paraId="0F8286A8" w14:textId="77777777"/>
    <w:p w:rsidR="00B113E0" w:rsidP="00B113E0" w:rsidRDefault="00B113E0" w14:paraId="0BE542B1" w14:textId="730EAC94">
      <w:pPr>
        <w:pStyle w:val="InfoPara"/>
      </w:pPr>
      <w:r w:rsidRPr="00CC374C">
        <w:t>Fire Frequency</w:t>
      </w:r>
      <w:r>
        <w:t xml:space="preserve">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5952</w:t>
            </w:r>
          </w:p>
        </w:tc>
        <w:tc>
          <w:p>
            <w:pPr>
              <w:jc w:val="center"/>
            </w:pPr>
            <w:r>
              <w:t>5</w:t>
            </w:r>
          </w:p>
        </w:tc>
        <w:tc>
          <w:p>
            <w:pPr>
              <w:jc w:val="center"/>
            </w:pPr>
            <w:r>
              <w:t/>
            </w:r>
          </w:p>
        </w:tc>
        <w:tc>
          <w:p>
            <w:pPr>
              <w:jc w:val="center"/>
            </w:pPr>
            <w:r>
              <w:t/>
            </w:r>
          </w:p>
        </w:tc>
      </w:tr>
      <w:tr>
        <w:tc>
          <w:p>
            <w:pPr>
              <w:jc w:val="center"/>
            </w:pPr>
            <w:r>
              <w:t>Moderate (Mixed)</w:t>
            </w:r>
          </w:p>
        </w:tc>
        <w:tc>
          <w:p>
            <w:pPr>
              <w:jc w:val="center"/>
            </w:pPr>
            <w:r>
              <w:t>315</w:t>
            </w:r>
          </w:p>
        </w:tc>
        <w:tc>
          <w:p>
            <w:pPr>
              <w:jc w:val="center"/>
            </w:pPr>
            <w:r>
              <w:t>95</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299</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113E0" w:rsidP="00B113E0" w:rsidRDefault="00B113E0" w14:paraId="39E1F26F" w14:textId="77777777">
      <w:pPr>
        <w:pStyle w:val="InfoPara"/>
      </w:pPr>
      <w:r>
        <w:t>Scale Description</w:t>
      </w:r>
    </w:p>
    <w:p w:rsidR="00B113E0" w:rsidP="00B113E0" w:rsidRDefault="00B113E0" w14:paraId="2C1E5AED" w14:textId="77777777">
      <w:r>
        <w:t>Linear</w:t>
      </w:r>
    </w:p>
    <w:p w:rsidR="00B113E0" w:rsidP="00B113E0" w:rsidRDefault="00B113E0" w14:paraId="48426BA3" w14:textId="77777777">
      <w:pPr>
        <w:pStyle w:val="InfoPara"/>
      </w:pPr>
      <w:r>
        <w:t>Adjacency or Identification Concerns</w:t>
      </w:r>
    </w:p>
    <w:p w:rsidR="00B113E0" w:rsidP="00B113E0" w:rsidRDefault="00B113E0" w14:paraId="37282DEC" w14:textId="77777777">
      <w:r>
        <w:t>This model applies to forest and shrub systems in the active and inactive portions of the floodplain, but not abandoned floodplains. Oxbows and other wet depressions commonly form on the floodplains. Floodplain Wetlands are a separate ecological system and a separate BpS.</w:t>
      </w:r>
    </w:p>
    <w:p w:rsidR="00B113E0" w:rsidP="00B113E0" w:rsidRDefault="00B113E0" w14:paraId="1B768B2E" w14:textId="77777777">
      <w:pPr>
        <w:pStyle w:val="InfoPara"/>
      </w:pPr>
      <w:r>
        <w:t>Issues or Problems</w:t>
      </w:r>
    </w:p>
    <w:p w:rsidR="00B113E0" w:rsidP="00B113E0" w:rsidRDefault="00B113E0" w14:paraId="2DC63263" w14:textId="77777777">
      <w:r>
        <w:t>Wetlands that occur on the floodplain are not considered in this model.</w:t>
      </w:r>
    </w:p>
    <w:p w:rsidR="00B113E0" w:rsidP="00B113E0" w:rsidRDefault="00B113E0" w14:paraId="2787CF2A" w14:textId="77777777">
      <w:pPr>
        <w:pStyle w:val="InfoPara"/>
      </w:pPr>
      <w:r>
        <w:t>Native Uncharacteristic Conditions</w:t>
      </w:r>
    </w:p>
    <w:p w:rsidR="00B113E0" w:rsidP="00B113E0" w:rsidRDefault="00B113E0" w14:paraId="202357E0" w14:textId="77777777"/>
    <w:p w:rsidR="00B113E0" w:rsidP="00B113E0" w:rsidRDefault="00B113E0" w14:paraId="06EEE925" w14:textId="77777777">
      <w:pPr>
        <w:pStyle w:val="InfoPara"/>
      </w:pPr>
      <w:r>
        <w:t>Comments</w:t>
      </w:r>
    </w:p>
    <w:p w:rsidR="00693789" w:rsidP="003A6517" w:rsidRDefault="00693789" w14:paraId="565AD3AE" w14:textId="3E8FF433">
      <w:r w:rsidRPr="00693789">
        <w:t xml:space="preserve">4/2022 – </w:t>
      </w:r>
      <w:r>
        <w:t xml:space="preserve">During </w:t>
      </w:r>
      <w:r w:rsidRPr="00693789">
        <w:t>the Boreal Forest BpS Review Work Session in February 2022</w:t>
      </w:r>
      <w:r>
        <w:t xml:space="preserve"> </w:t>
      </w:r>
      <w:r w:rsidRPr="00693789">
        <w:t>participants ranked the boreal forest BpS by relative fire frequency. Based on that ranking</w:t>
      </w:r>
      <w:r>
        <w:t xml:space="preserve"> </w:t>
      </w:r>
      <w:r w:rsidRPr="00693789">
        <w:t xml:space="preserve">it was estimated that this BpS would have </w:t>
      </w:r>
      <w:r>
        <w:t xml:space="preserve">the least frequent fire of all boreal forest BpS. Since the existing </w:t>
      </w:r>
      <w:r w:rsidR="0098689E">
        <w:t>mean fire return interval (</w:t>
      </w:r>
      <w:r>
        <w:t>MFRI</w:t>
      </w:r>
      <w:r w:rsidR="0098689E">
        <w:t>)</w:t>
      </w:r>
      <w:r>
        <w:t xml:space="preserve"> was already the least frequent of any of the BpS, the model was kept as is. </w:t>
      </w:r>
    </w:p>
    <w:p w:rsidR="00693789" w:rsidP="003A6517" w:rsidRDefault="00693789" w14:paraId="132D7DBE" w14:textId="77777777"/>
    <w:p w:rsidRPr="0059607A" w:rsidR="003A6517" w:rsidP="003A6517" w:rsidRDefault="00693789" w14:paraId="315D42F0" w14:textId="1F5550D3">
      <w:r>
        <w:t xml:space="preserve">2022 – Based on NRCS plots in closed white spruce stands on floodplains, a reviewer estimated that a </w:t>
      </w:r>
      <w:r w:rsidR="00F948BE">
        <w:t>MFRI</w:t>
      </w:r>
      <w:r>
        <w:t xml:space="preserve"> of 200-300 years would be </w:t>
      </w:r>
      <w:r w:rsidR="005F41D5">
        <w:t>reasonable</w:t>
      </w:r>
      <w:r>
        <w:t xml:space="preserve"> for this BpS.</w:t>
      </w:r>
    </w:p>
    <w:p w:rsidR="003A6517" w:rsidP="0059607A" w:rsidRDefault="003A6517" w14:paraId="06AB568E" w14:textId="77777777"/>
    <w:p w:rsidR="0059607A" w:rsidP="0059607A" w:rsidRDefault="005F41D5" w14:paraId="468CF42B" w14:textId="7AF7E9CF">
      <w:r>
        <w:t>2014 – A r</w:t>
      </w:r>
      <w:r w:rsidR="0059607A">
        <w:t>eviewer noted that: “</w:t>
      </w:r>
      <w:r w:rsidRPr="0059607A" w:rsidR="0059607A">
        <w:t xml:space="preserve">This model is in the ballpark of existing (and very sparse) </w:t>
      </w:r>
      <w:r w:rsidRPr="0059607A" w:rsidR="001D093C">
        <w:t>literature but</w:t>
      </w:r>
      <w:r w:rsidRPr="0059607A" w:rsidR="0059607A">
        <w:t xml:space="preserve"> may be high. From Fryer 2014: “as of 2014 there were few fire history studies documenting fire-return intervals of Alaskan balsam poplar communities. The Riley Creek study (see Table 2A*) found a fire-return interval of 40 to 60 years (Mann &amp; Plug 1999). Stand ages of 1 and 2 centuries (Edwards &amp; Dunwiddie 1985</w:t>
      </w:r>
      <w:r w:rsidR="00D457B4">
        <w:t>;</w:t>
      </w:r>
      <w:r w:rsidRPr="0059607A" w:rsidR="0059607A">
        <w:t xml:space="preserve"> Krause  et al. 1959) suggest stand-replacement fires are uncommon in balsam poplar stands (Cronan et al. [n.d.]). On the North Slope, for example, balsam poplars were 100 to 250 years old (Edwards &amp; Dunwiddie 1985). Paleological studies found fire was relatively infrequent when </w:t>
      </w:r>
      <w:r w:rsidRPr="0059607A" w:rsidR="0059607A">
        <w:rPr>
          <w:i/>
          <w:iCs/>
        </w:rPr>
        <w:t>Populus</w:t>
      </w:r>
      <w:r w:rsidRPr="0059607A" w:rsidR="0059607A">
        <w:t xml:space="preserve"> spp. dominated the landscape (Hu et al. 2006</w:t>
      </w:r>
      <w:r w:rsidR="00780E94">
        <w:t xml:space="preserve">; </w:t>
      </w:r>
      <w:r w:rsidRPr="0059607A" w:rsidR="0059607A">
        <w:t>Lynch &amp; Hu 2003) (see Table 2B**).”</w:t>
      </w:r>
    </w:p>
    <w:p w:rsidR="0059607A" w:rsidP="00B113E0" w:rsidRDefault="0059607A" w14:paraId="68377C1F" w14:textId="77777777"/>
    <w:p w:rsidR="00B113E0" w:rsidP="00BD634E" w:rsidRDefault="0059607A" w14:paraId="695EC400" w14:textId="500CFCD3">
      <w:r>
        <w:t>During LANDFIRE National</w:t>
      </w:r>
      <w:r w:rsidR="00780E94">
        <w:t>,</w:t>
      </w:r>
      <w:r>
        <w:t xml:space="preserve"> t</w:t>
      </w:r>
      <w:r w:rsidR="00B113E0">
        <w:t>his model was created for the boreal region of AK and did not receive review for other parts of the state.</w:t>
      </w:r>
      <w:r>
        <w:t xml:space="preserve"> </w:t>
      </w:r>
      <w:r w:rsidR="00B113E0">
        <w:t>This model was based on the FRCC Guidebook PNVG model for Riparian Spruce Hardwood (RSH</w:t>
      </w:r>
      <w:r w:rsidR="00184796">
        <w:t>)</w:t>
      </w:r>
      <w:r w:rsidR="00B113E0">
        <w:t xml:space="preserve"> </w:t>
      </w:r>
      <w:r w:rsidR="00184796">
        <w:t>(</w:t>
      </w:r>
      <w:r w:rsidR="00B113E0">
        <w:t xml:space="preserve">Murphy and Witten 2006) and input from the experts who attended the LANDFIRE Fairbanks (Nov. 07) modeling meeting. It was refined by </w:t>
      </w:r>
      <w:r w:rsidR="00B113E0">
        <w:t xml:space="preserve">Michelle Schuman. The relative age function used in the RSH model was not used in any class except </w:t>
      </w:r>
      <w:r w:rsidR="004D50BA">
        <w:t>C</w:t>
      </w:r>
      <w:r w:rsidR="006A32AB">
        <w:t xml:space="preserve">lass </w:t>
      </w:r>
      <w:r w:rsidR="00B113E0">
        <w:t>A to comply with LANDFIRE modeling rules and the 10,000</w:t>
      </w:r>
      <w:r w:rsidR="006A32AB">
        <w:t xml:space="preserve"> </w:t>
      </w:r>
      <w:r w:rsidR="00B113E0">
        <w:t xml:space="preserve">years replacement fire was removed from </w:t>
      </w:r>
      <w:r w:rsidR="004D50BA">
        <w:t>C</w:t>
      </w:r>
      <w:r w:rsidR="00B113E0">
        <w:t>lass D. These changes did not change the model results. Because changes to the VDDT model were relatively minor</w:t>
      </w:r>
      <w:r w:rsidR="008253A8">
        <w:t>,</w:t>
      </w:r>
      <w:r w:rsidR="00B113E0">
        <w:t xml:space="preserve"> Karen Murphy and Evie Witten were retained as modelers and Michelle Schuman's name was added.</w:t>
      </w:r>
    </w:p>
    <w:p w:rsidR="00BD634E" w:rsidP="00BD634E" w:rsidRDefault="00BD634E" w14:paraId="21DC10D6" w14:textId="77777777"/>
    <w:p w:rsidR="004704E1" w:rsidP="004704E1" w:rsidRDefault="004704E1" w14:paraId="76B5DB4E" w14:textId="77777777">
      <w:pPr>
        <w:pStyle w:val="ReportSection"/>
      </w:pPr>
      <w:r>
        <w:t>Succession Classes</w:t>
      </w:r>
    </w:p>
    <w:p w:rsidR="004704E1" w:rsidP="00BD634E" w:rsidRDefault="004704E1" w14:paraId="1E29A4C5" w14:textId="77777777">
      <w:pPr>
        <w:pStyle w:val="InfoPara"/>
        <w:spacing w:before="0"/>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113E0" w:rsidP="00BD634E" w:rsidRDefault="00B113E0" w14:paraId="35AEAD65" w14:textId="1D749FF8">
      <w:pPr>
        <w:pStyle w:val="InfoPara"/>
        <w:pBdr>
          <w:top w:val="single" w:color="auto" w:sz="4" w:space="1"/>
        </w:pBdr>
      </w:pPr>
      <w:r xmlns:w="http://schemas.openxmlformats.org/wordprocessingml/2006/main">
        <w:t>Class A</w:t>
      </w:r>
      <w:r xmlns:w="http://schemas.openxmlformats.org/wordprocessingml/2006/main">
        <w:tab/>
        <w:t>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B113E0" w:rsidP="00B113E0" w:rsidRDefault="00B113E0" w14:paraId="2F16FC6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08"/>
        <w:gridCol w:w="1860"/>
        <w:gridCol w:w="1956"/>
      </w:tblGrid>
      <w:tr w:rsidRPr="00B113E0" w:rsidR="00B113E0" w:rsidTr="00B113E0" w14:paraId="20DBF284" w14:textId="77777777">
        <w:tc>
          <w:tcPr>
            <w:tcW w:w="1116" w:type="dxa"/>
            <w:tcBorders>
              <w:top w:val="single" w:color="auto" w:sz="2" w:space="0"/>
              <w:bottom w:val="single" w:color="000000" w:sz="12" w:space="0"/>
            </w:tcBorders>
            <w:shd w:val="clear" w:color="auto" w:fill="auto"/>
          </w:tcPr>
          <w:p w:rsidRPr="00B113E0" w:rsidR="00B113E0" w:rsidP="00EC3DC6" w:rsidRDefault="00B113E0" w14:paraId="1FDCD18F" w14:textId="77777777">
            <w:pPr>
              <w:rPr>
                <w:b/>
                <w:bCs/>
              </w:rPr>
            </w:pPr>
            <w:r w:rsidRPr="00B113E0">
              <w:rPr>
                <w:b/>
                <w:bCs/>
              </w:rPr>
              <w:t>Symbol</w:t>
            </w:r>
          </w:p>
        </w:tc>
        <w:tc>
          <w:tcPr>
            <w:tcW w:w="1908" w:type="dxa"/>
            <w:tcBorders>
              <w:top w:val="single" w:color="auto" w:sz="2" w:space="0"/>
              <w:bottom w:val="single" w:color="000000" w:sz="12" w:space="0"/>
            </w:tcBorders>
            <w:shd w:val="clear" w:color="auto" w:fill="auto"/>
          </w:tcPr>
          <w:p w:rsidRPr="00B113E0" w:rsidR="00B113E0" w:rsidP="00EC3DC6" w:rsidRDefault="00B113E0" w14:paraId="756016E4" w14:textId="77777777">
            <w:pPr>
              <w:rPr>
                <w:b/>
                <w:bCs/>
              </w:rPr>
            </w:pPr>
            <w:r w:rsidRPr="00B113E0">
              <w:rPr>
                <w:b/>
                <w:bCs/>
              </w:rPr>
              <w:t>Scientific Name</w:t>
            </w:r>
          </w:p>
        </w:tc>
        <w:tc>
          <w:tcPr>
            <w:tcW w:w="1860" w:type="dxa"/>
            <w:tcBorders>
              <w:top w:val="single" w:color="auto" w:sz="2" w:space="0"/>
              <w:bottom w:val="single" w:color="000000" w:sz="12" w:space="0"/>
            </w:tcBorders>
            <w:shd w:val="clear" w:color="auto" w:fill="auto"/>
          </w:tcPr>
          <w:p w:rsidRPr="00B113E0" w:rsidR="00B113E0" w:rsidP="00EC3DC6" w:rsidRDefault="00B113E0" w14:paraId="025B0EA9" w14:textId="77777777">
            <w:pPr>
              <w:rPr>
                <w:b/>
                <w:bCs/>
              </w:rPr>
            </w:pPr>
            <w:r w:rsidRPr="00B113E0">
              <w:rPr>
                <w:b/>
                <w:bCs/>
              </w:rPr>
              <w:t>Common Name</w:t>
            </w:r>
          </w:p>
        </w:tc>
        <w:tc>
          <w:tcPr>
            <w:tcW w:w="1956" w:type="dxa"/>
            <w:tcBorders>
              <w:top w:val="single" w:color="auto" w:sz="2" w:space="0"/>
              <w:bottom w:val="single" w:color="000000" w:sz="12" w:space="0"/>
            </w:tcBorders>
            <w:shd w:val="clear" w:color="auto" w:fill="auto"/>
          </w:tcPr>
          <w:p w:rsidRPr="00B113E0" w:rsidR="00B113E0" w:rsidP="00EC3DC6" w:rsidRDefault="00B113E0" w14:paraId="7A4E172C" w14:textId="77777777">
            <w:pPr>
              <w:rPr>
                <w:b/>
                <w:bCs/>
              </w:rPr>
            </w:pPr>
            <w:r w:rsidRPr="00B113E0">
              <w:rPr>
                <w:b/>
                <w:bCs/>
              </w:rPr>
              <w:t>Canopy Position</w:t>
            </w:r>
          </w:p>
        </w:tc>
      </w:tr>
      <w:tr w:rsidRPr="00B113E0" w:rsidR="00B113E0" w:rsidTr="00B113E0" w14:paraId="381E1BF0" w14:textId="77777777">
        <w:tc>
          <w:tcPr>
            <w:tcW w:w="1116" w:type="dxa"/>
            <w:tcBorders>
              <w:top w:val="single" w:color="000000" w:sz="12" w:space="0"/>
            </w:tcBorders>
            <w:shd w:val="clear" w:color="auto" w:fill="auto"/>
          </w:tcPr>
          <w:p w:rsidRPr="00B113E0" w:rsidR="00B113E0" w:rsidP="00EC3DC6" w:rsidRDefault="00B113E0" w14:paraId="30F3825A" w14:textId="77777777">
            <w:pPr>
              <w:rPr>
                <w:bCs/>
              </w:rPr>
            </w:pPr>
            <w:r w:rsidRPr="00B113E0">
              <w:rPr>
                <w:bCs/>
              </w:rPr>
              <w:t>LUPIN</w:t>
            </w:r>
          </w:p>
        </w:tc>
        <w:tc>
          <w:tcPr>
            <w:tcW w:w="1908" w:type="dxa"/>
            <w:tcBorders>
              <w:top w:val="single" w:color="000000" w:sz="12" w:space="0"/>
            </w:tcBorders>
            <w:shd w:val="clear" w:color="auto" w:fill="auto"/>
          </w:tcPr>
          <w:p w:rsidRPr="00B113E0" w:rsidR="00B113E0" w:rsidP="00EC3DC6" w:rsidRDefault="00B113E0" w14:paraId="08DC8CB7" w14:textId="77777777">
            <w:r w:rsidRPr="00CC4693">
              <w:rPr>
                <w:i/>
                <w:iCs/>
              </w:rPr>
              <w:t>Lupinus</w:t>
            </w:r>
            <w:r w:rsidRPr="00CC4693" w:rsidR="00740977">
              <w:rPr>
                <w:i/>
                <w:iCs/>
              </w:rPr>
              <w:t xml:space="preserve"> </w:t>
            </w:r>
            <w:r w:rsidR="00740977">
              <w:t>spp.</w:t>
            </w:r>
          </w:p>
        </w:tc>
        <w:tc>
          <w:tcPr>
            <w:tcW w:w="1860" w:type="dxa"/>
            <w:tcBorders>
              <w:top w:val="single" w:color="000000" w:sz="12" w:space="0"/>
            </w:tcBorders>
            <w:shd w:val="clear" w:color="auto" w:fill="auto"/>
          </w:tcPr>
          <w:p w:rsidRPr="00B113E0" w:rsidR="00B113E0" w:rsidP="00EC3DC6" w:rsidRDefault="00B113E0" w14:paraId="100F100A" w14:textId="77777777">
            <w:r w:rsidRPr="00B113E0">
              <w:t>Lupine</w:t>
            </w:r>
          </w:p>
        </w:tc>
        <w:tc>
          <w:tcPr>
            <w:tcW w:w="1956" w:type="dxa"/>
            <w:tcBorders>
              <w:top w:val="single" w:color="000000" w:sz="12" w:space="0"/>
            </w:tcBorders>
            <w:shd w:val="clear" w:color="auto" w:fill="auto"/>
          </w:tcPr>
          <w:p w:rsidRPr="00B113E0" w:rsidR="00B113E0" w:rsidP="00EC3DC6" w:rsidRDefault="00B113E0" w14:paraId="2CE71505" w14:textId="77777777">
            <w:r w:rsidRPr="00B113E0">
              <w:t>Upper</w:t>
            </w:r>
          </w:p>
        </w:tc>
      </w:tr>
      <w:tr w:rsidRPr="00B113E0" w:rsidR="00B113E0" w:rsidTr="00B113E0" w14:paraId="051AE4F1" w14:textId="77777777">
        <w:tc>
          <w:tcPr>
            <w:tcW w:w="1116" w:type="dxa"/>
            <w:shd w:val="clear" w:color="auto" w:fill="auto"/>
          </w:tcPr>
          <w:p w:rsidRPr="00B113E0" w:rsidR="00B113E0" w:rsidP="00EC3DC6" w:rsidRDefault="00B113E0" w14:paraId="762285B9" w14:textId="77777777">
            <w:pPr>
              <w:rPr>
                <w:bCs/>
              </w:rPr>
            </w:pPr>
            <w:r w:rsidRPr="00B113E0">
              <w:rPr>
                <w:bCs/>
              </w:rPr>
              <w:t>HEDYS</w:t>
            </w:r>
          </w:p>
        </w:tc>
        <w:tc>
          <w:tcPr>
            <w:tcW w:w="1908" w:type="dxa"/>
            <w:shd w:val="clear" w:color="auto" w:fill="auto"/>
          </w:tcPr>
          <w:p w:rsidRPr="00B113E0" w:rsidR="00B113E0" w:rsidP="00EC3DC6" w:rsidRDefault="00B113E0" w14:paraId="25710B9C" w14:textId="77777777">
            <w:r w:rsidRPr="00CC4693">
              <w:rPr>
                <w:i/>
                <w:iCs/>
              </w:rPr>
              <w:t>Hedysarum</w:t>
            </w:r>
            <w:r w:rsidR="00740977">
              <w:t xml:space="preserve"> spp.</w:t>
            </w:r>
          </w:p>
        </w:tc>
        <w:tc>
          <w:tcPr>
            <w:tcW w:w="1860" w:type="dxa"/>
            <w:shd w:val="clear" w:color="auto" w:fill="auto"/>
          </w:tcPr>
          <w:p w:rsidRPr="00B113E0" w:rsidR="00B113E0" w:rsidP="00EC3DC6" w:rsidRDefault="00B113E0" w14:paraId="7CD72DD2" w14:textId="77777777">
            <w:r w:rsidRPr="00B113E0">
              <w:t>Sweetvetch</w:t>
            </w:r>
          </w:p>
        </w:tc>
        <w:tc>
          <w:tcPr>
            <w:tcW w:w="1956" w:type="dxa"/>
            <w:shd w:val="clear" w:color="auto" w:fill="auto"/>
          </w:tcPr>
          <w:p w:rsidRPr="00B113E0" w:rsidR="00B113E0" w:rsidP="00EC3DC6" w:rsidRDefault="00B113E0" w14:paraId="6605BC6F" w14:textId="77777777">
            <w:r w:rsidRPr="00B113E0">
              <w:t>Upper</w:t>
            </w:r>
          </w:p>
        </w:tc>
      </w:tr>
      <w:tr w:rsidRPr="00B113E0" w:rsidR="00B113E0" w:rsidTr="00B113E0" w14:paraId="005CE1DB" w14:textId="77777777">
        <w:tc>
          <w:tcPr>
            <w:tcW w:w="1116" w:type="dxa"/>
            <w:shd w:val="clear" w:color="auto" w:fill="auto"/>
          </w:tcPr>
          <w:p w:rsidRPr="00B113E0" w:rsidR="00B113E0" w:rsidP="00EC3DC6" w:rsidRDefault="00B113E0" w14:paraId="73CD9344" w14:textId="77777777">
            <w:pPr>
              <w:rPr>
                <w:bCs/>
              </w:rPr>
            </w:pPr>
            <w:r w:rsidRPr="00B113E0">
              <w:rPr>
                <w:bCs/>
              </w:rPr>
              <w:t>EQUIS</w:t>
            </w:r>
          </w:p>
        </w:tc>
        <w:tc>
          <w:tcPr>
            <w:tcW w:w="1908" w:type="dxa"/>
            <w:shd w:val="clear" w:color="auto" w:fill="auto"/>
          </w:tcPr>
          <w:p w:rsidRPr="00B113E0" w:rsidR="00B113E0" w:rsidP="00EC3DC6" w:rsidRDefault="00B113E0" w14:paraId="30978DDE" w14:textId="77777777">
            <w:r w:rsidRPr="00CC4693">
              <w:rPr>
                <w:i/>
                <w:iCs/>
              </w:rPr>
              <w:t>Equisetum</w:t>
            </w:r>
            <w:r w:rsidR="00740977">
              <w:t xml:space="preserve"> spp.</w:t>
            </w:r>
          </w:p>
        </w:tc>
        <w:tc>
          <w:tcPr>
            <w:tcW w:w="1860" w:type="dxa"/>
            <w:shd w:val="clear" w:color="auto" w:fill="auto"/>
          </w:tcPr>
          <w:p w:rsidRPr="00B113E0" w:rsidR="00B113E0" w:rsidP="00EC3DC6" w:rsidRDefault="00B113E0" w14:paraId="412A425C" w14:textId="77777777">
            <w:r w:rsidRPr="00B113E0">
              <w:t>Horsetail</w:t>
            </w:r>
          </w:p>
        </w:tc>
        <w:tc>
          <w:tcPr>
            <w:tcW w:w="1956" w:type="dxa"/>
            <w:shd w:val="clear" w:color="auto" w:fill="auto"/>
          </w:tcPr>
          <w:p w:rsidRPr="00B113E0" w:rsidR="00B113E0" w:rsidP="00EC3DC6" w:rsidRDefault="00B113E0" w14:paraId="0D408C8E" w14:textId="77777777">
            <w:r w:rsidRPr="00B113E0">
              <w:t>Upper</w:t>
            </w:r>
          </w:p>
        </w:tc>
      </w:tr>
      <w:tr w:rsidRPr="00B113E0" w:rsidR="00B113E0" w:rsidTr="00B113E0" w14:paraId="77CACA4F" w14:textId="77777777">
        <w:tc>
          <w:tcPr>
            <w:tcW w:w="1116" w:type="dxa"/>
            <w:shd w:val="clear" w:color="auto" w:fill="auto"/>
          </w:tcPr>
          <w:p w:rsidRPr="00B113E0" w:rsidR="00B113E0" w:rsidP="00EC3DC6" w:rsidRDefault="00B113E0" w14:paraId="06513FDE" w14:textId="77777777">
            <w:pPr>
              <w:rPr>
                <w:bCs/>
              </w:rPr>
            </w:pPr>
            <w:r w:rsidRPr="00B113E0">
              <w:rPr>
                <w:bCs/>
              </w:rPr>
              <w:t>SALIX</w:t>
            </w:r>
          </w:p>
        </w:tc>
        <w:tc>
          <w:tcPr>
            <w:tcW w:w="1908" w:type="dxa"/>
            <w:shd w:val="clear" w:color="auto" w:fill="auto"/>
          </w:tcPr>
          <w:p w:rsidRPr="00B113E0" w:rsidR="00B113E0" w:rsidP="00EC3DC6" w:rsidRDefault="00B113E0" w14:paraId="760BC8B1" w14:textId="77777777">
            <w:r w:rsidRPr="00CC4693">
              <w:rPr>
                <w:i/>
                <w:iCs/>
              </w:rPr>
              <w:t>Salix</w:t>
            </w:r>
            <w:r w:rsidR="00740977">
              <w:t xml:space="preserve"> spp.</w:t>
            </w:r>
          </w:p>
        </w:tc>
        <w:tc>
          <w:tcPr>
            <w:tcW w:w="1860" w:type="dxa"/>
            <w:shd w:val="clear" w:color="auto" w:fill="auto"/>
          </w:tcPr>
          <w:p w:rsidRPr="00B113E0" w:rsidR="00B113E0" w:rsidP="00EC3DC6" w:rsidRDefault="00B113E0" w14:paraId="3D1F1A7C" w14:textId="77777777">
            <w:r w:rsidRPr="00B113E0">
              <w:t>Willow</w:t>
            </w:r>
          </w:p>
        </w:tc>
        <w:tc>
          <w:tcPr>
            <w:tcW w:w="1956" w:type="dxa"/>
            <w:shd w:val="clear" w:color="auto" w:fill="auto"/>
          </w:tcPr>
          <w:p w:rsidRPr="00B113E0" w:rsidR="00B113E0" w:rsidP="00EC3DC6" w:rsidRDefault="00B113E0" w14:paraId="6D47D532" w14:textId="77777777">
            <w:r w:rsidRPr="00B113E0">
              <w:t>Upper</w:t>
            </w:r>
          </w:p>
        </w:tc>
      </w:tr>
    </w:tbl>
    <w:p w:rsidR="00B113E0" w:rsidP="00B113E0" w:rsidRDefault="00B113E0" w14:paraId="1CE3D839" w14:textId="77777777">
      <w:pPr>
        <w:pStyle w:val="SClassInfoPara"/>
      </w:pPr>
      <w:r>
        <w:t>Description</w:t>
      </w:r>
    </w:p>
    <w:p w:rsidR="00B113E0" w:rsidP="00B113E0" w:rsidRDefault="00B113E0" w14:paraId="08685556" w14:textId="6068DAD3">
      <w:r>
        <w:t>This class is characterized by post disturbance regeneration (herbs, shrub regeneration, seedlings). Silt is deposited on the inside of river meanders following flood events. Flooding deposits seeds</w:t>
      </w:r>
      <w:r w:rsidR="00740977">
        <w:t>,</w:t>
      </w:r>
      <w:r>
        <w:t xml:space="preserve"> which germinate and take root. </w:t>
      </w:r>
      <w:r w:rsidRPr="006D582D">
        <w:rPr>
          <w:i/>
          <w:iCs/>
        </w:rPr>
        <w:t xml:space="preserve">Lupinus </w:t>
      </w:r>
      <w:r>
        <w:t xml:space="preserve">spp., </w:t>
      </w:r>
      <w:r w:rsidRPr="006D582D">
        <w:rPr>
          <w:i/>
          <w:iCs/>
        </w:rPr>
        <w:t xml:space="preserve">Hedysarum </w:t>
      </w:r>
      <w:r>
        <w:t xml:space="preserve">spp., </w:t>
      </w:r>
      <w:r w:rsidRPr="006D582D">
        <w:rPr>
          <w:i/>
          <w:iCs/>
        </w:rPr>
        <w:t>Equisetum</w:t>
      </w:r>
      <w:r>
        <w:t xml:space="preserve"> spp.</w:t>
      </w:r>
      <w:r w:rsidR="00740977">
        <w:t>,</w:t>
      </w:r>
      <w:r>
        <w:t xml:space="preserve"> and </w:t>
      </w:r>
      <w:r w:rsidRPr="006D582D">
        <w:rPr>
          <w:i/>
          <w:iCs/>
        </w:rPr>
        <w:t xml:space="preserve">Salix </w:t>
      </w:r>
      <w:r>
        <w:t xml:space="preserve">spp. colonize in the first year. Within five years </w:t>
      </w:r>
      <w:r w:rsidRPr="005C05B1">
        <w:rPr>
          <w:i/>
          <w:iCs/>
        </w:rPr>
        <w:t xml:space="preserve">Salix </w:t>
      </w:r>
      <w:r>
        <w:t>spp</w:t>
      </w:r>
      <w:r w:rsidR="00740977">
        <w:t>.</w:t>
      </w:r>
      <w:r>
        <w:t xml:space="preserve"> and </w:t>
      </w:r>
      <w:r w:rsidR="00BC7A4F">
        <w:t xml:space="preserve">balsam poplar </w:t>
      </w:r>
      <w:r>
        <w:t xml:space="preserve">seedlings are abundant. Plant cover is 1-2% </w:t>
      </w:r>
      <w:r w:rsidR="0034470D">
        <w:t xml:space="preserve">during the </w:t>
      </w:r>
      <w:r>
        <w:t xml:space="preserve">first year. Shrub cover increases up to 40% by the fifth year, with a diverse herbaceous layer underneath. Occasionally white spruce will germinate in large numbers on mineral soil after flooding, resulting in a dense, even-aged stand and eventual succession to </w:t>
      </w:r>
      <w:r w:rsidR="00851B3E">
        <w:t>C</w:t>
      </w:r>
      <w:r>
        <w:t xml:space="preserve">lass E (via </w:t>
      </w:r>
      <w:r w:rsidR="00851B3E">
        <w:t>C</w:t>
      </w:r>
      <w:r>
        <w:t>lass B).</w:t>
      </w:r>
    </w:p>
    <w:p w:rsidR="00EA03FB" w:rsidP="00B113E0" w:rsidRDefault="00EA03FB" w14:paraId="2696E8E8" w14:textId="77777777"/>
    <w:p>
      <w:r>
        <w:rPr>
          <w:i/>
          <w:u w:val="single"/>
        </w:rPr>
        <w:t>Maximum Tree Size Class</w:t>
      </w:r>
      <w:br/>
      <w:r>
        <w:t>Seedling/Sapling &lt;5"</w:t>
      </w:r>
    </w:p>
    <w:p w:rsidR="00B113E0" w:rsidP="006B5AF6" w:rsidRDefault="00B113E0" w14:paraId="547E13DF" w14:textId="3CF2DD18">
      <w:pPr>
        <w:pStyle w:val="InfoPara"/>
        <w:pBdr>
          <w:top w:val="single" w:color="auto" w:sz="4" w:space="1"/>
        </w:pBdr>
      </w:pPr>
      <w:r xmlns:w="http://schemas.openxmlformats.org/wordprocessingml/2006/main">
        <w:t>Class B</w:t>
      </w:r>
      <w:r xmlns:w="http://schemas.openxmlformats.org/wordprocessingml/2006/main">
        <w:tab/>
        <w:t>18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B113E0" w:rsidP="00B113E0" w:rsidRDefault="00B113E0" w14:paraId="5E42E7B6"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B113E0" w:rsidR="00B113E0" w:rsidTr="00B113E0" w14:paraId="7FFEF0DF" w14:textId="77777777">
        <w:tc>
          <w:tcPr>
            <w:tcW w:w="1260" w:type="dxa"/>
            <w:tcBorders>
              <w:top w:val="single" w:color="auto" w:sz="2" w:space="0"/>
              <w:bottom w:val="single" w:color="000000" w:sz="12" w:space="0"/>
            </w:tcBorders>
            <w:shd w:val="clear" w:color="auto" w:fill="auto"/>
          </w:tcPr>
          <w:p w:rsidRPr="00B113E0" w:rsidR="00B113E0" w:rsidP="00EC3DC6" w:rsidRDefault="00B113E0" w14:paraId="47C01898" w14:textId="77777777">
            <w:pPr>
              <w:rPr>
                <w:b/>
                <w:bCs/>
              </w:rPr>
            </w:pPr>
            <w:r w:rsidRPr="00B113E0">
              <w:rPr>
                <w:b/>
                <w:bCs/>
              </w:rPr>
              <w:t>Symbol</w:t>
            </w:r>
          </w:p>
        </w:tc>
        <w:tc>
          <w:tcPr>
            <w:tcW w:w="3972" w:type="dxa"/>
            <w:tcBorders>
              <w:top w:val="single" w:color="auto" w:sz="2" w:space="0"/>
              <w:bottom w:val="single" w:color="000000" w:sz="12" w:space="0"/>
            </w:tcBorders>
            <w:shd w:val="clear" w:color="auto" w:fill="auto"/>
          </w:tcPr>
          <w:p w:rsidRPr="00B113E0" w:rsidR="00B113E0" w:rsidP="00EC3DC6" w:rsidRDefault="00B113E0" w14:paraId="2F7C5324" w14:textId="77777777">
            <w:pPr>
              <w:rPr>
                <w:b/>
                <w:bCs/>
              </w:rPr>
            </w:pPr>
            <w:r w:rsidRPr="00B113E0">
              <w:rPr>
                <w:b/>
                <w:bCs/>
              </w:rPr>
              <w:t>Scientific Name</w:t>
            </w:r>
          </w:p>
        </w:tc>
        <w:tc>
          <w:tcPr>
            <w:tcW w:w="1860" w:type="dxa"/>
            <w:tcBorders>
              <w:top w:val="single" w:color="auto" w:sz="2" w:space="0"/>
              <w:bottom w:val="single" w:color="000000" w:sz="12" w:space="0"/>
            </w:tcBorders>
            <w:shd w:val="clear" w:color="auto" w:fill="auto"/>
          </w:tcPr>
          <w:p w:rsidRPr="00B113E0" w:rsidR="00B113E0" w:rsidP="00EC3DC6" w:rsidRDefault="00B113E0" w14:paraId="4F8E5056" w14:textId="77777777">
            <w:pPr>
              <w:rPr>
                <w:b/>
                <w:bCs/>
              </w:rPr>
            </w:pPr>
            <w:r w:rsidRPr="00B113E0">
              <w:rPr>
                <w:b/>
                <w:bCs/>
              </w:rPr>
              <w:t>Common Name</w:t>
            </w:r>
          </w:p>
        </w:tc>
        <w:tc>
          <w:tcPr>
            <w:tcW w:w="1956" w:type="dxa"/>
            <w:tcBorders>
              <w:top w:val="single" w:color="auto" w:sz="2" w:space="0"/>
              <w:bottom w:val="single" w:color="000000" w:sz="12" w:space="0"/>
            </w:tcBorders>
            <w:shd w:val="clear" w:color="auto" w:fill="auto"/>
          </w:tcPr>
          <w:p w:rsidRPr="00B113E0" w:rsidR="00B113E0" w:rsidP="00EC3DC6" w:rsidRDefault="00B113E0" w14:paraId="21ACDF4A" w14:textId="77777777">
            <w:pPr>
              <w:rPr>
                <w:b/>
                <w:bCs/>
              </w:rPr>
            </w:pPr>
            <w:r w:rsidRPr="00B113E0">
              <w:rPr>
                <w:b/>
                <w:bCs/>
              </w:rPr>
              <w:t>Canopy Position</w:t>
            </w:r>
          </w:p>
        </w:tc>
      </w:tr>
      <w:tr w:rsidRPr="00B113E0" w:rsidR="00B113E0" w:rsidTr="00B113E0" w14:paraId="6735EEB8" w14:textId="77777777">
        <w:tc>
          <w:tcPr>
            <w:tcW w:w="1260" w:type="dxa"/>
            <w:tcBorders>
              <w:top w:val="single" w:color="000000" w:sz="12" w:space="0"/>
            </w:tcBorders>
            <w:shd w:val="clear" w:color="auto" w:fill="auto"/>
          </w:tcPr>
          <w:p w:rsidRPr="00B113E0" w:rsidR="00B113E0" w:rsidP="00EC3DC6" w:rsidRDefault="00B113E0" w14:paraId="726B96CA" w14:textId="77777777">
            <w:pPr>
              <w:rPr>
                <w:bCs/>
              </w:rPr>
            </w:pPr>
            <w:r w:rsidRPr="00B113E0">
              <w:rPr>
                <w:bCs/>
              </w:rPr>
              <w:t>SALIX</w:t>
            </w:r>
          </w:p>
        </w:tc>
        <w:tc>
          <w:tcPr>
            <w:tcW w:w="3972" w:type="dxa"/>
            <w:tcBorders>
              <w:top w:val="single" w:color="000000" w:sz="12" w:space="0"/>
            </w:tcBorders>
            <w:shd w:val="clear" w:color="auto" w:fill="auto"/>
          </w:tcPr>
          <w:p w:rsidRPr="008F0173" w:rsidR="00B113E0" w:rsidP="00EC3DC6" w:rsidRDefault="00B113E0" w14:paraId="2484C649" w14:textId="1A5E3B38">
            <w:r w:rsidRPr="008F0173">
              <w:rPr>
                <w:i/>
                <w:iCs/>
              </w:rPr>
              <w:t>Salix</w:t>
            </w:r>
            <w:r w:rsidR="008F0173">
              <w:rPr>
                <w:i/>
                <w:iCs/>
              </w:rPr>
              <w:t xml:space="preserve"> </w:t>
            </w:r>
            <w:r w:rsidR="008F0173">
              <w:t>spp.</w:t>
            </w:r>
          </w:p>
        </w:tc>
        <w:tc>
          <w:tcPr>
            <w:tcW w:w="1860" w:type="dxa"/>
            <w:tcBorders>
              <w:top w:val="single" w:color="000000" w:sz="12" w:space="0"/>
            </w:tcBorders>
            <w:shd w:val="clear" w:color="auto" w:fill="auto"/>
          </w:tcPr>
          <w:p w:rsidRPr="00B113E0" w:rsidR="00B113E0" w:rsidP="00EC3DC6" w:rsidRDefault="00B113E0" w14:paraId="14B79E96" w14:textId="77777777">
            <w:r w:rsidRPr="00B113E0">
              <w:t>Willow</w:t>
            </w:r>
          </w:p>
        </w:tc>
        <w:tc>
          <w:tcPr>
            <w:tcW w:w="1956" w:type="dxa"/>
            <w:tcBorders>
              <w:top w:val="single" w:color="000000" w:sz="12" w:space="0"/>
            </w:tcBorders>
            <w:shd w:val="clear" w:color="auto" w:fill="auto"/>
          </w:tcPr>
          <w:p w:rsidRPr="00B113E0" w:rsidR="00B113E0" w:rsidP="00EC3DC6" w:rsidRDefault="00B113E0" w14:paraId="634B9F94" w14:textId="77777777">
            <w:r w:rsidRPr="00B113E0">
              <w:t>Upper</w:t>
            </w:r>
          </w:p>
        </w:tc>
      </w:tr>
      <w:tr w:rsidRPr="00B113E0" w:rsidR="00B113E0" w:rsidTr="00B113E0" w14:paraId="4BD65368" w14:textId="77777777">
        <w:tc>
          <w:tcPr>
            <w:tcW w:w="1260" w:type="dxa"/>
            <w:shd w:val="clear" w:color="auto" w:fill="auto"/>
          </w:tcPr>
          <w:p w:rsidRPr="00B113E0" w:rsidR="00B113E0" w:rsidP="00EC3DC6" w:rsidRDefault="00B113E0" w14:paraId="1B13EFA6" w14:textId="77777777">
            <w:pPr>
              <w:rPr>
                <w:bCs/>
              </w:rPr>
            </w:pPr>
            <w:r w:rsidRPr="00B113E0">
              <w:rPr>
                <w:bCs/>
              </w:rPr>
              <w:t>ALNUS</w:t>
            </w:r>
          </w:p>
        </w:tc>
        <w:tc>
          <w:tcPr>
            <w:tcW w:w="3972" w:type="dxa"/>
            <w:shd w:val="clear" w:color="auto" w:fill="auto"/>
          </w:tcPr>
          <w:p w:rsidRPr="008F0173" w:rsidR="00B113E0" w:rsidP="00EC3DC6" w:rsidRDefault="00B113E0" w14:paraId="66DD6EDF" w14:textId="7119B413">
            <w:r w:rsidRPr="008F0173">
              <w:rPr>
                <w:i/>
                <w:iCs/>
              </w:rPr>
              <w:t>Alnus</w:t>
            </w:r>
            <w:r w:rsidR="008F0173">
              <w:rPr>
                <w:i/>
                <w:iCs/>
              </w:rPr>
              <w:t xml:space="preserve"> </w:t>
            </w:r>
            <w:r w:rsidR="008F0173">
              <w:t>spp.</w:t>
            </w:r>
          </w:p>
        </w:tc>
        <w:tc>
          <w:tcPr>
            <w:tcW w:w="1860" w:type="dxa"/>
            <w:shd w:val="clear" w:color="auto" w:fill="auto"/>
          </w:tcPr>
          <w:p w:rsidRPr="00B113E0" w:rsidR="00B113E0" w:rsidP="00EC3DC6" w:rsidRDefault="00B113E0" w14:paraId="57F34A5C" w14:textId="77777777">
            <w:r w:rsidRPr="00B113E0">
              <w:t>Alder</w:t>
            </w:r>
          </w:p>
        </w:tc>
        <w:tc>
          <w:tcPr>
            <w:tcW w:w="1956" w:type="dxa"/>
            <w:shd w:val="clear" w:color="auto" w:fill="auto"/>
          </w:tcPr>
          <w:p w:rsidRPr="00B113E0" w:rsidR="00B113E0" w:rsidP="00EC3DC6" w:rsidRDefault="00B113E0" w14:paraId="2B789419" w14:textId="77777777">
            <w:r w:rsidRPr="00B113E0">
              <w:t>Upper</w:t>
            </w:r>
          </w:p>
        </w:tc>
      </w:tr>
      <w:tr w:rsidRPr="00B113E0" w:rsidR="00B113E0" w:rsidTr="00B113E0" w14:paraId="0546EE28" w14:textId="77777777">
        <w:tc>
          <w:tcPr>
            <w:tcW w:w="1260" w:type="dxa"/>
            <w:shd w:val="clear" w:color="auto" w:fill="auto"/>
          </w:tcPr>
          <w:p w:rsidRPr="00B113E0" w:rsidR="00B113E0" w:rsidP="00EC3DC6" w:rsidRDefault="00B113E0" w14:paraId="784A8BD4" w14:textId="77777777">
            <w:pPr>
              <w:rPr>
                <w:bCs/>
              </w:rPr>
            </w:pPr>
            <w:r w:rsidRPr="00B113E0">
              <w:rPr>
                <w:bCs/>
              </w:rPr>
              <w:t>POBAB2</w:t>
            </w:r>
          </w:p>
        </w:tc>
        <w:tc>
          <w:tcPr>
            <w:tcW w:w="3972" w:type="dxa"/>
            <w:shd w:val="clear" w:color="auto" w:fill="auto"/>
          </w:tcPr>
          <w:p w:rsidRPr="008F0173" w:rsidR="00B113E0" w:rsidP="00EC3DC6" w:rsidRDefault="00B113E0" w14:paraId="5EE3360E" w14:textId="77777777">
            <w:pPr>
              <w:rPr>
                <w:i/>
                <w:iCs/>
              </w:rPr>
            </w:pPr>
            <w:r w:rsidRPr="008F0173">
              <w:rPr>
                <w:i/>
                <w:iCs/>
              </w:rPr>
              <w:t xml:space="preserve">Populus balsamifera </w:t>
            </w:r>
            <w:r w:rsidRPr="008F0173">
              <w:t>ssp.</w:t>
            </w:r>
            <w:r w:rsidRPr="008F0173">
              <w:rPr>
                <w:i/>
                <w:iCs/>
              </w:rPr>
              <w:t xml:space="preserve"> balsamifera</w:t>
            </w:r>
          </w:p>
        </w:tc>
        <w:tc>
          <w:tcPr>
            <w:tcW w:w="1860" w:type="dxa"/>
            <w:shd w:val="clear" w:color="auto" w:fill="auto"/>
          </w:tcPr>
          <w:p w:rsidRPr="00B113E0" w:rsidR="00B113E0" w:rsidP="00EC3DC6" w:rsidRDefault="00B113E0" w14:paraId="4D9DA29C" w14:textId="77777777">
            <w:r w:rsidRPr="00B113E0">
              <w:t>Balsam poplar</w:t>
            </w:r>
          </w:p>
        </w:tc>
        <w:tc>
          <w:tcPr>
            <w:tcW w:w="1956" w:type="dxa"/>
            <w:shd w:val="clear" w:color="auto" w:fill="auto"/>
          </w:tcPr>
          <w:p w:rsidRPr="00B113E0" w:rsidR="00B113E0" w:rsidP="00EC3DC6" w:rsidRDefault="00B113E0" w14:paraId="33740740" w14:textId="77777777">
            <w:r w:rsidRPr="00B113E0">
              <w:t>Upper</w:t>
            </w:r>
          </w:p>
        </w:tc>
      </w:tr>
      <w:tr w:rsidRPr="00B113E0" w:rsidR="00B113E0" w:rsidTr="00B113E0" w14:paraId="75899DB2" w14:textId="77777777">
        <w:tc>
          <w:tcPr>
            <w:tcW w:w="1260" w:type="dxa"/>
            <w:shd w:val="clear" w:color="auto" w:fill="auto"/>
          </w:tcPr>
          <w:p w:rsidRPr="00B113E0" w:rsidR="00B113E0" w:rsidP="00EC3DC6" w:rsidRDefault="00B113E0" w14:paraId="0D2B2816" w14:textId="77777777">
            <w:pPr>
              <w:rPr>
                <w:bCs/>
              </w:rPr>
            </w:pPr>
            <w:r w:rsidRPr="00B113E0">
              <w:rPr>
                <w:bCs/>
              </w:rPr>
              <w:t>ROAC</w:t>
            </w:r>
          </w:p>
        </w:tc>
        <w:tc>
          <w:tcPr>
            <w:tcW w:w="3972" w:type="dxa"/>
            <w:shd w:val="clear" w:color="auto" w:fill="auto"/>
          </w:tcPr>
          <w:p w:rsidRPr="008F0173" w:rsidR="00B113E0" w:rsidP="00EC3DC6" w:rsidRDefault="00B113E0" w14:paraId="4BAD8645" w14:textId="77777777">
            <w:pPr>
              <w:rPr>
                <w:i/>
                <w:iCs/>
              </w:rPr>
            </w:pPr>
            <w:r w:rsidRPr="008F0173">
              <w:rPr>
                <w:i/>
                <w:iCs/>
              </w:rPr>
              <w:t>Rosa acicularis</w:t>
            </w:r>
          </w:p>
        </w:tc>
        <w:tc>
          <w:tcPr>
            <w:tcW w:w="1860" w:type="dxa"/>
            <w:shd w:val="clear" w:color="auto" w:fill="auto"/>
          </w:tcPr>
          <w:p w:rsidRPr="00B113E0" w:rsidR="00B113E0" w:rsidP="00EC3DC6" w:rsidRDefault="00B113E0" w14:paraId="5B04DA55" w14:textId="77777777">
            <w:r w:rsidRPr="00B113E0">
              <w:t>Prickly rose</w:t>
            </w:r>
          </w:p>
        </w:tc>
        <w:tc>
          <w:tcPr>
            <w:tcW w:w="1956" w:type="dxa"/>
            <w:shd w:val="clear" w:color="auto" w:fill="auto"/>
          </w:tcPr>
          <w:p w:rsidRPr="00B113E0" w:rsidR="00B113E0" w:rsidP="00EC3DC6" w:rsidRDefault="00B113E0" w14:paraId="6438E3D7" w14:textId="77777777">
            <w:r w:rsidRPr="00B113E0">
              <w:t>Lower</w:t>
            </w:r>
          </w:p>
        </w:tc>
      </w:tr>
    </w:tbl>
    <w:p w:rsidR="00B113E0" w:rsidP="00B113E0" w:rsidRDefault="00B113E0" w14:paraId="61AA50AB" w14:textId="77777777">
      <w:pPr>
        <w:pStyle w:val="SClassInfoPara"/>
      </w:pPr>
      <w:r>
        <w:t>Description</w:t>
      </w:r>
    </w:p>
    <w:p w:rsidR="00B113E0" w:rsidP="00B113E0" w:rsidRDefault="00B113E0" w14:paraId="2AD775DD" w14:textId="4C218A22">
      <w:r>
        <w:t>Tall shrubs (</w:t>
      </w:r>
      <w:r w:rsidRPr="002A5E16">
        <w:rPr>
          <w:i/>
          <w:iCs/>
        </w:rPr>
        <w:t>Salix</w:t>
      </w:r>
      <w:r>
        <w:t xml:space="preserve"> spp.</w:t>
      </w:r>
      <w:r w:rsidR="002A5E16">
        <w:t xml:space="preserve"> and</w:t>
      </w:r>
      <w:r>
        <w:t xml:space="preserve"> </w:t>
      </w:r>
      <w:r w:rsidRPr="002A5E16">
        <w:rPr>
          <w:i/>
          <w:iCs/>
        </w:rPr>
        <w:t>Alnus</w:t>
      </w:r>
      <w:r>
        <w:t xml:space="preserve"> spp.) and saplings with a closed canopy (&gt;60%). Saplings may consist of balsam poplar with white spruce in the understory (succession to </w:t>
      </w:r>
      <w:r w:rsidR="00851B3E">
        <w:t>C</w:t>
      </w:r>
      <w:r>
        <w:t xml:space="preserve">lass C), or saplings may consist of pure, even-aged spruce (succession to </w:t>
      </w:r>
      <w:r w:rsidR="00851B3E">
        <w:t>C</w:t>
      </w:r>
      <w:r>
        <w:t xml:space="preserve">lass E). Saplings overtop shrubs at 20-40yrs, when shade-intolerant pioneer shrub species decline and shade-tolerant shrubs </w:t>
      </w:r>
      <w:r w:rsidR="00BC7A4F">
        <w:t xml:space="preserve">such as </w:t>
      </w:r>
      <w:r w:rsidRPr="00BC7A4F">
        <w:rPr>
          <w:i/>
          <w:iCs/>
        </w:rPr>
        <w:t>Rosa acicularis</w:t>
      </w:r>
      <w:r>
        <w:t xml:space="preserve"> (prickly rose)</w:t>
      </w:r>
      <w:r w:rsidR="00BC7A4F">
        <w:t xml:space="preserve"> and</w:t>
      </w:r>
      <w:r>
        <w:t xml:space="preserve"> </w:t>
      </w:r>
      <w:r w:rsidRPr="00BC7A4F">
        <w:rPr>
          <w:i/>
          <w:iCs/>
        </w:rPr>
        <w:t>Viburnum edule</w:t>
      </w:r>
      <w:r>
        <w:t xml:space="preserve"> (</w:t>
      </w:r>
      <w:r w:rsidR="00740977">
        <w:t>squashberry</w:t>
      </w:r>
      <w:r>
        <w:t xml:space="preserve">) become more common and have a canopy cover </w:t>
      </w:r>
      <w:r w:rsidR="00524A9B">
        <w:t xml:space="preserve">of </w:t>
      </w:r>
      <w:r>
        <w:t>10%.</w:t>
      </w:r>
      <w:r w:rsidR="00EA03FB">
        <w:t xml:space="preserve"> </w:t>
      </w:r>
      <w:r>
        <w:t xml:space="preserve">The alternate succession pathway represents </w:t>
      </w:r>
      <w:r w:rsidR="00524A9B">
        <w:t xml:space="preserve">the </w:t>
      </w:r>
      <w:r>
        <w:t xml:space="preserve">possibility that white spruce will germinate in large numbers on mineral soil after flooding, resulting in a dense, even-aged stand. </w:t>
      </w:r>
    </w:p>
    <w:p w:rsidR="004704E1" w:rsidP="00B113E0" w:rsidRDefault="004704E1" w14:paraId="0CC1D798" w14:textId="77777777"/>
    <w:p>
      <w:r>
        <w:rPr>
          <w:i/>
          <w:u w:val="single"/>
        </w:rPr>
        <w:t>Maximum Tree Size Class</w:t>
      </w:r>
      <w:br/>
      <w:r>
        <w:t>Seedling/Sapling &lt;5"</w:t>
      </w:r>
    </w:p>
    <w:p w:rsidR="00B113E0" w:rsidP="00B113E0" w:rsidRDefault="00B113E0" w14:paraId="4D5FCF74" w14:textId="6D894A36">
      <w:pPr>
        <w:pStyle w:val="InfoPara"/>
        <w:pBdr>
          <w:top w:val="single" w:color="auto" w:sz="4" w:space="1"/>
        </w:pBdr>
      </w:pPr>
      <w:r xmlns:w="http://schemas.openxmlformats.org/wordprocessingml/2006/main">
        <w:t>Class C</w:t>
      </w:r>
      <w:r xmlns:w="http://schemas.openxmlformats.org/wordprocessingml/2006/main">
        <w:tab/>
        <w:t>40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B113E0" w:rsidP="00B113E0" w:rsidRDefault="00B113E0" w14:paraId="3E1A7F68"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B113E0" w:rsidR="00B113E0" w:rsidTr="00B113E0" w14:paraId="49736CED" w14:textId="77777777">
        <w:tc>
          <w:tcPr>
            <w:tcW w:w="1260" w:type="dxa"/>
            <w:tcBorders>
              <w:top w:val="single" w:color="auto" w:sz="2" w:space="0"/>
              <w:bottom w:val="single" w:color="000000" w:sz="12" w:space="0"/>
            </w:tcBorders>
            <w:shd w:val="clear" w:color="auto" w:fill="auto"/>
          </w:tcPr>
          <w:p w:rsidRPr="00B113E0" w:rsidR="00B113E0" w:rsidP="00EC3DC6" w:rsidRDefault="00B113E0" w14:paraId="19968BCE" w14:textId="77777777">
            <w:pPr>
              <w:rPr>
                <w:b/>
                <w:bCs/>
              </w:rPr>
            </w:pPr>
            <w:r w:rsidRPr="00B113E0">
              <w:rPr>
                <w:b/>
                <w:bCs/>
              </w:rPr>
              <w:t>Symbol</w:t>
            </w:r>
          </w:p>
        </w:tc>
        <w:tc>
          <w:tcPr>
            <w:tcW w:w="3972" w:type="dxa"/>
            <w:tcBorders>
              <w:top w:val="single" w:color="auto" w:sz="2" w:space="0"/>
              <w:bottom w:val="single" w:color="000000" w:sz="12" w:space="0"/>
            </w:tcBorders>
            <w:shd w:val="clear" w:color="auto" w:fill="auto"/>
          </w:tcPr>
          <w:p w:rsidRPr="00B113E0" w:rsidR="00B113E0" w:rsidP="00EC3DC6" w:rsidRDefault="00B113E0" w14:paraId="3F7E1B34" w14:textId="77777777">
            <w:pPr>
              <w:rPr>
                <w:b/>
                <w:bCs/>
              </w:rPr>
            </w:pPr>
            <w:r w:rsidRPr="00B113E0">
              <w:rPr>
                <w:b/>
                <w:bCs/>
              </w:rPr>
              <w:t>Scientific Name</w:t>
            </w:r>
          </w:p>
        </w:tc>
        <w:tc>
          <w:tcPr>
            <w:tcW w:w="1860" w:type="dxa"/>
            <w:tcBorders>
              <w:top w:val="single" w:color="auto" w:sz="2" w:space="0"/>
              <w:bottom w:val="single" w:color="000000" w:sz="12" w:space="0"/>
            </w:tcBorders>
            <w:shd w:val="clear" w:color="auto" w:fill="auto"/>
          </w:tcPr>
          <w:p w:rsidRPr="00B113E0" w:rsidR="00B113E0" w:rsidP="00EC3DC6" w:rsidRDefault="00B113E0" w14:paraId="63E66AA9" w14:textId="77777777">
            <w:pPr>
              <w:rPr>
                <w:b/>
                <w:bCs/>
              </w:rPr>
            </w:pPr>
            <w:r w:rsidRPr="00B113E0">
              <w:rPr>
                <w:b/>
                <w:bCs/>
              </w:rPr>
              <w:t>Common Name</w:t>
            </w:r>
          </w:p>
        </w:tc>
        <w:tc>
          <w:tcPr>
            <w:tcW w:w="1956" w:type="dxa"/>
            <w:tcBorders>
              <w:top w:val="single" w:color="auto" w:sz="2" w:space="0"/>
              <w:bottom w:val="single" w:color="000000" w:sz="12" w:space="0"/>
            </w:tcBorders>
            <w:shd w:val="clear" w:color="auto" w:fill="auto"/>
          </w:tcPr>
          <w:p w:rsidRPr="00B113E0" w:rsidR="00B113E0" w:rsidP="00EC3DC6" w:rsidRDefault="00B113E0" w14:paraId="1996CE42" w14:textId="77777777">
            <w:pPr>
              <w:rPr>
                <w:b/>
                <w:bCs/>
              </w:rPr>
            </w:pPr>
            <w:r w:rsidRPr="00B113E0">
              <w:rPr>
                <w:b/>
                <w:bCs/>
              </w:rPr>
              <w:t>Canopy Position</w:t>
            </w:r>
          </w:p>
        </w:tc>
      </w:tr>
      <w:tr w:rsidRPr="00B113E0" w:rsidR="00B113E0" w:rsidTr="00B113E0" w14:paraId="5C3278D5" w14:textId="77777777">
        <w:tc>
          <w:tcPr>
            <w:tcW w:w="1260" w:type="dxa"/>
            <w:tcBorders>
              <w:top w:val="single" w:color="000000" w:sz="12" w:space="0"/>
            </w:tcBorders>
            <w:shd w:val="clear" w:color="auto" w:fill="auto"/>
          </w:tcPr>
          <w:p w:rsidRPr="00B113E0" w:rsidR="00B113E0" w:rsidP="00EC3DC6" w:rsidRDefault="00B113E0" w14:paraId="6C26ADB7" w14:textId="77777777">
            <w:pPr>
              <w:rPr>
                <w:bCs/>
              </w:rPr>
            </w:pPr>
            <w:r w:rsidRPr="00B113E0">
              <w:rPr>
                <w:bCs/>
              </w:rPr>
              <w:t>POBAB2</w:t>
            </w:r>
          </w:p>
        </w:tc>
        <w:tc>
          <w:tcPr>
            <w:tcW w:w="3972" w:type="dxa"/>
            <w:tcBorders>
              <w:top w:val="single" w:color="000000" w:sz="12" w:space="0"/>
            </w:tcBorders>
            <w:shd w:val="clear" w:color="auto" w:fill="auto"/>
          </w:tcPr>
          <w:p w:rsidRPr="00524A9B" w:rsidR="00B113E0" w:rsidP="00EC3DC6" w:rsidRDefault="00B113E0" w14:paraId="22E33BB8" w14:textId="77777777">
            <w:pPr>
              <w:rPr>
                <w:i/>
                <w:iCs/>
              </w:rPr>
            </w:pPr>
            <w:r w:rsidRPr="00524A9B">
              <w:rPr>
                <w:i/>
                <w:iCs/>
              </w:rPr>
              <w:t xml:space="preserve">Populus balsamifera </w:t>
            </w:r>
            <w:r w:rsidRPr="00524A9B">
              <w:t>ssp</w:t>
            </w:r>
            <w:r w:rsidRPr="00524A9B">
              <w:rPr>
                <w:i/>
                <w:iCs/>
              </w:rPr>
              <w:t>. balsamifera</w:t>
            </w:r>
          </w:p>
        </w:tc>
        <w:tc>
          <w:tcPr>
            <w:tcW w:w="1860" w:type="dxa"/>
            <w:tcBorders>
              <w:top w:val="single" w:color="000000" w:sz="12" w:space="0"/>
            </w:tcBorders>
            <w:shd w:val="clear" w:color="auto" w:fill="auto"/>
          </w:tcPr>
          <w:p w:rsidRPr="00B113E0" w:rsidR="00B113E0" w:rsidP="00EC3DC6" w:rsidRDefault="00B113E0" w14:paraId="0276CD9A" w14:textId="77777777">
            <w:r w:rsidRPr="00B113E0">
              <w:t>Balsam poplar</w:t>
            </w:r>
          </w:p>
        </w:tc>
        <w:tc>
          <w:tcPr>
            <w:tcW w:w="1956" w:type="dxa"/>
            <w:tcBorders>
              <w:top w:val="single" w:color="000000" w:sz="12" w:space="0"/>
            </w:tcBorders>
            <w:shd w:val="clear" w:color="auto" w:fill="auto"/>
          </w:tcPr>
          <w:p w:rsidRPr="00B113E0" w:rsidR="00B113E0" w:rsidP="00EC3DC6" w:rsidRDefault="00B113E0" w14:paraId="22BA3290" w14:textId="77777777">
            <w:r w:rsidRPr="00B113E0">
              <w:t>Upper</w:t>
            </w:r>
          </w:p>
        </w:tc>
      </w:tr>
      <w:tr w:rsidRPr="00B113E0" w:rsidR="00B113E0" w:rsidTr="00B113E0" w14:paraId="6D5A7C7F" w14:textId="77777777">
        <w:tc>
          <w:tcPr>
            <w:tcW w:w="1260" w:type="dxa"/>
            <w:shd w:val="clear" w:color="auto" w:fill="auto"/>
          </w:tcPr>
          <w:p w:rsidRPr="00B113E0" w:rsidR="00B113E0" w:rsidP="00EC3DC6" w:rsidRDefault="00B113E0" w14:paraId="17526EE7" w14:textId="77777777">
            <w:pPr>
              <w:rPr>
                <w:bCs/>
              </w:rPr>
            </w:pPr>
            <w:r w:rsidRPr="00B113E0">
              <w:rPr>
                <w:bCs/>
              </w:rPr>
              <w:t>PIGL</w:t>
            </w:r>
          </w:p>
        </w:tc>
        <w:tc>
          <w:tcPr>
            <w:tcW w:w="3972" w:type="dxa"/>
            <w:shd w:val="clear" w:color="auto" w:fill="auto"/>
          </w:tcPr>
          <w:p w:rsidRPr="00524A9B" w:rsidR="00B113E0" w:rsidP="00EC3DC6" w:rsidRDefault="00B113E0" w14:paraId="5075607E" w14:textId="77777777">
            <w:pPr>
              <w:rPr>
                <w:i/>
                <w:iCs/>
              </w:rPr>
            </w:pPr>
            <w:r w:rsidRPr="00524A9B">
              <w:rPr>
                <w:i/>
                <w:iCs/>
              </w:rPr>
              <w:t>Picea glauca</w:t>
            </w:r>
          </w:p>
        </w:tc>
        <w:tc>
          <w:tcPr>
            <w:tcW w:w="1860" w:type="dxa"/>
            <w:shd w:val="clear" w:color="auto" w:fill="auto"/>
          </w:tcPr>
          <w:p w:rsidRPr="00B113E0" w:rsidR="00B113E0" w:rsidP="00EC3DC6" w:rsidRDefault="00B113E0" w14:paraId="4203B40A" w14:textId="77777777">
            <w:r w:rsidRPr="00B113E0">
              <w:t>White spruce</w:t>
            </w:r>
          </w:p>
        </w:tc>
        <w:tc>
          <w:tcPr>
            <w:tcW w:w="1956" w:type="dxa"/>
            <w:shd w:val="clear" w:color="auto" w:fill="auto"/>
          </w:tcPr>
          <w:p w:rsidRPr="00B113E0" w:rsidR="00B113E0" w:rsidP="00EC3DC6" w:rsidRDefault="00B113E0" w14:paraId="231EBD8D" w14:textId="77777777">
            <w:r w:rsidRPr="00B113E0">
              <w:t>Middle</w:t>
            </w:r>
          </w:p>
        </w:tc>
      </w:tr>
      <w:tr w:rsidRPr="00B113E0" w:rsidR="00B113E0" w:rsidTr="00B113E0" w14:paraId="715039B2" w14:textId="77777777">
        <w:tc>
          <w:tcPr>
            <w:tcW w:w="1260" w:type="dxa"/>
            <w:shd w:val="clear" w:color="auto" w:fill="auto"/>
          </w:tcPr>
          <w:p w:rsidRPr="00B113E0" w:rsidR="00B113E0" w:rsidP="00EC3DC6" w:rsidRDefault="00B113E0" w14:paraId="43670FC5" w14:textId="77777777">
            <w:pPr>
              <w:rPr>
                <w:bCs/>
              </w:rPr>
            </w:pPr>
            <w:r w:rsidRPr="00B113E0">
              <w:rPr>
                <w:bCs/>
              </w:rPr>
              <w:t>ROAC</w:t>
            </w:r>
          </w:p>
        </w:tc>
        <w:tc>
          <w:tcPr>
            <w:tcW w:w="3972" w:type="dxa"/>
            <w:shd w:val="clear" w:color="auto" w:fill="auto"/>
          </w:tcPr>
          <w:p w:rsidRPr="00524A9B" w:rsidR="00B113E0" w:rsidP="00EC3DC6" w:rsidRDefault="00B113E0" w14:paraId="63D4C750" w14:textId="77777777">
            <w:pPr>
              <w:rPr>
                <w:i/>
                <w:iCs/>
              </w:rPr>
            </w:pPr>
            <w:r w:rsidRPr="00524A9B">
              <w:rPr>
                <w:i/>
                <w:iCs/>
              </w:rPr>
              <w:t>Rosa acicularis</w:t>
            </w:r>
          </w:p>
        </w:tc>
        <w:tc>
          <w:tcPr>
            <w:tcW w:w="1860" w:type="dxa"/>
            <w:shd w:val="clear" w:color="auto" w:fill="auto"/>
          </w:tcPr>
          <w:p w:rsidRPr="00B113E0" w:rsidR="00B113E0" w:rsidP="00EC3DC6" w:rsidRDefault="00B113E0" w14:paraId="74EF4497" w14:textId="77777777">
            <w:r w:rsidRPr="00B113E0">
              <w:t>Prickly rose</w:t>
            </w:r>
          </w:p>
        </w:tc>
        <w:tc>
          <w:tcPr>
            <w:tcW w:w="1956" w:type="dxa"/>
            <w:shd w:val="clear" w:color="auto" w:fill="auto"/>
          </w:tcPr>
          <w:p w:rsidRPr="00B113E0" w:rsidR="00B113E0" w:rsidP="00EC3DC6" w:rsidRDefault="00B113E0" w14:paraId="1A2750B7" w14:textId="77777777">
            <w:r w:rsidRPr="00B113E0">
              <w:t>Lower</w:t>
            </w:r>
          </w:p>
        </w:tc>
      </w:tr>
      <w:tr w:rsidRPr="00B113E0" w:rsidR="00B113E0" w:rsidTr="00B113E0" w14:paraId="394440A9" w14:textId="77777777">
        <w:tc>
          <w:tcPr>
            <w:tcW w:w="1260" w:type="dxa"/>
            <w:shd w:val="clear" w:color="auto" w:fill="auto"/>
          </w:tcPr>
          <w:p w:rsidRPr="00B113E0" w:rsidR="00B113E0" w:rsidP="00EC3DC6" w:rsidRDefault="00B113E0" w14:paraId="2DC24ADD" w14:textId="77777777">
            <w:pPr>
              <w:rPr>
                <w:bCs/>
              </w:rPr>
            </w:pPr>
            <w:r w:rsidRPr="00B113E0">
              <w:rPr>
                <w:bCs/>
              </w:rPr>
              <w:t>VIED</w:t>
            </w:r>
          </w:p>
        </w:tc>
        <w:tc>
          <w:tcPr>
            <w:tcW w:w="3972" w:type="dxa"/>
            <w:shd w:val="clear" w:color="auto" w:fill="auto"/>
          </w:tcPr>
          <w:p w:rsidRPr="00524A9B" w:rsidR="00B113E0" w:rsidP="00EC3DC6" w:rsidRDefault="00B113E0" w14:paraId="11BEDB07" w14:textId="77777777">
            <w:pPr>
              <w:rPr>
                <w:i/>
                <w:iCs/>
              </w:rPr>
            </w:pPr>
            <w:r w:rsidRPr="00524A9B">
              <w:rPr>
                <w:i/>
                <w:iCs/>
              </w:rPr>
              <w:t>Viburnum edule</w:t>
            </w:r>
          </w:p>
        </w:tc>
        <w:tc>
          <w:tcPr>
            <w:tcW w:w="1860" w:type="dxa"/>
            <w:shd w:val="clear" w:color="auto" w:fill="auto"/>
          </w:tcPr>
          <w:p w:rsidRPr="00B113E0" w:rsidR="00B113E0" w:rsidP="00EC3DC6" w:rsidRDefault="00B113E0" w14:paraId="61E54DBE" w14:textId="77777777">
            <w:r w:rsidRPr="00B113E0">
              <w:t>Squashberry</w:t>
            </w:r>
          </w:p>
        </w:tc>
        <w:tc>
          <w:tcPr>
            <w:tcW w:w="1956" w:type="dxa"/>
            <w:shd w:val="clear" w:color="auto" w:fill="auto"/>
          </w:tcPr>
          <w:p w:rsidRPr="00B113E0" w:rsidR="00B113E0" w:rsidP="00EC3DC6" w:rsidRDefault="00B113E0" w14:paraId="34E466B0" w14:textId="77777777">
            <w:r w:rsidRPr="00B113E0">
              <w:t>Lower</w:t>
            </w:r>
          </w:p>
        </w:tc>
      </w:tr>
    </w:tbl>
    <w:p w:rsidR="00B113E0" w:rsidP="00B113E0" w:rsidRDefault="00B113E0" w14:paraId="39C68782" w14:textId="77777777">
      <w:pPr>
        <w:pStyle w:val="SClassInfoPara"/>
      </w:pPr>
      <w:r>
        <w:t>Description</w:t>
      </w:r>
    </w:p>
    <w:p w:rsidR="000A4F34" w:rsidP="000A4F34" w:rsidRDefault="00B113E0" w14:paraId="72819F65" w14:textId="2529958D">
      <w:pPr>
        <w:spacing w:after="240"/>
      </w:pPr>
      <w:r>
        <w:t xml:space="preserve">Closed balsam poplar forest. Balsam poplar is the dominant overstory </w:t>
      </w:r>
      <w:r w:rsidR="005C276A">
        <w:t>species,</w:t>
      </w:r>
      <w:r>
        <w:t xml:space="preserve"> but white spruce is commonly in the understory. Shade-tolerant shrub species persist in the understory. If spruce is present, at approximately 100-150yrs the transition from balsam poplar to white spruce dominance begins (succession to </w:t>
      </w:r>
      <w:r w:rsidR="005C276A">
        <w:t>C</w:t>
      </w:r>
      <w:r>
        <w:t>lass D). If white spruce is not present</w:t>
      </w:r>
      <w:r w:rsidR="00995E90">
        <w:t>,</w:t>
      </w:r>
      <w:r>
        <w:t xml:space="preserve"> poplar persists, the stand ages</w:t>
      </w:r>
      <w:r w:rsidR="00AC3247">
        <w:t>,</w:t>
      </w:r>
      <w:r>
        <w:t xml:space="preserve"> and individual trees are lost to wind, disease</w:t>
      </w:r>
      <w:r w:rsidR="00995E90">
        <w:t>,</w:t>
      </w:r>
      <w:r>
        <w:t xml:space="preserve"> or rot. Shrub cover commonly increases as the overstory canopy declines.</w:t>
      </w:r>
    </w:p>
    <w:p>
      <w:r>
        <w:rPr>
          <w:i/>
          <w:u w:val="single"/>
        </w:rPr>
        <w:t>Maximum Tree Size Class</w:t>
      </w:r>
      <w:br/>
      <w:r>
        <w:t>Pole 5–9" (softwood)/5–11" (hardwood)</w:t>
      </w:r>
    </w:p>
    <w:p w:rsidR="00B113E0" w:rsidP="00B113E0" w:rsidRDefault="00B113E0" w14:paraId="76DF5B54" w14:textId="2A6B806C">
      <w:pPr>
        <w:pStyle w:val="InfoPara"/>
        <w:pBdr>
          <w:top w:val="single" w:color="auto" w:sz="4" w:space="1"/>
        </w:pBdr>
      </w:pPr>
      <w:r xmlns:w="http://schemas.openxmlformats.org/wordprocessingml/2006/main">
        <w:t>Class D</w:t>
      </w:r>
      <w:r xmlns:w="http://schemas.openxmlformats.org/wordprocessingml/2006/main">
        <w:tab/>
        <w:t>27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B113E0" w:rsidP="00B113E0" w:rsidRDefault="00B113E0" w14:paraId="2D102C2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1920"/>
        <w:gridCol w:w="1860"/>
        <w:gridCol w:w="1956"/>
      </w:tblGrid>
      <w:tr w:rsidRPr="00B113E0" w:rsidR="00B113E0" w:rsidTr="00B113E0" w14:paraId="722BCAB2" w14:textId="77777777">
        <w:tc>
          <w:tcPr>
            <w:tcW w:w="1056" w:type="dxa"/>
            <w:tcBorders>
              <w:top w:val="single" w:color="auto" w:sz="2" w:space="0"/>
              <w:bottom w:val="single" w:color="000000" w:sz="12" w:space="0"/>
            </w:tcBorders>
            <w:shd w:val="clear" w:color="auto" w:fill="auto"/>
          </w:tcPr>
          <w:p w:rsidRPr="00B113E0" w:rsidR="00B113E0" w:rsidP="00EC3DC6" w:rsidRDefault="00B113E0" w14:paraId="607BE2EF" w14:textId="77777777">
            <w:pPr>
              <w:rPr>
                <w:b/>
                <w:bCs/>
              </w:rPr>
            </w:pPr>
            <w:r w:rsidRPr="00B113E0">
              <w:rPr>
                <w:b/>
                <w:bCs/>
              </w:rPr>
              <w:t>Symbol</w:t>
            </w:r>
          </w:p>
        </w:tc>
        <w:tc>
          <w:tcPr>
            <w:tcW w:w="1920" w:type="dxa"/>
            <w:tcBorders>
              <w:top w:val="single" w:color="auto" w:sz="2" w:space="0"/>
              <w:bottom w:val="single" w:color="000000" w:sz="12" w:space="0"/>
            </w:tcBorders>
            <w:shd w:val="clear" w:color="auto" w:fill="auto"/>
          </w:tcPr>
          <w:p w:rsidRPr="00B113E0" w:rsidR="00B113E0" w:rsidP="00EC3DC6" w:rsidRDefault="00B113E0" w14:paraId="0BBDDF31" w14:textId="77777777">
            <w:pPr>
              <w:rPr>
                <w:b/>
                <w:bCs/>
              </w:rPr>
            </w:pPr>
            <w:r w:rsidRPr="00B113E0">
              <w:rPr>
                <w:b/>
                <w:bCs/>
              </w:rPr>
              <w:t>Scientific Name</w:t>
            </w:r>
          </w:p>
        </w:tc>
        <w:tc>
          <w:tcPr>
            <w:tcW w:w="1860" w:type="dxa"/>
            <w:tcBorders>
              <w:top w:val="single" w:color="auto" w:sz="2" w:space="0"/>
              <w:bottom w:val="single" w:color="000000" w:sz="12" w:space="0"/>
            </w:tcBorders>
            <w:shd w:val="clear" w:color="auto" w:fill="auto"/>
          </w:tcPr>
          <w:p w:rsidRPr="00B113E0" w:rsidR="00B113E0" w:rsidP="00EC3DC6" w:rsidRDefault="00B113E0" w14:paraId="0E2811A7" w14:textId="77777777">
            <w:pPr>
              <w:rPr>
                <w:b/>
                <w:bCs/>
              </w:rPr>
            </w:pPr>
            <w:r w:rsidRPr="00B113E0">
              <w:rPr>
                <w:b/>
                <w:bCs/>
              </w:rPr>
              <w:t>Common Name</w:t>
            </w:r>
          </w:p>
        </w:tc>
        <w:tc>
          <w:tcPr>
            <w:tcW w:w="1956" w:type="dxa"/>
            <w:tcBorders>
              <w:top w:val="single" w:color="auto" w:sz="2" w:space="0"/>
              <w:bottom w:val="single" w:color="000000" w:sz="12" w:space="0"/>
            </w:tcBorders>
            <w:shd w:val="clear" w:color="auto" w:fill="auto"/>
          </w:tcPr>
          <w:p w:rsidRPr="00B113E0" w:rsidR="00B113E0" w:rsidP="00EC3DC6" w:rsidRDefault="00B113E0" w14:paraId="3239E5A5" w14:textId="77777777">
            <w:pPr>
              <w:rPr>
                <w:b/>
                <w:bCs/>
              </w:rPr>
            </w:pPr>
            <w:r w:rsidRPr="00B113E0">
              <w:rPr>
                <w:b/>
                <w:bCs/>
              </w:rPr>
              <w:t>Canopy Position</w:t>
            </w:r>
          </w:p>
        </w:tc>
      </w:tr>
      <w:tr w:rsidRPr="00B113E0" w:rsidR="00B113E0" w:rsidTr="00B113E0" w14:paraId="172EF7FA" w14:textId="77777777">
        <w:tc>
          <w:tcPr>
            <w:tcW w:w="1056" w:type="dxa"/>
            <w:tcBorders>
              <w:top w:val="single" w:color="000000" w:sz="12" w:space="0"/>
            </w:tcBorders>
            <w:shd w:val="clear" w:color="auto" w:fill="auto"/>
          </w:tcPr>
          <w:p w:rsidRPr="00B113E0" w:rsidR="00B113E0" w:rsidP="00EC3DC6" w:rsidRDefault="00B113E0" w14:paraId="150C141D" w14:textId="77777777">
            <w:pPr>
              <w:rPr>
                <w:bCs/>
              </w:rPr>
            </w:pPr>
            <w:r w:rsidRPr="00B113E0">
              <w:rPr>
                <w:bCs/>
              </w:rPr>
              <w:t>PIGL</w:t>
            </w:r>
          </w:p>
        </w:tc>
        <w:tc>
          <w:tcPr>
            <w:tcW w:w="1920" w:type="dxa"/>
            <w:tcBorders>
              <w:top w:val="single" w:color="000000" w:sz="12" w:space="0"/>
            </w:tcBorders>
            <w:shd w:val="clear" w:color="auto" w:fill="auto"/>
          </w:tcPr>
          <w:p w:rsidRPr="004D50BA" w:rsidR="00B113E0" w:rsidP="00EC3DC6" w:rsidRDefault="00B113E0" w14:paraId="0B6C6359" w14:textId="77777777">
            <w:pPr>
              <w:rPr>
                <w:i/>
                <w:iCs/>
              </w:rPr>
            </w:pPr>
            <w:r w:rsidRPr="004D50BA">
              <w:rPr>
                <w:i/>
                <w:iCs/>
              </w:rPr>
              <w:t>Picea glauca</w:t>
            </w:r>
          </w:p>
        </w:tc>
        <w:tc>
          <w:tcPr>
            <w:tcW w:w="1860" w:type="dxa"/>
            <w:tcBorders>
              <w:top w:val="single" w:color="000000" w:sz="12" w:space="0"/>
            </w:tcBorders>
            <w:shd w:val="clear" w:color="auto" w:fill="auto"/>
          </w:tcPr>
          <w:p w:rsidRPr="00B113E0" w:rsidR="00B113E0" w:rsidP="00EC3DC6" w:rsidRDefault="00B113E0" w14:paraId="582BF365" w14:textId="77777777">
            <w:r w:rsidRPr="00B113E0">
              <w:t>White spruce</w:t>
            </w:r>
          </w:p>
        </w:tc>
        <w:tc>
          <w:tcPr>
            <w:tcW w:w="1956" w:type="dxa"/>
            <w:tcBorders>
              <w:top w:val="single" w:color="000000" w:sz="12" w:space="0"/>
            </w:tcBorders>
            <w:shd w:val="clear" w:color="auto" w:fill="auto"/>
          </w:tcPr>
          <w:p w:rsidRPr="00B113E0" w:rsidR="00B113E0" w:rsidP="00EC3DC6" w:rsidRDefault="00B113E0" w14:paraId="29254E06" w14:textId="77777777">
            <w:r w:rsidRPr="00B113E0">
              <w:t>Upper</w:t>
            </w:r>
          </w:p>
        </w:tc>
      </w:tr>
      <w:tr w:rsidRPr="00B113E0" w:rsidR="00B113E0" w:rsidTr="00B113E0" w14:paraId="3C563627" w14:textId="77777777">
        <w:tc>
          <w:tcPr>
            <w:tcW w:w="1056" w:type="dxa"/>
            <w:shd w:val="clear" w:color="auto" w:fill="auto"/>
          </w:tcPr>
          <w:p w:rsidRPr="00B113E0" w:rsidR="00B113E0" w:rsidP="00EC3DC6" w:rsidRDefault="00B113E0" w14:paraId="7FEBE358" w14:textId="77777777">
            <w:pPr>
              <w:rPr>
                <w:bCs/>
              </w:rPr>
            </w:pPr>
            <w:r w:rsidRPr="00B113E0">
              <w:rPr>
                <w:bCs/>
              </w:rPr>
              <w:t>ROAC</w:t>
            </w:r>
          </w:p>
        </w:tc>
        <w:tc>
          <w:tcPr>
            <w:tcW w:w="1920" w:type="dxa"/>
            <w:shd w:val="clear" w:color="auto" w:fill="auto"/>
          </w:tcPr>
          <w:p w:rsidRPr="004D50BA" w:rsidR="00B113E0" w:rsidP="00EC3DC6" w:rsidRDefault="00B113E0" w14:paraId="177DA9A6" w14:textId="77777777">
            <w:pPr>
              <w:rPr>
                <w:i/>
                <w:iCs/>
              </w:rPr>
            </w:pPr>
            <w:r w:rsidRPr="004D50BA">
              <w:rPr>
                <w:i/>
                <w:iCs/>
              </w:rPr>
              <w:t>Rosa acicularis</w:t>
            </w:r>
          </w:p>
        </w:tc>
        <w:tc>
          <w:tcPr>
            <w:tcW w:w="1860" w:type="dxa"/>
            <w:shd w:val="clear" w:color="auto" w:fill="auto"/>
          </w:tcPr>
          <w:p w:rsidRPr="00B113E0" w:rsidR="00B113E0" w:rsidP="00EC3DC6" w:rsidRDefault="00B113E0" w14:paraId="4AE1F063" w14:textId="77777777">
            <w:r w:rsidRPr="00B113E0">
              <w:t>Prickly rose</w:t>
            </w:r>
          </w:p>
        </w:tc>
        <w:tc>
          <w:tcPr>
            <w:tcW w:w="1956" w:type="dxa"/>
            <w:shd w:val="clear" w:color="auto" w:fill="auto"/>
          </w:tcPr>
          <w:p w:rsidRPr="00B113E0" w:rsidR="00B113E0" w:rsidP="00EC3DC6" w:rsidRDefault="00B113E0" w14:paraId="58CFF0D0" w14:textId="77777777">
            <w:r w:rsidRPr="00B113E0">
              <w:t>Lower</w:t>
            </w:r>
          </w:p>
        </w:tc>
      </w:tr>
      <w:tr w:rsidRPr="00B113E0" w:rsidR="00B113E0" w:rsidTr="00B113E0" w14:paraId="4F63A66D" w14:textId="77777777">
        <w:tc>
          <w:tcPr>
            <w:tcW w:w="1056" w:type="dxa"/>
            <w:shd w:val="clear" w:color="auto" w:fill="auto"/>
          </w:tcPr>
          <w:p w:rsidRPr="00B113E0" w:rsidR="00B113E0" w:rsidP="00EC3DC6" w:rsidRDefault="00B113E0" w14:paraId="526840CC" w14:textId="77777777">
            <w:pPr>
              <w:rPr>
                <w:bCs/>
              </w:rPr>
            </w:pPr>
            <w:r w:rsidRPr="00B113E0">
              <w:rPr>
                <w:bCs/>
              </w:rPr>
              <w:t>VIED</w:t>
            </w:r>
          </w:p>
        </w:tc>
        <w:tc>
          <w:tcPr>
            <w:tcW w:w="1920" w:type="dxa"/>
            <w:shd w:val="clear" w:color="auto" w:fill="auto"/>
          </w:tcPr>
          <w:p w:rsidRPr="004D50BA" w:rsidR="00B113E0" w:rsidP="00EC3DC6" w:rsidRDefault="00B113E0" w14:paraId="048AA8A8" w14:textId="77777777">
            <w:pPr>
              <w:rPr>
                <w:i/>
                <w:iCs/>
              </w:rPr>
            </w:pPr>
            <w:r w:rsidRPr="004D50BA">
              <w:rPr>
                <w:i/>
                <w:iCs/>
              </w:rPr>
              <w:t>Viburnum edule</w:t>
            </w:r>
          </w:p>
        </w:tc>
        <w:tc>
          <w:tcPr>
            <w:tcW w:w="1860" w:type="dxa"/>
            <w:shd w:val="clear" w:color="auto" w:fill="auto"/>
          </w:tcPr>
          <w:p w:rsidRPr="00B113E0" w:rsidR="00B113E0" w:rsidP="00EC3DC6" w:rsidRDefault="00B113E0" w14:paraId="5674E0A3" w14:textId="77777777">
            <w:r w:rsidRPr="00B113E0">
              <w:t>Squashberry</w:t>
            </w:r>
          </w:p>
        </w:tc>
        <w:tc>
          <w:tcPr>
            <w:tcW w:w="1956" w:type="dxa"/>
            <w:shd w:val="clear" w:color="auto" w:fill="auto"/>
          </w:tcPr>
          <w:p w:rsidRPr="00B113E0" w:rsidR="00B113E0" w:rsidP="00EC3DC6" w:rsidRDefault="00B113E0" w14:paraId="5CDAC27A" w14:textId="77777777">
            <w:r w:rsidRPr="00B113E0">
              <w:t>Lower</w:t>
            </w:r>
          </w:p>
        </w:tc>
      </w:tr>
    </w:tbl>
    <w:p w:rsidR="00B113E0" w:rsidP="00B113E0" w:rsidRDefault="00B113E0" w14:paraId="089A1917" w14:textId="77777777">
      <w:pPr>
        <w:pStyle w:val="SClassInfoPara"/>
      </w:pPr>
      <w:r>
        <w:t>Description</w:t>
      </w:r>
    </w:p>
    <w:p w:rsidR="008D2A2C" w:rsidP="000A4F34" w:rsidRDefault="00B113E0" w14:paraId="72C3F961" w14:textId="74417124">
      <w:pPr>
        <w:spacing w:after="240"/>
      </w:pPr>
      <w:r>
        <w:t xml:space="preserve">Open white spruce forest. Spruce gains dominance over poplar and a mixed age, open stand develops. If enough young spruce establishes as poplar declines, the canopy closes again (modeled as alternate succession to </w:t>
      </w:r>
      <w:r w:rsidR="00F632FB">
        <w:t>C</w:t>
      </w:r>
      <w:r>
        <w:t>lass E). Alternatively, the stand may remain open with shrubs in the understory.</w:t>
      </w:r>
    </w:p>
    <w:p>
      <w:r>
        <w:rPr>
          <w:i/>
          <w:u w:val="single"/>
        </w:rPr>
        <w:t>Maximum Tree Size Class</w:t>
      </w:r>
      <w:br/>
      <w:r>
        <w:t>Pole 5–9" (softwood)/5–11" (hardwood)</w:t>
      </w:r>
    </w:p>
    <w:p w:rsidR="00B113E0" w:rsidP="00B113E0" w:rsidRDefault="00B113E0" w14:paraId="7B0E5655" w14:textId="792A79A3">
      <w:pPr>
        <w:pStyle w:val="InfoPara"/>
        <w:pBdr>
          <w:top w:val="single" w:color="auto" w:sz="4" w:space="1"/>
        </w:pBdr>
      </w:pPr>
      <w:r xmlns:w="http://schemas.openxmlformats.org/wordprocessingml/2006/main">
        <w:t>Class E</w:t>
      </w:r>
      <w:r xmlns:w="http://schemas.openxmlformats.org/wordprocessingml/2006/main">
        <w:tab/>
        <w:t>11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B113E0" w:rsidP="00B113E0" w:rsidRDefault="00B113E0" w14:paraId="13540FA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1920"/>
        <w:gridCol w:w="1860"/>
        <w:gridCol w:w="1956"/>
      </w:tblGrid>
      <w:tr w:rsidRPr="00B113E0" w:rsidR="00B113E0" w:rsidTr="00B113E0" w14:paraId="03D5E9A0" w14:textId="77777777">
        <w:tc>
          <w:tcPr>
            <w:tcW w:w="1056" w:type="dxa"/>
            <w:tcBorders>
              <w:top w:val="single" w:color="auto" w:sz="2" w:space="0"/>
              <w:bottom w:val="single" w:color="000000" w:sz="12" w:space="0"/>
            </w:tcBorders>
            <w:shd w:val="clear" w:color="auto" w:fill="auto"/>
          </w:tcPr>
          <w:p w:rsidRPr="00B113E0" w:rsidR="00B113E0" w:rsidP="00EC3DC6" w:rsidRDefault="00B113E0" w14:paraId="1AE85C8C" w14:textId="77777777">
            <w:pPr>
              <w:rPr>
                <w:b/>
                <w:bCs/>
              </w:rPr>
            </w:pPr>
            <w:r w:rsidRPr="00B113E0">
              <w:rPr>
                <w:b/>
                <w:bCs/>
              </w:rPr>
              <w:t>Symbol</w:t>
            </w:r>
          </w:p>
        </w:tc>
        <w:tc>
          <w:tcPr>
            <w:tcW w:w="1920" w:type="dxa"/>
            <w:tcBorders>
              <w:top w:val="single" w:color="auto" w:sz="2" w:space="0"/>
              <w:bottom w:val="single" w:color="000000" w:sz="12" w:space="0"/>
            </w:tcBorders>
            <w:shd w:val="clear" w:color="auto" w:fill="auto"/>
          </w:tcPr>
          <w:p w:rsidRPr="00B113E0" w:rsidR="00B113E0" w:rsidP="00EC3DC6" w:rsidRDefault="00B113E0" w14:paraId="5F331E28" w14:textId="77777777">
            <w:pPr>
              <w:rPr>
                <w:b/>
                <w:bCs/>
              </w:rPr>
            </w:pPr>
            <w:r w:rsidRPr="00B113E0">
              <w:rPr>
                <w:b/>
                <w:bCs/>
              </w:rPr>
              <w:t>Scientific Name</w:t>
            </w:r>
          </w:p>
        </w:tc>
        <w:tc>
          <w:tcPr>
            <w:tcW w:w="1860" w:type="dxa"/>
            <w:tcBorders>
              <w:top w:val="single" w:color="auto" w:sz="2" w:space="0"/>
              <w:bottom w:val="single" w:color="000000" w:sz="12" w:space="0"/>
            </w:tcBorders>
            <w:shd w:val="clear" w:color="auto" w:fill="auto"/>
          </w:tcPr>
          <w:p w:rsidRPr="00B113E0" w:rsidR="00B113E0" w:rsidP="00EC3DC6" w:rsidRDefault="00B113E0" w14:paraId="4718C051" w14:textId="77777777">
            <w:pPr>
              <w:rPr>
                <w:b/>
                <w:bCs/>
              </w:rPr>
            </w:pPr>
            <w:r w:rsidRPr="00B113E0">
              <w:rPr>
                <w:b/>
                <w:bCs/>
              </w:rPr>
              <w:t>Common Name</w:t>
            </w:r>
          </w:p>
        </w:tc>
        <w:tc>
          <w:tcPr>
            <w:tcW w:w="1956" w:type="dxa"/>
            <w:tcBorders>
              <w:top w:val="single" w:color="auto" w:sz="2" w:space="0"/>
              <w:bottom w:val="single" w:color="000000" w:sz="12" w:space="0"/>
            </w:tcBorders>
            <w:shd w:val="clear" w:color="auto" w:fill="auto"/>
          </w:tcPr>
          <w:p w:rsidRPr="00B113E0" w:rsidR="00B113E0" w:rsidP="00EC3DC6" w:rsidRDefault="00B113E0" w14:paraId="1B96D0D3" w14:textId="77777777">
            <w:pPr>
              <w:rPr>
                <w:b/>
                <w:bCs/>
              </w:rPr>
            </w:pPr>
            <w:r w:rsidRPr="00B113E0">
              <w:rPr>
                <w:b/>
                <w:bCs/>
              </w:rPr>
              <w:t>Canopy Position</w:t>
            </w:r>
          </w:p>
        </w:tc>
      </w:tr>
      <w:tr w:rsidRPr="00B113E0" w:rsidR="00B113E0" w:rsidTr="00B113E0" w14:paraId="57CEAC33" w14:textId="77777777">
        <w:tc>
          <w:tcPr>
            <w:tcW w:w="1056" w:type="dxa"/>
            <w:tcBorders>
              <w:top w:val="single" w:color="000000" w:sz="12" w:space="0"/>
            </w:tcBorders>
            <w:shd w:val="clear" w:color="auto" w:fill="auto"/>
          </w:tcPr>
          <w:p w:rsidRPr="00B113E0" w:rsidR="00B113E0" w:rsidP="00EC3DC6" w:rsidRDefault="00B113E0" w14:paraId="407050BA" w14:textId="77777777">
            <w:pPr>
              <w:rPr>
                <w:bCs/>
              </w:rPr>
            </w:pPr>
            <w:r w:rsidRPr="00B113E0">
              <w:rPr>
                <w:bCs/>
              </w:rPr>
              <w:t>PIGL</w:t>
            </w:r>
          </w:p>
        </w:tc>
        <w:tc>
          <w:tcPr>
            <w:tcW w:w="1920" w:type="dxa"/>
            <w:tcBorders>
              <w:top w:val="single" w:color="000000" w:sz="12" w:space="0"/>
            </w:tcBorders>
            <w:shd w:val="clear" w:color="auto" w:fill="auto"/>
          </w:tcPr>
          <w:p w:rsidRPr="00F632FB" w:rsidR="00B113E0" w:rsidP="00EC3DC6" w:rsidRDefault="00B113E0" w14:paraId="2FD5D2DA" w14:textId="77777777">
            <w:pPr>
              <w:rPr>
                <w:i/>
                <w:iCs/>
              </w:rPr>
            </w:pPr>
            <w:r w:rsidRPr="00F632FB">
              <w:rPr>
                <w:i/>
                <w:iCs/>
              </w:rPr>
              <w:t>Picea glauca</w:t>
            </w:r>
          </w:p>
        </w:tc>
        <w:tc>
          <w:tcPr>
            <w:tcW w:w="1860" w:type="dxa"/>
            <w:tcBorders>
              <w:top w:val="single" w:color="000000" w:sz="12" w:space="0"/>
            </w:tcBorders>
            <w:shd w:val="clear" w:color="auto" w:fill="auto"/>
          </w:tcPr>
          <w:p w:rsidRPr="00B113E0" w:rsidR="00B113E0" w:rsidP="00EC3DC6" w:rsidRDefault="00B113E0" w14:paraId="3906C286" w14:textId="77777777">
            <w:r w:rsidRPr="00B113E0">
              <w:t>White spruce</w:t>
            </w:r>
          </w:p>
        </w:tc>
        <w:tc>
          <w:tcPr>
            <w:tcW w:w="1956" w:type="dxa"/>
            <w:tcBorders>
              <w:top w:val="single" w:color="000000" w:sz="12" w:space="0"/>
            </w:tcBorders>
            <w:shd w:val="clear" w:color="auto" w:fill="auto"/>
          </w:tcPr>
          <w:p w:rsidRPr="00B113E0" w:rsidR="00B113E0" w:rsidP="00EC3DC6" w:rsidRDefault="00B113E0" w14:paraId="5361538A" w14:textId="77777777">
            <w:r w:rsidRPr="00B113E0">
              <w:t>Lower</w:t>
            </w:r>
          </w:p>
        </w:tc>
      </w:tr>
      <w:tr w:rsidRPr="00B113E0" w:rsidR="00B113E0" w:rsidTr="00B113E0" w14:paraId="1FA92223" w14:textId="77777777">
        <w:tc>
          <w:tcPr>
            <w:tcW w:w="1056" w:type="dxa"/>
            <w:shd w:val="clear" w:color="auto" w:fill="auto"/>
          </w:tcPr>
          <w:p w:rsidRPr="00B113E0" w:rsidR="00B113E0" w:rsidP="00EC3DC6" w:rsidRDefault="00B113E0" w14:paraId="2EB0FCEA" w14:textId="77777777">
            <w:pPr>
              <w:rPr>
                <w:bCs/>
              </w:rPr>
            </w:pPr>
            <w:r w:rsidRPr="00B113E0">
              <w:rPr>
                <w:bCs/>
              </w:rPr>
              <w:t>ROAC</w:t>
            </w:r>
          </w:p>
        </w:tc>
        <w:tc>
          <w:tcPr>
            <w:tcW w:w="1920" w:type="dxa"/>
            <w:shd w:val="clear" w:color="auto" w:fill="auto"/>
          </w:tcPr>
          <w:p w:rsidRPr="00F632FB" w:rsidR="00B113E0" w:rsidP="00EC3DC6" w:rsidRDefault="00B113E0" w14:paraId="56E3756C" w14:textId="77777777">
            <w:pPr>
              <w:rPr>
                <w:i/>
                <w:iCs/>
              </w:rPr>
            </w:pPr>
            <w:r w:rsidRPr="00F632FB">
              <w:rPr>
                <w:i/>
                <w:iCs/>
              </w:rPr>
              <w:t>Rosa acicularis</w:t>
            </w:r>
          </w:p>
        </w:tc>
        <w:tc>
          <w:tcPr>
            <w:tcW w:w="1860" w:type="dxa"/>
            <w:shd w:val="clear" w:color="auto" w:fill="auto"/>
          </w:tcPr>
          <w:p w:rsidRPr="00B113E0" w:rsidR="00B113E0" w:rsidP="00EC3DC6" w:rsidRDefault="00B113E0" w14:paraId="6F1C96F5" w14:textId="77777777">
            <w:r w:rsidRPr="00B113E0">
              <w:t>Prickly rose</w:t>
            </w:r>
          </w:p>
        </w:tc>
        <w:tc>
          <w:tcPr>
            <w:tcW w:w="1956" w:type="dxa"/>
            <w:shd w:val="clear" w:color="auto" w:fill="auto"/>
          </w:tcPr>
          <w:p w:rsidRPr="00B113E0" w:rsidR="00B113E0" w:rsidP="00EC3DC6" w:rsidRDefault="00B113E0" w14:paraId="36D83655" w14:textId="77777777">
            <w:r w:rsidRPr="00B113E0">
              <w:t>Lower</w:t>
            </w:r>
          </w:p>
        </w:tc>
      </w:tr>
      <w:tr w:rsidRPr="00B113E0" w:rsidR="00B113E0" w:rsidTr="00B113E0" w14:paraId="59B8128D" w14:textId="77777777">
        <w:tc>
          <w:tcPr>
            <w:tcW w:w="1056" w:type="dxa"/>
            <w:shd w:val="clear" w:color="auto" w:fill="auto"/>
          </w:tcPr>
          <w:p w:rsidRPr="00B113E0" w:rsidR="00B113E0" w:rsidP="00EC3DC6" w:rsidRDefault="00B113E0" w14:paraId="368F6897" w14:textId="77777777">
            <w:pPr>
              <w:rPr>
                <w:bCs/>
              </w:rPr>
            </w:pPr>
            <w:r w:rsidRPr="00B113E0">
              <w:rPr>
                <w:bCs/>
              </w:rPr>
              <w:t>VIED</w:t>
            </w:r>
          </w:p>
        </w:tc>
        <w:tc>
          <w:tcPr>
            <w:tcW w:w="1920" w:type="dxa"/>
            <w:shd w:val="clear" w:color="auto" w:fill="auto"/>
          </w:tcPr>
          <w:p w:rsidRPr="00F632FB" w:rsidR="00B113E0" w:rsidP="00EC3DC6" w:rsidRDefault="00B113E0" w14:paraId="36AC3476" w14:textId="77777777">
            <w:pPr>
              <w:rPr>
                <w:i/>
                <w:iCs/>
              </w:rPr>
            </w:pPr>
            <w:r w:rsidRPr="00F632FB">
              <w:rPr>
                <w:i/>
                <w:iCs/>
              </w:rPr>
              <w:t>Viburnum edule</w:t>
            </w:r>
          </w:p>
        </w:tc>
        <w:tc>
          <w:tcPr>
            <w:tcW w:w="1860" w:type="dxa"/>
            <w:shd w:val="clear" w:color="auto" w:fill="auto"/>
          </w:tcPr>
          <w:p w:rsidRPr="00B113E0" w:rsidR="00B113E0" w:rsidP="00EC3DC6" w:rsidRDefault="00B113E0" w14:paraId="076550E9" w14:textId="77777777">
            <w:r w:rsidRPr="00B113E0">
              <w:t>Squashberry</w:t>
            </w:r>
          </w:p>
        </w:tc>
        <w:tc>
          <w:tcPr>
            <w:tcW w:w="1956" w:type="dxa"/>
            <w:shd w:val="clear" w:color="auto" w:fill="auto"/>
          </w:tcPr>
          <w:p w:rsidRPr="00B113E0" w:rsidR="00B113E0" w:rsidP="00EC3DC6" w:rsidRDefault="00B113E0" w14:paraId="54DDBD68" w14:textId="77777777">
            <w:r w:rsidRPr="00B113E0">
              <w:t>Lower</w:t>
            </w:r>
          </w:p>
        </w:tc>
      </w:tr>
    </w:tbl>
    <w:p w:rsidR="00B113E0" w:rsidP="00B113E0" w:rsidRDefault="00B113E0" w14:paraId="46E6C392" w14:textId="77777777">
      <w:pPr>
        <w:pStyle w:val="SClassInfoPara"/>
      </w:pPr>
      <w:r>
        <w:t>Description</w:t>
      </w:r>
    </w:p>
    <w:p w:rsidR="00B113E0" w:rsidP="00B113E0" w:rsidRDefault="00B113E0" w14:paraId="519658C8" w14:textId="1D3CC0BC">
      <w:r>
        <w:t xml:space="preserve">Closed white spruce forest. These stands may be </w:t>
      </w:r>
      <w:proofErr w:type="gramStart"/>
      <w:r>
        <w:t>even-aged</w:t>
      </w:r>
      <w:proofErr w:type="gramEnd"/>
      <w:r w:rsidR="00CB0B8D">
        <w:t xml:space="preserve">, </w:t>
      </w:r>
      <w:r>
        <w:t xml:space="preserve">resulting from spruce establishment on mineral soil after a flood event (succession from </w:t>
      </w:r>
      <w:r w:rsidR="000E5477">
        <w:t>C</w:t>
      </w:r>
      <w:r>
        <w:t>lass B)</w:t>
      </w:r>
      <w:r w:rsidR="00CB0B8D">
        <w:t>,</w:t>
      </w:r>
      <w:r>
        <w:t xml:space="preserve"> or mixed age (succession from </w:t>
      </w:r>
      <w:r w:rsidR="004068EB">
        <w:t>C</w:t>
      </w:r>
      <w:r>
        <w:t>lass D</w:t>
      </w:r>
      <w:r w:rsidR="004068EB">
        <w:t>)</w:t>
      </w:r>
      <w:r>
        <w:t xml:space="preserve">. If succession is from </w:t>
      </w:r>
      <w:r w:rsidR="000C3136">
        <w:t>C</w:t>
      </w:r>
      <w:r>
        <w:t xml:space="preserve">lass D, occasional mature balsam poplar may persist in the overstory. As the spruce canopy closes, feathermoss becomes dominant on the forest floor, reaching 80% cover. </w:t>
      </w:r>
      <w:r w:rsidRPr="008B04CB">
        <w:rPr>
          <w:i/>
          <w:iCs/>
        </w:rPr>
        <w:t>Rosa acicularis</w:t>
      </w:r>
      <w:r>
        <w:t xml:space="preserve">, </w:t>
      </w:r>
      <w:r w:rsidRPr="008B04CB">
        <w:rPr>
          <w:i/>
          <w:iCs/>
        </w:rPr>
        <w:t>Viburnum edule</w:t>
      </w:r>
      <w:r w:rsidRPr="008B04CB" w:rsidR="00AC3247">
        <w:rPr>
          <w:i/>
          <w:iCs/>
        </w:rPr>
        <w:t>,</w:t>
      </w:r>
      <w:r>
        <w:t xml:space="preserve"> and </w:t>
      </w:r>
      <w:r w:rsidRPr="008B04CB">
        <w:rPr>
          <w:i/>
          <w:iCs/>
        </w:rPr>
        <w:t>Alnus</w:t>
      </w:r>
      <w:r>
        <w:t xml:space="preserve"> spp. may be scattered in the stand. A low shrub and herb layer may also occupy the forest floor.</w:t>
      </w:r>
    </w:p>
    <w:p w:rsidR="00B113E0" w:rsidP="00B113E0" w:rsidRDefault="00B113E0" w14:paraId="4A7AB2CC" w14:textId="77777777"/>
    <w:p>
      <w:r>
        <w:rPr>
          <w:i/>
          <w:u w:val="single"/>
        </w:rPr>
        <w:t>Maximum Tree Size Class</w:t>
      </w:r>
      <w:br/>
      <w:r>
        <w:t>Med. 9–20" (softwood)/11–20" (hardwood)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4</w:t>
            </w:r>
          </w:p>
        </w:tc>
      </w:tr>
      <w:tr>
        <w:tc>
          <w:p>
            <w:pPr>
              <w:jc w:val="center"/>
            </w:pPr>
            <w:r>
              <w:rPr>
                <w:sz w:val="20"/>
              </w:rPr>
              <w:t>Mid1:CLS</w:t>
            </w:r>
          </w:p>
        </w:tc>
        <w:tc>
          <w:p>
            <w:pPr>
              <w:jc w:val="center"/>
            </w:pPr>
            <w:r>
              <w:rPr>
                <w:sz w:val="20"/>
              </w:rPr>
              <w:t>5</w:t>
            </w:r>
          </w:p>
        </w:tc>
        <w:tc>
          <w:p>
            <w:pPr>
              <w:jc w:val="center"/>
            </w:pPr>
            <w:r>
              <w:rPr>
                <w:sz w:val="20"/>
              </w:rPr>
              <w:t>Mid1:OPN</w:t>
            </w:r>
          </w:p>
        </w:tc>
        <w:tc>
          <w:p>
            <w:pPr>
              <w:jc w:val="center"/>
            </w:pPr>
            <w:r>
              <w:rPr>
                <w:sz w:val="20"/>
              </w:rPr>
              <w:t>29</w:t>
            </w:r>
          </w:p>
        </w:tc>
      </w:tr>
      <w:tr>
        <w:tc>
          <w:p>
            <w:pPr>
              <w:jc w:val="center"/>
            </w:pPr>
            <w:r>
              <w:rPr>
                <w:sz w:val="20"/>
              </w:rPr>
              <w:t>Mid1:OPN</w:t>
            </w:r>
          </w:p>
        </w:tc>
        <w:tc>
          <w:p>
            <w:pPr>
              <w:jc w:val="center"/>
            </w:pPr>
            <w:r>
              <w:rPr>
                <w:sz w:val="20"/>
              </w:rPr>
              <w:t>30</w:t>
            </w:r>
          </w:p>
        </w:tc>
        <w:tc>
          <w:p>
            <w:pPr>
              <w:jc w:val="center"/>
            </w:pPr>
            <w:r>
              <w:rPr>
                <w:sz w:val="20"/>
              </w:rPr>
              <w:t>Late1:OPN</w:t>
            </w:r>
          </w:p>
        </w:tc>
        <w:tc>
          <w:p>
            <w:pPr>
              <w:jc w:val="center"/>
            </w:pPr>
            <w:r>
              <w:rPr>
                <w:sz w:val="20"/>
              </w:rPr>
              <w:t>149</w:t>
            </w:r>
          </w:p>
        </w:tc>
      </w:tr>
      <w:tr>
        <w:tc>
          <w:p>
            <w:pPr>
              <w:jc w:val="center"/>
            </w:pPr>
            <w:r>
              <w:rPr>
                <w:sz w:val="20"/>
              </w:rPr>
              <w:t>Late1:CLS</w:t>
            </w:r>
          </w:p>
        </w:tc>
        <w:tc>
          <w:p>
            <w:pPr>
              <w:jc w:val="center"/>
            </w:pPr>
            <w:r>
              <w:rPr>
                <w:sz w:val="20"/>
              </w:rPr>
              <w:t>30</w:t>
            </w:r>
          </w:p>
        </w:tc>
        <w:tc>
          <w:p>
            <w:pPr>
              <w:jc w:val="center"/>
            </w:pPr>
            <w:r>
              <w:rPr>
                <w:sz w:val="20"/>
              </w:rPr>
              <w:t>Late1:CLS</w:t>
            </w:r>
          </w:p>
        </w:tc>
        <w:tc>
          <w:p>
            <w:pPr>
              <w:jc w:val="center"/>
            </w:pPr>
            <w:r>
              <w:rPr>
                <w:sz w:val="20"/>
              </w:rPr>
              <w:t>399</w:t>
            </w:r>
          </w:p>
        </w:tc>
      </w:tr>
      <w:tr>
        <w:tc>
          <w:p>
            <w:pPr>
              <w:jc w:val="center"/>
            </w:pPr>
            <w:r>
              <w:rPr>
                <w:sz w:val="20"/>
              </w:rPr>
              <w:t>Late1:OPN</w:t>
            </w:r>
          </w:p>
        </w:tc>
        <w:tc>
          <w:p>
            <w:pPr>
              <w:jc w:val="center"/>
            </w:pPr>
            <w:r>
              <w:rPr>
                <w:sz w:val="20"/>
              </w:rPr>
              <w:t>150</w:t>
            </w:r>
          </w:p>
        </w:tc>
        <w:tc>
          <w:p>
            <w:pPr>
              <w:jc w:val="center"/>
            </w:pPr>
            <w:r>
              <w:rPr>
                <w:sz w:val="20"/>
              </w:rPr>
              <w:t>Late1:OPN</w:t>
            </w:r>
          </w:p>
        </w:tc>
        <w:tc>
          <w:p>
            <w:pPr>
              <w:jc w:val="center"/>
            </w:pPr>
            <w:r>
              <w:rPr>
                <w:sz w:val="20"/>
              </w:rPr>
              <w:t>399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Mid1:OPN</w:t>
            </w:r>
          </w:p>
        </w:tc>
        <w:tc>
          <w:p>
            <w:pPr>
              <w:jc w:val="center"/>
            </w:pPr>
            <w:r>
              <w:rPr>
                <w:sz w:val="20"/>
              </w:rPr>
              <w:t>Mid1:OPN</w:t>
            </w:r>
          </w:p>
        </w:tc>
        <w:tc>
          <w:p>
            <w:pPr>
              <w:jc w:val="center"/>
            </w:pPr>
            <w:r>
              <w:rPr>
                <w:sz w:val="20"/>
              </w:rPr>
              <w:t>0.0025</w:t>
            </w:r>
          </w:p>
        </w:tc>
        <w:tc>
          <w:p>
            <w:pPr>
              <w:jc w:val="center"/>
            </w:pPr>
            <w:r>
              <w:rPr>
                <w:sz w:val="20"/>
              </w:rPr>
              <w:t>400</w:t>
            </w:r>
          </w:p>
        </w:tc>
        <w:tc>
          <w:p>
            <w:pPr>
              <w:jc w:val="center"/>
            </w:pPr>
            <w:r>
              <w:rPr>
                <w:sz w:val="20"/>
              </w:rPr>
              <w:t>No</w:t>
            </w:r>
          </w:p>
        </w:tc>
        <w:tc>
          <w:p>
            <w:pPr>
              <w:jc w:val="center"/>
            </w:pPr>
            <w:r>
              <w:rPr>
                <w:sz w:val="20"/>
              </w:rPr>
              <w:t>0</w:t>
            </w:r>
          </w:p>
        </w:tc>
      </w:tr>
      <w:tr>
        <w:tc>
          <w:p>
            <w:pPr>
              <w:jc w:val="center"/>
            </w:pPr>
            <w:r>
              <w:rPr>
                <w:sz w:val="20"/>
              </w:rPr>
              <w:t>Optional 1</w:t>
            </w:r>
          </w:p>
        </w:tc>
        <w:tc>
          <w:p>
            <w:pPr>
              <w:jc w:val="center"/>
            </w:pPr>
            <w:r>
              <w:rPr>
                <w:sz w:val="20"/>
              </w:rPr>
              <w:t>Mid1:OPN</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Mid1:CLS</w:t>
            </w:r>
          </w:p>
        </w:tc>
        <w:tc>
          <w:p>
            <w:pPr>
              <w:jc w:val="center"/>
            </w:pPr>
            <w:r>
              <w:rPr>
                <w:sz w:val="20"/>
              </w:rPr>
              <w:t>Late1:CLS</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Mid1:CLS</w:t>
            </w:r>
          </w:p>
        </w:tc>
        <w:tc>
          <w:p>
            <w:pPr>
              <w:jc w:val="center"/>
            </w:pPr>
            <w:r>
              <w:rPr>
                <w:sz w:val="20"/>
              </w:rPr>
              <w:t>Early1:ALL</w:t>
            </w:r>
          </w:p>
        </w:tc>
        <w:tc>
          <w:p>
            <w:pPr>
              <w:jc w:val="center"/>
            </w:pPr>
            <w:r>
              <w:rPr>
                <w:sz w:val="20"/>
              </w:rPr>
              <w:t>0.03</w:t>
            </w:r>
          </w:p>
        </w:tc>
        <w:tc>
          <w:p>
            <w:pPr>
              <w:jc w:val="center"/>
            </w:pPr>
            <w:r>
              <w:rPr>
                <w:sz w:val="20"/>
              </w:rPr>
              <w:t>33</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Mid1:OPN</w:t>
            </w:r>
          </w:p>
        </w:tc>
        <w:tc>
          <w:p>
            <w:pPr>
              <w:jc w:val="center"/>
            </w:pPr>
            <w:r>
              <w:rPr>
                <w:sz w:val="20"/>
              </w:rPr>
              <w:t>0.0064</w:t>
            </w:r>
          </w:p>
        </w:tc>
        <w:tc>
          <w:p>
            <w:pPr>
              <w:jc w:val="center"/>
            </w:pPr>
            <w:r>
              <w:rPr>
                <w:sz w:val="20"/>
              </w:rPr>
              <w:t>156</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Late1:CLS</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Late1:OPN</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Late1:CLS</w:t>
            </w:r>
          </w:p>
        </w:tc>
        <w:tc>
          <w:p>
            <w:pPr>
              <w:jc w:val="center"/>
            </w:pPr>
            <w:r>
              <w:rPr>
                <w:sz w:val="20"/>
              </w:rPr>
              <w:t>Late1:OPN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Late1:OPN</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Late1:CLS</w:t>
            </w:r>
          </w:p>
        </w:tc>
        <w:tc>
          <w:p>
            <w:pPr>
              <w:jc w:val="center"/>
            </w:pPr>
            <w:r>
              <w:rPr>
                <w:sz w:val="20"/>
              </w:rPr>
              <w:t>Early1:ALL</w:t>
            </w:r>
          </w:p>
        </w:tc>
        <w:tc>
          <w:p>
            <w:pPr>
              <w:jc w:val="center"/>
            </w:pPr>
            <w:r>
              <w:rPr>
                <w:sz w:val="20"/>
              </w:rPr>
              <w:t>0.0015</w:t>
            </w:r>
          </w:p>
        </w:tc>
        <w:tc>
          <w:p>
            <w:pPr>
              <w:jc w:val="center"/>
            </w:pPr>
            <w:r>
              <w:rPr>
                <w:sz w:val="20"/>
              </w:rPr>
              <w:t>667</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Late1:CLS</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B113E0" w:rsidP="00B113E0" w:rsidRDefault="00B113E0" w14:paraId="48AD278E" w14:textId="77777777">
      <w:r>
        <w:t>Barney, R.J. 1971.  Wildfires in Alaska – some historical and projected effects and aspects.  In: Fire in the Northern Environment – a symposium [Fairbanks, Alaska]. P. 51-59.</w:t>
      </w:r>
    </w:p>
    <w:p w:rsidR="00B113E0" w:rsidP="00B113E0" w:rsidRDefault="00B113E0" w14:paraId="35D344A2" w14:textId="77777777"/>
    <w:p w:rsidR="00B113E0" w:rsidP="00B113E0" w:rsidRDefault="00B113E0" w14:paraId="04FCD0B9" w14:textId="77777777">
      <w:r>
        <w:t>Boggs, K. 2000. Classification of community types, successional sequences, and landscapes of the Copper River Delta, Alaska. Gen Tech. Rep. PNW-GTR-469. Portland, OR: USDA Forest Service, Pacific Northwest Research Station. 244p.</w:t>
      </w:r>
    </w:p>
    <w:p w:rsidR="00B113E0" w:rsidP="00B113E0" w:rsidRDefault="00B113E0" w14:paraId="71E002D3" w14:textId="3D7F2C62"/>
    <w:p w:rsidR="00900541" w:rsidP="00B113E0" w:rsidRDefault="00900541" w14:paraId="52D674BB" w14:textId="6D24F7AB">
      <w:r w:rsidRPr="00900541">
        <w:t>Chapin, F.S., III</w:t>
      </w:r>
      <w:r>
        <w:t>,</w:t>
      </w:r>
      <w:r w:rsidRPr="00900541">
        <w:t xml:space="preserve"> L.A. Viereck</w:t>
      </w:r>
      <w:r>
        <w:t>,</w:t>
      </w:r>
      <w:r w:rsidRPr="00900541">
        <w:t xml:space="preserve"> P.C. Adams</w:t>
      </w:r>
      <w:r>
        <w:t>,</w:t>
      </w:r>
      <w:r w:rsidRPr="00900541">
        <w:t xml:space="preserve"> K. Van Cleve</w:t>
      </w:r>
      <w:r>
        <w:t>,</w:t>
      </w:r>
      <w:r w:rsidRPr="00900541">
        <w:t xml:space="preserve"> C.L. Fastie</w:t>
      </w:r>
      <w:r>
        <w:t>,</w:t>
      </w:r>
      <w:r w:rsidRPr="00900541">
        <w:t xml:space="preserve"> R.A. Ott</w:t>
      </w:r>
      <w:r>
        <w:t>,</w:t>
      </w:r>
      <w:r w:rsidRPr="00900541">
        <w:t xml:space="preserve"> D. Mann</w:t>
      </w:r>
      <w:r>
        <w:t>,</w:t>
      </w:r>
      <w:r w:rsidRPr="00900541">
        <w:t xml:space="preserve"> and J.F. Johnstone. 2006. Successional processes in the Alaskan boreal forest. In Alaska’s Changing Boreal Forest. F.S. Chapin III, M.W. Oswood, K. Van Cleve, L.A. Viereck, and D.L. Verbyla, editors. New York, Oxford University Press. Pages 100-120.</w:t>
      </w:r>
    </w:p>
    <w:p w:rsidR="00900541" w:rsidP="00B113E0" w:rsidRDefault="00900541" w14:paraId="3E3E4E49" w14:textId="77777777"/>
    <w:p w:rsidR="00740977" w:rsidP="00B113E0" w:rsidRDefault="00740977" w14:paraId="39D94CA4" w14:textId="77777777">
      <w:r>
        <w:t>Cronan, James; McKenzie, Donald; Olson, Diana. [n.d.]. Fire regimes of the Alaska boreal forest. Draft manuscript. Portland, OR: U.S. Department of Agriculture, Forest Service, Pacific Northwest Research Station. 124 p. In cooperation with: Seattle, WA: University of Washington, School of Forest Resources; New Haven, CT: Yale School of Forestry and Environmental Studies; Moscow, ID: University of Idaho; Fairbanks, AK: U.S. Department of the Interior, Bureau of Land Management, Alaska Fire Service. Available online: http://www.frames.gov/documents/alaska/fire_history/fire_regimes_alaskan_boreal_forest_draft_gtr.zip [2012, September 4]. [85879]</w:t>
      </w:r>
    </w:p>
    <w:p w:rsidR="00740977" w:rsidP="00B113E0" w:rsidRDefault="00740977" w14:paraId="605E104F" w14:textId="77777777"/>
    <w:p w:rsidR="00B113E0" w:rsidP="00B113E0" w:rsidRDefault="00B113E0" w14:paraId="13A493A6" w14:textId="77777777">
      <w:r>
        <w:t>Duchesne L.C. and B.C.Hawkes. 2000. Fire in northern ecosystems.  In: Brown, J.K. and J.K Smith (eds.) Wildland fire in ecosystems: effects of fire on flora. Gen. Tech. Rep. RMRS-GTR-42-vol 2. Ogdon, UT: USDA Forest Service, Rocky Mountain Research Station. 257 p.</w:t>
      </w:r>
    </w:p>
    <w:p w:rsidR="00B113E0" w:rsidP="00B113E0" w:rsidRDefault="00B113E0" w14:paraId="2BC0FED4" w14:textId="77777777"/>
    <w:p w:rsidR="00740977" w:rsidP="00B113E0" w:rsidRDefault="00740977" w14:paraId="25FCD559" w14:textId="77777777">
      <w:r>
        <w:t xml:space="preserve">Edwards, Mary E.; Dunwiddie, Peter W. 1985. Dendrochronological and palynological observations on Populus balsamifera in northern Alaska, U.S.A. </w:t>
      </w:r>
      <w:proofErr w:type="gramStart"/>
      <w:r>
        <w:t>Arctic</w:t>
      </w:r>
      <w:proofErr w:type="gramEnd"/>
      <w:r>
        <w:t xml:space="preserve"> and Alpine Research. 17(3): 271-277. </w:t>
      </w:r>
    </w:p>
    <w:p w:rsidR="00740977" w:rsidP="00B113E0" w:rsidRDefault="00740977" w14:paraId="6F917200" w14:textId="77777777"/>
    <w:p w:rsidR="00740977" w:rsidP="00B113E0" w:rsidRDefault="00740977" w14:paraId="39CF4C75" w14:textId="77777777">
      <w:r>
        <w:t>Fryer, Janet L. 2014. Fire regimes of Alaskan quaking aspen and balsam poplar communities. In: Fire Effects Information System, [Online]. U.S. Department of Agriculture, Forest Service, Rocky Mountain Research Station, Missoula Fire Sciences Laboratory (Producer). Available: http://www.fs.fed.us/database/feis/fire_regimes/AK_aspen_balsam_poplar/all.html</w:t>
      </w:r>
    </w:p>
    <w:p w:rsidR="00740977" w:rsidP="00B113E0" w:rsidRDefault="00740977" w14:paraId="60B4F20E" w14:textId="77777777"/>
    <w:p w:rsidR="00B113E0" w:rsidP="00B113E0" w:rsidRDefault="00B113E0" w14:paraId="18B6DCDA" w14:textId="77777777">
      <w:r>
        <w:t xml:space="preserve">Heinselman, M.L. 1981.  Fire and succession in the conifer forests of northern North America. In:  West, D.C., H.H. Shugart, and D.B. Botkin.  Forest succession: concepts and application. Springer-Verlag, New York.  Chapter 23. </w:t>
      </w:r>
    </w:p>
    <w:p w:rsidR="00B113E0" w:rsidP="00B113E0" w:rsidRDefault="00B113E0" w14:paraId="3A4361E6" w14:textId="77777777"/>
    <w:p w:rsidR="00740977" w:rsidP="00B113E0" w:rsidRDefault="00740977" w14:paraId="460F9211" w14:textId="77777777">
      <w:r>
        <w:t>Hu, Feng Sheng; Brubaker, Linda B.; Gavin, Daniel G.; Higuera, Philip E.; Lynch, Jason A.; Rupp, T. Scott; Tinner, Willy. 2006. How climate and vegetation influence the fire regime of the Alaskan boreal biome: the Holocene perspective. Mitigation and Adaptation Strategies for Global Change. 11(4): 829-846.</w:t>
      </w:r>
    </w:p>
    <w:p w:rsidR="00740977" w:rsidP="00B113E0" w:rsidRDefault="00740977" w14:paraId="5E636406" w14:textId="77777777"/>
    <w:p w:rsidR="00740977" w:rsidP="00B113E0" w:rsidRDefault="00740977" w14:paraId="26012FD2" w14:textId="77777777">
      <w:r>
        <w:t xml:space="preserve">Krause, H. H.; Rieger, S.; Wilde, S. A. 1959. Soils and forest growth on different aspects in the Tanana watershed of interior Alaska. Ecology. 40(3): 492-495. </w:t>
      </w:r>
    </w:p>
    <w:p w:rsidR="00740977" w:rsidP="00B113E0" w:rsidRDefault="00740977" w14:paraId="16944583" w14:textId="77777777"/>
    <w:p w:rsidR="00740977" w:rsidP="00B113E0" w:rsidRDefault="00740977" w14:paraId="513B6B3C" w14:textId="77777777">
      <w:r>
        <w:t xml:space="preserve">Lynch, Jason A.; Hu, Feng Sheng. 2003. Does vegetation mediate the fire-climate relationships in boreal regions? In: 88th annual meeting of the Ecological Society of America held jointly with the International Society for Ecological Modeling, North American Chapter; 2003 August 3-8; Savannah, GA. Washington, DC: Ecological Society of America: 213. Abstract. </w:t>
      </w:r>
    </w:p>
    <w:p w:rsidR="00740977" w:rsidP="00B113E0" w:rsidRDefault="00740977" w14:paraId="6F8DC2EC" w14:textId="77777777"/>
    <w:p w:rsidR="00F063D8" w:rsidP="00B113E0" w:rsidRDefault="00F063D8" w14:paraId="2C7BC7AE" w14:textId="77777777">
      <w:r>
        <w:t xml:space="preserve">Mann, Daniel H.; Plug, Lawrence J. 1999. Vegetation and soil development at an upland taiga site, Alaska. Ecoscience. 6(2): 272-285. </w:t>
      </w:r>
    </w:p>
    <w:p w:rsidR="00F063D8" w:rsidP="00B113E0" w:rsidRDefault="00F063D8" w14:paraId="23A82013" w14:textId="77777777"/>
    <w:p w:rsidR="00B113E0" w:rsidP="00B113E0" w:rsidRDefault="00B113E0" w14:paraId="03E345C8" w14:textId="77777777">
      <w:r>
        <w:t>Murphy, K.A. and E. Witten. 2006. Riparian Spruce Hardwood. In Fire Regime Condition Class (FRCC) Interagency Guidebook Reference Conditions. Available at www.frcc.gov.</w:t>
      </w:r>
    </w:p>
    <w:p w:rsidR="00B113E0" w:rsidP="00B113E0" w:rsidRDefault="00B113E0" w14:paraId="40F8CB12" w14:textId="77777777"/>
    <w:p w:rsidR="00B113E0" w:rsidP="00B113E0" w:rsidRDefault="00B113E0" w14:paraId="23933AF9" w14:textId="77777777">
      <w:r>
        <w:t>NatureServe. 2008. International Ecological Classification Standard: Terrestrial Ecological Classifications. Draft Ecological Systems Description for Alaska Boreal and Sub-boreal Regions.</w:t>
      </w:r>
    </w:p>
    <w:p w:rsidR="00B113E0" w:rsidP="00B113E0" w:rsidRDefault="00B113E0" w14:paraId="624A163B" w14:textId="77777777"/>
    <w:p w:rsidR="00B113E0" w:rsidP="00B113E0" w:rsidRDefault="00B113E0" w14:paraId="4F43C2FA" w14:textId="77777777">
      <w:r>
        <w:t>Personal communication experts’ workshop, March 2-4</w:t>
      </w:r>
      <w:proofErr w:type="gramStart"/>
      <w:r>
        <w:t xml:space="preserve"> 2004</w:t>
      </w:r>
      <w:proofErr w:type="gramEnd"/>
      <w:r>
        <w:t xml:space="preserve">.  Fire Regime Condition Class (FRCC) interagency experts’ workshop to develop and review Potential Natural Vegetation (PNV) groups for Alaska.  Anchorage, AK.  </w:t>
      </w:r>
    </w:p>
    <w:p w:rsidR="00B113E0" w:rsidP="00B113E0" w:rsidRDefault="00B113E0" w14:paraId="759BE016" w14:textId="77777777"/>
    <w:p w:rsidR="00B113E0" w:rsidP="00B113E0" w:rsidRDefault="00B113E0" w14:paraId="77F0A213" w14:textId="77777777">
      <w:r>
        <w:t xml:space="preserve">Rowe, J.S., Bergsteinsson, J. L. , Padbury, G. A.,and R. Hermesh. 1974. Fire studies in the Mackenzie Valley.  ALUR Report 73-74-61.  Arctic Land Use Research Program, Department of Indian Affairs and Human Development, Ottawa, Canada. 123 p. </w:t>
      </w:r>
    </w:p>
    <w:p w:rsidR="00B113E0" w:rsidP="00B113E0" w:rsidRDefault="00B113E0" w14:paraId="6586BD4B" w14:textId="77777777"/>
    <w:p w:rsidR="00B113E0" w:rsidP="00B113E0" w:rsidRDefault="00B113E0" w14:paraId="7D18D2F7" w14:textId="77777777">
      <w:r>
        <w:t>Scott, R.W. 1974. Successional patterns on moraines and outwash of the Frederika Glacier, Alaska. In: Bushnell, V.C.; Marcus, M.G., eds. Icefield ranges research project scientific results. New York: American Geographical Society: 319-329. Vol. 4.</w:t>
      </w:r>
    </w:p>
    <w:p w:rsidR="00B113E0" w:rsidP="00B113E0" w:rsidRDefault="00B113E0" w14:paraId="3C623D13" w14:textId="77777777"/>
    <w:p w:rsidR="00B113E0" w:rsidP="00B113E0" w:rsidRDefault="00B113E0" w14:paraId="1FCDD8BF" w14:textId="77777777">
      <w:r>
        <w:t>Shephard, M. E. 1995. Plant community ecology and classification of the Yakutat Foreland, Alaska. R10-TP-56.</w:t>
      </w:r>
    </w:p>
    <w:p w:rsidR="00B113E0" w:rsidP="00B113E0" w:rsidRDefault="00B113E0" w14:paraId="3700DEDF" w14:textId="77777777"/>
    <w:p w:rsidR="00B113E0" w:rsidP="00B113E0" w:rsidRDefault="00B113E0" w14:paraId="3772CF6E" w14:textId="77777777">
      <w:r>
        <w:t xml:space="preserve">Thilenius, J.F. 1990. Woody plant succession on earthquake-uplifted coastal wetlands of the Copper River Delta, Alaska.  Forest Ecology and Management 33/34: 439-462. </w:t>
      </w:r>
    </w:p>
    <w:p w:rsidR="00B113E0" w:rsidP="00B113E0" w:rsidRDefault="00B113E0" w14:paraId="4A8C6E33" w14:textId="77777777"/>
    <w:p w:rsidR="00B113E0" w:rsidP="00B113E0" w:rsidRDefault="00B113E0" w14:paraId="086C800F" w14:textId="77777777">
      <w:r>
        <w:t xml:space="preserve">Viereck L.A. 1966. Plant succession and soil development on gravel outwash on the Muldrow Glacier, Alaska. Ecological Monographs. 36(3):181-199. </w:t>
      </w:r>
    </w:p>
    <w:p w:rsidR="003808BF" w:rsidP="00B113E0" w:rsidRDefault="003808BF" w14:paraId="6D88A4CC" w14:textId="77777777"/>
    <w:p w:rsidR="00B113E0" w:rsidP="00B113E0" w:rsidRDefault="00B113E0" w14:paraId="5FEFD79F" w14:textId="33876DB6">
      <w:r>
        <w:t>Viereck, L. A.  1973.  Ecological effects of river flooding and forest fires on permafrost in the taiga of Alaska.  In:  Permafrost - - The North American Contribution to the Second International Conference.  National Academy of Sciences, Washington, DC.  60-67 p.</w:t>
      </w:r>
    </w:p>
    <w:p w:rsidRPr="00A43E41" w:rsidR="004D5F12" w:rsidP="00B113E0" w:rsidRDefault="004D5F12" w14:paraId="0F2FD112"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44C99" w:rsidRDefault="00644C99" w14:paraId="7FE8A6E3" w14:textId="77777777">
      <w:r>
        <w:separator/>
      </w:r>
    </w:p>
  </w:endnote>
  <w:endnote w:type="continuationSeparator" w:id="0">
    <w:p w:rsidR="00644C99" w:rsidRDefault="00644C99" w14:paraId="7EF1888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11A9" w:rsidP="00B113E0" w:rsidRDefault="009611A9" w14:paraId="1E16433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44C99" w:rsidRDefault="00644C99" w14:paraId="548B72AC" w14:textId="77777777">
      <w:r>
        <w:separator/>
      </w:r>
    </w:p>
  </w:footnote>
  <w:footnote w:type="continuationSeparator" w:id="0">
    <w:p w:rsidR="00644C99" w:rsidRDefault="00644C99" w14:paraId="1A0E7B3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11A9" w:rsidP="00B113E0" w:rsidRDefault="009611A9" w14:paraId="244B4164"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02477764">
    <w:abstractNumId w:val="1"/>
  </w:num>
  <w:num w:numId="2" w16cid:durableId="1890023263">
    <w:abstractNumId w:val="0"/>
  </w:num>
  <w:num w:numId="3" w16cid:durableId="2077631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3E0"/>
    <w:rsid w:val="000047DE"/>
    <w:rsid w:val="0003202F"/>
    <w:rsid w:val="0004797F"/>
    <w:rsid w:val="000614D4"/>
    <w:rsid w:val="00072513"/>
    <w:rsid w:val="00077A85"/>
    <w:rsid w:val="00097251"/>
    <w:rsid w:val="000A4F34"/>
    <w:rsid w:val="000B4271"/>
    <w:rsid w:val="000B71D6"/>
    <w:rsid w:val="000C3136"/>
    <w:rsid w:val="000D6E36"/>
    <w:rsid w:val="000E1EC5"/>
    <w:rsid w:val="000E5477"/>
    <w:rsid w:val="000E759B"/>
    <w:rsid w:val="00110079"/>
    <w:rsid w:val="00117805"/>
    <w:rsid w:val="00174486"/>
    <w:rsid w:val="00184796"/>
    <w:rsid w:val="00196C68"/>
    <w:rsid w:val="001A5277"/>
    <w:rsid w:val="001B2D16"/>
    <w:rsid w:val="001D093C"/>
    <w:rsid w:val="001E43F5"/>
    <w:rsid w:val="001E6F2C"/>
    <w:rsid w:val="002206B7"/>
    <w:rsid w:val="00220975"/>
    <w:rsid w:val="002405F2"/>
    <w:rsid w:val="00272B25"/>
    <w:rsid w:val="00292706"/>
    <w:rsid w:val="002A5E16"/>
    <w:rsid w:val="002A69B2"/>
    <w:rsid w:val="002E41A1"/>
    <w:rsid w:val="00300000"/>
    <w:rsid w:val="00314A08"/>
    <w:rsid w:val="0031662A"/>
    <w:rsid w:val="003172E2"/>
    <w:rsid w:val="00320910"/>
    <w:rsid w:val="00331BC0"/>
    <w:rsid w:val="0034470D"/>
    <w:rsid w:val="003808BF"/>
    <w:rsid w:val="00386108"/>
    <w:rsid w:val="003A6517"/>
    <w:rsid w:val="003C703C"/>
    <w:rsid w:val="003F322E"/>
    <w:rsid w:val="004068EB"/>
    <w:rsid w:val="00414DA8"/>
    <w:rsid w:val="00424E99"/>
    <w:rsid w:val="0042550C"/>
    <w:rsid w:val="0042737A"/>
    <w:rsid w:val="00447BAA"/>
    <w:rsid w:val="00450F8D"/>
    <w:rsid w:val="00452B5E"/>
    <w:rsid w:val="00455D4C"/>
    <w:rsid w:val="0046332E"/>
    <w:rsid w:val="004704E1"/>
    <w:rsid w:val="00476F39"/>
    <w:rsid w:val="0048105A"/>
    <w:rsid w:val="004841C9"/>
    <w:rsid w:val="00491F12"/>
    <w:rsid w:val="004A1F5E"/>
    <w:rsid w:val="004B7E38"/>
    <w:rsid w:val="004C1A2F"/>
    <w:rsid w:val="004D50BA"/>
    <w:rsid w:val="004D5F12"/>
    <w:rsid w:val="004D7DCF"/>
    <w:rsid w:val="004E7DB5"/>
    <w:rsid w:val="005035F5"/>
    <w:rsid w:val="00503C61"/>
    <w:rsid w:val="00513848"/>
    <w:rsid w:val="00513AFB"/>
    <w:rsid w:val="0052386E"/>
    <w:rsid w:val="00524A9B"/>
    <w:rsid w:val="00530D3E"/>
    <w:rsid w:val="00537D33"/>
    <w:rsid w:val="0054090D"/>
    <w:rsid w:val="005446EB"/>
    <w:rsid w:val="00553B14"/>
    <w:rsid w:val="00557492"/>
    <w:rsid w:val="0059607A"/>
    <w:rsid w:val="005B1DDE"/>
    <w:rsid w:val="005B348F"/>
    <w:rsid w:val="005C05B1"/>
    <w:rsid w:val="005C276A"/>
    <w:rsid w:val="005C7A42"/>
    <w:rsid w:val="005D242C"/>
    <w:rsid w:val="005E6650"/>
    <w:rsid w:val="005F3253"/>
    <w:rsid w:val="005F41D5"/>
    <w:rsid w:val="00605473"/>
    <w:rsid w:val="00616941"/>
    <w:rsid w:val="00621C0C"/>
    <w:rsid w:val="00644C99"/>
    <w:rsid w:val="00646981"/>
    <w:rsid w:val="00660517"/>
    <w:rsid w:val="00693789"/>
    <w:rsid w:val="006957DF"/>
    <w:rsid w:val="006978FF"/>
    <w:rsid w:val="006A32AB"/>
    <w:rsid w:val="006B5AF6"/>
    <w:rsid w:val="006D582D"/>
    <w:rsid w:val="006D6574"/>
    <w:rsid w:val="006E57D4"/>
    <w:rsid w:val="006F39FC"/>
    <w:rsid w:val="00722B5D"/>
    <w:rsid w:val="0072724E"/>
    <w:rsid w:val="00736D5A"/>
    <w:rsid w:val="00740977"/>
    <w:rsid w:val="00740E0B"/>
    <w:rsid w:val="00744D3D"/>
    <w:rsid w:val="00747459"/>
    <w:rsid w:val="007742B4"/>
    <w:rsid w:val="00780E94"/>
    <w:rsid w:val="007A55C8"/>
    <w:rsid w:val="007A721A"/>
    <w:rsid w:val="007B5284"/>
    <w:rsid w:val="007C7863"/>
    <w:rsid w:val="007E0838"/>
    <w:rsid w:val="007E5272"/>
    <w:rsid w:val="00820371"/>
    <w:rsid w:val="00821A9F"/>
    <w:rsid w:val="00822DDF"/>
    <w:rsid w:val="008253A8"/>
    <w:rsid w:val="00834320"/>
    <w:rsid w:val="00850C8E"/>
    <w:rsid w:val="00851B3E"/>
    <w:rsid w:val="008779C3"/>
    <w:rsid w:val="008B04CB"/>
    <w:rsid w:val="008D2A2C"/>
    <w:rsid w:val="008D6760"/>
    <w:rsid w:val="008F0173"/>
    <w:rsid w:val="008F01B1"/>
    <w:rsid w:val="00900541"/>
    <w:rsid w:val="00901CA2"/>
    <w:rsid w:val="00907797"/>
    <w:rsid w:val="0093158C"/>
    <w:rsid w:val="00936CC5"/>
    <w:rsid w:val="00945DBA"/>
    <w:rsid w:val="009611A9"/>
    <w:rsid w:val="00966095"/>
    <w:rsid w:val="00970E51"/>
    <w:rsid w:val="0098689E"/>
    <w:rsid w:val="00986A7A"/>
    <w:rsid w:val="00995E90"/>
    <w:rsid w:val="009A3CD7"/>
    <w:rsid w:val="009B03E6"/>
    <w:rsid w:val="009B232E"/>
    <w:rsid w:val="009D25CD"/>
    <w:rsid w:val="009D674B"/>
    <w:rsid w:val="009E0DB5"/>
    <w:rsid w:val="00A142A6"/>
    <w:rsid w:val="00A16194"/>
    <w:rsid w:val="00A2791D"/>
    <w:rsid w:val="00A309E2"/>
    <w:rsid w:val="00A36D75"/>
    <w:rsid w:val="00A43E41"/>
    <w:rsid w:val="00A6020D"/>
    <w:rsid w:val="00AB3795"/>
    <w:rsid w:val="00AC3247"/>
    <w:rsid w:val="00AF1CDE"/>
    <w:rsid w:val="00AF1E11"/>
    <w:rsid w:val="00AF4B2B"/>
    <w:rsid w:val="00B113E0"/>
    <w:rsid w:val="00B14E72"/>
    <w:rsid w:val="00B1765C"/>
    <w:rsid w:val="00B21163"/>
    <w:rsid w:val="00B30030"/>
    <w:rsid w:val="00B44A3C"/>
    <w:rsid w:val="00B84C7B"/>
    <w:rsid w:val="00BA1F8C"/>
    <w:rsid w:val="00BB404C"/>
    <w:rsid w:val="00BC14B6"/>
    <w:rsid w:val="00BC7A4F"/>
    <w:rsid w:val="00BD634E"/>
    <w:rsid w:val="00C07F5E"/>
    <w:rsid w:val="00C119C9"/>
    <w:rsid w:val="00C16449"/>
    <w:rsid w:val="00C46A77"/>
    <w:rsid w:val="00C50B12"/>
    <w:rsid w:val="00C5204F"/>
    <w:rsid w:val="00C66E45"/>
    <w:rsid w:val="00CA0BB9"/>
    <w:rsid w:val="00CA1418"/>
    <w:rsid w:val="00CB0353"/>
    <w:rsid w:val="00CB0B8D"/>
    <w:rsid w:val="00CC374C"/>
    <w:rsid w:val="00CC4693"/>
    <w:rsid w:val="00CD6118"/>
    <w:rsid w:val="00CD68F6"/>
    <w:rsid w:val="00CE79FF"/>
    <w:rsid w:val="00CF2056"/>
    <w:rsid w:val="00D060DC"/>
    <w:rsid w:val="00D16916"/>
    <w:rsid w:val="00D16A54"/>
    <w:rsid w:val="00D178C7"/>
    <w:rsid w:val="00D306FA"/>
    <w:rsid w:val="00D312CF"/>
    <w:rsid w:val="00D3219E"/>
    <w:rsid w:val="00D367FB"/>
    <w:rsid w:val="00D40BC5"/>
    <w:rsid w:val="00D4510B"/>
    <w:rsid w:val="00D455E5"/>
    <w:rsid w:val="00D457B4"/>
    <w:rsid w:val="00D46D39"/>
    <w:rsid w:val="00D52C2E"/>
    <w:rsid w:val="00D534D2"/>
    <w:rsid w:val="00D553D0"/>
    <w:rsid w:val="00D62775"/>
    <w:rsid w:val="00D81349"/>
    <w:rsid w:val="00D92158"/>
    <w:rsid w:val="00D95971"/>
    <w:rsid w:val="00DA63B1"/>
    <w:rsid w:val="00DB16CA"/>
    <w:rsid w:val="00DC4BA7"/>
    <w:rsid w:val="00DD3902"/>
    <w:rsid w:val="00DE0F2D"/>
    <w:rsid w:val="00DE40A7"/>
    <w:rsid w:val="00DE6D29"/>
    <w:rsid w:val="00DE7AB5"/>
    <w:rsid w:val="00E0508D"/>
    <w:rsid w:val="00E109E9"/>
    <w:rsid w:val="00E2058A"/>
    <w:rsid w:val="00E50ACB"/>
    <w:rsid w:val="00E50BB8"/>
    <w:rsid w:val="00E61C50"/>
    <w:rsid w:val="00E644C3"/>
    <w:rsid w:val="00E7520B"/>
    <w:rsid w:val="00E83524"/>
    <w:rsid w:val="00EA03FB"/>
    <w:rsid w:val="00EB2776"/>
    <w:rsid w:val="00EC35E4"/>
    <w:rsid w:val="00EC3DC6"/>
    <w:rsid w:val="00EC4A14"/>
    <w:rsid w:val="00EE2C20"/>
    <w:rsid w:val="00EF02EA"/>
    <w:rsid w:val="00F063D8"/>
    <w:rsid w:val="00F43204"/>
    <w:rsid w:val="00F632FB"/>
    <w:rsid w:val="00F65754"/>
    <w:rsid w:val="00F86C13"/>
    <w:rsid w:val="00F948BE"/>
    <w:rsid w:val="00F948F2"/>
    <w:rsid w:val="00FE2EE9"/>
    <w:rsid w:val="00FE3B73"/>
    <w:rsid w:val="00FE41CA"/>
    <w:rsid w:val="00FE6871"/>
    <w:rsid w:val="00FF0FAC"/>
    <w:rsid w:val="0B584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1C962"/>
  <w15:docId w15:val="{AA728669-A5F0-46A0-99C2-2AE60AB2A5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7E5272"/>
    <w:pPr>
      <w:ind w:left="720"/>
    </w:pPr>
    <w:rPr>
      <w:rFonts w:ascii="Calibri" w:hAnsi="Calibri" w:eastAsia="Calibri"/>
      <w:sz w:val="22"/>
      <w:szCs w:val="22"/>
    </w:rPr>
  </w:style>
  <w:style w:type="character" w:styleId="Hyperlink">
    <w:name w:val="Hyperlink"/>
    <w:rsid w:val="007E5272"/>
    <w:rPr>
      <w:color w:val="0000FF"/>
      <w:u w:val="single"/>
    </w:rPr>
  </w:style>
  <w:style w:type="character" w:styleId="CommentReference">
    <w:name w:val="annotation reference"/>
    <w:basedOn w:val="DefaultParagraphFont"/>
    <w:uiPriority w:val="99"/>
    <w:semiHidden/>
    <w:unhideWhenUsed/>
    <w:rsid w:val="00E0508D"/>
    <w:rPr>
      <w:sz w:val="16"/>
      <w:szCs w:val="16"/>
    </w:rPr>
  </w:style>
  <w:style w:type="paragraph" w:styleId="CommentText">
    <w:name w:val="annotation text"/>
    <w:basedOn w:val="Normal"/>
    <w:link w:val="CommentTextChar"/>
    <w:uiPriority w:val="99"/>
    <w:semiHidden/>
    <w:unhideWhenUsed/>
    <w:rsid w:val="00E0508D"/>
    <w:rPr>
      <w:sz w:val="20"/>
      <w:szCs w:val="20"/>
    </w:rPr>
  </w:style>
  <w:style w:type="character" w:styleId="CommentTextChar" w:customStyle="1">
    <w:name w:val="Comment Text Char"/>
    <w:basedOn w:val="DefaultParagraphFont"/>
    <w:link w:val="CommentText"/>
    <w:uiPriority w:val="99"/>
    <w:semiHidden/>
    <w:rsid w:val="00E0508D"/>
  </w:style>
  <w:style w:type="paragraph" w:styleId="CommentSubject">
    <w:name w:val="annotation subject"/>
    <w:basedOn w:val="CommentText"/>
    <w:next w:val="CommentText"/>
    <w:link w:val="CommentSubjectChar"/>
    <w:uiPriority w:val="99"/>
    <w:semiHidden/>
    <w:unhideWhenUsed/>
    <w:rsid w:val="00E0508D"/>
    <w:rPr>
      <w:b/>
      <w:bCs/>
    </w:rPr>
  </w:style>
  <w:style w:type="character" w:styleId="CommentSubjectChar" w:customStyle="1">
    <w:name w:val="Comment Subject Char"/>
    <w:basedOn w:val="CommentTextChar"/>
    <w:link w:val="CommentSubject"/>
    <w:uiPriority w:val="99"/>
    <w:semiHidden/>
    <w:rsid w:val="00E0508D"/>
    <w:rPr>
      <w:b/>
      <w:bCs/>
    </w:rPr>
  </w:style>
  <w:style w:type="paragraph" w:styleId="BalloonText">
    <w:name w:val="Balloon Text"/>
    <w:basedOn w:val="Normal"/>
    <w:link w:val="BalloonTextChar"/>
    <w:uiPriority w:val="99"/>
    <w:semiHidden/>
    <w:unhideWhenUsed/>
    <w:rsid w:val="00E0508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0508D"/>
    <w:rPr>
      <w:rFonts w:ascii="Segoe UI" w:hAnsi="Segoe UI" w:cs="Segoe UI"/>
      <w:sz w:val="18"/>
      <w:szCs w:val="18"/>
    </w:rPr>
  </w:style>
  <w:style w:type="character" w:styleId="Emphasis">
    <w:name w:val="Emphasis"/>
    <w:basedOn w:val="DefaultParagraphFont"/>
    <w:uiPriority w:val="20"/>
    <w:qFormat/>
    <w:rsid w:val="00F063D8"/>
    <w:rPr>
      <w:i/>
      <w:iCs/>
    </w:rPr>
  </w:style>
  <w:style w:type="table" w:styleId="TableGrid">
    <w:name w:val="Table Grid"/>
    <w:basedOn w:val="TableNormal"/>
    <w:uiPriority w:val="59"/>
    <w:rsid w:val="00B1765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4A1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679773">
      <w:bodyDiv w:val="1"/>
      <w:marLeft w:val="0"/>
      <w:marRight w:val="0"/>
      <w:marTop w:val="0"/>
      <w:marBottom w:val="0"/>
      <w:divBdr>
        <w:top w:val="none" w:sz="0" w:space="0" w:color="auto"/>
        <w:left w:val="none" w:sz="0" w:space="0" w:color="auto"/>
        <w:bottom w:val="none" w:sz="0" w:space="0" w:color="auto"/>
        <w:right w:val="none" w:sz="0" w:space="0" w:color="auto"/>
      </w:divBdr>
    </w:div>
    <w:div w:id="1650478658">
      <w:bodyDiv w:val="1"/>
      <w:marLeft w:val="0"/>
      <w:marRight w:val="0"/>
      <w:marTop w:val="0"/>
      <w:marBottom w:val="0"/>
      <w:divBdr>
        <w:top w:val="none" w:sz="0" w:space="0" w:color="auto"/>
        <w:left w:val="none" w:sz="0" w:space="0" w:color="auto"/>
        <w:bottom w:val="none" w:sz="0" w:space="0" w:color="auto"/>
        <w:right w:val="none" w:sz="0" w:space="0" w:color="auto"/>
      </w:divBdr>
    </w:div>
    <w:div w:id="1988001434">
      <w:bodyDiv w:val="1"/>
      <w:marLeft w:val="0"/>
      <w:marRight w:val="0"/>
      <w:marTop w:val="0"/>
      <w:marBottom w:val="0"/>
      <w:divBdr>
        <w:top w:val="none" w:sz="0" w:space="0" w:color="auto"/>
        <w:left w:val="none" w:sz="0" w:space="0" w:color="auto"/>
        <w:bottom w:val="none" w:sz="0" w:space="0" w:color="auto"/>
        <w:right w:val="none" w:sz="0" w:space="0" w:color="auto"/>
      </w:divBdr>
    </w:div>
    <w:div w:id="2004314608">
      <w:bodyDiv w:val="1"/>
      <w:marLeft w:val="0"/>
      <w:marRight w:val="0"/>
      <w:marTop w:val="0"/>
      <w:marBottom w:val="0"/>
      <w:divBdr>
        <w:top w:val="none" w:sz="0" w:space="0" w:color="auto"/>
        <w:left w:val="none" w:sz="0" w:space="0" w:color="auto"/>
        <w:bottom w:val="none" w:sz="0" w:space="0" w:color="auto"/>
        <w:right w:val="none" w:sz="0" w:space="0" w:color="auto"/>
      </w:divBdr>
    </w:div>
    <w:div w:id="212646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4A6D447D-3817-45C2-B4ED-C944D0C7BF30}"/>
</file>

<file path=customXml/itemProps2.xml><?xml version="1.0" encoding="utf-8"?>
<ds:datastoreItem xmlns:ds="http://schemas.openxmlformats.org/officeDocument/2006/customXml" ds:itemID="{CBB9B7E8-4DB1-439F-9701-7599F5117820}"/>
</file>

<file path=customXml/itemProps3.xml><?xml version="1.0" encoding="utf-8"?>
<ds:datastoreItem xmlns:ds="http://schemas.openxmlformats.org/officeDocument/2006/customXml" ds:itemID="{B7494873-16FA-4E57-AF92-528A0BA4D26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61</cp:revision>
  <cp:lastPrinted>2015-09-11T19:35:00Z</cp:lastPrinted>
  <dcterms:created xsi:type="dcterms:W3CDTF">2022-04-19T20:39:00Z</dcterms:created>
  <dcterms:modified xsi:type="dcterms:W3CDTF">2024-11-02T16:19:14Z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