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1E52" w:rsidP="00951E52" w:rsidRDefault="00951E52" w14:paraId="108254F3" w14:textId="2C27B486">
      <w:pPr>
        <w:pStyle w:val="BpSTitle"/>
      </w:pPr>
      <w:r>
        <w:t>16102</w:t>
      </w:r>
    </w:p>
    <w:p w:rsidR="00951E52" w:rsidP="00951E52" w:rsidRDefault="008A3B42" w14:paraId="730199BC" w14:textId="6AB48683">
      <w:pPr>
        <w:pStyle w:val="BpSTitle"/>
      </w:pPr>
      <w:r w:rsidRPr="008A3B42">
        <w:t>Western North American Boreal Mesic Scrub Birch-Willow Shrubland - Boreal Transition</w:t>
      </w:r>
    </w:p>
    <w:p w:rsidR="00951E52" w:rsidP="00951E52" w:rsidRDefault="00951E52" w14:paraId="1F73A8A0" w14:textId="77777777">
      <w:r>
        <w:t xmlns:w="http://schemas.openxmlformats.org/wordprocessingml/2006/main">BpS Model/Description Version: Nov. 2024</w:t>
      </w:r>
      <w:r>
        <w:tab/>
      </w:r>
      <w:r>
        <w:tab/>
      </w:r>
      <w:r>
        <w:tab/>
      </w:r>
      <w:r>
        <w:tab/>
      </w:r>
      <w:r>
        <w:tab/>
      </w:r>
      <w:r>
        <w:tab/>
      </w:r>
      <w:r>
        <w:tab/>
      </w:r>
      <w:r>
        <w:tab/>
      </w:r>
    </w:p>
    <w:p w:rsidR="00951E52" w:rsidP="00951E52" w:rsidRDefault="00951E52" w14:paraId="3318C82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392"/>
        <w:gridCol w:w="852"/>
      </w:tblGrid>
      <w:tr w:rsidRPr="00951E52" w:rsidR="00951E52" w:rsidTr="00951E52" w14:paraId="7C55FD5E" w14:textId="77777777">
        <w:tc>
          <w:tcPr>
            <w:tcW w:w="2052" w:type="dxa"/>
            <w:tcBorders>
              <w:top w:val="single" w:color="auto" w:sz="2" w:space="0"/>
              <w:left w:val="single" w:color="auto" w:sz="12" w:space="0"/>
              <w:bottom w:val="single" w:color="000000" w:sz="12" w:space="0"/>
            </w:tcBorders>
            <w:shd w:val="clear" w:color="auto" w:fill="auto"/>
          </w:tcPr>
          <w:p w:rsidRPr="00951E52" w:rsidR="00951E52" w:rsidP="0044522E" w:rsidRDefault="00951E52" w14:paraId="58C4868B" w14:textId="77777777">
            <w:pPr>
              <w:rPr>
                <w:b/>
                <w:bCs/>
              </w:rPr>
            </w:pPr>
            <w:r w:rsidRPr="00951E52">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951E52" w:rsidR="00951E52" w:rsidP="0044522E" w:rsidRDefault="00951E52" w14:paraId="066A69AD"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951E52" w:rsidR="00951E52" w:rsidP="0044522E" w:rsidRDefault="00951E52" w14:paraId="3B64C9E5" w14:textId="77777777">
            <w:pPr>
              <w:rPr>
                <w:b/>
                <w:bCs/>
              </w:rPr>
            </w:pPr>
            <w:r w:rsidRPr="00951E52">
              <w:rPr>
                <w:b/>
                <w:bCs/>
              </w:rPr>
              <w:t>Reviewers</w:t>
            </w:r>
          </w:p>
        </w:tc>
        <w:tc>
          <w:tcPr>
            <w:tcW w:w="852" w:type="dxa"/>
            <w:tcBorders>
              <w:top w:val="single" w:color="auto" w:sz="2" w:space="0"/>
              <w:bottom w:val="single" w:color="000000" w:sz="12" w:space="0"/>
            </w:tcBorders>
            <w:shd w:val="clear" w:color="auto" w:fill="auto"/>
          </w:tcPr>
          <w:p w:rsidRPr="00951E52" w:rsidR="00951E52" w:rsidP="0044522E" w:rsidRDefault="00951E52" w14:paraId="24A22AF0" w14:textId="77777777">
            <w:pPr>
              <w:rPr>
                <w:b/>
                <w:bCs/>
              </w:rPr>
            </w:pPr>
          </w:p>
        </w:tc>
      </w:tr>
      <w:tr w:rsidRPr="00951E52" w:rsidR="00951E52" w:rsidTr="00951E52" w14:paraId="2CA17EBA" w14:textId="77777777">
        <w:tc>
          <w:tcPr>
            <w:tcW w:w="2052" w:type="dxa"/>
            <w:tcBorders>
              <w:top w:val="single" w:color="000000" w:sz="12" w:space="0"/>
              <w:left w:val="single" w:color="auto" w:sz="12" w:space="0"/>
            </w:tcBorders>
            <w:shd w:val="clear" w:color="auto" w:fill="auto"/>
          </w:tcPr>
          <w:p w:rsidRPr="00951E52" w:rsidR="00951E52" w:rsidP="0044522E" w:rsidRDefault="00951E52" w14:paraId="09E60A98" w14:textId="77777777">
            <w:pPr>
              <w:rPr>
                <w:bCs/>
              </w:rPr>
            </w:pPr>
            <w:r w:rsidRPr="00951E52">
              <w:rPr>
                <w:bCs/>
              </w:rPr>
              <w:t>Kori Blankenship</w:t>
            </w:r>
          </w:p>
        </w:tc>
        <w:tc>
          <w:tcPr>
            <w:tcW w:w="2532" w:type="dxa"/>
            <w:tcBorders>
              <w:top w:val="single" w:color="000000" w:sz="12" w:space="0"/>
              <w:right w:val="single" w:color="000000" w:sz="12" w:space="0"/>
            </w:tcBorders>
            <w:shd w:val="clear" w:color="auto" w:fill="auto"/>
          </w:tcPr>
          <w:p w:rsidRPr="00951E52" w:rsidR="00951E52" w:rsidP="0044522E" w:rsidRDefault="00951E52" w14:paraId="59311E0B" w14:textId="77777777">
            <w:r w:rsidRPr="00951E52">
              <w:t>kblankenship@tnc.org</w:t>
            </w:r>
          </w:p>
        </w:tc>
        <w:tc>
          <w:tcPr>
            <w:tcW w:w="1392" w:type="dxa"/>
            <w:tcBorders>
              <w:top w:val="single" w:color="000000" w:sz="12" w:space="0"/>
              <w:left w:val="single" w:color="000000" w:sz="12" w:space="0"/>
            </w:tcBorders>
            <w:shd w:val="clear" w:color="auto" w:fill="auto"/>
          </w:tcPr>
          <w:p w:rsidRPr="00951E52" w:rsidR="00951E52" w:rsidP="0044522E" w:rsidRDefault="00951E52" w14:paraId="4C5A6802" w14:textId="77777777">
            <w:r w:rsidRPr="00951E52">
              <w:t>None</w:t>
            </w:r>
          </w:p>
        </w:tc>
        <w:tc>
          <w:tcPr>
            <w:tcW w:w="852" w:type="dxa"/>
            <w:tcBorders>
              <w:top w:val="single" w:color="000000" w:sz="12" w:space="0"/>
            </w:tcBorders>
            <w:shd w:val="clear" w:color="auto" w:fill="auto"/>
          </w:tcPr>
          <w:p w:rsidRPr="00951E52" w:rsidR="00951E52" w:rsidP="0044522E" w:rsidRDefault="00951E52" w14:paraId="4354F0AA" w14:textId="77777777">
            <w:r w:rsidRPr="00951E52">
              <w:t>None</w:t>
            </w:r>
          </w:p>
        </w:tc>
      </w:tr>
      <w:tr w:rsidRPr="00951E52" w:rsidR="00951E52" w:rsidTr="00951E52" w14:paraId="348E28BB" w14:textId="77777777">
        <w:tc>
          <w:tcPr>
            <w:tcW w:w="2052" w:type="dxa"/>
            <w:tcBorders>
              <w:left w:val="single" w:color="auto" w:sz="12" w:space="0"/>
            </w:tcBorders>
            <w:shd w:val="clear" w:color="auto" w:fill="auto"/>
          </w:tcPr>
          <w:p w:rsidRPr="00951E52" w:rsidR="00951E52" w:rsidP="0044522E" w:rsidRDefault="00951E52" w14:paraId="4A877EA9" w14:textId="77777777">
            <w:pPr>
              <w:rPr>
                <w:bCs/>
              </w:rPr>
            </w:pPr>
            <w:r w:rsidRPr="00951E52">
              <w:rPr>
                <w:bCs/>
              </w:rPr>
              <w:t>Tina Boucher</w:t>
            </w:r>
          </w:p>
        </w:tc>
        <w:tc>
          <w:tcPr>
            <w:tcW w:w="2532" w:type="dxa"/>
            <w:tcBorders>
              <w:right w:val="single" w:color="000000" w:sz="12" w:space="0"/>
            </w:tcBorders>
            <w:shd w:val="clear" w:color="auto" w:fill="auto"/>
          </w:tcPr>
          <w:p w:rsidRPr="00951E52" w:rsidR="00951E52" w:rsidP="0044522E" w:rsidRDefault="00951E52" w14:paraId="4B12F21C" w14:textId="77777777">
            <w:r w:rsidRPr="00951E52">
              <w:t>antvb@uaa.alaska.edu</w:t>
            </w:r>
          </w:p>
        </w:tc>
        <w:tc>
          <w:tcPr>
            <w:tcW w:w="1392" w:type="dxa"/>
            <w:tcBorders>
              <w:left w:val="single" w:color="000000" w:sz="12" w:space="0"/>
            </w:tcBorders>
            <w:shd w:val="clear" w:color="auto" w:fill="auto"/>
          </w:tcPr>
          <w:p w:rsidRPr="00951E52" w:rsidR="00951E52" w:rsidP="0044522E" w:rsidRDefault="00951E52" w14:paraId="30DEF869" w14:textId="77777777">
            <w:r w:rsidRPr="00951E52">
              <w:t>None</w:t>
            </w:r>
          </w:p>
        </w:tc>
        <w:tc>
          <w:tcPr>
            <w:tcW w:w="852" w:type="dxa"/>
            <w:shd w:val="clear" w:color="auto" w:fill="auto"/>
          </w:tcPr>
          <w:p w:rsidRPr="00951E52" w:rsidR="00951E52" w:rsidP="0044522E" w:rsidRDefault="00951E52" w14:paraId="74EC9E9F" w14:textId="77777777">
            <w:r w:rsidRPr="00951E52">
              <w:t>None</w:t>
            </w:r>
          </w:p>
        </w:tc>
      </w:tr>
      <w:tr w:rsidRPr="00951E52" w:rsidR="00951E52" w:rsidTr="00951E52" w14:paraId="0F3BBD90" w14:textId="77777777">
        <w:tc>
          <w:tcPr>
            <w:tcW w:w="2052" w:type="dxa"/>
            <w:tcBorders>
              <w:left w:val="single" w:color="auto" w:sz="12" w:space="0"/>
              <w:bottom w:val="single" w:color="auto" w:sz="2" w:space="0"/>
            </w:tcBorders>
            <w:shd w:val="clear" w:color="auto" w:fill="auto"/>
          </w:tcPr>
          <w:p w:rsidRPr="00951E52" w:rsidR="00951E52" w:rsidP="0044522E" w:rsidRDefault="00951E52" w14:paraId="4CBD6839" w14:textId="77777777">
            <w:pPr>
              <w:rPr>
                <w:bCs/>
              </w:rPr>
            </w:pPr>
            <w:r w:rsidRPr="00951E52">
              <w:rPr>
                <w:bCs/>
              </w:rPr>
              <w:t>None</w:t>
            </w:r>
          </w:p>
        </w:tc>
        <w:tc>
          <w:tcPr>
            <w:tcW w:w="2532" w:type="dxa"/>
            <w:tcBorders>
              <w:right w:val="single" w:color="000000" w:sz="12" w:space="0"/>
            </w:tcBorders>
            <w:shd w:val="clear" w:color="auto" w:fill="auto"/>
          </w:tcPr>
          <w:p w:rsidRPr="00951E52" w:rsidR="00951E52" w:rsidP="0044522E" w:rsidRDefault="00951E52" w14:paraId="195427D4" w14:textId="77777777">
            <w:r w:rsidRPr="00951E52">
              <w:t>None</w:t>
            </w:r>
          </w:p>
        </w:tc>
        <w:tc>
          <w:tcPr>
            <w:tcW w:w="1392" w:type="dxa"/>
            <w:tcBorders>
              <w:left w:val="single" w:color="000000" w:sz="12" w:space="0"/>
              <w:bottom w:val="single" w:color="auto" w:sz="2" w:space="0"/>
            </w:tcBorders>
            <w:shd w:val="clear" w:color="auto" w:fill="auto"/>
          </w:tcPr>
          <w:p w:rsidRPr="00951E52" w:rsidR="00951E52" w:rsidP="0044522E" w:rsidRDefault="00951E52" w14:paraId="4C88B0AE" w14:textId="77777777">
            <w:r w:rsidRPr="00951E52">
              <w:t>None</w:t>
            </w:r>
          </w:p>
        </w:tc>
        <w:tc>
          <w:tcPr>
            <w:tcW w:w="852" w:type="dxa"/>
            <w:shd w:val="clear" w:color="auto" w:fill="auto"/>
          </w:tcPr>
          <w:p w:rsidRPr="00951E52" w:rsidR="00951E52" w:rsidP="0044522E" w:rsidRDefault="00951E52" w14:paraId="32EED3AF" w14:textId="77777777">
            <w:r w:rsidRPr="00951E52">
              <w:t>None</w:t>
            </w:r>
          </w:p>
        </w:tc>
      </w:tr>
    </w:tbl>
    <w:p w:rsidR="004F68EC" w:rsidP="00951E52" w:rsidRDefault="004F68EC" w14:paraId="2D53A333" w14:textId="77777777">
      <w:pPr>
        <w:pStyle w:val="InfoPara"/>
      </w:pPr>
      <w:r>
        <w:t>Reviewer:</w:t>
      </w:r>
      <w:r w:rsidRPr="0033494C">
        <w:rPr>
          <w:b w:val="0"/>
        </w:rPr>
        <w:t xml:space="preserve"> Robin Innes</w:t>
      </w:r>
    </w:p>
    <w:p w:rsidR="00951E52" w:rsidP="00951E52" w:rsidRDefault="00951E52" w14:paraId="22FD8B83" w14:textId="1E653FF7">
      <w:pPr>
        <w:pStyle w:val="InfoPara"/>
      </w:pPr>
      <w:r>
        <w:t>Vegetation Type</w:t>
      </w:r>
    </w:p>
    <w:p w:rsidR="00951E52" w:rsidP="00951E52" w:rsidRDefault="00951E52" w14:paraId="73DDD830" w14:textId="2CC9B0F1">
      <w:r>
        <w:t>Shrubland</w:t>
      </w:r>
    </w:p>
    <w:p w:rsidR="00951E52" w:rsidP="00951E52" w:rsidRDefault="00951E52" w14:paraId="20BB91BD" w14:textId="77777777">
      <w:pPr>
        <w:pStyle w:val="InfoPara"/>
      </w:pPr>
      <w:r>
        <w:t>Map Zones</w:t>
      </w:r>
    </w:p>
    <w:p w:rsidR="005848A9" w:rsidP="7E25C53E" w:rsidRDefault="005848A9" w14:paraId="64995A3B" w14:textId="77777777">
      <w:pPr>
        <w:rPr>
          <w:rFonts w:ascii="Times New Roman" w:hAnsi="Times New Roman" w:eastAsia="Times New Roman" w:cs="Times New Roman"/>
          <w:color w:val="000000"/>
          <w:sz w:val="24"/>
          <w:szCs w:val="24"/>
        </w:rPr>
      </w:pPr>
      <w:r w:rsidRPr="7E25C53E" w:rsidR="7E25C53E">
        <w:rPr>
          <w:rFonts w:ascii="Times New Roman" w:hAnsi="Times New Roman" w:eastAsia="Times New Roman" w:cs="Times New Roman"/>
          <w:color w:val="000000" w:themeColor="text1" w:themeTint="FF" w:themeShade="FF"/>
          <w:sz w:val="24"/>
          <w:szCs w:val="24"/>
        </w:rPr>
        <w:t>73, 74, 75, 76, 77</w:t>
      </w:r>
    </w:p>
    <w:p w:rsidR="00951E52" w:rsidP="00951E52" w:rsidRDefault="00951E52" w14:paraId="7108DF84" w14:textId="77777777">
      <w:pPr>
        <w:pStyle w:val="InfoPara"/>
      </w:pPr>
      <w:r>
        <w:t>Model Splits or Lumps</w:t>
      </w:r>
    </w:p>
    <w:p w:rsidR="00951E52" w:rsidP="00951E52" w:rsidRDefault="00951E52" w14:paraId="7C73BB1E" w14:textId="2AA21D69">
      <w:r>
        <w:t xml:space="preserve">This </w:t>
      </w:r>
      <w:r w:rsidR="00B47313">
        <w:t>Biophysical Setting (</w:t>
      </w:r>
      <w:r>
        <w:t>BpS</w:t>
      </w:r>
      <w:r w:rsidR="00B47313">
        <w:t>)</w:t>
      </w:r>
      <w:r>
        <w:t xml:space="preserve"> is split into multiple models:</w:t>
      </w:r>
    </w:p>
    <w:p w:rsidR="00951E52" w:rsidP="7E25C53E" w:rsidRDefault="00951E52" w14:paraId="7EDE6AF3" w14:textId="108FCC64">
      <w:pPr>
        <w:pStyle w:val="Normal"/>
      </w:pPr>
      <w:r w:rsidR="7E25C53E">
        <w:rPr/>
        <w:t xml:space="preserve">Western North American Boreal Mesic Scrub Birch-Willow Shrubland was split into Boreal and Sub-boreal variants for </w:t>
      </w:r>
      <w:proofErr w:type="spellStart"/>
      <w:r w:rsidR="7E25C53E">
        <w:rPr/>
        <w:t>BpS</w:t>
      </w:r>
      <w:proofErr w:type="spellEnd"/>
      <w:r w:rsidR="7E25C53E">
        <w:rPr/>
        <w:t xml:space="preserve"> modeling so that a longer fire return interval could be applied to the Sub-boreal variant. For mapping </w:t>
      </w:r>
      <w:proofErr w:type="spellStart"/>
      <w:r w:rsidR="7E25C53E">
        <w:rPr/>
        <w:t>BpS</w:t>
      </w:r>
      <w:proofErr w:type="spellEnd"/>
      <w:r w:rsidR="7E25C53E">
        <w:rPr/>
        <w:t xml:space="preserve"> 16102 should </w:t>
      </w:r>
      <w:r w:rsidR="7E25C53E">
        <w:rPr/>
        <w:t>apply</w:t>
      </w:r>
      <w:r w:rsidR="7E25C53E">
        <w:rPr/>
        <w:t xml:space="preserve"> in level 2 ecoregions (</w:t>
      </w:r>
      <w:proofErr w:type="spellStart"/>
      <w:r w:rsidR="7E25C53E">
        <w:rPr/>
        <w:t>Nowaki</w:t>
      </w:r>
      <w:proofErr w:type="spellEnd"/>
      <w:r w:rsidR="7E25C53E">
        <w:rPr/>
        <w:t xml:space="preserve"> et al. 2001): Alaska Range Transition, Pacific Mountains Transition, Coast Mountains Transition, Coastal Rainforests.</w:t>
      </w:r>
    </w:p>
    <w:p w:rsidR="00951E52" w:rsidP="00951E52" w:rsidRDefault="00951E52" w14:paraId="35B9F2A0" w14:textId="77777777">
      <w:pPr>
        <w:pStyle w:val="InfoPara"/>
      </w:pPr>
      <w:r>
        <w:t>Geographic Range</w:t>
      </w:r>
    </w:p>
    <w:p w:rsidR="00951E52" w:rsidP="00951E52" w:rsidRDefault="00951E52" w14:paraId="399DB1D4" w14:textId="6AB0C89F">
      <w:r>
        <w:t>This system is found in the Sub-boreal region from low elevations to the subalpine zone. This system is more common in the northern portion of the Sub-boreal region (e.g., northern Cook Inlet)</w:t>
      </w:r>
      <w:r w:rsidR="00B47313">
        <w:t>.</w:t>
      </w:r>
      <w:r>
        <w:t xml:space="preserve"> </w:t>
      </w:r>
      <w:r w:rsidR="00B47313">
        <w:t>T</w:t>
      </w:r>
      <w:r>
        <w:t xml:space="preserve">he tall shrub system dominated by </w:t>
      </w:r>
      <w:r w:rsidRPr="007A5C09">
        <w:rPr>
          <w:i/>
          <w:iCs/>
        </w:rPr>
        <w:t xml:space="preserve">Alnus viridis </w:t>
      </w:r>
      <w:r w:rsidRPr="007A5C09">
        <w:t>spp</w:t>
      </w:r>
      <w:r w:rsidRPr="007A5C09">
        <w:rPr>
          <w:i/>
          <w:iCs/>
        </w:rPr>
        <w:t>. Sinuata</w:t>
      </w:r>
      <w:r>
        <w:t xml:space="preserve"> replaces </w:t>
      </w:r>
      <w:r w:rsidR="007A5C09">
        <w:t>this BpS</w:t>
      </w:r>
      <w:r>
        <w:t xml:space="preserve"> in the southern portion of the region.</w:t>
      </w:r>
    </w:p>
    <w:p w:rsidR="00951E52" w:rsidP="00951E52" w:rsidRDefault="00951E52" w14:paraId="71BBD35A" w14:textId="77777777">
      <w:pPr>
        <w:pStyle w:val="InfoPara"/>
      </w:pPr>
      <w:r>
        <w:t>Biophysical Site Description</w:t>
      </w:r>
    </w:p>
    <w:p w:rsidR="00951E52" w:rsidP="00951E52" w:rsidRDefault="00951E52" w14:paraId="4DA80C85" w14:textId="4360B4C3">
      <w:r>
        <w:t>This system occurs on well-drained sites often in the subalpine. It is found on mesic sites on mid to upper slopes, above tree line</w:t>
      </w:r>
      <w:r w:rsidR="00412DF0">
        <w:t>,</w:t>
      </w:r>
      <w:r>
        <w:t xml:space="preserve"> and on terraces and sideslopes. Soils are mineral with a well-decomposed organic layer of 5-30 cm thick (Viereck et al. 1992</w:t>
      </w:r>
      <w:r w:rsidR="00412DF0">
        <w:t>;</w:t>
      </w:r>
      <w:r>
        <w:t xml:space="preserve"> NatureServe 2008).</w:t>
      </w:r>
    </w:p>
    <w:p w:rsidR="00951E52" w:rsidP="00951E52" w:rsidRDefault="00951E52" w14:paraId="42F528A7" w14:textId="77777777">
      <w:pPr>
        <w:pStyle w:val="InfoPara"/>
      </w:pPr>
      <w:r>
        <w:t>Vegetation Description</w:t>
      </w:r>
    </w:p>
    <w:p w:rsidR="00951E52" w:rsidP="00951E52" w:rsidRDefault="00951E52" w14:paraId="52255C71" w14:textId="276DD5DE">
      <w:r w:rsidRPr="00412DF0">
        <w:rPr>
          <w:i/>
          <w:iCs/>
        </w:rPr>
        <w:t>Betula nana</w:t>
      </w:r>
      <w:r>
        <w:t xml:space="preserve"> usually dominates the shrub layer</w:t>
      </w:r>
      <w:r w:rsidR="00412DF0">
        <w:t>, but</w:t>
      </w:r>
      <w:r>
        <w:t xml:space="preserve"> </w:t>
      </w:r>
      <w:r w:rsidRPr="00412DF0">
        <w:rPr>
          <w:i/>
          <w:iCs/>
        </w:rPr>
        <w:t>Vaccinium uliginosum, Ledum decumbens</w:t>
      </w:r>
      <w:r>
        <w:t xml:space="preserve"> (</w:t>
      </w:r>
      <w:r w:rsidRPr="00412DF0">
        <w:rPr>
          <w:i/>
          <w:iCs/>
        </w:rPr>
        <w:t>Ledum palustre</w:t>
      </w:r>
      <w:r>
        <w:t xml:space="preserve"> L. ssp. </w:t>
      </w:r>
      <w:r w:rsidRPr="00412DF0">
        <w:rPr>
          <w:i/>
          <w:iCs/>
        </w:rPr>
        <w:t>Decumbens</w:t>
      </w:r>
      <w:r>
        <w:t xml:space="preserve">), </w:t>
      </w:r>
      <w:r w:rsidRPr="00412DF0">
        <w:rPr>
          <w:i/>
          <w:iCs/>
        </w:rPr>
        <w:t>Salix pulchra, S. barclayi</w:t>
      </w:r>
      <w:r w:rsidR="00361A0C">
        <w:rPr>
          <w:i/>
          <w:iCs/>
        </w:rPr>
        <w:t>,</w:t>
      </w:r>
      <w:r>
        <w:t xml:space="preserve"> or other </w:t>
      </w:r>
      <w:r w:rsidRPr="00412DF0">
        <w:rPr>
          <w:i/>
          <w:iCs/>
        </w:rPr>
        <w:t>Salix</w:t>
      </w:r>
      <w:r>
        <w:t xml:space="preserve"> spp. may also be common or occasionally dominant (Viereck 1979</w:t>
      </w:r>
      <w:r w:rsidR="00412DF0">
        <w:t>;</w:t>
      </w:r>
      <w:r>
        <w:t xml:space="preserve"> Viereck et al. 1992</w:t>
      </w:r>
      <w:r w:rsidR="00412DF0">
        <w:t>;</w:t>
      </w:r>
      <w:r>
        <w:t xml:space="preserve"> NatureServe 2008). Dwarf shrubs such as </w:t>
      </w:r>
      <w:r w:rsidRPr="00412DF0">
        <w:rPr>
          <w:i/>
          <w:iCs/>
        </w:rPr>
        <w:t>Empetrum nigrum</w:t>
      </w:r>
      <w:r>
        <w:t xml:space="preserve"> and </w:t>
      </w:r>
      <w:r w:rsidRPr="00412DF0">
        <w:rPr>
          <w:i/>
          <w:iCs/>
        </w:rPr>
        <w:t>Vaccinium vitis-idaea</w:t>
      </w:r>
      <w:r>
        <w:t xml:space="preserve"> may be common under the low shrub layer. Herbaceous species are </w:t>
      </w:r>
      <w:r w:rsidR="00BF1706">
        <w:t>sparse but</w:t>
      </w:r>
      <w:r>
        <w:t xml:space="preserve"> may include </w:t>
      </w:r>
      <w:r w:rsidRPr="00BF1706">
        <w:rPr>
          <w:i/>
          <w:iCs/>
        </w:rPr>
        <w:t>Festuca altaica</w:t>
      </w:r>
      <w:r>
        <w:t xml:space="preserve"> and </w:t>
      </w:r>
      <w:r w:rsidRPr="00BF1706">
        <w:rPr>
          <w:i/>
          <w:iCs/>
        </w:rPr>
        <w:t>Hierochloe</w:t>
      </w:r>
      <w:r>
        <w:t xml:space="preserve"> </w:t>
      </w:r>
      <w:r w:rsidRPr="00BF1706">
        <w:rPr>
          <w:i/>
          <w:iCs/>
        </w:rPr>
        <w:t>alpina</w:t>
      </w:r>
      <w:r>
        <w:t>. Feathermoss (</w:t>
      </w:r>
      <w:r w:rsidRPr="00BF1706">
        <w:rPr>
          <w:i/>
          <w:iCs/>
        </w:rPr>
        <w:t>Hylocomium splendens</w:t>
      </w:r>
      <w:r>
        <w:t xml:space="preserve"> and </w:t>
      </w:r>
      <w:r w:rsidRPr="00BF1706">
        <w:rPr>
          <w:i/>
          <w:iCs/>
        </w:rPr>
        <w:t>Pleurozium schreberi</w:t>
      </w:r>
      <w:r>
        <w:t>) and lichens are common, but peat-forming mosses and sedges are not common (Viereck et al. 1992</w:t>
      </w:r>
      <w:r w:rsidR="00BF1706">
        <w:t>;</w:t>
      </w:r>
      <w:r>
        <w:t xml:space="preserve"> NatureServe 2008).</w:t>
      </w:r>
    </w:p>
    <w:p w:rsidR="00951E52" w:rsidP="00951E52" w:rsidRDefault="00951E52" w14:paraId="7E5849B7"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 ssp.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HYSP70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Hylocomium splendens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Splendid feather moss</w:t>
            </w:r>
          </w:p>
        </w:tc>
      </w:tr>
    </w:tbl>
    <w:p>
      <w:r>
        <w:rPr>
          <w:sz w:val="16"/>
        </w:rPr>
        <w:t>Species names are from the NRCS PLANTS database. Check species codes at http://plants.usda.gov.</w:t>
      </w:r>
    </w:p>
    <w:p w:rsidR="00951E52" w:rsidP="00951E52" w:rsidRDefault="00951E52" w14:paraId="0B41D4A2" w14:textId="77777777">
      <w:pPr>
        <w:pStyle w:val="InfoPara"/>
      </w:pPr>
      <w:r>
        <w:t>Disturbance Description</w:t>
      </w:r>
    </w:p>
    <w:p w:rsidR="00951E52" w:rsidP="00951E52" w:rsidRDefault="00951E52" w14:paraId="7786F75B" w14:textId="77777777">
      <w:r>
        <w:t xml:space="preserve">The following information was taken from the draft Boreal Ecological Systems description (NatureServe 2008): </w:t>
      </w:r>
    </w:p>
    <w:p w:rsidR="00951E52" w:rsidP="00951E52" w:rsidRDefault="00951E52" w14:paraId="0FCC5A38" w14:textId="77777777">
      <w:r>
        <w:t xml:space="preserve">This system represents a topoedaphic climax in some areas, in other cases it may be seral to shrub-tussock over long time periods (Viereck et al. 1992). </w:t>
      </w:r>
    </w:p>
    <w:p w:rsidR="00951E52" w:rsidP="00951E52" w:rsidRDefault="00951E52" w14:paraId="2DADC912" w14:textId="77777777"/>
    <w:p w:rsidR="00C638A4" w:rsidP="00C638A4" w:rsidRDefault="00951E52" w14:paraId="7969ADE3" w14:textId="31F71626">
      <w:r>
        <w:t>There is little information available about the fire history of shrub communities in AK. Birch and ericaceous shrub tundra tends to produce more severe burns than sedge-shrub tussock tundra (Racine 1979). After fire, shrubs resprout readily from underground propagules if they have not been burned, and a shrub community re-establishes on the site within five years. After severe fires that remove the organic layer and burn the propagules, herbaceous species that establish by seed may dominate the site for more than five years. Burned-over spruce woodlands near treeline may be converted to low shrub after fire (Pegau 1972) and may slowly regenerate a spruce overstory. The fire return interval</w:t>
      </w:r>
      <w:r w:rsidR="00ED001D">
        <w:t xml:space="preserve"> (FRI)</w:t>
      </w:r>
      <w:r>
        <w:t xml:space="preserve"> is longer in the Sub-boreal region than in boreal AK. </w:t>
      </w:r>
      <w:r w:rsidDel="00EE42F4">
        <w:t xml:space="preserve">Adjacent vegetation influences the fire frequency. If the adjacent vegetation is flammable, then the low shrub type will have a more frequent </w:t>
      </w:r>
      <w:r w:rsidR="00ED001D">
        <w:t>FRI</w:t>
      </w:r>
      <w:r w:rsidDel="00EE42F4">
        <w:t xml:space="preserve">. </w:t>
      </w:r>
      <w:r w:rsidR="00ED001D">
        <w:t>FRIs</w:t>
      </w:r>
      <w:r>
        <w:t xml:space="preserve"> are long, likely greater than 100 yrs. Trees may also invade these shrublands but over long timeframes.</w:t>
      </w:r>
    </w:p>
    <w:p w:rsidR="00951E52" w:rsidP="00951E52" w:rsidRDefault="00951E52" w14:paraId="6640DC17" w14:textId="2493585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301</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301</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51E52" w:rsidP="00951E52" w:rsidRDefault="00951E52" w14:paraId="0DAEB88D" w14:textId="77777777">
      <w:pPr>
        <w:pStyle w:val="InfoPara"/>
      </w:pPr>
      <w:r>
        <w:t>Scale Description</w:t>
      </w:r>
    </w:p>
    <w:p w:rsidR="00951E52" w:rsidP="00951E52" w:rsidRDefault="00951E52" w14:paraId="02EAA309" w14:textId="77777777">
      <w:r>
        <w:t>Large patch</w:t>
      </w:r>
    </w:p>
    <w:p w:rsidR="00951E52" w:rsidP="00951E52" w:rsidRDefault="00951E52" w14:paraId="28A7F086" w14:textId="77777777">
      <w:pPr>
        <w:pStyle w:val="InfoPara"/>
      </w:pPr>
      <w:r>
        <w:t>Adjacency or Identification Concerns</w:t>
      </w:r>
    </w:p>
    <w:p w:rsidR="00951E52" w:rsidP="00951E52" w:rsidRDefault="00951E52" w14:paraId="4DC32004" w14:textId="1035C0BF">
      <w:r>
        <w:t>At treeline, this system occurs above the Western North American Boreal Treeline White Spruce Woodland - Alaska Sub-boreal (NatureServe 2008)</w:t>
      </w:r>
      <w:r w:rsidR="009111C9">
        <w:t xml:space="preserve"> </w:t>
      </w:r>
    </w:p>
    <w:p w:rsidR="00951E52" w:rsidP="00951E52" w:rsidRDefault="00951E52" w14:paraId="51B02367" w14:textId="77777777"/>
    <w:p w:rsidR="00951E52" w:rsidP="00951E52" w:rsidRDefault="00951E52" w14:paraId="6D4AFA1C" w14:textId="02624EAE">
      <w:r>
        <w:t>Sites dominated by non</w:t>
      </w:r>
      <w:r w:rsidR="0033494C">
        <w:t>-</w:t>
      </w:r>
      <w:r>
        <w:t xml:space="preserve">riparian or </w:t>
      </w:r>
      <w:r w:rsidR="00CF2F2C">
        <w:t>non-</w:t>
      </w:r>
      <w:r>
        <w:t xml:space="preserve">wetland </w:t>
      </w:r>
      <w:r w:rsidRPr="00C22350">
        <w:rPr>
          <w:i/>
          <w:iCs/>
        </w:rPr>
        <w:t>Salix</w:t>
      </w:r>
      <w:r>
        <w:t xml:space="preserve"> spp. are included in this type (NatureServe 2008). Low shrub types on peat deposits are included in the wetland types (NatureServe 2008).</w:t>
      </w:r>
    </w:p>
    <w:p w:rsidR="00951E52" w:rsidP="00951E52" w:rsidRDefault="00951E52" w14:paraId="706A0040" w14:textId="77777777">
      <w:pPr>
        <w:pStyle w:val="InfoPara"/>
      </w:pPr>
      <w:r>
        <w:t>Issues or Problems</w:t>
      </w:r>
    </w:p>
    <w:p w:rsidR="00951E52" w:rsidP="00951E52" w:rsidRDefault="00951E52" w14:paraId="2D988FA9" w14:textId="44113CCD">
      <w:r>
        <w:t xml:space="preserve">The probability for fire in the </w:t>
      </w:r>
      <w:r w:rsidR="004F68EC">
        <w:t xml:space="preserve">state-and-transition </w:t>
      </w:r>
      <w:r>
        <w:t>model is a best guess, not based on literature.</w:t>
      </w:r>
    </w:p>
    <w:p w:rsidR="00951E52" w:rsidP="00951E52" w:rsidRDefault="00951E52" w14:paraId="50CC1C56" w14:textId="77777777">
      <w:pPr>
        <w:pStyle w:val="InfoPara"/>
      </w:pPr>
      <w:r>
        <w:t>Native Uncharacteristic Conditions</w:t>
      </w:r>
    </w:p>
    <w:p w:rsidR="00951E52" w:rsidP="00951E52" w:rsidRDefault="00951E52" w14:paraId="24C7047F" w14:textId="1D5925A5">
      <w:pPr>
        <w:pStyle w:val="InfoPara"/>
      </w:pPr>
      <w:r>
        <w:t>Comments</w:t>
      </w:r>
    </w:p>
    <w:p w:rsidR="004F68EC" w:rsidP="0033494C" w:rsidRDefault="004F68EC" w14:paraId="67BCBA73" w14:textId="05D8047D">
      <w:r>
        <w:t xml:space="preserve">More information on this type can be found in the Fire Effects Information System (FEIS) Synthesis: </w:t>
      </w:r>
      <w:hyperlink w:history="1" r:id="rId7">
        <w:r w:rsidRPr="00472B90">
          <w:rPr>
            <w:rStyle w:val="Hyperlink"/>
          </w:rPr>
          <w:t>Fire regimes of Alaskan alder and willow shrublands</w:t>
        </w:r>
      </w:hyperlink>
      <w:r>
        <w:rPr>
          <w:color w:val="000000"/>
        </w:rPr>
        <w:t xml:space="preserve"> (Innes 2015)</w:t>
      </w:r>
      <w:r>
        <w:t xml:space="preserve">. </w:t>
      </w:r>
      <w:r w:rsidRPr="001F1600">
        <w:t xml:space="preserve">In 2015 an extensive search was done by FEIS staff to locate information for a synthesis on </w:t>
      </w:r>
      <w:r w:rsidR="006066CC">
        <w:t>f</w:t>
      </w:r>
      <w:r w:rsidRPr="001F1600">
        <w:t xml:space="preserve">ire regimes of Alaskan </w:t>
      </w:r>
      <w:r w:rsidRPr="00A94672">
        <w:rPr>
          <w:color w:val="000000"/>
          <w:shd w:val="clear" w:color="auto" w:fill="FFFFFF"/>
        </w:rPr>
        <w:t>alder and willow shrublands</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Anecdotal and qualitative descriptions are used in this synthesis to supplement the limited quantitative literature.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p>
    <w:p w:rsidR="00951E52" w:rsidP="00951E52" w:rsidRDefault="00951E52" w14:paraId="78E7E612" w14:textId="77777777"/>
    <w:p w:rsidR="004F68EC" w:rsidP="004F68EC" w:rsidRDefault="00951E52" w14:paraId="052F3858" w14:textId="59F2A0D7">
      <w:r>
        <w:t xml:space="preserve">This model was based on the Western North American Boreal Mesic Scrub Birch-Willow Shrubland - Boreal model created by Jennifer Allen. Kori Blankenship and Tina Boucher increased the </w:t>
      </w:r>
      <w:r w:rsidR="006066CC">
        <w:t>mean fire return interval (</w:t>
      </w:r>
      <w:r>
        <w:t>MFRI</w:t>
      </w:r>
      <w:r w:rsidR="006066CC">
        <w:t>)</w:t>
      </w:r>
      <w:r>
        <w:t xml:space="preserve"> for the Sub-boreal variant of the model and made minor edits to the description.</w:t>
      </w:r>
      <w:r w:rsidR="004F68EC">
        <w:t xml:space="preserve"> This model was created for the AK sub-boreal region and did not receive review during LANDFIRE National for other parts of the state.</w:t>
      </w:r>
    </w:p>
    <w:p w:rsidR="005264C4" w:rsidP="004F68EC" w:rsidRDefault="005264C4" w14:paraId="684986CB" w14:textId="67FF10BD"/>
    <w:p w:rsidR="00951E52" w:rsidP="00951E52" w:rsidRDefault="00951E52" w14:paraId="38522E7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51E52" w:rsidP="00951E52" w:rsidRDefault="00B828D6" w14:paraId="13EB2802" w14:textId="06D1BF7E">
      <w:pPr>
        <w:pStyle w:val="InfoPara"/>
        <w:pBdr>
          <w:top w:val="single" w:color="auto" w:sz="4" w:space="1"/>
        </w:pBdr>
      </w:pPr>
      <w:r xmlns:w="http://schemas.openxmlformats.org/wordprocessingml/2006/main">
        <w:t>Class A</w:t>
      </w:r>
      <w:r xmlns:w="http://schemas.openxmlformats.org/wordprocessingml/2006/main">
        <w:tab/>
        <w:t>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951E52" w:rsidP="00951E52" w:rsidRDefault="00951E52" w14:paraId="6166583E" w14:textId="77777777"/>
    <w:p w:rsidR="00951E52" w:rsidP="00951E52" w:rsidRDefault="00951E52" w14:paraId="2E543A6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076"/>
        <w:gridCol w:w="2112"/>
        <w:gridCol w:w="1956"/>
      </w:tblGrid>
      <w:tr w:rsidRPr="00951E52" w:rsidR="00951E52" w:rsidTr="00951E52" w14:paraId="2F00245E" w14:textId="77777777">
        <w:tc>
          <w:tcPr>
            <w:tcW w:w="1056" w:type="dxa"/>
            <w:tcBorders>
              <w:top w:val="single" w:color="auto" w:sz="2" w:space="0"/>
              <w:bottom w:val="single" w:color="000000" w:sz="12" w:space="0"/>
            </w:tcBorders>
            <w:shd w:val="clear" w:color="auto" w:fill="auto"/>
          </w:tcPr>
          <w:p w:rsidRPr="00951E52" w:rsidR="00951E52" w:rsidP="000B0C69" w:rsidRDefault="00951E52" w14:paraId="70519998" w14:textId="77777777">
            <w:pPr>
              <w:rPr>
                <w:b/>
                <w:bCs/>
              </w:rPr>
            </w:pPr>
            <w:r w:rsidRPr="00951E52">
              <w:rPr>
                <w:b/>
                <w:bCs/>
              </w:rPr>
              <w:t>Symbol</w:t>
            </w:r>
          </w:p>
        </w:tc>
        <w:tc>
          <w:tcPr>
            <w:tcW w:w="2076" w:type="dxa"/>
            <w:tcBorders>
              <w:top w:val="single" w:color="auto" w:sz="2" w:space="0"/>
              <w:bottom w:val="single" w:color="000000" w:sz="12" w:space="0"/>
            </w:tcBorders>
            <w:shd w:val="clear" w:color="auto" w:fill="auto"/>
          </w:tcPr>
          <w:p w:rsidRPr="00951E52" w:rsidR="00951E52" w:rsidP="000B0C69" w:rsidRDefault="00951E52" w14:paraId="057E590E" w14:textId="77777777">
            <w:pPr>
              <w:rPr>
                <w:b/>
                <w:bCs/>
              </w:rPr>
            </w:pPr>
            <w:r w:rsidRPr="00951E52">
              <w:rPr>
                <w:b/>
                <w:bCs/>
              </w:rPr>
              <w:t>Scientific Name</w:t>
            </w:r>
          </w:p>
        </w:tc>
        <w:tc>
          <w:tcPr>
            <w:tcW w:w="2112" w:type="dxa"/>
            <w:tcBorders>
              <w:top w:val="single" w:color="auto" w:sz="2" w:space="0"/>
              <w:bottom w:val="single" w:color="000000" w:sz="12" w:space="0"/>
            </w:tcBorders>
            <w:shd w:val="clear" w:color="auto" w:fill="auto"/>
          </w:tcPr>
          <w:p w:rsidRPr="00951E52" w:rsidR="00951E52" w:rsidP="000B0C69" w:rsidRDefault="00951E52" w14:paraId="5B2B12E0" w14:textId="77777777">
            <w:pPr>
              <w:rPr>
                <w:b/>
                <w:bCs/>
              </w:rPr>
            </w:pPr>
            <w:r w:rsidRPr="00951E52">
              <w:rPr>
                <w:b/>
                <w:bCs/>
              </w:rPr>
              <w:t>Common Name</w:t>
            </w:r>
          </w:p>
        </w:tc>
        <w:tc>
          <w:tcPr>
            <w:tcW w:w="1956" w:type="dxa"/>
            <w:tcBorders>
              <w:top w:val="single" w:color="auto" w:sz="2" w:space="0"/>
              <w:bottom w:val="single" w:color="000000" w:sz="12" w:space="0"/>
            </w:tcBorders>
            <w:shd w:val="clear" w:color="auto" w:fill="auto"/>
          </w:tcPr>
          <w:p w:rsidRPr="00951E52" w:rsidR="00951E52" w:rsidP="000B0C69" w:rsidRDefault="00951E52" w14:paraId="1E7FFC56" w14:textId="77777777">
            <w:pPr>
              <w:rPr>
                <w:b/>
                <w:bCs/>
              </w:rPr>
            </w:pPr>
            <w:r w:rsidRPr="00951E52">
              <w:rPr>
                <w:b/>
                <w:bCs/>
              </w:rPr>
              <w:t>Canopy Position</w:t>
            </w:r>
          </w:p>
        </w:tc>
      </w:tr>
      <w:tr w:rsidRPr="00951E52" w:rsidR="00951E52" w:rsidTr="00951E52" w14:paraId="03D4F94B" w14:textId="77777777">
        <w:tc>
          <w:tcPr>
            <w:tcW w:w="1056" w:type="dxa"/>
            <w:tcBorders>
              <w:top w:val="single" w:color="000000" w:sz="12" w:space="0"/>
            </w:tcBorders>
            <w:shd w:val="clear" w:color="auto" w:fill="auto"/>
          </w:tcPr>
          <w:p w:rsidRPr="00951E52" w:rsidR="00951E52" w:rsidP="000B0C69" w:rsidRDefault="00951E52" w14:paraId="337FFBAC" w14:textId="77777777">
            <w:pPr>
              <w:rPr>
                <w:bCs/>
              </w:rPr>
            </w:pPr>
            <w:r w:rsidRPr="00951E52">
              <w:rPr>
                <w:bCs/>
              </w:rPr>
              <w:t>FEAL</w:t>
            </w:r>
          </w:p>
        </w:tc>
        <w:tc>
          <w:tcPr>
            <w:tcW w:w="2076" w:type="dxa"/>
            <w:tcBorders>
              <w:top w:val="single" w:color="000000" w:sz="12" w:space="0"/>
            </w:tcBorders>
            <w:shd w:val="clear" w:color="auto" w:fill="auto"/>
          </w:tcPr>
          <w:p w:rsidRPr="005A648A" w:rsidR="00951E52" w:rsidP="000B0C69" w:rsidRDefault="00951E52" w14:paraId="4FE6C0F0" w14:textId="77777777">
            <w:pPr>
              <w:rPr>
                <w:i/>
                <w:iCs/>
              </w:rPr>
            </w:pPr>
            <w:r w:rsidRPr="005A648A">
              <w:rPr>
                <w:i/>
                <w:iCs/>
              </w:rPr>
              <w:t>Festuca altaica</w:t>
            </w:r>
          </w:p>
        </w:tc>
        <w:tc>
          <w:tcPr>
            <w:tcW w:w="2112" w:type="dxa"/>
            <w:tcBorders>
              <w:top w:val="single" w:color="000000" w:sz="12" w:space="0"/>
            </w:tcBorders>
            <w:shd w:val="clear" w:color="auto" w:fill="auto"/>
          </w:tcPr>
          <w:p w:rsidRPr="00951E52" w:rsidR="00951E52" w:rsidP="000B0C69" w:rsidRDefault="00951E52" w14:paraId="62848DA7" w14:textId="77777777">
            <w:r w:rsidRPr="00951E52">
              <w:t>Altai fescue</w:t>
            </w:r>
          </w:p>
        </w:tc>
        <w:tc>
          <w:tcPr>
            <w:tcW w:w="1956" w:type="dxa"/>
            <w:tcBorders>
              <w:top w:val="single" w:color="000000" w:sz="12" w:space="0"/>
            </w:tcBorders>
            <w:shd w:val="clear" w:color="auto" w:fill="auto"/>
          </w:tcPr>
          <w:p w:rsidRPr="00951E52" w:rsidR="00951E52" w:rsidP="000B0C69" w:rsidRDefault="00951E52" w14:paraId="123B310A" w14:textId="77777777">
            <w:r w:rsidRPr="00951E52">
              <w:t>Upper</w:t>
            </w:r>
          </w:p>
        </w:tc>
      </w:tr>
      <w:tr w:rsidRPr="00951E52" w:rsidR="00951E52" w:rsidTr="00951E52" w14:paraId="484FD671" w14:textId="77777777">
        <w:tc>
          <w:tcPr>
            <w:tcW w:w="1056" w:type="dxa"/>
            <w:shd w:val="clear" w:color="auto" w:fill="auto"/>
          </w:tcPr>
          <w:p w:rsidRPr="00951E52" w:rsidR="00951E52" w:rsidP="000B0C69" w:rsidRDefault="00951E52" w14:paraId="1C6C6F9D" w14:textId="77777777">
            <w:pPr>
              <w:rPr>
                <w:bCs/>
              </w:rPr>
            </w:pPr>
            <w:r w:rsidRPr="00951E52">
              <w:rPr>
                <w:bCs/>
              </w:rPr>
              <w:t>HIAL3</w:t>
            </w:r>
          </w:p>
        </w:tc>
        <w:tc>
          <w:tcPr>
            <w:tcW w:w="2076" w:type="dxa"/>
            <w:shd w:val="clear" w:color="auto" w:fill="auto"/>
          </w:tcPr>
          <w:p w:rsidRPr="005A648A" w:rsidR="00951E52" w:rsidP="000B0C69" w:rsidRDefault="00951E52" w14:paraId="0702AAD0" w14:textId="77777777">
            <w:pPr>
              <w:rPr>
                <w:i/>
                <w:iCs/>
              </w:rPr>
            </w:pPr>
            <w:r w:rsidRPr="005A648A">
              <w:rPr>
                <w:i/>
                <w:iCs/>
              </w:rPr>
              <w:t>Hierochloe alpina</w:t>
            </w:r>
          </w:p>
        </w:tc>
        <w:tc>
          <w:tcPr>
            <w:tcW w:w="2112" w:type="dxa"/>
            <w:shd w:val="clear" w:color="auto" w:fill="auto"/>
          </w:tcPr>
          <w:p w:rsidRPr="00951E52" w:rsidR="00951E52" w:rsidP="000B0C69" w:rsidRDefault="00951E52" w14:paraId="0C5F99B3" w14:textId="77777777">
            <w:r w:rsidRPr="00951E52">
              <w:t>Alpine sweetgrass</w:t>
            </w:r>
          </w:p>
        </w:tc>
        <w:tc>
          <w:tcPr>
            <w:tcW w:w="1956" w:type="dxa"/>
            <w:shd w:val="clear" w:color="auto" w:fill="auto"/>
          </w:tcPr>
          <w:p w:rsidRPr="00951E52" w:rsidR="00951E52" w:rsidP="000B0C69" w:rsidRDefault="00951E52" w14:paraId="4A981AFA" w14:textId="77777777">
            <w:r w:rsidRPr="00951E52">
              <w:t>Upper</w:t>
            </w:r>
          </w:p>
        </w:tc>
      </w:tr>
    </w:tbl>
    <w:p w:rsidR="00951E52" w:rsidP="00951E52" w:rsidRDefault="00951E52" w14:paraId="39E27CED" w14:textId="77777777"/>
    <w:p w:rsidR="00951E52" w:rsidP="00951E52" w:rsidRDefault="00951E52" w14:paraId="40DF5BB3" w14:textId="77777777">
      <w:pPr>
        <w:pStyle w:val="SClassInfoPara"/>
      </w:pPr>
      <w:r>
        <w:t>Description</w:t>
      </w:r>
    </w:p>
    <w:p w:rsidR="00951E52" w:rsidP="00951E52" w:rsidRDefault="00951E52" w14:paraId="437A46C3" w14:textId="77777777">
      <w:r>
        <w:t xml:space="preserve">After fire, herbaceous species such as </w:t>
      </w:r>
      <w:r w:rsidRPr="005A648A">
        <w:rPr>
          <w:i/>
          <w:iCs/>
        </w:rPr>
        <w:t xml:space="preserve">Festuca altaica </w:t>
      </w:r>
      <w:r w:rsidRPr="005A648A">
        <w:t>and</w:t>
      </w:r>
      <w:r w:rsidRPr="005A648A">
        <w:rPr>
          <w:i/>
          <w:iCs/>
        </w:rPr>
        <w:t xml:space="preserve"> Hierochloe alpina</w:t>
      </w:r>
      <w:r>
        <w:t xml:space="preserve"> typically dominate. This class may persist for more than five years if fire severity is high enough to remove the organic layer.</w:t>
      </w:r>
    </w:p>
    <w:p w:rsidR="005A648A" w:rsidP="00951E52" w:rsidRDefault="005A648A" w14:paraId="09E47468" w14:textId="77777777"/>
    <w:p>
      <w:r>
        <w:rPr>
          <w:i/>
          <w:u w:val="single"/>
        </w:rPr>
        <w:t>Maximum Tree Size Class</w:t>
      </w:r>
      <w:br/>
      <w:r>
        <w:t>None</w:t>
      </w:r>
    </w:p>
    <w:p w:rsidR="00951E52" w:rsidP="00951E52" w:rsidRDefault="00951E52" w14:paraId="505296B4" w14:textId="77777777">
      <w:pPr>
        <w:pStyle w:val="InfoPara"/>
        <w:pBdr>
          <w:top w:val="single" w:color="auto" w:sz="4" w:space="1"/>
        </w:pBdr>
      </w:pPr>
      <w:r xmlns:w="http://schemas.openxmlformats.org/wordprocessingml/2006/main">
        <w:t>Class B</w:t>
      </w:r>
      <w:r xmlns:w="http://schemas.openxmlformats.org/wordprocessingml/2006/main">
        <w:tab/>
        <w:t>99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951E52" w:rsidP="00951E52" w:rsidRDefault="00951E52" w14:paraId="2BC05984" w14:textId="77777777"/>
    <w:p w:rsidR="00951E52" w:rsidP="00951E52" w:rsidRDefault="00951E52" w14:paraId="0D36F2C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951E52" w:rsidR="00951E52" w:rsidTr="00951E52" w14:paraId="79E365FD" w14:textId="77777777">
        <w:tc>
          <w:tcPr>
            <w:tcW w:w="1116" w:type="dxa"/>
            <w:tcBorders>
              <w:top w:val="single" w:color="auto" w:sz="2" w:space="0"/>
              <w:bottom w:val="single" w:color="000000" w:sz="12" w:space="0"/>
            </w:tcBorders>
            <w:shd w:val="clear" w:color="auto" w:fill="auto"/>
          </w:tcPr>
          <w:p w:rsidRPr="00951E52" w:rsidR="00951E52" w:rsidP="00426623" w:rsidRDefault="00951E52" w14:paraId="100B6268" w14:textId="77777777">
            <w:pPr>
              <w:rPr>
                <w:b/>
                <w:bCs/>
              </w:rPr>
            </w:pPr>
            <w:r w:rsidRPr="00951E52">
              <w:rPr>
                <w:b/>
                <w:bCs/>
              </w:rPr>
              <w:t>Symbol</w:t>
            </w:r>
          </w:p>
        </w:tc>
        <w:tc>
          <w:tcPr>
            <w:tcW w:w="3444" w:type="dxa"/>
            <w:tcBorders>
              <w:top w:val="single" w:color="auto" w:sz="2" w:space="0"/>
              <w:bottom w:val="single" w:color="000000" w:sz="12" w:space="0"/>
            </w:tcBorders>
            <w:shd w:val="clear" w:color="auto" w:fill="auto"/>
          </w:tcPr>
          <w:p w:rsidRPr="00951E52" w:rsidR="00951E52" w:rsidP="00426623" w:rsidRDefault="00951E52" w14:paraId="1FCADB2B" w14:textId="77777777">
            <w:pPr>
              <w:rPr>
                <w:b/>
                <w:bCs/>
              </w:rPr>
            </w:pPr>
            <w:r w:rsidRPr="00951E52">
              <w:rPr>
                <w:b/>
                <w:bCs/>
              </w:rPr>
              <w:t>Scientific Name</w:t>
            </w:r>
          </w:p>
        </w:tc>
        <w:tc>
          <w:tcPr>
            <w:tcW w:w="2184" w:type="dxa"/>
            <w:tcBorders>
              <w:top w:val="single" w:color="auto" w:sz="2" w:space="0"/>
              <w:bottom w:val="single" w:color="000000" w:sz="12" w:space="0"/>
            </w:tcBorders>
            <w:shd w:val="clear" w:color="auto" w:fill="auto"/>
          </w:tcPr>
          <w:p w:rsidRPr="00951E52" w:rsidR="00951E52" w:rsidP="00426623" w:rsidRDefault="00951E52" w14:paraId="4446BA9E" w14:textId="77777777">
            <w:pPr>
              <w:rPr>
                <w:b/>
                <w:bCs/>
              </w:rPr>
            </w:pPr>
            <w:r w:rsidRPr="00951E52">
              <w:rPr>
                <w:b/>
                <w:bCs/>
              </w:rPr>
              <w:t>Common Name</w:t>
            </w:r>
          </w:p>
        </w:tc>
        <w:tc>
          <w:tcPr>
            <w:tcW w:w="1956" w:type="dxa"/>
            <w:tcBorders>
              <w:top w:val="single" w:color="auto" w:sz="2" w:space="0"/>
              <w:bottom w:val="single" w:color="000000" w:sz="12" w:space="0"/>
            </w:tcBorders>
            <w:shd w:val="clear" w:color="auto" w:fill="auto"/>
          </w:tcPr>
          <w:p w:rsidRPr="00951E52" w:rsidR="00951E52" w:rsidP="00426623" w:rsidRDefault="00951E52" w14:paraId="68720980" w14:textId="77777777">
            <w:pPr>
              <w:rPr>
                <w:b/>
                <w:bCs/>
              </w:rPr>
            </w:pPr>
            <w:r w:rsidRPr="00951E52">
              <w:rPr>
                <w:b/>
                <w:bCs/>
              </w:rPr>
              <w:t>Canopy Position</w:t>
            </w:r>
          </w:p>
        </w:tc>
      </w:tr>
      <w:tr w:rsidRPr="00951E52" w:rsidR="00951E52" w:rsidTr="00951E52" w14:paraId="58767EB6" w14:textId="77777777">
        <w:tc>
          <w:tcPr>
            <w:tcW w:w="1116" w:type="dxa"/>
            <w:tcBorders>
              <w:top w:val="single" w:color="000000" w:sz="12" w:space="0"/>
            </w:tcBorders>
            <w:shd w:val="clear" w:color="auto" w:fill="auto"/>
          </w:tcPr>
          <w:p w:rsidRPr="00951E52" w:rsidR="00951E52" w:rsidP="00426623" w:rsidRDefault="00951E52" w14:paraId="23CC89BB" w14:textId="77777777">
            <w:pPr>
              <w:rPr>
                <w:bCs/>
              </w:rPr>
            </w:pPr>
            <w:r w:rsidRPr="00951E52">
              <w:rPr>
                <w:bCs/>
              </w:rPr>
              <w:t>BENA</w:t>
            </w:r>
          </w:p>
        </w:tc>
        <w:tc>
          <w:tcPr>
            <w:tcW w:w="3444" w:type="dxa"/>
            <w:tcBorders>
              <w:top w:val="single" w:color="000000" w:sz="12" w:space="0"/>
            </w:tcBorders>
            <w:shd w:val="clear" w:color="auto" w:fill="auto"/>
          </w:tcPr>
          <w:p w:rsidRPr="005A648A" w:rsidR="00951E52" w:rsidP="00426623" w:rsidRDefault="00951E52" w14:paraId="78CC9748" w14:textId="77777777">
            <w:pPr>
              <w:rPr>
                <w:i/>
                <w:iCs/>
              </w:rPr>
            </w:pPr>
            <w:r w:rsidRPr="005A648A">
              <w:rPr>
                <w:i/>
                <w:iCs/>
              </w:rPr>
              <w:t>Betula nana</w:t>
            </w:r>
          </w:p>
        </w:tc>
        <w:tc>
          <w:tcPr>
            <w:tcW w:w="2184" w:type="dxa"/>
            <w:tcBorders>
              <w:top w:val="single" w:color="000000" w:sz="12" w:space="0"/>
            </w:tcBorders>
            <w:shd w:val="clear" w:color="auto" w:fill="auto"/>
          </w:tcPr>
          <w:p w:rsidRPr="00951E52" w:rsidR="00951E52" w:rsidP="00426623" w:rsidRDefault="00951E52" w14:paraId="5BD4A8E1" w14:textId="77777777">
            <w:r w:rsidRPr="00951E52">
              <w:t>Dwarf birch</w:t>
            </w:r>
          </w:p>
        </w:tc>
        <w:tc>
          <w:tcPr>
            <w:tcW w:w="1956" w:type="dxa"/>
            <w:tcBorders>
              <w:top w:val="single" w:color="000000" w:sz="12" w:space="0"/>
            </w:tcBorders>
            <w:shd w:val="clear" w:color="auto" w:fill="auto"/>
          </w:tcPr>
          <w:p w:rsidRPr="00951E52" w:rsidR="00951E52" w:rsidP="00426623" w:rsidRDefault="00951E52" w14:paraId="085FA62B" w14:textId="77777777">
            <w:r w:rsidRPr="00951E52">
              <w:t>Upper</w:t>
            </w:r>
          </w:p>
        </w:tc>
      </w:tr>
      <w:tr w:rsidRPr="00951E52" w:rsidR="00951E52" w:rsidTr="00951E52" w14:paraId="297361A6" w14:textId="77777777">
        <w:tc>
          <w:tcPr>
            <w:tcW w:w="1116" w:type="dxa"/>
            <w:shd w:val="clear" w:color="auto" w:fill="auto"/>
          </w:tcPr>
          <w:p w:rsidRPr="00951E52" w:rsidR="00951E52" w:rsidP="00426623" w:rsidRDefault="00951E52" w14:paraId="54E7E3B5" w14:textId="77777777">
            <w:pPr>
              <w:rPr>
                <w:bCs/>
              </w:rPr>
            </w:pPr>
            <w:r w:rsidRPr="00951E52">
              <w:rPr>
                <w:bCs/>
              </w:rPr>
              <w:t>VAUL</w:t>
            </w:r>
          </w:p>
        </w:tc>
        <w:tc>
          <w:tcPr>
            <w:tcW w:w="3444" w:type="dxa"/>
            <w:shd w:val="clear" w:color="auto" w:fill="auto"/>
          </w:tcPr>
          <w:p w:rsidRPr="005A648A" w:rsidR="00951E52" w:rsidP="00426623" w:rsidRDefault="00951E52" w14:paraId="5F177D8E" w14:textId="77777777">
            <w:pPr>
              <w:rPr>
                <w:i/>
                <w:iCs/>
              </w:rPr>
            </w:pPr>
            <w:r w:rsidRPr="005A648A">
              <w:rPr>
                <w:i/>
                <w:iCs/>
              </w:rPr>
              <w:t>Vaccinium uliginosum</w:t>
            </w:r>
          </w:p>
        </w:tc>
        <w:tc>
          <w:tcPr>
            <w:tcW w:w="2184" w:type="dxa"/>
            <w:shd w:val="clear" w:color="auto" w:fill="auto"/>
          </w:tcPr>
          <w:p w:rsidRPr="00951E52" w:rsidR="00951E52" w:rsidP="00426623" w:rsidRDefault="00951E52" w14:paraId="23389285" w14:textId="77777777">
            <w:r w:rsidRPr="00951E52">
              <w:t>Bog blueberry</w:t>
            </w:r>
          </w:p>
        </w:tc>
        <w:tc>
          <w:tcPr>
            <w:tcW w:w="1956" w:type="dxa"/>
            <w:shd w:val="clear" w:color="auto" w:fill="auto"/>
          </w:tcPr>
          <w:p w:rsidRPr="00951E52" w:rsidR="00951E52" w:rsidP="00426623" w:rsidRDefault="00951E52" w14:paraId="4C59BB4D" w14:textId="77777777">
            <w:r w:rsidRPr="00951E52">
              <w:t>Upper</w:t>
            </w:r>
          </w:p>
        </w:tc>
      </w:tr>
      <w:tr w:rsidRPr="00951E52" w:rsidR="00951E52" w:rsidTr="00951E52" w14:paraId="06681F0C" w14:textId="77777777">
        <w:tc>
          <w:tcPr>
            <w:tcW w:w="1116" w:type="dxa"/>
            <w:shd w:val="clear" w:color="auto" w:fill="auto"/>
          </w:tcPr>
          <w:p w:rsidRPr="00951E52" w:rsidR="00951E52" w:rsidP="00426623" w:rsidRDefault="00951E52" w14:paraId="4A75EDA1" w14:textId="77777777">
            <w:pPr>
              <w:rPr>
                <w:bCs/>
              </w:rPr>
            </w:pPr>
            <w:r w:rsidRPr="00951E52">
              <w:rPr>
                <w:bCs/>
              </w:rPr>
              <w:t>LEPAD</w:t>
            </w:r>
          </w:p>
        </w:tc>
        <w:tc>
          <w:tcPr>
            <w:tcW w:w="3444" w:type="dxa"/>
            <w:shd w:val="clear" w:color="auto" w:fill="auto"/>
          </w:tcPr>
          <w:p w:rsidRPr="005A648A" w:rsidR="00951E52" w:rsidP="00426623" w:rsidRDefault="00951E52" w14:paraId="292A088A" w14:textId="77777777">
            <w:pPr>
              <w:rPr>
                <w:i/>
                <w:iCs/>
              </w:rPr>
            </w:pPr>
            <w:r w:rsidRPr="005A648A">
              <w:rPr>
                <w:i/>
                <w:iCs/>
              </w:rPr>
              <w:t xml:space="preserve">Ledum palustre </w:t>
            </w:r>
            <w:r w:rsidRPr="005A648A">
              <w:t>ssp</w:t>
            </w:r>
            <w:r w:rsidRPr="005A648A">
              <w:rPr>
                <w:i/>
                <w:iCs/>
              </w:rPr>
              <w:t>. decumbens</w:t>
            </w:r>
          </w:p>
        </w:tc>
        <w:tc>
          <w:tcPr>
            <w:tcW w:w="2184" w:type="dxa"/>
            <w:shd w:val="clear" w:color="auto" w:fill="auto"/>
          </w:tcPr>
          <w:p w:rsidRPr="00951E52" w:rsidR="00951E52" w:rsidP="00426623" w:rsidRDefault="00951E52" w14:paraId="4C9661CF" w14:textId="77777777">
            <w:r w:rsidRPr="00951E52">
              <w:t>Marsh labrador tea</w:t>
            </w:r>
          </w:p>
        </w:tc>
        <w:tc>
          <w:tcPr>
            <w:tcW w:w="1956" w:type="dxa"/>
            <w:shd w:val="clear" w:color="auto" w:fill="auto"/>
          </w:tcPr>
          <w:p w:rsidRPr="00951E52" w:rsidR="00951E52" w:rsidP="00426623" w:rsidRDefault="00951E52" w14:paraId="40332D92" w14:textId="77777777">
            <w:r w:rsidRPr="00951E52">
              <w:t>Upper</w:t>
            </w:r>
          </w:p>
        </w:tc>
      </w:tr>
      <w:tr w:rsidRPr="00951E52" w:rsidR="00951E52" w:rsidTr="00951E52" w14:paraId="01C2895F" w14:textId="77777777">
        <w:tc>
          <w:tcPr>
            <w:tcW w:w="1116" w:type="dxa"/>
            <w:shd w:val="clear" w:color="auto" w:fill="auto"/>
          </w:tcPr>
          <w:p w:rsidRPr="00951E52" w:rsidR="00951E52" w:rsidP="00426623" w:rsidRDefault="00951E52" w14:paraId="637BBD24" w14:textId="77777777">
            <w:pPr>
              <w:rPr>
                <w:bCs/>
              </w:rPr>
            </w:pPr>
            <w:r w:rsidRPr="00951E52">
              <w:rPr>
                <w:bCs/>
              </w:rPr>
              <w:t>SALIX</w:t>
            </w:r>
          </w:p>
        </w:tc>
        <w:tc>
          <w:tcPr>
            <w:tcW w:w="3444" w:type="dxa"/>
            <w:shd w:val="clear" w:color="auto" w:fill="auto"/>
          </w:tcPr>
          <w:p w:rsidRPr="005A648A" w:rsidR="00951E52" w:rsidP="00426623" w:rsidRDefault="00951E52" w14:paraId="1D13E73F" w14:textId="152F1E91">
            <w:r w:rsidRPr="005A648A">
              <w:rPr>
                <w:i/>
                <w:iCs/>
              </w:rPr>
              <w:t>Salix</w:t>
            </w:r>
            <w:r w:rsidR="005A648A">
              <w:rPr>
                <w:i/>
                <w:iCs/>
              </w:rPr>
              <w:t xml:space="preserve"> </w:t>
            </w:r>
            <w:r w:rsidR="005A648A">
              <w:t>spp.</w:t>
            </w:r>
          </w:p>
        </w:tc>
        <w:tc>
          <w:tcPr>
            <w:tcW w:w="2184" w:type="dxa"/>
            <w:shd w:val="clear" w:color="auto" w:fill="auto"/>
          </w:tcPr>
          <w:p w:rsidRPr="00951E52" w:rsidR="00951E52" w:rsidP="00426623" w:rsidRDefault="00951E52" w14:paraId="1F9B1536" w14:textId="77777777">
            <w:r w:rsidRPr="00951E52">
              <w:t>Willow</w:t>
            </w:r>
          </w:p>
        </w:tc>
        <w:tc>
          <w:tcPr>
            <w:tcW w:w="1956" w:type="dxa"/>
            <w:shd w:val="clear" w:color="auto" w:fill="auto"/>
          </w:tcPr>
          <w:p w:rsidRPr="00951E52" w:rsidR="00951E52" w:rsidP="00426623" w:rsidRDefault="00951E52" w14:paraId="1B896A5F" w14:textId="77777777">
            <w:r w:rsidRPr="00951E52">
              <w:t>Upper</w:t>
            </w:r>
          </w:p>
        </w:tc>
      </w:tr>
    </w:tbl>
    <w:p w:rsidR="00951E52" w:rsidP="00951E52" w:rsidRDefault="00951E52" w14:paraId="1F1CA03C" w14:textId="77777777"/>
    <w:p w:rsidR="00951E52" w:rsidP="00951E52" w:rsidRDefault="00951E52" w14:paraId="283BE369" w14:textId="77777777">
      <w:pPr>
        <w:pStyle w:val="SClassInfoPara"/>
      </w:pPr>
      <w:r>
        <w:t>Description</w:t>
      </w:r>
    </w:p>
    <w:p w:rsidR="00951E52" w:rsidP="00951E52" w:rsidRDefault="00951E52" w14:paraId="615139BC" w14:textId="5004FE84">
      <w:r>
        <w:t xml:space="preserve">This class is dominated by shrubs, often </w:t>
      </w:r>
      <w:r w:rsidRPr="005A648A">
        <w:rPr>
          <w:i/>
          <w:iCs/>
        </w:rPr>
        <w:t>Betula nana. Betula glandulosa, Vaccinium uliginosum, Ledum decumbens, Salix pulchra, S. barclayi</w:t>
      </w:r>
      <w:r>
        <w:t xml:space="preserve"> or other </w:t>
      </w:r>
      <w:r w:rsidRPr="005A648A">
        <w:rPr>
          <w:i/>
          <w:iCs/>
        </w:rPr>
        <w:t>Salix</w:t>
      </w:r>
      <w:r>
        <w:t xml:space="preserve"> spp. may also be common (Viereck 1979</w:t>
      </w:r>
      <w:r w:rsidR="00A11394">
        <w:t>;</w:t>
      </w:r>
      <w:r>
        <w:t xml:space="preserve"> Viereck et al. 1992). Dwarf shrubs such as </w:t>
      </w:r>
      <w:r w:rsidRPr="00A11394">
        <w:rPr>
          <w:i/>
          <w:iCs/>
        </w:rPr>
        <w:t>Empetrum nigrum</w:t>
      </w:r>
      <w:r>
        <w:t xml:space="preserve"> and </w:t>
      </w:r>
      <w:r w:rsidRPr="00A11394">
        <w:rPr>
          <w:i/>
          <w:iCs/>
        </w:rPr>
        <w:t>Vaccinium vitis-idaea</w:t>
      </w:r>
      <w:r>
        <w:t xml:space="preserve"> may be common under the low shrub layer. Trees may invade the shrubland over long time frames.</w:t>
      </w:r>
    </w:p>
    <w:p w:rsidR="005A648A" w:rsidP="00951E52" w:rsidRDefault="005A648A" w14:paraId="62E18D3F"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4</w:t>
            </w:r>
          </w:p>
        </w:tc>
      </w:tr>
      <w:tr>
        <w:tc>
          <w:p>
            <w:pPr>
              <w:jc w:val="center"/>
            </w:pPr>
            <w:r>
              <w:rPr>
                <w:sz w:val="20"/>
              </w:rPr>
              <w:t>Late1:ALL</w:t>
            </w:r>
          </w:p>
        </w:tc>
        <w:tc>
          <w:p>
            <w:pPr>
              <w:jc w:val="center"/>
            </w:pPr>
            <w:r>
              <w:rPr>
                <w:sz w:val="20"/>
              </w:rPr>
              <w:t>5</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951E52" w:rsidP="00951E52" w:rsidRDefault="00951E52" w14:paraId="7B35CBA7" w14:textId="77777777">
      <w:r>
        <w:t>Hulten, E. 1966. Contributions to the knowledge of flora and vegetation of the southwestern Alaskan mainland. Sven. Bot. Tidskr. 60(1): 175-189.</w:t>
      </w:r>
    </w:p>
    <w:p w:rsidR="001F1600" w:rsidP="00951E52" w:rsidRDefault="001F1600" w14:paraId="59D2C69E" w14:textId="77777777"/>
    <w:p w:rsidR="001F1600" w:rsidP="00951E52" w:rsidRDefault="001F1600" w14:paraId="061A8C78" w14:textId="77777777">
      <w:r w:rsidRPr="001F1600">
        <w:t>Innes,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951E52" w:rsidP="00951E52" w:rsidRDefault="00951E52" w14:paraId="438B8EBE" w14:textId="77777777"/>
    <w:p w:rsidR="00951E52" w:rsidP="00951E52" w:rsidRDefault="00951E52" w14:paraId="5BEFDCDF" w14:textId="77777777">
      <w:r>
        <w:t>NatureServe. 2008. International Ecological Classification Standard: Terrestrial Ecological Classifications. Draft Ecological Systems Description for Alaska Boreal and Sub-boreal Regions.</w:t>
      </w:r>
    </w:p>
    <w:p w:rsidR="00951E52" w:rsidP="00951E52" w:rsidRDefault="00951E52" w14:paraId="1BF94CA7" w14:textId="77777777"/>
    <w:p w:rsidR="00951E52" w:rsidP="00951E52" w:rsidRDefault="00951E52" w14:paraId="45FE5CE3" w14:textId="77777777">
      <w:r>
        <w:t>Pegau, R.E. 1972. Caribou investigations-analysis of range. In: Pegau, R.E. and J.E. Hemming (ed.). Caribou report. Volume 12. Progress report. Federal Aid in Wildlife Restoration, Projects W-17-2 and W-17-3, Job 3.3R. Alaska Dept. of Fish and Game, Juneau, AK: 1-216.</w:t>
      </w:r>
    </w:p>
    <w:p w:rsidR="00951E52" w:rsidP="00951E52" w:rsidRDefault="00951E52" w14:paraId="4A3E4F79" w14:textId="77777777"/>
    <w:p w:rsidR="00951E52" w:rsidP="00951E52" w:rsidRDefault="00951E52" w14:paraId="537BBB15" w14:textId="77777777">
      <w:r>
        <w:t>Racine. 1979. Climate of the Chucki-Imuruk area. Pages 32-37 in H. R. Melchior, ed., Biological Survey of the Bering Land Bridge National Monument. Alaska Cooperative Park Studies Unit, University of Alaska Fairbanks, Fairbanks, AK.</w:t>
      </w:r>
    </w:p>
    <w:p w:rsidR="00951E52" w:rsidP="00951E52" w:rsidRDefault="00951E52" w14:paraId="4CC50492" w14:textId="77777777"/>
    <w:p w:rsidR="00951E52" w:rsidP="00951E52" w:rsidRDefault="00951E52" w14:paraId="3D4D3D1D" w14:textId="77777777">
      <w:r>
        <w:t xml:space="preserve">Viereck, L.A. 1963. Sheep investigations: survey of range ecology. Project W-6-R-4, Work plan E. Job 2-A. Alaska Department of Fish and Game, Juneau, AK. </w:t>
      </w:r>
    </w:p>
    <w:p w:rsidR="00951E52" w:rsidP="00951E52" w:rsidRDefault="00951E52" w14:paraId="572E66D6" w14:textId="77777777"/>
    <w:p w:rsidR="00951E52" w:rsidP="00951E52" w:rsidRDefault="00951E52" w14:paraId="2A2C0FC3" w14:textId="77777777">
      <w:r>
        <w:t>Viereck, L.A. 1979. Characteristics of treeline plant communities in Alaska. Holarctic Ecology. 2: 228-238.</w:t>
      </w:r>
    </w:p>
    <w:p w:rsidR="00951E52" w:rsidP="00951E52" w:rsidRDefault="00951E52" w14:paraId="77657484" w14:textId="77777777"/>
    <w:p w:rsidR="00951E52" w:rsidP="00951E52" w:rsidRDefault="00951E52" w14:paraId="0A33F381" w14:textId="77777777">
      <w:r>
        <w:t xml:space="preserve">Viereck, L.A., and Little, E.L. 1972. Alaska Trees and Shrubs. USDA Forest Service Ag. Handbook 410. University of Alaska Press, Fairbanks, Alaska. 265 p. </w:t>
      </w:r>
    </w:p>
    <w:p w:rsidR="00951E52" w:rsidP="00951E52" w:rsidRDefault="00951E52" w14:paraId="06113F9C" w14:textId="77777777"/>
    <w:p w:rsidR="00951E52" w:rsidP="00951E52" w:rsidRDefault="00951E52" w14:paraId="5EC1E96F" w14:textId="77777777">
      <w:r>
        <w:t>Viereck et al. 1992. The Alaska vegetation classification. Pacific Northwest Research Station, USDA Forest Service, Portland, OR. Gen. Tech. Rep. PNW-GTR286. 278 p.</w:t>
      </w:r>
    </w:p>
    <w:p w:rsidRPr="00A43E41" w:rsidR="004D5F12" w:rsidP="00951E52" w:rsidRDefault="004D5F12" w14:paraId="50253624"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2741" w:rsidRDefault="00772741" w14:paraId="7EB64771" w14:textId="77777777">
      <w:r>
        <w:separator/>
      </w:r>
    </w:p>
  </w:endnote>
  <w:endnote w:type="continuationSeparator" w:id="0">
    <w:p w:rsidR="00772741" w:rsidRDefault="00772741" w14:paraId="7046925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51E52" w:rsidP="00951E52" w:rsidRDefault="00951E52" w14:paraId="3CA3946C"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2741" w:rsidRDefault="00772741" w14:paraId="3466F154" w14:textId="77777777">
      <w:r>
        <w:separator/>
      </w:r>
    </w:p>
  </w:footnote>
  <w:footnote w:type="continuationSeparator" w:id="0">
    <w:p w:rsidR="00772741" w:rsidRDefault="00772741" w14:paraId="2CE6872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951E52" w:rsidRDefault="00A43E41" w14:paraId="7F95929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05983844">
    <w:abstractNumId w:val="1"/>
  </w:num>
  <w:num w:numId="2" w16cid:durableId="141866827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E52"/>
    <w:rsid w:val="00007C48"/>
    <w:rsid w:val="00015807"/>
    <w:rsid w:val="0001626A"/>
    <w:rsid w:val="0001761A"/>
    <w:rsid w:val="0003202F"/>
    <w:rsid w:val="0004797F"/>
    <w:rsid w:val="00052F2E"/>
    <w:rsid w:val="00077A85"/>
    <w:rsid w:val="00097251"/>
    <w:rsid w:val="000B5948"/>
    <w:rsid w:val="000D0B1F"/>
    <w:rsid w:val="000E1EC5"/>
    <w:rsid w:val="000E759B"/>
    <w:rsid w:val="000F3569"/>
    <w:rsid w:val="00110079"/>
    <w:rsid w:val="00117805"/>
    <w:rsid w:val="00144BEF"/>
    <w:rsid w:val="001514F9"/>
    <w:rsid w:val="00174486"/>
    <w:rsid w:val="001824B8"/>
    <w:rsid w:val="00193946"/>
    <w:rsid w:val="00196C68"/>
    <w:rsid w:val="001A07B5"/>
    <w:rsid w:val="001A5277"/>
    <w:rsid w:val="001A6573"/>
    <w:rsid w:val="001B1261"/>
    <w:rsid w:val="001E43F5"/>
    <w:rsid w:val="001F1600"/>
    <w:rsid w:val="001F77AB"/>
    <w:rsid w:val="002206B7"/>
    <w:rsid w:val="00220975"/>
    <w:rsid w:val="002233CE"/>
    <w:rsid w:val="00225ACB"/>
    <w:rsid w:val="00242A9C"/>
    <w:rsid w:val="00243E8D"/>
    <w:rsid w:val="00254B29"/>
    <w:rsid w:val="00272B25"/>
    <w:rsid w:val="00292706"/>
    <w:rsid w:val="002A69B2"/>
    <w:rsid w:val="002E41A1"/>
    <w:rsid w:val="002F08A3"/>
    <w:rsid w:val="00300000"/>
    <w:rsid w:val="0031662A"/>
    <w:rsid w:val="00317111"/>
    <w:rsid w:val="003172E2"/>
    <w:rsid w:val="00320910"/>
    <w:rsid w:val="003319D8"/>
    <w:rsid w:val="0033494C"/>
    <w:rsid w:val="00337EDD"/>
    <w:rsid w:val="00361A0C"/>
    <w:rsid w:val="0037413E"/>
    <w:rsid w:val="00375B62"/>
    <w:rsid w:val="003C703C"/>
    <w:rsid w:val="003F322E"/>
    <w:rsid w:val="00412DF0"/>
    <w:rsid w:val="004148BE"/>
    <w:rsid w:val="00414DA8"/>
    <w:rsid w:val="00424E99"/>
    <w:rsid w:val="0042550C"/>
    <w:rsid w:val="0042737A"/>
    <w:rsid w:val="004375BE"/>
    <w:rsid w:val="00446F38"/>
    <w:rsid w:val="00447BAA"/>
    <w:rsid w:val="00452B5E"/>
    <w:rsid w:val="00455D4C"/>
    <w:rsid w:val="00463C66"/>
    <w:rsid w:val="00467245"/>
    <w:rsid w:val="00476F39"/>
    <w:rsid w:val="00480C6E"/>
    <w:rsid w:val="00484A16"/>
    <w:rsid w:val="00491F12"/>
    <w:rsid w:val="00492A22"/>
    <w:rsid w:val="004D24E0"/>
    <w:rsid w:val="004D5F12"/>
    <w:rsid w:val="004D6A70"/>
    <w:rsid w:val="004D7DCF"/>
    <w:rsid w:val="004E7DB5"/>
    <w:rsid w:val="004F68EC"/>
    <w:rsid w:val="005035F5"/>
    <w:rsid w:val="00503C61"/>
    <w:rsid w:val="00513848"/>
    <w:rsid w:val="00513AFB"/>
    <w:rsid w:val="0052386E"/>
    <w:rsid w:val="005264C4"/>
    <w:rsid w:val="00530D3E"/>
    <w:rsid w:val="00537D33"/>
    <w:rsid w:val="0054090D"/>
    <w:rsid w:val="005446EB"/>
    <w:rsid w:val="00556902"/>
    <w:rsid w:val="00557492"/>
    <w:rsid w:val="00573E59"/>
    <w:rsid w:val="005848A9"/>
    <w:rsid w:val="005A648A"/>
    <w:rsid w:val="005B1DDE"/>
    <w:rsid w:val="005C7A42"/>
    <w:rsid w:val="005D242C"/>
    <w:rsid w:val="005E46EE"/>
    <w:rsid w:val="005E6650"/>
    <w:rsid w:val="005F3253"/>
    <w:rsid w:val="00605473"/>
    <w:rsid w:val="006066CC"/>
    <w:rsid w:val="006115AB"/>
    <w:rsid w:val="006161B9"/>
    <w:rsid w:val="00616941"/>
    <w:rsid w:val="00621C0C"/>
    <w:rsid w:val="0063157E"/>
    <w:rsid w:val="00634703"/>
    <w:rsid w:val="0064321F"/>
    <w:rsid w:val="00646981"/>
    <w:rsid w:val="00653235"/>
    <w:rsid w:val="00660A78"/>
    <w:rsid w:val="0068076B"/>
    <w:rsid w:val="006E57D4"/>
    <w:rsid w:val="006F39FC"/>
    <w:rsid w:val="00700604"/>
    <w:rsid w:val="00722B5D"/>
    <w:rsid w:val="0074072B"/>
    <w:rsid w:val="00740E0B"/>
    <w:rsid w:val="00747459"/>
    <w:rsid w:val="00772741"/>
    <w:rsid w:val="007742B4"/>
    <w:rsid w:val="00786F8F"/>
    <w:rsid w:val="007A5C09"/>
    <w:rsid w:val="007A721A"/>
    <w:rsid w:val="007B5284"/>
    <w:rsid w:val="007C7863"/>
    <w:rsid w:val="0080166D"/>
    <w:rsid w:val="00804888"/>
    <w:rsid w:val="00820371"/>
    <w:rsid w:val="00821A9F"/>
    <w:rsid w:val="0083018E"/>
    <w:rsid w:val="0084119C"/>
    <w:rsid w:val="00844388"/>
    <w:rsid w:val="00850C8E"/>
    <w:rsid w:val="0087316E"/>
    <w:rsid w:val="008779C3"/>
    <w:rsid w:val="00877F55"/>
    <w:rsid w:val="008A3B42"/>
    <w:rsid w:val="008F01B1"/>
    <w:rsid w:val="00901CA2"/>
    <w:rsid w:val="00906361"/>
    <w:rsid w:val="00907797"/>
    <w:rsid w:val="009111C9"/>
    <w:rsid w:val="00936F61"/>
    <w:rsid w:val="00945DBA"/>
    <w:rsid w:val="00951E52"/>
    <w:rsid w:val="009606C8"/>
    <w:rsid w:val="00966095"/>
    <w:rsid w:val="009732DB"/>
    <w:rsid w:val="00986A7A"/>
    <w:rsid w:val="009903A9"/>
    <w:rsid w:val="009B03E6"/>
    <w:rsid w:val="009B232E"/>
    <w:rsid w:val="009D25CD"/>
    <w:rsid w:val="009D674B"/>
    <w:rsid w:val="009E0DB5"/>
    <w:rsid w:val="009E6357"/>
    <w:rsid w:val="009E7B55"/>
    <w:rsid w:val="009F5F8E"/>
    <w:rsid w:val="009F747E"/>
    <w:rsid w:val="00A02B94"/>
    <w:rsid w:val="00A11394"/>
    <w:rsid w:val="00A16194"/>
    <w:rsid w:val="00A2791D"/>
    <w:rsid w:val="00A309E2"/>
    <w:rsid w:val="00A36D75"/>
    <w:rsid w:val="00A43E41"/>
    <w:rsid w:val="00A6020D"/>
    <w:rsid w:val="00A70FE3"/>
    <w:rsid w:val="00A86285"/>
    <w:rsid w:val="00A94672"/>
    <w:rsid w:val="00AB3795"/>
    <w:rsid w:val="00AC570D"/>
    <w:rsid w:val="00AC7F16"/>
    <w:rsid w:val="00AF1CDE"/>
    <w:rsid w:val="00AF1E11"/>
    <w:rsid w:val="00AF4B2B"/>
    <w:rsid w:val="00B1764F"/>
    <w:rsid w:val="00B30030"/>
    <w:rsid w:val="00B44A3C"/>
    <w:rsid w:val="00B47313"/>
    <w:rsid w:val="00B54260"/>
    <w:rsid w:val="00B60870"/>
    <w:rsid w:val="00B60C63"/>
    <w:rsid w:val="00B828D6"/>
    <w:rsid w:val="00B84C7B"/>
    <w:rsid w:val="00BB62CA"/>
    <w:rsid w:val="00BC14B6"/>
    <w:rsid w:val="00BF1706"/>
    <w:rsid w:val="00BF58EB"/>
    <w:rsid w:val="00C07F5E"/>
    <w:rsid w:val="00C10615"/>
    <w:rsid w:val="00C22350"/>
    <w:rsid w:val="00C261B7"/>
    <w:rsid w:val="00C50B12"/>
    <w:rsid w:val="00C5204F"/>
    <w:rsid w:val="00C62427"/>
    <w:rsid w:val="00C638A4"/>
    <w:rsid w:val="00C66E45"/>
    <w:rsid w:val="00C827A9"/>
    <w:rsid w:val="00CA0BB9"/>
    <w:rsid w:val="00CA1418"/>
    <w:rsid w:val="00CB7469"/>
    <w:rsid w:val="00CD6118"/>
    <w:rsid w:val="00CD68F6"/>
    <w:rsid w:val="00CE79FF"/>
    <w:rsid w:val="00CF2056"/>
    <w:rsid w:val="00CF2F2C"/>
    <w:rsid w:val="00D060DC"/>
    <w:rsid w:val="00D16916"/>
    <w:rsid w:val="00D17369"/>
    <w:rsid w:val="00D178C7"/>
    <w:rsid w:val="00D306FA"/>
    <w:rsid w:val="00D367FB"/>
    <w:rsid w:val="00D422DB"/>
    <w:rsid w:val="00D46D39"/>
    <w:rsid w:val="00D5106F"/>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07751"/>
    <w:rsid w:val="00E109E9"/>
    <w:rsid w:val="00E50BB8"/>
    <w:rsid w:val="00E60183"/>
    <w:rsid w:val="00E61C50"/>
    <w:rsid w:val="00E7520B"/>
    <w:rsid w:val="00E90241"/>
    <w:rsid w:val="00EB2776"/>
    <w:rsid w:val="00EC4A14"/>
    <w:rsid w:val="00ED001D"/>
    <w:rsid w:val="00EE247F"/>
    <w:rsid w:val="00EE42F4"/>
    <w:rsid w:val="00EF02EA"/>
    <w:rsid w:val="00F06F11"/>
    <w:rsid w:val="00F43204"/>
    <w:rsid w:val="00F86C13"/>
    <w:rsid w:val="00F948F2"/>
    <w:rsid w:val="00FA3931"/>
    <w:rsid w:val="00FB4591"/>
    <w:rsid w:val="00FE2EE9"/>
    <w:rsid w:val="00FE3B73"/>
    <w:rsid w:val="00FE41CA"/>
    <w:rsid w:val="00FE6871"/>
    <w:rsid w:val="00FF0FAC"/>
    <w:rsid w:val="7E25C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66F899"/>
  <w15:docId w15:val="{EFBEF07A-464C-408A-BD4D-65815FE8D9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D5106F"/>
    <w:pPr>
      <w:ind w:left="720"/>
    </w:pPr>
    <w:rPr>
      <w:rFonts w:ascii="Calibri" w:hAnsi="Calibri" w:eastAsia="Calibri"/>
      <w:sz w:val="22"/>
      <w:szCs w:val="22"/>
    </w:rPr>
  </w:style>
  <w:style w:type="character" w:styleId="Hyperlink">
    <w:name w:val="Hyperlink"/>
    <w:rsid w:val="00D5106F"/>
    <w:rPr>
      <w:color w:val="0000FF"/>
      <w:u w:val="single"/>
    </w:rPr>
  </w:style>
  <w:style w:type="paragraph" w:styleId="BalloonText">
    <w:name w:val="Balloon Text"/>
    <w:basedOn w:val="Normal"/>
    <w:link w:val="BalloonTextChar"/>
    <w:uiPriority w:val="99"/>
    <w:semiHidden/>
    <w:unhideWhenUsed/>
    <w:rsid w:val="001F1600"/>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F1600"/>
    <w:rPr>
      <w:rFonts w:ascii="Segoe UI" w:hAnsi="Segoe UI" w:cs="Segoe UI"/>
      <w:sz w:val="18"/>
      <w:szCs w:val="18"/>
    </w:rPr>
  </w:style>
  <w:style w:type="character" w:styleId="CommentReference">
    <w:name w:val="annotation reference"/>
    <w:basedOn w:val="DefaultParagraphFont"/>
    <w:uiPriority w:val="99"/>
    <w:semiHidden/>
    <w:unhideWhenUsed/>
    <w:rsid w:val="00A94672"/>
    <w:rPr>
      <w:sz w:val="16"/>
      <w:szCs w:val="16"/>
    </w:rPr>
  </w:style>
  <w:style w:type="paragraph" w:styleId="CommentText">
    <w:name w:val="annotation text"/>
    <w:basedOn w:val="Normal"/>
    <w:link w:val="CommentTextChar"/>
    <w:uiPriority w:val="99"/>
    <w:semiHidden/>
    <w:unhideWhenUsed/>
    <w:rsid w:val="00A94672"/>
    <w:rPr>
      <w:sz w:val="20"/>
      <w:szCs w:val="20"/>
    </w:rPr>
  </w:style>
  <w:style w:type="character" w:styleId="CommentTextChar" w:customStyle="1">
    <w:name w:val="Comment Text Char"/>
    <w:basedOn w:val="DefaultParagraphFont"/>
    <w:link w:val="CommentText"/>
    <w:uiPriority w:val="99"/>
    <w:semiHidden/>
    <w:rsid w:val="00A94672"/>
  </w:style>
  <w:style w:type="paragraph" w:styleId="CommentSubject">
    <w:name w:val="annotation subject"/>
    <w:basedOn w:val="CommentText"/>
    <w:next w:val="CommentText"/>
    <w:link w:val="CommentSubjectChar"/>
    <w:uiPriority w:val="99"/>
    <w:semiHidden/>
    <w:unhideWhenUsed/>
    <w:rsid w:val="00A94672"/>
    <w:rPr>
      <w:b/>
      <w:bCs/>
    </w:rPr>
  </w:style>
  <w:style w:type="character" w:styleId="CommentSubjectChar" w:customStyle="1">
    <w:name w:val="Comment Subject Char"/>
    <w:basedOn w:val="CommentTextChar"/>
    <w:link w:val="CommentSubject"/>
    <w:uiPriority w:val="99"/>
    <w:semiHidden/>
    <w:rsid w:val="00A94672"/>
    <w:rPr>
      <w:b/>
      <w:bCs/>
    </w:rPr>
  </w:style>
  <w:style w:type="character" w:styleId="Strong">
    <w:name w:val="Strong"/>
    <w:basedOn w:val="DefaultParagraphFont"/>
    <w:uiPriority w:val="22"/>
    <w:qFormat/>
    <w:rsid w:val="00CF2F2C"/>
    <w:rPr>
      <w:b/>
      <w:bCs/>
    </w:rPr>
  </w:style>
  <w:style w:type="character" w:styleId="apple-converted-space" w:customStyle="1">
    <w:name w:val="apple-converted-space"/>
    <w:basedOn w:val="DefaultParagraphFont"/>
    <w:rsid w:val="00A02B94"/>
  </w:style>
  <w:style w:type="paragraph" w:styleId="Revision">
    <w:name w:val="Revision"/>
    <w:hidden/>
    <w:uiPriority w:val="99"/>
    <w:semiHidden/>
    <w:rsid w:val="00A02B94"/>
    <w:rPr>
      <w:sz w:val="24"/>
      <w:szCs w:val="24"/>
    </w:rPr>
  </w:style>
  <w:style w:type="paragraph" w:styleId="NormalWeb">
    <w:name w:val="Normal (Web)"/>
    <w:basedOn w:val="Normal"/>
    <w:uiPriority w:val="99"/>
    <w:unhideWhenUsed/>
    <w:rsid w:val="00EE42F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4029">
      <w:bodyDiv w:val="1"/>
      <w:marLeft w:val="0"/>
      <w:marRight w:val="0"/>
      <w:marTop w:val="0"/>
      <w:marBottom w:val="0"/>
      <w:divBdr>
        <w:top w:val="none" w:sz="0" w:space="0" w:color="auto"/>
        <w:left w:val="none" w:sz="0" w:space="0" w:color="auto"/>
        <w:bottom w:val="none" w:sz="0" w:space="0" w:color="auto"/>
        <w:right w:val="none" w:sz="0" w:space="0" w:color="auto"/>
      </w:divBdr>
    </w:div>
    <w:div w:id="187987203">
      <w:bodyDiv w:val="1"/>
      <w:marLeft w:val="0"/>
      <w:marRight w:val="0"/>
      <w:marTop w:val="0"/>
      <w:marBottom w:val="0"/>
      <w:divBdr>
        <w:top w:val="none" w:sz="0" w:space="0" w:color="auto"/>
        <w:left w:val="none" w:sz="0" w:space="0" w:color="auto"/>
        <w:bottom w:val="none" w:sz="0" w:space="0" w:color="auto"/>
        <w:right w:val="none" w:sz="0" w:space="0" w:color="auto"/>
      </w:divBdr>
    </w:div>
    <w:div w:id="453253818">
      <w:bodyDiv w:val="1"/>
      <w:marLeft w:val="0"/>
      <w:marRight w:val="0"/>
      <w:marTop w:val="0"/>
      <w:marBottom w:val="0"/>
      <w:divBdr>
        <w:top w:val="none" w:sz="0" w:space="0" w:color="auto"/>
        <w:left w:val="none" w:sz="0" w:space="0" w:color="auto"/>
        <w:bottom w:val="none" w:sz="0" w:space="0" w:color="auto"/>
        <w:right w:val="none" w:sz="0" w:space="0" w:color="auto"/>
      </w:divBdr>
    </w:div>
    <w:div w:id="934483776">
      <w:bodyDiv w:val="1"/>
      <w:marLeft w:val="0"/>
      <w:marRight w:val="0"/>
      <w:marTop w:val="0"/>
      <w:marBottom w:val="0"/>
      <w:divBdr>
        <w:top w:val="none" w:sz="0" w:space="0" w:color="auto"/>
        <w:left w:val="none" w:sz="0" w:space="0" w:color="auto"/>
        <w:bottom w:val="none" w:sz="0" w:space="0" w:color="auto"/>
        <w:right w:val="none" w:sz="0" w:space="0" w:color="auto"/>
      </w:divBdr>
    </w:div>
    <w:div w:id="1047223031">
      <w:bodyDiv w:val="1"/>
      <w:marLeft w:val="0"/>
      <w:marRight w:val="0"/>
      <w:marTop w:val="0"/>
      <w:marBottom w:val="0"/>
      <w:divBdr>
        <w:top w:val="none" w:sz="0" w:space="0" w:color="auto"/>
        <w:left w:val="none" w:sz="0" w:space="0" w:color="auto"/>
        <w:bottom w:val="none" w:sz="0" w:space="0" w:color="auto"/>
        <w:right w:val="none" w:sz="0" w:space="0" w:color="auto"/>
      </w:divBdr>
    </w:div>
    <w:div w:id="1561018323">
      <w:bodyDiv w:val="1"/>
      <w:marLeft w:val="0"/>
      <w:marRight w:val="0"/>
      <w:marTop w:val="0"/>
      <w:marBottom w:val="0"/>
      <w:divBdr>
        <w:top w:val="none" w:sz="0" w:space="0" w:color="auto"/>
        <w:left w:val="none" w:sz="0" w:space="0" w:color="auto"/>
        <w:bottom w:val="none" w:sz="0" w:space="0" w:color="auto"/>
        <w:right w:val="none" w:sz="0" w:space="0" w:color="auto"/>
      </w:divBdr>
    </w:div>
    <w:div w:id="1643921777">
      <w:bodyDiv w:val="1"/>
      <w:marLeft w:val="0"/>
      <w:marRight w:val="0"/>
      <w:marTop w:val="0"/>
      <w:marBottom w:val="0"/>
      <w:divBdr>
        <w:top w:val="none" w:sz="0" w:space="0" w:color="auto"/>
        <w:left w:val="none" w:sz="0" w:space="0" w:color="auto"/>
        <w:bottom w:val="none" w:sz="0" w:space="0" w:color="auto"/>
        <w:right w:val="none" w:sz="0" w:space="0" w:color="auto"/>
      </w:divBdr>
    </w:div>
    <w:div w:id="211720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fs.fed.us/database/feis/fire_regimes/AK_alder_shrub/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3189FB8-D5FE-4AA4-BECB-8CD7378B5914}"/>
</file>

<file path=customXml/itemProps2.xml><?xml version="1.0" encoding="utf-8"?>
<ds:datastoreItem xmlns:ds="http://schemas.openxmlformats.org/officeDocument/2006/customXml" ds:itemID="{3D2E0145-52B2-41AF-82C8-74EDFC4FF8B5}"/>
</file>

<file path=customXml/itemProps3.xml><?xml version="1.0" encoding="utf-8"?>
<ds:datastoreItem xmlns:ds="http://schemas.openxmlformats.org/officeDocument/2006/customXml" ds:itemID="{28ACE5AF-993B-4CFC-8D90-BACE29349F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18</cp:revision>
  <cp:lastPrinted>2015-09-11T19:39:00Z</cp:lastPrinted>
  <dcterms:created xsi:type="dcterms:W3CDTF">2022-10-27T17:36:00Z</dcterms:created>
  <dcterms:modified xsi:type="dcterms:W3CDTF">2024-11-02T16:16:37Z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