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2FC7" w:rsidP="00392FC7" w:rsidRDefault="00CD400B" w14:paraId="48C81ED4" w14:textId="797AE151">
      <w:pPr>
        <w:pStyle w:val="BpSTitle"/>
      </w:pPr>
      <w:r>
        <w:t>16091</w:t>
      </w:r>
    </w:p>
    <w:p w:rsidR="00392FC7" w:rsidP="00392FC7" w:rsidRDefault="00CD400B" w14:paraId="405395CA" w14:textId="04CD44D5">
      <w:pPr>
        <w:pStyle w:val="BpSTitle"/>
      </w:pPr>
      <w:r w:rsidRPr="00CD400B">
        <w:t>Alaska Sub-boreal Mesic Subalpine Alder Shrubland</w:t>
      </w:r>
      <w:r>
        <w:t xml:space="preserve"> </w:t>
      </w:r>
      <w:r w:rsidR="007059DA">
        <w:t>-</w:t>
      </w:r>
      <w:r w:rsidR="00EF58D0">
        <w:t xml:space="preserve"> Avalanche</w:t>
      </w:r>
      <w:r w:rsidR="00392FC7">
        <w:t xml:space="preserve"> Slope</w:t>
      </w:r>
      <w:r>
        <w:t>s</w:t>
      </w:r>
      <w:r w:rsidR="00392FC7">
        <w:t xml:space="preserve"> </w:t>
      </w:r>
    </w:p>
    <w:p w:rsidR="00392FC7" w:rsidP="00392FC7" w:rsidRDefault="00392FC7" w14:paraId="61A63A00" w14:textId="77777777">
      <w:r>
        <w:t xmlns:w="http://schemas.openxmlformats.org/wordprocessingml/2006/main">BpS Model/Description Version: Nov. 2024</w:t>
      </w:r>
      <w:r>
        <w:tab/>
      </w:r>
      <w:r>
        <w:tab/>
      </w:r>
      <w:r>
        <w:tab/>
      </w:r>
      <w:r>
        <w:tab/>
      </w:r>
      <w:r>
        <w:tab/>
      </w:r>
      <w:r>
        <w:tab/>
      </w:r>
      <w:r>
        <w:tab/>
      </w:r>
    </w:p>
    <w:p w:rsidR="00392FC7" w:rsidP="00392FC7" w:rsidRDefault="00392FC7" w14:paraId="410C071D"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656"/>
        <w:gridCol w:w="2508"/>
      </w:tblGrid>
      <w:tr w:rsidRPr="00392FC7" w:rsidR="00392FC7" w:rsidTr="00392FC7" w14:paraId="2B2050FE" w14:textId="77777777">
        <w:tc>
          <w:tcPr>
            <w:tcW w:w="2052" w:type="dxa"/>
            <w:tcBorders>
              <w:top w:val="single" w:color="auto" w:sz="2" w:space="0"/>
              <w:left w:val="single" w:color="auto" w:sz="12" w:space="0"/>
              <w:bottom w:val="single" w:color="000000" w:sz="12" w:space="0"/>
            </w:tcBorders>
            <w:shd w:val="clear" w:color="auto" w:fill="auto"/>
          </w:tcPr>
          <w:p w:rsidRPr="00392FC7" w:rsidR="00392FC7" w:rsidP="001A03C2" w:rsidRDefault="00392FC7" w14:paraId="0579B9B5" w14:textId="77777777">
            <w:pPr>
              <w:rPr>
                <w:b/>
                <w:bCs/>
              </w:rPr>
            </w:pPr>
            <w:r w:rsidRPr="00392FC7">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392FC7" w:rsidR="00392FC7" w:rsidP="001A03C2" w:rsidRDefault="00392FC7" w14:paraId="29D603E3" w14:textId="77777777">
            <w:pPr>
              <w:rPr>
                <w:b/>
                <w:bCs/>
              </w:rPr>
            </w:pPr>
          </w:p>
        </w:tc>
        <w:tc>
          <w:tcPr>
            <w:tcW w:w="1656" w:type="dxa"/>
            <w:tcBorders>
              <w:top w:val="single" w:color="auto" w:sz="2" w:space="0"/>
              <w:left w:val="single" w:color="000000" w:sz="12" w:space="0"/>
              <w:bottom w:val="single" w:color="000000" w:sz="12" w:space="0"/>
            </w:tcBorders>
            <w:shd w:val="clear" w:color="auto" w:fill="auto"/>
          </w:tcPr>
          <w:p w:rsidRPr="00392FC7" w:rsidR="00392FC7" w:rsidP="001A03C2" w:rsidRDefault="00392FC7" w14:paraId="125FD89C" w14:textId="77777777">
            <w:pPr>
              <w:rPr>
                <w:b/>
                <w:bCs/>
              </w:rPr>
            </w:pPr>
            <w:r w:rsidRPr="00392FC7">
              <w:rPr>
                <w:b/>
                <w:bCs/>
              </w:rPr>
              <w:t>Reviewers</w:t>
            </w:r>
          </w:p>
        </w:tc>
        <w:tc>
          <w:tcPr>
            <w:tcW w:w="2508" w:type="dxa"/>
            <w:tcBorders>
              <w:top w:val="single" w:color="auto" w:sz="2" w:space="0"/>
              <w:bottom w:val="single" w:color="000000" w:sz="12" w:space="0"/>
            </w:tcBorders>
            <w:shd w:val="clear" w:color="auto" w:fill="auto"/>
          </w:tcPr>
          <w:p w:rsidRPr="00392FC7" w:rsidR="00392FC7" w:rsidP="001A03C2" w:rsidRDefault="00392FC7" w14:paraId="0205948B" w14:textId="77777777">
            <w:pPr>
              <w:rPr>
                <w:b/>
                <w:bCs/>
              </w:rPr>
            </w:pPr>
          </w:p>
        </w:tc>
      </w:tr>
      <w:tr w:rsidRPr="00392FC7" w:rsidR="00392FC7" w:rsidTr="00392FC7" w14:paraId="4598973F" w14:textId="77777777">
        <w:tc>
          <w:tcPr>
            <w:tcW w:w="2052" w:type="dxa"/>
            <w:tcBorders>
              <w:top w:val="single" w:color="000000" w:sz="12" w:space="0"/>
              <w:left w:val="single" w:color="auto" w:sz="12" w:space="0"/>
            </w:tcBorders>
            <w:shd w:val="clear" w:color="auto" w:fill="auto"/>
          </w:tcPr>
          <w:p w:rsidRPr="00392FC7" w:rsidR="00392FC7" w:rsidP="001A03C2" w:rsidRDefault="00392FC7" w14:paraId="11CFF878" w14:textId="77777777">
            <w:pPr>
              <w:rPr>
                <w:bCs/>
              </w:rPr>
            </w:pPr>
            <w:r w:rsidRPr="00392FC7">
              <w:rPr>
                <w:bCs/>
              </w:rPr>
              <w:t>Kori Blankenship</w:t>
            </w:r>
          </w:p>
        </w:tc>
        <w:tc>
          <w:tcPr>
            <w:tcW w:w="2532" w:type="dxa"/>
            <w:tcBorders>
              <w:top w:val="single" w:color="000000" w:sz="12" w:space="0"/>
              <w:right w:val="single" w:color="000000" w:sz="12" w:space="0"/>
            </w:tcBorders>
            <w:shd w:val="clear" w:color="auto" w:fill="auto"/>
          </w:tcPr>
          <w:p w:rsidRPr="00392FC7" w:rsidR="00392FC7" w:rsidP="001A03C2" w:rsidRDefault="00392FC7" w14:paraId="727BD60D" w14:textId="77777777">
            <w:r w:rsidRPr="00392FC7">
              <w:t>kblankenship@tnc.org</w:t>
            </w:r>
          </w:p>
        </w:tc>
        <w:tc>
          <w:tcPr>
            <w:tcW w:w="1656" w:type="dxa"/>
            <w:tcBorders>
              <w:top w:val="single" w:color="000000" w:sz="12" w:space="0"/>
              <w:left w:val="single" w:color="000000" w:sz="12" w:space="0"/>
            </w:tcBorders>
            <w:shd w:val="clear" w:color="auto" w:fill="auto"/>
          </w:tcPr>
          <w:p w:rsidRPr="00392FC7" w:rsidR="00392FC7" w:rsidP="001A03C2" w:rsidRDefault="00392FC7" w14:paraId="13CFB559" w14:textId="77777777">
            <w:r w:rsidRPr="00392FC7">
              <w:t>Tina Boucher</w:t>
            </w:r>
          </w:p>
        </w:tc>
        <w:tc>
          <w:tcPr>
            <w:tcW w:w="2508" w:type="dxa"/>
            <w:tcBorders>
              <w:top w:val="single" w:color="000000" w:sz="12" w:space="0"/>
            </w:tcBorders>
            <w:shd w:val="clear" w:color="auto" w:fill="auto"/>
          </w:tcPr>
          <w:p w:rsidRPr="00392FC7" w:rsidR="00392FC7" w:rsidP="001A03C2" w:rsidRDefault="00392FC7" w14:paraId="226CDE4B" w14:textId="77777777">
            <w:r w:rsidRPr="00392FC7">
              <w:t>antvb@uaa.alaska.edu</w:t>
            </w:r>
          </w:p>
        </w:tc>
      </w:tr>
      <w:tr w:rsidRPr="00392FC7" w:rsidR="00392FC7" w:rsidTr="00392FC7" w14:paraId="3FD92E9F" w14:textId="77777777">
        <w:tc>
          <w:tcPr>
            <w:tcW w:w="2052" w:type="dxa"/>
            <w:tcBorders>
              <w:left w:val="single" w:color="auto" w:sz="12" w:space="0"/>
            </w:tcBorders>
            <w:shd w:val="clear" w:color="auto" w:fill="auto"/>
          </w:tcPr>
          <w:p w:rsidRPr="00392FC7" w:rsidR="00392FC7" w:rsidP="001A03C2" w:rsidRDefault="00392FC7" w14:paraId="09EF27FA" w14:textId="77777777">
            <w:pPr>
              <w:rPr>
                <w:bCs/>
              </w:rPr>
            </w:pPr>
            <w:r w:rsidRPr="00392FC7">
              <w:rPr>
                <w:bCs/>
              </w:rPr>
              <w:t>None</w:t>
            </w:r>
          </w:p>
        </w:tc>
        <w:tc>
          <w:tcPr>
            <w:tcW w:w="2532" w:type="dxa"/>
            <w:tcBorders>
              <w:right w:val="single" w:color="000000" w:sz="12" w:space="0"/>
            </w:tcBorders>
            <w:shd w:val="clear" w:color="auto" w:fill="auto"/>
          </w:tcPr>
          <w:p w:rsidRPr="00392FC7" w:rsidR="00392FC7" w:rsidP="001A03C2" w:rsidRDefault="00392FC7" w14:paraId="36DD5E5D" w14:textId="77777777">
            <w:r w:rsidRPr="00392FC7">
              <w:t>None</w:t>
            </w:r>
          </w:p>
        </w:tc>
        <w:tc>
          <w:tcPr>
            <w:tcW w:w="1656" w:type="dxa"/>
            <w:tcBorders>
              <w:left w:val="single" w:color="000000" w:sz="12" w:space="0"/>
            </w:tcBorders>
            <w:shd w:val="clear" w:color="auto" w:fill="auto"/>
          </w:tcPr>
          <w:p w:rsidRPr="00392FC7" w:rsidR="00392FC7" w:rsidP="001A03C2" w:rsidRDefault="00392FC7" w14:paraId="6579E6A1" w14:textId="77777777">
            <w:r w:rsidRPr="00392FC7">
              <w:t>None</w:t>
            </w:r>
          </w:p>
        </w:tc>
        <w:tc>
          <w:tcPr>
            <w:tcW w:w="2508" w:type="dxa"/>
            <w:shd w:val="clear" w:color="auto" w:fill="auto"/>
          </w:tcPr>
          <w:p w:rsidRPr="00392FC7" w:rsidR="00392FC7" w:rsidP="001A03C2" w:rsidRDefault="00392FC7" w14:paraId="1091AE52" w14:textId="77777777">
            <w:r w:rsidRPr="00392FC7">
              <w:t>None</w:t>
            </w:r>
          </w:p>
        </w:tc>
      </w:tr>
      <w:tr w:rsidRPr="00392FC7" w:rsidR="00392FC7" w:rsidTr="00392FC7" w14:paraId="0E8A26C3" w14:textId="77777777">
        <w:tc>
          <w:tcPr>
            <w:tcW w:w="2052" w:type="dxa"/>
            <w:tcBorders>
              <w:left w:val="single" w:color="auto" w:sz="12" w:space="0"/>
              <w:bottom w:val="single" w:color="auto" w:sz="2" w:space="0"/>
            </w:tcBorders>
            <w:shd w:val="clear" w:color="auto" w:fill="auto"/>
          </w:tcPr>
          <w:p w:rsidRPr="00392FC7" w:rsidR="00392FC7" w:rsidP="001A03C2" w:rsidRDefault="00392FC7" w14:paraId="09DE5166" w14:textId="77777777">
            <w:pPr>
              <w:rPr>
                <w:bCs/>
              </w:rPr>
            </w:pPr>
            <w:r w:rsidRPr="00392FC7">
              <w:rPr>
                <w:bCs/>
              </w:rPr>
              <w:t>None</w:t>
            </w:r>
          </w:p>
        </w:tc>
        <w:tc>
          <w:tcPr>
            <w:tcW w:w="2532" w:type="dxa"/>
            <w:tcBorders>
              <w:right w:val="single" w:color="000000" w:sz="12" w:space="0"/>
            </w:tcBorders>
            <w:shd w:val="clear" w:color="auto" w:fill="auto"/>
          </w:tcPr>
          <w:p w:rsidRPr="00392FC7" w:rsidR="00392FC7" w:rsidP="001A03C2" w:rsidRDefault="00392FC7" w14:paraId="30E55C0B" w14:textId="77777777">
            <w:r w:rsidRPr="00392FC7">
              <w:t>None</w:t>
            </w:r>
          </w:p>
        </w:tc>
        <w:tc>
          <w:tcPr>
            <w:tcW w:w="1656" w:type="dxa"/>
            <w:tcBorders>
              <w:left w:val="single" w:color="000000" w:sz="12" w:space="0"/>
              <w:bottom w:val="single" w:color="auto" w:sz="2" w:space="0"/>
            </w:tcBorders>
            <w:shd w:val="clear" w:color="auto" w:fill="auto"/>
          </w:tcPr>
          <w:p w:rsidRPr="00392FC7" w:rsidR="00392FC7" w:rsidP="001A03C2" w:rsidRDefault="00392FC7" w14:paraId="6A08EF5B" w14:textId="77777777">
            <w:r w:rsidRPr="00392FC7">
              <w:t>None</w:t>
            </w:r>
          </w:p>
        </w:tc>
        <w:tc>
          <w:tcPr>
            <w:tcW w:w="2508" w:type="dxa"/>
            <w:shd w:val="clear" w:color="auto" w:fill="auto"/>
          </w:tcPr>
          <w:p w:rsidRPr="00392FC7" w:rsidR="00392FC7" w:rsidP="001A03C2" w:rsidRDefault="00392FC7" w14:paraId="73D35C55" w14:textId="77777777">
            <w:r w:rsidRPr="00392FC7">
              <w:t>None</w:t>
            </w:r>
          </w:p>
        </w:tc>
      </w:tr>
    </w:tbl>
    <w:p w:rsidR="003150DA" w:rsidP="00392FC7" w:rsidRDefault="003150DA" w14:paraId="6291CFD0" w14:textId="77777777">
      <w:pPr>
        <w:pStyle w:val="InfoPara"/>
        <w:rPr>
          <w:b w:val="0"/>
          <w:bCs/>
        </w:rPr>
      </w:pPr>
      <w:r>
        <w:t xml:space="preserve">Reviewer: </w:t>
      </w:r>
      <w:r>
        <w:rPr>
          <w:b w:val="0"/>
          <w:bCs/>
        </w:rPr>
        <w:t>Robin Innes</w:t>
      </w:r>
    </w:p>
    <w:p w:rsidR="00392FC7" w:rsidP="00392FC7" w:rsidRDefault="00392FC7" w14:paraId="75C77CC0" w14:textId="296A0014">
      <w:pPr>
        <w:pStyle w:val="InfoPara"/>
      </w:pPr>
      <w:r>
        <w:t>Vegetation Type</w:t>
      </w:r>
    </w:p>
    <w:p w:rsidR="00392FC7" w:rsidP="00392FC7" w:rsidRDefault="51CD4569" w14:paraId="0109BABB" w14:textId="266B7F9E">
      <w:r>
        <w:t>Shrubland</w:t>
      </w:r>
    </w:p>
    <w:p w:rsidR="00392FC7" w:rsidP="00392FC7" w:rsidRDefault="00392FC7" w14:paraId="6D4D377A" w14:textId="77777777">
      <w:pPr>
        <w:pStyle w:val="InfoPara"/>
      </w:pPr>
      <w:r>
        <w:t>Map Zones</w:t>
      </w:r>
    </w:p>
    <w:p w:rsidR="00E037E3" w:rsidP="00E037E3" w:rsidRDefault="00E037E3" w14:paraId="76502DF4" w14:textId="77777777">
      <w:pPr>
        <w:rPr>
          <w:rFonts w:ascii="Calibri" w:hAnsi="Calibri" w:cs="Calibri"/>
          <w:color w:val="000000"/>
          <w:sz w:val="22"/>
          <w:szCs w:val="22"/>
        </w:rPr>
      </w:pPr>
      <w:r>
        <w:rPr>
          <w:rFonts w:ascii="Calibri" w:hAnsi="Calibri" w:cs="Calibri"/>
          <w:color w:val="000000"/>
          <w:sz w:val="22"/>
          <w:szCs w:val="22"/>
        </w:rPr>
        <w:t>68, 69, 70, 71, 72, 73, 74, 75, 76</w:t>
      </w:r>
    </w:p>
    <w:p w:rsidR="00CD400B" w:rsidP="00CD400B" w:rsidRDefault="00CD400B" w14:paraId="1C4FEB46" w14:textId="77777777">
      <w:pPr>
        <w:pStyle w:val="InfoPara"/>
      </w:pPr>
      <w:r>
        <w:t xml:space="preserve">Model Splits or Lumps  </w:t>
      </w:r>
    </w:p>
    <w:p w:rsidR="00CD400B" w:rsidP="00392FC7" w:rsidRDefault="00CD400B" w14:paraId="0B3F73F3" w14:textId="0FA55361">
      <w:r>
        <w:t xml:space="preserve">This </w:t>
      </w:r>
      <w:r w:rsidR="00632577">
        <w:t>Biophysical Setting (</w:t>
      </w:r>
      <w:r>
        <w:t>BpS</w:t>
      </w:r>
      <w:r w:rsidR="00632577">
        <w:t>)</w:t>
      </w:r>
      <w:r>
        <w:t xml:space="preserve"> is split from </w:t>
      </w:r>
      <w:r w:rsidRPr="00CD400B">
        <w:t>Alaska Sub-boreal Mesic Subalpine Alder Shrubland</w:t>
      </w:r>
      <w:r w:rsidR="00EF58D0">
        <w:t xml:space="preserve"> (1609)</w:t>
      </w:r>
      <w:r>
        <w:t xml:space="preserve"> to represent the dynamics of avalanche slopes.</w:t>
      </w:r>
    </w:p>
    <w:p w:rsidR="00392FC7" w:rsidP="00392FC7" w:rsidRDefault="00392FC7" w14:paraId="735E4BEF" w14:textId="77777777">
      <w:pPr>
        <w:pStyle w:val="InfoPara"/>
      </w:pPr>
      <w:r>
        <w:t>Geographic Range</w:t>
      </w:r>
    </w:p>
    <w:p w:rsidR="00392FC7" w:rsidP="00392FC7" w:rsidRDefault="00392FC7" w14:paraId="039412CE" w14:textId="1CAC433B">
      <w:r>
        <w:t xml:space="preserve">This system is found on steep </w:t>
      </w:r>
      <w:r w:rsidR="00E1688F">
        <w:t xml:space="preserve">and upper </w:t>
      </w:r>
      <w:r>
        <w:t>mountain slopes in the Sub-boreal region and less frequently in the boreal region of AK.</w:t>
      </w:r>
    </w:p>
    <w:p w:rsidR="00392FC7" w:rsidP="00392FC7" w:rsidRDefault="00392FC7" w14:paraId="62A2096E" w14:textId="77777777">
      <w:pPr>
        <w:pStyle w:val="InfoPara"/>
      </w:pPr>
      <w:r>
        <w:t>Biophysical Site Description</w:t>
      </w:r>
    </w:p>
    <w:p w:rsidR="00E1688F" w:rsidP="00E1688F" w:rsidRDefault="00E1688F" w14:paraId="7A5D8415" w14:textId="76DF7F09">
      <w:r>
        <w:t xml:space="preserve">Avalanche slopes occur where mountain slopes are steep enough to produce frequent snow slides preventing forest development. Upper avalanche slopes typically have a slope angle of at least 70% but the lower slopes and run-out zones may be much less steep. It occurs less commonly throughout the northern boreal region to the southern slopes of the Brooks Range. </w:t>
      </w:r>
      <w:bookmarkStart w:name="_Hlk84671499" w:id="0"/>
      <w:r>
        <w:t>Soils are shallow, stony</w:t>
      </w:r>
      <w:r w:rsidR="00F940D5">
        <w:t>,</w:t>
      </w:r>
      <w:r>
        <w:t xml:space="preserve"> and well-drained, underlain by colluvium, glacial till</w:t>
      </w:r>
      <w:r w:rsidR="00F940D5">
        <w:t>,</w:t>
      </w:r>
      <w:r>
        <w:t xml:space="preserve"> and residuum.</w:t>
      </w:r>
    </w:p>
    <w:bookmarkEnd w:id="0"/>
    <w:p w:rsidR="00392FC7" w:rsidP="00392FC7" w:rsidRDefault="00392FC7" w14:paraId="18639B3E" w14:textId="77777777">
      <w:pPr>
        <w:pStyle w:val="InfoPara"/>
      </w:pPr>
      <w:r>
        <w:t>Vegetation Description</w:t>
      </w:r>
    </w:p>
    <w:p w:rsidR="00392FC7" w:rsidP="00392FC7" w:rsidRDefault="00392FC7" w14:paraId="40475624" w14:textId="7CDA5D3D">
      <w:r>
        <w:t xml:space="preserve">The dominant shrub species is typically </w:t>
      </w:r>
      <w:r w:rsidRPr="00430CD6">
        <w:rPr>
          <w:i/>
          <w:iCs/>
        </w:rPr>
        <w:t>Alnus viridis</w:t>
      </w:r>
      <w:r>
        <w:t xml:space="preserve"> ssp. </w:t>
      </w:r>
      <w:r w:rsidR="00430CD6">
        <w:rPr>
          <w:i/>
          <w:iCs/>
        </w:rPr>
        <w:t>sinuate</w:t>
      </w:r>
      <w:r w:rsidR="00430CD6">
        <w:t>,</w:t>
      </w:r>
      <w:r>
        <w:t xml:space="preserve"> but other shrubs including </w:t>
      </w:r>
      <w:r w:rsidRPr="00430CD6">
        <w:rPr>
          <w:i/>
          <w:iCs/>
        </w:rPr>
        <w:t>Sambucus racemosa, Salix</w:t>
      </w:r>
      <w:r>
        <w:t xml:space="preserve"> spp. and </w:t>
      </w:r>
      <w:r w:rsidRPr="00430CD6">
        <w:rPr>
          <w:i/>
          <w:iCs/>
        </w:rPr>
        <w:t>Spirea stevenii</w:t>
      </w:r>
      <w:r>
        <w:t xml:space="preserve"> may be common. Herbaceous patches are often dominated by </w:t>
      </w:r>
      <w:r w:rsidRPr="00430CD6">
        <w:rPr>
          <w:i/>
          <w:iCs/>
        </w:rPr>
        <w:t>Calamagrostis canadensis</w:t>
      </w:r>
      <w:r>
        <w:t xml:space="preserve"> and </w:t>
      </w:r>
      <w:r w:rsidRPr="00430CD6">
        <w:rPr>
          <w:i/>
          <w:iCs/>
        </w:rPr>
        <w:t>Chamerion angustifolium</w:t>
      </w:r>
      <w:r>
        <w:t xml:space="preserve">; other common herbs include </w:t>
      </w:r>
      <w:r w:rsidRPr="00430CD6">
        <w:rPr>
          <w:i/>
          <w:iCs/>
        </w:rPr>
        <w:t>Athyrium filix-femina, Dryopteris expansa</w:t>
      </w:r>
      <w:r>
        <w:t xml:space="preserve"> and </w:t>
      </w:r>
      <w:r w:rsidRPr="00430CD6">
        <w:rPr>
          <w:i/>
          <w:iCs/>
        </w:rPr>
        <w:t>Veratrum viride</w:t>
      </w:r>
      <w:r>
        <w:t xml:space="preserve"> (Viereck et al. 1992). Tree seedlings and saplings may be common on some slopes but do not emerge as an overstory due to frequent snow avalanches.</w:t>
      </w:r>
      <w:r w:rsidR="00AB3C80">
        <w:t xml:space="preserve"> In boreal Alaska, low-shrub tundra is more common in the gaps between alder patches.</w:t>
      </w:r>
    </w:p>
    <w:p w:rsidR="00392FC7" w:rsidP="00392FC7" w:rsidRDefault="00392FC7" w14:paraId="0BC07AE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Sambucus racemosa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elderberry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CHAN9</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ATFI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Athyrium filix-femina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ladyfern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DREX2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Dryopteris expansa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Spreading woodfern</w:t>
            </w:r>
          </w:p>
        </w:tc>
      </w:tr>
    </w:tbl>
    <w:p>
      <w:r>
        <w:rPr>
          <w:sz w:val="16"/>
        </w:rPr>
        <w:t>Species names are from the NRCS PLANTS database. Check species codes at http://plants.usda.gov.</w:t>
      </w:r>
    </w:p>
    <w:p w:rsidR="00392FC7" w:rsidP="00392FC7" w:rsidRDefault="00392FC7" w14:paraId="1500FED8" w14:textId="77777777">
      <w:pPr>
        <w:pStyle w:val="InfoPara"/>
      </w:pPr>
      <w:r>
        <w:t>Disturbance Description</w:t>
      </w:r>
    </w:p>
    <w:p w:rsidR="000F1D1F" w:rsidP="00392FC7" w:rsidRDefault="00392FC7" w14:paraId="3C48F232" w14:textId="4CCCC7E2">
      <w:r>
        <w:t xml:space="preserve">Avalanche slopes can extend from the alpine into the montane and lower toe slopes; this model, however, applies only to avalanche slopes occurring below treeline. Snow avalanche is the dominant disturbance, but rocks, soil, and debris can also be transported in the slide. This system represents a topoedaphic climax (Viereck et al. 1992). </w:t>
      </w:r>
      <w:r w:rsidRPr="004C2A38">
        <w:rPr>
          <w:i/>
          <w:iCs/>
        </w:rPr>
        <w:t xml:space="preserve">Alnus viridis </w:t>
      </w:r>
      <w:r w:rsidRPr="004C2A38">
        <w:t>ssp</w:t>
      </w:r>
      <w:r w:rsidRPr="004C2A38">
        <w:rPr>
          <w:i/>
          <w:iCs/>
        </w:rPr>
        <w:t>. sinuata</w:t>
      </w:r>
      <w:r>
        <w:t xml:space="preserve"> has a growth form that tolerates avalanche disturbance and can maintain dominance on the site. Frequent snow slides</w:t>
      </w:r>
      <w:r w:rsidR="00AB3C80">
        <w:t xml:space="preserve"> generally</w:t>
      </w:r>
      <w:r>
        <w:t xml:space="preserve"> prevent tree seedlings and saplings from reaching the upper canopy.</w:t>
      </w:r>
      <w:r w:rsidR="00AB3C80">
        <w:t xml:space="preserve"> On sites with a less frequent avalanche cycle, trees may temporarily dominate the overstory. This system may be extending further into the alpine in recent decades.</w:t>
      </w:r>
    </w:p>
    <w:p w:rsidR="000F1D1F" w:rsidP="00392FC7" w:rsidRDefault="000F1D1F" w14:paraId="314096C4" w14:textId="77777777"/>
    <w:p w:rsidR="000F1D1F" w:rsidP="00392FC7" w:rsidRDefault="00392FC7" w14:paraId="4B3838F0" w14:textId="05E317AC">
      <w:r>
        <w:t>Fire is minimal and is expressed only around the edges of this type as fires are introduced from neighboring types.</w:t>
      </w:r>
      <w:r w:rsidR="000F1D1F">
        <w:t xml:space="preserve"> Avalanche slopes may act as a firebreak except during severe weather (</w:t>
      </w:r>
      <w:r w:rsidR="00707E7C">
        <w:t>Innes 2015</w:t>
      </w:r>
      <w:r w:rsidR="000F1D1F">
        <w:t>). Sitka alder is generally top-killed by fire but can resprout from the root crown and seeds can germinate in soil exposed by fire (</w:t>
      </w:r>
      <w:r w:rsidRPr="000F1D1F" w:rsidR="000F1D1F">
        <w:t>Uchytil</w:t>
      </w:r>
      <w:r w:rsidR="000F1D1F">
        <w:t xml:space="preserve"> </w:t>
      </w:r>
      <w:r w:rsidRPr="000F1D1F" w:rsidR="000F1D1F">
        <w:t>1989</w:t>
      </w:r>
      <w:r w:rsidR="000F1D1F">
        <w:t>).</w:t>
      </w:r>
      <w:r w:rsidR="00707E7C">
        <w:t xml:space="preserve"> </w:t>
      </w:r>
    </w:p>
    <w:p w:rsidR="00392FC7" w:rsidP="00392FC7" w:rsidRDefault="00392FC7" w14:paraId="59348B2D" w14:textId="3D5C10A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788</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788</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392FC7" w:rsidP="00392FC7" w:rsidRDefault="00392FC7" w14:paraId="512B848C" w14:textId="77777777">
      <w:pPr>
        <w:pStyle w:val="InfoPara"/>
      </w:pPr>
      <w:r>
        <w:t>Scale Description</w:t>
      </w:r>
    </w:p>
    <w:p w:rsidR="00392FC7" w:rsidP="00392FC7" w:rsidRDefault="00392FC7" w14:paraId="0D88D7FD" w14:textId="77777777">
      <w:r>
        <w:t>Small to large patch</w:t>
      </w:r>
    </w:p>
    <w:p w:rsidR="00392FC7" w:rsidP="00392FC7" w:rsidRDefault="00392FC7" w14:paraId="66FDE875" w14:textId="77777777">
      <w:pPr>
        <w:pStyle w:val="InfoPara"/>
      </w:pPr>
      <w:r>
        <w:t>Adjacency or Identification Concerns</w:t>
      </w:r>
    </w:p>
    <w:p w:rsidR="00392FC7" w:rsidP="00392FC7" w:rsidRDefault="00392FC7" w14:paraId="35CBCD1C" w14:textId="7B0BA52C">
      <w:r>
        <w:t>This system is similar in species composition to Alaska Sub-Boreal Mesic Subalpine Alder Shrubland, but it occurs below the subalpine zone and tree growth is limited by avalanche frequency rather than elevation as in the subalpine system. Adjacent forest systems may include Alaska Sub-boreal Mountain Hemlock-White Spruce Forest, Alaska Sub-boreal Mountain Hemlock Forest or Alaska Sub-boreal White Spruce-Hardwood Forest.</w:t>
      </w:r>
    </w:p>
    <w:p w:rsidR="00392FC7" w:rsidP="00392FC7" w:rsidRDefault="00392FC7" w14:paraId="668887A2" w14:textId="77777777"/>
    <w:p w:rsidR="0001380C" w:rsidP="00392FC7" w:rsidRDefault="00392FC7" w14:paraId="3EF21C65" w14:textId="6C727A95">
      <w:r>
        <w:t>Though avalanche slopes can occur from alpine to lower slopes, this model excludes the avalanche slopes above treeline—these would be included in other systems according to vegetation type: Alaska Sub-Boreal Mesic Subalpine Alder Shrubland, Western North American Boreal Alpine Dwarf-Shrubland, Alaska Sub-boreal and Maritime Alpine Mesic Herbaceous Meadow, etc.</w:t>
      </w:r>
    </w:p>
    <w:p w:rsidR="00392FC7" w:rsidP="00392FC7" w:rsidRDefault="00392FC7" w14:paraId="0115AD68" w14:textId="77777777">
      <w:pPr>
        <w:pStyle w:val="InfoPara"/>
      </w:pPr>
      <w:r>
        <w:t>Issues or Problems</w:t>
      </w:r>
    </w:p>
    <w:p w:rsidR="00392FC7" w:rsidP="00392FC7" w:rsidRDefault="00AB3C80" w14:paraId="37AA23C2" w14:textId="24808C20">
      <w:r w:rsidRPr="001F1600">
        <w:t xml:space="preserve">In 2015 an extensive search was done by </w:t>
      </w:r>
      <w:r>
        <w:t>Fire Effects Information System</w:t>
      </w:r>
      <w:r w:rsidRPr="001F1600">
        <w:t xml:space="preserve"> staff to locate information for a synthesis on </w:t>
      </w:r>
      <w:hyperlink w:history="1" w:anchor="LimitationsOfInformation" r:id="rId7">
        <w:r w:rsidR="00662A02">
          <w:rPr>
            <w:rStyle w:val="Hyperlink"/>
          </w:rPr>
          <w:t>f</w:t>
        </w:r>
        <w:r w:rsidRPr="00707E7C">
          <w:rPr>
            <w:rStyle w:val="Hyperlink"/>
          </w:rPr>
          <w:t xml:space="preserve">ire regimes of Alaskan </w:t>
        </w:r>
        <w:r w:rsidRPr="00707E7C">
          <w:rPr>
            <w:rStyle w:val="Hyperlink"/>
            <w:shd w:val="clear" w:color="auto" w:fill="FFFFFF"/>
          </w:rPr>
          <w:t>alder and willow shrublands</w:t>
        </w:r>
      </w:hyperlink>
      <w:r>
        <w:t xml:space="preserve"> (Innes 2015)</w:t>
      </w:r>
      <w:r w:rsidRPr="001F1600">
        <w:t xml:space="preserve">. </w:t>
      </w:r>
      <w:r>
        <w:t xml:space="preserve">At that time, </w:t>
      </w:r>
      <w:r w:rsidRPr="00A94672">
        <w:rPr>
          <w:color w:val="000000"/>
          <w:shd w:val="clear" w:color="auto" w:fill="FFFFFF"/>
        </w:rPr>
        <w:t>the scientific literature about fire regimes in Alaska</w:t>
      </w:r>
      <w:r>
        <w:rPr>
          <w:color w:val="000000"/>
          <w:shd w:val="clear" w:color="auto" w:fill="FFFFFF"/>
        </w:rPr>
        <w:t>n alder and willow shrublands was</w:t>
      </w:r>
      <w:r w:rsidRPr="00A94672">
        <w:rPr>
          <w:color w:val="000000"/>
          <w:shd w:val="clear" w:color="auto" w:fill="FFFFFF"/>
        </w:rPr>
        <w:t xml:space="preserve"> scarce. Descriptions of fire ignition, season, pattern, and size specific to alder and willow </w:t>
      </w:r>
      <w:r w:rsidRPr="00A94672">
        <w:rPr>
          <w:color w:val="000000"/>
          <w:shd w:val="clear" w:color="auto" w:fill="FFFFFF"/>
        </w:rPr>
        <w:lastRenderedPageBreak/>
        <w:t>shrublands w</w:t>
      </w:r>
      <w:r>
        <w:rPr>
          <w:color w:val="000000"/>
          <w:shd w:val="clear" w:color="auto" w:fill="FFFFFF"/>
        </w:rPr>
        <w:t>ere not found in the literature</w:t>
      </w:r>
      <w:r w:rsidRPr="00A94672">
        <w:rPr>
          <w:color w:val="000000"/>
          <w:shd w:val="clear" w:color="auto" w:fill="FFFFFF"/>
        </w:rPr>
        <w:t xml:space="preserve">. </w:t>
      </w:r>
      <w:r w:rsidR="00392FC7">
        <w:t xml:space="preserve">The </w:t>
      </w:r>
      <w:r w:rsidR="00061248">
        <w:t>fire return interval (</w:t>
      </w:r>
      <w:r w:rsidR="00392FC7">
        <w:t>FRI</w:t>
      </w:r>
      <w:r w:rsidR="00061248">
        <w:t>)</w:t>
      </w:r>
      <w:r w:rsidR="00392FC7">
        <w:t xml:space="preserve"> was estimated to be the same as the Alaska Sub-Boreal Mesic Subalpine Alder Shrubland BpS.</w:t>
      </w:r>
    </w:p>
    <w:p w:rsidR="00392FC7" w:rsidP="00392FC7" w:rsidRDefault="00392FC7" w14:paraId="152A8D11" w14:textId="77777777">
      <w:pPr>
        <w:pStyle w:val="InfoPara"/>
      </w:pPr>
      <w:r>
        <w:t>Native Uncharacteristic Conditions</w:t>
      </w:r>
    </w:p>
    <w:p w:rsidR="00392FC7" w:rsidP="00392FC7" w:rsidRDefault="00392FC7" w14:paraId="4B8D4A39" w14:textId="77777777"/>
    <w:p w:rsidR="00392FC7" w:rsidP="00392FC7" w:rsidRDefault="00392FC7" w14:paraId="0665420E" w14:textId="77777777">
      <w:pPr>
        <w:pStyle w:val="InfoPara"/>
      </w:pPr>
      <w:r>
        <w:t>Comments</w:t>
      </w:r>
    </w:p>
    <w:p w:rsidR="00061248" w:rsidP="00C87372" w:rsidRDefault="00C87372" w14:paraId="0ED77761" w14:textId="77777777">
      <w:r>
        <w:t xml:space="preserve">10/2021 </w:t>
      </w:r>
    </w:p>
    <w:p w:rsidRPr="00331FF0" w:rsidR="00C87372" w:rsidP="00C87372" w:rsidRDefault="00061248" w14:paraId="66644420" w14:textId="00810A3A">
      <w:r>
        <w:t xml:space="preserve">- </w:t>
      </w:r>
      <w:r w:rsidR="00C87372">
        <w:t>This description was updated by NatureServe staff and Kori Blankenship based on the updated Ecological Systems classification for Alaska. Edits focused on adjusting the Geographic Range, Biophysical Site Descriptions, and Vegetation Description sections.</w:t>
      </w:r>
    </w:p>
    <w:p w:rsidR="00C87372" w:rsidP="00707E7C" w:rsidRDefault="00C87372" w14:paraId="64C3A04E" w14:textId="77777777"/>
    <w:p w:rsidR="00707E7C" w:rsidP="00707E7C" w:rsidRDefault="007F30BA" w14:paraId="71D4CBFD" w14:textId="5283AE3F">
      <w:r>
        <w:t xml:space="preserve">In 2021 Kori Blankenship </w:t>
      </w:r>
      <w:r w:rsidR="00B16EE4">
        <w:t>eliminated the use of</w:t>
      </w:r>
      <w:r>
        <w:t xml:space="preserve"> mixed fire </w:t>
      </w:r>
      <w:r w:rsidR="00B16EE4">
        <w:t>in the state-and-transition simulation model</w:t>
      </w:r>
      <w:r>
        <w:t xml:space="preserve"> fire because </w:t>
      </w:r>
      <w:r w:rsidRPr="00392FC7">
        <w:t>Sitka alder</w:t>
      </w:r>
      <w:r>
        <w:t>, the dominant species, is top killed by fire (</w:t>
      </w:r>
      <w:r w:rsidRPr="000F1D1F">
        <w:t>Uchytil</w:t>
      </w:r>
      <w:r>
        <w:t xml:space="preserve"> </w:t>
      </w:r>
      <w:r w:rsidRPr="000F1D1F">
        <w:t>1989</w:t>
      </w:r>
      <w:r>
        <w:t xml:space="preserve">). </w:t>
      </w:r>
      <w:r w:rsidR="00B16EE4">
        <w:t xml:space="preserve">Blankenship increased the frequency of replacement fire to maintain the overall All Fire </w:t>
      </w:r>
      <w:r w:rsidR="00277056">
        <w:t>mean fire return interval (</w:t>
      </w:r>
      <w:r w:rsidR="00B16EE4">
        <w:t>MFRI</w:t>
      </w:r>
      <w:r w:rsidR="00277056">
        <w:t>)</w:t>
      </w:r>
      <w:r w:rsidR="00B16EE4">
        <w:t>.</w:t>
      </w:r>
    </w:p>
    <w:p w:rsidR="00707E7C" w:rsidP="00392FC7" w:rsidRDefault="00707E7C" w14:paraId="0E2E4BEE" w14:textId="77777777"/>
    <w:p w:rsidR="00392FC7" w:rsidP="00392FC7" w:rsidRDefault="00707E7C" w14:paraId="04C6303F" w14:textId="222D37EA">
      <w:r>
        <w:t>During LANDIFRE National</w:t>
      </w:r>
      <w:r w:rsidR="00EF58D0">
        <w:t xml:space="preserve"> t</w:t>
      </w:r>
      <w:r w:rsidR="00392FC7">
        <w:t>his model did not receive review specifically for z76.</w:t>
      </w:r>
      <w:r>
        <w:t xml:space="preserve"> </w:t>
      </w:r>
      <w:r w:rsidR="00392FC7">
        <w:t>This model was developed by Kori Blankenship using the class age ranges from the Persistent Shrub North PNVG model (Murphy and Witten 2006) and a similar FRI to the Alaska Sub-Boreal Mesic Subalpine Alder Shrubland BpS.</w:t>
      </w:r>
    </w:p>
    <w:p w:rsidR="00392FC7" w:rsidP="00392FC7" w:rsidRDefault="00392FC7" w14:paraId="23423346"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392FC7" w:rsidP="00392FC7" w:rsidRDefault="00392FC7" w14:paraId="00AA81F5" w14:textId="5C1418C6">
      <w:pPr>
        <w:pStyle w:val="InfoPara"/>
        <w:pBdr>
          <w:top w:val="single" w:color="auto" w:sz="4" w:space="1"/>
        </w:pBdr>
      </w:pPr>
      <w:r xmlns:w="http://schemas.openxmlformats.org/wordprocessingml/2006/main">
        <w:t>Class A</w:t>
      </w:r>
      <w:r xmlns:w="http://schemas.openxmlformats.org/wordprocessingml/2006/main">
        <w:tab/>
        <w:t>69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392FC7" w:rsidP="00392FC7" w:rsidRDefault="00392FC7" w14:paraId="7C5EEC79" w14:textId="77777777"/>
    <w:p w:rsidR="00392FC7" w:rsidP="00392FC7" w:rsidRDefault="00392FC7" w14:paraId="60A2E95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2304"/>
        <w:gridCol w:w="1956"/>
      </w:tblGrid>
      <w:tr w:rsidRPr="00392FC7" w:rsidR="00392FC7" w:rsidTr="00392FC7" w14:paraId="7BACAE05" w14:textId="77777777">
        <w:tc>
          <w:tcPr>
            <w:tcW w:w="1128" w:type="dxa"/>
            <w:tcBorders>
              <w:top w:val="single" w:color="auto" w:sz="2" w:space="0"/>
              <w:bottom w:val="single" w:color="000000" w:sz="12" w:space="0"/>
            </w:tcBorders>
            <w:shd w:val="clear" w:color="auto" w:fill="auto"/>
          </w:tcPr>
          <w:p w:rsidRPr="00392FC7" w:rsidR="00392FC7" w:rsidP="003C0343" w:rsidRDefault="00392FC7" w14:paraId="64DDE94B" w14:textId="77777777">
            <w:pPr>
              <w:rPr>
                <w:b/>
                <w:bCs/>
              </w:rPr>
            </w:pPr>
            <w:r w:rsidRPr="00392FC7">
              <w:rPr>
                <w:b/>
                <w:bCs/>
              </w:rPr>
              <w:t>Symbol</w:t>
            </w:r>
          </w:p>
        </w:tc>
        <w:tc>
          <w:tcPr>
            <w:tcW w:w="2856" w:type="dxa"/>
            <w:tcBorders>
              <w:top w:val="single" w:color="auto" w:sz="2" w:space="0"/>
              <w:bottom w:val="single" w:color="000000" w:sz="12" w:space="0"/>
            </w:tcBorders>
            <w:shd w:val="clear" w:color="auto" w:fill="auto"/>
          </w:tcPr>
          <w:p w:rsidRPr="00392FC7" w:rsidR="00392FC7" w:rsidP="003C0343" w:rsidRDefault="00392FC7" w14:paraId="304BE1C6" w14:textId="77777777">
            <w:pPr>
              <w:rPr>
                <w:b/>
                <w:bCs/>
              </w:rPr>
            </w:pPr>
            <w:r w:rsidRPr="00392FC7">
              <w:rPr>
                <w:b/>
                <w:bCs/>
              </w:rPr>
              <w:t>Scientific Name</w:t>
            </w:r>
          </w:p>
        </w:tc>
        <w:tc>
          <w:tcPr>
            <w:tcW w:w="2304" w:type="dxa"/>
            <w:tcBorders>
              <w:top w:val="single" w:color="auto" w:sz="2" w:space="0"/>
              <w:bottom w:val="single" w:color="000000" w:sz="12" w:space="0"/>
            </w:tcBorders>
            <w:shd w:val="clear" w:color="auto" w:fill="auto"/>
          </w:tcPr>
          <w:p w:rsidRPr="00392FC7" w:rsidR="00392FC7" w:rsidP="003C0343" w:rsidRDefault="00392FC7" w14:paraId="6A21489C" w14:textId="77777777">
            <w:pPr>
              <w:rPr>
                <w:b/>
                <w:bCs/>
              </w:rPr>
            </w:pPr>
            <w:r w:rsidRPr="00392FC7">
              <w:rPr>
                <w:b/>
                <w:bCs/>
              </w:rPr>
              <w:t>Common Name</w:t>
            </w:r>
          </w:p>
        </w:tc>
        <w:tc>
          <w:tcPr>
            <w:tcW w:w="1956" w:type="dxa"/>
            <w:tcBorders>
              <w:top w:val="single" w:color="auto" w:sz="2" w:space="0"/>
              <w:bottom w:val="single" w:color="000000" w:sz="12" w:space="0"/>
            </w:tcBorders>
            <w:shd w:val="clear" w:color="auto" w:fill="auto"/>
          </w:tcPr>
          <w:p w:rsidRPr="00392FC7" w:rsidR="00392FC7" w:rsidP="003C0343" w:rsidRDefault="00392FC7" w14:paraId="19EB8727" w14:textId="77777777">
            <w:pPr>
              <w:rPr>
                <w:b/>
                <w:bCs/>
              </w:rPr>
            </w:pPr>
            <w:r w:rsidRPr="00392FC7">
              <w:rPr>
                <w:b/>
                <w:bCs/>
              </w:rPr>
              <w:t>Canopy Position</w:t>
            </w:r>
          </w:p>
        </w:tc>
      </w:tr>
      <w:tr w:rsidRPr="00392FC7" w:rsidR="00392FC7" w:rsidTr="00392FC7" w14:paraId="2724C2FA" w14:textId="77777777">
        <w:tc>
          <w:tcPr>
            <w:tcW w:w="1128" w:type="dxa"/>
            <w:tcBorders>
              <w:top w:val="single" w:color="000000" w:sz="12" w:space="0"/>
            </w:tcBorders>
            <w:shd w:val="clear" w:color="auto" w:fill="auto"/>
          </w:tcPr>
          <w:p w:rsidRPr="00392FC7" w:rsidR="00392FC7" w:rsidP="003C0343" w:rsidRDefault="00392FC7" w14:paraId="2A9CE144" w14:textId="77777777">
            <w:pPr>
              <w:rPr>
                <w:bCs/>
              </w:rPr>
            </w:pPr>
            <w:r w:rsidRPr="00392FC7">
              <w:rPr>
                <w:bCs/>
              </w:rPr>
              <w:t>CACA4</w:t>
            </w:r>
          </w:p>
        </w:tc>
        <w:tc>
          <w:tcPr>
            <w:tcW w:w="2856" w:type="dxa"/>
            <w:tcBorders>
              <w:top w:val="single" w:color="000000" w:sz="12" w:space="0"/>
            </w:tcBorders>
            <w:shd w:val="clear" w:color="auto" w:fill="auto"/>
          </w:tcPr>
          <w:p w:rsidRPr="00AA2295" w:rsidR="00392FC7" w:rsidP="003C0343" w:rsidRDefault="00392FC7" w14:paraId="5F7AB376" w14:textId="77777777">
            <w:pPr>
              <w:rPr>
                <w:i/>
                <w:iCs/>
              </w:rPr>
            </w:pPr>
            <w:r w:rsidRPr="00AA2295">
              <w:rPr>
                <w:i/>
                <w:iCs/>
              </w:rPr>
              <w:t>Calamagrostis canadensis</w:t>
            </w:r>
          </w:p>
        </w:tc>
        <w:tc>
          <w:tcPr>
            <w:tcW w:w="2304" w:type="dxa"/>
            <w:tcBorders>
              <w:top w:val="single" w:color="000000" w:sz="12" w:space="0"/>
            </w:tcBorders>
            <w:shd w:val="clear" w:color="auto" w:fill="auto"/>
          </w:tcPr>
          <w:p w:rsidRPr="00392FC7" w:rsidR="00392FC7" w:rsidP="003C0343" w:rsidRDefault="00392FC7" w14:paraId="014393D5" w14:textId="77777777">
            <w:r w:rsidRPr="00392FC7">
              <w:t>Bluejoint</w:t>
            </w:r>
          </w:p>
        </w:tc>
        <w:tc>
          <w:tcPr>
            <w:tcW w:w="1956" w:type="dxa"/>
            <w:tcBorders>
              <w:top w:val="single" w:color="000000" w:sz="12" w:space="0"/>
            </w:tcBorders>
            <w:shd w:val="clear" w:color="auto" w:fill="auto"/>
          </w:tcPr>
          <w:p w:rsidRPr="00392FC7" w:rsidR="00392FC7" w:rsidP="003C0343" w:rsidRDefault="00392FC7" w14:paraId="188AFD51" w14:textId="77777777">
            <w:r w:rsidRPr="00392FC7">
              <w:t>Upper</w:t>
            </w:r>
          </w:p>
        </w:tc>
      </w:tr>
      <w:tr w:rsidRPr="00392FC7" w:rsidR="00392FC7" w:rsidTr="00392FC7" w14:paraId="07FFE74C" w14:textId="77777777">
        <w:tc>
          <w:tcPr>
            <w:tcW w:w="1128" w:type="dxa"/>
            <w:shd w:val="clear" w:color="auto" w:fill="auto"/>
          </w:tcPr>
          <w:p w:rsidRPr="00392FC7" w:rsidR="00392FC7" w:rsidP="003C0343" w:rsidRDefault="00392FC7" w14:paraId="4858B8CA" w14:textId="77777777">
            <w:pPr>
              <w:rPr>
                <w:bCs/>
              </w:rPr>
            </w:pPr>
            <w:r w:rsidRPr="00392FC7">
              <w:rPr>
                <w:bCs/>
              </w:rPr>
              <w:t>CHAN9</w:t>
            </w:r>
          </w:p>
        </w:tc>
        <w:tc>
          <w:tcPr>
            <w:tcW w:w="2856" w:type="dxa"/>
            <w:shd w:val="clear" w:color="auto" w:fill="auto"/>
          </w:tcPr>
          <w:p w:rsidRPr="00AA2295" w:rsidR="00392FC7" w:rsidP="003C0343" w:rsidRDefault="00392FC7" w14:paraId="0EB5F5EA" w14:textId="77777777">
            <w:pPr>
              <w:rPr>
                <w:i/>
                <w:iCs/>
              </w:rPr>
            </w:pPr>
            <w:r w:rsidRPr="00AA2295">
              <w:rPr>
                <w:i/>
                <w:iCs/>
              </w:rPr>
              <w:t>Chamerion angustifolium</w:t>
            </w:r>
          </w:p>
        </w:tc>
        <w:tc>
          <w:tcPr>
            <w:tcW w:w="2304" w:type="dxa"/>
            <w:shd w:val="clear" w:color="auto" w:fill="auto"/>
          </w:tcPr>
          <w:p w:rsidRPr="00392FC7" w:rsidR="00392FC7" w:rsidP="003C0343" w:rsidRDefault="00392FC7" w14:paraId="75A7C99A" w14:textId="77777777">
            <w:r w:rsidRPr="00392FC7">
              <w:t>Fireweed</w:t>
            </w:r>
          </w:p>
        </w:tc>
        <w:tc>
          <w:tcPr>
            <w:tcW w:w="1956" w:type="dxa"/>
            <w:shd w:val="clear" w:color="auto" w:fill="auto"/>
          </w:tcPr>
          <w:p w:rsidRPr="00392FC7" w:rsidR="00392FC7" w:rsidP="003C0343" w:rsidRDefault="00392FC7" w14:paraId="40EE109B" w14:textId="77777777">
            <w:r w:rsidRPr="00392FC7">
              <w:t>Upper</w:t>
            </w:r>
          </w:p>
        </w:tc>
      </w:tr>
      <w:tr w:rsidRPr="00392FC7" w:rsidR="00392FC7" w:rsidTr="00392FC7" w14:paraId="37AF7825" w14:textId="77777777">
        <w:tc>
          <w:tcPr>
            <w:tcW w:w="1128" w:type="dxa"/>
            <w:shd w:val="clear" w:color="auto" w:fill="auto"/>
          </w:tcPr>
          <w:p w:rsidRPr="00392FC7" w:rsidR="00392FC7" w:rsidP="003C0343" w:rsidRDefault="00392FC7" w14:paraId="7F59120B" w14:textId="77777777">
            <w:pPr>
              <w:rPr>
                <w:bCs/>
              </w:rPr>
            </w:pPr>
            <w:r w:rsidRPr="00392FC7">
              <w:rPr>
                <w:bCs/>
              </w:rPr>
              <w:t>ATFI</w:t>
            </w:r>
          </w:p>
        </w:tc>
        <w:tc>
          <w:tcPr>
            <w:tcW w:w="2856" w:type="dxa"/>
            <w:shd w:val="clear" w:color="auto" w:fill="auto"/>
          </w:tcPr>
          <w:p w:rsidRPr="00AA2295" w:rsidR="00392FC7" w:rsidP="003C0343" w:rsidRDefault="00392FC7" w14:paraId="17161C1F" w14:textId="77777777">
            <w:pPr>
              <w:rPr>
                <w:i/>
                <w:iCs/>
              </w:rPr>
            </w:pPr>
            <w:r w:rsidRPr="00AA2295">
              <w:rPr>
                <w:i/>
                <w:iCs/>
              </w:rPr>
              <w:t>Athyrium filix-femina</w:t>
            </w:r>
          </w:p>
        </w:tc>
        <w:tc>
          <w:tcPr>
            <w:tcW w:w="2304" w:type="dxa"/>
            <w:shd w:val="clear" w:color="auto" w:fill="auto"/>
          </w:tcPr>
          <w:p w:rsidRPr="00392FC7" w:rsidR="00392FC7" w:rsidP="003C0343" w:rsidRDefault="00392FC7" w14:paraId="464188EF" w14:textId="77777777">
            <w:r w:rsidRPr="00392FC7">
              <w:t>Common ladyfern</w:t>
            </w:r>
          </w:p>
        </w:tc>
        <w:tc>
          <w:tcPr>
            <w:tcW w:w="1956" w:type="dxa"/>
            <w:shd w:val="clear" w:color="auto" w:fill="auto"/>
          </w:tcPr>
          <w:p w:rsidRPr="00392FC7" w:rsidR="00392FC7" w:rsidP="003C0343" w:rsidRDefault="00392FC7" w14:paraId="5B2F1117" w14:textId="77777777">
            <w:r w:rsidRPr="00392FC7">
              <w:t>Upper</w:t>
            </w:r>
          </w:p>
        </w:tc>
      </w:tr>
      <w:tr w:rsidRPr="00392FC7" w:rsidR="00392FC7" w:rsidTr="00392FC7" w14:paraId="6439F758" w14:textId="77777777">
        <w:tc>
          <w:tcPr>
            <w:tcW w:w="1128" w:type="dxa"/>
            <w:shd w:val="clear" w:color="auto" w:fill="auto"/>
          </w:tcPr>
          <w:p w:rsidRPr="00392FC7" w:rsidR="00392FC7" w:rsidP="003C0343" w:rsidRDefault="00392FC7" w14:paraId="61A106A5" w14:textId="77777777">
            <w:pPr>
              <w:rPr>
                <w:bCs/>
              </w:rPr>
            </w:pPr>
            <w:r w:rsidRPr="00392FC7">
              <w:rPr>
                <w:bCs/>
              </w:rPr>
              <w:t>DREX2</w:t>
            </w:r>
          </w:p>
        </w:tc>
        <w:tc>
          <w:tcPr>
            <w:tcW w:w="2856" w:type="dxa"/>
            <w:shd w:val="clear" w:color="auto" w:fill="auto"/>
          </w:tcPr>
          <w:p w:rsidRPr="00AA2295" w:rsidR="00392FC7" w:rsidP="003C0343" w:rsidRDefault="00392FC7" w14:paraId="7988D4A9" w14:textId="77777777">
            <w:pPr>
              <w:rPr>
                <w:i/>
                <w:iCs/>
              </w:rPr>
            </w:pPr>
            <w:r w:rsidRPr="00AA2295">
              <w:rPr>
                <w:i/>
                <w:iCs/>
              </w:rPr>
              <w:t>Dryopteris expansa</w:t>
            </w:r>
          </w:p>
        </w:tc>
        <w:tc>
          <w:tcPr>
            <w:tcW w:w="2304" w:type="dxa"/>
            <w:shd w:val="clear" w:color="auto" w:fill="auto"/>
          </w:tcPr>
          <w:p w:rsidRPr="00392FC7" w:rsidR="00392FC7" w:rsidP="003C0343" w:rsidRDefault="00392FC7" w14:paraId="115346BE" w14:textId="77777777">
            <w:r w:rsidRPr="00392FC7">
              <w:t>Spreading woodfern</w:t>
            </w:r>
          </w:p>
        </w:tc>
        <w:tc>
          <w:tcPr>
            <w:tcW w:w="1956" w:type="dxa"/>
            <w:shd w:val="clear" w:color="auto" w:fill="auto"/>
          </w:tcPr>
          <w:p w:rsidRPr="00392FC7" w:rsidR="00392FC7" w:rsidP="003C0343" w:rsidRDefault="00392FC7" w14:paraId="42CD9781" w14:textId="77777777">
            <w:r w:rsidRPr="00392FC7">
              <w:t>Upper</w:t>
            </w:r>
          </w:p>
        </w:tc>
      </w:tr>
    </w:tbl>
    <w:p w:rsidR="00392FC7" w:rsidP="00392FC7" w:rsidRDefault="00392FC7" w14:paraId="1ED2CFC0" w14:textId="77777777"/>
    <w:p w:rsidR="00392FC7" w:rsidP="00392FC7" w:rsidRDefault="00392FC7" w14:paraId="1878B7FE" w14:textId="77777777">
      <w:pPr>
        <w:pStyle w:val="SClassInfoPara"/>
      </w:pPr>
      <w:r>
        <w:t>Description</w:t>
      </w:r>
    </w:p>
    <w:p w:rsidR="00392FC7" w:rsidP="00392FC7" w:rsidRDefault="00392FC7" w14:paraId="48B11891" w14:textId="118C2F56">
      <w:r>
        <w:t xml:space="preserve">Forbs, shrubs, and deciduous trees resprout immediately following disturbance, but herbaceous vegetation dominates in early succession. Herbaceous patches are often dominated by </w:t>
      </w:r>
      <w:r w:rsidRPr="00146A28">
        <w:rPr>
          <w:i/>
          <w:iCs/>
        </w:rPr>
        <w:t>Calamagrostis canadensis</w:t>
      </w:r>
      <w:r>
        <w:t xml:space="preserve"> and </w:t>
      </w:r>
      <w:r w:rsidRPr="00146A28">
        <w:rPr>
          <w:i/>
          <w:iCs/>
        </w:rPr>
        <w:t>Chamerion angustifolium</w:t>
      </w:r>
      <w:r>
        <w:t xml:space="preserve">; other common herbs include </w:t>
      </w:r>
      <w:r w:rsidRPr="00146A28">
        <w:rPr>
          <w:i/>
          <w:iCs/>
        </w:rPr>
        <w:t>Athyrium filix-femina, Dryopteris expansa,</w:t>
      </w:r>
      <w:r>
        <w:t xml:space="preserve"> and </w:t>
      </w:r>
      <w:r w:rsidRPr="00146A28">
        <w:rPr>
          <w:i/>
          <w:iCs/>
        </w:rPr>
        <w:t>Veratrum viride</w:t>
      </w:r>
      <w:r>
        <w:t xml:space="preserve"> (Viereck et al. 1992).</w:t>
      </w:r>
    </w:p>
    <w:p w:rsidR="00996594" w:rsidP="00392FC7" w:rsidRDefault="00996594" w14:paraId="4A00A67F" w14:textId="77777777"/>
    <w:p>
      <w:r>
        <w:rPr>
          <w:i/>
          <w:u w:val="single"/>
        </w:rPr>
        <w:t>Maximum Tree Size Class</w:t>
      </w:r>
      <w:br/>
      <w:r>
        <w:t>Seedling/Sapling &lt;5"</w:t>
      </w:r>
    </w:p>
    <w:p w:rsidR="00392FC7" w:rsidP="00392FC7" w:rsidRDefault="00392FC7" w14:paraId="08994118" w14:textId="61E6429D">
      <w:pPr>
        <w:pStyle w:val="InfoPara"/>
        <w:pBdr>
          <w:top w:val="single" w:color="auto" w:sz="4" w:space="1"/>
        </w:pBdr>
      </w:pPr>
      <w:r xmlns:w="http://schemas.openxmlformats.org/wordprocessingml/2006/main">
        <w:t>Class B</w:t>
      </w:r>
      <w:r xmlns:w="http://schemas.openxmlformats.org/wordprocessingml/2006/main">
        <w:tab/>
        <w:t>31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392FC7" w:rsidP="00392FC7" w:rsidRDefault="00392FC7" w14:paraId="2097A30E" w14:textId="77777777"/>
    <w:p w:rsidR="00392FC7" w:rsidP="00392FC7" w:rsidRDefault="00392FC7" w14:paraId="74571A0A" w14:textId="77777777">
      <w:pPr>
        <w:pStyle w:val="SClassInfoPara"/>
      </w:pPr>
      <w:r>
        <w:lastRenderedPageBreak/>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2796"/>
        <w:gridCol w:w="1908"/>
        <w:gridCol w:w="1956"/>
      </w:tblGrid>
      <w:tr w:rsidRPr="00392FC7" w:rsidR="00392FC7" w:rsidTr="00392FC7" w14:paraId="52D709A7" w14:textId="77777777">
        <w:tc>
          <w:tcPr>
            <w:tcW w:w="1080" w:type="dxa"/>
            <w:tcBorders>
              <w:top w:val="single" w:color="auto" w:sz="2" w:space="0"/>
              <w:bottom w:val="single" w:color="000000" w:sz="12" w:space="0"/>
            </w:tcBorders>
            <w:shd w:val="clear" w:color="auto" w:fill="auto"/>
          </w:tcPr>
          <w:p w:rsidRPr="00392FC7" w:rsidR="00392FC7" w:rsidP="00145792" w:rsidRDefault="00392FC7" w14:paraId="4C8ED630" w14:textId="77777777">
            <w:pPr>
              <w:rPr>
                <w:b/>
                <w:bCs/>
              </w:rPr>
            </w:pPr>
            <w:r w:rsidRPr="00392FC7">
              <w:rPr>
                <w:b/>
                <w:bCs/>
              </w:rPr>
              <w:t>Symbol</w:t>
            </w:r>
          </w:p>
        </w:tc>
        <w:tc>
          <w:tcPr>
            <w:tcW w:w="2796" w:type="dxa"/>
            <w:tcBorders>
              <w:top w:val="single" w:color="auto" w:sz="2" w:space="0"/>
              <w:bottom w:val="single" w:color="000000" w:sz="12" w:space="0"/>
            </w:tcBorders>
            <w:shd w:val="clear" w:color="auto" w:fill="auto"/>
          </w:tcPr>
          <w:p w:rsidRPr="00392FC7" w:rsidR="00392FC7" w:rsidP="00145792" w:rsidRDefault="00392FC7" w14:paraId="1EBBC04A" w14:textId="77777777">
            <w:pPr>
              <w:rPr>
                <w:b/>
                <w:bCs/>
              </w:rPr>
            </w:pPr>
            <w:r w:rsidRPr="00392FC7">
              <w:rPr>
                <w:b/>
                <w:bCs/>
              </w:rPr>
              <w:t>Scientific Name</w:t>
            </w:r>
          </w:p>
        </w:tc>
        <w:tc>
          <w:tcPr>
            <w:tcW w:w="1908" w:type="dxa"/>
            <w:tcBorders>
              <w:top w:val="single" w:color="auto" w:sz="2" w:space="0"/>
              <w:bottom w:val="single" w:color="000000" w:sz="12" w:space="0"/>
            </w:tcBorders>
            <w:shd w:val="clear" w:color="auto" w:fill="auto"/>
          </w:tcPr>
          <w:p w:rsidRPr="00392FC7" w:rsidR="00392FC7" w:rsidP="00145792" w:rsidRDefault="00392FC7" w14:paraId="23CC89FC" w14:textId="77777777">
            <w:pPr>
              <w:rPr>
                <w:b/>
                <w:bCs/>
              </w:rPr>
            </w:pPr>
            <w:r w:rsidRPr="00392FC7">
              <w:rPr>
                <w:b/>
                <w:bCs/>
              </w:rPr>
              <w:t>Common Name</w:t>
            </w:r>
          </w:p>
        </w:tc>
        <w:tc>
          <w:tcPr>
            <w:tcW w:w="1956" w:type="dxa"/>
            <w:tcBorders>
              <w:top w:val="single" w:color="auto" w:sz="2" w:space="0"/>
              <w:bottom w:val="single" w:color="000000" w:sz="12" w:space="0"/>
            </w:tcBorders>
            <w:shd w:val="clear" w:color="auto" w:fill="auto"/>
          </w:tcPr>
          <w:p w:rsidRPr="00392FC7" w:rsidR="00392FC7" w:rsidP="00145792" w:rsidRDefault="00392FC7" w14:paraId="78D65DBD" w14:textId="77777777">
            <w:pPr>
              <w:rPr>
                <w:b/>
                <w:bCs/>
              </w:rPr>
            </w:pPr>
            <w:r w:rsidRPr="00392FC7">
              <w:rPr>
                <w:b/>
                <w:bCs/>
              </w:rPr>
              <w:t>Canopy Position</w:t>
            </w:r>
          </w:p>
        </w:tc>
      </w:tr>
      <w:tr w:rsidRPr="00392FC7" w:rsidR="00392FC7" w:rsidTr="00392FC7" w14:paraId="5B1B8A56" w14:textId="77777777">
        <w:tc>
          <w:tcPr>
            <w:tcW w:w="1080" w:type="dxa"/>
            <w:tcBorders>
              <w:top w:val="single" w:color="000000" w:sz="12" w:space="0"/>
            </w:tcBorders>
            <w:shd w:val="clear" w:color="auto" w:fill="auto"/>
          </w:tcPr>
          <w:p w:rsidRPr="00392FC7" w:rsidR="00392FC7" w:rsidP="00145792" w:rsidRDefault="00392FC7" w14:paraId="1E9A3E63" w14:textId="77777777">
            <w:pPr>
              <w:rPr>
                <w:bCs/>
              </w:rPr>
            </w:pPr>
            <w:r w:rsidRPr="00392FC7">
              <w:rPr>
                <w:bCs/>
              </w:rPr>
              <w:t>ALVIS</w:t>
            </w:r>
          </w:p>
        </w:tc>
        <w:tc>
          <w:tcPr>
            <w:tcW w:w="2796" w:type="dxa"/>
            <w:tcBorders>
              <w:top w:val="single" w:color="000000" w:sz="12" w:space="0"/>
            </w:tcBorders>
            <w:shd w:val="clear" w:color="auto" w:fill="auto"/>
          </w:tcPr>
          <w:p w:rsidRPr="00146A28" w:rsidR="00392FC7" w:rsidP="00145792" w:rsidRDefault="00392FC7" w14:paraId="1E5812F7" w14:textId="77777777">
            <w:pPr>
              <w:rPr>
                <w:i/>
                <w:iCs/>
              </w:rPr>
            </w:pPr>
            <w:r w:rsidRPr="00146A28">
              <w:rPr>
                <w:i/>
                <w:iCs/>
              </w:rPr>
              <w:t xml:space="preserve">Alnus viridis </w:t>
            </w:r>
            <w:r w:rsidRPr="00146A28">
              <w:t>ssp</w:t>
            </w:r>
            <w:r w:rsidRPr="00146A28">
              <w:rPr>
                <w:i/>
                <w:iCs/>
              </w:rPr>
              <w:t>. sinuata</w:t>
            </w:r>
          </w:p>
        </w:tc>
        <w:tc>
          <w:tcPr>
            <w:tcW w:w="1908" w:type="dxa"/>
            <w:tcBorders>
              <w:top w:val="single" w:color="000000" w:sz="12" w:space="0"/>
            </w:tcBorders>
            <w:shd w:val="clear" w:color="auto" w:fill="auto"/>
          </w:tcPr>
          <w:p w:rsidRPr="00392FC7" w:rsidR="00392FC7" w:rsidP="00145792" w:rsidRDefault="00392FC7" w14:paraId="33DC4DA5" w14:textId="77777777">
            <w:r w:rsidRPr="00392FC7">
              <w:t>Sitka alder</w:t>
            </w:r>
          </w:p>
        </w:tc>
        <w:tc>
          <w:tcPr>
            <w:tcW w:w="1956" w:type="dxa"/>
            <w:tcBorders>
              <w:top w:val="single" w:color="000000" w:sz="12" w:space="0"/>
            </w:tcBorders>
            <w:shd w:val="clear" w:color="auto" w:fill="auto"/>
          </w:tcPr>
          <w:p w:rsidRPr="00392FC7" w:rsidR="00392FC7" w:rsidP="00145792" w:rsidRDefault="00392FC7" w14:paraId="259B8A76" w14:textId="77777777">
            <w:r w:rsidRPr="00392FC7">
              <w:t>Upper</w:t>
            </w:r>
          </w:p>
        </w:tc>
      </w:tr>
      <w:tr w:rsidRPr="00392FC7" w:rsidR="00392FC7" w:rsidTr="00392FC7" w14:paraId="56CB02FD" w14:textId="77777777">
        <w:tc>
          <w:tcPr>
            <w:tcW w:w="1080" w:type="dxa"/>
            <w:shd w:val="clear" w:color="auto" w:fill="auto"/>
          </w:tcPr>
          <w:p w:rsidRPr="00392FC7" w:rsidR="00392FC7" w:rsidP="00145792" w:rsidRDefault="00392FC7" w14:paraId="4A96EB4B" w14:textId="77777777">
            <w:pPr>
              <w:rPr>
                <w:bCs/>
              </w:rPr>
            </w:pPr>
            <w:r w:rsidRPr="00392FC7">
              <w:rPr>
                <w:bCs/>
              </w:rPr>
              <w:t>SALIX</w:t>
            </w:r>
          </w:p>
        </w:tc>
        <w:tc>
          <w:tcPr>
            <w:tcW w:w="2796" w:type="dxa"/>
            <w:shd w:val="clear" w:color="auto" w:fill="auto"/>
          </w:tcPr>
          <w:p w:rsidRPr="00146A28" w:rsidR="00392FC7" w:rsidP="00145792" w:rsidRDefault="00392FC7" w14:paraId="1ACD8539" w14:textId="6F1D7720">
            <w:r w:rsidRPr="00146A28">
              <w:rPr>
                <w:i/>
                <w:iCs/>
              </w:rPr>
              <w:t>Salix</w:t>
            </w:r>
            <w:r w:rsidR="00146A28">
              <w:rPr>
                <w:i/>
                <w:iCs/>
              </w:rPr>
              <w:t xml:space="preserve"> </w:t>
            </w:r>
            <w:r w:rsidR="00146A28">
              <w:t>spp.</w:t>
            </w:r>
          </w:p>
        </w:tc>
        <w:tc>
          <w:tcPr>
            <w:tcW w:w="1908" w:type="dxa"/>
            <w:shd w:val="clear" w:color="auto" w:fill="auto"/>
          </w:tcPr>
          <w:p w:rsidRPr="00392FC7" w:rsidR="00392FC7" w:rsidP="00145792" w:rsidRDefault="00392FC7" w14:paraId="597CA18A" w14:textId="77777777">
            <w:r w:rsidRPr="00392FC7">
              <w:t>Willow</w:t>
            </w:r>
          </w:p>
        </w:tc>
        <w:tc>
          <w:tcPr>
            <w:tcW w:w="1956" w:type="dxa"/>
            <w:shd w:val="clear" w:color="auto" w:fill="auto"/>
          </w:tcPr>
          <w:p w:rsidRPr="00392FC7" w:rsidR="00392FC7" w:rsidP="00145792" w:rsidRDefault="00392FC7" w14:paraId="1D4E1010" w14:textId="77777777">
            <w:r w:rsidRPr="00392FC7">
              <w:t>Upper</w:t>
            </w:r>
          </w:p>
        </w:tc>
      </w:tr>
      <w:tr w:rsidRPr="00392FC7" w:rsidR="00392FC7" w:rsidTr="00392FC7" w14:paraId="15D7EB6D" w14:textId="77777777">
        <w:tc>
          <w:tcPr>
            <w:tcW w:w="1080" w:type="dxa"/>
            <w:shd w:val="clear" w:color="auto" w:fill="auto"/>
          </w:tcPr>
          <w:p w:rsidRPr="00392FC7" w:rsidR="00392FC7" w:rsidP="00145792" w:rsidRDefault="00392FC7" w14:paraId="453E8132" w14:textId="77777777">
            <w:pPr>
              <w:rPr>
                <w:bCs/>
              </w:rPr>
            </w:pPr>
            <w:r w:rsidRPr="00392FC7">
              <w:rPr>
                <w:bCs/>
              </w:rPr>
              <w:t>SARA2</w:t>
            </w:r>
          </w:p>
        </w:tc>
        <w:tc>
          <w:tcPr>
            <w:tcW w:w="2796" w:type="dxa"/>
            <w:shd w:val="clear" w:color="auto" w:fill="auto"/>
          </w:tcPr>
          <w:p w:rsidRPr="00146A28" w:rsidR="00392FC7" w:rsidP="00145792" w:rsidRDefault="00392FC7" w14:paraId="09EF3A7A" w14:textId="77777777">
            <w:pPr>
              <w:rPr>
                <w:i/>
                <w:iCs/>
              </w:rPr>
            </w:pPr>
            <w:r w:rsidRPr="00146A28">
              <w:rPr>
                <w:i/>
                <w:iCs/>
              </w:rPr>
              <w:t>Sambucus racemosa</w:t>
            </w:r>
          </w:p>
        </w:tc>
        <w:tc>
          <w:tcPr>
            <w:tcW w:w="1908" w:type="dxa"/>
            <w:shd w:val="clear" w:color="auto" w:fill="auto"/>
          </w:tcPr>
          <w:p w:rsidRPr="00392FC7" w:rsidR="00392FC7" w:rsidP="00145792" w:rsidRDefault="00392FC7" w14:paraId="39A30F98" w14:textId="77777777">
            <w:r w:rsidRPr="00392FC7">
              <w:t>Red elderberry</w:t>
            </w:r>
          </w:p>
        </w:tc>
        <w:tc>
          <w:tcPr>
            <w:tcW w:w="1956" w:type="dxa"/>
            <w:shd w:val="clear" w:color="auto" w:fill="auto"/>
          </w:tcPr>
          <w:p w:rsidRPr="00392FC7" w:rsidR="00392FC7" w:rsidP="00145792" w:rsidRDefault="00392FC7" w14:paraId="3F9A19AE" w14:textId="77777777">
            <w:r w:rsidRPr="00392FC7">
              <w:t>Upper</w:t>
            </w:r>
          </w:p>
        </w:tc>
      </w:tr>
      <w:tr w:rsidRPr="00392FC7" w:rsidR="00392FC7" w:rsidTr="00392FC7" w14:paraId="010A7960" w14:textId="77777777">
        <w:tc>
          <w:tcPr>
            <w:tcW w:w="1080" w:type="dxa"/>
            <w:shd w:val="clear" w:color="auto" w:fill="auto"/>
          </w:tcPr>
          <w:p w:rsidRPr="00392FC7" w:rsidR="00392FC7" w:rsidP="00145792" w:rsidRDefault="00392FC7" w14:paraId="176F6574" w14:textId="77777777">
            <w:pPr>
              <w:rPr>
                <w:bCs/>
              </w:rPr>
            </w:pPr>
            <w:r w:rsidRPr="00392FC7">
              <w:rPr>
                <w:bCs/>
              </w:rPr>
              <w:t>SPST3</w:t>
            </w:r>
          </w:p>
        </w:tc>
        <w:tc>
          <w:tcPr>
            <w:tcW w:w="2796" w:type="dxa"/>
            <w:shd w:val="clear" w:color="auto" w:fill="auto"/>
          </w:tcPr>
          <w:p w:rsidRPr="00146A28" w:rsidR="00392FC7" w:rsidP="00145792" w:rsidRDefault="00392FC7" w14:paraId="2793D71A" w14:textId="77777777">
            <w:pPr>
              <w:rPr>
                <w:i/>
                <w:iCs/>
              </w:rPr>
            </w:pPr>
            <w:r w:rsidRPr="00146A28">
              <w:rPr>
                <w:i/>
                <w:iCs/>
              </w:rPr>
              <w:t>Spiraea stevenii</w:t>
            </w:r>
          </w:p>
        </w:tc>
        <w:tc>
          <w:tcPr>
            <w:tcW w:w="1908" w:type="dxa"/>
            <w:shd w:val="clear" w:color="auto" w:fill="auto"/>
          </w:tcPr>
          <w:p w:rsidRPr="00392FC7" w:rsidR="00392FC7" w:rsidP="00145792" w:rsidRDefault="00392FC7" w14:paraId="6DAFD09E" w14:textId="77777777">
            <w:r w:rsidRPr="00392FC7">
              <w:t>Beauverd spirea</w:t>
            </w:r>
          </w:p>
        </w:tc>
        <w:tc>
          <w:tcPr>
            <w:tcW w:w="1956" w:type="dxa"/>
            <w:shd w:val="clear" w:color="auto" w:fill="auto"/>
          </w:tcPr>
          <w:p w:rsidRPr="00392FC7" w:rsidR="00392FC7" w:rsidP="00145792" w:rsidRDefault="00392FC7" w14:paraId="0CE324E1" w14:textId="77777777">
            <w:r w:rsidRPr="00392FC7">
              <w:t>Upper</w:t>
            </w:r>
          </w:p>
        </w:tc>
      </w:tr>
    </w:tbl>
    <w:p w:rsidR="00392FC7" w:rsidP="00392FC7" w:rsidRDefault="00392FC7" w14:paraId="09DEFCBE" w14:textId="77777777"/>
    <w:p w:rsidR="00392FC7" w:rsidP="00392FC7" w:rsidRDefault="00392FC7" w14:paraId="4A92C696" w14:textId="77777777">
      <w:pPr>
        <w:pStyle w:val="SClassInfoPara"/>
      </w:pPr>
      <w:r>
        <w:t>Description</w:t>
      </w:r>
    </w:p>
    <w:p w:rsidR="00392FC7" w:rsidP="00392FC7" w:rsidRDefault="00392FC7" w14:paraId="07F0CA81" w14:textId="16CD84B1">
      <w:r>
        <w:t xml:space="preserve">Shrubs can become established at the edges or the bottom of the chutes. The dominant shrub species is typically </w:t>
      </w:r>
      <w:r w:rsidRPr="00BE08C0">
        <w:rPr>
          <w:i/>
          <w:iCs/>
        </w:rPr>
        <w:t xml:space="preserve">Alnus viridis </w:t>
      </w:r>
      <w:r w:rsidRPr="00BE08C0">
        <w:t>ssp</w:t>
      </w:r>
      <w:r w:rsidRPr="00BE08C0">
        <w:rPr>
          <w:i/>
          <w:iCs/>
        </w:rPr>
        <w:t>. sinuata</w:t>
      </w:r>
      <w:r w:rsidR="00BE08C0">
        <w:t xml:space="preserve">, </w:t>
      </w:r>
      <w:r>
        <w:t xml:space="preserve">but other shrubs including </w:t>
      </w:r>
      <w:r w:rsidRPr="00BE08C0">
        <w:rPr>
          <w:i/>
          <w:iCs/>
        </w:rPr>
        <w:t>Sambucus racemosa</w:t>
      </w:r>
      <w:r>
        <w:t xml:space="preserve">, </w:t>
      </w:r>
      <w:r w:rsidRPr="00BE08C0">
        <w:rPr>
          <w:i/>
          <w:iCs/>
        </w:rPr>
        <w:t>Salix</w:t>
      </w:r>
      <w:r>
        <w:t xml:space="preserve"> spp., and </w:t>
      </w:r>
      <w:r w:rsidRPr="00BE08C0">
        <w:rPr>
          <w:i/>
          <w:iCs/>
        </w:rPr>
        <w:t>Spiraea stevenii</w:t>
      </w:r>
      <w:r>
        <w:t xml:space="preserve"> may be common. Tree seedlings and saplings may be common on some slopes but typically do not emerge as an overstory due to frequent snow avalanche. On sites where avalanche activity is less frequent trees can occasionally emerge temporarily in the overstory.</w:t>
      </w:r>
    </w:p>
    <w:p w:rsidR="00392FC7" w:rsidP="00392FC7" w:rsidRDefault="00392FC7" w14:paraId="4DCCDC3D" w14:textId="77777777"/>
    <w:p>
      <w:r>
        <w:rPr>
          <w:i/>
          <w:u w:val="single"/>
        </w:rPr>
        <w:t>Maximum Tree Size Class</w:t>
      </w:r>
      <w:br/>
      <w:r>
        <w:t>Pole 5–9" (swd)/5–11"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4</w:t>
            </w:r>
          </w:p>
        </w:tc>
      </w:tr>
      <w:tr>
        <w:tc>
          <w:p>
            <w:pPr>
              <w:jc w:val="center"/>
            </w:pPr>
            <w:r>
              <w:rPr>
                <w:sz w:val="20"/>
              </w:rPr>
              <w:t>Late1:ALL</w:t>
            </w:r>
          </w:p>
        </w:tc>
        <w:tc>
          <w:p>
            <w:pPr>
              <w:jc w:val="center"/>
            </w:pPr>
            <w:r>
              <w:rPr>
                <w:sz w:val="20"/>
              </w:rPr>
              <w:t>5</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0.0013</w:t>
            </w:r>
          </w:p>
        </w:tc>
        <w:tc>
          <w:p>
            <w:pPr>
              <w:jc w:val="center"/>
            </w:pPr>
            <w:r>
              <w:rPr>
                <w:sz w:val="20"/>
              </w:rPr>
              <w:t>769</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0.25</w:t>
            </w:r>
          </w:p>
        </w:tc>
        <w:tc>
          <w:p>
            <w:pPr>
              <w:jc w:val="center"/>
            </w:pPr>
            <w:r>
              <w:rPr>
                <w:sz w:val="20"/>
              </w:rPr>
              <w:t>4</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0.0013</w:t>
            </w:r>
          </w:p>
        </w:tc>
        <w:tc>
          <w:p>
            <w:pPr>
              <w:jc w:val="center"/>
            </w:pPr>
            <w:r>
              <w:rPr>
                <w:sz w:val="20"/>
              </w:rPr>
              <w:t>769</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Early1:ALL</w:t>
            </w:r>
          </w:p>
        </w:tc>
        <w:tc>
          <w:p>
            <w:pPr>
              <w:jc w:val="center"/>
            </w:pPr>
            <w:r>
              <w:rPr>
                <w:sz w:val="20"/>
              </w:rPr>
              <w:t>0.25</w:t>
            </w:r>
          </w:p>
        </w:tc>
        <w:tc>
          <w:p>
            <w:pPr>
              <w:jc w:val="center"/>
            </w:pPr>
            <w:r>
              <w:rPr>
                <w:sz w:val="20"/>
              </w:rPr>
              <w:t>4</w:t>
            </w:r>
          </w:p>
        </w:tc>
        <w:tc>
          <w:p>
            <w:pPr>
              <w:jc w:val="center"/>
            </w:pPr>
            <w:r>
              <w:rPr>
                <w:sz w:val="20"/>
              </w:rPr>
              <w:t>Yes</w:t>
            </w:r>
          </w:p>
        </w:tc>
        <w:tc>
          <w:p>
            <w:pPr>
              <w:jc w:val="center"/>
            </w:pPr>
            <w:r>
              <w:rPr>
                <w:sz w:val="20"/>
              </w:rPr>
              <w:t>0</w:t>
            </w:r>
          </w:p>
        </w:tc>
      </w:tr>
    </w:tbl>
    <w:p>
      <w:r>
        <w:t/>
      </w:r>
    </w:p>
    <w:p>
      <w:pPr>
        <w:pStyle w:val="InfoPara"/>
      </w:pPr>
      <w:r>
        <w:t>Optional Disturbances</w:t>
      </w:r>
    </w:p>
    <w:p>
      <w:r>
        <w:t>Optional 1: Avalanche</w:t>
      </w:r>
    </w:p>
    <w:p>
      <w:r>
        <w:t/>
      </w:r>
    </w:p>
    <w:p>
      <w:pPr xmlns:w="http://schemas.openxmlformats.org/wordprocessingml/2006/main">
        <w:pStyle w:val="ReportSection"/>
      </w:pPr>
      <w:r xmlns:w="http://schemas.openxmlformats.org/wordprocessingml/2006/main">
        <w:t>References</w:t>
      </w:r>
    </w:p>
    <w:p>
      <w:r>
        <w:t/>
      </w:r>
    </w:p>
    <w:p w:rsidR="00AB3C80" w:rsidP="00AB3C80" w:rsidRDefault="00AB3C80" w14:paraId="6577CB61" w14:textId="77777777">
      <w:r>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AB3C80" w:rsidP="00646B55" w:rsidRDefault="00AB3C80" w14:paraId="37202B60" w14:textId="77777777"/>
    <w:p w:rsidR="00646B55" w:rsidP="00646B55" w:rsidRDefault="003150DA" w14:paraId="2D115E89" w14:textId="6ADCE3E8">
      <w:r>
        <w:t>I</w:t>
      </w:r>
      <w:r w:rsidRPr="001F1600" w:rsidR="00646B55">
        <w:t>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646B55" w:rsidP="00392FC7" w:rsidRDefault="00646B55" w14:paraId="0E648810" w14:textId="77777777"/>
    <w:p w:rsidR="00392FC7" w:rsidP="00392FC7" w:rsidRDefault="00392FC7" w14:paraId="41C47C91" w14:textId="77777777">
      <w:r>
        <w:t>Murphy, K.A. and E. Witten. 2006. Persistent Shrub North. In Fire Regime Condition Class (FRCC) Interagency Guidebook Reference Conditions. Available at www.frcc.gov.</w:t>
      </w:r>
    </w:p>
    <w:p w:rsidR="00392FC7" w:rsidP="00392FC7" w:rsidRDefault="00392FC7" w14:paraId="5C3BD545" w14:textId="38886276"/>
    <w:p w:rsidRPr="000F1D1F" w:rsidR="000F1D1F" w:rsidP="000F1D1F" w:rsidRDefault="000F1D1F" w14:paraId="015CF0A5" w14:textId="0E218A8F">
      <w:r w:rsidRPr="000F1D1F">
        <w:t xml:space="preserve">Uchytil, Ronald J. 1989. Alnus viridis subsp. sinuata. In: Fire Effects Information System, [Online]. U.S. Department of Agriculture, Forest Service, Rocky Mountain Research Station, </w:t>
      </w:r>
    </w:p>
    <w:p w:rsidRPr="000F1D1F" w:rsidR="000F1D1F" w:rsidP="000F1D1F" w:rsidRDefault="000F1D1F" w14:paraId="658891BA" w14:textId="77777777">
      <w:r w:rsidRPr="000F1D1F">
        <w:t xml:space="preserve">Fire Sciences Laboratory (Producer). Available: </w:t>
      </w:r>
    </w:p>
    <w:p w:rsidRPr="000F1D1F" w:rsidR="000F1D1F" w:rsidP="000F1D1F" w:rsidRDefault="000F1D1F" w14:paraId="434B77B8" w14:textId="77777777">
      <w:r w:rsidRPr="000F1D1F">
        <w:t>https://www.fs.fed.us/database/feis/plants/shrub/alnvirs/all.html [2021, May 5].</w:t>
      </w:r>
    </w:p>
    <w:p w:rsidR="000F1D1F" w:rsidP="00392FC7" w:rsidRDefault="000F1D1F" w14:paraId="63362A32" w14:textId="77777777"/>
    <w:p w:rsidR="00392FC7" w:rsidP="00392FC7" w:rsidRDefault="00392FC7" w14:paraId="7E71A1DD" w14:textId="77777777">
      <w:r>
        <w:t>Viereck et al. 1992. The Alaska vegetation classification. Pacific Northwest Research Station, USDA Forest Service, Portland, OR. Gen. Tech. Rep. PNW-GTR286. 278 p.</w:t>
      </w:r>
    </w:p>
    <w:p w:rsidRPr="00A43E41" w:rsidR="004D5F12" w:rsidP="00392FC7" w:rsidRDefault="004D5F12" w14:paraId="685B8768" w14:textId="77777777"/>
    <w:sectPr w:rsidRPr="00A43E41" w:rsidR="004D5F12" w:rsidSect="00FE41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C0485" w14:textId="77777777" w:rsidR="007D5622" w:rsidRDefault="007D5622">
      <w:r>
        <w:separator/>
      </w:r>
    </w:p>
  </w:endnote>
  <w:endnote w:type="continuationSeparator" w:id="0">
    <w:p w14:paraId="653C4943" w14:textId="77777777" w:rsidR="007D5622" w:rsidRDefault="007D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ECF49" w14:textId="77777777" w:rsidR="00392FC7" w:rsidRDefault="00392FC7" w:rsidP="00392FC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1CA84" w14:textId="77777777" w:rsidR="007D5622" w:rsidRDefault="007D5622">
      <w:r>
        <w:separator/>
      </w:r>
    </w:p>
  </w:footnote>
  <w:footnote w:type="continuationSeparator" w:id="0">
    <w:p w14:paraId="52957FED" w14:textId="77777777" w:rsidR="007D5622" w:rsidRDefault="007D5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34A8D" w14:textId="77777777" w:rsidR="00A43E41" w:rsidRDefault="00A43E41" w:rsidP="00392FC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63442779">
    <w:abstractNumId w:val="1"/>
  </w:num>
  <w:num w:numId="2" w16cid:durableId="2067025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FC7"/>
    <w:rsid w:val="00007C48"/>
    <w:rsid w:val="0001380C"/>
    <w:rsid w:val="0003202F"/>
    <w:rsid w:val="0004797F"/>
    <w:rsid w:val="00061248"/>
    <w:rsid w:val="00077A85"/>
    <w:rsid w:val="000936F4"/>
    <w:rsid w:val="00097251"/>
    <w:rsid w:val="000E1EC5"/>
    <w:rsid w:val="000E759B"/>
    <w:rsid w:val="000F1D1F"/>
    <w:rsid w:val="00110079"/>
    <w:rsid w:val="00117805"/>
    <w:rsid w:val="00146A28"/>
    <w:rsid w:val="001514F9"/>
    <w:rsid w:val="00174486"/>
    <w:rsid w:val="001824B8"/>
    <w:rsid w:val="00193946"/>
    <w:rsid w:val="00196C68"/>
    <w:rsid w:val="001A07B5"/>
    <w:rsid w:val="001A5277"/>
    <w:rsid w:val="001A6573"/>
    <w:rsid w:val="001E43F5"/>
    <w:rsid w:val="002206B7"/>
    <w:rsid w:val="00220975"/>
    <w:rsid w:val="002233CE"/>
    <w:rsid w:val="00242A9C"/>
    <w:rsid w:val="00272B25"/>
    <w:rsid w:val="00277056"/>
    <w:rsid w:val="00292706"/>
    <w:rsid w:val="002A69B2"/>
    <w:rsid w:val="002C0471"/>
    <w:rsid w:val="002D0FD3"/>
    <w:rsid w:val="002E41A1"/>
    <w:rsid w:val="00300000"/>
    <w:rsid w:val="003150DA"/>
    <w:rsid w:val="0031662A"/>
    <w:rsid w:val="003172E2"/>
    <w:rsid w:val="00320910"/>
    <w:rsid w:val="003319D8"/>
    <w:rsid w:val="00392FC7"/>
    <w:rsid w:val="003C703C"/>
    <w:rsid w:val="003F322E"/>
    <w:rsid w:val="00414DA8"/>
    <w:rsid w:val="00424E99"/>
    <w:rsid w:val="0042550C"/>
    <w:rsid w:val="0042737A"/>
    <w:rsid w:val="00430CD6"/>
    <w:rsid w:val="00447BAA"/>
    <w:rsid w:val="00452B5E"/>
    <w:rsid w:val="00455D4C"/>
    <w:rsid w:val="00467245"/>
    <w:rsid w:val="00476F39"/>
    <w:rsid w:val="00491F12"/>
    <w:rsid w:val="004C2A38"/>
    <w:rsid w:val="004D24E0"/>
    <w:rsid w:val="004D5F12"/>
    <w:rsid w:val="004D6A70"/>
    <w:rsid w:val="004D7DCF"/>
    <w:rsid w:val="004E6854"/>
    <w:rsid w:val="004E7DB5"/>
    <w:rsid w:val="005035F5"/>
    <w:rsid w:val="00503C61"/>
    <w:rsid w:val="00513848"/>
    <w:rsid w:val="00513AFB"/>
    <w:rsid w:val="0052386E"/>
    <w:rsid w:val="00530D3E"/>
    <w:rsid w:val="00537D33"/>
    <w:rsid w:val="0054090D"/>
    <w:rsid w:val="00543D89"/>
    <w:rsid w:val="005446EB"/>
    <w:rsid w:val="00557492"/>
    <w:rsid w:val="00557E74"/>
    <w:rsid w:val="00593B69"/>
    <w:rsid w:val="005B1DDE"/>
    <w:rsid w:val="005C7A42"/>
    <w:rsid w:val="005D242C"/>
    <w:rsid w:val="005E6650"/>
    <w:rsid w:val="005F3253"/>
    <w:rsid w:val="00605473"/>
    <w:rsid w:val="00616941"/>
    <w:rsid w:val="00621C0C"/>
    <w:rsid w:val="00632577"/>
    <w:rsid w:val="00634703"/>
    <w:rsid w:val="00646981"/>
    <w:rsid w:val="00646B55"/>
    <w:rsid w:val="00660EEE"/>
    <w:rsid w:val="00662A02"/>
    <w:rsid w:val="00675EAD"/>
    <w:rsid w:val="00682155"/>
    <w:rsid w:val="006E1043"/>
    <w:rsid w:val="006E57D4"/>
    <w:rsid w:val="006F39FC"/>
    <w:rsid w:val="007059DA"/>
    <w:rsid w:val="00707E7C"/>
    <w:rsid w:val="00722B5D"/>
    <w:rsid w:val="00727766"/>
    <w:rsid w:val="0074072B"/>
    <w:rsid w:val="00740E0B"/>
    <w:rsid w:val="00747459"/>
    <w:rsid w:val="007742B4"/>
    <w:rsid w:val="007A721A"/>
    <w:rsid w:val="007B5284"/>
    <w:rsid w:val="007C7863"/>
    <w:rsid w:val="007D5622"/>
    <w:rsid w:val="007F30BA"/>
    <w:rsid w:val="00820371"/>
    <w:rsid w:val="00821A9F"/>
    <w:rsid w:val="0083018E"/>
    <w:rsid w:val="0084119C"/>
    <w:rsid w:val="00850C8E"/>
    <w:rsid w:val="0087316E"/>
    <w:rsid w:val="008779C3"/>
    <w:rsid w:val="008D46D4"/>
    <w:rsid w:val="008F01B1"/>
    <w:rsid w:val="00901CA2"/>
    <w:rsid w:val="00907797"/>
    <w:rsid w:val="00925C0C"/>
    <w:rsid w:val="00945DBA"/>
    <w:rsid w:val="0095711B"/>
    <w:rsid w:val="009606C8"/>
    <w:rsid w:val="00966095"/>
    <w:rsid w:val="00986A7A"/>
    <w:rsid w:val="009903A9"/>
    <w:rsid w:val="00996594"/>
    <w:rsid w:val="009B03E6"/>
    <w:rsid w:val="009B232E"/>
    <w:rsid w:val="009D25CD"/>
    <w:rsid w:val="009D674B"/>
    <w:rsid w:val="009E0DB5"/>
    <w:rsid w:val="009E6357"/>
    <w:rsid w:val="009F5F8E"/>
    <w:rsid w:val="00A16194"/>
    <w:rsid w:val="00A2791D"/>
    <w:rsid w:val="00A309E2"/>
    <w:rsid w:val="00A36D75"/>
    <w:rsid w:val="00A40815"/>
    <w:rsid w:val="00A43E41"/>
    <w:rsid w:val="00A6020D"/>
    <w:rsid w:val="00A63C11"/>
    <w:rsid w:val="00AA2295"/>
    <w:rsid w:val="00AB3795"/>
    <w:rsid w:val="00AB3C80"/>
    <w:rsid w:val="00AC570D"/>
    <w:rsid w:val="00AF1CDE"/>
    <w:rsid w:val="00AF1E11"/>
    <w:rsid w:val="00AF4B2B"/>
    <w:rsid w:val="00B16EE4"/>
    <w:rsid w:val="00B30030"/>
    <w:rsid w:val="00B44A3C"/>
    <w:rsid w:val="00B60C63"/>
    <w:rsid w:val="00B84C7B"/>
    <w:rsid w:val="00BC14B6"/>
    <w:rsid w:val="00BE08C0"/>
    <w:rsid w:val="00C07F5E"/>
    <w:rsid w:val="00C16EFD"/>
    <w:rsid w:val="00C50B12"/>
    <w:rsid w:val="00C5204F"/>
    <w:rsid w:val="00C66E45"/>
    <w:rsid w:val="00C827A9"/>
    <w:rsid w:val="00C87372"/>
    <w:rsid w:val="00CA0BB9"/>
    <w:rsid w:val="00CA1418"/>
    <w:rsid w:val="00CB7469"/>
    <w:rsid w:val="00CD400B"/>
    <w:rsid w:val="00CD6118"/>
    <w:rsid w:val="00CD68F6"/>
    <w:rsid w:val="00CE79FF"/>
    <w:rsid w:val="00CF2056"/>
    <w:rsid w:val="00D060DC"/>
    <w:rsid w:val="00D16916"/>
    <w:rsid w:val="00D178C7"/>
    <w:rsid w:val="00D22A91"/>
    <w:rsid w:val="00D306FA"/>
    <w:rsid w:val="00D367FB"/>
    <w:rsid w:val="00D43C2A"/>
    <w:rsid w:val="00D46D39"/>
    <w:rsid w:val="00D52C2E"/>
    <w:rsid w:val="00D534D2"/>
    <w:rsid w:val="00D553D0"/>
    <w:rsid w:val="00D62775"/>
    <w:rsid w:val="00D81349"/>
    <w:rsid w:val="00D92158"/>
    <w:rsid w:val="00D95971"/>
    <w:rsid w:val="00DA63B1"/>
    <w:rsid w:val="00DB16CA"/>
    <w:rsid w:val="00DC4BA7"/>
    <w:rsid w:val="00DD3902"/>
    <w:rsid w:val="00DE0F2D"/>
    <w:rsid w:val="00DE40A7"/>
    <w:rsid w:val="00DE7AB5"/>
    <w:rsid w:val="00DF0616"/>
    <w:rsid w:val="00E037E3"/>
    <w:rsid w:val="00E109E9"/>
    <w:rsid w:val="00E1688F"/>
    <w:rsid w:val="00E50BB8"/>
    <w:rsid w:val="00E61C50"/>
    <w:rsid w:val="00E7520B"/>
    <w:rsid w:val="00E87062"/>
    <w:rsid w:val="00EB2776"/>
    <w:rsid w:val="00EC4A14"/>
    <w:rsid w:val="00EF02EA"/>
    <w:rsid w:val="00EF58D0"/>
    <w:rsid w:val="00F43204"/>
    <w:rsid w:val="00F86C13"/>
    <w:rsid w:val="00F940D5"/>
    <w:rsid w:val="00F948F2"/>
    <w:rsid w:val="00FC499E"/>
    <w:rsid w:val="00FE2EE9"/>
    <w:rsid w:val="00FE3B73"/>
    <w:rsid w:val="00FE41CA"/>
    <w:rsid w:val="00FE6871"/>
    <w:rsid w:val="00FF0FAC"/>
    <w:rsid w:val="51CD4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506F94"/>
  <w15:docId w15:val="{A041AB26-B287-4834-A0C9-FB027277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95711B"/>
    <w:pPr>
      <w:ind w:left="720"/>
    </w:pPr>
    <w:rPr>
      <w:rFonts w:ascii="Calibri" w:eastAsia="Calibri" w:hAnsi="Calibri"/>
      <w:sz w:val="22"/>
      <w:szCs w:val="22"/>
    </w:rPr>
  </w:style>
  <w:style w:type="character" w:styleId="Hyperlink">
    <w:name w:val="Hyperlink"/>
    <w:rsid w:val="0095711B"/>
    <w:rPr>
      <w:color w:val="0000FF"/>
      <w:u w:val="single"/>
    </w:rPr>
  </w:style>
  <w:style w:type="character" w:styleId="Strong">
    <w:name w:val="Strong"/>
    <w:basedOn w:val="DefaultParagraphFont"/>
    <w:uiPriority w:val="22"/>
    <w:qFormat/>
    <w:rsid w:val="004E6854"/>
    <w:rPr>
      <w:b/>
      <w:bCs/>
    </w:rPr>
  </w:style>
  <w:style w:type="character" w:customStyle="1" w:styleId="apple-converted-space">
    <w:name w:val="apple-converted-space"/>
    <w:basedOn w:val="DefaultParagraphFont"/>
    <w:rsid w:val="004E6854"/>
  </w:style>
  <w:style w:type="character" w:styleId="CommentReference">
    <w:name w:val="annotation reference"/>
    <w:basedOn w:val="DefaultParagraphFont"/>
    <w:uiPriority w:val="99"/>
    <w:semiHidden/>
    <w:unhideWhenUsed/>
    <w:rsid w:val="004E6854"/>
    <w:rPr>
      <w:sz w:val="16"/>
      <w:szCs w:val="16"/>
    </w:rPr>
  </w:style>
  <w:style w:type="paragraph" w:styleId="CommentText">
    <w:name w:val="annotation text"/>
    <w:basedOn w:val="Normal"/>
    <w:link w:val="CommentTextChar"/>
    <w:uiPriority w:val="99"/>
    <w:semiHidden/>
    <w:unhideWhenUsed/>
    <w:rsid w:val="004E6854"/>
    <w:rPr>
      <w:sz w:val="20"/>
      <w:szCs w:val="20"/>
    </w:rPr>
  </w:style>
  <w:style w:type="character" w:customStyle="1" w:styleId="CommentTextChar">
    <w:name w:val="Comment Text Char"/>
    <w:basedOn w:val="DefaultParagraphFont"/>
    <w:link w:val="CommentText"/>
    <w:uiPriority w:val="99"/>
    <w:semiHidden/>
    <w:rsid w:val="004E6854"/>
  </w:style>
  <w:style w:type="paragraph" w:styleId="CommentSubject">
    <w:name w:val="annotation subject"/>
    <w:basedOn w:val="CommentText"/>
    <w:next w:val="CommentText"/>
    <w:link w:val="CommentSubjectChar"/>
    <w:uiPriority w:val="99"/>
    <w:semiHidden/>
    <w:unhideWhenUsed/>
    <w:rsid w:val="004E6854"/>
    <w:rPr>
      <w:b/>
      <w:bCs/>
    </w:rPr>
  </w:style>
  <w:style w:type="character" w:customStyle="1" w:styleId="CommentSubjectChar">
    <w:name w:val="Comment Subject Char"/>
    <w:basedOn w:val="CommentTextChar"/>
    <w:link w:val="CommentSubject"/>
    <w:uiPriority w:val="99"/>
    <w:semiHidden/>
    <w:rsid w:val="004E6854"/>
    <w:rPr>
      <w:b/>
      <w:bCs/>
    </w:rPr>
  </w:style>
  <w:style w:type="paragraph" w:styleId="BalloonText">
    <w:name w:val="Balloon Text"/>
    <w:basedOn w:val="Normal"/>
    <w:link w:val="BalloonTextChar"/>
    <w:uiPriority w:val="99"/>
    <w:semiHidden/>
    <w:unhideWhenUsed/>
    <w:rsid w:val="004E68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854"/>
    <w:rPr>
      <w:rFonts w:ascii="Segoe UI" w:hAnsi="Segoe UI" w:cs="Segoe UI"/>
      <w:sz w:val="18"/>
      <w:szCs w:val="18"/>
    </w:rPr>
  </w:style>
  <w:style w:type="character" w:styleId="UnresolvedMention">
    <w:name w:val="Unresolved Mention"/>
    <w:basedOn w:val="DefaultParagraphFont"/>
    <w:uiPriority w:val="99"/>
    <w:semiHidden/>
    <w:unhideWhenUsed/>
    <w:rsid w:val="00315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90849">
      <w:bodyDiv w:val="1"/>
      <w:marLeft w:val="0"/>
      <w:marRight w:val="0"/>
      <w:marTop w:val="0"/>
      <w:marBottom w:val="0"/>
      <w:divBdr>
        <w:top w:val="none" w:sz="0" w:space="0" w:color="auto"/>
        <w:left w:val="none" w:sz="0" w:space="0" w:color="auto"/>
        <w:bottom w:val="none" w:sz="0" w:space="0" w:color="auto"/>
        <w:right w:val="none" w:sz="0" w:space="0" w:color="auto"/>
      </w:divBdr>
    </w:div>
    <w:div w:id="1241140287">
      <w:bodyDiv w:val="1"/>
      <w:marLeft w:val="0"/>
      <w:marRight w:val="0"/>
      <w:marTop w:val="0"/>
      <w:marBottom w:val="0"/>
      <w:divBdr>
        <w:top w:val="none" w:sz="0" w:space="0" w:color="auto"/>
        <w:left w:val="none" w:sz="0" w:space="0" w:color="auto"/>
        <w:bottom w:val="none" w:sz="0" w:space="0" w:color="auto"/>
        <w:right w:val="none" w:sz="0" w:space="0" w:color="auto"/>
      </w:divBdr>
    </w:div>
    <w:div w:id="1657604956">
      <w:bodyDiv w:val="1"/>
      <w:marLeft w:val="0"/>
      <w:marRight w:val="0"/>
      <w:marTop w:val="0"/>
      <w:marBottom w:val="0"/>
      <w:divBdr>
        <w:top w:val="none" w:sz="0" w:space="0" w:color="auto"/>
        <w:left w:val="none" w:sz="0" w:space="0" w:color="auto"/>
        <w:bottom w:val="none" w:sz="0" w:space="0" w:color="auto"/>
        <w:right w:val="none" w:sz="0" w:space="0" w:color="auto"/>
      </w:divBdr>
    </w:div>
    <w:div w:id="1732969007">
      <w:bodyDiv w:val="1"/>
      <w:marLeft w:val="0"/>
      <w:marRight w:val="0"/>
      <w:marTop w:val="0"/>
      <w:marBottom w:val="0"/>
      <w:divBdr>
        <w:top w:val="none" w:sz="0" w:space="0" w:color="auto"/>
        <w:left w:val="none" w:sz="0" w:space="0" w:color="auto"/>
        <w:bottom w:val="none" w:sz="0" w:space="0" w:color="auto"/>
        <w:right w:val="none" w:sz="0" w:space="0" w:color="auto"/>
      </w:divBdr>
    </w:div>
    <w:div w:id="191824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fs.fed.us/database/feis/fire_regimes/AK_alder_shrub/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D7BAF41B-8BAB-47E2-B707-45F8E15844DB}"/>
</file>

<file path=customXml/itemProps2.xml><?xml version="1.0" encoding="utf-8"?>
<ds:datastoreItem xmlns:ds="http://schemas.openxmlformats.org/officeDocument/2006/customXml" ds:itemID="{2EA90A47-BA28-418D-85C7-A7A3798060EC}"/>
</file>

<file path=customXml/itemProps3.xml><?xml version="1.0" encoding="utf-8"?>
<ds:datastoreItem xmlns:ds="http://schemas.openxmlformats.org/officeDocument/2006/customXml" ds:itemID="{514D9CB6-81C7-48FA-B036-D865832CB305}"/>
</file>

<file path=docProps/app.xml><?xml version="1.0" encoding="utf-8"?>
<Properties xmlns="http://schemas.openxmlformats.org/officeDocument/2006/extended-properties" xmlns:vt="http://schemas.openxmlformats.org/officeDocument/2006/docPropsVTypes">
  <Template>Report_Template</Template>
  <TotalTime>17</TotalTime>
  <Pages>4</Pages>
  <Words>1308</Words>
  <Characters>7458</Characters>
  <Application>Microsoft Office Word</Application>
  <DocSecurity>0</DocSecurity>
  <Lines>62</Lines>
  <Paragraphs>17</Paragraphs>
  <ScaleCrop>false</ScaleCrop>
  <Company>USDA Forest Service</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16</cp:revision>
  <cp:lastPrinted>2015-09-11T19:37:00Z</cp:lastPrinted>
  <dcterms:created xsi:type="dcterms:W3CDTF">2022-10-27T17:11:00Z</dcterms:created>
  <dcterms:modified xsi:type="dcterms:W3CDTF">2024-09-27T18:26:00Z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