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86DD6" w:rsidP="00586DD6" w:rsidRDefault="00586DD6" w14:paraId="4A012E2D" w14:textId="3A3172AA">
      <w:pPr>
        <w:pStyle w:val="BpSTitle"/>
      </w:pPr>
      <w:r>
        <w:t>16061</w:t>
      </w:r>
    </w:p>
    <w:p w:rsidR="00586DD6" w:rsidP="00586DD6" w:rsidRDefault="00586DD6" w14:paraId="2A554F50" w14:textId="77777777">
      <w:pPr>
        <w:pStyle w:val="BpSTitle"/>
      </w:pPr>
      <w:r>
        <w:t>Western North American Boreal Dry Aspen-Steppe Bluff - Lower Elevations</w:t>
      </w:r>
    </w:p>
    <w:p w:rsidR="00586DD6" w:rsidP="00586DD6" w:rsidRDefault="00586DD6" w14:paraId="25D0772C" w14:textId="77777777">
      <w:r>
        <w:t xmlns:w="http://schemas.openxmlformats.org/wordprocessingml/2006/main">BpS Model/Description Version: Nov. 2024</w:t>
      </w:r>
      <w:r>
        <w:tab/>
      </w:r>
      <w:r>
        <w:tab/>
      </w:r>
      <w:r>
        <w:tab/>
      </w:r>
      <w:r>
        <w:tab/>
      </w:r>
      <w:r>
        <w:tab/>
      </w:r>
      <w:r>
        <w:tab/>
      </w:r>
      <w:r>
        <w:tab/>
      </w:r>
    </w:p>
    <w:p w:rsidR="00586DD6" w:rsidP="00586DD6" w:rsidRDefault="00586DD6" w14:paraId="497894EC" w14:textId="77777777"/>
    <w:tbl>
      <w:tblPr>
        <w:tblW w:w="787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148"/>
        <w:gridCol w:w="3480"/>
        <w:gridCol w:w="1392"/>
        <w:gridCol w:w="852"/>
      </w:tblGrid>
      <w:tr w:rsidRPr="00586DD6" w:rsidR="00586DD6" w:rsidTr="00586DD6" w14:paraId="53FB8930" w14:textId="77777777">
        <w:tc>
          <w:tcPr>
            <w:tcW w:w="2148" w:type="dxa"/>
            <w:tcBorders>
              <w:top w:val="single" w:color="auto" w:sz="2" w:space="0"/>
              <w:left w:val="single" w:color="auto" w:sz="12" w:space="0"/>
              <w:bottom w:val="single" w:color="000000" w:sz="12" w:space="0"/>
            </w:tcBorders>
            <w:shd w:val="clear" w:color="auto" w:fill="auto"/>
          </w:tcPr>
          <w:p w:rsidRPr="00586DD6" w:rsidR="00586DD6" w:rsidP="002B25D8" w:rsidRDefault="00586DD6" w14:paraId="31F5F595" w14:textId="77777777">
            <w:pPr>
              <w:rPr>
                <w:b/>
                <w:bCs/>
              </w:rPr>
            </w:pPr>
            <w:r w:rsidRPr="00586DD6">
              <w:rPr>
                <w:b/>
                <w:bCs/>
              </w:rPr>
              <w:t>Modelers</w:t>
            </w:r>
          </w:p>
        </w:tc>
        <w:tc>
          <w:tcPr>
            <w:tcW w:w="3480" w:type="dxa"/>
            <w:tcBorders>
              <w:top w:val="single" w:color="auto" w:sz="2" w:space="0"/>
              <w:bottom w:val="single" w:color="000000" w:sz="12" w:space="0"/>
              <w:right w:val="single" w:color="000000" w:sz="12" w:space="0"/>
            </w:tcBorders>
            <w:shd w:val="clear" w:color="auto" w:fill="auto"/>
          </w:tcPr>
          <w:p w:rsidRPr="00586DD6" w:rsidR="00586DD6" w:rsidP="002B25D8" w:rsidRDefault="00586DD6" w14:paraId="43DB126C"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586DD6" w:rsidR="00586DD6" w:rsidP="002B25D8" w:rsidRDefault="00586DD6" w14:paraId="465E830A" w14:textId="77777777">
            <w:pPr>
              <w:rPr>
                <w:b/>
                <w:bCs/>
              </w:rPr>
            </w:pPr>
            <w:r w:rsidRPr="00586DD6">
              <w:rPr>
                <w:b/>
                <w:bCs/>
              </w:rPr>
              <w:t>Reviewers</w:t>
            </w:r>
          </w:p>
        </w:tc>
        <w:tc>
          <w:tcPr>
            <w:tcW w:w="852" w:type="dxa"/>
            <w:tcBorders>
              <w:top w:val="single" w:color="auto" w:sz="2" w:space="0"/>
              <w:bottom w:val="single" w:color="000000" w:sz="12" w:space="0"/>
            </w:tcBorders>
            <w:shd w:val="clear" w:color="auto" w:fill="auto"/>
          </w:tcPr>
          <w:p w:rsidRPr="00586DD6" w:rsidR="00586DD6" w:rsidP="002B25D8" w:rsidRDefault="00586DD6" w14:paraId="32D5ED40" w14:textId="77777777">
            <w:pPr>
              <w:rPr>
                <w:b/>
                <w:bCs/>
              </w:rPr>
            </w:pPr>
          </w:p>
        </w:tc>
      </w:tr>
      <w:tr w:rsidRPr="00586DD6" w:rsidR="00586DD6" w:rsidTr="00586DD6" w14:paraId="12C0F750" w14:textId="77777777">
        <w:tc>
          <w:tcPr>
            <w:tcW w:w="2148" w:type="dxa"/>
            <w:tcBorders>
              <w:top w:val="single" w:color="000000" w:sz="12" w:space="0"/>
              <w:left w:val="single" w:color="auto" w:sz="12" w:space="0"/>
            </w:tcBorders>
            <w:shd w:val="clear" w:color="auto" w:fill="auto"/>
          </w:tcPr>
          <w:p w:rsidRPr="00586DD6" w:rsidR="00586DD6" w:rsidP="002B25D8" w:rsidRDefault="00586DD6" w14:paraId="73CAE794" w14:textId="77777777">
            <w:pPr>
              <w:rPr>
                <w:bCs/>
              </w:rPr>
            </w:pPr>
            <w:r w:rsidRPr="00586DD6">
              <w:rPr>
                <w:bCs/>
              </w:rPr>
              <w:t>Mitch Michaud</w:t>
            </w:r>
          </w:p>
        </w:tc>
        <w:tc>
          <w:tcPr>
            <w:tcW w:w="3480" w:type="dxa"/>
            <w:tcBorders>
              <w:top w:val="single" w:color="000000" w:sz="12" w:space="0"/>
              <w:right w:val="single" w:color="000000" w:sz="12" w:space="0"/>
            </w:tcBorders>
            <w:shd w:val="clear" w:color="auto" w:fill="auto"/>
          </w:tcPr>
          <w:p w:rsidRPr="00586DD6" w:rsidR="00586DD6" w:rsidP="002B25D8" w:rsidRDefault="00586DD6" w14:paraId="4A22FD3F" w14:textId="77777777">
            <w:r w:rsidRPr="00586DD6">
              <w:t>mitch.michaud@ak.usda.gov</w:t>
            </w:r>
          </w:p>
        </w:tc>
        <w:tc>
          <w:tcPr>
            <w:tcW w:w="1392" w:type="dxa"/>
            <w:tcBorders>
              <w:top w:val="single" w:color="000000" w:sz="12" w:space="0"/>
              <w:left w:val="single" w:color="000000" w:sz="12" w:space="0"/>
            </w:tcBorders>
            <w:shd w:val="clear" w:color="auto" w:fill="auto"/>
          </w:tcPr>
          <w:p w:rsidRPr="00586DD6" w:rsidR="00586DD6" w:rsidP="002B25D8" w:rsidRDefault="00586DD6" w14:paraId="3B5A23B1" w14:textId="77777777">
            <w:r w:rsidRPr="00586DD6">
              <w:t>None</w:t>
            </w:r>
          </w:p>
        </w:tc>
        <w:tc>
          <w:tcPr>
            <w:tcW w:w="852" w:type="dxa"/>
            <w:tcBorders>
              <w:top w:val="single" w:color="000000" w:sz="12" w:space="0"/>
            </w:tcBorders>
            <w:shd w:val="clear" w:color="auto" w:fill="auto"/>
          </w:tcPr>
          <w:p w:rsidRPr="00586DD6" w:rsidR="00586DD6" w:rsidP="002B25D8" w:rsidRDefault="00586DD6" w14:paraId="0C1813EC" w14:textId="77777777">
            <w:r w:rsidRPr="00586DD6">
              <w:t>None</w:t>
            </w:r>
          </w:p>
        </w:tc>
      </w:tr>
      <w:tr w:rsidRPr="00586DD6" w:rsidR="00586DD6" w:rsidTr="00586DD6" w14:paraId="76324431" w14:textId="77777777">
        <w:tc>
          <w:tcPr>
            <w:tcW w:w="2148" w:type="dxa"/>
            <w:tcBorders>
              <w:left w:val="single" w:color="auto" w:sz="12" w:space="0"/>
            </w:tcBorders>
            <w:shd w:val="clear" w:color="auto" w:fill="auto"/>
          </w:tcPr>
          <w:p w:rsidRPr="00586DD6" w:rsidR="00586DD6" w:rsidP="002B25D8" w:rsidRDefault="00586DD6" w14:paraId="0FDC82D8" w14:textId="77777777">
            <w:pPr>
              <w:rPr>
                <w:bCs/>
              </w:rPr>
            </w:pPr>
            <w:r w:rsidRPr="00586DD6">
              <w:rPr>
                <w:bCs/>
              </w:rPr>
              <w:t>Michelle Schuman</w:t>
            </w:r>
          </w:p>
        </w:tc>
        <w:tc>
          <w:tcPr>
            <w:tcW w:w="3480" w:type="dxa"/>
            <w:tcBorders>
              <w:right w:val="single" w:color="000000" w:sz="12" w:space="0"/>
            </w:tcBorders>
            <w:shd w:val="clear" w:color="auto" w:fill="auto"/>
          </w:tcPr>
          <w:p w:rsidRPr="00586DD6" w:rsidR="00586DD6" w:rsidP="002B25D8" w:rsidRDefault="00586DD6" w14:paraId="19945696" w14:textId="77777777">
            <w:r w:rsidRPr="00586DD6">
              <w:t>michelle.schuman@ak.usda.gov</w:t>
            </w:r>
          </w:p>
        </w:tc>
        <w:tc>
          <w:tcPr>
            <w:tcW w:w="1392" w:type="dxa"/>
            <w:tcBorders>
              <w:left w:val="single" w:color="000000" w:sz="12" w:space="0"/>
            </w:tcBorders>
            <w:shd w:val="clear" w:color="auto" w:fill="auto"/>
          </w:tcPr>
          <w:p w:rsidRPr="00586DD6" w:rsidR="00586DD6" w:rsidP="002B25D8" w:rsidRDefault="00586DD6" w14:paraId="6ACA8238" w14:textId="77777777">
            <w:r w:rsidRPr="00586DD6">
              <w:t>None</w:t>
            </w:r>
          </w:p>
        </w:tc>
        <w:tc>
          <w:tcPr>
            <w:tcW w:w="852" w:type="dxa"/>
            <w:shd w:val="clear" w:color="auto" w:fill="auto"/>
          </w:tcPr>
          <w:p w:rsidRPr="00586DD6" w:rsidR="00586DD6" w:rsidP="002B25D8" w:rsidRDefault="00586DD6" w14:paraId="75F2945A" w14:textId="77777777">
            <w:r w:rsidRPr="00586DD6">
              <w:t>None</w:t>
            </w:r>
          </w:p>
        </w:tc>
      </w:tr>
      <w:tr w:rsidRPr="00586DD6" w:rsidR="00586DD6" w:rsidTr="00586DD6" w14:paraId="3118D58A" w14:textId="77777777">
        <w:tc>
          <w:tcPr>
            <w:tcW w:w="2148" w:type="dxa"/>
            <w:tcBorders>
              <w:left w:val="single" w:color="auto" w:sz="12" w:space="0"/>
              <w:bottom w:val="single" w:color="auto" w:sz="2" w:space="0"/>
            </w:tcBorders>
            <w:shd w:val="clear" w:color="auto" w:fill="auto"/>
          </w:tcPr>
          <w:p w:rsidRPr="00586DD6" w:rsidR="00586DD6" w:rsidP="002B25D8" w:rsidRDefault="00586DD6" w14:paraId="016F039E" w14:textId="77777777">
            <w:pPr>
              <w:rPr>
                <w:bCs/>
              </w:rPr>
            </w:pPr>
            <w:r w:rsidRPr="00586DD6">
              <w:rPr>
                <w:bCs/>
              </w:rPr>
              <w:t>None</w:t>
            </w:r>
          </w:p>
        </w:tc>
        <w:tc>
          <w:tcPr>
            <w:tcW w:w="3480" w:type="dxa"/>
            <w:tcBorders>
              <w:right w:val="single" w:color="000000" w:sz="12" w:space="0"/>
            </w:tcBorders>
            <w:shd w:val="clear" w:color="auto" w:fill="auto"/>
          </w:tcPr>
          <w:p w:rsidRPr="00586DD6" w:rsidR="00586DD6" w:rsidP="002B25D8" w:rsidRDefault="00586DD6" w14:paraId="1AEA6299" w14:textId="77777777">
            <w:r w:rsidRPr="00586DD6">
              <w:t>None</w:t>
            </w:r>
          </w:p>
        </w:tc>
        <w:tc>
          <w:tcPr>
            <w:tcW w:w="1392" w:type="dxa"/>
            <w:tcBorders>
              <w:left w:val="single" w:color="000000" w:sz="12" w:space="0"/>
              <w:bottom w:val="single" w:color="auto" w:sz="2" w:space="0"/>
            </w:tcBorders>
            <w:shd w:val="clear" w:color="auto" w:fill="auto"/>
          </w:tcPr>
          <w:p w:rsidRPr="00586DD6" w:rsidR="00586DD6" w:rsidP="002B25D8" w:rsidRDefault="00586DD6" w14:paraId="2CD542C7" w14:textId="77777777">
            <w:r w:rsidRPr="00586DD6">
              <w:t>None</w:t>
            </w:r>
          </w:p>
        </w:tc>
        <w:tc>
          <w:tcPr>
            <w:tcW w:w="852" w:type="dxa"/>
            <w:shd w:val="clear" w:color="auto" w:fill="auto"/>
          </w:tcPr>
          <w:p w:rsidRPr="00586DD6" w:rsidR="00586DD6" w:rsidP="002B25D8" w:rsidRDefault="00586DD6" w14:paraId="0C6F9E4E" w14:textId="77777777">
            <w:r w:rsidRPr="00586DD6">
              <w:t>None</w:t>
            </w:r>
          </w:p>
        </w:tc>
      </w:tr>
    </w:tbl>
    <w:p w:rsidR="00DE3DFB" w:rsidP="00586DD6" w:rsidRDefault="00DE3DFB" w14:paraId="7F526A2F" w14:textId="7BBED398">
      <w:pPr>
        <w:pStyle w:val="InfoPara"/>
      </w:pPr>
      <w:r>
        <w:t xml:space="preserve">Reviewers: </w:t>
      </w:r>
      <w:r w:rsidRPr="00CD5569">
        <w:rPr>
          <w:b w:val="0"/>
          <w:bCs/>
        </w:rPr>
        <w:t>Phillip Barber</w:t>
      </w:r>
      <w:r>
        <w:rPr>
          <w:b w:val="0"/>
          <w:bCs/>
        </w:rPr>
        <w:t xml:space="preserve"> and </w:t>
      </w:r>
      <w:r w:rsidRPr="00D2712C">
        <w:rPr>
          <w:b w:val="0"/>
        </w:rPr>
        <w:t>Blaine T. Spellman</w:t>
      </w:r>
    </w:p>
    <w:p w:rsidR="00586DD6" w:rsidP="00586DD6" w:rsidRDefault="00586DD6" w14:paraId="3B854D13" w14:textId="03A580FF">
      <w:pPr>
        <w:pStyle w:val="InfoPara"/>
      </w:pPr>
      <w:r>
        <w:t>Vegetation Type</w:t>
      </w:r>
    </w:p>
    <w:p w:rsidR="00586DD6" w:rsidP="00586DD6" w:rsidRDefault="00586DD6" w14:paraId="03EAB466" w14:textId="77777777">
      <w:r>
        <w:t>Forest and Woodland</w:t>
      </w:r>
    </w:p>
    <w:p w:rsidR="00586DD6" w:rsidP="00586DD6" w:rsidRDefault="00586DD6" w14:paraId="5E176ACB" w14:textId="77777777">
      <w:pPr>
        <w:pStyle w:val="InfoPara"/>
      </w:pPr>
      <w:r>
        <w:t>Map Zones</w:t>
      </w:r>
    </w:p>
    <w:p w:rsidR="00866928" w:rsidP="00866928" w:rsidRDefault="00866928" w14:paraId="37130DE7" w14:textId="77777777">
      <w:pPr>
        <w:rPr>
          <w:rFonts w:ascii="Calibri" w:hAnsi="Calibri" w:cs="Calibri"/>
          <w:color w:val="000000"/>
          <w:sz w:val="22"/>
          <w:szCs w:val="22"/>
        </w:rPr>
      </w:pPr>
      <w:r>
        <w:rPr>
          <w:rFonts w:ascii="Calibri" w:hAnsi="Calibri" w:cs="Calibri"/>
          <w:color w:val="000000"/>
          <w:sz w:val="22"/>
          <w:szCs w:val="22"/>
        </w:rPr>
        <w:t>70, 71, 73, 74, 75, 76, 77, 78</w:t>
      </w:r>
    </w:p>
    <w:p w:rsidR="00586DD6" w:rsidP="00586DD6" w:rsidRDefault="00586DD6" w14:paraId="299A6AAD" w14:textId="77777777">
      <w:pPr>
        <w:pStyle w:val="InfoPara"/>
      </w:pPr>
      <w:r>
        <w:t>Model Splits or Lumps</w:t>
      </w:r>
    </w:p>
    <w:p w:rsidR="00586DD6" w:rsidP="00586DD6" w:rsidRDefault="00586DD6" w14:paraId="23FB4A0A" w14:textId="1056FA12">
      <w:r>
        <w:t xml:space="preserve">This </w:t>
      </w:r>
      <w:r w:rsidR="00AE23F5">
        <w:t>Biophysical Setting (</w:t>
      </w:r>
      <w:r>
        <w:t>BpS</w:t>
      </w:r>
      <w:r w:rsidR="00AE23F5">
        <w:t>)</w:t>
      </w:r>
      <w:r>
        <w:t xml:space="preserve"> is split into multiple models:</w:t>
      </w:r>
    </w:p>
    <w:p w:rsidR="00586DD6" w:rsidP="00586DD6" w:rsidRDefault="00586DD6" w14:paraId="7A541747" w14:textId="501A6D2C">
      <w:r>
        <w:t>Western North American Boreal Dry</w:t>
      </w:r>
      <w:r w:rsidR="00C60B4C">
        <w:t xml:space="preserve"> </w:t>
      </w:r>
      <w:r>
        <w:t>Aspen-Steppe Bluff was split into a lower elevation and a higher elevation model. The lower elevation model occur</w:t>
      </w:r>
      <w:r w:rsidR="00A31C0D">
        <w:t>s</w:t>
      </w:r>
      <w:r>
        <w:t xml:space="preserve"> below treeline and trees are present. The higher elevation model generally occurs above treeline although sparse aspen (&lt;10% cover) may be present.</w:t>
      </w:r>
    </w:p>
    <w:p w:rsidR="00586DD6" w:rsidP="00586DD6" w:rsidRDefault="00586DD6" w14:paraId="070E0119" w14:textId="77777777">
      <w:pPr>
        <w:pStyle w:val="InfoPara"/>
      </w:pPr>
      <w:r>
        <w:t>Geographic Range</w:t>
      </w:r>
    </w:p>
    <w:p w:rsidR="00586DD6" w:rsidP="00586DD6" w:rsidRDefault="00586DD6" w14:paraId="3F4CCAC3" w14:textId="4B732058">
      <w:r>
        <w:t xml:space="preserve">This </w:t>
      </w:r>
      <w:r w:rsidR="00AE23F5">
        <w:t>BpS</w:t>
      </w:r>
      <w:r>
        <w:t xml:space="preserve"> is found in AK from the southern slopes of the Brooks Range to southcentral AK and west to the limit of tree growth.</w:t>
      </w:r>
    </w:p>
    <w:p w:rsidR="00586DD6" w:rsidP="00586DD6" w:rsidRDefault="00586DD6" w14:paraId="000B7AE7" w14:textId="77777777">
      <w:pPr>
        <w:pStyle w:val="InfoPara"/>
      </w:pPr>
      <w:r>
        <w:t>Biophysical Site Description</w:t>
      </w:r>
    </w:p>
    <w:p w:rsidR="00586DD6" w:rsidP="00586DD6" w:rsidRDefault="00586DD6" w14:paraId="53769E26" w14:textId="79F736D7">
      <w:r>
        <w:t xml:space="preserve">This </w:t>
      </w:r>
      <w:r w:rsidR="00AE23F5">
        <w:t>BpS</w:t>
      </w:r>
      <w:r>
        <w:t xml:space="preserve"> occurs commonly on moderately steep to very steep, dry, south-facing slopes and on wind-swept bluffs above major rivers. Soils are typically well-drained to excessively well-drained and develop on glacial, loess, or fluvial deposits or residual material. Soils are often unstable and rocky outcrops are common.</w:t>
      </w:r>
    </w:p>
    <w:p w:rsidR="00586DD6" w:rsidP="00586DD6" w:rsidRDefault="00586DD6" w14:paraId="089DF46C" w14:textId="77777777">
      <w:pPr>
        <w:pStyle w:val="InfoPara"/>
      </w:pPr>
      <w:r>
        <w:t>Vegetation Description</w:t>
      </w:r>
    </w:p>
    <w:p w:rsidR="00523A69" w:rsidP="000D1E1C" w:rsidRDefault="000D1E1C" w14:paraId="057E659D" w14:textId="3B3F4753">
      <w:r>
        <w:t xml:space="preserve">This BpS supports a diverse assemblage of species. </w:t>
      </w:r>
      <w:r w:rsidRPr="00A2487F">
        <w:rPr>
          <w:i/>
          <w:iCs/>
        </w:rPr>
        <w:t>Populus tremuloides</w:t>
      </w:r>
      <w:r>
        <w:t xml:space="preserve"> is the dominant tree species. </w:t>
      </w:r>
      <w:r w:rsidRPr="00A2487F">
        <w:rPr>
          <w:i/>
          <w:iCs/>
        </w:rPr>
        <w:t>Picea glauca</w:t>
      </w:r>
      <w:r>
        <w:t xml:space="preserve"> may be present</w:t>
      </w:r>
      <w:r w:rsidR="00CD5569">
        <w:t xml:space="preserve">, especially </w:t>
      </w:r>
      <w:r>
        <w:t xml:space="preserve">as time since fire increases. Understory species may include </w:t>
      </w:r>
      <w:r w:rsidRPr="00A2487F" w:rsidR="00C06A93">
        <w:rPr>
          <w:i/>
          <w:iCs/>
        </w:rPr>
        <w:t xml:space="preserve">Rosa acicularis, Juniperus communis, Artemisia alaskana, Artemisia frigida, Shepherdia canadensis, </w:t>
      </w:r>
      <w:r w:rsidRPr="00A2487F">
        <w:rPr>
          <w:i/>
          <w:iCs/>
        </w:rPr>
        <w:t>Calamagrostis purpurascens</w:t>
      </w:r>
      <w:r w:rsidRPr="00A2487F" w:rsidR="00C06A93">
        <w:rPr>
          <w:i/>
          <w:iCs/>
        </w:rPr>
        <w:t xml:space="preserve">, </w:t>
      </w:r>
      <w:r w:rsidRPr="00A2487F" w:rsidR="00CD5569">
        <w:rPr>
          <w:i/>
          <w:iCs/>
        </w:rPr>
        <w:t>Pulsatilla patens</w:t>
      </w:r>
      <w:r w:rsidR="00CD5569">
        <w:t xml:space="preserve"> ssp. </w:t>
      </w:r>
      <w:r w:rsidRPr="00A2487F" w:rsidR="00CD5569">
        <w:rPr>
          <w:i/>
          <w:iCs/>
        </w:rPr>
        <w:t>multifida (</w:t>
      </w:r>
      <w:r w:rsidRPr="00A2487F">
        <w:rPr>
          <w:i/>
          <w:iCs/>
        </w:rPr>
        <w:t>P</w:t>
      </w:r>
      <w:r w:rsidRPr="00A2487F" w:rsidR="00CD5569">
        <w:rPr>
          <w:i/>
          <w:iCs/>
        </w:rPr>
        <w:t xml:space="preserve">. </w:t>
      </w:r>
      <w:r w:rsidRPr="00A2487F">
        <w:rPr>
          <w:i/>
          <w:iCs/>
        </w:rPr>
        <w:t>nuttalliana</w:t>
      </w:r>
      <w:r w:rsidRPr="00A2487F" w:rsidR="00CD5569">
        <w:rPr>
          <w:i/>
          <w:iCs/>
        </w:rPr>
        <w:t>)</w:t>
      </w:r>
      <w:r w:rsidRPr="00A2487F" w:rsidR="00C06A93">
        <w:rPr>
          <w:i/>
          <w:iCs/>
        </w:rPr>
        <w:t xml:space="preserve">, </w:t>
      </w:r>
      <w:r w:rsidRPr="00A2487F">
        <w:rPr>
          <w:i/>
          <w:iCs/>
        </w:rPr>
        <w:t>Pseudoroegneria spicata</w:t>
      </w:r>
      <w:r w:rsidRPr="00A2487F" w:rsidR="00C06A93">
        <w:rPr>
          <w:i/>
          <w:iCs/>
        </w:rPr>
        <w:t xml:space="preserve">, </w:t>
      </w:r>
      <w:r w:rsidRPr="00A2487F">
        <w:rPr>
          <w:i/>
          <w:iCs/>
        </w:rPr>
        <w:t>Elymus trachycaulus, Galium boreale</w:t>
      </w:r>
      <w:r>
        <w:t xml:space="preserve">, and </w:t>
      </w:r>
      <w:r w:rsidR="00C06A93">
        <w:t xml:space="preserve">many </w:t>
      </w:r>
      <w:r>
        <w:t xml:space="preserve">different kinds of mustards </w:t>
      </w:r>
      <w:r w:rsidR="00CD5569">
        <w:t>such as</w:t>
      </w:r>
      <w:r>
        <w:t xml:space="preserve"> </w:t>
      </w:r>
      <w:r w:rsidRPr="00A2487F">
        <w:rPr>
          <w:i/>
          <w:iCs/>
        </w:rPr>
        <w:t>Boechera</w:t>
      </w:r>
      <w:r>
        <w:t xml:space="preserve"> sp</w:t>
      </w:r>
      <w:r w:rsidR="00A2487F">
        <w:t>p</w:t>
      </w:r>
      <w:r>
        <w:t>.</w:t>
      </w:r>
      <w:r w:rsidR="00523A69">
        <w:t xml:space="preserve"> Some species such as </w:t>
      </w:r>
      <w:r w:rsidRPr="00A2487F" w:rsidR="00523A69">
        <w:rPr>
          <w:i/>
          <w:iCs/>
        </w:rPr>
        <w:t>Rosa acicularis</w:t>
      </w:r>
      <w:r w:rsidR="00CD5569">
        <w:t xml:space="preserve"> and</w:t>
      </w:r>
      <w:r w:rsidR="00523A69">
        <w:t xml:space="preserve"> </w:t>
      </w:r>
      <w:r w:rsidRPr="00A2487F" w:rsidR="00523A69">
        <w:rPr>
          <w:i/>
          <w:iCs/>
        </w:rPr>
        <w:t>Juniperus communis</w:t>
      </w:r>
      <w:r w:rsidR="00523A69">
        <w:t xml:space="preserve"> are </w:t>
      </w:r>
      <w:r w:rsidR="00CD5569">
        <w:t>un</w:t>
      </w:r>
      <w:r w:rsidR="00523A69">
        <w:t>common in the western reaches of the forest land where it abuts the maritime climate around Norton Sound</w:t>
      </w:r>
      <w:r w:rsidR="00CD5569">
        <w:t>.</w:t>
      </w:r>
    </w:p>
    <w:p w:rsidR="00586DD6" w:rsidP="00586DD6" w:rsidRDefault="00586DD6" w14:paraId="2A918ED8"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POTR5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tremuloides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Quaking aspen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ROAC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Rosa acicularis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Prickly rose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JUCO6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Juniperus communis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juniper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ARAL5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Artemisia alaskana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wormwood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CAPU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purpurascens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Purple reedgrass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PSSP6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Pseudoroegneria spicata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Bluebunch wheatgrass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ARFR4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Artemisia frigida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Prairie sagewort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PUPAM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Pulsatilla patens ssp. multifida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cutleaf anemone</w:t>
            </w:r>
          </w:p>
        </w:tc>
      </w:tr>
    </w:tbl>
    <w:p>
      <w:r>
        <w:rPr>
          <w:sz w:val="16"/>
        </w:rPr>
        <w:t>Species names are from the NRCS PLANTS database. Check species codes at http://plants.usda.gov.</w:t>
      </w:r>
    </w:p>
    <w:p w:rsidR="00586DD6" w:rsidP="00586DD6" w:rsidRDefault="00586DD6" w14:paraId="5D127923" w14:textId="77777777">
      <w:pPr>
        <w:pStyle w:val="InfoPara"/>
      </w:pPr>
      <w:r>
        <w:t>Disturbance Description</w:t>
      </w:r>
    </w:p>
    <w:p w:rsidR="00586DD6" w:rsidP="00586DD6" w:rsidRDefault="00586DD6" w14:paraId="28BE2C0D" w14:textId="77777777">
      <w:r>
        <w:t>Fire and insects are the dominant disturbance factors influencing this vegetation type.</w:t>
      </w:r>
    </w:p>
    <w:p w:rsidR="00C06A93" w:rsidP="00586DD6" w:rsidRDefault="00C06A93" w14:paraId="4C3A7269" w14:textId="77777777"/>
    <w:p w:rsidR="00586DD6" w:rsidP="008144FE" w:rsidRDefault="00C06A93" w14:paraId="2D67E8CF" w14:textId="640D077D">
      <w:pPr>
        <w:spacing w:after="240"/>
      </w:pPr>
      <w:r>
        <w:t xml:space="preserve">This BpS is located on dry sites that </w:t>
      </w:r>
      <w:r w:rsidR="00264041">
        <w:t xml:space="preserve">can easily burn given an ignition source, but fire spread is limited by fuel availability. Because this BpS often occurs on steep slopes, fire can remove vegetation and lead to post-fire erosion. </w:t>
      </w:r>
      <w:r w:rsidR="00586DD6">
        <w:t>White Spruce (</w:t>
      </w:r>
      <w:r w:rsidRPr="008144FE" w:rsidR="00586DD6">
        <w:rPr>
          <w:i/>
          <w:iCs/>
        </w:rPr>
        <w:t>Picea glauca</w:t>
      </w:r>
      <w:r w:rsidR="00586DD6">
        <w:t>), which can be present in later seral stages, tends to take longer to regenerate after fire than aspen which quickly resprouts. As a result, fire tends to favor aspen</w:t>
      </w:r>
      <w:r w:rsidR="009F2255">
        <w:t>,</w:t>
      </w:r>
      <w:r w:rsidR="00586DD6">
        <w:t xml:space="preserve"> but spruce will eventually come back in (Viereck et al. 1992).</w:t>
      </w:r>
      <w:r>
        <w:t xml:space="preserve"> </w:t>
      </w:r>
    </w:p>
    <w:p w:rsidR="00586DD6" w:rsidP="00586DD6" w:rsidRDefault="00586DD6" w14:paraId="065B2864" w14:textId="77777777">
      <w:r>
        <w:t>Large aspen tortrix (</w:t>
      </w:r>
      <w:r w:rsidRPr="008144FE">
        <w:rPr>
          <w:i/>
          <w:iCs/>
        </w:rPr>
        <w:t>Choristoneura conflictana</w:t>
      </w:r>
      <w:r>
        <w:t>) is an aspen defoliator which can have a severe effect on mature and overmature aspen stands. Although aspen tortrix would have been present under the reference condition, its presence and affect have increased in fire suppressed areas today. Other disturbance agents include aspen leaf miners (</w:t>
      </w:r>
      <w:r w:rsidRPr="00CD4E41">
        <w:rPr>
          <w:i/>
          <w:iCs/>
        </w:rPr>
        <w:t>Phyllocinistis populiella</w:t>
      </w:r>
      <w:r>
        <w:t>) and ground rot.</w:t>
      </w:r>
    </w:p>
    <w:p w:rsidR="00586DD6" w:rsidP="00586DD6" w:rsidRDefault="00586DD6" w14:paraId="722939F9" w14:textId="079A3DF0">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301</w:t>
            </w:r>
          </w:p>
        </w:tc>
        <w:tc>
          <w:p>
            <w:pPr>
              <w:jc w:val="center"/>
            </w:pPr>
            <w:r>
              <w:t>66</w:t>
            </w:r>
          </w:p>
        </w:tc>
        <w:tc>
          <w:p>
            <w:pPr>
              <w:jc w:val="center"/>
            </w:pPr>
            <w:r>
              <w:t/>
            </w:r>
          </w:p>
        </w:tc>
        <w:tc>
          <w:p>
            <w:pPr>
              <w:jc w:val="center"/>
            </w:pPr>
            <w:r>
              <w:t/>
            </w:r>
          </w:p>
        </w:tc>
      </w:tr>
      <w:tr>
        <w:tc>
          <w:p>
            <w:pPr>
              <w:jc w:val="center"/>
            </w:pPr>
            <w:r>
              <w:t>Moderate (Mixed)</w:t>
            </w:r>
          </w:p>
        </w:tc>
        <w:tc>
          <w:p>
            <w:pPr>
              <w:jc w:val="center"/>
            </w:pPr>
            <w:r>
              <w:t>576</w:t>
            </w:r>
          </w:p>
        </w:tc>
        <w:tc>
          <w:p>
            <w:pPr>
              <w:jc w:val="center"/>
            </w:pPr>
            <w:r>
              <w:t>34</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198</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586DD6" w:rsidP="00586DD6" w:rsidRDefault="00586DD6" w14:paraId="4BA9D1EA" w14:textId="77777777">
      <w:pPr>
        <w:pStyle w:val="InfoPara"/>
      </w:pPr>
      <w:r>
        <w:t>Scale Description</w:t>
      </w:r>
    </w:p>
    <w:p w:rsidR="00586DD6" w:rsidP="00586DD6" w:rsidRDefault="00586DD6" w14:paraId="4CE6E3D6" w14:textId="77777777">
      <w:r>
        <w:t>Large patch</w:t>
      </w:r>
    </w:p>
    <w:p w:rsidR="00586DD6" w:rsidP="00586DD6" w:rsidRDefault="00586DD6" w14:paraId="52DE1B48" w14:textId="77777777">
      <w:pPr>
        <w:pStyle w:val="InfoPara"/>
      </w:pPr>
      <w:r>
        <w:t>Adjacency or Identification Concerns</w:t>
      </w:r>
    </w:p>
    <w:p w:rsidR="00586DD6" w:rsidP="00586DD6" w:rsidRDefault="00586DD6" w14:paraId="2DC970E6" w14:textId="77777777"/>
    <w:p w:rsidR="00586DD6" w:rsidP="00586DD6" w:rsidRDefault="00586DD6" w14:paraId="23FCF5EF" w14:textId="77777777">
      <w:pPr>
        <w:pStyle w:val="InfoPara"/>
      </w:pPr>
      <w:r>
        <w:t>Issues or Problems</w:t>
      </w:r>
    </w:p>
    <w:p w:rsidR="00586DD6" w:rsidP="00586DD6" w:rsidRDefault="00586DD6" w14:paraId="3A738527" w14:textId="77777777">
      <w:r>
        <w:t>Need more information on the fire return intervals for this type.</w:t>
      </w:r>
    </w:p>
    <w:p w:rsidR="00586DD6" w:rsidP="00586DD6" w:rsidRDefault="00586DD6" w14:paraId="7CC7ECE6" w14:textId="77777777">
      <w:pPr>
        <w:pStyle w:val="InfoPara"/>
      </w:pPr>
      <w:r>
        <w:t>Native Uncharacteristic Conditions</w:t>
      </w:r>
    </w:p>
    <w:p w:rsidR="00586DD6" w:rsidP="00586DD6" w:rsidRDefault="00586DD6" w14:paraId="1CD83B8D" w14:textId="77777777"/>
    <w:p w:rsidR="00586DD6" w:rsidP="00586DD6" w:rsidRDefault="00586DD6" w14:paraId="2E715DC6" w14:textId="683AE245">
      <w:pPr>
        <w:pStyle w:val="InfoPara"/>
      </w:pPr>
      <w:r>
        <w:t>Comments</w:t>
      </w:r>
    </w:p>
    <w:p w:rsidRPr="009F2255" w:rsidR="00264041" w:rsidP="00264041" w:rsidRDefault="00264041" w14:paraId="36077085" w14:textId="39D6BEE5">
      <w:pPr>
        <w:rPr>
          <w:highlight w:val="yellow"/>
        </w:rPr>
      </w:pPr>
      <w:r w:rsidRPr="00264041">
        <w:t xml:space="preserve">4/2022 – The fire frequency of this system was adjusted based on feedback from experts who attended the Boreal Forest BpS Review Work Session in February 2022. At that session, participants ranked the boreal forest BpS by relative fire frequency. Based on that ranking it was </w:t>
      </w:r>
      <w:r w:rsidRPr="00264041">
        <w:lastRenderedPageBreak/>
        <w:t xml:space="preserve">estimated that this BpS would have a mean fire return interval of </w:t>
      </w:r>
      <w:r w:rsidRPr="001756C4">
        <w:t xml:space="preserve">approximately </w:t>
      </w:r>
      <w:r w:rsidRPr="009F2255" w:rsidR="001756C4">
        <w:t>200</w:t>
      </w:r>
      <w:r w:rsidRPr="001756C4">
        <w:t xml:space="preserve"> years</w:t>
      </w:r>
      <w:r w:rsidRPr="009F2255" w:rsidR="001756C4">
        <w:t>, but some participants thought that fire could be more frequent than this</w:t>
      </w:r>
      <w:r w:rsidRPr="001756C4">
        <w:t>.</w:t>
      </w:r>
    </w:p>
    <w:p w:rsidRPr="00264041" w:rsidR="00523A69" w:rsidP="009F2255" w:rsidRDefault="00523A69" w14:paraId="76352738" w14:textId="77777777"/>
    <w:p w:rsidR="00586DD6" w:rsidP="00586DD6" w:rsidRDefault="00586DD6" w14:paraId="4E274EB1" w14:textId="7C1829FF">
      <w:r>
        <w:t>This model was based on input from the experts who attended the LANDFIRE Fairbanks (Nov. 07) and Anchorage modeling meetings (Dec. 08) and refined by Mitch Michaud and Michelle Schuman.</w:t>
      </w:r>
    </w:p>
    <w:p w:rsidR="00317DE0" w:rsidP="00586DD6" w:rsidRDefault="00317DE0" w14:paraId="4610262E" w14:textId="05DC64AD"/>
    <w:p w:rsidR="00B12793" w:rsidP="00B12793" w:rsidRDefault="00B12793" w14:paraId="4FE01DBE" w14:textId="77777777">
      <w:pPr>
        <w:pStyle w:val="ReportSection"/>
      </w:pPr>
      <w:r>
        <w:t>Succession Classes</w:t>
      </w:r>
    </w:p>
    <w:p w:rsidR="00317DE0" w:rsidP="00586DD6" w:rsidRDefault="00317DE0" w14:paraId="3A2B9B66" w14:textId="77777777"/>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586DD6" w:rsidP="00586DD6" w:rsidRDefault="00586DD6" w14:paraId="378E5D3F" w14:textId="5523AB26">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586DD6" w:rsidP="00586DD6" w:rsidRDefault="00586DD6" w14:paraId="6F983669" w14:textId="77777777"/>
    <w:p w:rsidR="00586DD6" w:rsidP="00586DD6" w:rsidRDefault="00586DD6" w14:paraId="3D6C4B10"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92"/>
        <w:gridCol w:w="3084"/>
        <w:gridCol w:w="2520"/>
        <w:gridCol w:w="1956"/>
      </w:tblGrid>
      <w:tr w:rsidRPr="00586DD6" w:rsidR="00586DD6" w:rsidTr="00586DD6" w14:paraId="00334FA4" w14:textId="77777777">
        <w:tc>
          <w:tcPr>
            <w:tcW w:w="1092" w:type="dxa"/>
            <w:tcBorders>
              <w:top w:val="single" w:color="auto" w:sz="2" w:space="0"/>
              <w:bottom w:val="single" w:color="000000" w:sz="12" w:space="0"/>
            </w:tcBorders>
            <w:shd w:val="clear" w:color="auto" w:fill="auto"/>
          </w:tcPr>
          <w:p w:rsidRPr="00586DD6" w:rsidR="00586DD6" w:rsidP="008103C1" w:rsidRDefault="00586DD6" w14:paraId="7E887475" w14:textId="77777777">
            <w:pPr>
              <w:rPr>
                <w:b/>
                <w:bCs/>
              </w:rPr>
            </w:pPr>
            <w:r w:rsidRPr="00586DD6">
              <w:rPr>
                <w:b/>
                <w:bCs/>
              </w:rPr>
              <w:t>Symbol</w:t>
            </w:r>
          </w:p>
        </w:tc>
        <w:tc>
          <w:tcPr>
            <w:tcW w:w="3084" w:type="dxa"/>
            <w:tcBorders>
              <w:top w:val="single" w:color="auto" w:sz="2" w:space="0"/>
              <w:bottom w:val="single" w:color="000000" w:sz="12" w:space="0"/>
            </w:tcBorders>
            <w:shd w:val="clear" w:color="auto" w:fill="auto"/>
          </w:tcPr>
          <w:p w:rsidRPr="00586DD6" w:rsidR="00586DD6" w:rsidP="008103C1" w:rsidRDefault="00586DD6" w14:paraId="53E8AFED" w14:textId="77777777">
            <w:pPr>
              <w:rPr>
                <w:b/>
                <w:bCs/>
              </w:rPr>
            </w:pPr>
            <w:r w:rsidRPr="00586DD6">
              <w:rPr>
                <w:b/>
                <w:bCs/>
              </w:rPr>
              <w:t>Scientific Name</w:t>
            </w:r>
          </w:p>
        </w:tc>
        <w:tc>
          <w:tcPr>
            <w:tcW w:w="2520" w:type="dxa"/>
            <w:tcBorders>
              <w:top w:val="single" w:color="auto" w:sz="2" w:space="0"/>
              <w:bottom w:val="single" w:color="000000" w:sz="12" w:space="0"/>
            </w:tcBorders>
            <w:shd w:val="clear" w:color="auto" w:fill="auto"/>
          </w:tcPr>
          <w:p w:rsidRPr="00586DD6" w:rsidR="00586DD6" w:rsidP="008103C1" w:rsidRDefault="00586DD6" w14:paraId="20B20804" w14:textId="77777777">
            <w:pPr>
              <w:rPr>
                <w:b/>
                <w:bCs/>
              </w:rPr>
            </w:pPr>
            <w:r w:rsidRPr="00586DD6">
              <w:rPr>
                <w:b/>
                <w:bCs/>
              </w:rPr>
              <w:t>Common Name</w:t>
            </w:r>
          </w:p>
        </w:tc>
        <w:tc>
          <w:tcPr>
            <w:tcW w:w="1956" w:type="dxa"/>
            <w:tcBorders>
              <w:top w:val="single" w:color="auto" w:sz="2" w:space="0"/>
              <w:bottom w:val="single" w:color="000000" w:sz="12" w:space="0"/>
            </w:tcBorders>
            <w:shd w:val="clear" w:color="auto" w:fill="auto"/>
          </w:tcPr>
          <w:p w:rsidRPr="00586DD6" w:rsidR="00586DD6" w:rsidP="008103C1" w:rsidRDefault="00586DD6" w14:paraId="68EA5106" w14:textId="77777777">
            <w:pPr>
              <w:rPr>
                <w:b/>
                <w:bCs/>
              </w:rPr>
            </w:pPr>
            <w:r w:rsidRPr="00586DD6">
              <w:rPr>
                <w:b/>
                <w:bCs/>
              </w:rPr>
              <w:t>Canopy Position</w:t>
            </w:r>
          </w:p>
        </w:tc>
      </w:tr>
      <w:tr w:rsidRPr="00586DD6" w:rsidR="00586DD6" w:rsidTr="00586DD6" w14:paraId="5D943828" w14:textId="77777777">
        <w:tc>
          <w:tcPr>
            <w:tcW w:w="1092" w:type="dxa"/>
            <w:tcBorders>
              <w:top w:val="single" w:color="000000" w:sz="12" w:space="0"/>
            </w:tcBorders>
            <w:shd w:val="clear" w:color="auto" w:fill="auto"/>
          </w:tcPr>
          <w:p w:rsidRPr="00586DD6" w:rsidR="00586DD6" w:rsidP="008103C1" w:rsidRDefault="00586DD6" w14:paraId="4B82EEBD" w14:textId="77777777">
            <w:pPr>
              <w:rPr>
                <w:bCs/>
              </w:rPr>
            </w:pPr>
            <w:r w:rsidRPr="00586DD6">
              <w:rPr>
                <w:bCs/>
              </w:rPr>
              <w:t>CAPU</w:t>
            </w:r>
          </w:p>
        </w:tc>
        <w:tc>
          <w:tcPr>
            <w:tcW w:w="3084" w:type="dxa"/>
            <w:tcBorders>
              <w:top w:val="single" w:color="000000" w:sz="12" w:space="0"/>
            </w:tcBorders>
            <w:shd w:val="clear" w:color="auto" w:fill="auto"/>
          </w:tcPr>
          <w:p w:rsidRPr="00FF34D4" w:rsidR="00586DD6" w:rsidP="008103C1" w:rsidRDefault="00586DD6" w14:paraId="790DB049" w14:textId="77777777">
            <w:pPr>
              <w:rPr>
                <w:i/>
                <w:iCs/>
              </w:rPr>
            </w:pPr>
            <w:r w:rsidRPr="00FF34D4">
              <w:rPr>
                <w:i/>
                <w:iCs/>
              </w:rPr>
              <w:t>Calamagrostis purpurascens</w:t>
            </w:r>
          </w:p>
        </w:tc>
        <w:tc>
          <w:tcPr>
            <w:tcW w:w="2520" w:type="dxa"/>
            <w:tcBorders>
              <w:top w:val="single" w:color="000000" w:sz="12" w:space="0"/>
            </w:tcBorders>
            <w:shd w:val="clear" w:color="auto" w:fill="auto"/>
          </w:tcPr>
          <w:p w:rsidRPr="00586DD6" w:rsidR="00586DD6" w:rsidP="008103C1" w:rsidRDefault="00586DD6" w14:paraId="1D30D0C4" w14:textId="77777777">
            <w:r w:rsidRPr="00586DD6">
              <w:t>Purple reedgrass</w:t>
            </w:r>
          </w:p>
        </w:tc>
        <w:tc>
          <w:tcPr>
            <w:tcW w:w="1956" w:type="dxa"/>
            <w:tcBorders>
              <w:top w:val="single" w:color="000000" w:sz="12" w:space="0"/>
            </w:tcBorders>
            <w:shd w:val="clear" w:color="auto" w:fill="auto"/>
          </w:tcPr>
          <w:p w:rsidRPr="00586DD6" w:rsidR="00586DD6" w:rsidP="008103C1" w:rsidRDefault="00586DD6" w14:paraId="74C5A692" w14:textId="77777777">
            <w:r w:rsidRPr="00586DD6">
              <w:t>Upper</w:t>
            </w:r>
          </w:p>
        </w:tc>
      </w:tr>
      <w:tr w:rsidRPr="00586DD6" w:rsidR="00586DD6" w:rsidTr="00586DD6" w14:paraId="612EE1E0" w14:textId="77777777">
        <w:tc>
          <w:tcPr>
            <w:tcW w:w="1092" w:type="dxa"/>
            <w:shd w:val="clear" w:color="auto" w:fill="auto"/>
          </w:tcPr>
          <w:p w:rsidRPr="00586DD6" w:rsidR="00586DD6" w:rsidP="008103C1" w:rsidRDefault="00586DD6" w14:paraId="1A3B3FF5" w14:textId="77777777">
            <w:pPr>
              <w:rPr>
                <w:bCs/>
              </w:rPr>
            </w:pPr>
            <w:r w:rsidRPr="00586DD6">
              <w:rPr>
                <w:bCs/>
              </w:rPr>
              <w:t>PSSP6</w:t>
            </w:r>
          </w:p>
        </w:tc>
        <w:tc>
          <w:tcPr>
            <w:tcW w:w="3084" w:type="dxa"/>
            <w:shd w:val="clear" w:color="auto" w:fill="auto"/>
          </w:tcPr>
          <w:p w:rsidRPr="00FF34D4" w:rsidR="00586DD6" w:rsidP="008103C1" w:rsidRDefault="00586DD6" w14:paraId="6E116348" w14:textId="77777777">
            <w:pPr>
              <w:rPr>
                <w:i/>
                <w:iCs/>
              </w:rPr>
            </w:pPr>
            <w:r w:rsidRPr="00FF34D4">
              <w:rPr>
                <w:i/>
                <w:iCs/>
              </w:rPr>
              <w:t>Pseudoroegneria spicata</w:t>
            </w:r>
          </w:p>
        </w:tc>
        <w:tc>
          <w:tcPr>
            <w:tcW w:w="2520" w:type="dxa"/>
            <w:shd w:val="clear" w:color="auto" w:fill="auto"/>
          </w:tcPr>
          <w:p w:rsidRPr="00586DD6" w:rsidR="00586DD6" w:rsidP="008103C1" w:rsidRDefault="00586DD6" w14:paraId="2C1AB3B9" w14:textId="77777777">
            <w:r w:rsidRPr="00586DD6">
              <w:t>Bluebunch wheatgrass</w:t>
            </w:r>
          </w:p>
        </w:tc>
        <w:tc>
          <w:tcPr>
            <w:tcW w:w="1956" w:type="dxa"/>
            <w:shd w:val="clear" w:color="auto" w:fill="auto"/>
          </w:tcPr>
          <w:p w:rsidRPr="00586DD6" w:rsidR="00586DD6" w:rsidP="008103C1" w:rsidRDefault="00586DD6" w14:paraId="176D8FB5" w14:textId="77777777">
            <w:r w:rsidRPr="00586DD6">
              <w:t>Upper</w:t>
            </w:r>
          </w:p>
        </w:tc>
      </w:tr>
      <w:tr w:rsidRPr="00586DD6" w:rsidR="00586DD6" w:rsidTr="00586DD6" w14:paraId="41BD3E1A" w14:textId="77777777">
        <w:tc>
          <w:tcPr>
            <w:tcW w:w="1092" w:type="dxa"/>
            <w:shd w:val="clear" w:color="auto" w:fill="auto"/>
          </w:tcPr>
          <w:p w:rsidRPr="00586DD6" w:rsidR="00586DD6" w:rsidP="008103C1" w:rsidRDefault="00586DD6" w14:paraId="5E9C4762" w14:textId="77777777">
            <w:pPr>
              <w:rPr>
                <w:bCs/>
              </w:rPr>
            </w:pPr>
            <w:r w:rsidRPr="00586DD6">
              <w:rPr>
                <w:bCs/>
              </w:rPr>
              <w:t>ARFR4</w:t>
            </w:r>
          </w:p>
        </w:tc>
        <w:tc>
          <w:tcPr>
            <w:tcW w:w="3084" w:type="dxa"/>
            <w:shd w:val="clear" w:color="auto" w:fill="auto"/>
          </w:tcPr>
          <w:p w:rsidRPr="00FF34D4" w:rsidR="00586DD6" w:rsidP="008103C1" w:rsidRDefault="00586DD6" w14:paraId="2C6B61DB" w14:textId="77777777">
            <w:pPr>
              <w:rPr>
                <w:i/>
                <w:iCs/>
              </w:rPr>
            </w:pPr>
            <w:r w:rsidRPr="00FF34D4">
              <w:rPr>
                <w:i/>
                <w:iCs/>
              </w:rPr>
              <w:t>Artemisia frigida</w:t>
            </w:r>
          </w:p>
        </w:tc>
        <w:tc>
          <w:tcPr>
            <w:tcW w:w="2520" w:type="dxa"/>
            <w:shd w:val="clear" w:color="auto" w:fill="auto"/>
          </w:tcPr>
          <w:p w:rsidRPr="00586DD6" w:rsidR="00586DD6" w:rsidP="008103C1" w:rsidRDefault="00586DD6" w14:paraId="2E95CD93" w14:textId="77777777">
            <w:r w:rsidRPr="00586DD6">
              <w:t>Prairie sagewort</w:t>
            </w:r>
          </w:p>
        </w:tc>
        <w:tc>
          <w:tcPr>
            <w:tcW w:w="1956" w:type="dxa"/>
            <w:shd w:val="clear" w:color="auto" w:fill="auto"/>
          </w:tcPr>
          <w:p w:rsidRPr="00586DD6" w:rsidR="00586DD6" w:rsidP="008103C1" w:rsidRDefault="00586DD6" w14:paraId="43FC5106" w14:textId="77777777">
            <w:r w:rsidRPr="00586DD6">
              <w:t>Upper</w:t>
            </w:r>
          </w:p>
        </w:tc>
      </w:tr>
      <w:tr w:rsidRPr="00586DD6" w:rsidR="00586DD6" w:rsidTr="00586DD6" w14:paraId="0007E54E" w14:textId="77777777">
        <w:tc>
          <w:tcPr>
            <w:tcW w:w="1092" w:type="dxa"/>
            <w:shd w:val="clear" w:color="auto" w:fill="auto"/>
          </w:tcPr>
          <w:p w:rsidRPr="00586DD6" w:rsidR="00586DD6" w:rsidP="008103C1" w:rsidRDefault="00586DD6" w14:paraId="14044D01" w14:textId="77777777">
            <w:pPr>
              <w:rPr>
                <w:bCs/>
              </w:rPr>
            </w:pPr>
            <w:r w:rsidRPr="00586DD6">
              <w:rPr>
                <w:bCs/>
              </w:rPr>
              <w:t>JUCO6</w:t>
            </w:r>
          </w:p>
        </w:tc>
        <w:tc>
          <w:tcPr>
            <w:tcW w:w="3084" w:type="dxa"/>
            <w:shd w:val="clear" w:color="auto" w:fill="auto"/>
          </w:tcPr>
          <w:p w:rsidRPr="00FF34D4" w:rsidR="00586DD6" w:rsidP="008103C1" w:rsidRDefault="00586DD6" w14:paraId="040AE5E0" w14:textId="77777777">
            <w:pPr>
              <w:rPr>
                <w:i/>
                <w:iCs/>
              </w:rPr>
            </w:pPr>
            <w:r w:rsidRPr="00FF34D4">
              <w:rPr>
                <w:i/>
                <w:iCs/>
              </w:rPr>
              <w:t>Juniperus communis</w:t>
            </w:r>
          </w:p>
        </w:tc>
        <w:tc>
          <w:tcPr>
            <w:tcW w:w="2520" w:type="dxa"/>
            <w:shd w:val="clear" w:color="auto" w:fill="auto"/>
          </w:tcPr>
          <w:p w:rsidRPr="00586DD6" w:rsidR="00586DD6" w:rsidP="008103C1" w:rsidRDefault="00586DD6" w14:paraId="312172EE" w14:textId="77777777">
            <w:r w:rsidRPr="00586DD6">
              <w:t>Common juniper</w:t>
            </w:r>
          </w:p>
        </w:tc>
        <w:tc>
          <w:tcPr>
            <w:tcW w:w="1956" w:type="dxa"/>
            <w:shd w:val="clear" w:color="auto" w:fill="auto"/>
          </w:tcPr>
          <w:p w:rsidRPr="00586DD6" w:rsidR="00586DD6" w:rsidP="008103C1" w:rsidRDefault="00586DD6" w14:paraId="6B42E2E9" w14:textId="77777777">
            <w:r w:rsidRPr="00586DD6">
              <w:t>Upper</w:t>
            </w:r>
          </w:p>
        </w:tc>
      </w:tr>
    </w:tbl>
    <w:p w:rsidR="00586DD6" w:rsidP="00586DD6" w:rsidRDefault="00586DD6" w14:paraId="49F4A11A" w14:textId="77777777"/>
    <w:p w:rsidR="00586DD6" w:rsidP="00586DD6" w:rsidRDefault="00586DD6" w14:paraId="48D52C07" w14:textId="77777777">
      <w:pPr>
        <w:pStyle w:val="SClassInfoPara"/>
      </w:pPr>
      <w:r>
        <w:t>Description</w:t>
      </w:r>
    </w:p>
    <w:p w:rsidR="00586DD6" w:rsidP="00586DD6" w:rsidRDefault="00586DD6" w14:paraId="0FFABD21" w14:textId="7F54EEAE">
      <w:r>
        <w:t xml:space="preserve">This stage is characterized by dry herbaceous and low shrub vegetation coming in after a major disturbance. Common shrub species include </w:t>
      </w:r>
      <w:r w:rsidRPr="0064685E">
        <w:rPr>
          <w:i/>
          <w:iCs/>
        </w:rPr>
        <w:t xml:space="preserve">Vaccinium vitis-idaea, Rosa acicularis, Shepherdia canadensis </w:t>
      </w:r>
      <w:r>
        <w:t xml:space="preserve">and </w:t>
      </w:r>
      <w:r w:rsidRPr="0064685E">
        <w:rPr>
          <w:i/>
          <w:iCs/>
        </w:rPr>
        <w:t>Chamerion angustifolium</w:t>
      </w:r>
      <w:r>
        <w:t xml:space="preserve"> (Boggs and Sturdy, 2005). Very dry sites on bluffs typically have steppe vegetation including </w:t>
      </w:r>
      <w:r w:rsidRPr="002844CD">
        <w:rPr>
          <w:i/>
          <w:iCs/>
        </w:rPr>
        <w:t>Juniperus communis, Arctostaphylos uva-ursi, Artemisia frigida, A. alaskana, Calamagrostis purpurascens, Pseudoroegneria spicata</w:t>
      </w:r>
      <w:r>
        <w:t xml:space="preserve"> (= </w:t>
      </w:r>
      <w:r w:rsidRPr="002844CD">
        <w:rPr>
          <w:i/>
          <w:iCs/>
        </w:rPr>
        <w:t>Agropyron spicatum</w:t>
      </w:r>
      <w:r>
        <w:t xml:space="preserve">), </w:t>
      </w:r>
      <w:r w:rsidRPr="002844CD">
        <w:rPr>
          <w:i/>
          <w:iCs/>
        </w:rPr>
        <w:t>Festuca altaica</w:t>
      </w:r>
      <w:r>
        <w:t xml:space="preserve"> and </w:t>
      </w:r>
      <w:r w:rsidRPr="002844CD">
        <w:rPr>
          <w:i/>
          <w:iCs/>
        </w:rPr>
        <w:t>Poa</w:t>
      </w:r>
      <w:r>
        <w:t xml:space="preserve"> spp. (Viereck et al. 1992, Chapin et al. 2006 p.89).</w:t>
      </w:r>
      <w:r w:rsidR="00495535">
        <w:t xml:space="preserve"> </w:t>
      </w:r>
      <w:r w:rsidR="00E3689A">
        <w:t>In the Nulato Hills area common species include rusty woodsia (</w:t>
      </w:r>
      <w:r w:rsidRPr="00E24D34" w:rsidR="00E3689A">
        <w:rPr>
          <w:i/>
          <w:iCs/>
        </w:rPr>
        <w:t>Woodsia ilvensis</w:t>
      </w:r>
      <w:r w:rsidR="00E3689A">
        <w:t>) fireweed (</w:t>
      </w:r>
      <w:r w:rsidRPr="00E24D34" w:rsidR="00E3689A">
        <w:rPr>
          <w:i/>
          <w:iCs/>
        </w:rPr>
        <w:t>Chamerion angustifolium</w:t>
      </w:r>
      <w:r w:rsidR="00E3689A">
        <w:t>), dwarf fireweed (</w:t>
      </w:r>
      <w:r w:rsidRPr="00E24D34" w:rsidR="00E3689A">
        <w:rPr>
          <w:i/>
          <w:iCs/>
        </w:rPr>
        <w:t>Epilobium latifolia</w:t>
      </w:r>
      <w:r w:rsidR="00E3689A">
        <w:t xml:space="preserve">), and various </w:t>
      </w:r>
      <w:r w:rsidRPr="00E24D34" w:rsidR="00E3689A">
        <w:rPr>
          <w:i/>
          <w:iCs/>
        </w:rPr>
        <w:t>Poa</w:t>
      </w:r>
      <w:r w:rsidR="00E3689A">
        <w:t xml:space="preserve"> and </w:t>
      </w:r>
      <w:r w:rsidRPr="00E24D34" w:rsidR="00E3689A">
        <w:rPr>
          <w:i/>
          <w:iCs/>
        </w:rPr>
        <w:t>Festuca</w:t>
      </w:r>
      <w:r w:rsidR="00E3689A">
        <w:t xml:space="preserve"> spp. </w:t>
      </w:r>
      <w:r w:rsidR="00495535">
        <w:t>Bare ground due to post fire erosion is possible.</w:t>
      </w:r>
    </w:p>
    <w:p w:rsidR="00586DD6" w:rsidP="00586DD6" w:rsidRDefault="00586DD6" w14:paraId="21365B21" w14:textId="77777777"/>
    <w:p w:rsidR="00586DD6" w:rsidP="00586DD6" w:rsidRDefault="00586DD6" w14:paraId="3D52C70C" w14:textId="18310B5E">
      <w:r>
        <w:t>This stage was modeled with a duration of two years. This represents a typical post-fire scenario where aspen quickly resprout and overtop the shrubs in 1-2yrs. It is possible that this stage may last much longer. For example, some sites severely affected by the tortrix moth (</w:t>
      </w:r>
      <w:r w:rsidRPr="00D37594">
        <w:rPr>
          <w:i/>
          <w:iCs/>
        </w:rPr>
        <w:t>Choristoneura conflictana</w:t>
      </w:r>
      <w:r>
        <w:t xml:space="preserve">) can become heavily dominated by </w:t>
      </w:r>
      <w:r w:rsidRPr="00D37594">
        <w:rPr>
          <w:i/>
          <w:iCs/>
        </w:rPr>
        <w:t>Calamagrostis canadensis</w:t>
      </w:r>
      <w:r>
        <w:t xml:space="preserve"> which can impede aspen regeneration, possibly for up to 10yrs, and increase the ability of the site to carry fire.</w:t>
      </w:r>
      <w:r w:rsidR="00495535">
        <w:t xml:space="preserve"> </w:t>
      </w:r>
    </w:p>
    <w:p w:rsidR="00AC2383" w:rsidP="00586DD6" w:rsidRDefault="00AC2383" w14:paraId="0CBFB179" w14:textId="31081C84"/>
    <w:p>
      <w:r>
        <w:rPr>
          <w:i/>
          <w:u w:val="single"/>
        </w:rPr>
        <w:t>Maximum Tree Size Class</w:t>
      </w:r>
      <w:br/>
      <w:r>
        <w:t>Seedling/Sapling &lt;5"</w:t>
      </w:r>
    </w:p>
    <w:p w:rsidR="00586DD6" w:rsidP="00586DD6" w:rsidRDefault="00586DD6" w14:paraId="55A6285C" w14:textId="5469A818">
      <w:pPr>
        <w:pStyle w:val="InfoPara"/>
        <w:pBdr>
          <w:top w:val="single" w:color="auto" w:sz="4" w:space="1"/>
        </w:pBdr>
      </w:pPr>
      <w:r xmlns:w="http://schemas.openxmlformats.org/wordprocessingml/2006/main">
        <w:t>Class B</w:t>
      </w:r>
      <w:r xmlns:w="http://schemas.openxmlformats.org/wordprocessingml/2006/main">
        <w:tab/>
        <w:t>10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586DD6" w:rsidP="00586DD6" w:rsidRDefault="00586DD6" w14:paraId="36427E2B" w14:textId="77777777"/>
    <w:p w:rsidR="00586DD6" w:rsidP="00586DD6" w:rsidRDefault="00586DD6" w14:paraId="2FEF143C" w14:textId="77777777">
      <w:pPr>
        <w:pStyle w:val="SClassInfoPara"/>
      </w:pPr>
      <w:r>
        <w:lastRenderedPageBreak/>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52"/>
        <w:gridCol w:w="2160"/>
        <w:gridCol w:w="1956"/>
      </w:tblGrid>
      <w:tr w:rsidRPr="00586DD6" w:rsidR="00586DD6" w:rsidTr="00586DD6" w14:paraId="1CEFEB29" w14:textId="77777777">
        <w:tc>
          <w:tcPr>
            <w:tcW w:w="1104" w:type="dxa"/>
            <w:tcBorders>
              <w:top w:val="single" w:color="auto" w:sz="2" w:space="0"/>
              <w:bottom w:val="single" w:color="000000" w:sz="12" w:space="0"/>
            </w:tcBorders>
            <w:shd w:val="clear" w:color="auto" w:fill="auto"/>
          </w:tcPr>
          <w:p w:rsidRPr="00586DD6" w:rsidR="00586DD6" w:rsidP="00AE5929" w:rsidRDefault="00586DD6" w14:paraId="01E808C2" w14:textId="77777777">
            <w:pPr>
              <w:rPr>
                <w:b/>
                <w:bCs/>
              </w:rPr>
            </w:pPr>
            <w:r w:rsidRPr="00586DD6">
              <w:rPr>
                <w:b/>
                <w:bCs/>
              </w:rPr>
              <w:t>Symbol</w:t>
            </w:r>
          </w:p>
        </w:tc>
        <w:tc>
          <w:tcPr>
            <w:tcW w:w="2352" w:type="dxa"/>
            <w:tcBorders>
              <w:top w:val="single" w:color="auto" w:sz="2" w:space="0"/>
              <w:bottom w:val="single" w:color="000000" w:sz="12" w:space="0"/>
            </w:tcBorders>
            <w:shd w:val="clear" w:color="auto" w:fill="auto"/>
          </w:tcPr>
          <w:p w:rsidRPr="00586DD6" w:rsidR="00586DD6" w:rsidP="00AE5929" w:rsidRDefault="00586DD6" w14:paraId="3DA4AE7A" w14:textId="77777777">
            <w:pPr>
              <w:rPr>
                <w:b/>
                <w:bCs/>
              </w:rPr>
            </w:pPr>
            <w:r w:rsidRPr="00586DD6">
              <w:rPr>
                <w:b/>
                <w:bCs/>
              </w:rPr>
              <w:t>Scientific Name</w:t>
            </w:r>
          </w:p>
        </w:tc>
        <w:tc>
          <w:tcPr>
            <w:tcW w:w="2160" w:type="dxa"/>
            <w:tcBorders>
              <w:top w:val="single" w:color="auto" w:sz="2" w:space="0"/>
              <w:bottom w:val="single" w:color="000000" w:sz="12" w:space="0"/>
            </w:tcBorders>
            <w:shd w:val="clear" w:color="auto" w:fill="auto"/>
          </w:tcPr>
          <w:p w:rsidRPr="00586DD6" w:rsidR="00586DD6" w:rsidP="00AE5929" w:rsidRDefault="00586DD6" w14:paraId="71C65A68" w14:textId="77777777">
            <w:pPr>
              <w:rPr>
                <w:b/>
                <w:bCs/>
              </w:rPr>
            </w:pPr>
            <w:r w:rsidRPr="00586DD6">
              <w:rPr>
                <w:b/>
                <w:bCs/>
              </w:rPr>
              <w:t>Common Name</w:t>
            </w:r>
          </w:p>
        </w:tc>
        <w:tc>
          <w:tcPr>
            <w:tcW w:w="1956" w:type="dxa"/>
            <w:tcBorders>
              <w:top w:val="single" w:color="auto" w:sz="2" w:space="0"/>
              <w:bottom w:val="single" w:color="000000" w:sz="12" w:space="0"/>
            </w:tcBorders>
            <w:shd w:val="clear" w:color="auto" w:fill="auto"/>
          </w:tcPr>
          <w:p w:rsidRPr="00586DD6" w:rsidR="00586DD6" w:rsidP="00AE5929" w:rsidRDefault="00586DD6" w14:paraId="618741B0" w14:textId="77777777">
            <w:pPr>
              <w:rPr>
                <w:b/>
                <w:bCs/>
              </w:rPr>
            </w:pPr>
            <w:r w:rsidRPr="00586DD6">
              <w:rPr>
                <w:b/>
                <w:bCs/>
              </w:rPr>
              <w:t>Canopy Position</w:t>
            </w:r>
          </w:p>
        </w:tc>
      </w:tr>
      <w:tr w:rsidRPr="00586DD6" w:rsidR="00586DD6" w:rsidTr="00586DD6" w14:paraId="380905CA" w14:textId="77777777">
        <w:tc>
          <w:tcPr>
            <w:tcW w:w="1104" w:type="dxa"/>
            <w:tcBorders>
              <w:top w:val="single" w:color="000000" w:sz="12" w:space="0"/>
            </w:tcBorders>
            <w:shd w:val="clear" w:color="auto" w:fill="auto"/>
          </w:tcPr>
          <w:p w:rsidRPr="00586DD6" w:rsidR="00586DD6" w:rsidP="00AE5929" w:rsidRDefault="00586DD6" w14:paraId="3B1D3ECA" w14:textId="77777777">
            <w:pPr>
              <w:rPr>
                <w:bCs/>
              </w:rPr>
            </w:pPr>
            <w:r w:rsidRPr="00586DD6">
              <w:rPr>
                <w:bCs/>
              </w:rPr>
              <w:t>POTR5</w:t>
            </w:r>
          </w:p>
        </w:tc>
        <w:tc>
          <w:tcPr>
            <w:tcW w:w="2352" w:type="dxa"/>
            <w:tcBorders>
              <w:top w:val="single" w:color="000000" w:sz="12" w:space="0"/>
            </w:tcBorders>
            <w:shd w:val="clear" w:color="auto" w:fill="auto"/>
          </w:tcPr>
          <w:p w:rsidRPr="00FF34D4" w:rsidR="00586DD6" w:rsidP="00AE5929" w:rsidRDefault="00586DD6" w14:paraId="6BFE9C61" w14:textId="77777777">
            <w:pPr>
              <w:rPr>
                <w:i/>
                <w:iCs/>
              </w:rPr>
            </w:pPr>
            <w:r w:rsidRPr="00FF34D4">
              <w:rPr>
                <w:i/>
                <w:iCs/>
              </w:rPr>
              <w:t>Populus tremuloides</w:t>
            </w:r>
          </w:p>
        </w:tc>
        <w:tc>
          <w:tcPr>
            <w:tcW w:w="2160" w:type="dxa"/>
            <w:tcBorders>
              <w:top w:val="single" w:color="000000" w:sz="12" w:space="0"/>
            </w:tcBorders>
            <w:shd w:val="clear" w:color="auto" w:fill="auto"/>
          </w:tcPr>
          <w:p w:rsidRPr="00586DD6" w:rsidR="00586DD6" w:rsidP="00AE5929" w:rsidRDefault="00586DD6" w14:paraId="21C21CA4" w14:textId="77777777">
            <w:r w:rsidRPr="00586DD6">
              <w:t>Quaking aspen</w:t>
            </w:r>
          </w:p>
        </w:tc>
        <w:tc>
          <w:tcPr>
            <w:tcW w:w="1956" w:type="dxa"/>
            <w:tcBorders>
              <w:top w:val="single" w:color="000000" w:sz="12" w:space="0"/>
            </w:tcBorders>
            <w:shd w:val="clear" w:color="auto" w:fill="auto"/>
          </w:tcPr>
          <w:p w:rsidRPr="00586DD6" w:rsidR="00586DD6" w:rsidP="00AE5929" w:rsidRDefault="00586DD6" w14:paraId="2ED18C88" w14:textId="77777777">
            <w:r w:rsidRPr="00586DD6">
              <w:t>Upper</w:t>
            </w:r>
          </w:p>
        </w:tc>
      </w:tr>
      <w:tr w:rsidRPr="00586DD6" w:rsidR="00586DD6" w:rsidTr="00586DD6" w14:paraId="5197D921" w14:textId="77777777">
        <w:tc>
          <w:tcPr>
            <w:tcW w:w="1104" w:type="dxa"/>
            <w:shd w:val="clear" w:color="auto" w:fill="auto"/>
          </w:tcPr>
          <w:p w:rsidRPr="00586DD6" w:rsidR="00586DD6" w:rsidP="00AE5929" w:rsidRDefault="00586DD6" w14:paraId="4D2FDBB1" w14:textId="77777777">
            <w:pPr>
              <w:rPr>
                <w:bCs/>
              </w:rPr>
            </w:pPr>
            <w:r w:rsidRPr="00586DD6">
              <w:rPr>
                <w:bCs/>
              </w:rPr>
              <w:t>ROAC</w:t>
            </w:r>
          </w:p>
        </w:tc>
        <w:tc>
          <w:tcPr>
            <w:tcW w:w="2352" w:type="dxa"/>
            <w:shd w:val="clear" w:color="auto" w:fill="auto"/>
          </w:tcPr>
          <w:p w:rsidRPr="00FF34D4" w:rsidR="00586DD6" w:rsidP="00AE5929" w:rsidRDefault="00586DD6" w14:paraId="400BEFD1" w14:textId="77777777">
            <w:pPr>
              <w:rPr>
                <w:i/>
                <w:iCs/>
              </w:rPr>
            </w:pPr>
            <w:r w:rsidRPr="00FF34D4">
              <w:rPr>
                <w:i/>
                <w:iCs/>
              </w:rPr>
              <w:t>Rosa acicularis</w:t>
            </w:r>
          </w:p>
        </w:tc>
        <w:tc>
          <w:tcPr>
            <w:tcW w:w="2160" w:type="dxa"/>
            <w:shd w:val="clear" w:color="auto" w:fill="auto"/>
          </w:tcPr>
          <w:p w:rsidRPr="00586DD6" w:rsidR="00586DD6" w:rsidP="00AE5929" w:rsidRDefault="00586DD6" w14:paraId="24FBE897" w14:textId="77777777">
            <w:r w:rsidRPr="00586DD6">
              <w:t>Prickly rose</w:t>
            </w:r>
          </w:p>
        </w:tc>
        <w:tc>
          <w:tcPr>
            <w:tcW w:w="1956" w:type="dxa"/>
            <w:shd w:val="clear" w:color="auto" w:fill="auto"/>
          </w:tcPr>
          <w:p w:rsidRPr="00586DD6" w:rsidR="00586DD6" w:rsidP="00AE5929" w:rsidRDefault="00586DD6" w14:paraId="6F169D27" w14:textId="77777777">
            <w:r w:rsidRPr="00586DD6">
              <w:t>Mid-Upper</w:t>
            </w:r>
          </w:p>
        </w:tc>
      </w:tr>
      <w:tr w:rsidRPr="00586DD6" w:rsidR="00586DD6" w:rsidTr="00586DD6" w14:paraId="28BB759E" w14:textId="77777777">
        <w:tc>
          <w:tcPr>
            <w:tcW w:w="1104" w:type="dxa"/>
            <w:shd w:val="clear" w:color="auto" w:fill="auto"/>
          </w:tcPr>
          <w:p w:rsidRPr="00586DD6" w:rsidR="00586DD6" w:rsidP="00AE5929" w:rsidRDefault="00586DD6" w14:paraId="4971997C" w14:textId="77777777">
            <w:pPr>
              <w:rPr>
                <w:bCs/>
              </w:rPr>
            </w:pPr>
            <w:r w:rsidRPr="00586DD6">
              <w:rPr>
                <w:bCs/>
              </w:rPr>
              <w:t>JUCO6</w:t>
            </w:r>
          </w:p>
        </w:tc>
        <w:tc>
          <w:tcPr>
            <w:tcW w:w="2352" w:type="dxa"/>
            <w:shd w:val="clear" w:color="auto" w:fill="auto"/>
          </w:tcPr>
          <w:p w:rsidRPr="00FF34D4" w:rsidR="00586DD6" w:rsidP="00AE5929" w:rsidRDefault="00586DD6" w14:paraId="261A035D" w14:textId="77777777">
            <w:pPr>
              <w:rPr>
                <w:i/>
                <w:iCs/>
              </w:rPr>
            </w:pPr>
            <w:r w:rsidRPr="00FF34D4">
              <w:rPr>
                <w:i/>
                <w:iCs/>
              </w:rPr>
              <w:t>Juniperus communis</w:t>
            </w:r>
          </w:p>
        </w:tc>
        <w:tc>
          <w:tcPr>
            <w:tcW w:w="2160" w:type="dxa"/>
            <w:shd w:val="clear" w:color="auto" w:fill="auto"/>
          </w:tcPr>
          <w:p w:rsidRPr="00586DD6" w:rsidR="00586DD6" w:rsidP="00AE5929" w:rsidRDefault="00586DD6" w14:paraId="4EFFCE0B" w14:textId="77777777">
            <w:r w:rsidRPr="00586DD6">
              <w:t>Common juniper</w:t>
            </w:r>
          </w:p>
        </w:tc>
        <w:tc>
          <w:tcPr>
            <w:tcW w:w="1956" w:type="dxa"/>
            <w:shd w:val="clear" w:color="auto" w:fill="auto"/>
          </w:tcPr>
          <w:p w:rsidRPr="00586DD6" w:rsidR="00586DD6" w:rsidP="00AE5929" w:rsidRDefault="00586DD6" w14:paraId="46904BDF" w14:textId="77777777">
            <w:r w:rsidRPr="00586DD6">
              <w:t>Mid-Upper</w:t>
            </w:r>
          </w:p>
        </w:tc>
      </w:tr>
      <w:tr w:rsidRPr="00586DD6" w:rsidR="00586DD6" w:rsidTr="00586DD6" w14:paraId="040F759B" w14:textId="77777777">
        <w:tc>
          <w:tcPr>
            <w:tcW w:w="1104" w:type="dxa"/>
            <w:shd w:val="clear" w:color="auto" w:fill="auto"/>
          </w:tcPr>
          <w:p w:rsidRPr="00586DD6" w:rsidR="00586DD6" w:rsidP="00AE5929" w:rsidRDefault="00586DD6" w14:paraId="3A9BEC71" w14:textId="77777777">
            <w:pPr>
              <w:rPr>
                <w:bCs/>
              </w:rPr>
            </w:pPr>
            <w:r w:rsidRPr="00586DD6">
              <w:rPr>
                <w:bCs/>
              </w:rPr>
              <w:t>ARAL5</w:t>
            </w:r>
          </w:p>
        </w:tc>
        <w:tc>
          <w:tcPr>
            <w:tcW w:w="2352" w:type="dxa"/>
            <w:shd w:val="clear" w:color="auto" w:fill="auto"/>
          </w:tcPr>
          <w:p w:rsidRPr="00FF34D4" w:rsidR="00586DD6" w:rsidP="00AE5929" w:rsidRDefault="00586DD6" w14:paraId="0ACA6DD1" w14:textId="77777777">
            <w:pPr>
              <w:rPr>
                <w:i/>
                <w:iCs/>
              </w:rPr>
            </w:pPr>
            <w:r w:rsidRPr="00FF34D4">
              <w:rPr>
                <w:i/>
                <w:iCs/>
              </w:rPr>
              <w:t>Artemisia alaskana</w:t>
            </w:r>
          </w:p>
        </w:tc>
        <w:tc>
          <w:tcPr>
            <w:tcW w:w="2160" w:type="dxa"/>
            <w:shd w:val="clear" w:color="auto" w:fill="auto"/>
          </w:tcPr>
          <w:p w:rsidRPr="00586DD6" w:rsidR="00586DD6" w:rsidP="00AE5929" w:rsidRDefault="00586DD6" w14:paraId="12E39856" w14:textId="77777777">
            <w:r w:rsidRPr="00586DD6">
              <w:t>Alaska wormwood</w:t>
            </w:r>
          </w:p>
        </w:tc>
        <w:tc>
          <w:tcPr>
            <w:tcW w:w="1956" w:type="dxa"/>
            <w:shd w:val="clear" w:color="auto" w:fill="auto"/>
          </w:tcPr>
          <w:p w:rsidRPr="00586DD6" w:rsidR="00586DD6" w:rsidP="00AE5929" w:rsidRDefault="00586DD6" w14:paraId="4057D191" w14:textId="77777777">
            <w:r w:rsidRPr="00586DD6">
              <w:t>Mid-Upper</w:t>
            </w:r>
          </w:p>
        </w:tc>
      </w:tr>
    </w:tbl>
    <w:p w:rsidR="00586DD6" w:rsidP="00586DD6" w:rsidRDefault="00586DD6" w14:paraId="601F6B30" w14:textId="77777777"/>
    <w:p w:rsidR="00586DD6" w:rsidP="00586DD6" w:rsidRDefault="00586DD6" w14:paraId="305FECE6" w14:textId="77777777">
      <w:pPr>
        <w:pStyle w:val="SClassInfoPara"/>
      </w:pPr>
      <w:r>
        <w:t>Description</w:t>
      </w:r>
    </w:p>
    <w:p w:rsidR="00586DD6" w:rsidP="00586DD6" w:rsidRDefault="00586DD6" w14:paraId="17083E16" w14:textId="02634BBF">
      <w:r>
        <w:t xml:space="preserve">This stage is characterized by suckering </w:t>
      </w:r>
      <w:r w:rsidRPr="00D37594">
        <w:rPr>
          <w:i/>
          <w:iCs/>
        </w:rPr>
        <w:t>Populus tremuloides</w:t>
      </w:r>
      <w:r>
        <w:t xml:space="preserve"> and low shrubs. </w:t>
      </w:r>
      <w:r w:rsidRPr="00D37594">
        <w:rPr>
          <w:i/>
          <w:iCs/>
        </w:rPr>
        <w:t>Populus tremuloides</w:t>
      </w:r>
      <w:r>
        <w:t xml:space="preserve"> tends to overtop the shrub and herbaceous vegetation. The shrubs and herbaceous species listed in </w:t>
      </w:r>
      <w:r w:rsidR="00D37594">
        <w:t>C</w:t>
      </w:r>
      <w:r>
        <w:t>lass A are still present.</w:t>
      </w:r>
    </w:p>
    <w:p w:rsidR="00586DD6" w:rsidP="00586DD6" w:rsidRDefault="00586DD6" w14:paraId="32429594" w14:textId="77777777"/>
    <w:p w:rsidR="00586DD6" w:rsidP="00586DD6" w:rsidRDefault="00586DD6" w14:paraId="3F712276" w14:textId="77777777">
      <w:r>
        <w:t xml:space="preserve">For mapping purposes this class was defined as a state where trees are less than three meters tall. The age range at which </w:t>
      </w:r>
      <w:r w:rsidRPr="00D37594">
        <w:rPr>
          <w:i/>
          <w:iCs/>
        </w:rPr>
        <w:t>Populus tremuloids</w:t>
      </w:r>
      <w:r>
        <w:t xml:space="preserve"> exceeds three meters in height varies based on site conditions and can often happen in less than 10yrs. Heavy ungulate browsing will delay growth.</w:t>
      </w:r>
    </w:p>
    <w:p w:rsidR="00586DD6" w:rsidP="00586DD6" w:rsidRDefault="00586DD6" w14:paraId="286B6E14" w14:textId="77777777"/>
    <w:p>
      <w:r>
        <w:rPr>
          <w:i/>
          <w:u w:val="single"/>
        </w:rPr>
        <w:t>Maximum Tree Size Class</w:t>
      </w:r>
      <w:br/>
      <w:r>
        <w:t>Seedling/Sapling &lt;5"</w:t>
      </w:r>
    </w:p>
    <w:p w:rsidR="00586DD6" w:rsidP="00586DD6" w:rsidRDefault="00586DD6" w14:paraId="3C6AB5DB" w14:textId="77777777">
      <w:pPr>
        <w:pStyle w:val="InfoPara"/>
        <w:pBdr>
          <w:top w:val="single" w:color="auto" w:sz="4" w:space="1"/>
        </w:pBdr>
      </w:pPr>
      <w:r xmlns:w="http://schemas.openxmlformats.org/wordprocessingml/2006/main">
        <w:t>Class C</w:t>
      </w:r>
      <w:r xmlns:w="http://schemas.openxmlformats.org/wordprocessingml/2006/main">
        <w:tab/>
        <w:t>70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586DD6" w:rsidP="00586DD6" w:rsidRDefault="00586DD6" w14:paraId="339278F0" w14:textId="77777777"/>
    <w:p w:rsidR="00586DD6" w:rsidP="00586DD6" w:rsidRDefault="00586DD6" w14:paraId="153656A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52"/>
        <w:gridCol w:w="2160"/>
        <w:gridCol w:w="1956"/>
      </w:tblGrid>
      <w:tr w:rsidRPr="00586DD6" w:rsidR="00586DD6" w:rsidTr="00586DD6" w14:paraId="55C04C8E" w14:textId="77777777">
        <w:tc>
          <w:tcPr>
            <w:tcW w:w="1104" w:type="dxa"/>
            <w:tcBorders>
              <w:top w:val="single" w:color="auto" w:sz="2" w:space="0"/>
              <w:bottom w:val="single" w:color="000000" w:sz="12" w:space="0"/>
            </w:tcBorders>
            <w:shd w:val="clear" w:color="auto" w:fill="auto"/>
          </w:tcPr>
          <w:p w:rsidRPr="00586DD6" w:rsidR="00586DD6" w:rsidP="005742E8" w:rsidRDefault="00586DD6" w14:paraId="60A7C2E6" w14:textId="77777777">
            <w:pPr>
              <w:rPr>
                <w:b/>
                <w:bCs/>
              </w:rPr>
            </w:pPr>
            <w:r w:rsidRPr="00586DD6">
              <w:rPr>
                <w:b/>
                <w:bCs/>
              </w:rPr>
              <w:t>Symbol</w:t>
            </w:r>
          </w:p>
        </w:tc>
        <w:tc>
          <w:tcPr>
            <w:tcW w:w="2352" w:type="dxa"/>
            <w:tcBorders>
              <w:top w:val="single" w:color="auto" w:sz="2" w:space="0"/>
              <w:bottom w:val="single" w:color="000000" w:sz="12" w:space="0"/>
            </w:tcBorders>
            <w:shd w:val="clear" w:color="auto" w:fill="auto"/>
          </w:tcPr>
          <w:p w:rsidRPr="00586DD6" w:rsidR="00586DD6" w:rsidP="005742E8" w:rsidRDefault="00586DD6" w14:paraId="1EECD729" w14:textId="77777777">
            <w:pPr>
              <w:rPr>
                <w:b/>
                <w:bCs/>
              </w:rPr>
            </w:pPr>
            <w:r w:rsidRPr="00586DD6">
              <w:rPr>
                <w:b/>
                <w:bCs/>
              </w:rPr>
              <w:t>Scientific Name</w:t>
            </w:r>
          </w:p>
        </w:tc>
        <w:tc>
          <w:tcPr>
            <w:tcW w:w="2160" w:type="dxa"/>
            <w:tcBorders>
              <w:top w:val="single" w:color="auto" w:sz="2" w:space="0"/>
              <w:bottom w:val="single" w:color="000000" w:sz="12" w:space="0"/>
            </w:tcBorders>
            <w:shd w:val="clear" w:color="auto" w:fill="auto"/>
          </w:tcPr>
          <w:p w:rsidRPr="00586DD6" w:rsidR="00586DD6" w:rsidP="005742E8" w:rsidRDefault="00586DD6" w14:paraId="7F06FF0E" w14:textId="77777777">
            <w:pPr>
              <w:rPr>
                <w:b/>
                <w:bCs/>
              </w:rPr>
            </w:pPr>
            <w:r w:rsidRPr="00586DD6">
              <w:rPr>
                <w:b/>
                <w:bCs/>
              </w:rPr>
              <w:t>Common Name</w:t>
            </w:r>
          </w:p>
        </w:tc>
        <w:tc>
          <w:tcPr>
            <w:tcW w:w="1956" w:type="dxa"/>
            <w:tcBorders>
              <w:top w:val="single" w:color="auto" w:sz="2" w:space="0"/>
              <w:bottom w:val="single" w:color="000000" w:sz="12" w:space="0"/>
            </w:tcBorders>
            <w:shd w:val="clear" w:color="auto" w:fill="auto"/>
          </w:tcPr>
          <w:p w:rsidRPr="00586DD6" w:rsidR="00586DD6" w:rsidP="005742E8" w:rsidRDefault="00586DD6" w14:paraId="4A73C102" w14:textId="77777777">
            <w:pPr>
              <w:rPr>
                <w:b/>
                <w:bCs/>
              </w:rPr>
            </w:pPr>
            <w:r w:rsidRPr="00586DD6">
              <w:rPr>
                <w:b/>
                <w:bCs/>
              </w:rPr>
              <w:t>Canopy Position</w:t>
            </w:r>
          </w:p>
        </w:tc>
      </w:tr>
      <w:tr w:rsidRPr="00586DD6" w:rsidR="00586DD6" w:rsidTr="00586DD6" w14:paraId="1F765B05" w14:textId="77777777">
        <w:tc>
          <w:tcPr>
            <w:tcW w:w="1104" w:type="dxa"/>
            <w:tcBorders>
              <w:top w:val="single" w:color="000000" w:sz="12" w:space="0"/>
            </w:tcBorders>
            <w:shd w:val="clear" w:color="auto" w:fill="auto"/>
          </w:tcPr>
          <w:p w:rsidRPr="00586DD6" w:rsidR="00586DD6" w:rsidP="005742E8" w:rsidRDefault="00586DD6" w14:paraId="4D45D3D4" w14:textId="77777777">
            <w:pPr>
              <w:rPr>
                <w:bCs/>
              </w:rPr>
            </w:pPr>
            <w:r w:rsidRPr="00586DD6">
              <w:rPr>
                <w:bCs/>
              </w:rPr>
              <w:t>POTR5</w:t>
            </w:r>
          </w:p>
        </w:tc>
        <w:tc>
          <w:tcPr>
            <w:tcW w:w="2352" w:type="dxa"/>
            <w:tcBorders>
              <w:top w:val="single" w:color="000000" w:sz="12" w:space="0"/>
            </w:tcBorders>
            <w:shd w:val="clear" w:color="auto" w:fill="auto"/>
          </w:tcPr>
          <w:p w:rsidRPr="00FF34D4" w:rsidR="00586DD6" w:rsidP="005742E8" w:rsidRDefault="00586DD6" w14:paraId="0ADC499B" w14:textId="77777777">
            <w:pPr>
              <w:rPr>
                <w:i/>
                <w:iCs/>
              </w:rPr>
            </w:pPr>
            <w:r w:rsidRPr="00FF34D4">
              <w:rPr>
                <w:i/>
                <w:iCs/>
              </w:rPr>
              <w:t>Populus tremuloides</w:t>
            </w:r>
          </w:p>
        </w:tc>
        <w:tc>
          <w:tcPr>
            <w:tcW w:w="2160" w:type="dxa"/>
            <w:tcBorders>
              <w:top w:val="single" w:color="000000" w:sz="12" w:space="0"/>
            </w:tcBorders>
            <w:shd w:val="clear" w:color="auto" w:fill="auto"/>
          </w:tcPr>
          <w:p w:rsidRPr="00586DD6" w:rsidR="00586DD6" w:rsidP="005742E8" w:rsidRDefault="00586DD6" w14:paraId="40006DC4" w14:textId="77777777">
            <w:r w:rsidRPr="00586DD6">
              <w:t>Quaking aspen</w:t>
            </w:r>
          </w:p>
        </w:tc>
        <w:tc>
          <w:tcPr>
            <w:tcW w:w="1956" w:type="dxa"/>
            <w:tcBorders>
              <w:top w:val="single" w:color="000000" w:sz="12" w:space="0"/>
            </w:tcBorders>
            <w:shd w:val="clear" w:color="auto" w:fill="auto"/>
          </w:tcPr>
          <w:p w:rsidRPr="00586DD6" w:rsidR="00586DD6" w:rsidP="005742E8" w:rsidRDefault="00586DD6" w14:paraId="6B7FC35B" w14:textId="77777777">
            <w:r w:rsidRPr="00586DD6">
              <w:t>Upper</w:t>
            </w:r>
          </w:p>
        </w:tc>
      </w:tr>
      <w:tr w:rsidRPr="00586DD6" w:rsidR="00586DD6" w:rsidTr="00586DD6" w14:paraId="3B0D0BC9" w14:textId="77777777">
        <w:tc>
          <w:tcPr>
            <w:tcW w:w="1104" w:type="dxa"/>
            <w:shd w:val="clear" w:color="auto" w:fill="auto"/>
          </w:tcPr>
          <w:p w:rsidRPr="00586DD6" w:rsidR="00586DD6" w:rsidP="005742E8" w:rsidRDefault="00586DD6" w14:paraId="1A8E8418" w14:textId="77777777">
            <w:pPr>
              <w:rPr>
                <w:bCs/>
              </w:rPr>
            </w:pPr>
            <w:r w:rsidRPr="00586DD6">
              <w:rPr>
                <w:bCs/>
              </w:rPr>
              <w:t>ROAC</w:t>
            </w:r>
          </w:p>
        </w:tc>
        <w:tc>
          <w:tcPr>
            <w:tcW w:w="2352" w:type="dxa"/>
            <w:shd w:val="clear" w:color="auto" w:fill="auto"/>
          </w:tcPr>
          <w:p w:rsidRPr="00FF34D4" w:rsidR="00586DD6" w:rsidP="005742E8" w:rsidRDefault="00586DD6" w14:paraId="686E45D0" w14:textId="77777777">
            <w:pPr>
              <w:rPr>
                <w:i/>
                <w:iCs/>
              </w:rPr>
            </w:pPr>
            <w:r w:rsidRPr="00FF34D4">
              <w:rPr>
                <w:i/>
                <w:iCs/>
              </w:rPr>
              <w:t>Rosa acicularis</w:t>
            </w:r>
          </w:p>
        </w:tc>
        <w:tc>
          <w:tcPr>
            <w:tcW w:w="2160" w:type="dxa"/>
            <w:shd w:val="clear" w:color="auto" w:fill="auto"/>
          </w:tcPr>
          <w:p w:rsidRPr="00586DD6" w:rsidR="00586DD6" w:rsidP="005742E8" w:rsidRDefault="00586DD6" w14:paraId="69792622" w14:textId="77777777">
            <w:r w:rsidRPr="00586DD6">
              <w:t>Prickly rose</w:t>
            </w:r>
          </w:p>
        </w:tc>
        <w:tc>
          <w:tcPr>
            <w:tcW w:w="1956" w:type="dxa"/>
            <w:shd w:val="clear" w:color="auto" w:fill="auto"/>
          </w:tcPr>
          <w:p w:rsidRPr="00586DD6" w:rsidR="00586DD6" w:rsidP="005742E8" w:rsidRDefault="00586DD6" w14:paraId="67B8E3EE" w14:textId="77777777">
            <w:r w:rsidRPr="00586DD6">
              <w:t>Lower</w:t>
            </w:r>
          </w:p>
        </w:tc>
      </w:tr>
      <w:tr w:rsidRPr="00586DD6" w:rsidR="00586DD6" w:rsidTr="00586DD6" w14:paraId="126B109A" w14:textId="77777777">
        <w:tc>
          <w:tcPr>
            <w:tcW w:w="1104" w:type="dxa"/>
            <w:shd w:val="clear" w:color="auto" w:fill="auto"/>
          </w:tcPr>
          <w:p w:rsidRPr="00586DD6" w:rsidR="00586DD6" w:rsidP="005742E8" w:rsidRDefault="00586DD6" w14:paraId="7E89EE30" w14:textId="77777777">
            <w:pPr>
              <w:rPr>
                <w:bCs/>
              </w:rPr>
            </w:pPr>
            <w:r w:rsidRPr="00586DD6">
              <w:rPr>
                <w:bCs/>
              </w:rPr>
              <w:t>JUCO6</w:t>
            </w:r>
          </w:p>
        </w:tc>
        <w:tc>
          <w:tcPr>
            <w:tcW w:w="2352" w:type="dxa"/>
            <w:shd w:val="clear" w:color="auto" w:fill="auto"/>
          </w:tcPr>
          <w:p w:rsidRPr="00FF34D4" w:rsidR="00586DD6" w:rsidP="005742E8" w:rsidRDefault="00586DD6" w14:paraId="0C83B548" w14:textId="77777777">
            <w:pPr>
              <w:rPr>
                <w:i/>
                <w:iCs/>
              </w:rPr>
            </w:pPr>
            <w:r w:rsidRPr="00FF34D4">
              <w:rPr>
                <w:i/>
                <w:iCs/>
              </w:rPr>
              <w:t>Juniperus communis</w:t>
            </w:r>
          </w:p>
        </w:tc>
        <w:tc>
          <w:tcPr>
            <w:tcW w:w="2160" w:type="dxa"/>
            <w:shd w:val="clear" w:color="auto" w:fill="auto"/>
          </w:tcPr>
          <w:p w:rsidRPr="00586DD6" w:rsidR="00586DD6" w:rsidP="005742E8" w:rsidRDefault="00586DD6" w14:paraId="33CE38CA" w14:textId="77777777">
            <w:r w:rsidRPr="00586DD6">
              <w:t>Common juniper</w:t>
            </w:r>
          </w:p>
        </w:tc>
        <w:tc>
          <w:tcPr>
            <w:tcW w:w="1956" w:type="dxa"/>
            <w:shd w:val="clear" w:color="auto" w:fill="auto"/>
          </w:tcPr>
          <w:p w:rsidRPr="00586DD6" w:rsidR="00586DD6" w:rsidP="005742E8" w:rsidRDefault="00586DD6" w14:paraId="0965689D" w14:textId="77777777">
            <w:r w:rsidRPr="00586DD6">
              <w:t>Lower</w:t>
            </w:r>
          </w:p>
        </w:tc>
      </w:tr>
      <w:tr w:rsidRPr="00586DD6" w:rsidR="00586DD6" w:rsidTr="00586DD6" w14:paraId="23689EC5" w14:textId="77777777">
        <w:tc>
          <w:tcPr>
            <w:tcW w:w="1104" w:type="dxa"/>
            <w:shd w:val="clear" w:color="auto" w:fill="auto"/>
          </w:tcPr>
          <w:p w:rsidRPr="00586DD6" w:rsidR="00586DD6" w:rsidP="005742E8" w:rsidRDefault="00586DD6" w14:paraId="306894F3" w14:textId="77777777">
            <w:pPr>
              <w:rPr>
                <w:bCs/>
              </w:rPr>
            </w:pPr>
            <w:r w:rsidRPr="00586DD6">
              <w:rPr>
                <w:bCs/>
              </w:rPr>
              <w:t>ARAL5</w:t>
            </w:r>
          </w:p>
        </w:tc>
        <w:tc>
          <w:tcPr>
            <w:tcW w:w="2352" w:type="dxa"/>
            <w:shd w:val="clear" w:color="auto" w:fill="auto"/>
          </w:tcPr>
          <w:p w:rsidRPr="00FF34D4" w:rsidR="00586DD6" w:rsidP="005742E8" w:rsidRDefault="00586DD6" w14:paraId="3727002D" w14:textId="77777777">
            <w:pPr>
              <w:rPr>
                <w:i/>
                <w:iCs/>
              </w:rPr>
            </w:pPr>
            <w:r w:rsidRPr="00FF34D4">
              <w:rPr>
                <w:i/>
                <w:iCs/>
              </w:rPr>
              <w:t>Artemisia alaskana</w:t>
            </w:r>
          </w:p>
        </w:tc>
        <w:tc>
          <w:tcPr>
            <w:tcW w:w="2160" w:type="dxa"/>
            <w:shd w:val="clear" w:color="auto" w:fill="auto"/>
          </w:tcPr>
          <w:p w:rsidRPr="00586DD6" w:rsidR="00586DD6" w:rsidP="005742E8" w:rsidRDefault="00586DD6" w14:paraId="6E3E8647" w14:textId="77777777">
            <w:r w:rsidRPr="00586DD6">
              <w:t>Alaska wormwood</w:t>
            </w:r>
          </w:p>
        </w:tc>
        <w:tc>
          <w:tcPr>
            <w:tcW w:w="1956" w:type="dxa"/>
            <w:shd w:val="clear" w:color="auto" w:fill="auto"/>
          </w:tcPr>
          <w:p w:rsidRPr="00586DD6" w:rsidR="00586DD6" w:rsidP="005742E8" w:rsidRDefault="00586DD6" w14:paraId="6FB23A04" w14:textId="77777777">
            <w:r w:rsidRPr="00586DD6">
              <w:t>Lower</w:t>
            </w:r>
          </w:p>
        </w:tc>
      </w:tr>
    </w:tbl>
    <w:p w:rsidR="00586DD6" w:rsidP="00586DD6" w:rsidRDefault="00586DD6" w14:paraId="7F9FB405" w14:textId="77777777"/>
    <w:p w:rsidR="00586DD6" w:rsidP="00586DD6" w:rsidRDefault="00586DD6" w14:paraId="2CCA1675" w14:textId="77777777">
      <w:pPr>
        <w:pStyle w:val="SClassInfoPara"/>
      </w:pPr>
      <w:r>
        <w:t>Description</w:t>
      </w:r>
    </w:p>
    <w:p w:rsidR="00586DD6" w:rsidP="00586DD6" w:rsidRDefault="00586DD6" w14:paraId="15FAF6C8" w14:textId="3FA965B3">
      <w:r>
        <w:t xml:space="preserve">This stage is characterized by mature and eventually over-mature </w:t>
      </w:r>
      <w:r w:rsidRPr="00D37594">
        <w:rPr>
          <w:i/>
          <w:iCs/>
        </w:rPr>
        <w:t>Populus tremuloides. Populus tremuloides</w:t>
      </w:r>
      <w:r>
        <w:t xml:space="preserve"> dominates the site but </w:t>
      </w:r>
      <w:r w:rsidRPr="00D37594">
        <w:rPr>
          <w:i/>
          <w:iCs/>
        </w:rPr>
        <w:t>Picea glauca</w:t>
      </w:r>
      <w:r>
        <w:t xml:space="preserve"> may be present in the mid or understory. The shrubs and herbaceous species listed in </w:t>
      </w:r>
      <w:r w:rsidR="0085421B">
        <w:t>C</w:t>
      </w:r>
      <w:r>
        <w:t>lass A may still be present.</w:t>
      </w:r>
    </w:p>
    <w:p w:rsidR="00586DD6" w:rsidP="00586DD6" w:rsidRDefault="00586DD6" w14:paraId="57DA1465" w14:textId="77777777"/>
    <w:p w:rsidR="00586DD6" w:rsidP="00586DD6" w:rsidRDefault="00586DD6" w14:paraId="644D5A4E" w14:textId="77777777">
      <w:r>
        <w:t>Experts who provided input at the LANDFIRE Fairbanks (Nov. 07) and Anchorage modeling meetings (Dec. 08) described a mature and an over-mature aspen sere. Both concepts are incorporated into this stage because it was felt that LANDFIRE mapping teams would not be able to distinguish them as separate units.</w:t>
      </w:r>
    </w:p>
    <w:p w:rsidR="00586DD6" w:rsidP="00586DD6" w:rsidRDefault="00586DD6" w14:paraId="068E4698" w14:textId="77777777"/>
    <w:p w:rsidR="00586DD6" w:rsidP="00586DD6" w:rsidRDefault="00586DD6" w14:paraId="1B36EA0C" w14:textId="10C28075">
      <w:r>
        <w:t xml:space="preserve">This class can persist in the absence of disturbance or follow an alternate succession pathway which represents sites where </w:t>
      </w:r>
      <w:r w:rsidRPr="0085421B">
        <w:rPr>
          <w:i/>
          <w:iCs/>
        </w:rPr>
        <w:t>Picea glauca</w:t>
      </w:r>
      <w:r>
        <w:t xml:space="preserve"> is present in the overstory. </w:t>
      </w:r>
    </w:p>
    <w:p w:rsidR="00AE5E73" w:rsidP="00586DD6" w:rsidRDefault="00AE5E73" w14:paraId="3F83C640" w14:textId="77777777"/>
    <w:p>
      <w:r>
        <w:rPr>
          <w:i/>
          <w:u w:val="single"/>
        </w:rPr>
        <w:t>Maximum Tree Size Class</w:t>
      </w:r>
      <w:br/>
      <w:r>
        <w:t>Pole 5–9" (swd)/5–11" (hwd)</w:t>
      </w:r>
    </w:p>
    <w:p w:rsidR="00586DD6" w:rsidP="00586DD6" w:rsidRDefault="00586DD6" w14:paraId="157E1CAB" w14:textId="74629202">
      <w:pPr>
        <w:pStyle w:val="InfoPara"/>
        <w:pBdr>
          <w:top w:val="single" w:color="auto" w:sz="4" w:space="1"/>
        </w:pBdr>
      </w:pPr>
      <w:r xmlns:w="http://schemas.openxmlformats.org/wordprocessingml/2006/main">
        <w:t>Class D</w:t>
      </w:r>
      <w:r xmlns:w="http://schemas.openxmlformats.org/wordprocessingml/2006/main">
        <w:tab/>
        <w:t>18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2 - All Structures</w:t>
      </w:r>
    </w:p>
    <w:p w:rsidR="00586DD6" w:rsidP="00586DD6" w:rsidRDefault="00586DD6" w14:paraId="4E55F3F4" w14:textId="77777777"/>
    <w:p w:rsidR="00586DD6" w:rsidP="00586DD6" w:rsidRDefault="00586DD6" w14:paraId="527CC2CA"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52"/>
        <w:gridCol w:w="1992"/>
        <w:gridCol w:w="1956"/>
      </w:tblGrid>
      <w:tr w:rsidRPr="00586DD6" w:rsidR="00586DD6" w:rsidTr="00586DD6" w14:paraId="7E05D721" w14:textId="77777777">
        <w:tc>
          <w:tcPr>
            <w:tcW w:w="1104" w:type="dxa"/>
            <w:tcBorders>
              <w:top w:val="single" w:color="auto" w:sz="2" w:space="0"/>
              <w:bottom w:val="single" w:color="000000" w:sz="12" w:space="0"/>
            </w:tcBorders>
            <w:shd w:val="clear" w:color="auto" w:fill="auto"/>
          </w:tcPr>
          <w:p w:rsidRPr="00586DD6" w:rsidR="00586DD6" w:rsidP="00BA360A" w:rsidRDefault="00586DD6" w14:paraId="17498F7C" w14:textId="77777777">
            <w:pPr>
              <w:rPr>
                <w:b/>
                <w:bCs/>
              </w:rPr>
            </w:pPr>
            <w:r w:rsidRPr="00586DD6">
              <w:rPr>
                <w:b/>
                <w:bCs/>
              </w:rPr>
              <w:t>Symbol</w:t>
            </w:r>
          </w:p>
        </w:tc>
        <w:tc>
          <w:tcPr>
            <w:tcW w:w="2352" w:type="dxa"/>
            <w:tcBorders>
              <w:top w:val="single" w:color="auto" w:sz="2" w:space="0"/>
              <w:bottom w:val="single" w:color="000000" w:sz="12" w:space="0"/>
            </w:tcBorders>
            <w:shd w:val="clear" w:color="auto" w:fill="auto"/>
          </w:tcPr>
          <w:p w:rsidRPr="00586DD6" w:rsidR="00586DD6" w:rsidP="00BA360A" w:rsidRDefault="00586DD6" w14:paraId="7C124230" w14:textId="77777777">
            <w:pPr>
              <w:rPr>
                <w:b/>
                <w:bCs/>
              </w:rPr>
            </w:pPr>
            <w:r w:rsidRPr="00586DD6">
              <w:rPr>
                <w:b/>
                <w:bCs/>
              </w:rPr>
              <w:t>Scientific Name</w:t>
            </w:r>
          </w:p>
        </w:tc>
        <w:tc>
          <w:tcPr>
            <w:tcW w:w="1992" w:type="dxa"/>
            <w:tcBorders>
              <w:top w:val="single" w:color="auto" w:sz="2" w:space="0"/>
              <w:bottom w:val="single" w:color="000000" w:sz="12" w:space="0"/>
            </w:tcBorders>
            <w:shd w:val="clear" w:color="auto" w:fill="auto"/>
          </w:tcPr>
          <w:p w:rsidRPr="00586DD6" w:rsidR="00586DD6" w:rsidP="00BA360A" w:rsidRDefault="00586DD6" w14:paraId="638229D7" w14:textId="77777777">
            <w:pPr>
              <w:rPr>
                <w:b/>
                <w:bCs/>
              </w:rPr>
            </w:pPr>
            <w:r w:rsidRPr="00586DD6">
              <w:rPr>
                <w:b/>
                <w:bCs/>
              </w:rPr>
              <w:t>Common Name</w:t>
            </w:r>
          </w:p>
        </w:tc>
        <w:tc>
          <w:tcPr>
            <w:tcW w:w="1956" w:type="dxa"/>
            <w:tcBorders>
              <w:top w:val="single" w:color="auto" w:sz="2" w:space="0"/>
              <w:bottom w:val="single" w:color="000000" w:sz="12" w:space="0"/>
            </w:tcBorders>
            <w:shd w:val="clear" w:color="auto" w:fill="auto"/>
          </w:tcPr>
          <w:p w:rsidRPr="00586DD6" w:rsidR="00586DD6" w:rsidP="00BA360A" w:rsidRDefault="00586DD6" w14:paraId="138C076F" w14:textId="77777777">
            <w:pPr>
              <w:rPr>
                <w:b/>
                <w:bCs/>
              </w:rPr>
            </w:pPr>
            <w:r w:rsidRPr="00586DD6">
              <w:rPr>
                <w:b/>
                <w:bCs/>
              </w:rPr>
              <w:t>Canopy Position</w:t>
            </w:r>
          </w:p>
        </w:tc>
      </w:tr>
      <w:tr w:rsidRPr="00586DD6" w:rsidR="00586DD6" w:rsidTr="00586DD6" w14:paraId="39FE3810" w14:textId="77777777">
        <w:tc>
          <w:tcPr>
            <w:tcW w:w="1104" w:type="dxa"/>
            <w:tcBorders>
              <w:top w:val="single" w:color="000000" w:sz="12" w:space="0"/>
            </w:tcBorders>
            <w:shd w:val="clear" w:color="auto" w:fill="auto"/>
          </w:tcPr>
          <w:p w:rsidRPr="00586DD6" w:rsidR="00586DD6" w:rsidP="00BA360A" w:rsidRDefault="00586DD6" w14:paraId="411B1AD4" w14:textId="77777777">
            <w:pPr>
              <w:rPr>
                <w:bCs/>
              </w:rPr>
            </w:pPr>
            <w:r w:rsidRPr="00586DD6">
              <w:rPr>
                <w:bCs/>
              </w:rPr>
              <w:t>POTR5</w:t>
            </w:r>
          </w:p>
        </w:tc>
        <w:tc>
          <w:tcPr>
            <w:tcW w:w="2352" w:type="dxa"/>
            <w:tcBorders>
              <w:top w:val="single" w:color="000000" w:sz="12" w:space="0"/>
            </w:tcBorders>
            <w:shd w:val="clear" w:color="auto" w:fill="auto"/>
          </w:tcPr>
          <w:p w:rsidRPr="00FF34D4" w:rsidR="00586DD6" w:rsidP="00BA360A" w:rsidRDefault="00586DD6" w14:paraId="47E10B03" w14:textId="77777777">
            <w:pPr>
              <w:rPr>
                <w:i/>
                <w:iCs/>
              </w:rPr>
            </w:pPr>
            <w:r w:rsidRPr="00FF34D4">
              <w:rPr>
                <w:i/>
                <w:iCs/>
              </w:rPr>
              <w:t>Populus tremuloides</w:t>
            </w:r>
          </w:p>
        </w:tc>
        <w:tc>
          <w:tcPr>
            <w:tcW w:w="1992" w:type="dxa"/>
            <w:tcBorders>
              <w:top w:val="single" w:color="000000" w:sz="12" w:space="0"/>
            </w:tcBorders>
            <w:shd w:val="clear" w:color="auto" w:fill="auto"/>
          </w:tcPr>
          <w:p w:rsidRPr="00586DD6" w:rsidR="00586DD6" w:rsidP="00BA360A" w:rsidRDefault="00586DD6" w14:paraId="1F703D52" w14:textId="77777777">
            <w:r w:rsidRPr="00586DD6">
              <w:t>Quaking aspen</w:t>
            </w:r>
          </w:p>
        </w:tc>
        <w:tc>
          <w:tcPr>
            <w:tcW w:w="1956" w:type="dxa"/>
            <w:tcBorders>
              <w:top w:val="single" w:color="000000" w:sz="12" w:space="0"/>
            </w:tcBorders>
            <w:shd w:val="clear" w:color="auto" w:fill="auto"/>
          </w:tcPr>
          <w:p w:rsidRPr="00586DD6" w:rsidR="00586DD6" w:rsidP="00BA360A" w:rsidRDefault="00586DD6" w14:paraId="2FED345A" w14:textId="77777777">
            <w:r w:rsidRPr="00586DD6">
              <w:t>Upper</w:t>
            </w:r>
          </w:p>
        </w:tc>
      </w:tr>
      <w:tr w:rsidRPr="00586DD6" w:rsidR="00586DD6" w:rsidTr="00586DD6" w14:paraId="7DA421EC" w14:textId="77777777">
        <w:tc>
          <w:tcPr>
            <w:tcW w:w="1104" w:type="dxa"/>
            <w:shd w:val="clear" w:color="auto" w:fill="auto"/>
          </w:tcPr>
          <w:p w:rsidRPr="00586DD6" w:rsidR="00586DD6" w:rsidP="00BA360A" w:rsidRDefault="00586DD6" w14:paraId="68B98FB5" w14:textId="77777777">
            <w:pPr>
              <w:rPr>
                <w:bCs/>
              </w:rPr>
            </w:pPr>
            <w:r w:rsidRPr="00586DD6">
              <w:rPr>
                <w:bCs/>
              </w:rPr>
              <w:t>PIGL</w:t>
            </w:r>
          </w:p>
        </w:tc>
        <w:tc>
          <w:tcPr>
            <w:tcW w:w="2352" w:type="dxa"/>
            <w:shd w:val="clear" w:color="auto" w:fill="auto"/>
          </w:tcPr>
          <w:p w:rsidRPr="00FF34D4" w:rsidR="00586DD6" w:rsidP="00BA360A" w:rsidRDefault="00586DD6" w14:paraId="31CB010D" w14:textId="77777777">
            <w:pPr>
              <w:rPr>
                <w:i/>
                <w:iCs/>
              </w:rPr>
            </w:pPr>
            <w:r w:rsidRPr="00FF34D4">
              <w:rPr>
                <w:i/>
                <w:iCs/>
              </w:rPr>
              <w:t>Picea glauca</w:t>
            </w:r>
          </w:p>
        </w:tc>
        <w:tc>
          <w:tcPr>
            <w:tcW w:w="1992" w:type="dxa"/>
            <w:shd w:val="clear" w:color="auto" w:fill="auto"/>
          </w:tcPr>
          <w:p w:rsidRPr="00586DD6" w:rsidR="00586DD6" w:rsidP="00BA360A" w:rsidRDefault="00586DD6" w14:paraId="53F41195" w14:textId="77777777">
            <w:r w:rsidRPr="00586DD6">
              <w:t>White spruce</w:t>
            </w:r>
          </w:p>
        </w:tc>
        <w:tc>
          <w:tcPr>
            <w:tcW w:w="1956" w:type="dxa"/>
            <w:shd w:val="clear" w:color="auto" w:fill="auto"/>
          </w:tcPr>
          <w:p w:rsidRPr="00586DD6" w:rsidR="00586DD6" w:rsidP="00BA360A" w:rsidRDefault="00586DD6" w14:paraId="5553745E" w14:textId="77777777">
            <w:r w:rsidRPr="00586DD6">
              <w:t>Upper</w:t>
            </w:r>
          </w:p>
        </w:tc>
      </w:tr>
      <w:tr w:rsidRPr="00586DD6" w:rsidR="00586DD6" w:rsidTr="00586DD6" w14:paraId="1A32DED4" w14:textId="77777777">
        <w:tc>
          <w:tcPr>
            <w:tcW w:w="1104" w:type="dxa"/>
            <w:shd w:val="clear" w:color="auto" w:fill="auto"/>
          </w:tcPr>
          <w:p w:rsidRPr="00586DD6" w:rsidR="00586DD6" w:rsidP="00BA360A" w:rsidRDefault="00586DD6" w14:paraId="1CB64A88" w14:textId="77777777">
            <w:pPr>
              <w:rPr>
                <w:bCs/>
              </w:rPr>
            </w:pPr>
            <w:r w:rsidRPr="00586DD6">
              <w:rPr>
                <w:bCs/>
              </w:rPr>
              <w:t>ROAC</w:t>
            </w:r>
          </w:p>
        </w:tc>
        <w:tc>
          <w:tcPr>
            <w:tcW w:w="2352" w:type="dxa"/>
            <w:shd w:val="clear" w:color="auto" w:fill="auto"/>
          </w:tcPr>
          <w:p w:rsidRPr="00FF34D4" w:rsidR="00586DD6" w:rsidP="00BA360A" w:rsidRDefault="00586DD6" w14:paraId="1855F72F" w14:textId="77777777">
            <w:pPr>
              <w:rPr>
                <w:i/>
                <w:iCs/>
              </w:rPr>
            </w:pPr>
            <w:r w:rsidRPr="00FF34D4">
              <w:rPr>
                <w:i/>
                <w:iCs/>
              </w:rPr>
              <w:t>Rosa acicularis</w:t>
            </w:r>
          </w:p>
        </w:tc>
        <w:tc>
          <w:tcPr>
            <w:tcW w:w="1992" w:type="dxa"/>
            <w:shd w:val="clear" w:color="auto" w:fill="auto"/>
          </w:tcPr>
          <w:p w:rsidRPr="00586DD6" w:rsidR="00586DD6" w:rsidP="00BA360A" w:rsidRDefault="00586DD6" w14:paraId="34F88D42" w14:textId="77777777">
            <w:r w:rsidRPr="00586DD6">
              <w:t>Prickly rose</w:t>
            </w:r>
          </w:p>
        </w:tc>
        <w:tc>
          <w:tcPr>
            <w:tcW w:w="1956" w:type="dxa"/>
            <w:shd w:val="clear" w:color="auto" w:fill="auto"/>
          </w:tcPr>
          <w:p w:rsidRPr="00586DD6" w:rsidR="00586DD6" w:rsidP="00BA360A" w:rsidRDefault="00586DD6" w14:paraId="3E4FE5E2" w14:textId="77777777">
            <w:r w:rsidRPr="00586DD6">
              <w:t>Lower</w:t>
            </w:r>
          </w:p>
        </w:tc>
      </w:tr>
      <w:tr w:rsidRPr="00586DD6" w:rsidR="00586DD6" w:rsidTr="00586DD6" w14:paraId="586F4FBF" w14:textId="77777777">
        <w:tc>
          <w:tcPr>
            <w:tcW w:w="1104" w:type="dxa"/>
            <w:shd w:val="clear" w:color="auto" w:fill="auto"/>
          </w:tcPr>
          <w:p w:rsidRPr="00586DD6" w:rsidR="00586DD6" w:rsidP="00BA360A" w:rsidRDefault="00586DD6" w14:paraId="2C9B28AF" w14:textId="77777777">
            <w:pPr>
              <w:rPr>
                <w:bCs/>
              </w:rPr>
            </w:pPr>
            <w:r w:rsidRPr="00586DD6">
              <w:rPr>
                <w:bCs/>
              </w:rPr>
              <w:t>JUCO6</w:t>
            </w:r>
          </w:p>
        </w:tc>
        <w:tc>
          <w:tcPr>
            <w:tcW w:w="2352" w:type="dxa"/>
            <w:shd w:val="clear" w:color="auto" w:fill="auto"/>
          </w:tcPr>
          <w:p w:rsidRPr="00FF34D4" w:rsidR="00586DD6" w:rsidP="00BA360A" w:rsidRDefault="00586DD6" w14:paraId="577487DB" w14:textId="77777777">
            <w:pPr>
              <w:rPr>
                <w:i/>
                <w:iCs/>
              </w:rPr>
            </w:pPr>
            <w:r w:rsidRPr="00FF34D4">
              <w:rPr>
                <w:i/>
                <w:iCs/>
              </w:rPr>
              <w:t>Juniperus communis</w:t>
            </w:r>
          </w:p>
        </w:tc>
        <w:tc>
          <w:tcPr>
            <w:tcW w:w="1992" w:type="dxa"/>
            <w:shd w:val="clear" w:color="auto" w:fill="auto"/>
          </w:tcPr>
          <w:p w:rsidRPr="00586DD6" w:rsidR="00586DD6" w:rsidP="00BA360A" w:rsidRDefault="00586DD6" w14:paraId="2C8CC4EF" w14:textId="77777777">
            <w:r w:rsidRPr="00586DD6">
              <w:t>Common juniper</w:t>
            </w:r>
          </w:p>
        </w:tc>
        <w:tc>
          <w:tcPr>
            <w:tcW w:w="1956" w:type="dxa"/>
            <w:shd w:val="clear" w:color="auto" w:fill="auto"/>
          </w:tcPr>
          <w:p w:rsidRPr="00586DD6" w:rsidR="00586DD6" w:rsidP="00BA360A" w:rsidRDefault="00586DD6" w14:paraId="2F6BDFA3" w14:textId="77777777">
            <w:r w:rsidRPr="00586DD6">
              <w:t>Lower</w:t>
            </w:r>
          </w:p>
        </w:tc>
      </w:tr>
    </w:tbl>
    <w:p w:rsidR="00586DD6" w:rsidP="00586DD6" w:rsidRDefault="00586DD6" w14:paraId="415342EE" w14:textId="77777777"/>
    <w:p w:rsidR="00586DD6" w:rsidP="00586DD6" w:rsidRDefault="00586DD6" w14:paraId="323B778F" w14:textId="77777777">
      <w:pPr>
        <w:pStyle w:val="SClassInfoPara"/>
      </w:pPr>
      <w:r>
        <w:t>Description</w:t>
      </w:r>
    </w:p>
    <w:p w:rsidR="00586DD6" w:rsidP="00586DD6" w:rsidRDefault="00586DD6" w14:paraId="58A5A8DB" w14:textId="425AA333">
      <w:r>
        <w:t xml:space="preserve">This stage is characterized by mature </w:t>
      </w:r>
      <w:r w:rsidRPr="0085421B">
        <w:rPr>
          <w:i/>
          <w:iCs/>
        </w:rPr>
        <w:t>Populus tremuloides</w:t>
      </w:r>
      <w:r>
        <w:t xml:space="preserve"> mixed with </w:t>
      </w:r>
      <w:r w:rsidRPr="0085421B">
        <w:rPr>
          <w:i/>
          <w:iCs/>
        </w:rPr>
        <w:t>Picea glauca</w:t>
      </w:r>
      <w:r>
        <w:t xml:space="preserve">. </w:t>
      </w:r>
      <w:r w:rsidRPr="0085421B">
        <w:rPr>
          <w:i/>
          <w:iCs/>
        </w:rPr>
        <w:t>Populus tremuloides</w:t>
      </w:r>
      <w:r>
        <w:t xml:space="preserve"> typically decline between 60 and 100yrs of age allowing spruce to become more dominant on some sites (Viereck et al. 1992). Aspen are generally even aged initiating from a disturbance event while spruce tend to be uneven aged and come into the stand gradually over time (Viereck et al.1992). Canopy cover can range from woodland to closed but stands tend to open up overtime. The shrubs and herbaceous species listed in </w:t>
      </w:r>
      <w:r w:rsidR="0085421B">
        <w:t>C</w:t>
      </w:r>
      <w:r>
        <w:t>lass A may still be present.</w:t>
      </w:r>
    </w:p>
    <w:p w:rsidR="00586DD6" w:rsidP="00586DD6" w:rsidRDefault="00586DD6" w14:paraId="1EF65FDE"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Mid1:ALL</w:t>
            </w:r>
          </w:p>
        </w:tc>
        <w:tc>
          <w:p>
            <w:pPr>
              <w:jc w:val="center"/>
            </w:pPr>
            <w:r>
              <w:rPr>
                <w:sz w:val="20"/>
              </w:rPr>
              <w:t>2</w:t>
            </w:r>
          </w:p>
        </w:tc>
      </w:tr>
      <w:tr>
        <w:tc>
          <w:p>
            <w:pPr>
              <w:jc w:val="center"/>
            </w:pPr>
            <w:r>
              <w:rPr>
                <w:sz w:val="20"/>
              </w:rPr>
              <w:t>Mid1:ALL</w:t>
            </w:r>
          </w:p>
        </w:tc>
        <w:tc>
          <w:p>
            <w:pPr>
              <w:jc w:val="center"/>
            </w:pPr>
            <w:r>
              <w:rPr>
                <w:sz w:val="20"/>
              </w:rPr>
              <w:t>3</w:t>
            </w:r>
          </w:p>
        </w:tc>
        <w:tc>
          <w:p>
            <w:pPr>
              <w:jc w:val="center"/>
            </w:pPr>
            <w:r>
              <w:rPr>
                <w:sz w:val="20"/>
              </w:rPr>
              <w:t>Late1:OPN</w:t>
            </w:r>
          </w:p>
        </w:tc>
        <w:tc>
          <w:p>
            <w:pPr>
              <w:jc w:val="center"/>
            </w:pPr>
            <w:r>
              <w:rPr>
                <w:sz w:val="20"/>
              </w:rPr>
              <w:t>9</w:t>
            </w:r>
          </w:p>
        </w:tc>
      </w:tr>
      <w:tr>
        <w:tc>
          <w:p>
            <w:pPr>
              <w:jc w:val="center"/>
            </w:pPr>
            <w:r>
              <w:rPr>
                <w:sz w:val="20"/>
              </w:rPr>
              <w:t>Late1:OPN</w:t>
            </w:r>
          </w:p>
        </w:tc>
        <w:tc>
          <w:p>
            <w:pPr>
              <w:jc w:val="center"/>
            </w:pPr>
            <w:r>
              <w:rPr>
                <w:sz w:val="20"/>
              </w:rPr>
              <w:t>10</w:t>
            </w:r>
          </w:p>
        </w:tc>
        <w:tc>
          <w:p>
            <w:pPr>
              <w:jc w:val="center"/>
            </w:pPr>
            <w:r>
              <w:rPr>
                <w:sz w:val="20"/>
              </w:rPr>
              <w:t>Late1:OPN</w:t>
            </w:r>
          </w:p>
        </w:tc>
        <w:tc>
          <w:p>
            <w:pPr>
              <w:jc w:val="center"/>
            </w:pPr>
            <w:r>
              <w:rPr>
                <w:sz w:val="20"/>
              </w:rPr>
              <w:t>999</w:t>
            </w:r>
          </w:p>
        </w:tc>
      </w:tr>
      <w:tr>
        <w:tc>
          <w:p>
            <w:pPr>
              <w:jc w:val="center"/>
            </w:pPr>
            <w:r>
              <w:rPr>
                <w:sz w:val="20"/>
              </w:rPr>
              <w:t>Late2:ALL</w:t>
            </w:r>
          </w:p>
        </w:tc>
        <w:tc>
          <w:p>
            <w:pPr>
              <w:jc w:val="center"/>
            </w:pPr>
            <w:r>
              <w:rPr>
                <w:sz w:val="20"/>
              </w:rPr>
              <w:t>60</w:t>
            </w:r>
          </w:p>
        </w:tc>
        <w:tc>
          <w:p>
            <w:pPr>
              <w:jc w:val="center"/>
            </w:pPr>
            <w:r>
              <w:rPr>
                <w:sz w:val="20"/>
              </w:rPr>
              <w:t>Late2:ALL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Mid1:ALL</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Late1:OPN</w:t>
            </w:r>
          </w:p>
        </w:tc>
        <w:tc>
          <w:p>
            <w:pPr>
              <w:jc w:val="center"/>
            </w:pPr>
            <w:r>
              <w:rPr>
                <w:sz w:val="20"/>
              </w:rPr>
              <w:t>Late2:ALL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Late1:OPN</w:t>
            </w:r>
          </w:p>
        </w:tc>
        <w:tc>
          <w:p>
            <w:pPr>
              <w:jc w:val="center"/>
            </w:pPr>
            <w:r>
              <w:rPr>
                <w:sz w:val="20"/>
              </w:rPr>
              <w:t>0.002</w:t>
            </w:r>
          </w:p>
        </w:tc>
        <w:tc>
          <w:p>
            <w:pPr>
              <w:jc w:val="center"/>
            </w:pPr>
            <w:r>
              <w:rPr>
                <w:sz w:val="20"/>
              </w:rPr>
              <w:t>500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Late1:OPN</w:t>
            </w:r>
          </w:p>
        </w:tc>
        <w:tc>
          <w:p>
            <w:pPr>
              <w:jc w:val="center"/>
            </w:pPr>
            <w:r>
              <w:rPr>
                <w:sz w:val="20"/>
              </w:rPr>
              <w:t>Early1:ALL</w:t>
            </w:r>
          </w:p>
        </w:tc>
        <w:tc>
          <w:p>
            <w:pPr>
              <w:jc w:val="center"/>
            </w:pPr>
            <w:r>
              <w:rPr>
                <w:sz w:val="20"/>
              </w:rPr>
              <w:t>0.0125</w:t>
            </w:r>
          </w:p>
        </w:tc>
        <w:tc>
          <w:p>
            <w:pPr>
              <w:jc w:val="center"/>
            </w:pPr>
            <w:r>
              <w:rPr>
                <w:sz w:val="20"/>
              </w:rPr>
              <w:t>80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Late2:ALL</w:t>
            </w:r>
          </w:p>
        </w:tc>
        <w:tc>
          <w:p>
            <w:pPr>
              <w:jc w:val="center"/>
            </w:pPr>
            <w:r>
              <w:rPr>
                <w:sz w:val="20"/>
              </w:rPr>
              <w:t>Late2:ALL</w:t>
            </w:r>
          </w:p>
        </w:tc>
        <w:tc>
          <w:p>
            <w:pPr>
              <w:jc w:val="center"/>
            </w:pPr>
            <w:r>
              <w:rPr>
                <w:sz w:val="20"/>
              </w:rPr>
              <w:t>0.002</w:t>
            </w:r>
          </w:p>
        </w:tc>
        <w:tc>
          <w:p>
            <w:pPr>
              <w:jc w:val="center"/>
            </w:pPr>
            <w:r>
              <w:rPr>
                <w:sz w:val="20"/>
              </w:rPr>
              <w:t>500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Late2:ALL</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Late2:ALL</w:t>
            </w:r>
          </w:p>
        </w:tc>
        <w:tc>
          <w:p>
            <w:pPr>
              <w:jc w:val="center"/>
            </w:pPr>
            <w:r>
              <w:rPr>
                <w:sz w:val="20"/>
              </w:rPr>
              <w:t>Early1:ALL</w:t>
            </w:r>
          </w:p>
        </w:tc>
        <w:tc>
          <w:p>
            <w:pPr>
              <w:jc w:val="center"/>
            </w:pPr>
            <w:r>
              <w:rPr>
                <w:sz w:val="20"/>
              </w:rPr>
              <w:t>0.0125</w:t>
            </w:r>
          </w:p>
        </w:tc>
        <w:tc>
          <w:p>
            <w:pPr>
              <w:jc w:val="center"/>
            </w:pPr>
            <w:r>
              <w:rPr>
                <w:sz w:val="20"/>
              </w:rPr>
              <w:t>80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586DD6" w:rsidP="00586DD6" w:rsidRDefault="00586DD6" w14:paraId="63226C8C" w14:textId="77777777">
      <w:r>
        <w:t>Boggs, K. and Sturdy, M. 2005. Plant associations and post-fire vegetation succession in Yukon-Charley Rivers National Preserve. Alaska Natural Heritage Program, Environment and Natural Resources Institute, University of Alaska Anchorage. Prepared For: National Park Service, Landcover Mapping Program, National Park Service-Alaska Support Office, Anchorage, AK 99501.</w:t>
      </w:r>
    </w:p>
    <w:p w:rsidR="00586DD6" w:rsidP="00586DD6" w:rsidRDefault="00586DD6" w14:paraId="3AAB11BF" w14:textId="24351210"/>
    <w:p w:rsidR="00DE3DFB" w:rsidP="00586DD6" w:rsidRDefault="00DE3DFB" w14:paraId="2302BB31" w14:textId="05DAC2E6">
      <w:r w:rsidRPr="00DE3DFB">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DE3DFB" w:rsidP="00586DD6" w:rsidRDefault="00DE3DFB" w14:paraId="3473B78A" w14:textId="77777777"/>
    <w:p w:rsidR="00586DD6" w:rsidP="00586DD6" w:rsidRDefault="00586DD6" w14:paraId="4FD4B2E3" w14:textId="77777777">
      <w:r>
        <w:t>Chapin, F.S., Oswood, M.W., Van Cleve, K., Viereck, L.A. and Verblya, D. L. (eds.) 2006. Alaska’s Changing Boreal Forest. Oxford University Press, NY. 354 pp.</w:t>
      </w:r>
    </w:p>
    <w:p w:rsidR="00586DD6" w:rsidP="00586DD6" w:rsidRDefault="00586DD6" w14:paraId="2DDF9AE3" w14:textId="77777777"/>
    <w:p w:rsidR="00586DD6" w:rsidP="00586DD6" w:rsidRDefault="00586DD6" w14:paraId="7645C9EF" w14:textId="77777777">
      <w:r>
        <w:t xml:space="preserve">NatureServe. 2008. International Ecological Classification Standard: Terrestrial Ecological Classifications. Draft Ecological Systems Description for Alaska Boreal and Sub-boreal Regions. </w:t>
      </w:r>
    </w:p>
    <w:p w:rsidR="00586DD6" w:rsidP="00586DD6" w:rsidRDefault="00586DD6" w14:paraId="6E60BCFF" w14:textId="77777777"/>
    <w:p w:rsidR="00586DD6" w:rsidP="00586DD6" w:rsidRDefault="00586DD6" w14:paraId="103F877D" w14:textId="77777777">
      <w:r>
        <w:t>Viereck et al. 1992. The Alaska vegetation classification. Pacific Northwest Research Station, USDA Forest Service, Portland, OR. Gen. Tech. Rep. PNW-GTR286. 278 pp.</w:t>
      </w:r>
    </w:p>
    <w:p w:rsidRPr="00A43E41" w:rsidR="004D5F12" w:rsidP="00586DD6" w:rsidRDefault="004D5F12" w14:paraId="703D7BD5" w14:textId="77777777"/>
    <w:sectPr w:rsidRPr="00A43E41" w:rsidR="004D5F12" w:rsidSect="00FE41C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0A989" w14:textId="77777777" w:rsidR="005931E5" w:rsidRDefault="005931E5">
      <w:r>
        <w:separator/>
      </w:r>
    </w:p>
  </w:endnote>
  <w:endnote w:type="continuationSeparator" w:id="0">
    <w:p w14:paraId="480C4DFB" w14:textId="77777777" w:rsidR="005931E5" w:rsidRDefault="00593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4D24" w14:textId="77777777" w:rsidR="00586DD6" w:rsidRDefault="00586DD6" w:rsidP="00586DD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2B750" w14:textId="77777777" w:rsidR="005931E5" w:rsidRDefault="005931E5">
      <w:r>
        <w:separator/>
      </w:r>
    </w:p>
  </w:footnote>
  <w:footnote w:type="continuationSeparator" w:id="0">
    <w:p w14:paraId="5C6E760D" w14:textId="77777777" w:rsidR="005931E5" w:rsidRDefault="00593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A879" w14:textId="77777777" w:rsidR="00A43E41" w:rsidRDefault="00A43E41" w:rsidP="00586DD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57763042">
    <w:abstractNumId w:val="0"/>
  </w:num>
  <w:num w:numId="2" w16cid:durableId="10647657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6DD6"/>
    <w:rsid w:val="0003202F"/>
    <w:rsid w:val="0004797F"/>
    <w:rsid w:val="00077A85"/>
    <w:rsid w:val="00097251"/>
    <w:rsid w:val="000A2F18"/>
    <w:rsid w:val="000D1E1C"/>
    <w:rsid w:val="000E1EC5"/>
    <w:rsid w:val="000E759B"/>
    <w:rsid w:val="00110079"/>
    <w:rsid w:val="00117805"/>
    <w:rsid w:val="00174486"/>
    <w:rsid w:val="001756C4"/>
    <w:rsid w:val="001824B8"/>
    <w:rsid w:val="00196C68"/>
    <w:rsid w:val="001A5277"/>
    <w:rsid w:val="001A6573"/>
    <w:rsid w:val="001B3DD4"/>
    <w:rsid w:val="001E43F5"/>
    <w:rsid w:val="002206B7"/>
    <w:rsid w:val="00220975"/>
    <w:rsid w:val="00242A9C"/>
    <w:rsid w:val="00247252"/>
    <w:rsid w:val="00257325"/>
    <w:rsid w:val="00264041"/>
    <w:rsid w:val="00272B25"/>
    <w:rsid w:val="002844CD"/>
    <w:rsid w:val="00292706"/>
    <w:rsid w:val="002A69B2"/>
    <w:rsid w:val="002E41A1"/>
    <w:rsid w:val="00300000"/>
    <w:rsid w:val="0031662A"/>
    <w:rsid w:val="003172E2"/>
    <w:rsid w:val="00317DE0"/>
    <w:rsid w:val="00320910"/>
    <w:rsid w:val="003319D8"/>
    <w:rsid w:val="003C703C"/>
    <w:rsid w:val="003F322E"/>
    <w:rsid w:val="00414DA8"/>
    <w:rsid w:val="00424E99"/>
    <w:rsid w:val="0042550C"/>
    <w:rsid w:val="0042737A"/>
    <w:rsid w:val="00447BAA"/>
    <w:rsid w:val="00452B5E"/>
    <w:rsid w:val="00455D4C"/>
    <w:rsid w:val="00476F39"/>
    <w:rsid w:val="00491F12"/>
    <w:rsid w:val="00495535"/>
    <w:rsid w:val="004D5F12"/>
    <w:rsid w:val="004D7DCF"/>
    <w:rsid w:val="004E0A93"/>
    <w:rsid w:val="004E7DB5"/>
    <w:rsid w:val="005035F5"/>
    <w:rsid w:val="00503C61"/>
    <w:rsid w:val="00507760"/>
    <w:rsid w:val="00513848"/>
    <w:rsid w:val="00513AFB"/>
    <w:rsid w:val="0052386E"/>
    <w:rsid w:val="00523A69"/>
    <w:rsid w:val="00530D3E"/>
    <w:rsid w:val="00537D33"/>
    <w:rsid w:val="0054090D"/>
    <w:rsid w:val="005446EB"/>
    <w:rsid w:val="00557492"/>
    <w:rsid w:val="00586DD6"/>
    <w:rsid w:val="005931E5"/>
    <w:rsid w:val="005A6A5A"/>
    <w:rsid w:val="005B1DDE"/>
    <w:rsid w:val="005C7A42"/>
    <w:rsid w:val="005D242C"/>
    <w:rsid w:val="005E6650"/>
    <w:rsid w:val="005F3253"/>
    <w:rsid w:val="00605473"/>
    <w:rsid w:val="00616941"/>
    <w:rsid w:val="00621C0C"/>
    <w:rsid w:val="0064685E"/>
    <w:rsid w:val="00646981"/>
    <w:rsid w:val="006B72DD"/>
    <w:rsid w:val="006E57D4"/>
    <w:rsid w:val="006F39FC"/>
    <w:rsid w:val="00706BE6"/>
    <w:rsid w:val="00722B5D"/>
    <w:rsid w:val="00740E0B"/>
    <w:rsid w:val="00747459"/>
    <w:rsid w:val="00755D51"/>
    <w:rsid w:val="007742B4"/>
    <w:rsid w:val="007A721A"/>
    <w:rsid w:val="007B5284"/>
    <w:rsid w:val="007C7863"/>
    <w:rsid w:val="007F39A4"/>
    <w:rsid w:val="008144FE"/>
    <w:rsid w:val="00820371"/>
    <w:rsid w:val="00821A9F"/>
    <w:rsid w:val="0083018E"/>
    <w:rsid w:val="0084119C"/>
    <w:rsid w:val="00850C8E"/>
    <w:rsid w:val="0085421B"/>
    <w:rsid w:val="00866928"/>
    <w:rsid w:val="008779C3"/>
    <w:rsid w:val="008F01B1"/>
    <w:rsid w:val="00901CA2"/>
    <w:rsid w:val="00907797"/>
    <w:rsid w:val="009312F0"/>
    <w:rsid w:val="00945DBA"/>
    <w:rsid w:val="00966095"/>
    <w:rsid w:val="00986A7A"/>
    <w:rsid w:val="009B03E6"/>
    <w:rsid w:val="009B232E"/>
    <w:rsid w:val="009D25CD"/>
    <w:rsid w:val="009D674B"/>
    <w:rsid w:val="009E0DB5"/>
    <w:rsid w:val="009E6357"/>
    <w:rsid w:val="009F2255"/>
    <w:rsid w:val="009F5F8E"/>
    <w:rsid w:val="00A16194"/>
    <w:rsid w:val="00A2487F"/>
    <w:rsid w:val="00A2791D"/>
    <w:rsid w:val="00A309E2"/>
    <w:rsid w:val="00A31C0D"/>
    <w:rsid w:val="00A36D75"/>
    <w:rsid w:val="00A43E41"/>
    <w:rsid w:val="00A6020D"/>
    <w:rsid w:val="00AB3795"/>
    <w:rsid w:val="00AC2383"/>
    <w:rsid w:val="00AE23F5"/>
    <w:rsid w:val="00AE5E73"/>
    <w:rsid w:val="00AF1CDE"/>
    <w:rsid w:val="00AF1E11"/>
    <w:rsid w:val="00AF4B2B"/>
    <w:rsid w:val="00B12793"/>
    <w:rsid w:val="00B30030"/>
    <w:rsid w:val="00B44A3C"/>
    <w:rsid w:val="00B84C7B"/>
    <w:rsid w:val="00BB6448"/>
    <w:rsid w:val="00BC14B6"/>
    <w:rsid w:val="00BC7765"/>
    <w:rsid w:val="00BE3D75"/>
    <w:rsid w:val="00C06A93"/>
    <w:rsid w:val="00C07F5E"/>
    <w:rsid w:val="00C50B12"/>
    <w:rsid w:val="00C5204F"/>
    <w:rsid w:val="00C60B4C"/>
    <w:rsid w:val="00C66E45"/>
    <w:rsid w:val="00C827A9"/>
    <w:rsid w:val="00CA0BB9"/>
    <w:rsid w:val="00CA1418"/>
    <w:rsid w:val="00CD4E41"/>
    <w:rsid w:val="00CD5569"/>
    <w:rsid w:val="00CD6118"/>
    <w:rsid w:val="00CD68F6"/>
    <w:rsid w:val="00CE79FF"/>
    <w:rsid w:val="00CF2056"/>
    <w:rsid w:val="00D060DC"/>
    <w:rsid w:val="00D16916"/>
    <w:rsid w:val="00D178C7"/>
    <w:rsid w:val="00D306FA"/>
    <w:rsid w:val="00D367FB"/>
    <w:rsid w:val="00D37594"/>
    <w:rsid w:val="00D46D39"/>
    <w:rsid w:val="00D47A93"/>
    <w:rsid w:val="00D52C2E"/>
    <w:rsid w:val="00D534D2"/>
    <w:rsid w:val="00D553D0"/>
    <w:rsid w:val="00D62775"/>
    <w:rsid w:val="00D81349"/>
    <w:rsid w:val="00D92158"/>
    <w:rsid w:val="00D95971"/>
    <w:rsid w:val="00DA63B1"/>
    <w:rsid w:val="00DA6D5E"/>
    <w:rsid w:val="00DB16CA"/>
    <w:rsid w:val="00DC0D7F"/>
    <w:rsid w:val="00DC4BA7"/>
    <w:rsid w:val="00DD3902"/>
    <w:rsid w:val="00DE0F2D"/>
    <w:rsid w:val="00DE3DFB"/>
    <w:rsid w:val="00DE40A7"/>
    <w:rsid w:val="00DE7AB5"/>
    <w:rsid w:val="00DF0616"/>
    <w:rsid w:val="00DF13FD"/>
    <w:rsid w:val="00E109E9"/>
    <w:rsid w:val="00E24D34"/>
    <w:rsid w:val="00E3689A"/>
    <w:rsid w:val="00E50BB8"/>
    <w:rsid w:val="00E61C50"/>
    <w:rsid w:val="00E7520B"/>
    <w:rsid w:val="00EB2776"/>
    <w:rsid w:val="00EC4A14"/>
    <w:rsid w:val="00EC5CE9"/>
    <w:rsid w:val="00EF02EA"/>
    <w:rsid w:val="00F43204"/>
    <w:rsid w:val="00F67DC1"/>
    <w:rsid w:val="00F86C13"/>
    <w:rsid w:val="00F948F2"/>
    <w:rsid w:val="00FE2EE9"/>
    <w:rsid w:val="00FE3B73"/>
    <w:rsid w:val="00FE41CA"/>
    <w:rsid w:val="00FE6871"/>
    <w:rsid w:val="00FF0FAC"/>
    <w:rsid w:val="00FF3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1960B"/>
  <w15:docId w15:val="{CB31552D-961C-4A95-BDB9-E62B3C0D4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317DE0"/>
    <w:pPr>
      <w:ind w:left="720"/>
    </w:pPr>
    <w:rPr>
      <w:rFonts w:ascii="Calibri" w:eastAsia="Calibri" w:hAnsi="Calibri"/>
      <w:sz w:val="22"/>
      <w:szCs w:val="22"/>
    </w:rPr>
  </w:style>
  <w:style w:type="table" w:styleId="TableGrid">
    <w:name w:val="Table Grid"/>
    <w:basedOn w:val="TableNormal"/>
    <w:uiPriority w:val="59"/>
    <w:rsid w:val="00317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247252"/>
    <w:rPr>
      <w:sz w:val="16"/>
      <w:szCs w:val="16"/>
    </w:rPr>
  </w:style>
  <w:style w:type="paragraph" w:styleId="CommentText">
    <w:name w:val="annotation text"/>
    <w:basedOn w:val="Normal"/>
    <w:link w:val="CommentTextChar"/>
    <w:uiPriority w:val="99"/>
    <w:semiHidden/>
    <w:unhideWhenUsed/>
    <w:rsid w:val="00247252"/>
    <w:rPr>
      <w:sz w:val="20"/>
      <w:szCs w:val="20"/>
    </w:rPr>
  </w:style>
  <w:style w:type="character" w:customStyle="1" w:styleId="CommentTextChar">
    <w:name w:val="Comment Text Char"/>
    <w:basedOn w:val="DefaultParagraphFont"/>
    <w:link w:val="CommentText"/>
    <w:uiPriority w:val="99"/>
    <w:semiHidden/>
    <w:rsid w:val="00247252"/>
  </w:style>
  <w:style w:type="paragraph" w:styleId="CommentSubject">
    <w:name w:val="annotation subject"/>
    <w:basedOn w:val="CommentText"/>
    <w:next w:val="CommentText"/>
    <w:link w:val="CommentSubjectChar"/>
    <w:uiPriority w:val="99"/>
    <w:semiHidden/>
    <w:unhideWhenUsed/>
    <w:rsid w:val="00247252"/>
    <w:rPr>
      <w:b/>
      <w:bCs/>
    </w:rPr>
  </w:style>
  <w:style w:type="character" w:customStyle="1" w:styleId="CommentSubjectChar">
    <w:name w:val="Comment Subject Char"/>
    <w:link w:val="CommentSubject"/>
    <w:uiPriority w:val="99"/>
    <w:semiHidden/>
    <w:rsid w:val="00247252"/>
    <w:rPr>
      <w:b/>
      <w:bCs/>
    </w:rPr>
  </w:style>
  <w:style w:type="character" w:styleId="Hyperlink">
    <w:name w:val="Hyperlink"/>
    <w:uiPriority w:val="99"/>
    <w:unhideWhenUsed/>
    <w:rsid w:val="00523A69"/>
    <w:rPr>
      <w:color w:val="0000FF"/>
      <w:u w:val="single"/>
    </w:rPr>
  </w:style>
  <w:style w:type="character" w:styleId="UnresolvedMention">
    <w:name w:val="Unresolved Mention"/>
    <w:uiPriority w:val="99"/>
    <w:semiHidden/>
    <w:unhideWhenUsed/>
    <w:rsid w:val="00523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70038">
      <w:bodyDiv w:val="1"/>
      <w:marLeft w:val="0"/>
      <w:marRight w:val="0"/>
      <w:marTop w:val="0"/>
      <w:marBottom w:val="0"/>
      <w:divBdr>
        <w:top w:val="none" w:sz="0" w:space="0" w:color="auto"/>
        <w:left w:val="none" w:sz="0" w:space="0" w:color="auto"/>
        <w:bottom w:val="none" w:sz="0" w:space="0" w:color="auto"/>
        <w:right w:val="none" w:sz="0" w:space="0" w:color="auto"/>
      </w:divBdr>
    </w:div>
    <w:div w:id="198126316">
      <w:bodyDiv w:val="1"/>
      <w:marLeft w:val="0"/>
      <w:marRight w:val="0"/>
      <w:marTop w:val="0"/>
      <w:marBottom w:val="0"/>
      <w:divBdr>
        <w:top w:val="none" w:sz="0" w:space="0" w:color="auto"/>
        <w:left w:val="none" w:sz="0" w:space="0" w:color="auto"/>
        <w:bottom w:val="none" w:sz="0" w:space="0" w:color="auto"/>
        <w:right w:val="none" w:sz="0" w:space="0" w:color="auto"/>
      </w:divBdr>
    </w:div>
    <w:div w:id="387649270">
      <w:bodyDiv w:val="1"/>
      <w:marLeft w:val="0"/>
      <w:marRight w:val="0"/>
      <w:marTop w:val="0"/>
      <w:marBottom w:val="0"/>
      <w:divBdr>
        <w:top w:val="none" w:sz="0" w:space="0" w:color="auto"/>
        <w:left w:val="none" w:sz="0" w:space="0" w:color="auto"/>
        <w:bottom w:val="none" w:sz="0" w:space="0" w:color="auto"/>
        <w:right w:val="none" w:sz="0" w:space="0" w:color="auto"/>
      </w:divBdr>
    </w:div>
    <w:div w:id="704597772">
      <w:bodyDiv w:val="1"/>
      <w:marLeft w:val="0"/>
      <w:marRight w:val="0"/>
      <w:marTop w:val="0"/>
      <w:marBottom w:val="0"/>
      <w:divBdr>
        <w:top w:val="none" w:sz="0" w:space="0" w:color="auto"/>
        <w:left w:val="none" w:sz="0" w:space="0" w:color="auto"/>
        <w:bottom w:val="none" w:sz="0" w:space="0" w:color="auto"/>
        <w:right w:val="none" w:sz="0" w:space="0" w:color="auto"/>
      </w:divBdr>
    </w:div>
    <w:div w:id="1152410488">
      <w:bodyDiv w:val="1"/>
      <w:marLeft w:val="0"/>
      <w:marRight w:val="0"/>
      <w:marTop w:val="0"/>
      <w:marBottom w:val="0"/>
      <w:divBdr>
        <w:top w:val="none" w:sz="0" w:space="0" w:color="auto"/>
        <w:left w:val="none" w:sz="0" w:space="0" w:color="auto"/>
        <w:bottom w:val="none" w:sz="0" w:space="0" w:color="auto"/>
        <w:right w:val="none" w:sz="0" w:space="0" w:color="auto"/>
      </w:divBdr>
    </w:div>
    <w:div w:id="1163473135">
      <w:bodyDiv w:val="1"/>
      <w:marLeft w:val="0"/>
      <w:marRight w:val="0"/>
      <w:marTop w:val="0"/>
      <w:marBottom w:val="0"/>
      <w:divBdr>
        <w:top w:val="none" w:sz="0" w:space="0" w:color="auto"/>
        <w:left w:val="none" w:sz="0" w:space="0" w:color="auto"/>
        <w:bottom w:val="none" w:sz="0" w:space="0" w:color="auto"/>
        <w:right w:val="none" w:sz="0" w:space="0" w:color="auto"/>
      </w:divBdr>
    </w:div>
    <w:div w:id="186328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6669BB47-1832-4892-A700-429552641E18}">
  <ds:schemaRefs>
    <ds:schemaRef ds:uri="http://schemas.openxmlformats.org/officeDocument/2006/bibliography"/>
  </ds:schemaRefs>
</ds:datastoreItem>
</file>

<file path=customXml/itemProps2.xml><?xml version="1.0" encoding="utf-8"?>
<ds:datastoreItem xmlns:ds="http://schemas.openxmlformats.org/officeDocument/2006/customXml" ds:itemID="{CE77F2E8-DBF9-4CF0-A0AE-907D1F94301E}"/>
</file>

<file path=customXml/itemProps3.xml><?xml version="1.0" encoding="utf-8"?>
<ds:datastoreItem xmlns:ds="http://schemas.openxmlformats.org/officeDocument/2006/customXml" ds:itemID="{4B238420-9B1A-457E-9F2A-96D508863464}"/>
</file>

<file path=customXml/itemProps4.xml><?xml version="1.0" encoding="utf-8"?>
<ds:datastoreItem xmlns:ds="http://schemas.openxmlformats.org/officeDocument/2006/customXml" ds:itemID="{12E3D4C2-D999-47D5-B801-E291E8C6E8D6}"/>
</file>

<file path=docProps/app.xml><?xml version="1.0" encoding="utf-8"?>
<Properties xmlns="http://schemas.openxmlformats.org/officeDocument/2006/extended-properties" xmlns:vt="http://schemas.openxmlformats.org/officeDocument/2006/docPropsVTypes">
  <Template>Report_Template</Template>
  <TotalTime>33</TotalTime>
  <Pages>5</Pages>
  <Words>1528</Words>
  <Characters>8712</Characters>
  <Application>Microsoft Office Word</Application>
  <DocSecurity>0</DocSecurity>
  <Lines>72</Lines>
  <Paragraphs>20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16061</vt:lpstr>
      <vt:lpstr>Western North American Boreal Dry Aspen-Steppe Bluff - Lower Elevations</vt:lpstr>
      <vt:lpstr>Succession Classes</vt:lpstr>
    </vt:vector>
  </TitlesOfParts>
  <Company>USDA Forest Service</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24</cp:revision>
  <cp:lastPrinted>1900-01-01T09:00:00Z</cp:lastPrinted>
  <dcterms:created xsi:type="dcterms:W3CDTF">2022-04-18T19:11:00Z</dcterms:created>
  <dcterms:modified xsi:type="dcterms:W3CDTF">2024-09-27T18:13:00Z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