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4A62" w:rsidP="00D74A62" w:rsidRDefault="00D74A62" w14:paraId="1556C2BF" w14:textId="4DBEE2B7">
      <w:pPr>
        <w:pStyle w:val="BpSTitle"/>
      </w:pPr>
      <w:r>
        <w:t>16050</w:t>
      </w:r>
    </w:p>
    <w:p w:rsidR="00D74A62" w:rsidP="00D74A62" w:rsidRDefault="00D74A62" w14:paraId="3C79CBF7" w14:textId="77777777">
      <w:pPr>
        <w:pStyle w:val="BpSTitle"/>
      </w:pPr>
      <w:r>
        <w:t>Western North American Boreal Mesic Birch-Aspen Forest</w:t>
      </w:r>
    </w:p>
    <w:p w:rsidR="00D74A62" w:rsidP="00F713F3" w:rsidRDefault="00D74A62" w14:paraId="3C4B98B5" w14:textId="2436555E">
      <w:pPr>
        <w:spacing w:after="240"/>
      </w:pPr>
      <w:r>
        <w:t xmlns:w="http://schemas.openxmlformats.org/wordprocessingml/2006/main">BpS Model/Description Version: Nov. 2024</w:t>
      </w:r>
      <w:r>
        <w:tab/>
      </w:r>
      <w:r>
        <w:tab/>
      </w:r>
      <w:r>
        <w:tab/>
      </w:r>
      <w:r>
        <w:tab/>
      </w:r>
      <w:r>
        <w:tab/>
      </w:r>
      <w:r>
        <w:tab/>
      </w:r>
      <w:r>
        <w:tab/>
      </w:r>
    </w:p>
    <w:tbl>
      <w:tblPr>
        <w:tblW w:w="979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5"/>
        <w:gridCol w:w="3330"/>
        <w:gridCol w:w="1440"/>
        <w:gridCol w:w="2970"/>
      </w:tblGrid>
      <w:tr w:rsidRPr="00D74A62" w:rsidR="00D74A62" w:rsidTr="00EE627B" w14:paraId="34EFD333" w14:textId="77777777">
        <w:tc>
          <w:tcPr>
            <w:tcW w:w="2055" w:type="dxa"/>
            <w:tcBorders>
              <w:top w:val="single" w:color="auto" w:sz="2" w:space="0"/>
              <w:left w:val="single" w:color="auto" w:sz="12" w:space="0"/>
              <w:bottom w:val="single" w:color="000000" w:sz="12" w:space="0"/>
            </w:tcBorders>
            <w:shd w:val="clear" w:color="auto" w:fill="auto"/>
          </w:tcPr>
          <w:p w:rsidRPr="00D74A62" w:rsidR="00D74A62" w:rsidP="0071005E" w:rsidRDefault="00D74A62" w14:paraId="3B2E217C" w14:textId="77777777">
            <w:pPr>
              <w:rPr>
                <w:b/>
                <w:bCs/>
              </w:rPr>
            </w:pPr>
            <w:r w:rsidRPr="00D74A62">
              <w:rPr>
                <w:b/>
                <w:bCs/>
              </w:rPr>
              <w:t>Modelers</w:t>
            </w:r>
          </w:p>
        </w:tc>
        <w:tc>
          <w:tcPr>
            <w:tcW w:w="3330" w:type="dxa"/>
            <w:tcBorders>
              <w:top w:val="single" w:color="auto" w:sz="2" w:space="0"/>
              <w:bottom w:val="single" w:color="000000" w:sz="12" w:space="0"/>
              <w:right w:val="single" w:color="000000" w:sz="12" w:space="0"/>
            </w:tcBorders>
            <w:shd w:val="clear" w:color="auto" w:fill="auto"/>
          </w:tcPr>
          <w:p w:rsidRPr="00D74A62" w:rsidR="00D74A62" w:rsidP="0071005E" w:rsidRDefault="00D74A62" w14:paraId="73C761B1" w14:textId="77777777">
            <w:pPr>
              <w:rPr>
                <w:b/>
                <w:bCs/>
              </w:rPr>
            </w:pPr>
          </w:p>
        </w:tc>
        <w:tc>
          <w:tcPr>
            <w:tcW w:w="1440" w:type="dxa"/>
            <w:tcBorders>
              <w:top w:val="single" w:color="auto" w:sz="2" w:space="0"/>
              <w:left w:val="single" w:color="000000" w:sz="12" w:space="0"/>
              <w:bottom w:val="single" w:color="000000" w:sz="12" w:space="0"/>
            </w:tcBorders>
            <w:shd w:val="clear" w:color="auto" w:fill="auto"/>
          </w:tcPr>
          <w:p w:rsidRPr="00D74A62" w:rsidR="00D74A62" w:rsidP="0071005E" w:rsidRDefault="00D74A62" w14:paraId="42FBC6BA" w14:textId="77777777">
            <w:pPr>
              <w:rPr>
                <w:b/>
                <w:bCs/>
              </w:rPr>
            </w:pPr>
            <w:r w:rsidRPr="00D74A62">
              <w:rPr>
                <w:b/>
                <w:bCs/>
              </w:rPr>
              <w:t>Reviewers</w:t>
            </w:r>
          </w:p>
        </w:tc>
        <w:tc>
          <w:tcPr>
            <w:tcW w:w="2970" w:type="dxa"/>
            <w:tcBorders>
              <w:top w:val="single" w:color="auto" w:sz="2" w:space="0"/>
              <w:bottom w:val="single" w:color="000000" w:sz="12" w:space="0"/>
            </w:tcBorders>
            <w:shd w:val="clear" w:color="auto" w:fill="auto"/>
          </w:tcPr>
          <w:p w:rsidRPr="00D74A62" w:rsidR="00D74A62" w:rsidP="0071005E" w:rsidRDefault="00D74A62" w14:paraId="50039820" w14:textId="77777777">
            <w:pPr>
              <w:rPr>
                <w:b/>
                <w:bCs/>
              </w:rPr>
            </w:pPr>
          </w:p>
        </w:tc>
      </w:tr>
      <w:tr w:rsidRPr="00D74A62" w:rsidR="00D74A62" w:rsidTr="00EE627B" w14:paraId="053791FE" w14:textId="77777777">
        <w:tc>
          <w:tcPr>
            <w:tcW w:w="2055" w:type="dxa"/>
            <w:tcBorders>
              <w:top w:val="single" w:color="000000" w:sz="12" w:space="0"/>
              <w:left w:val="single" w:color="auto" w:sz="12" w:space="0"/>
            </w:tcBorders>
            <w:shd w:val="clear" w:color="auto" w:fill="auto"/>
          </w:tcPr>
          <w:p w:rsidRPr="00D74A62" w:rsidR="00D74A62" w:rsidP="0071005E" w:rsidRDefault="00D74A62" w14:paraId="6F86219E" w14:textId="77777777">
            <w:pPr>
              <w:rPr>
                <w:bCs/>
              </w:rPr>
            </w:pPr>
            <w:r w:rsidRPr="00D74A62">
              <w:rPr>
                <w:bCs/>
              </w:rPr>
              <w:t>Michelle Schuman</w:t>
            </w:r>
          </w:p>
        </w:tc>
        <w:tc>
          <w:tcPr>
            <w:tcW w:w="3330" w:type="dxa"/>
            <w:tcBorders>
              <w:top w:val="single" w:color="000000" w:sz="12" w:space="0"/>
              <w:right w:val="single" w:color="000000" w:sz="12" w:space="0"/>
            </w:tcBorders>
            <w:shd w:val="clear" w:color="auto" w:fill="auto"/>
          </w:tcPr>
          <w:p w:rsidRPr="00D74A62" w:rsidR="00D74A62" w:rsidP="0071005E" w:rsidRDefault="00D74A62" w14:paraId="07C49F4A" w14:textId="77777777">
            <w:r w:rsidRPr="00D74A62">
              <w:t>michelle.schuman@ak.usda.gov</w:t>
            </w:r>
          </w:p>
        </w:tc>
        <w:tc>
          <w:tcPr>
            <w:tcW w:w="1440" w:type="dxa"/>
            <w:tcBorders>
              <w:top w:val="single" w:color="000000" w:sz="12" w:space="0"/>
              <w:left w:val="single" w:color="000000" w:sz="12" w:space="0"/>
            </w:tcBorders>
            <w:shd w:val="clear" w:color="auto" w:fill="auto"/>
          </w:tcPr>
          <w:p w:rsidRPr="00D74A62" w:rsidR="00D74A62" w:rsidP="0071005E" w:rsidRDefault="00D74A62" w14:paraId="1D1F9B26" w14:textId="77777777">
            <w:r w:rsidRPr="00D74A62">
              <w:t>Will Putnam</w:t>
            </w:r>
          </w:p>
        </w:tc>
        <w:tc>
          <w:tcPr>
            <w:tcW w:w="2970" w:type="dxa"/>
            <w:tcBorders>
              <w:top w:val="single" w:color="000000" w:sz="12" w:space="0"/>
            </w:tcBorders>
            <w:shd w:val="clear" w:color="auto" w:fill="auto"/>
          </w:tcPr>
          <w:p w:rsidRPr="00D74A62" w:rsidR="00D74A62" w:rsidP="0071005E" w:rsidRDefault="00D74A62" w14:paraId="608FBC4C" w14:textId="77777777">
            <w:r w:rsidRPr="00D74A62">
              <w:t>wputman@tananachiefs.org</w:t>
            </w:r>
          </w:p>
        </w:tc>
      </w:tr>
      <w:tr w:rsidRPr="00D74A62" w:rsidR="00D74A62" w:rsidTr="00EE627B" w14:paraId="576A73E1" w14:textId="77777777">
        <w:tc>
          <w:tcPr>
            <w:tcW w:w="2055" w:type="dxa"/>
            <w:tcBorders>
              <w:left w:val="single" w:color="auto" w:sz="12" w:space="0"/>
            </w:tcBorders>
            <w:shd w:val="clear" w:color="auto" w:fill="auto"/>
          </w:tcPr>
          <w:p w:rsidRPr="00D74A62" w:rsidR="00D74A62" w:rsidP="0071005E" w:rsidRDefault="00D74A62" w14:paraId="3FE883B5" w14:textId="77777777">
            <w:pPr>
              <w:rPr>
                <w:bCs/>
              </w:rPr>
            </w:pPr>
            <w:r w:rsidRPr="00D74A62">
              <w:rPr>
                <w:bCs/>
              </w:rPr>
              <w:t>Mitch Michaud</w:t>
            </w:r>
          </w:p>
        </w:tc>
        <w:tc>
          <w:tcPr>
            <w:tcW w:w="3330" w:type="dxa"/>
            <w:tcBorders>
              <w:right w:val="single" w:color="000000" w:sz="12" w:space="0"/>
            </w:tcBorders>
            <w:shd w:val="clear" w:color="auto" w:fill="auto"/>
          </w:tcPr>
          <w:p w:rsidRPr="00D74A62" w:rsidR="00D74A62" w:rsidP="0071005E" w:rsidRDefault="00D74A62" w14:paraId="561186B4" w14:textId="77777777">
            <w:r w:rsidRPr="00D74A62">
              <w:t>mitch.michaud@ak.usda.gov</w:t>
            </w:r>
          </w:p>
        </w:tc>
        <w:tc>
          <w:tcPr>
            <w:tcW w:w="1440" w:type="dxa"/>
            <w:tcBorders>
              <w:left w:val="single" w:color="000000" w:sz="12" w:space="0"/>
            </w:tcBorders>
            <w:shd w:val="clear" w:color="auto" w:fill="auto"/>
          </w:tcPr>
          <w:p w:rsidRPr="00D74A62" w:rsidR="00D74A62" w:rsidP="0071005E" w:rsidRDefault="00D74A62" w14:paraId="796979F5" w14:textId="77777777">
            <w:r w:rsidRPr="00D74A62">
              <w:t>None</w:t>
            </w:r>
          </w:p>
        </w:tc>
        <w:tc>
          <w:tcPr>
            <w:tcW w:w="2970" w:type="dxa"/>
            <w:shd w:val="clear" w:color="auto" w:fill="auto"/>
          </w:tcPr>
          <w:p w:rsidRPr="00D74A62" w:rsidR="00D74A62" w:rsidP="0071005E" w:rsidRDefault="00D74A62" w14:paraId="5E78B2A6" w14:textId="77777777">
            <w:r w:rsidRPr="00D74A62">
              <w:t>None</w:t>
            </w:r>
          </w:p>
        </w:tc>
      </w:tr>
      <w:tr w:rsidRPr="00D74A62" w:rsidR="00D74A62" w:rsidTr="00EE627B" w14:paraId="466EB99C" w14:textId="77777777">
        <w:tc>
          <w:tcPr>
            <w:tcW w:w="2055" w:type="dxa"/>
            <w:tcBorders>
              <w:left w:val="single" w:color="auto" w:sz="12" w:space="0"/>
              <w:bottom w:val="single" w:color="auto" w:sz="2" w:space="0"/>
            </w:tcBorders>
            <w:shd w:val="clear" w:color="auto" w:fill="auto"/>
          </w:tcPr>
          <w:p w:rsidRPr="00D74A62" w:rsidR="00D74A62" w:rsidP="0071005E" w:rsidRDefault="00D74A62" w14:paraId="29EC55F5" w14:textId="77777777">
            <w:pPr>
              <w:rPr>
                <w:bCs/>
              </w:rPr>
            </w:pPr>
            <w:r w:rsidRPr="00D74A62">
              <w:rPr>
                <w:bCs/>
              </w:rPr>
              <w:t>Kori Blankenship</w:t>
            </w:r>
          </w:p>
        </w:tc>
        <w:tc>
          <w:tcPr>
            <w:tcW w:w="3330" w:type="dxa"/>
            <w:tcBorders>
              <w:right w:val="single" w:color="000000" w:sz="12" w:space="0"/>
            </w:tcBorders>
            <w:shd w:val="clear" w:color="auto" w:fill="auto"/>
          </w:tcPr>
          <w:p w:rsidRPr="00D74A62" w:rsidR="00D74A62" w:rsidP="0071005E" w:rsidRDefault="00D74A62" w14:paraId="6AAA5BF6" w14:textId="77777777">
            <w:r w:rsidRPr="00D74A62">
              <w:t>kblankenship@tnc.org</w:t>
            </w:r>
          </w:p>
        </w:tc>
        <w:tc>
          <w:tcPr>
            <w:tcW w:w="1440" w:type="dxa"/>
            <w:tcBorders>
              <w:left w:val="single" w:color="000000" w:sz="12" w:space="0"/>
              <w:bottom w:val="single" w:color="auto" w:sz="2" w:space="0"/>
            </w:tcBorders>
            <w:shd w:val="clear" w:color="auto" w:fill="auto"/>
          </w:tcPr>
          <w:p w:rsidRPr="00D74A62" w:rsidR="00D74A62" w:rsidP="0071005E" w:rsidRDefault="00D74A62" w14:paraId="2496E2E8" w14:textId="77777777">
            <w:r w:rsidRPr="00D74A62">
              <w:t>None</w:t>
            </w:r>
          </w:p>
        </w:tc>
        <w:tc>
          <w:tcPr>
            <w:tcW w:w="2970" w:type="dxa"/>
            <w:shd w:val="clear" w:color="auto" w:fill="auto"/>
          </w:tcPr>
          <w:p w:rsidRPr="00D74A62" w:rsidR="00D74A62" w:rsidP="0071005E" w:rsidRDefault="00D74A62" w14:paraId="4B8B9F65" w14:textId="77777777">
            <w:r w:rsidRPr="00D74A62">
              <w:t>None</w:t>
            </w:r>
          </w:p>
        </w:tc>
      </w:tr>
    </w:tbl>
    <w:p w:rsidRPr="00D21191" w:rsidR="00D21191" w:rsidP="00D74A62" w:rsidRDefault="00D21191" w14:paraId="6BFA9971" w14:textId="535954FD">
      <w:pPr>
        <w:pStyle w:val="InfoPara"/>
        <w:rPr>
          <w:b w:val="0"/>
        </w:rPr>
      </w:pPr>
      <w:r>
        <w:t>Reviewer:</w:t>
      </w:r>
      <w:r>
        <w:rPr>
          <w:b w:val="0"/>
        </w:rPr>
        <w:t xml:space="preserve"> </w:t>
      </w:r>
      <w:r w:rsidR="00BA4883">
        <w:rPr>
          <w:b w:val="0"/>
        </w:rPr>
        <w:t xml:space="preserve">Phillip Barber, </w:t>
      </w:r>
      <w:r>
        <w:rPr>
          <w:b w:val="0"/>
        </w:rPr>
        <w:t>Janet Fryer</w:t>
      </w:r>
      <w:r w:rsidR="00BA4883">
        <w:rPr>
          <w:b w:val="0"/>
        </w:rPr>
        <w:t>, and Beth Schulz</w:t>
      </w:r>
    </w:p>
    <w:p w:rsidR="00D74A62" w:rsidP="00D74A62" w:rsidRDefault="00D74A62" w14:paraId="6CEDA94A" w14:textId="3B70A870">
      <w:pPr>
        <w:pStyle w:val="InfoPara"/>
      </w:pPr>
      <w:r>
        <w:t>Vegetation Type</w:t>
      </w:r>
    </w:p>
    <w:p w:rsidR="00D74A62" w:rsidP="00D74A62" w:rsidRDefault="00D74A62" w14:paraId="7484793C" w14:textId="77777777">
      <w:r>
        <w:t>Forest and Woodland</w:t>
      </w:r>
    </w:p>
    <w:p w:rsidR="00D74A62" w:rsidP="00D74A62" w:rsidRDefault="00D74A62" w14:paraId="192BEEA8" w14:textId="77777777">
      <w:pPr>
        <w:pStyle w:val="InfoPara"/>
      </w:pPr>
      <w:r>
        <w:t>Map Zones</w:t>
      </w:r>
    </w:p>
    <w:p w:rsidR="00602431" w:rsidP="00602431" w:rsidRDefault="00602431" w14:paraId="3E0E6697" w14:textId="77777777">
      <w:pPr>
        <w:rPr>
          <w:rFonts w:ascii="Calibri" w:hAnsi="Calibri" w:cs="Calibri"/>
          <w:color w:val="000000"/>
          <w:sz w:val="22"/>
          <w:szCs w:val="22"/>
        </w:rPr>
      </w:pPr>
      <w:r>
        <w:rPr>
          <w:rFonts w:ascii="Calibri" w:hAnsi="Calibri" w:cs="Calibri"/>
          <w:color w:val="000000"/>
          <w:sz w:val="22"/>
          <w:szCs w:val="22"/>
        </w:rPr>
        <w:t>67, 68, 69, 70, 71, 72, 73, 74, 75, 76, 77, 78, 80</w:t>
      </w:r>
    </w:p>
    <w:p w:rsidR="00D74A62" w:rsidP="00D74A62" w:rsidRDefault="00D74A62" w14:paraId="5CCC3A16" w14:textId="77777777">
      <w:pPr>
        <w:pStyle w:val="InfoPara"/>
      </w:pPr>
      <w:r>
        <w:t>Geographic Range</w:t>
      </w:r>
    </w:p>
    <w:p w:rsidR="00D74A62" w:rsidP="00D74A62" w:rsidRDefault="00D74A62" w14:paraId="21DD38BC" w14:textId="77777777">
      <w:r>
        <w:t>Found throughout boreal AK. In MZ76 this type is found in Nowacki ecoregions 8, 9 and 10.</w:t>
      </w:r>
    </w:p>
    <w:p w:rsidR="00D74A62" w:rsidP="00D74A62" w:rsidRDefault="00D74A62" w14:paraId="3ED63680" w14:textId="77777777">
      <w:pPr>
        <w:pStyle w:val="InfoPara"/>
      </w:pPr>
      <w:r>
        <w:t>Biophysical Site Description</w:t>
      </w:r>
    </w:p>
    <w:p w:rsidR="00D74A62" w:rsidP="00D74A62" w:rsidRDefault="00D74A62" w14:paraId="3AF59ACD" w14:textId="399C7283">
      <w:r>
        <w:t xml:space="preserve">This </w:t>
      </w:r>
      <w:r w:rsidR="00DD3C70">
        <w:t xml:space="preserve">Biophysical Setting (BpS) </w:t>
      </w:r>
      <w:r>
        <w:t>occurs on rolling hills</w:t>
      </w:r>
      <w:r w:rsidR="00C129AE">
        <w:t xml:space="preserve">, </w:t>
      </w:r>
      <w:r>
        <w:t>mountain sideslopes</w:t>
      </w:r>
      <w:r w:rsidR="00C129AE">
        <w:t>, and escarpments</w:t>
      </w:r>
      <w:r>
        <w:t xml:space="preserve"> on west, east, and south aspects up to 750 m. Soils are well-drained and develop on residual material or re</w:t>
      </w:r>
      <w:r w:rsidR="00E565AF">
        <w:t>-</w:t>
      </w:r>
      <w:r>
        <w:t>transported deposits including glacial till, loess, and colluvium. Hardwood-dominated sites often persist on slopes that are warmer and drier than white spruce or mixed white spruce hardwood sites, with aspen dominating the driest, warmest sites (Viereck et al. 1992, Chapin et al. 2006).</w:t>
      </w:r>
    </w:p>
    <w:p w:rsidR="00D74A62" w:rsidP="00D74A62" w:rsidRDefault="00D74A62" w14:paraId="7B407D31" w14:textId="77777777">
      <w:pPr>
        <w:pStyle w:val="InfoPara"/>
      </w:pPr>
      <w:r>
        <w:t>Vegetation Description</w:t>
      </w:r>
    </w:p>
    <w:p w:rsidR="00D74A62" w:rsidP="00D74A62" w:rsidRDefault="00D74A62" w14:paraId="740FAF04" w14:textId="7D2CF5E1">
      <w:r>
        <w:t xml:space="preserve">Canopy cover is dominated by </w:t>
      </w:r>
      <w:r w:rsidRPr="00155487">
        <w:rPr>
          <w:i/>
          <w:iCs/>
        </w:rPr>
        <w:t xml:space="preserve">Betula </w:t>
      </w:r>
      <w:r w:rsidRPr="00155487" w:rsidR="00AE03F0">
        <w:rPr>
          <w:i/>
          <w:iCs/>
        </w:rPr>
        <w:t>neoalaskana</w:t>
      </w:r>
      <w:r>
        <w:t xml:space="preserve"> or </w:t>
      </w:r>
      <w:r w:rsidRPr="00155487">
        <w:rPr>
          <w:i/>
          <w:iCs/>
        </w:rPr>
        <w:t>Populus tremuloides</w:t>
      </w:r>
      <w:r>
        <w:t xml:space="preserve"> and typically ranges from 25-90%. </w:t>
      </w:r>
      <w:r w:rsidRPr="00DB7318">
        <w:rPr>
          <w:i/>
          <w:iCs/>
        </w:rPr>
        <w:t>P</w:t>
      </w:r>
      <w:r w:rsidRPr="00DB7318" w:rsidR="00DB7318">
        <w:rPr>
          <w:i/>
          <w:iCs/>
        </w:rPr>
        <w:t>opulus</w:t>
      </w:r>
      <w:r w:rsidRPr="00DB7318">
        <w:rPr>
          <w:i/>
          <w:iCs/>
        </w:rPr>
        <w:t xml:space="preserve"> balsamifera</w:t>
      </w:r>
      <w:r>
        <w:t xml:space="preserve"> may be a common associate. </w:t>
      </w:r>
      <w:r w:rsidRPr="00DB7318" w:rsidR="00C129AE">
        <w:rPr>
          <w:i/>
          <w:iCs/>
        </w:rPr>
        <w:t>Picea glauca</w:t>
      </w:r>
      <w:r w:rsidR="00C129AE">
        <w:t xml:space="preserve"> can also be present and is more likely in the western reaches of the Alaska forest. </w:t>
      </w:r>
      <w:r>
        <w:t xml:space="preserve">Stands are often closed-canopied with an open shrub or herbaceous understory. Common understory species include </w:t>
      </w:r>
      <w:r w:rsidRPr="00F948EB">
        <w:rPr>
          <w:i/>
          <w:iCs/>
        </w:rPr>
        <w:t>Alnus</w:t>
      </w:r>
      <w:r>
        <w:t xml:space="preserve"> spp., </w:t>
      </w:r>
      <w:r w:rsidRPr="00F948EB">
        <w:rPr>
          <w:i/>
          <w:iCs/>
        </w:rPr>
        <w:t>Ledum</w:t>
      </w:r>
      <w:r>
        <w:t xml:space="preserve"> spp., </w:t>
      </w:r>
      <w:r w:rsidRPr="00F948EB">
        <w:rPr>
          <w:i/>
          <w:iCs/>
        </w:rPr>
        <w:t>Vaccinium vitis-idaea, Betula nana, Rosa acicularis, Viburnum edule</w:t>
      </w:r>
      <w:r w:rsidR="00FC61E5">
        <w:t>,</w:t>
      </w:r>
      <w:r>
        <w:t xml:space="preserve"> and </w:t>
      </w:r>
      <w:r w:rsidRPr="00F948EB">
        <w:rPr>
          <w:i/>
          <w:iCs/>
        </w:rPr>
        <w:t>Equisetum</w:t>
      </w:r>
      <w:r>
        <w:t xml:space="preserve"> spp.. </w:t>
      </w:r>
      <w:r w:rsidRPr="00F948EB" w:rsidR="00AE03F0">
        <w:rPr>
          <w:i/>
          <w:iCs/>
        </w:rPr>
        <w:t>Spiraea stevenii</w:t>
      </w:r>
      <w:r w:rsidR="00AE03F0">
        <w:t xml:space="preserve"> and </w:t>
      </w:r>
      <w:r w:rsidRPr="00F948EB" w:rsidR="00AE03F0">
        <w:rPr>
          <w:i/>
          <w:iCs/>
        </w:rPr>
        <w:t>Cornus suecica</w:t>
      </w:r>
      <w:r w:rsidR="00AE03F0">
        <w:t xml:space="preserve"> become more common near the maritime climatic zone. </w:t>
      </w:r>
      <w:r w:rsidRPr="0065192F">
        <w:rPr>
          <w:i/>
          <w:iCs/>
        </w:rPr>
        <w:t>Shepherdia canadensis</w:t>
      </w:r>
      <w:r>
        <w:t xml:space="preserve"> is common on drier sites, especially well-drained riparian gravel bars. Feathermosses such as </w:t>
      </w:r>
      <w:r w:rsidRPr="0032779D">
        <w:rPr>
          <w:i/>
          <w:iCs/>
        </w:rPr>
        <w:t>Hylocomium splendens</w:t>
      </w:r>
      <w:r>
        <w:t xml:space="preserve"> and </w:t>
      </w:r>
      <w:r w:rsidRPr="0032779D">
        <w:rPr>
          <w:i/>
          <w:iCs/>
        </w:rPr>
        <w:t>Pleurozium schreberi</w:t>
      </w:r>
      <w:r>
        <w:t xml:space="preserve"> are common in the ground layer (Jorgenson et al. 1999; Boggs and Sturdy, 2005).</w:t>
      </w:r>
      <w:r w:rsidR="00C129AE">
        <w:t xml:space="preserve"> </w:t>
      </w:r>
      <w:r w:rsidRPr="00C129AE" w:rsidR="00C129AE">
        <w:tab/>
      </w:r>
    </w:p>
    <w:p w:rsidR="00D74A62" w:rsidP="00D74A62" w:rsidRDefault="00D74A62" w14:paraId="18BA3427"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BENE4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neoalaskana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paper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VIED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Viburnum edule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Squashberry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SHCA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Shepherdia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Russet buffaloberry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ALNUS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LEDUM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Labrador tea</w:t>
            </w:r>
          </w:p>
        </w:tc>
      </w:tr>
    </w:tbl>
    <w:p>
      <w:r>
        <w:rPr>
          <w:sz w:val="16"/>
        </w:rPr>
        <w:t>Species names are from the NRCS PLANTS database. Check species codes at http://plants.usda.gov.</w:t>
      </w:r>
    </w:p>
    <w:p w:rsidR="00D74A62" w:rsidP="00D74A62" w:rsidRDefault="00D74A62" w14:paraId="1C2FD68B" w14:textId="77777777">
      <w:pPr>
        <w:pStyle w:val="InfoPara"/>
      </w:pPr>
      <w:r>
        <w:lastRenderedPageBreak/>
        <w:t>Disturbance Description</w:t>
      </w:r>
    </w:p>
    <w:p w:rsidRPr="00D21191" w:rsidR="00D21191" w:rsidP="00D21191" w:rsidRDefault="00D21191" w14:paraId="7171F7CC" w14:textId="6C500A46">
      <w:r>
        <w:t>As of 2014 t</w:t>
      </w:r>
      <w:r w:rsidRPr="00D21191">
        <w:t xml:space="preserve">here were no fire history studies specifically on this BpS type </w:t>
      </w:r>
      <w:r>
        <w:t>and i</w:t>
      </w:r>
      <w:r w:rsidRPr="00D21191">
        <w:t>nformation on proportions of low-, moderate-, and high-severity fire was lacking in the literature (Fryer 2014).</w:t>
      </w:r>
      <w:r>
        <w:t xml:space="preserve"> </w:t>
      </w:r>
      <w:r w:rsidRPr="00D21191">
        <w:t xml:space="preserve">The literature reports </w:t>
      </w:r>
      <w:r w:rsidR="00CC60A2">
        <w:t>fire return intervals (</w:t>
      </w:r>
      <w:r w:rsidRPr="00D21191">
        <w:t>FRI</w:t>
      </w:r>
      <w:r w:rsidR="00CC60A2">
        <w:t>)</w:t>
      </w:r>
      <w:r w:rsidRPr="00D21191">
        <w:t xml:space="preserve"> ranging from 40 (Mann &amp; Plug 1999) to 200+ (Fastie et al. 2010) years in upland mixed birch-aspen-spruce stands.</w:t>
      </w:r>
    </w:p>
    <w:p w:rsidR="00D21191" w:rsidP="00D74A62" w:rsidRDefault="00D21191" w14:paraId="1C1DF7BF" w14:textId="77777777"/>
    <w:p w:rsidRPr="00D21191" w:rsidR="00D21191" w:rsidP="00D21191" w:rsidRDefault="00D74A62" w14:paraId="088917F3" w14:textId="2A2A9E42">
      <w:r>
        <w:t>Th</w:t>
      </w:r>
      <w:r w:rsidR="00DB6265">
        <w:t xml:space="preserve">is BpS </w:t>
      </w:r>
      <w:r>
        <w:t xml:space="preserve">often acts as a firebreak. It is estimated that the </w:t>
      </w:r>
      <w:r w:rsidR="00DB6265">
        <w:t>mean fire return interval (</w:t>
      </w:r>
      <w:r>
        <w:t>MFRI</w:t>
      </w:r>
      <w:r w:rsidR="00DB6265">
        <w:t>)</w:t>
      </w:r>
      <w:r>
        <w:t xml:space="preserve"> is longer than that of white and black spruce sites and maybe comparable to Boreal White Spruce-Hardwood Forest system.</w:t>
      </w:r>
    </w:p>
    <w:p w:rsidR="00D74A62" w:rsidP="00D74A62" w:rsidRDefault="00D74A62" w14:paraId="0ECBBE0D" w14:textId="023EFCC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249</w:t>
            </w:r>
          </w:p>
        </w:tc>
        <w:tc>
          <w:p>
            <w:pPr>
              <w:jc w:val="center"/>
            </w:pPr>
            <w:r>
              <w:t>64</w:t>
            </w:r>
          </w:p>
        </w:tc>
        <w:tc>
          <w:p>
            <w:pPr>
              <w:jc w:val="center"/>
            </w:pPr>
            <w:r>
              <w:t/>
            </w:r>
          </w:p>
        </w:tc>
        <w:tc>
          <w:p>
            <w:pPr>
              <w:jc w:val="center"/>
            </w:pPr>
            <w:r>
              <w:t/>
            </w:r>
          </w:p>
        </w:tc>
      </w:tr>
      <w:tr>
        <w:tc>
          <w:p>
            <w:pPr>
              <w:jc w:val="center"/>
            </w:pPr>
            <w:r>
              <w:t>Moderate (Mixed)</w:t>
            </w:r>
          </w:p>
        </w:tc>
        <w:tc>
          <w:p>
            <w:pPr>
              <w:jc w:val="center"/>
            </w:pPr>
            <w:r>
              <w:t>444</w:t>
            </w:r>
          </w:p>
        </w:tc>
        <w:tc>
          <w:p>
            <w:pPr>
              <w:jc w:val="center"/>
            </w:pPr>
            <w:r>
              <w:t>36</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160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D74A62" w:rsidP="00D74A62" w:rsidRDefault="00D74A62" w14:paraId="406DEFF5" w14:textId="77777777">
      <w:pPr>
        <w:pStyle w:val="InfoPara"/>
      </w:pPr>
      <w:r>
        <w:t>Scale Description</w:t>
      </w:r>
    </w:p>
    <w:p w:rsidR="00D74A62" w:rsidP="00D74A62" w:rsidRDefault="00D74A62" w14:paraId="549B5E26" w14:textId="77777777">
      <w:r>
        <w:t>Large patch</w:t>
      </w:r>
    </w:p>
    <w:p w:rsidR="00D74A62" w:rsidP="00D74A62" w:rsidRDefault="00D74A62" w14:paraId="75CCF9C6" w14:textId="77777777">
      <w:pPr>
        <w:pStyle w:val="InfoPara"/>
      </w:pPr>
      <w:r>
        <w:t>Adjacency or Identification Concerns</w:t>
      </w:r>
    </w:p>
    <w:p w:rsidR="00D74A62" w:rsidP="00D74A62" w:rsidRDefault="00D74A62" w14:paraId="53971F68" w14:textId="77777777">
      <w:r>
        <w:t>This system can be easily confused with seral stages of two other ecological systems in boreal AK: Western North American Boreal White Spruce-Hardwood Forest and Western North American Boreal White Spruce Forest. Adjacent systems include Boreal White Spruce-Hardwood, Boreal White Spruce Forest or Boreal Mesic Black Spruce Forest.</w:t>
      </w:r>
    </w:p>
    <w:p w:rsidR="00D74A62" w:rsidP="00D74A62" w:rsidRDefault="00D74A62" w14:paraId="679CC9FF" w14:textId="77777777">
      <w:pPr>
        <w:pStyle w:val="InfoPara"/>
      </w:pPr>
      <w:r>
        <w:t>Issues or Problems</w:t>
      </w:r>
    </w:p>
    <w:p w:rsidR="00D74A62" w:rsidP="00D74A62" w:rsidRDefault="00D74A62" w14:paraId="04FE2716" w14:textId="77777777">
      <w:r>
        <w:t>There is uncertainty about whether Boreal Mesic Birch-Aspen Forest is a separate BpS from Boreal White Spruce-Hardwood Forest and Boreal White Spruce Forest. This system may occur only where spruce seed sources are lacking.</w:t>
      </w:r>
    </w:p>
    <w:p w:rsidR="00D74A62" w:rsidP="00D74A62" w:rsidRDefault="00D74A62" w14:paraId="252E3C9A" w14:textId="77777777">
      <w:pPr>
        <w:pStyle w:val="InfoPara"/>
      </w:pPr>
      <w:r>
        <w:t>Native Uncharacteristic Conditions</w:t>
      </w:r>
    </w:p>
    <w:p w:rsidR="00D74A62" w:rsidP="00D74A62" w:rsidRDefault="00D74A62" w14:paraId="79D7AFF7" w14:textId="77777777">
      <w:r>
        <w:t>Recent ongoing leaf miner activity has been observed in birch and aspen, but no long-term information on its impact is available.</w:t>
      </w:r>
    </w:p>
    <w:p w:rsidR="00D74A62" w:rsidP="00D74A62" w:rsidRDefault="00D74A62" w14:paraId="628696A2" w14:textId="77777777">
      <w:pPr>
        <w:pStyle w:val="InfoPara"/>
      </w:pPr>
      <w:r>
        <w:t>Comments</w:t>
      </w:r>
    </w:p>
    <w:p w:rsidR="007D630D" w:rsidP="00AE03F0" w:rsidRDefault="007D630D" w14:paraId="10C7E8A0" w14:textId="3980AE74">
      <w:r>
        <w:t xml:space="preserve">4/2022 – The fire frequency of this system was adjusted based on feedback from experts who attended the Boreal Forest BpS Review Work Session in February 2022. At that session, participants ranked the boreal forest BpS by relative fire frequency. Based on that ranking it was estimated that this BpS would have a mean fire return interval of approximately 150 years. </w:t>
      </w:r>
    </w:p>
    <w:p w:rsidR="00AE03F0" w:rsidP="00C75745" w:rsidRDefault="00AE03F0" w14:paraId="4808D1AD" w14:textId="77777777"/>
    <w:p w:rsidR="00C75745" w:rsidP="00C75745" w:rsidRDefault="00C75745" w14:paraId="44C94932" w14:textId="781490ED">
      <w:r>
        <w:t>More information on this and similar vegetation</w:t>
      </w:r>
      <w:r w:rsidR="00DC4F89">
        <w:t xml:space="preserve"> types</w:t>
      </w:r>
      <w:r>
        <w:t xml:space="preserve"> can be found in the Fire Effects Information System Synthesis: </w:t>
      </w:r>
      <w:hyperlink w:history="1" r:id="rId7">
        <w:r w:rsidRPr="00C75745">
          <w:rPr>
            <w:rStyle w:val="Hyperlink"/>
            <w:bCs/>
          </w:rPr>
          <w:t>Fire regimes of Alaskan quaking aspen and balsam poplar communities</w:t>
        </w:r>
      </w:hyperlink>
      <w:r>
        <w:rPr>
          <w:bCs/>
          <w:color w:val="0000FF"/>
        </w:rPr>
        <w:t xml:space="preserve"> </w:t>
      </w:r>
      <w:r>
        <w:rPr>
          <w:color w:val="000000"/>
        </w:rPr>
        <w:t>(Fryer 2014)</w:t>
      </w:r>
      <w:r>
        <w:t>.</w:t>
      </w:r>
      <w:r w:rsidR="00DC4F89">
        <w:t xml:space="preserve"> </w:t>
      </w:r>
      <w:r w:rsidRPr="004C5E0E" w:rsidR="00DC4F89">
        <w:t>The synthesis notes that</w:t>
      </w:r>
      <w:r w:rsidR="00DC4F89">
        <w:t xml:space="preserve"> “</w:t>
      </w:r>
      <w:r w:rsidRPr="00DC4F89" w:rsidR="00DC4F89">
        <w:t>LANDFIRE's placement of boreal mesic paper birch-quaking aspen forest in Fire Regime Group IV (35-200 year frequency, stand-replacement) is based on expert opinion. This placement may need to be reconsidered if studies show low-severity fire is important in paper birch-quaking aspen stands.</w:t>
      </w:r>
      <w:r w:rsidR="00DC4F89">
        <w:t>”</w:t>
      </w:r>
    </w:p>
    <w:p w:rsidR="00C75745" w:rsidP="00D74A62" w:rsidRDefault="00C75745" w14:paraId="2F5F6E1D" w14:textId="77777777"/>
    <w:p w:rsidR="00CE11D6" w:rsidP="00D74A62" w:rsidRDefault="00D74A62" w14:paraId="5D18A38B" w14:textId="554D7181">
      <w:r>
        <w:lastRenderedPageBreak/>
        <w:t>This system was created for the AK Boreal region and did not receive review for other regions in the state</w:t>
      </w:r>
      <w:r w:rsidR="00C75745">
        <w:t xml:space="preserve"> during LANDFIRE National. </w:t>
      </w:r>
      <w:r>
        <w:t>This model was based on input from the experts who attended the LANDFIRE Fairbanks modeling meeting (Nov. 07) and refined by Michelle Schuman, Mitch Michaud and Kori Blankenship with input from Tina Boucher. Boreal Mesic Birch-Aspen Forest is treated as a separate BpS within the Boreal region because experts felt it could be distinguished as occupying different biophysical settings from the Boreal White Spruce Forest and Boreal White Spruce - Hardwood Forest systems. In contrast, the Boreal Mesic Birch-Aspen Forest system was lumped with the Sub-boreal White Spruce-Hardwood Forest system within the Sub-boreal region because experts there felt that they could not distinguish the biophysical settings that these types occur on.</w:t>
      </w:r>
    </w:p>
    <w:p w:rsidR="00084313" w:rsidP="00D74A62" w:rsidRDefault="00084313" w14:paraId="1708539B" w14:textId="09E1CE13"/>
    <w:p w:rsidR="00DF1528" w:rsidP="00DF1528" w:rsidRDefault="00DF1528" w14:paraId="4BAA6620"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E</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74A62" w:rsidP="00D74A62" w:rsidRDefault="00D74A62" w14:paraId="23E659E4" w14:textId="2B05B643">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D74A62" w:rsidP="00D74A62" w:rsidRDefault="00D74A62" w14:paraId="357589FE" w14:textId="77777777"/>
    <w:p w:rsidR="00D74A62" w:rsidP="00D74A62" w:rsidRDefault="00D74A62" w14:paraId="793BAEF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133"/>
        <w:gridCol w:w="1980"/>
      </w:tblGrid>
      <w:tr w:rsidRPr="00D74A62" w:rsidR="00D74A62" w:rsidTr="00DF3765" w14:paraId="43953148" w14:textId="77777777">
        <w:tc>
          <w:tcPr>
            <w:tcW w:w="1128" w:type="dxa"/>
            <w:tcBorders>
              <w:top w:val="single" w:color="auto" w:sz="2" w:space="0"/>
              <w:bottom w:val="single" w:color="000000" w:sz="12" w:space="0"/>
            </w:tcBorders>
            <w:shd w:val="clear" w:color="auto" w:fill="auto"/>
          </w:tcPr>
          <w:p w:rsidRPr="00D74A62" w:rsidR="00D74A62" w:rsidP="00DE5677" w:rsidRDefault="00D74A62" w14:paraId="01B3FD78" w14:textId="77777777">
            <w:pPr>
              <w:rPr>
                <w:b/>
                <w:bCs/>
              </w:rPr>
            </w:pPr>
            <w:r w:rsidRPr="00D74A62">
              <w:rPr>
                <w:b/>
                <w:bCs/>
              </w:rPr>
              <w:t>Symbol</w:t>
            </w:r>
          </w:p>
        </w:tc>
        <w:tc>
          <w:tcPr>
            <w:tcW w:w="2856" w:type="dxa"/>
            <w:tcBorders>
              <w:top w:val="single" w:color="auto" w:sz="2" w:space="0"/>
              <w:bottom w:val="single" w:color="000000" w:sz="12" w:space="0"/>
            </w:tcBorders>
            <w:shd w:val="clear" w:color="auto" w:fill="auto"/>
          </w:tcPr>
          <w:p w:rsidRPr="00D74A62" w:rsidR="00D74A62" w:rsidP="00DE5677" w:rsidRDefault="00D74A62" w14:paraId="710F9FDC" w14:textId="77777777">
            <w:pPr>
              <w:rPr>
                <w:b/>
                <w:bCs/>
              </w:rPr>
            </w:pPr>
            <w:r w:rsidRPr="00D74A62">
              <w:rPr>
                <w:b/>
                <w:bCs/>
              </w:rPr>
              <w:t>Scientific Name</w:t>
            </w:r>
          </w:p>
        </w:tc>
        <w:tc>
          <w:tcPr>
            <w:tcW w:w="2133" w:type="dxa"/>
            <w:tcBorders>
              <w:top w:val="single" w:color="auto" w:sz="2" w:space="0"/>
              <w:bottom w:val="single" w:color="000000" w:sz="12" w:space="0"/>
            </w:tcBorders>
            <w:shd w:val="clear" w:color="auto" w:fill="auto"/>
          </w:tcPr>
          <w:p w:rsidRPr="00D74A62" w:rsidR="00D74A62" w:rsidP="00DE5677" w:rsidRDefault="00D74A62" w14:paraId="7F74AEC3" w14:textId="77777777">
            <w:pPr>
              <w:rPr>
                <w:b/>
                <w:bCs/>
              </w:rPr>
            </w:pPr>
            <w:r w:rsidRPr="00D74A62">
              <w:rPr>
                <w:b/>
                <w:bCs/>
              </w:rPr>
              <w:t>Common Name</w:t>
            </w:r>
          </w:p>
        </w:tc>
        <w:tc>
          <w:tcPr>
            <w:tcW w:w="1980" w:type="dxa"/>
            <w:tcBorders>
              <w:top w:val="single" w:color="auto" w:sz="2" w:space="0"/>
              <w:bottom w:val="single" w:color="000000" w:sz="12" w:space="0"/>
            </w:tcBorders>
            <w:shd w:val="clear" w:color="auto" w:fill="auto"/>
          </w:tcPr>
          <w:p w:rsidRPr="00D74A62" w:rsidR="00D74A62" w:rsidP="00DE5677" w:rsidRDefault="00D74A62" w14:paraId="3A6158B7" w14:textId="77777777">
            <w:pPr>
              <w:rPr>
                <w:b/>
                <w:bCs/>
              </w:rPr>
            </w:pPr>
            <w:r w:rsidRPr="00D74A62">
              <w:rPr>
                <w:b/>
                <w:bCs/>
              </w:rPr>
              <w:t>Canopy Position</w:t>
            </w:r>
          </w:p>
        </w:tc>
      </w:tr>
      <w:tr w:rsidRPr="00D74A62" w:rsidR="00D74A62" w:rsidTr="00DF3765" w14:paraId="00856534" w14:textId="77777777">
        <w:tc>
          <w:tcPr>
            <w:tcW w:w="1128" w:type="dxa"/>
            <w:tcBorders>
              <w:top w:val="single" w:color="000000" w:sz="12" w:space="0"/>
            </w:tcBorders>
            <w:shd w:val="clear" w:color="auto" w:fill="auto"/>
          </w:tcPr>
          <w:p w:rsidRPr="00D74A62" w:rsidR="00D74A62" w:rsidP="00DE5677" w:rsidRDefault="00D74A62" w14:paraId="4D9077F7" w14:textId="77777777">
            <w:pPr>
              <w:rPr>
                <w:bCs/>
              </w:rPr>
            </w:pPr>
            <w:r w:rsidRPr="00D74A62">
              <w:rPr>
                <w:bCs/>
              </w:rPr>
              <w:t>CHAN9</w:t>
            </w:r>
          </w:p>
        </w:tc>
        <w:tc>
          <w:tcPr>
            <w:tcW w:w="2856" w:type="dxa"/>
            <w:tcBorders>
              <w:top w:val="single" w:color="000000" w:sz="12" w:space="0"/>
            </w:tcBorders>
            <w:shd w:val="clear" w:color="auto" w:fill="auto"/>
          </w:tcPr>
          <w:p w:rsidRPr="001874D6" w:rsidR="00D74A62" w:rsidP="00DE5677" w:rsidRDefault="00D74A62" w14:paraId="3A570C48" w14:textId="77777777">
            <w:pPr>
              <w:rPr>
                <w:i/>
                <w:iCs/>
              </w:rPr>
            </w:pPr>
            <w:r w:rsidRPr="001874D6">
              <w:rPr>
                <w:i/>
                <w:iCs/>
              </w:rPr>
              <w:t>Chamerion angustifolium</w:t>
            </w:r>
          </w:p>
        </w:tc>
        <w:tc>
          <w:tcPr>
            <w:tcW w:w="2133" w:type="dxa"/>
            <w:tcBorders>
              <w:top w:val="single" w:color="000000" w:sz="12" w:space="0"/>
            </w:tcBorders>
            <w:shd w:val="clear" w:color="auto" w:fill="auto"/>
          </w:tcPr>
          <w:p w:rsidRPr="00D74A62" w:rsidR="00D74A62" w:rsidP="00DE5677" w:rsidRDefault="00D74A62" w14:paraId="387EFFEC" w14:textId="77777777">
            <w:r w:rsidRPr="00D74A62">
              <w:t>Fireweed</w:t>
            </w:r>
          </w:p>
        </w:tc>
        <w:tc>
          <w:tcPr>
            <w:tcW w:w="1980" w:type="dxa"/>
            <w:tcBorders>
              <w:top w:val="single" w:color="000000" w:sz="12" w:space="0"/>
            </w:tcBorders>
            <w:shd w:val="clear" w:color="auto" w:fill="auto"/>
          </w:tcPr>
          <w:p w:rsidRPr="00D74A62" w:rsidR="00D74A62" w:rsidP="00DE5677" w:rsidRDefault="00D74A62" w14:paraId="7B2CCB6F" w14:textId="77777777">
            <w:r w:rsidRPr="00D74A62">
              <w:t>Upper</w:t>
            </w:r>
          </w:p>
        </w:tc>
      </w:tr>
      <w:tr w:rsidRPr="00D74A62" w:rsidR="00D74A62" w:rsidTr="00DF3765" w14:paraId="58051F8D" w14:textId="77777777">
        <w:tc>
          <w:tcPr>
            <w:tcW w:w="1128" w:type="dxa"/>
            <w:shd w:val="clear" w:color="auto" w:fill="auto"/>
          </w:tcPr>
          <w:p w:rsidRPr="00D74A62" w:rsidR="00D74A62" w:rsidP="00DE5677" w:rsidRDefault="00D74A62" w14:paraId="18882361" w14:textId="77777777">
            <w:pPr>
              <w:rPr>
                <w:bCs/>
              </w:rPr>
            </w:pPr>
            <w:r w:rsidRPr="00D74A62">
              <w:rPr>
                <w:bCs/>
              </w:rPr>
              <w:t>CACA4</w:t>
            </w:r>
          </w:p>
        </w:tc>
        <w:tc>
          <w:tcPr>
            <w:tcW w:w="2856" w:type="dxa"/>
            <w:shd w:val="clear" w:color="auto" w:fill="auto"/>
          </w:tcPr>
          <w:p w:rsidRPr="001874D6" w:rsidR="00D74A62" w:rsidP="00DE5677" w:rsidRDefault="00D74A62" w14:paraId="39C20F84" w14:textId="77777777">
            <w:pPr>
              <w:rPr>
                <w:i/>
                <w:iCs/>
              </w:rPr>
            </w:pPr>
            <w:r w:rsidRPr="001874D6">
              <w:rPr>
                <w:i/>
                <w:iCs/>
              </w:rPr>
              <w:t>Calamagrostis canadensis</w:t>
            </w:r>
          </w:p>
        </w:tc>
        <w:tc>
          <w:tcPr>
            <w:tcW w:w="2133" w:type="dxa"/>
            <w:shd w:val="clear" w:color="auto" w:fill="auto"/>
          </w:tcPr>
          <w:p w:rsidRPr="00D74A62" w:rsidR="00D74A62" w:rsidP="00DE5677" w:rsidRDefault="00D74A62" w14:paraId="64DA00AC" w14:textId="77777777">
            <w:r w:rsidRPr="00D74A62">
              <w:t>Bluejoint</w:t>
            </w:r>
          </w:p>
        </w:tc>
        <w:tc>
          <w:tcPr>
            <w:tcW w:w="1980" w:type="dxa"/>
            <w:shd w:val="clear" w:color="auto" w:fill="auto"/>
          </w:tcPr>
          <w:p w:rsidRPr="00D74A62" w:rsidR="00D74A62" w:rsidP="00DE5677" w:rsidRDefault="00D74A62" w14:paraId="1A58B42F" w14:textId="77777777">
            <w:r w:rsidRPr="00D74A62">
              <w:t>None</w:t>
            </w:r>
          </w:p>
        </w:tc>
      </w:tr>
      <w:tr w:rsidRPr="00D74A62" w:rsidR="00D74A62" w:rsidTr="00DF3765" w14:paraId="18580949" w14:textId="77777777">
        <w:tc>
          <w:tcPr>
            <w:tcW w:w="1128" w:type="dxa"/>
            <w:shd w:val="clear" w:color="auto" w:fill="auto"/>
          </w:tcPr>
          <w:p w:rsidRPr="00D74A62" w:rsidR="00D74A62" w:rsidP="00DE5677" w:rsidRDefault="00D74A62" w14:paraId="57985211" w14:textId="77777777">
            <w:pPr>
              <w:rPr>
                <w:bCs/>
              </w:rPr>
            </w:pPr>
            <w:r w:rsidRPr="00D74A62">
              <w:rPr>
                <w:bCs/>
              </w:rPr>
              <w:t>EQUIS</w:t>
            </w:r>
          </w:p>
        </w:tc>
        <w:tc>
          <w:tcPr>
            <w:tcW w:w="2856" w:type="dxa"/>
            <w:shd w:val="clear" w:color="auto" w:fill="auto"/>
          </w:tcPr>
          <w:p w:rsidRPr="001874D6" w:rsidR="00D74A62" w:rsidP="00DE5677" w:rsidRDefault="00D74A62" w14:paraId="09913AF5" w14:textId="4953528F">
            <w:r w:rsidRPr="001874D6">
              <w:rPr>
                <w:i/>
                <w:iCs/>
              </w:rPr>
              <w:t>Equisetum</w:t>
            </w:r>
            <w:r w:rsidR="001874D6">
              <w:rPr>
                <w:i/>
                <w:iCs/>
              </w:rPr>
              <w:t xml:space="preserve"> </w:t>
            </w:r>
            <w:r w:rsidR="001874D6">
              <w:t>spp.</w:t>
            </w:r>
          </w:p>
        </w:tc>
        <w:tc>
          <w:tcPr>
            <w:tcW w:w="2133" w:type="dxa"/>
            <w:shd w:val="clear" w:color="auto" w:fill="auto"/>
          </w:tcPr>
          <w:p w:rsidRPr="00D74A62" w:rsidR="00D74A62" w:rsidP="00DE5677" w:rsidRDefault="00D74A62" w14:paraId="238F883F" w14:textId="77777777">
            <w:r w:rsidRPr="00D74A62">
              <w:t>Horsetail</w:t>
            </w:r>
          </w:p>
        </w:tc>
        <w:tc>
          <w:tcPr>
            <w:tcW w:w="1980" w:type="dxa"/>
            <w:shd w:val="clear" w:color="auto" w:fill="auto"/>
          </w:tcPr>
          <w:p w:rsidRPr="00D74A62" w:rsidR="00D74A62" w:rsidP="00DE5677" w:rsidRDefault="00D74A62" w14:paraId="546A980D" w14:textId="77777777">
            <w:r w:rsidRPr="00D74A62">
              <w:t>None</w:t>
            </w:r>
          </w:p>
        </w:tc>
      </w:tr>
      <w:tr w:rsidRPr="00D74A62" w:rsidR="00D74A62" w:rsidTr="00DF3765" w14:paraId="053C656D" w14:textId="77777777">
        <w:tc>
          <w:tcPr>
            <w:tcW w:w="1128" w:type="dxa"/>
            <w:shd w:val="clear" w:color="auto" w:fill="auto"/>
          </w:tcPr>
          <w:p w:rsidRPr="00D74A62" w:rsidR="00D74A62" w:rsidP="00DE5677" w:rsidRDefault="00D74A62" w14:paraId="0468F1D7" w14:textId="77777777">
            <w:pPr>
              <w:rPr>
                <w:bCs/>
              </w:rPr>
            </w:pPr>
            <w:r w:rsidRPr="00D74A62">
              <w:rPr>
                <w:bCs/>
              </w:rPr>
              <w:t>MEPA</w:t>
            </w:r>
          </w:p>
        </w:tc>
        <w:tc>
          <w:tcPr>
            <w:tcW w:w="2856" w:type="dxa"/>
            <w:shd w:val="clear" w:color="auto" w:fill="auto"/>
          </w:tcPr>
          <w:p w:rsidRPr="001874D6" w:rsidR="00D74A62" w:rsidP="00DE5677" w:rsidRDefault="00D74A62" w14:paraId="4912810C" w14:textId="77777777">
            <w:pPr>
              <w:rPr>
                <w:i/>
                <w:iCs/>
              </w:rPr>
            </w:pPr>
            <w:r w:rsidRPr="001874D6">
              <w:rPr>
                <w:i/>
                <w:iCs/>
              </w:rPr>
              <w:t>Mertensia paniculata</w:t>
            </w:r>
          </w:p>
        </w:tc>
        <w:tc>
          <w:tcPr>
            <w:tcW w:w="2133" w:type="dxa"/>
            <w:shd w:val="clear" w:color="auto" w:fill="auto"/>
          </w:tcPr>
          <w:p w:rsidRPr="00D74A62" w:rsidR="00D74A62" w:rsidP="00DE5677" w:rsidRDefault="00D74A62" w14:paraId="65ED8F2F" w14:textId="77777777">
            <w:r w:rsidRPr="00D74A62">
              <w:t>Tall bluebells</w:t>
            </w:r>
          </w:p>
        </w:tc>
        <w:tc>
          <w:tcPr>
            <w:tcW w:w="1980" w:type="dxa"/>
            <w:shd w:val="clear" w:color="auto" w:fill="auto"/>
          </w:tcPr>
          <w:p w:rsidRPr="00D74A62" w:rsidR="00D74A62" w:rsidP="00DE5677" w:rsidRDefault="00D74A62" w14:paraId="659AF881" w14:textId="77777777">
            <w:r w:rsidRPr="00D74A62">
              <w:t>None</w:t>
            </w:r>
          </w:p>
        </w:tc>
      </w:tr>
    </w:tbl>
    <w:p w:rsidR="00D74A62" w:rsidP="00D74A62" w:rsidRDefault="00D74A62" w14:paraId="790BC409" w14:textId="77777777"/>
    <w:p w:rsidR="00D74A62" w:rsidP="00D74A62" w:rsidRDefault="00D74A62" w14:paraId="536C8B5F" w14:textId="77777777">
      <w:pPr>
        <w:pStyle w:val="SClassInfoPara"/>
      </w:pPr>
      <w:r>
        <w:t>Description</w:t>
      </w:r>
    </w:p>
    <w:p w:rsidR="00D74A62" w:rsidP="00D74A62" w:rsidRDefault="00D74A62" w14:paraId="1E7B2B2E" w14:textId="6B3A4FA3">
      <w:r>
        <w:t xml:space="preserve">Herbaceous species dominate, including </w:t>
      </w:r>
      <w:r w:rsidRPr="000C3B02">
        <w:rPr>
          <w:i/>
          <w:iCs/>
        </w:rPr>
        <w:t xml:space="preserve">Chamerion angustifolium </w:t>
      </w:r>
      <w:r w:rsidRPr="000C3B02">
        <w:t>ssp</w:t>
      </w:r>
      <w:r w:rsidR="000C3B02">
        <w:rPr>
          <w:i/>
          <w:iCs/>
        </w:rPr>
        <w:t>.</w:t>
      </w:r>
      <w:r w:rsidRPr="000C3B02">
        <w:rPr>
          <w:i/>
          <w:iCs/>
        </w:rPr>
        <w:t xml:space="preserve"> angustifolium, Calamagrostis canadensis, Equisetum sylvaticum, E. arvense, Mertensia paniculata</w:t>
      </w:r>
      <w:r>
        <w:t xml:space="preserve"> and </w:t>
      </w:r>
      <w:r w:rsidRPr="000C3B02">
        <w:rPr>
          <w:i/>
          <w:iCs/>
        </w:rPr>
        <w:t>Geocaulon lividum</w:t>
      </w:r>
      <w:r>
        <w:t>. Shrubs are present but not dominant. Following fire, aspen resprouts and birch appears to invade by seed (Viereck and Schandelmeier 1980)</w:t>
      </w:r>
    </w:p>
    <w:p w:rsidR="00D74A62" w:rsidP="00D74A62" w:rsidRDefault="00D74A62" w14:paraId="425D67B8" w14:textId="6A5F7896"/>
    <w:p w:rsidR="00AA7D9B" w:rsidP="00D74A62" w:rsidRDefault="00AA7D9B" w14:paraId="6BA1FE16" w14:textId="77777777"/>
    <w:p>
      <w:r>
        <w:rPr>
          <w:i/>
          <w:u w:val="single"/>
        </w:rPr>
        <w:t>Maximum Tree Size Class</w:t>
      </w:r>
      <w:br/>
      <w:r>
        <w:t>None</w:t>
      </w:r>
    </w:p>
    <w:p w:rsidR="00D74A62" w:rsidP="00D74A62" w:rsidRDefault="00D74A62" w14:paraId="1460D583" w14:textId="152DDF7D">
      <w:pPr>
        <w:pStyle w:val="InfoPara"/>
        <w:pBdr>
          <w:top w:val="single" w:color="auto" w:sz="4" w:space="1"/>
        </w:pBdr>
      </w:pPr>
      <w:r xmlns:w="http://schemas.openxmlformats.org/wordprocessingml/2006/main">
        <w:t>Class B</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2 - All Structures</w:t>
      </w:r>
    </w:p>
    <w:p w:rsidR="00D74A62" w:rsidP="00D74A62" w:rsidRDefault="00D74A62" w14:paraId="691D4398" w14:textId="77777777"/>
    <w:p w:rsidR="00D74A62" w:rsidP="00D74A62" w:rsidRDefault="00D74A62" w14:paraId="22B71CC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1920"/>
        <w:gridCol w:w="2829"/>
        <w:gridCol w:w="2160"/>
      </w:tblGrid>
      <w:tr w:rsidRPr="00D74A62" w:rsidR="00D74A62" w:rsidTr="00DF3765" w14:paraId="5BD8AF1F" w14:textId="77777777">
        <w:tc>
          <w:tcPr>
            <w:tcW w:w="1188" w:type="dxa"/>
            <w:tcBorders>
              <w:top w:val="single" w:color="auto" w:sz="2" w:space="0"/>
              <w:bottom w:val="single" w:color="000000" w:sz="12" w:space="0"/>
            </w:tcBorders>
            <w:shd w:val="clear" w:color="auto" w:fill="auto"/>
          </w:tcPr>
          <w:p w:rsidRPr="00D74A62" w:rsidR="00D74A62" w:rsidP="00F33323" w:rsidRDefault="00D74A62" w14:paraId="65D7A9C0" w14:textId="77777777">
            <w:pPr>
              <w:rPr>
                <w:b/>
                <w:bCs/>
              </w:rPr>
            </w:pPr>
            <w:r w:rsidRPr="00D74A62">
              <w:rPr>
                <w:b/>
                <w:bCs/>
              </w:rPr>
              <w:t>Symbol</w:t>
            </w:r>
          </w:p>
        </w:tc>
        <w:tc>
          <w:tcPr>
            <w:tcW w:w="1920" w:type="dxa"/>
            <w:tcBorders>
              <w:top w:val="single" w:color="auto" w:sz="2" w:space="0"/>
              <w:bottom w:val="single" w:color="000000" w:sz="12" w:space="0"/>
            </w:tcBorders>
            <w:shd w:val="clear" w:color="auto" w:fill="auto"/>
          </w:tcPr>
          <w:p w:rsidRPr="00D74A62" w:rsidR="00D74A62" w:rsidP="00F33323" w:rsidRDefault="00D74A62" w14:paraId="1D981214" w14:textId="77777777">
            <w:pPr>
              <w:rPr>
                <w:b/>
                <w:bCs/>
              </w:rPr>
            </w:pPr>
            <w:r w:rsidRPr="00D74A62">
              <w:rPr>
                <w:b/>
                <w:bCs/>
              </w:rPr>
              <w:t>Scientific Name</w:t>
            </w:r>
          </w:p>
        </w:tc>
        <w:tc>
          <w:tcPr>
            <w:tcW w:w="2829" w:type="dxa"/>
            <w:tcBorders>
              <w:top w:val="single" w:color="auto" w:sz="2" w:space="0"/>
              <w:bottom w:val="single" w:color="000000" w:sz="12" w:space="0"/>
            </w:tcBorders>
            <w:shd w:val="clear" w:color="auto" w:fill="auto"/>
          </w:tcPr>
          <w:p w:rsidRPr="00D74A62" w:rsidR="00D74A62" w:rsidP="00F33323" w:rsidRDefault="00D74A62" w14:paraId="6DFA4F3F" w14:textId="77777777">
            <w:pPr>
              <w:rPr>
                <w:b/>
                <w:bCs/>
              </w:rPr>
            </w:pPr>
            <w:r w:rsidRPr="00D74A62">
              <w:rPr>
                <w:b/>
                <w:bCs/>
              </w:rPr>
              <w:t>Common Name</w:t>
            </w:r>
          </w:p>
        </w:tc>
        <w:tc>
          <w:tcPr>
            <w:tcW w:w="2160" w:type="dxa"/>
            <w:tcBorders>
              <w:top w:val="single" w:color="auto" w:sz="2" w:space="0"/>
              <w:bottom w:val="single" w:color="000000" w:sz="12" w:space="0"/>
            </w:tcBorders>
            <w:shd w:val="clear" w:color="auto" w:fill="auto"/>
          </w:tcPr>
          <w:p w:rsidRPr="00D74A62" w:rsidR="00D74A62" w:rsidP="00F33323" w:rsidRDefault="00D74A62" w14:paraId="36BF16C1" w14:textId="77777777">
            <w:pPr>
              <w:rPr>
                <w:b/>
                <w:bCs/>
              </w:rPr>
            </w:pPr>
            <w:r w:rsidRPr="00D74A62">
              <w:rPr>
                <w:b/>
                <w:bCs/>
              </w:rPr>
              <w:t>Canopy Position</w:t>
            </w:r>
          </w:p>
        </w:tc>
      </w:tr>
      <w:tr w:rsidRPr="00D74A62" w:rsidR="00D74A62" w:rsidTr="00DF3765" w14:paraId="19BBE5E8" w14:textId="77777777">
        <w:tc>
          <w:tcPr>
            <w:tcW w:w="1188" w:type="dxa"/>
            <w:tcBorders>
              <w:top w:val="single" w:color="000000" w:sz="12" w:space="0"/>
            </w:tcBorders>
            <w:shd w:val="clear" w:color="auto" w:fill="auto"/>
          </w:tcPr>
          <w:p w:rsidRPr="00D74A62" w:rsidR="00D74A62" w:rsidP="00F33323" w:rsidRDefault="00D74A62" w14:paraId="22C31D44" w14:textId="77777777">
            <w:pPr>
              <w:rPr>
                <w:bCs/>
              </w:rPr>
            </w:pPr>
            <w:r w:rsidRPr="00D74A62">
              <w:rPr>
                <w:bCs/>
              </w:rPr>
              <w:t>ROAC</w:t>
            </w:r>
          </w:p>
        </w:tc>
        <w:tc>
          <w:tcPr>
            <w:tcW w:w="1920" w:type="dxa"/>
            <w:tcBorders>
              <w:top w:val="single" w:color="000000" w:sz="12" w:space="0"/>
            </w:tcBorders>
            <w:shd w:val="clear" w:color="auto" w:fill="auto"/>
          </w:tcPr>
          <w:p w:rsidRPr="002142C7" w:rsidR="00D74A62" w:rsidP="00F33323" w:rsidRDefault="00D74A62" w14:paraId="32468DD9" w14:textId="77777777">
            <w:pPr>
              <w:rPr>
                <w:i/>
                <w:iCs/>
              </w:rPr>
            </w:pPr>
            <w:r w:rsidRPr="002142C7">
              <w:rPr>
                <w:i/>
                <w:iCs/>
              </w:rPr>
              <w:t>Rosa acicularis</w:t>
            </w:r>
          </w:p>
        </w:tc>
        <w:tc>
          <w:tcPr>
            <w:tcW w:w="2829" w:type="dxa"/>
            <w:tcBorders>
              <w:top w:val="single" w:color="000000" w:sz="12" w:space="0"/>
            </w:tcBorders>
            <w:shd w:val="clear" w:color="auto" w:fill="auto"/>
          </w:tcPr>
          <w:p w:rsidRPr="00D74A62" w:rsidR="00D74A62" w:rsidP="00F33323" w:rsidRDefault="00D74A62" w14:paraId="57BC96FF" w14:textId="77777777">
            <w:r w:rsidRPr="00D74A62">
              <w:t>Prickly rose</w:t>
            </w:r>
          </w:p>
        </w:tc>
        <w:tc>
          <w:tcPr>
            <w:tcW w:w="2160" w:type="dxa"/>
            <w:tcBorders>
              <w:top w:val="single" w:color="000000" w:sz="12" w:space="0"/>
            </w:tcBorders>
            <w:shd w:val="clear" w:color="auto" w:fill="auto"/>
          </w:tcPr>
          <w:p w:rsidRPr="00D74A62" w:rsidR="00D74A62" w:rsidP="00F33323" w:rsidRDefault="00D74A62" w14:paraId="78F99451" w14:textId="77777777">
            <w:r w:rsidRPr="00D74A62">
              <w:t>Upper</w:t>
            </w:r>
          </w:p>
        </w:tc>
      </w:tr>
      <w:tr w:rsidRPr="00D74A62" w:rsidR="00D74A62" w:rsidTr="00DF3765" w14:paraId="7DA99E34" w14:textId="77777777">
        <w:tc>
          <w:tcPr>
            <w:tcW w:w="1188" w:type="dxa"/>
            <w:shd w:val="clear" w:color="auto" w:fill="auto"/>
          </w:tcPr>
          <w:p w:rsidRPr="00D74A62" w:rsidR="00D74A62" w:rsidP="00F33323" w:rsidRDefault="00D74A62" w14:paraId="586FC022" w14:textId="77777777">
            <w:pPr>
              <w:rPr>
                <w:bCs/>
              </w:rPr>
            </w:pPr>
            <w:r w:rsidRPr="00D74A62">
              <w:rPr>
                <w:bCs/>
              </w:rPr>
              <w:t>VIED</w:t>
            </w:r>
          </w:p>
        </w:tc>
        <w:tc>
          <w:tcPr>
            <w:tcW w:w="1920" w:type="dxa"/>
            <w:shd w:val="clear" w:color="auto" w:fill="auto"/>
          </w:tcPr>
          <w:p w:rsidRPr="002142C7" w:rsidR="00D74A62" w:rsidP="00F33323" w:rsidRDefault="00D74A62" w14:paraId="522AC3CC" w14:textId="77777777">
            <w:pPr>
              <w:rPr>
                <w:i/>
                <w:iCs/>
              </w:rPr>
            </w:pPr>
            <w:r w:rsidRPr="002142C7">
              <w:rPr>
                <w:i/>
                <w:iCs/>
              </w:rPr>
              <w:t>Viburnum edule</w:t>
            </w:r>
          </w:p>
        </w:tc>
        <w:tc>
          <w:tcPr>
            <w:tcW w:w="2829" w:type="dxa"/>
            <w:shd w:val="clear" w:color="auto" w:fill="auto"/>
          </w:tcPr>
          <w:p w:rsidRPr="00D74A62" w:rsidR="00D74A62" w:rsidP="00F33323" w:rsidRDefault="00D74A62" w14:paraId="4DA65515" w14:textId="77777777">
            <w:r w:rsidRPr="00D74A62">
              <w:t>Squashberry</w:t>
            </w:r>
          </w:p>
        </w:tc>
        <w:tc>
          <w:tcPr>
            <w:tcW w:w="2160" w:type="dxa"/>
            <w:shd w:val="clear" w:color="auto" w:fill="auto"/>
          </w:tcPr>
          <w:p w:rsidRPr="00D74A62" w:rsidR="00D74A62" w:rsidP="00F33323" w:rsidRDefault="00D74A62" w14:paraId="011AD6A8" w14:textId="77777777">
            <w:r w:rsidRPr="00D74A62">
              <w:t>Upper</w:t>
            </w:r>
          </w:p>
        </w:tc>
      </w:tr>
      <w:tr w:rsidRPr="00D74A62" w:rsidR="00D74A62" w:rsidTr="00DF3765" w14:paraId="4ABCC8D9" w14:textId="77777777">
        <w:tc>
          <w:tcPr>
            <w:tcW w:w="1188" w:type="dxa"/>
            <w:shd w:val="clear" w:color="auto" w:fill="auto"/>
          </w:tcPr>
          <w:p w:rsidRPr="00D74A62" w:rsidR="00D74A62" w:rsidP="00F33323" w:rsidRDefault="00D74A62" w14:paraId="6F27336A" w14:textId="77777777">
            <w:pPr>
              <w:rPr>
                <w:bCs/>
              </w:rPr>
            </w:pPr>
            <w:r w:rsidRPr="00D74A62">
              <w:rPr>
                <w:bCs/>
              </w:rPr>
              <w:t>LEDUM</w:t>
            </w:r>
          </w:p>
        </w:tc>
        <w:tc>
          <w:tcPr>
            <w:tcW w:w="1920" w:type="dxa"/>
            <w:shd w:val="clear" w:color="auto" w:fill="auto"/>
          </w:tcPr>
          <w:p w:rsidRPr="002142C7" w:rsidR="00D74A62" w:rsidP="00F33323" w:rsidRDefault="00D74A62" w14:paraId="4DEC5EEC" w14:textId="3D41FBAA">
            <w:r w:rsidRPr="002142C7">
              <w:rPr>
                <w:i/>
                <w:iCs/>
              </w:rPr>
              <w:t>Ledum</w:t>
            </w:r>
            <w:r w:rsidR="002142C7">
              <w:rPr>
                <w:i/>
                <w:iCs/>
              </w:rPr>
              <w:t xml:space="preserve"> </w:t>
            </w:r>
            <w:r w:rsidR="002142C7">
              <w:t>spp.</w:t>
            </w:r>
          </w:p>
        </w:tc>
        <w:tc>
          <w:tcPr>
            <w:tcW w:w="2829" w:type="dxa"/>
            <w:shd w:val="clear" w:color="auto" w:fill="auto"/>
          </w:tcPr>
          <w:p w:rsidRPr="00D74A62" w:rsidR="00D74A62" w:rsidP="00F33323" w:rsidRDefault="00D74A62" w14:paraId="00024F7E" w14:textId="77777777">
            <w:r w:rsidRPr="00D74A62">
              <w:t>Labrador tea</w:t>
            </w:r>
          </w:p>
        </w:tc>
        <w:tc>
          <w:tcPr>
            <w:tcW w:w="2160" w:type="dxa"/>
            <w:shd w:val="clear" w:color="auto" w:fill="auto"/>
          </w:tcPr>
          <w:p w:rsidRPr="00D74A62" w:rsidR="00D74A62" w:rsidP="00F33323" w:rsidRDefault="00D74A62" w14:paraId="73B03A62" w14:textId="77777777">
            <w:r w:rsidRPr="00D74A62">
              <w:t>Upper</w:t>
            </w:r>
          </w:p>
        </w:tc>
      </w:tr>
      <w:tr w:rsidRPr="00D74A62" w:rsidR="00D74A62" w:rsidTr="00DF3765" w14:paraId="143DBD0F" w14:textId="77777777">
        <w:tc>
          <w:tcPr>
            <w:tcW w:w="1188" w:type="dxa"/>
            <w:shd w:val="clear" w:color="auto" w:fill="auto"/>
          </w:tcPr>
          <w:p w:rsidRPr="00D74A62" w:rsidR="00D74A62" w:rsidP="00F33323" w:rsidRDefault="00D74A62" w14:paraId="47720F36" w14:textId="77777777">
            <w:pPr>
              <w:rPr>
                <w:bCs/>
              </w:rPr>
            </w:pPr>
            <w:r w:rsidRPr="00D74A62">
              <w:rPr>
                <w:bCs/>
              </w:rPr>
              <w:t>ALNUS</w:t>
            </w:r>
          </w:p>
        </w:tc>
        <w:tc>
          <w:tcPr>
            <w:tcW w:w="1920" w:type="dxa"/>
            <w:shd w:val="clear" w:color="auto" w:fill="auto"/>
          </w:tcPr>
          <w:p w:rsidRPr="002142C7" w:rsidR="00D74A62" w:rsidP="00F33323" w:rsidRDefault="00D74A62" w14:paraId="7DBE7769" w14:textId="1DECF2D6">
            <w:r w:rsidRPr="002142C7">
              <w:rPr>
                <w:i/>
                <w:iCs/>
              </w:rPr>
              <w:t>Alnus</w:t>
            </w:r>
            <w:r w:rsidR="002142C7">
              <w:t xml:space="preserve"> spp.</w:t>
            </w:r>
          </w:p>
        </w:tc>
        <w:tc>
          <w:tcPr>
            <w:tcW w:w="2829" w:type="dxa"/>
            <w:shd w:val="clear" w:color="auto" w:fill="auto"/>
          </w:tcPr>
          <w:p w:rsidRPr="00D74A62" w:rsidR="00D74A62" w:rsidP="00F33323" w:rsidRDefault="00D74A62" w14:paraId="0EF7ED76" w14:textId="77777777">
            <w:r w:rsidRPr="00D74A62">
              <w:t>Alder</w:t>
            </w:r>
          </w:p>
        </w:tc>
        <w:tc>
          <w:tcPr>
            <w:tcW w:w="2160" w:type="dxa"/>
            <w:shd w:val="clear" w:color="auto" w:fill="auto"/>
          </w:tcPr>
          <w:p w:rsidRPr="00D74A62" w:rsidR="00D74A62" w:rsidP="00F33323" w:rsidRDefault="00D74A62" w14:paraId="585D7426" w14:textId="77777777">
            <w:r w:rsidRPr="00D74A62">
              <w:t>Upper</w:t>
            </w:r>
          </w:p>
        </w:tc>
      </w:tr>
    </w:tbl>
    <w:p w:rsidR="00D74A62" w:rsidP="00D74A62" w:rsidRDefault="00D74A62" w14:paraId="254750DB" w14:textId="77777777">
      <w:pPr>
        <w:pStyle w:val="SClassInfoPara"/>
      </w:pPr>
      <w:r>
        <w:t>Description</w:t>
      </w:r>
    </w:p>
    <w:p w:rsidR="00D74A62" w:rsidP="00D74A62" w:rsidRDefault="00D74A62" w14:paraId="4E1B8503" w14:textId="77777777">
      <w:r>
        <w:lastRenderedPageBreak/>
        <w:t xml:space="preserve">Shrubs gain dominance over the herbs. Hardwood seedlings are present. Common shrubs include </w:t>
      </w:r>
      <w:r w:rsidRPr="002142C7">
        <w:rPr>
          <w:i/>
          <w:iCs/>
        </w:rPr>
        <w:t xml:space="preserve">Alnus spp., Ledum </w:t>
      </w:r>
      <w:r w:rsidRPr="002142C7">
        <w:t>spp.</w:t>
      </w:r>
      <w:r w:rsidRPr="002142C7">
        <w:rPr>
          <w:i/>
          <w:iCs/>
        </w:rPr>
        <w:t>, Vaccinium vitis-idaea, Betula nana, Rosa acicularis, Shepherdia canadensis</w:t>
      </w:r>
      <w:r>
        <w:t xml:space="preserve"> and </w:t>
      </w:r>
      <w:r w:rsidRPr="002142C7">
        <w:rPr>
          <w:i/>
          <w:iCs/>
        </w:rPr>
        <w:t>Viburnum edule</w:t>
      </w:r>
      <w:r>
        <w:t>.</w:t>
      </w:r>
    </w:p>
    <w:p w:rsidR="00D74A62" w:rsidP="00D74A62" w:rsidRDefault="00D74A62" w14:paraId="495B2101" w14:textId="77777777"/>
    <w:p>
      <w:r>
        <w:rPr>
          <w:i/>
          <w:u w:val="single"/>
        </w:rPr>
        <w:t>Maximum Tree Size Class</w:t>
      </w:r>
      <w:br/>
      <w:r>
        <w:t>Seedling/Sapling &lt;5"</w:t>
      </w:r>
    </w:p>
    <w:p w:rsidR="00D74A62" w:rsidP="00D74A62" w:rsidRDefault="00D74A62" w14:paraId="480E0957" w14:textId="1BE38C43">
      <w:pPr>
        <w:pStyle w:val="InfoPara"/>
        <w:pBdr>
          <w:top w:val="single" w:color="auto" w:sz="4" w:space="1"/>
        </w:pBdr>
      </w:pPr>
      <w:r xmlns:w="http://schemas.openxmlformats.org/wordprocessingml/2006/main">
        <w:t>Class C</w:t>
      </w:r>
      <w:r xmlns:w="http://schemas.openxmlformats.org/wordprocessingml/2006/main">
        <w:tab/>
        <w:t>12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D74A62" w:rsidP="00D74A62" w:rsidRDefault="00D74A62" w14:paraId="579CDBFC" w14:textId="77777777"/>
    <w:p w:rsidR="00D74A62" w:rsidP="00D74A62" w:rsidRDefault="00D74A62" w14:paraId="37B02BC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2493"/>
        <w:gridCol w:w="2160"/>
      </w:tblGrid>
      <w:tr w:rsidRPr="00D74A62" w:rsidR="00D74A62" w:rsidTr="00DF3765" w14:paraId="456C134C" w14:textId="77777777">
        <w:tc>
          <w:tcPr>
            <w:tcW w:w="1104" w:type="dxa"/>
            <w:tcBorders>
              <w:top w:val="single" w:color="auto" w:sz="2" w:space="0"/>
              <w:bottom w:val="single" w:color="000000" w:sz="12" w:space="0"/>
            </w:tcBorders>
            <w:shd w:val="clear" w:color="auto" w:fill="auto"/>
          </w:tcPr>
          <w:p w:rsidRPr="00D74A62" w:rsidR="00D74A62" w:rsidP="006421EB" w:rsidRDefault="00D74A62" w14:paraId="7C8CA4AB" w14:textId="77777777">
            <w:pPr>
              <w:rPr>
                <w:b/>
                <w:bCs/>
              </w:rPr>
            </w:pPr>
            <w:r w:rsidRPr="00D74A62">
              <w:rPr>
                <w:b/>
                <w:bCs/>
              </w:rPr>
              <w:t>Symbol</w:t>
            </w:r>
          </w:p>
        </w:tc>
        <w:tc>
          <w:tcPr>
            <w:tcW w:w="2340" w:type="dxa"/>
            <w:tcBorders>
              <w:top w:val="single" w:color="auto" w:sz="2" w:space="0"/>
              <w:bottom w:val="single" w:color="000000" w:sz="12" w:space="0"/>
            </w:tcBorders>
            <w:shd w:val="clear" w:color="auto" w:fill="auto"/>
          </w:tcPr>
          <w:p w:rsidRPr="00D74A62" w:rsidR="00D74A62" w:rsidP="006421EB" w:rsidRDefault="00D74A62" w14:paraId="3A962E7B" w14:textId="77777777">
            <w:pPr>
              <w:rPr>
                <w:b/>
                <w:bCs/>
              </w:rPr>
            </w:pPr>
            <w:r w:rsidRPr="00D74A62">
              <w:rPr>
                <w:b/>
                <w:bCs/>
              </w:rPr>
              <w:t>Scientific Name</w:t>
            </w:r>
          </w:p>
        </w:tc>
        <w:tc>
          <w:tcPr>
            <w:tcW w:w="2493" w:type="dxa"/>
            <w:tcBorders>
              <w:top w:val="single" w:color="auto" w:sz="2" w:space="0"/>
              <w:bottom w:val="single" w:color="000000" w:sz="12" w:space="0"/>
            </w:tcBorders>
            <w:shd w:val="clear" w:color="auto" w:fill="auto"/>
          </w:tcPr>
          <w:p w:rsidRPr="00D74A62" w:rsidR="00D74A62" w:rsidP="006421EB" w:rsidRDefault="00D74A62" w14:paraId="2E81EFFD" w14:textId="77777777">
            <w:pPr>
              <w:rPr>
                <w:b/>
                <w:bCs/>
              </w:rPr>
            </w:pPr>
            <w:r w:rsidRPr="00D74A62">
              <w:rPr>
                <w:b/>
                <w:bCs/>
              </w:rPr>
              <w:t>Common Name</w:t>
            </w:r>
          </w:p>
        </w:tc>
        <w:tc>
          <w:tcPr>
            <w:tcW w:w="2160" w:type="dxa"/>
            <w:tcBorders>
              <w:top w:val="single" w:color="auto" w:sz="2" w:space="0"/>
              <w:bottom w:val="single" w:color="000000" w:sz="12" w:space="0"/>
            </w:tcBorders>
            <w:shd w:val="clear" w:color="auto" w:fill="auto"/>
          </w:tcPr>
          <w:p w:rsidRPr="00D74A62" w:rsidR="00D74A62" w:rsidP="006421EB" w:rsidRDefault="00D74A62" w14:paraId="49E08571" w14:textId="77777777">
            <w:pPr>
              <w:rPr>
                <w:b/>
                <w:bCs/>
              </w:rPr>
            </w:pPr>
            <w:r w:rsidRPr="00D74A62">
              <w:rPr>
                <w:b/>
                <w:bCs/>
              </w:rPr>
              <w:t>Canopy Position</w:t>
            </w:r>
          </w:p>
        </w:tc>
      </w:tr>
      <w:tr w:rsidRPr="00D74A62" w:rsidR="00D74A62" w:rsidTr="00DF3765" w14:paraId="1F445D51" w14:textId="77777777">
        <w:tc>
          <w:tcPr>
            <w:tcW w:w="1104" w:type="dxa"/>
            <w:tcBorders>
              <w:top w:val="single" w:color="000000" w:sz="12" w:space="0"/>
            </w:tcBorders>
            <w:shd w:val="clear" w:color="auto" w:fill="auto"/>
          </w:tcPr>
          <w:p w:rsidRPr="00D74A62" w:rsidR="00D74A62" w:rsidP="006421EB" w:rsidRDefault="00D74A62" w14:paraId="5E2D1CE1" w14:textId="0388B59E">
            <w:pPr>
              <w:rPr>
                <w:bCs/>
              </w:rPr>
            </w:pPr>
            <w:r w:rsidRPr="00D74A62">
              <w:rPr>
                <w:bCs/>
              </w:rPr>
              <w:t>BE</w:t>
            </w:r>
            <w:r w:rsidR="000F31C9">
              <w:rPr>
                <w:bCs/>
              </w:rPr>
              <w:t>NE4</w:t>
            </w:r>
          </w:p>
        </w:tc>
        <w:tc>
          <w:tcPr>
            <w:tcW w:w="2340" w:type="dxa"/>
            <w:tcBorders>
              <w:top w:val="single" w:color="000000" w:sz="12" w:space="0"/>
            </w:tcBorders>
            <w:shd w:val="clear" w:color="auto" w:fill="auto"/>
          </w:tcPr>
          <w:p w:rsidRPr="002142C7" w:rsidR="00D74A62" w:rsidP="006421EB" w:rsidRDefault="00D74A62" w14:paraId="03B9CE84" w14:textId="2EAC289E">
            <w:pPr>
              <w:rPr>
                <w:i/>
                <w:iCs/>
              </w:rPr>
            </w:pPr>
            <w:r w:rsidRPr="002142C7">
              <w:rPr>
                <w:i/>
                <w:iCs/>
              </w:rPr>
              <w:t xml:space="preserve">Betula </w:t>
            </w:r>
            <w:r w:rsidRPr="002142C7" w:rsidR="00AE03F0">
              <w:rPr>
                <w:i/>
                <w:iCs/>
              </w:rPr>
              <w:t>neoalaskana</w:t>
            </w:r>
          </w:p>
        </w:tc>
        <w:tc>
          <w:tcPr>
            <w:tcW w:w="2493" w:type="dxa"/>
            <w:tcBorders>
              <w:top w:val="single" w:color="000000" w:sz="12" w:space="0"/>
            </w:tcBorders>
            <w:shd w:val="clear" w:color="auto" w:fill="auto"/>
          </w:tcPr>
          <w:p w:rsidRPr="00D74A62" w:rsidR="00D74A62" w:rsidP="006421EB" w:rsidRDefault="00AE03F0" w14:paraId="0A344B37" w14:textId="1D9F1469">
            <w:r>
              <w:t>Alaska p</w:t>
            </w:r>
            <w:r w:rsidRPr="00D74A62" w:rsidR="00D74A62">
              <w:t>aper birch</w:t>
            </w:r>
          </w:p>
        </w:tc>
        <w:tc>
          <w:tcPr>
            <w:tcW w:w="2160" w:type="dxa"/>
            <w:tcBorders>
              <w:top w:val="single" w:color="000000" w:sz="12" w:space="0"/>
            </w:tcBorders>
            <w:shd w:val="clear" w:color="auto" w:fill="auto"/>
          </w:tcPr>
          <w:p w:rsidRPr="00D74A62" w:rsidR="00D74A62" w:rsidP="006421EB" w:rsidRDefault="00D74A62" w14:paraId="1336255F" w14:textId="77777777">
            <w:r w:rsidRPr="00D74A62">
              <w:t>Upper</w:t>
            </w:r>
          </w:p>
        </w:tc>
      </w:tr>
      <w:tr w:rsidRPr="00D74A62" w:rsidR="00D74A62" w:rsidTr="00DF3765" w14:paraId="5446BCD0" w14:textId="77777777">
        <w:tc>
          <w:tcPr>
            <w:tcW w:w="1104" w:type="dxa"/>
            <w:shd w:val="clear" w:color="auto" w:fill="auto"/>
          </w:tcPr>
          <w:p w:rsidRPr="00D74A62" w:rsidR="00D74A62" w:rsidP="006421EB" w:rsidRDefault="00D74A62" w14:paraId="1CBCC1EC" w14:textId="77777777">
            <w:pPr>
              <w:rPr>
                <w:bCs/>
              </w:rPr>
            </w:pPr>
            <w:r w:rsidRPr="00D74A62">
              <w:rPr>
                <w:bCs/>
              </w:rPr>
              <w:t>POTR5</w:t>
            </w:r>
          </w:p>
        </w:tc>
        <w:tc>
          <w:tcPr>
            <w:tcW w:w="2340" w:type="dxa"/>
            <w:shd w:val="clear" w:color="auto" w:fill="auto"/>
          </w:tcPr>
          <w:p w:rsidRPr="002142C7" w:rsidR="00D74A62" w:rsidP="006421EB" w:rsidRDefault="00D74A62" w14:paraId="106837E1" w14:textId="77777777">
            <w:pPr>
              <w:rPr>
                <w:i/>
                <w:iCs/>
              </w:rPr>
            </w:pPr>
            <w:r w:rsidRPr="002142C7">
              <w:rPr>
                <w:i/>
                <w:iCs/>
              </w:rPr>
              <w:t>Populus tremuloides</w:t>
            </w:r>
          </w:p>
        </w:tc>
        <w:tc>
          <w:tcPr>
            <w:tcW w:w="2493" w:type="dxa"/>
            <w:shd w:val="clear" w:color="auto" w:fill="auto"/>
          </w:tcPr>
          <w:p w:rsidRPr="00D74A62" w:rsidR="00D74A62" w:rsidP="006421EB" w:rsidRDefault="00D74A62" w14:paraId="09346E9C" w14:textId="77777777">
            <w:r w:rsidRPr="00D74A62">
              <w:t>Quaking aspen</w:t>
            </w:r>
          </w:p>
        </w:tc>
        <w:tc>
          <w:tcPr>
            <w:tcW w:w="2160" w:type="dxa"/>
            <w:shd w:val="clear" w:color="auto" w:fill="auto"/>
          </w:tcPr>
          <w:p w:rsidRPr="00D74A62" w:rsidR="00D74A62" w:rsidP="006421EB" w:rsidRDefault="00D74A62" w14:paraId="3B840F2B" w14:textId="77777777">
            <w:r w:rsidRPr="00D74A62">
              <w:t>Upper</w:t>
            </w:r>
          </w:p>
        </w:tc>
      </w:tr>
      <w:tr w:rsidRPr="00D74A62" w:rsidR="00D74A62" w:rsidTr="00DF3765" w14:paraId="08233062" w14:textId="77777777">
        <w:tc>
          <w:tcPr>
            <w:tcW w:w="1104" w:type="dxa"/>
            <w:shd w:val="clear" w:color="auto" w:fill="auto"/>
          </w:tcPr>
          <w:p w:rsidRPr="00D74A62" w:rsidR="00D74A62" w:rsidP="006421EB" w:rsidRDefault="00D74A62" w14:paraId="38C64963" w14:textId="77777777">
            <w:pPr>
              <w:rPr>
                <w:bCs/>
              </w:rPr>
            </w:pPr>
            <w:r w:rsidRPr="00D74A62">
              <w:rPr>
                <w:bCs/>
              </w:rPr>
              <w:t>ROAC</w:t>
            </w:r>
          </w:p>
        </w:tc>
        <w:tc>
          <w:tcPr>
            <w:tcW w:w="2340" w:type="dxa"/>
            <w:shd w:val="clear" w:color="auto" w:fill="auto"/>
          </w:tcPr>
          <w:p w:rsidRPr="002142C7" w:rsidR="00D74A62" w:rsidP="006421EB" w:rsidRDefault="00D74A62" w14:paraId="29FA1BEE" w14:textId="77777777">
            <w:pPr>
              <w:rPr>
                <w:i/>
                <w:iCs/>
              </w:rPr>
            </w:pPr>
            <w:r w:rsidRPr="002142C7">
              <w:rPr>
                <w:i/>
                <w:iCs/>
              </w:rPr>
              <w:t>Rosa acicularis</w:t>
            </w:r>
          </w:p>
        </w:tc>
        <w:tc>
          <w:tcPr>
            <w:tcW w:w="2493" w:type="dxa"/>
            <w:shd w:val="clear" w:color="auto" w:fill="auto"/>
          </w:tcPr>
          <w:p w:rsidRPr="00D74A62" w:rsidR="00D74A62" w:rsidP="006421EB" w:rsidRDefault="00D74A62" w14:paraId="7B0E3F71" w14:textId="77777777">
            <w:r w:rsidRPr="00D74A62">
              <w:t>Prickly rose</w:t>
            </w:r>
          </w:p>
        </w:tc>
        <w:tc>
          <w:tcPr>
            <w:tcW w:w="2160" w:type="dxa"/>
            <w:shd w:val="clear" w:color="auto" w:fill="auto"/>
          </w:tcPr>
          <w:p w:rsidRPr="00D74A62" w:rsidR="00D74A62" w:rsidP="006421EB" w:rsidRDefault="00D74A62" w14:paraId="6CA4C4EA" w14:textId="77777777">
            <w:r w:rsidRPr="00D74A62">
              <w:t>Lower</w:t>
            </w:r>
          </w:p>
        </w:tc>
      </w:tr>
      <w:tr w:rsidRPr="00D74A62" w:rsidR="00D74A62" w:rsidTr="00DF3765" w14:paraId="751EDF86" w14:textId="77777777">
        <w:tc>
          <w:tcPr>
            <w:tcW w:w="1104" w:type="dxa"/>
            <w:shd w:val="clear" w:color="auto" w:fill="auto"/>
          </w:tcPr>
          <w:p w:rsidRPr="00D74A62" w:rsidR="00D74A62" w:rsidP="006421EB" w:rsidRDefault="00D74A62" w14:paraId="4903DE51" w14:textId="77777777">
            <w:pPr>
              <w:rPr>
                <w:bCs/>
              </w:rPr>
            </w:pPr>
            <w:r w:rsidRPr="00D74A62">
              <w:rPr>
                <w:bCs/>
              </w:rPr>
              <w:t>VIED</w:t>
            </w:r>
          </w:p>
        </w:tc>
        <w:tc>
          <w:tcPr>
            <w:tcW w:w="2340" w:type="dxa"/>
            <w:shd w:val="clear" w:color="auto" w:fill="auto"/>
          </w:tcPr>
          <w:p w:rsidRPr="002142C7" w:rsidR="00D74A62" w:rsidP="006421EB" w:rsidRDefault="00D74A62" w14:paraId="3474A48A" w14:textId="77777777">
            <w:pPr>
              <w:rPr>
                <w:i/>
                <w:iCs/>
              </w:rPr>
            </w:pPr>
            <w:r w:rsidRPr="002142C7">
              <w:rPr>
                <w:i/>
                <w:iCs/>
              </w:rPr>
              <w:t>Viburnum edule</w:t>
            </w:r>
          </w:p>
        </w:tc>
        <w:tc>
          <w:tcPr>
            <w:tcW w:w="2493" w:type="dxa"/>
            <w:shd w:val="clear" w:color="auto" w:fill="auto"/>
          </w:tcPr>
          <w:p w:rsidRPr="00D74A62" w:rsidR="00D74A62" w:rsidP="006421EB" w:rsidRDefault="00D74A62" w14:paraId="79D9172C" w14:textId="77777777">
            <w:r w:rsidRPr="00D74A62">
              <w:t>Squashberry</w:t>
            </w:r>
          </w:p>
        </w:tc>
        <w:tc>
          <w:tcPr>
            <w:tcW w:w="2160" w:type="dxa"/>
            <w:shd w:val="clear" w:color="auto" w:fill="auto"/>
          </w:tcPr>
          <w:p w:rsidRPr="00D74A62" w:rsidR="00D74A62" w:rsidP="006421EB" w:rsidRDefault="00D74A62" w14:paraId="185AF969" w14:textId="77777777">
            <w:r w:rsidRPr="00D74A62">
              <w:t>Lower</w:t>
            </w:r>
          </w:p>
        </w:tc>
      </w:tr>
    </w:tbl>
    <w:p w:rsidR="00D74A62" w:rsidP="00D74A62" w:rsidRDefault="00D74A62" w14:paraId="3C72023A" w14:textId="77777777"/>
    <w:p w:rsidR="00D74A62" w:rsidP="00D74A62" w:rsidRDefault="00D74A62" w14:paraId="7CCC504C" w14:textId="77777777">
      <w:pPr>
        <w:pStyle w:val="SClassInfoPara"/>
      </w:pPr>
      <w:r>
        <w:t>Description</w:t>
      </w:r>
    </w:p>
    <w:p w:rsidR="00D74A62" w:rsidP="007010EA" w:rsidRDefault="00D74A62" w14:paraId="6BC136E5" w14:textId="7ADEBFE8">
      <w:r>
        <w:t xml:space="preserve">Hardwoods gain dominance over shrubs. This class is characterized by dense stands of sapling and pole sized trees. </w:t>
      </w:r>
      <w:r w:rsidRPr="00B950BA">
        <w:rPr>
          <w:i/>
          <w:iCs/>
        </w:rPr>
        <w:t xml:space="preserve">Betula </w:t>
      </w:r>
      <w:r w:rsidRPr="00B950BA" w:rsidR="000F31C9">
        <w:rPr>
          <w:i/>
          <w:iCs/>
        </w:rPr>
        <w:t>neoalaskana</w:t>
      </w:r>
      <w:r>
        <w:t xml:space="preserve"> or </w:t>
      </w:r>
      <w:r w:rsidRPr="00B950BA">
        <w:rPr>
          <w:i/>
          <w:iCs/>
        </w:rPr>
        <w:t>Populus tremuloides</w:t>
      </w:r>
      <w:r>
        <w:t xml:space="preserve"> typically dominate but </w:t>
      </w:r>
      <w:r w:rsidRPr="00B950BA">
        <w:rPr>
          <w:i/>
          <w:iCs/>
        </w:rPr>
        <w:t>P. balsamifera</w:t>
      </w:r>
      <w:r>
        <w:t xml:space="preserve"> may be a common associate. Common understory species include </w:t>
      </w:r>
      <w:r w:rsidRPr="00B950BA">
        <w:rPr>
          <w:i/>
          <w:iCs/>
        </w:rPr>
        <w:t>Alnus</w:t>
      </w:r>
      <w:r>
        <w:t xml:space="preserve"> spp., </w:t>
      </w:r>
      <w:r w:rsidRPr="00B950BA">
        <w:rPr>
          <w:i/>
          <w:iCs/>
        </w:rPr>
        <w:t xml:space="preserve">Ledum </w:t>
      </w:r>
      <w:r>
        <w:t xml:space="preserve">spp., </w:t>
      </w:r>
      <w:r w:rsidRPr="00B950BA">
        <w:rPr>
          <w:i/>
          <w:iCs/>
        </w:rPr>
        <w:t>Vaccinium vitis-idaea, Betula nana, Rosa acicularis, Shepherdia canadensis</w:t>
      </w:r>
      <w:r>
        <w:t xml:space="preserve">, and </w:t>
      </w:r>
      <w:r w:rsidRPr="00B950BA">
        <w:rPr>
          <w:i/>
          <w:iCs/>
        </w:rPr>
        <w:t>Viburnum edule</w:t>
      </w:r>
      <w:r>
        <w:t>. This stage tends to be more flammable than the others (personal communication, Joan Foote).</w:t>
      </w:r>
    </w:p>
    <w:p w:rsidR="00D74A62" w:rsidP="00D74A62" w:rsidRDefault="00D74A62" w14:paraId="6E63D936" w14:textId="77777777"/>
    <w:p>
      <w:r>
        <w:rPr>
          <w:i/>
          <w:u w:val="single"/>
        </w:rPr>
        <w:t>Maximum Tree Size Class</w:t>
      </w:r>
      <w:br/>
      <w:r>
        <w:t>Pole 5–9" (swd)/5–11" (hwd)</w:t>
      </w:r>
    </w:p>
    <w:p w:rsidR="00D74A62" w:rsidP="00D74A62" w:rsidRDefault="00D74A62" w14:paraId="0790EDB9" w14:textId="77777777">
      <w:pPr>
        <w:pStyle w:val="InfoPara"/>
        <w:pBdr>
          <w:top w:val="single" w:color="auto" w:sz="4" w:space="1"/>
        </w:pBdr>
      </w:pPr>
      <w:r xmlns:w="http://schemas.openxmlformats.org/wordprocessingml/2006/main">
        <w:t>Class D</w:t>
      </w:r>
      <w:r xmlns:w="http://schemas.openxmlformats.org/wordprocessingml/2006/main">
        <w:tab/>
        <w:t>15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2 - Closed</w:t>
      </w:r>
    </w:p>
    <w:p w:rsidR="00D74A62" w:rsidP="00D74A62" w:rsidRDefault="00D74A62" w14:paraId="17DE0D84" w14:textId="77777777"/>
    <w:p w:rsidR="00D74A62" w:rsidP="00D74A62" w:rsidRDefault="00D74A62" w14:paraId="3CB943D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2403"/>
        <w:gridCol w:w="2250"/>
      </w:tblGrid>
      <w:tr w:rsidRPr="00D74A62" w:rsidR="00D74A62" w:rsidTr="00DF3765" w14:paraId="222B189C" w14:textId="77777777">
        <w:tc>
          <w:tcPr>
            <w:tcW w:w="1104" w:type="dxa"/>
            <w:tcBorders>
              <w:top w:val="single" w:color="auto" w:sz="2" w:space="0"/>
              <w:bottom w:val="single" w:color="000000" w:sz="12" w:space="0"/>
            </w:tcBorders>
            <w:shd w:val="clear" w:color="auto" w:fill="auto"/>
          </w:tcPr>
          <w:p w:rsidRPr="00D74A62" w:rsidR="00D74A62" w:rsidP="00122B41" w:rsidRDefault="00D74A62" w14:paraId="2A6D627F" w14:textId="77777777">
            <w:pPr>
              <w:rPr>
                <w:b/>
                <w:bCs/>
              </w:rPr>
            </w:pPr>
            <w:r w:rsidRPr="00D74A62">
              <w:rPr>
                <w:b/>
                <w:bCs/>
              </w:rPr>
              <w:t>Symbol</w:t>
            </w:r>
          </w:p>
        </w:tc>
        <w:tc>
          <w:tcPr>
            <w:tcW w:w="2340" w:type="dxa"/>
            <w:tcBorders>
              <w:top w:val="single" w:color="auto" w:sz="2" w:space="0"/>
              <w:bottom w:val="single" w:color="000000" w:sz="12" w:space="0"/>
            </w:tcBorders>
            <w:shd w:val="clear" w:color="auto" w:fill="auto"/>
          </w:tcPr>
          <w:p w:rsidRPr="00D74A62" w:rsidR="00D74A62" w:rsidP="00122B41" w:rsidRDefault="00D74A62" w14:paraId="41685ED4" w14:textId="77777777">
            <w:pPr>
              <w:rPr>
                <w:b/>
                <w:bCs/>
              </w:rPr>
            </w:pPr>
            <w:r w:rsidRPr="00D74A62">
              <w:rPr>
                <w:b/>
                <w:bCs/>
              </w:rPr>
              <w:t>Scientific Name</w:t>
            </w:r>
          </w:p>
        </w:tc>
        <w:tc>
          <w:tcPr>
            <w:tcW w:w="2403" w:type="dxa"/>
            <w:tcBorders>
              <w:top w:val="single" w:color="auto" w:sz="2" w:space="0"/>
              <w:bottom w:val="single" w:color="000000" w:sz="12" w:space="0"/>
            </w:tcBorders>
            <w:shd w:val="clear" w:color="auto" w:fill="auto"/>
          </w:tcPr>
          <w:p w:rsidRPr="00D74A62" w:rsidR="00D74A62" w:rsidP="00122B41" w:rsidRDefault="00D74A62" w14:paraId="5C0AC9CC" w14:textId="77777777">
            <w:pPr>
              <w:rPr>
                <w:b/>
                <w:bCs/>
              </w:rPr>
            </w:pPr>
            <w:r w:rsidRPr="00D74A62">
              <w:rPr>
                <w:b/>
                <w:bCs/>
              </w:rPr>
              <w:t>Common Name</w:t>
            </w:r>
          </w:p>
        </w:tc>
        <w:tc>
          <w:tcPr>
            <w:tcW w:w="2250" w:type="dxa"/>
            <w:tcBorders>
              <w:top w:val="single" w:color="auto" w:sz="2" w:space="0"/>
              <w:bottom w:val="single" w:color="000000" w:sz="12" w:space="0"/>
            </w:tcBorders>
            <w:shd w:val="clear" w:color="auto" w:fill="auto"/>
          </w:tcPr>
          <w:p w:rsidRPr="00D74A62" w:rsidR="00D74A62" w:rsidP="00122B41" w:rsidRDefault="00D74A62" w14:paraId="24EC8EB2" w14:textId="77777777">
            <w:pPr>
              <w:rPr>
                <w:b/>
                <w:bCs/>
              </w:rPr>
            </w:pPr>
            <w:r w:rsidRPr="00D74A62">
              <w:rPr>
                <w:b/>
                <w:bCs/>
              </w:rPr>
              <w:t>Canopy Position</w:t>
            </w:r>
          </w:p>
        </w:tc>
      </w:tr>
      <w:tr w:rsidRPr="00D74A62" w:rsidR="00D74A62" w:rsidTr="00DF3765" w14:paraId="141C7D4C" w14:textId="77777777">
        <w:tc>
          <w:tcPr>
            <w:tcW w:w="1104" w:type="dxa"/>
            <w:tcBorders>
              <w:top w:val="single" w:color="000000" w:sz="12" w:space="0"/>
            </w:tcBorders>
            <w:shd w:val="clear" w:color="auto" w:fill="auto"/>
          </w:tcPr>
          <w:p w:rsidRPr="00D74A62" w:rsidR="00D74A62" w:rsidP="00122B41" w:rsidRDefault="00D74A62" w14:paraId="6A5BD942" w14:textId="4E751739">
            <w:pPr>
              <w:rPr>
                <w:bCs/>
              </w:rPr>
            </w:pPr>
            <w:r w:rsidRPr="00D74A62">
              <w:rPr>
                <w:bCs/>
              </w:rPr>
              <w:t>BE</w:t>
            </w:r>
            <w:r w:rsidR="000F31C9">
              <w:rPr>
                <w:bCs/>
              </w:rPr>
              <w:t>NE4</w:t>
            </w:r>
          </w:p>
        </w:tc>
        <w:tc>
          <w:tcPr>
            <w:tcW w:w="2340" w:type="dxa"/>
            <w:tcBorders>
              <w:top w:val="single" w:color="000000" w:sz="12" w:space="0"/>
            </w:tcBorders>
            <w:shd w:val="clear" w:color="auto" w:fill="auto"/>
          </w:tcPr>
          <w:p w:rsidRPr="00B950BA" w:rsidR="00D74A62" w:rsidP="00122B41" w:rsidRDefault="00D74A62" w14:paraId="60AAA8D8" w14:textId="7D08CDEE">
            <w:pPr>
              <w:rPr>
                <w:i/>
                <w:iCs/>
              </w:rPr>
            </w:pPr>
            <w:r w:rsidRPr="00B950BA">
              <w:rPr>
                <w:i/>
                <w:iCs/>
              </w:rPr>
              <w:t>Betula</w:t>
            </w:r>
            <w:r w:rsidRPr="00B950BA" w:rsidR="00AE03F0">
              <w:rPr>
                <w:i/>
                <w:iCs/>
              </w:rPr>
              <w:t xml:space="preserve"> neoalaskana</w:t>
            </w:r>
          </w:p>
        </w:tc>
        <w:tc>
          <w:tcPr>
            <w:tcW w:w="2403" w:type="dxa"/>
            <w:tcBorders>
              <w:top w:val="single" w:color="000000" w:sz="12" w:space="0"/>
            </w:tcBorders>
            <w:shd w:val="clear" w:color="auto" w:fill="auto"/>
          </w:tcPr>
          <w:p w:rsidRPr="00D74A62" w:rsidR="00D74A62" w:rsidP="00122B41" w:rsidRDefault="00AE03F0" w14:paraId="0E1C4794" w14:textId="55D116B3">
            <w:r>
              <w:t>Alaska p</w:t>
            </w:r>
            <w:r w:rsidRPr="00D74A62" w:rsidR="00D74A62">
              <w:t>aper birch</w:t>
            </w:r>
          </w:p>
        </w:tc>
        <w:tc>
          <w:tcPr>
            <w:tcW w:w="2250" w:type="dxa"/>
            <w:tcBorders>
              <w:top w:val="single" w:color="000000" w:sz="12" w:space="0"/>
            </w:tcBorders>
            <w:shd w:val="clear" w:color="auto" w:fill="auto"/>
          </w:tcPr>
          <w:p w:rsidRPr="00D74A62" w:rsidR="00D74A62" w:rsidP="00122B41" w:rsidRDefault="00D74A62" w14:paraId="6DF2BBD3" w14:textId="77777777">
            <w:r w:rsidRPr="00D74A62">
              <w:t>Upper</w:t>
            </w:r>
          </w:p>
        </w:tc>
      </w:tr>
      <w:tr w:rsidRPr="00D74A62" w:rsidR="00D74A62" w:rsidTr="00DF3765" w14:paraId="06CC092B" w14:textId="77777777">
        <w:tc>
          <w:tcPr>
            <w:tcW w:w="1104" w:type="dxa"/>
            <w:shd w:val="clear" w:color="auto" w:fill="auto"/>
          </w:tcPr>
          <w:p w:rsidRPr="00D74A62" w:rsidR="00D74A62" w:rsidP="00122B41" w:rsidRDefault="00D74A62" w14:paraId="23FF98F7" w14:textId="77777777">
            <w:pPr>
              <w:rPr>
                <w:bCs/>
              </w:rPr>
            </w:pPr>
            <w:r w:rsidRPr="00D74A62">
              <w:rPr>
                <w:bCs/>
              </w:rPr>
              <w:t>POTR5</w:t>
            </w:r>
          </w:p>
        </w:tc>
        <w:tc>
          <w:tcPr>
            <w:tcW w:w="2340" w:type="dxa"/>
            <w:shd w:val="clear" w:color="auto" w:fill="auto"/>
          </w:tcPr>
          <w:p w:rsidRPr="00B950BA" w:rsidR="00D74A62" w:rsidP="00122B41" w:rsidRDefault="00D74A62" w14:paraId="1F9BF2BB" w14:textId="77777777">
            <w:pPr>
              <w:rPr>
                <w:i/>
                <w:iCs/>
              </w:rPr>
            </w:pPr>
            <w:r w:rsidRPr="00B950BA">
              <w:rPr>
                <w:i/>
                <w:iCs/>
              </w:rPr>
              <w:t>Populus tremuloides</w:t>
            </w:r>
          </w:p>
        </w:tc>
        <w:tc>
          <w:tcPr>
            <w:tcW w:w="2403" w:type="dxa"/>
            <w:shd w:val="clear" w:color="auto" w:fill="auto"/>
          </w:tcPr>
          <w:p w:rsidRPr="00D74A62" w:rsidR="00D74A62" w:rsidP="00122B41" w:rsidRDefault="00D74A62" w14:paraId="3CBBAFD9" w14:textId="77777777">
            <w:r w:rsidRPr="00D74A62">
              <w:t>Quaking aspen</w:t>
            </w:r>
          </w:p>
        </w:tc>
        <w:tc>
          <w:tcPr>
            <w:tcW w:w="2250" w:type="dxa"/>
            <w:shd w:val="clear" w:color="auto" w:fill="auto"/>
          </w:tcPr>
          <w:p w:rsidRPr="00D74A62" w:rsidR="00D74A62" w:rsidP="00122B41" w:rsidRDefault="00D74A62" w14:paraId="0755EF5A" w14:textId="77777777">
            <w:r w:rsidRPr="00D74A62">
              <w:t>Upper</w:t>
            </w:r>
          </w:p>
        </w:tc>
      </w:tr>
      <w:tr w:rsidRPr="00D74A62" w:rsidR="00D74A62" w:rsidTr="00DF3765" w14:paraId="6E6C1D40" w14:textId="77777777">
        <w:tc>
          <w:tcPr>
            <w:tcW w:w="1104" w:type="dxa"/>
            <w:shd w:val="clear" w:color="auto" w:fill="auto"/>
          </w:tcPr>
          <w:p w:rsidRPr="00D74A62" w:rsidR="00D74A62" w:rsidP="00122B41" w:rsidRDefault="00D74A62" w14:paraId="5C88764F" w14:textId="77777777">
            <w:pPr>
              <w:rPr>
                <w:bCs/>
              </w:rPr>
            </w:pPr>
            <w:r w:rsidRPr="00D74A62">
              <w:rPr>
                <w:bCs/>
              </w:rPr>
              <w:t>ROAC</w:t>
            </w:r>
          </w:p>
        </w:tc>
        <w:tc>
          <w:tcPr>
            <w:tcW w:w="2340" w:type="dxa"/>
            <w:shd w:val="clear" w:color="auto" w:fill="auto"/>
          </w:tcPr>
          <w:p w:rsidRPr="00B950BA" w:rsidR="00D74A62" w:rsidP="00122B41" w:rsidRDefault="00D74A62" w14:paraId="7A2F9DAC" w14:textId="77777777">
            <w:pPr>
              <w:rPr>
                <w:i/>
                <w:iCs/>
              </w:rPr>
            </w:pPr>
            <w:r w:rsidRPr="00B950BA">
              <w:rPr>
                <w:i/>
                <w:iCs/>
              </w:rPr>
              <w:t>Rosa acicularis</w:t>
            </w:r>
          </w:p>
        </w:tc>
        <w:tc>
          <w:tcPr>
            <w:tcW w:w="2403" w:type="dxa"/>
            <w:shd w:val="clear" w:color="auto" w:fill="auto"/>
          </w:tcPr>
          <w:p w:rsidRPr="00D74A62" w:rsidR="00D74A62" w:rsidP="00122B41" w:rsidRDefault="00D74A62" w14:paraId="0FC0BBAF" w14:textId="77777777">
            <w:r w:rsidRPr="00D74A62">
              <w:t>Prickly rose</w:t>
            </w:r>
          </w:p>
        </w:tc>
        <w:tc>
          <w:tcPr>
            <w:tcW w:w="2250" w:type="dxa"/>
            <w:shd w:val="clear" w:color="auto" w:fill="auto"/>
          </w:tcPr>
          <w:p w:rsidRPr="00D74A62" w:rsidR="00D74A62" w:rsidP="00122B41" w:rsidRDefault="00D74A62" w14:paraId="6FECE723" w14:textId="77777777">
            <w:r w:rsidRPr="00D74A62">
              <w:t>Lower</w:t>
            </w:r>
          </w:p>
        </w:tc>
      </w:tr>
      <w:tr w:rsidRPr="00D74A62" w:rsidR="00D74A62" w:rsidTr="00DF3765" w14:paraId="7412EB0E" w14:textId="77777777">
        <w:tc>
          <w:tcPr>
            <w:tcW w:w="1104" w:type="dxa"/>
            <w:shd w:val="clear" w:color="auto" w:fill="auto"/>
          </w:tcPr>
          <w:p w:rsidRPr="00D74A62" w:rsidR="00D74A62" w:rsidP="00122B41" w:rsidRDefault="00D74A62" w14:paraId="44AB240D" w14:textId="77777777">
            <w:pPr>
              <w:rPr>
                <w:bCs/>
              </w:rPr>
            </w:pPr>
            <w:r w:rsidRPr="00D74A62">
              <w:rPr>
                <w:bCs/>
              </w:rPr>
              <w:t>VIED</w:t>
            </w:r>
          </w:p>
        </w:tc>
        <w:tc>
          <w:tcPr>
            <w:tcW w:w="2340" w:type="dxa"/>
            <w:shd w:val="clear" w:color="auto" w:fill="auto"/>
          </w:tcPr>
          <w:p w:rsidRPr="00B950BA" w:rsidR="00D74A62" w:rsidP="00122B41" w:rsidRDefault="00D74A62" w14:paraId="7492CDAD" w14:textId="77777777">
            <w:pPr>
              <w:rPr>
                <w:i/>
                <w:iCs/>
              </w:rPr>
            </w:pPr>
            <w:r w:rsidRPr="00B950BA">
              <w:rPr>
                <w:i/>
                <w:iCs/>
              </w:rPr>
              <w:t>Viburnum edule</w:t>
            </w:r>
          </w:p>
        </w:tc>
        <w:tc>
          <w:tcPr>
            <w:tcW w:w="2403" w:type="dxa"/>
            <w:shd w:val="clear" w:color="auto" w:fill="auto"/>
          </w:tcPr>
          <w:p w:rsidRPr="00D74A62" w:rsidR="00D74A62" w:rsidP="00122B41" w:rsidRDefault="00D74A62" w14:paraId="3EE96693" w14:textId="77777777">
            <w:r w:rsidRPr="00D74A62">
              <w:t>Squashberry</w:t>
            </w:r>
          </w:p>
        </w:tc>
        <w:tc>
          <w:tcPr>
            <w:tcW w:w="2250" w:type="dxa"/>
            <w:shd w:val="clear" w:color="auto" w:fill="auto"/>
          </w:tcPr>
          <w:p w:rsidRPr="00D74A62" w:rsidR="00D74A62" w:rsidP="00122B41" w:rsidRDefault="00D74A62" w14:paraId="1B10F1A4" w14:textId="77777777">
            <w:r w:rsidRPr="00D74A62">
              <w:t>Lower</w:t>
            </w:r>
          </w:p>
        </w:tc>
      </w:tr>
    </w:tbl>
    <w:p w:rsidR="00D74A62" w:rsidP="00D74A62" w:rsidRDefault="00D74A62" w14:paraId="14D0670F" w14:textId="77777777"/>
    <w:p w:rsidR="00D74A62" w:rsidP="00D74A62" w:rsidRDefault="00D74A62" w14:paraId="1A0E5E61" w14:textId="77777777">
      <w:pPr>
        <w:pStyle w:val="SClassInfoPara"/>
      </w:pPr>
      <w:r>
        <w:t>Description</w:t>
      </w:r>
    </w:p>
    <w:p w:rsidR="00D74A62" w:rsidP="007010EA" w:rsidRDefault="00D74A62" w14:paraId="401E86DB" w14:textId="5160B8F4">
      <w:r>
        <w:t xml:space="preserve">This stand is characterized by mature hardwood trees with more dead and downed fuels. </w:t>
      </w:r>
      <w:r w:rsidRPr="00662BDE">
        <w:rPr>
          <w:i/>
          <w:iCs/>
        </w:rPr>
        <w:t xml:space="preserve">Betula </w:t>
      </w:r>
      <w:r w:rsidRPr="00662BDE" w:rsidR="000F31C9">
        <w:rPr>
          <w:i/>
          <w:iCs/>
        </w:rPr>
        <w:t>neoalaskana</w:t>
      </w:r>
      <w:r>
        <w:t xml:space="preserve"> or </w:t>
      </w:r>
      <w:r w:rsidRPr="00662BDE">
        <w:rPr>
          <w:i/>
          <w:iCs/>
        </w:rPr>
        <w:t>Populus tremuloides</w:t>
      </w:r>
      <w:r>
        <w:t xml:space="preserve"> typically dominate but </w:t>
      </w:r>
      <w:r w:rsidRPr="000F7F88">
        <w:rPr>
          <w:i/>
          <w:iCs/>
        </w:rPr>
        <w:t>P. balsamifera</w:t>
      </w:r>
      <w:r>
        <w:t xml:space="preserve"> may be a common associate. Common understory species include </w:t>
      </w:r>
      <w:r w:rsidRPr="000F7F88">
        <w:rPr>
          <w:i/>
          <w:iCs/>
        </w:rPr>
        <w:t xml:space="preserve">Ledum </w:t>
      </w:r>
      <w:r>
        <w:t xml:space="preserve">spp., </w:t>
      </w:r>
      <w:r w:rsidRPr="000F7F88">
        <w:rPr>
          <w:i/>
          <w:iCs/>
        </w:rPr>
        <w:t>Vaccinium vitis-idaea, Betula nana, Rosa acicularis, Shepherdia canadensis</w:t>
      </w:r>
      <w:r>
        <w:t xml:space="preserve">, and </w:t>
      </w:r>
      <w:r w:rsidRPr="000F7F88">
        <w:rPr>
          <w:i/>
          <w:iCs/>
        </w:rPr>
        <w:t>Viburnum edule</w:t>
      </w:r>
      <w:r>
        <w:t xml:space="preserve">. Feathermosses such as </w:t>
      </w:r>
      <w:r w:rsidRPr="000F7F88">
        <w:rPr>
          <w:i/>
          <w:iCs/>
        </w:rPr>
        <w:t>Hylocomium splendens</w:t>
      </w:r>
      <w:r>
        <w:t xml:space="preserve"> and </w:t>
      </w:r>
      <w:r w:rsidRPr="000F7F88">
        <w:rPr>
          <w:i/>
          <w:iCs/>
        </w:rPr>
        <w:t>Pleurozium schreberi</w:t>
      </w:r>
      <w:r>
        <w:t xml:space="preserve"> are common in the ground layer (Boggs and Sturdy, 2005).</w:t>
      </w:r>
    </w:p>
    <w:p w:rsidR="003C7D65" w:rsidP="007010EA" w:rsidRDefault="003C7D65" w14:paraId="43E9D982" w14:textId="77777777"/>
    <w:p>
      <w:r>
        <w:rPr>
          <w:i/>
          <w:u w:val="single"/>
        </w:rPr>
        <w:t>Maximum Tree Size Class</w:t>
      </w:r>
      <w:br/>
      <w:r>
        <w:t>Med. 9–20" (swd)/11–20" (hwd)</w:t>
      </w:r>
    </w:p>
    <w:p w:rsidR="00D74A62" w:rsidP="00D74A62" w:rsidRDefault="00D74A62" w14:paraId="19F81263" w14:textId="06A44003">
      <w:pPr>
        <w:pStyle w:val="InfoPara"/>
        <w:pBdr>
          <w:top w:val="single" w:color="auto" w:sz="4" w:space="1"/>
        </w:pBdr>
      </w:pPr>
      <w:r xmlns:w="http://schemas.openxmlformats.org/wordprocessingml/2006/main">
        <w:t>Class E</w:t>
      </w:r>
      <w:r xmlns:w="http://schemas.openxmlformats.org/wordprocessingml/2006/main">
        <w:tab/>
        <w:t>67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D74A62" w:rsidP="00D74A62" w:rsidRDefault="00D74A62" w14:paraId="5C397B31" w14:textId="77777777"/>
    <w:p w:rsidR="00D74A62" w:rsidP="00D74A62" w:rsidRDefault="00D74A62" w14:paraId="2437FC1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340"/>
        <w:gridCol w:w="2499"/>
        <w:gridCol w:w="2070"/>
      </w:tblGrid>
      <w:tr w:rsidRPr="00D74A62" w:rsidR="00D74A62" w:rsidTr="00DF3765" w14:paraId="43C0C455" w14:textId="77777777">
        <w:tc>
          <w:tcPr>
            <w:tcW w:w="1188" w:type="dxa"/>
            <w:tcBorders>
              <w:top w:val="single" w:color="auto" w:sz="2" w:space="0"/>
              <w:bottom w:val="single" w:color="000000" w:sz="12" w:space="0"/>
            </w:tcBorders>
            <w:shd w:val="clear" w:color="auto" w:fill="auto"/>
          </w:tcPr>
          <w:p w:rsidRPr="00D74A62" w:rsidR="00D74A62" w:rsidP="007546E0" w:rsidRDefault="00D74A62" w14:paraId="12CDD5EB" w14:textId="77777777">
            <w:pPr>
              <w:rPr>
                <w:b/>
                <w:bCs/>
              </w:rPr>
            </w:pPr>
            <w:r w:rsidRPr="00D74A62">
              <w:rPr>
                <w:b/>
                <w:bCs/>
              </w:rPr>
              <w:t>Symbol</w:t>
            </w:r>
          </w:p>
        </w:tc>
        <w:tc>
          <w:tcPr>
            <w:tcW w:w="2340" w:type="dxa"/>
            <w:tcBorders>
              <w:top w:val="single" w:color="auto" w:sz="2" w:space="0"/>
              <w:bottom w:val="single" w:color="000000" w:sz="12" w:space="0"/>
            </w:tcBorders>
            <w:shd w:val="clear" w:color="auto" w:fill="auto"/>
          </w:tcPr>
          <w:p w:rsidRPr="00D74A62" w:rsidR="00D74A62" w:rsidP="007546E0" w:rsidRDefault="00D74A62" w14:paraId="7D94659E" w14:textId="77777777">
            <w:pPr>
              <w:rPr>
                <w:b/>
                <w:bCs/>
              </w:rPr>
            </w:pPr>
            <w:r w:rsidRPr="00D74A62">
              <w:rPr>
                <w:b/>
                <w:bCs/>
              </w:rPr>
              <w:t>Scientific Name</w:t>
            </w:r>
          </w:p>
        </w:tc>
        <w:tc>
          <w:tcPr>
            <w:tcW w:w="2499" w:type="dxa"/>
            <w:tcBorders>
              <w:top w:val="single" w:color="auto" w:sz="2" w:space="0"/>
              <w:bottom w:val="single" w:color="000000" w:sz="12" w:space="0"/>
            </w:tcBorders>
            <w:shd w:val="clear" w:color="auto" w:fill="auto"/>
          </w:tcPr>
          <w:p w:rsidRPr="00D74A62" w:rsidR="00D74A62" w:rsidP="007546E0" w:rsidRDefault="00D74A62" w14:paraId="410B6904" w14:textId="77777777">
            <w:pPr>
              <w:rPr>
                <w:b/>
                <w:bCs/>
              </w:rPr>
            </w:pPr>
            <w:r w:rsidRPr="00D74A62">
              <w:rPr>
                <w:b/>
                <w:bCs/>
              </w:rPr>
              <w:t>Common Name</w:t>
            </w:r>
          </w:p>
        </w:tc>
        <w:tc>
          <w:tcPr>
            <w:tcW w:w="2070" w:type="dxa"/>
            <w:tcBorders>
              <w:top w:val="single" w:color="auto" w:sz="2" w:space="0"/>
              <w:bottom w:val="single" w:color="000000" w:sz="12" w:space="0"/>
            </w:tcBorders>
            <w:shd w:val="clear" w:color="auto" w:fill="auto"/>
          </w:tcPr>
          <w:p w:rsidRPr="00D74A62" w:rsidR="00D74A62" w:rsidP="007546E0" w:rsidRDefault="00D74A62" w14:paraId="6DC899CA" w14:textId="77777777">
            <w:pPr>
              <w:rPr>
                <w:b/>
                <w:bCs/>
              </w:rPr>
            </w:pPr>
            <w:r w:rsidRPr="00D74A62">
              <w:rPr>
                <w:b/>
                <w:bCs/>
              </w:rPr>
              <w:t>Canopy Position</w:t>
            </w:r>
          </w:p>
        </w:tc>
      </w:tr>
      <w:tr w:rsidRPr="00D74A62" w:rsidR="00D74A62" w:rsidTr="00DF3765" w14:paraId="6E016944" w14:textId="77777777">
        <w:tc>
          <w:tcPr>
            <w:tcW w:w="1188" w:type="dxa"/>
            <w:tcBorders>
              <w:top w:val="single" w:color="000000" w:sz="12" w:space="0"/>
            </w:tcBorders>
            <w:shd w:val="clear" w:color="auto" w:fill="auto"/>
          </w:tcPr>
          <w:p w:rsidRPr="00D74A62" w:rsidR="00D74A62" w:rsidP="007546E0" w:rsidRDefault="00D74A62" w14:paraId="5538C4B9" w14:textId="66385E9F">
            <w:pPr>
              <w:rPr>
                <w:bCs/>
              </w:rPr>
            </w:pPr>
            <w:r w:rsidRPr="00D74A62">
              <w:rPr>
                <w:bCs/>
              </w:rPr>
              <w:t>BE</w:t>
            </w:r>
            <w:r w:rsidR="000F31C9">
              <w:rPr>
                <w:bCs/>
              </w:rPr>
              <w:t>NE4</w:t>
            </w:r>
          </w:p>
        </w:tc>
        <w:tc>
          <w:tcPr>
            <w:tcW w:w="2340" w:type="dxa"/>
            <w:tcBorders>
              <w:top w:val="single" w:color="000000" w:sz="12" w:space="0"/>
            </w:tcBorders>
            <w:shd w:val="clear" w:color="auto" w:fill="auto"/>
          </w:tcPr>
          <w:p w:rsidRPr="00314900" w:rsidR="00D74A62" w:rsidP="007546E0" w:rsidRDefault="00D74A62" w14:paraId="7DDFD0DC" w14:textId="1B92E80F">
            <w:pPr>
              <w:rPr>
                <w:i/>
                <w:iCs/>
              </w:rPr>
            </w:pPr>
            <w:r w:rsidRPr="00314900">
              <w:rPr>
                <w:i/>
                <w:iCs/>
              </w:rPr>
              <w:t xml:space="preserve">Betula </w:t>
            </w:r>
            <w:r w:rsidRPr="00314900" w:rsidR="00AE03F0">
              <w:rPr>
                <w:i/>
                <w:iCs/>
              </w:rPr>
              <w:t>neoalaskana</w:t>
            </w:r>
          </w:p>
        </w:tc>
        <w:tc>
          <w:tcPr>
            <w:tcW w:w="2499" w:type="dxa"/>
            <w:tcBorders>
              <w:top w:val="single" w:color="000000" w:sz="12" w:space="0"/>
            </w:tcBorders>
            <w:shd w:val="clear" w:color="auto" w:fill="auto"/>
          </w:tcPr>
          <w:p w:rsidRPr="00D74A62" w:rsidR="00D74A62" w:rsidP="007546E0" w:rsidRDefault="00AE03F0" w14:paraId="0E5C7818" w14:textId="6DDD494F">
            <w:r>
              <w:t>Alaska p</w:t>
            </w:r>
            <w:r w:rsidRPr="00D74A62" w:rsidR="00D74A62">
              <w:t>aper birch</w:t>
            </w:r>
          </w:p>
        </w:tc>
        <w:tc>
          <w:tcPr>
            <w:tcW w:w="2070" w:type="dxa"/>
            <w:tcBorders>
              <w:top w:val="single" w:color="000000" w:sz="12" w:space="0"/>
            </w:tcBorders>
            <w:shd w:val="clear" w:color="auto" w:fill="auto"/>
          </w:tcPr>
          <w:p w:rsidRPr="00D74A62" w:rsidR="00D74A62" w:rsidP="007546E0" w:rsidRDefault="00D74A62" w14:paraId="0C77E10D" w14:textId="77777777">
            <w:r w:rsidRPr="00D74A62">
              <w:t>Upper</w:t>
            </w:r>
          </w:p>
        </w:tc>
      </w:tr>
      <w:tr w:rsidRPr="00D74A62" w:rsidR="00D74A62" w:rsidTr="00DF3765" w14:paraId="04CFBAD9" w14:textId="77777777">
        <w:tc>
          <w:tcPr>
            <w:tcW w:w="1188" w:type="dxa"/>
            <w:shd w:val="clear" w:color="auto" w:fill="auto"/>
          </w:tcPr>
          <w:p w:rsidRPr="00D74A62" w:rsidR="00D74A62" w:rsidP="007546E0" w:rsidRDefault="00D74A62" w14:paraId="473042B9" w14:textId="77777777">
            <w:pPr>
              <w:rPr>
                <w:bCs/>
              </w:rPr>
            </w:pPr>
            <w:r w:rsidRPr="00D74A62">
              <w:rPr>
                <w:bCs/>
              </w:rPr>
              <w:t>POTR5</w:t>
            </w:r>
          </w:p>
        </w:tc>
        <w:tc>
          <w:tcPr>
            <w:tcW w:w="2340" w:type="dxa"/>
            <w:shd w:val="clear" w:color="auto" w:fill="auto"/>
          </w:tcPr>
          <w:p w:rsidRPr="00314900" w:rsidR="00D74A62" w:rsidP="007546E0" w:rsidRDefault="00D74A62" w14:paraId="217C9823" w14:textId="77777777">
            <w:pPr>
              <w:rPr>
                <w:i/>
                <w:iCs/>
              </w:rPr>
            </w:pPr>
            <w:r w:rsidRPr="00314900">
              <w:rPr>
                <w:i/>
                <w:iCs/>
              </w:rPr>
              <w:t>Populus tremuloides</w:t>
            </w:r>
          </w:p>
        </w:tc>
        <w:tc>
          <w:tcPr>
            <w:tcW w:w="2499" w:type="dxa"/>
            <w:shd w:val="clear" w:color="auto" w:fill="auto"/>
          </w:tcPr>
          <w:p w:rsidRPr="00D74A62" w:rsidR="00D74A62" w:rsidP="007546E0" w:rsidRDefault="00D74A62" w14:paraId="43E543E4" w14:textId="77777777">
            <w:r w:rsidRPr="00D74A62">
              <w:t>Quaking aspen</w:t>
            </w:r>
          </w:p>
        </w:tc>
        <w:tc>
          <w:tcPr>
            <w:tcW w:w="2070" w:type="dxa"/>
            <w:shd w:val="clear" w:color="auto" w:fill="auto"/>
          </w:tcPr>
          <w:p w:rsidRPr="00D74A62" w:rsidR="00D74A62" w:rsidP="007546E0" w:rsidRDefault="00D74A62" w14:paraId="4D6A5F1D" w14:textId="77777777">
            <w:r w:rsidRPr="00D74A62">
              <w:t>Upper</w:t>
            </w:r>
          </w:p>
        </w:tc>
      </w:tr>
      <w:tr w:rsidRPr="00D74A62" w:rsidR="00D74A62" w:rsidTr="00DF3765" w14:paraId="2742730D" w14:textId="77777777">
        <w:tc>
          <w:tcPr>
            <w:tcW w:w="1188" w:type="dxa"/>
            <w:shd w:val="clear" w:color="auto" w:fill="auto"/>
          </w:tcPr>
          <w:p w:rsidRPr="00D74A62" w:rsidR="00D74A62" w:rsidP="007546E0" w:rsidRDefault="00D74A62" w14:paraId="303FCC1B" w14:textId="77777777">
            <w:pPr>
              <w:rPr>
                <w:bCs/>
              </w:rPr>
            </w:pPr>
            <w:r w:rsidRPr="00D74A62">
              <w:rPr>
                <w:bCs/>
              </w:rPr>
              <w:t>ALNUS</w:t>
            </w:r>
          </w:p>
        </w:tc>
        <w:tc>
          <w:tcPr>
            <w:tcW w:w="2340" w:type="dxa"/>
            <w:shd w:val="clear" w:color="auto" w:fill="auto"/>
          </w:tcPr>
          <w:p w:rsidRPr="00314900" w:rsidR="00D74A62" w:rsidP="007546E0" w:rsidRDefault="00D74A62" w14:paraId="1A860745" w14:textId="5223A416">
            <w:r w:rsidRPr="00314900">
              <w:rPr>
                <w:i/>
                <w:iCs/>
              </w:rPr>
              <w:t>Alnus</w:t>
            </w:r>
            <w:r w:rsidR="00314900">
              <w:rPr>
                <w:i/>
                <w:iCs/>
              </w:rPr>
              <w:t xml:space="preserve"> </w:t>
            </w:r>
            <w:r w:rsidR="00314900">
              <w:t>spp.</w:t>
            </w:r>
          </w:p>
        </w:tc>
        <w:tc>
          <w:tcPr>
            <w:tcW w:w="2499" w:type="dxa"/>
            <w:shd w:val="clear" w:color="auto" w:fill="auto"/>
          </w:tcPr>
          <w:p w:rsidRPr="00D74A62" w:rsidR="00D74A62" w:rsidP="007546E0" w:rsidRDefault="00D74A62" w14:paraId="22D1A547" w14:textId="77777777">
            <w:r w:rsidRPr="00D74A62">
              <w:t>Alder</w:t>
            </w:r>
          </w:p>
        </w:tc>
        <w:tc>
          <w:tcPr>
            <w:tcW w:w="2070" w:type="dxa"/>
            <w:shd w:val="clear" w:color="auto" w:fill="auto"/>
          </w:tcPr>
          <w:p w:rsidRPr="00D74A62" w:rsidR="00D74A62" w:rsidP="007546E0" w:rsidRDefault="00D74A62" w14:paraId="5FBE6C02" w14:textId="77777777">
            <w:r w:rsidRPr="00D74A62">
              <w:t>Lower</w:t>
            </w:r>
          </w:p>
        </w:tc>
      </w:tr>
      <w:tr w:rsidRPr="00D74A62" w:rsidR="00D74A62" w:rsidTr="00DF3765" w14:paraId="7DA330A8" w14:textId="77777777">
        <w:tc>
          <w:tcPr>
            <w:tcW w:w="1188" w:type="dxa"/>
            <w:shd w:val="clear" w:color="auto" w:fill="auto"/>
          </w:tcPr>
          <w:p w:rsidRPr="00D74A62" w:rsidR="00D74A62" w:rsidP="007546E0" w:rsidRDefault="00D74A62" w14:paraId="3B4489E6" w14:textId="77777777">
            <w:pPr>
              <w:rPr>
                <w:bCs/>
              </w:rPr>
            </w:pPr>
            <w:r w:rsidRPr="00D74A62">
              <w:rPr>
                <w:bCs/>
              </w:rPr>
              <w:t>LEDUM</w:t>
            </w:r>
          </w:p>
        </w:tc>
        <w:tc>
          <w:tcPr>
            <w:tcW w:w="2340" w:type="dxa"/>
            <w:shd w:val="clear" w:color="auto" w:fill="auto"/>
          </w:tcPr>
          <w:p w:rsidRPr="00314900" w:rsidR="00D74A62" w:rsidP="007546E0" w:rsidRDefault="00D74A62" w14:paraId="4F6AFDAB" w14:textId="7E17F4AB">
            <w:r w:rsidRPr="00314900">
              <w:rPr>
                <w:i/>
                <w:iCs/>
              </w:rPr>
              <w:t>Ledum</w:t>
            </w:r>
            <w:r w:rsidR="00314900">
              <w:t xml:space="preserve"> spp.</w:t>
            </w:r>
          </w:p>
        </w:tc>
        <w:tc>
          <w:tcPr>
            <w:tcW w:w="2499" w:type="dxa"/>
            <w:shd w:val="clear" w:color="auto" w:fill="auto"/>
          </w:tcPr>
          <w:p w:rsidRPr="00D74A62" w:rsidR="00D74A62" w:rsidP="007546E0" w:rsidRDefault="00D74A62" w14:paraId="56925D0A" w14:textId="77777777">
            <w:r w:rsidRPr="00D74A62">
              <w:t>Labrador tea</w:t>
            </w:r>
          </w:p>
        </w:tc>
        <w:tc>
          <w:tcPr>
            <w:tcW w:w="2070" w:type="dxa"/>
            <w:shd w:val="clear" w:color="auto" w:fill="auto"/>
          </w:tcPr>
          <w:p w:rsidRPr="00D74A62" w:rsidR="00D74A62" w:rsidP="007546E0" w:rsidRDefault="00D74A62" w14:paraId="48083341" w14:textId="77777777">
            <w:r w:rsidRPr="00D74A62">
              <w:t>Lower</w:t>
            </w:r>
          </w:p>
        </w:tc>
      </w:tr>
    </w:tbl>
    <w:p w:rsidR="00D74A62" w:rsidP="00D74A62" w:rsidRDefault="00D74A62" w14:paraId="788E9A62" w14:textId="77777777"/>
    <w:p w:rsidR="00D74A62" w:rsidP="00D74A62" w:rsidRDefault="00D74A62" w14:paraId="11C59D76" w14:textId="77777777">
      <w:pPr>
        <w:pStyle w:val="SClassInfoPara"/>
      </w:pPr>
      <w:r>
        <w:t>Description</w:t>
      </w:r>
    </w:p>
    <w:p w:rsidR="00D74A62" w:rsidP="00D74A62" w:rsidRDefault="00D74A62" w14:paraId="493892C1" w14:textId="5D524EF0">
      <w:r>
        <w:t>Late seral stands are characterized by large hardwood trees. This cla</w:t>
      </w:r>
      <w:r w:rsidR="00FC61E5">
        <w:t>ss captures the old, open birch-</w:t>
      </w:r>
      <w:r>
        <w:t xml:space="preserve">calamagrostis stands. A mixed-age stand can develop as aspen clones resprout when individual trees die. </w:t>
      </w:r>
      <w:r w:rsidRPr="00314900">
        <w:rPr>
          <w:i/>
          <w:iCs/>
        </w:rPr>
        <w:t xml:space="preserve">Betula </w:t>
      </w:r>
      <w:r w:rsidRPr="00314900" w:rsidR="000F31C9">
        <w:rPr>
          <w:i/>
          <w:iCs/>
        </w:rPr>
        <w:t>neoalaskana</w:t>
      </w:r>
      <w:r>
        <w:t xml:space="preserve"> or </w:t>
      </w:r>
      <w:r w:rsidRPr="00314900">
        <w:rPr>
          <w:i/>
          <w:iCs/>
        </w:rPr>
        <w:t>Populus tremuloides</w:t>
      </w:r>
      <w:r>
        <w:t xml:space="preserve"> typically dominate but </w:t>
      </w:r>
      <w:r w:rsidRPr="00314900">
        <w:rPr>
          <w:i/>
          <w:iCs/>
        </w:rPr>
        <w:t>P. balsamifera</w:t>
      </w:r>
      <w:r>
        <w:t xml:space="preserve"> may be a common associate. Spruce may be present in the canopy, and in the absence of fire, could potentially occupy the site. Common understory species include </w:t>
      </w:r>
      <w:r w:rsidRPr="00547574">
        <w:rPr>
          <w:i/>
          <w:iCs/>
        </w:rPr>
        <w:t xml:space="preserve">Alnus </w:t>
      </w:r>
      <w:r w:rsidRPr="00547574">
        <w:t>spp</w:t>
      </w:r>
      <w:r w:rsidRPr="00547574">
        <w:rPr>
          <w:i/>
          <w:iCs/>
        </w:rPr>
        <w:t xml:space="preserve">., Ledum </w:t>
      </w:r>
      <w:r w:rsidRPr="00547574">
        <w:t>spp</w:t>
      </w:r>
      <w:r w:rsidRPr="00547574">
        <w:rPr>
          <w:i/>
          <w:iCs/>
        </w:rPr>
        <w:t>., Vaccinium vitis-idaea, Betula nana, Rosa acicularis, Shepherdia canadensis</w:t>
      </w:r>
      <w:r>
        <w:t xml:space="preserve">, and </w:t>
      </w:r>
      <w:r w:rsidRPr="00547574">
        <w:rPr>
          <w:i/>
          <w:iCs/>
        </w:rPr>
        <w:t>Viburnum edule</w:t>
      </w:r>
      <w:r>
        <w:t xml:space="preserve">. Feathermosses such as </w:t>
      </w:r>
      <w:r w:rsidRPr="00547574">
        <w:rPr>
          <w:i/>
          <w:iCs/>
        </w:rPr>
        <w:t>Hylocomium splendens</w:t>
      </w:r>
      <w:r>
        <w:t xml:space="preserve"> and </w:t>
      </w:r>
      <w:r w:rsidRPr="00547574">
        <w:rPr>
          <w:i/>
          <w:iCs/>
        </w:rPr>
        <w:t>Pleurozium schreberi</w:t>
      </w:r>
      <w:r>
        <w:t xml:space="preserve"> are common in the ground layer (Boggs and Sturdy 2005).</w:t>
      </w:r>
    </w:p>
    <w:p w:rsidR="00D74A62" w:rsidP="00D74A62" w:rsidRDefault="00D74A62" w14:paraId="07965935"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Early2:ALL</w:t>
            </w:r>
          </w:p>
        </w:tc>
        <w:tc>
          <w:p>
            <w:pPr>
              <w:jc w:val="center"/>
            </w:pPr>
            <w:r>
              <w:rPr>
                <w:sz w:val="20"/>
              </w:rPr>
              <w:t>4</w:t>
            </w:r>
          </w:p>
        </w:tc>
      </w:tr>
      <w:tr>
        <w:tc>
          <w:p>
            <w:pPr>
              <w:jc w:val="center"/>
            </w:pPr>
            <w:r>
              <w:rPr>
                <w:sz w:val="20"/>
              </w:rPr>
              <w:t>Early2:ALL</w:t>
            </w:r>
          </w:p>
        </w:tc>
        <w:tc>
          <w:p>
            <w:pPr>
              <w:jc w:val="center"/>
            </w:pPr>
            <w:r>
              <w:rPr>
                <w:sz w:val="20"/>
              </w:rPr>
              <w:t>5</w:t>
            </w:r>
          </w:p>
        </w:tc>
        <w:tc>
          <w:p>
            <w:pPr>
              <w:jc w:val="center"/>
            </w:pPr>
            <w:r>
              <w:rPr>
                <w:sz w:val="20"/>
              </w:rPr>
              <w:t>Mid1:CLS</w:t>
            </w:r>
          </w:p>
        </w:tc>
        <w:tc>
          <w:p>
            <w:pPr>
              <w:jc w:val="center"/>
            </w:pPr>
            <w:r>
              <w:rPr>
                <w:sz w:val="20"/>
              </w:rPr>
              <w:t>14</w:t>
            </w:r>
          </w:p>
        </w:tc>
      </w:tr>
      <w:tr>
        <w:tc>
          <w:p>
            <w:pPr>
              <w:jc w:val="center"/>
            </w:pPr>
            <w:r>
              <w:rPr>
                <w:sz w:val="20"/>
              </w:rPr>
              <w:t>Mid1:CLS</w:t>
            </w:r>
          </w:p>
        </w:tc>
        <w:tc>
          <w:p>
            <w:pPr>
              <w:jc w:val="center"/>
            </w:pPr>
            <w:r>
              <w:rPr>
                <w:sz w:val="20"/>
              </w:rPr>
              <w:t>15</w:t>
            </w:r>
          </w:p>
        </w:tc>
        <w:tc>
          <w:p>
            <w:pPr>
              <w:jc w:val="center"/>
            </w:pPr>
            <w:r>
              <w:rPr>
                <w:sz w:val="20"/>
              </w:rPr>
              <w:t>Mid2:CLS</w:t>
            </w:r>
          </w:p>
        </w:tc>
        <w:tc>
          <w:p>
            <w:pPr>
              <w:jc w:val="center"/>
            </w:pPr>
            <w:r>
              <w:rPr>
                <w:sz w:val="20"/>
              </w:rPr>
              <w:t>49</w:t>
            </w:r>
          </w:p>
        </w:tc>
      </w:tr>
      <w:tr>
        <w:tc>
          <w:p>
            <w:pPr>
              <w:jc w:val="center"/>
            </w:pPr>
            <w:r>
              <w:rPr>
                <w:sz w:val="20"/>
              </w:rPr>
              <w:t>Mid2:CLS</w:t>
            </w:r>
          </w:p>
        </w:tc>
        <w:tc>
          <w:p>
            <w:pPr>
              <w:jc w:val="center"/>
            </w:pPr>
            <w:r>
              <w:rPr>
                <w:sz w:val="20"/>
              </w:rPr>
              <w:t>50</w:t>
            </w:r>
          </w:p>
        </w:tc>
        <w:tc>
          <w:p>
            <w:pPr>
              <w:jc w:val="center"/>
            </w:pPr>
            <w:r>
              <w:rPr>
                <w:sz w:val="20"/>
              </w:rPr>
              <w:t>Late1:OPN</w:t>
            </w:r>
          </w:p>
        </w:tc>
        <w:tc>
          <w:p>
            <w:pPr>
              <w:jc w:val="center"/>
            </w:pPr>
            <w:r>
              <w:rPr>
                <w:sz w:val="20"/>
              </w:rPr>
              <w:t>99</w:t>
            </w:r>
          </w:p>
        </w:tc>
      </w:tr>
      <w:tr>
        <w:tc>
          <w:p>
            <w:pPr>
              <w:jc w:val="center"/>
            </w:pPr>
            <w:r>
              <w:rPr>
                <w:sz w:val="20"/>
              </w:rPr>
              <w:t>Late1:OPN</w:t>
            </w:r>
          </w:p>
        </w:tc>
        <w:tc>
          <w:p>
            <w:pPr>
              <w:jc w:val="center"/>
            </w:pPr>
            <w:r>
              <w:rPr>
                <w:sz w:val="20"/>
              </w:rPr>
              <w:t>100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Early2:ALL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Mid1:CLS</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Mid2:CLS</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0.0033</w:t>
            </w:r>
          </w:p>
        </w:tc>
        <w:tc>
          <w:p>
            <w:pPr>
              <w:jc w:val="center"/>
            </w:pPr>
            <w:r>
              <w:rPr>
                <w:sz w:val="20"/>
              </w:rPr>
              <w:t>303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D74A62" w:rsidP="00D74A62" w:rsidRDefault="00D74A62" w14:paraId="5B1DCAFF" w14:textId="77777777">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D74A62" w:rsidP="00D74A62" w:rsidRDefault="00D74A62" w14:paraId="21017B65" w14:textId="77777777"/>
    <w:p w:rsidR="00D74A62" w:rsidP="00D74A62" w:rsidRDefault="00D74A62" w14:paraId="50E7949A" w14:textId="77777777">
      <w:r>
        <w:t xml:space="preserve">Chapin, F. S., Oswood, M. W., Van Cleve, K., Viereck, L. A., Verblya, D. L. (eds.) 2006. Alaska’s Changing Boreal Forest. Oxford University Press, NY. 354 p. </w:t>
      </w:r>
    </w:p>
    <w:p w:rsidR="00D74A62" w:rsidP="00D74A62" w:rsidRDefault="00D74A62" w14:paraId="5F3CB9A6" w14:textId="28903EB6"/>
    <w:p w:rsidR="00AE03F0" w:rsidP="00AE03F0" w:rsidRDefault="00AE03F0" w14:paraId="05A7C237"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AE03F0" w:rsidP="00D74A62" w:rsidRDefault="00AE03F0" w14:paraId="40C2A103" w14:textId="77777777"/>
    <w:p w:rsidR="007B57D8" w:rsidP="00D74A62" w:rsidRDefault="007B57D8" w14:paraId="160BFF98" w14:textId="12DC0CAB">
      <w:r>
        <w:t xml:space="preserve">Fastie, Christopher L.; Lloyd, Andrea H.; Doak, Patricia. 2002. Fire history and postfire forest development in an upland watershed of interior Alaska. Journal of Geophysical Research. 107 (D1): 8150.DOI:10.1029/2001JD000570. </w:t>
      </w:r>
    </w:p>
    <w:p w:rsidR="007B57D8" w:rsidP="00D74A62" w:rsidRDefault="007B57D8" w14:paraId="286A551A" w14:textId="77777777"/>
    <w:p w:rsidR="00FC61E5" w:rsidP="00D74A62" w:rsidRDefault="00FC61E5" w14:paraId="37AB101D" w14:textId="3C29CE9A">
      <w:r>
        <w:t xml:space="preserve">Fryer, Janet L. 2014. Fire regimes of Alaskan quaking aspen and balsam poplar communities. In: Fire Effects Information System, [Online]. U.S. Department of Agriculture, Forest Service, Rocky Mountain Research Station, Missoula Fire Sciences Laboratory (Producer). Available: </w:t>
      </w:r>
      <w:r>
        <w:t>http://www.fs.fed.us/database/feis/fire_regimes/AK_aspen_balsam_poplar/all.html</w:t>
      </w:r>
    </w:p>
    <w:p w:rsidR="00D21191" w:rsidP="00D74A62" w:rsidRDefault="00D21191" w14:paraId="56043B45" w14:textId="77777777"/>
    <w:p w:rsidR="00D74A62" w:rsidP="00D74A62" w:rsidRDefault="00D74A62" w14:paraId="3895F736" w14:textId="77777777">
      <w:r>
        <w:t>Jorgenson, M. T., J. E. Roth, M. Raynolds, M. D. Smith, W. Lentz, A. Zusi-Cobb, and C. H. Racine. 1999. An ecological land survey for Fort Wainwright, Alaska. U.S. Army Cold Regions Research and Engineering Laboratory, Hanover, NH. U.S. Army Cold Regions Research Engineering Laboratory, Hanover, NH CRREL Report 99-9. 83 pp.</w:t>
      </w:r>
    </w:p>
    <w:p w:rsidR="00D74A62" w:rsidP="00D74A62" w:rsidRDefault="00D74A62" w14:paraId="6C39A1D0" w14:textId="77777777"/>
    <w:p w:rsidR="007B57D8" w:rsidP="00D74A62" w:rsidRDefault="007B57D8" w14:paraId="73505078" w14:textId="77777777">
      <w:r>
        <w:t>Mann, Daniel H.; Plug, Lawrence J. 1999. Vegetation and soil development at an upland taiga site, Alaska. Ecoscience. 6(2): 272-285.</w:t>
      </w:r>
    </w:p>
    <w:p w:rsidR="007B57D8" w:rsidP="00D74A62" w:rsidRDefault="007B57D8" w14:paraId="1129E12D" w14:textId="77777777"/>
    <w:p w:rsidR="00D74A62" w:rsidP="00D74A62" w:rsidRDefault="00D74A62" w14:paraId="7A01A889" w14:textId="6B2BFA30">
      <w:r>
        <w:t>NatureServe. 2008. International Ecological Classification Standard: Terrestrial Ecological Classifications. Draft Ecological Systems Description for Alaska Boreal and Sub-boreal Regions.</w:t>
      </w:r>
    </w:p>
    <w:p w:rsidR="00D74A62" w:rsidP="00D74A62" w:rsidRDefault="00D74A62" w14:paraId="2CAB9944" w14:textId="77777777"/>
    <w:p w:rsidR="00D74A62" w:rsidP="00D74A62" w:rsidRDefault="00D74A62" w14:paraId="4E23852B" w14:textId="77777777">
      <w:r>
        <w:t>Viereck, L.A. and L.A. Schandelmeier. 1980. Effects of fire in Alaska and adjacent Canada: a literature review. USDI BLM. GLM-Alaska Technical Report 6. Alaska State Office. Anchorage, AK.</w:t>
      </w:r>
    </w:p>
    <w:p w:rsidR="00D74A62" w:rsidP="00D74A62" w:rsidRDefault="00D74A62" w14:paraId="43B896B1" w14:textId="77777777"/>
    <w:p w:rsidR="00D74A62" w:rsidP="00D74A62" w:rsidRDefault="00D74A62" w14:paraId="1B79D680" w14:textId="77777777">
      <w:r>
        <w:t>Viereck, L.A., Dyrness, C.T., Batten, A.R., Wenzlick, K.J. 1992. The Alaska vegetation classification. Pacific Northwest Research Station, USDA Forest Service, Portland, OR. Gen. Tech. Rep. PNW-GTR286. 278 p.</w:t>
      </w:r>
    </w:p>
    <w:p w:rsidRPr="00A43E41" w:rsidR="004D5F12" w:rsidP="00D74A62" w:rsidRDefault="004D5F12" w14:paraId="2C26A9F1" w14:textId="77777777"/>
    <w:sectPr w:rsidRPr="00A43E41" w:rsidR="004D5F12" w:rsidSect="00FE41C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6F5A2" w14:textId="77777777" w:rsidR="00AE1A73" w:rsidRDefault="00AE1A73">
      <w:r>
        <w:separator/>
      </w:r>
    </w:p>
  </w:endnote>
  <w:endnote w:type="continuationSeparator" w:id="0">
    <w:p w14:paraId="72F4FDE5" w14:textId="77777777" w:rsidR="00AE1A73" w:rsidRDefault="00AE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99C69" w14:textId="77777777" w:rsidR="00D74A62" w:rsidRDefault="00D74A62" w:rsidP="00D74A6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B5324" w14:textId="77777777" w:rsidR="00AE1A73" w:rsidRDefault="00AE1A73">
      <w:r>
        <w:separator/>
      </w:r>
    </w:p>
  </w:footnote>
  <w:footnote w:type="continuationSeparator" w:id="0">
    <w:p w14:paraId="338BE16A" w14:textId="77777777" w:rsidR="00AE1A73" w:rsidRDefault="00AE1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C66" w14:textId="77777777" w:rsidR="00A43E41" w:rsidRDefault="00A43E41" w:rsidP="00D74A6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40866149">
    <w:abstractNumId w:val="1"/>
  </w:num>
  <w:num w:numId="2" w16cid:durableId="1841038726">
    <w:abstractNumId w:val="0"/>
  </w:num>
  <w:num w:numId="3" w16cid:durableId="1191724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A62"/>
    <w:rsid w:val="00007C48"/>
    <w:rsid w:val="0003202F"/>
    <w:rsid w:val="0004797F"/>
    <w:rsid w:val="00077A85"/>
    <w:rsid w:val="00084313"/>
    <w:rsid w:val="00097251"/>
    <w:rsid w:val="000C3B02"/>
    <w:rsid w:val="000E1EC5"/>
    <w:rsid w:val="000E759B"/>
    <w:rsid w:val="000F31C9"/>
    <w:rsid w:val="000F7F88"/>
    <w:rsid w:val="00110079"/>
    <w:rsid w:val="00117805"/>
    <w:rsid w:val="0012561A"/>
    <w:rsid w:val="001514F9"/>
    <w:rsid w:val="00155487"/>
    <w:rsid w:val="00174486"/>
    <w:rsid w:val="001824B8"/>
    <w:rsid w:val="001874D6"/>
    <w:rsid w:val="00193946"/>
    <w:rsid w:val="00196C68"/>
    <w:rsid w:val="001A5277"/>
    <w:rsid w:val="001A6573"/>
    <w:rsid w:val="001E43F5"/>
    <w:rsid w:val="002142C7"/>
    <w:rsid w:val="002206B7"/>
    <w:rsid w:val="00220975"/>
    <w:rsid w:val="002233CE"/>
    <w:rsid w:val="00242A9C"/>
    <w:rsid w:val="00244B87"/>
    <w:rsid w:val="00272B25"/>
    <w:rsid w:val="00292706"/>
    <w:rsid w:val="00292D13"/>
    <w:rsid w:val="002A69B2"/>
    <w:rsid w:val="002E41A1"/>
    <w:rsid w:val="002F2D24"/>
    <w:rsid w:val="00300000"/>
    <w:rsid w:val="00306BCD"/>
    <w:rsid w:val="00314900"/>
    <w:rsid w:val="0031662A"/>
    <w:rsid w:val="003172E2"/>
    <w:rsid w:val="00320910"/>
    <w:rsid w:val="0032779D"/>
    <w:rsid w:val="003319D8"/>
    <w:rsid w:val="003C703C"/>
    <w:rsid w:val="003C7D65"/>
    <w:rsid w:val="003F322E"/>
    <w:rsid w:val="00414DA8"/>
    <w:rsid w:val="00424E99"/>
    <w:rsid w:val="0042550C"/>
    <w:rsid w:val="0042737A"/>
    <w:rsid w:val="00440DE4"/>
    <w:rsid w:val="00447BAA"/>
    <w:rsid w:val="00452B5E"/>
    <w:rsid w:val="0045521B"/>
    <w:rsid w:val="00455D4C"/>
    <w:rsid w:val="00460744"/>
    <w:rsid w:val="00476F39"/>
    <w:rsid w:val="00483776"/>
    <w:rsid w:val="00491F12"/>
    <w:rsid w:val="004D24E0"/>
    <w:rsid w:val="004D5F12"/>
    <w:rsid w:val="004D6A70"/>
    <w:rsid w:val="004D7DCF"/>
    <w:rsid w:val="004E12E4"/>
    <w:rsid w:val="004E7DB5"/>
    <w:rsid w:val="005035F5"/>
    <w:rsid w:val="00503C61"/>
    <w:rsid w:val="00513848"/>
    <w:rsid w:val="00513AFB"/>
    <w:rsid w:val="0052386E"/>
    <w:rsid w:val="00530D3E"/>
    <w:rsid w:val="00537D33"/>
    <w:rsid w:val="0054090D"/>
    <w:rsid w:val="005446EB"/>
    <w:rsid w:val="00547574"/>
    <w:rsid w:val="00557492"/>
    <w:rsid w:val="005B1DDE"/>
    <w:rsid w:val="005C7A42"/>
    <w:rsid w:val="005D242C"/>
    <w:rsid w:val="005E6650"/>
    <w:rsid w:val="005F3253"/>
    <w:rsid w:val="00602431"/>
    <w:rsid w:val="00605473"/>
    <w:rsid w:val="00616941"/>
    <w:rsid w:val="00620C4A"/>
    <w:rsid w:val="00621C0C"/>
    <w:rsid w:val="00634703"/>
    <w:rsid w:val="00646981"/>
    <w:rsid w:val="0065192F"/>
    <w:rsid w:val="00662BDE"/>
    <w:rsid w:val="00670902"/>
    <w:rsid w:val="00697D03"/>
    <w:rsid w:val="006C5313"/>
    <w:rsid w:val="006E57D4"/>
    <w:rsid w:val="006F39FC"/>
    <w:rsid w:val="007010EA"/>
    <w:rsid w:val="00722B5D"/>
    <w:rsid w:val="0074072B"/>
    <w:rsid w:val="00740E0B"/>
    <w:rsid w:val="00747459"/>
    <w:rsid w:val="007742B4"/>
    <w:rsid w:val="007A721A"/>
    <w:rsid w:val="007B5284"/>
    <w:rsid w:val="007B57D8"/>
    <w:rsid w:val="007C3AC5"/>
    <w:rsid w:val="007C7863"/>
    <w:rsid w:val="007D630D"/>
    <w:rsid w:val="00820371"/>
    <w:rsid w:val="00821A9F"/>
    <w:rsid w:val="0083018E"/>
    <w:rsid w:val="0084119C"/>
    <w:rsid w:val="00850C8E"/>
    <w:rsid w:val="0086043E"/>
    <w:rsid w:val="0087316E"/>
    <w:rsid w:val="008779C3"/>
    <w:rsid w:val="0089650D"/>
    <w:rsid w:val="008C5D11"/>
    <w:rsid w:val="008F01B1"/>
    <w:rsid w:val="00901CA2"/>
    <w:rsid w:val="00907797"/>
    <w:rsid w:val="009141D4"/>
    <w:rsid w:val="00943CB2"/>
    <w:rsid w:val="00945DBA"/>
    <w:rsid w:val="009606C8"/>
    <w:rsid w:val="00966095"/>
    <w:rsid w:val="00986A7A"/>
    <w:rsid w:val="009903A9"/>
    <w:rsid w:val="00991182"/>
    <w:rsid w:val="00991FA1"/>
    <w:rsid w:val="009B03E6"/>
    <w:rsid w:val="009B232E"/>
    <w:rsid w:val="009D25CD"/>
    <w:rsid w:val="009D674B"/>
    <w:rsid w:val="009E0DB5"/>
    <w:rsid w:val="009E6357"/>
    <w:rsid w:val="009F5F8E"/>
    <w:rsid w:val="00A16194"/>
    <w:rsid w:val="00A25C39"/>
    <w:rsid w:val="00A2791D"/>
    <w:rsid w:val="00A309E2"/>
    <w:rsid w:val="00A36D75"/>
    <w:rsid w:val="00A43E41"/>
    <w:rsid w:val="00A6020D"/>
    <w:rsid w:val="00AA7D9B"/>
    <w:rsid w:val="00AB3795"/>
    <w:rsid w:val="00AC570D"/>
    <w:rsid w:val="00AE03F0"/>
    <w:rsid w:val="00AE1A73"/>
    <w:rsid w:val="00AF1CDE"/>
    <w:rsid w:val="00AF1E11"/>
    <w:rsid w:val="00AF4B2B"/>
    <w:rsid w:val="00B22179"/>
    <w:rsid w:val="00B2488E"/>
    <w:rsid w:val="00B30030"/>
    <w:rsid w:val="00B44A3C"/>
    <w:rsid w:val="00B60C63"/>
    <w:rsid w:val="00B84C7B"/>
    <w:rsid w:val="00B950BA"/>
    <w:rsid w:val="00BA4883"/>
    <w:rsid w:val="00BC14B6"/>
    <w:rsid w:val="00BE299A"/>
    <w:rsid w:val="00C01964"/>
    <w:rsid w:val="00C07F5E"/>
    <w:rsid w:val="00C129AE"/>
    <w:rsid w:val="00C42886"/>
    <w:rsid w:val="00C50B12"/>
    <w:rsid w:val="00C5204F"/>
    <w:rsid w:val="00C65050"/>
    <w:rsid w:val="00C66E45"/>
    <w:rsid w:val="00C75745"/>
    <w:rsid w:val="00C827A9"/>
    <w:rsid w:val="00CA0BB9"/>
    <w:rsid w:val="00CA1418"/>
    <w:rsid w:val="00CB7469"/>
    <w:rsid w:val="00CC60A2"/>
    <w:rsid w:val="00CD6118"/>
    <w:rsid w:val="00CD68F6"/>
    <w:rsid w:val="00CE11D6"/>
    <w:rsid w:val="00CE79FF"/>
    <w:rsid w:val="00CF2056"/>
    <w:rsid w:val="00D060DC"/>
    <w:rsid w:val="00D16916"/>
    <w:rsid w:val="00D178C7"/>
    <w:rsid w:val="00D21191"/>
    <w:rsid w:val="00D306FA"/>
    <w:rsid w:val="00D367FB"/>
    <w:rsid w:val="00D46D39"/>
    <w:rsid w:val="00D52C2E"/>
    <w:rsid w:val="00D534D2"/>
    <w:rsid w:val="00D553D0"/>
    <w:rsid w:val="00D62775"/>
    <w:rsid w:val="00D74A62"/>
    <w:rsid w:val="00D81349"/>
    <w:rsid w:val="00D92158"/>
    <w:rsid w:val="00D95971"/>
    <w:rsid w:val="00DA63B1"/>
    <w:rsid w:val="00DB0AE3"/>
    <w:rsid w:val="00DB16CA"/>
    <w:rsid w:val="00DB6265"/>
    <w:rsid w:val="00DB7318"/>
    <w:rsid w:val="00DC4BA7"/>
    <w:rsid w:val="00DC4F89"/>
    <w:rsid w:val="00DC4FCA"/>
    <w:rsid w:val="00DD3902"/>
    <w:rsid w:val="00DD3C70"/>
    <w:rsid w:val="00DE0F2D"/>
    <w:rsid w:val="00DE40A7"/>
    <w:rsid w:val="00DE7AB5"/>
    <w:rsid w:val="00DF0616"/>
    <w:rsid w:val="00DF1528"/>
    <w:rsid w:val="00DF3765"/>
    <w:rsid w:val="00E109E9"/>
    <w:rsid w:val="00E50BB8"/>
    <w:rsid w:val="00E565AF"/>
    <w:rsid w:val="00E61C50"/>
    <w:rsid w:val="00E7520B"/>
    <w:rsid w:val="00E8121B"/>
    <w:rsid w:val="00EB2776"/>
    <w:rsid w:val="00EC0D1E"/>
    <w:rsid w:val="00EC4A14"/>
    <w:rsid w:val="00EE5DC3"/>
    <w:rsid w:val="00EE627B"/>
    <w:rsid w:val="00EF02EA"/>
    <w:rsid w:val="00F43204"/>
    <w:rsid w:val="00F519C6"/>
    <w:rsid w:val="00F713F3"/>
    <w:rsid w:val="00F86C13"/>
    <w:rsid w:val="00F92950"/>
    <w:rsid w:val="00F948EB"/>
    <w:rsid w:val="00F948F2"/>
    <w:rsid w:val="00FA20D1"/>
    <w:rsid w:val="00FC61E5"/>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66573"/>
  <w15:docId w15:val="{6816BA0F-A620-4470-B2DD-ED678E04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C757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CE11D6"/>
    <w:pPr>
      <w:ind w:left="720"/>
    </w:pPr>
    <w:rPr>
      <w:rFonts w:ascii="Calibri" w:eastAsia="Calibri" w:hAnsi="Calibri"/>
      <w:sz w:val="22"/>
      <w:szCs w:val="22"/>
    </w:rPr>
  </w:style>
  <w:style w:type="character" w:styleId="Hyperlink">
    <w:name w:val="Hyperlink"/>
    <w:rsid w:val="00CE11D6"/>
    <w:rPr>
      <w:color w:val="0000FF"/>
      <w:u w:val="single"/>
    </w:rPr>
  </w:style>
  <w:style w:type="character" w:styleId="CommentReference">
    <w:name w:val="annotation reference"/>
    <w:basedOn w:val="DefaultParagraphFont"/>
    <w:uiPriority w:val="99"/>
    <w:semiHidden/>
    <w:unhideWhenUsed/>
    <w:rsid w:val="00FC61E5"/>
    <w:rPr>
      <w:sz w:val="16"/>
      <w:szCs w:val="16"/>
    </w:rPr>
  </w:style>
  <w:style w:type="paragraph" w:styleId="CommentText">
    <w:name w:val="annotation text"/>
    <w:basedOn w:val="Normal"/>
    <w:link w:val="CommentTextChar"/>
    <w:uiPriority w:val="99"/>
    <w:unhideWhenUsed/>
    <w:rsid w:val="00FC61E5"/>
    <w:rPr>
      <w:sz w:val="20"/>
      <w:szCs w:val="20"/>
    </w:rPr>
  </w:style>
  <w:style w:type="character" w:customStyle="1" w:styleId="CommentTextChar">
    <w:name w:val="Comment Text Char"/>
    <w:basedOn w:val="DefaultParagraphFont"/>
    <w:link w:val="CommentText"/>
    <w:uiPriority w:val="99"/>
    <w:rsid w:val="00FC61E5"/>
  </w:style>
  <w:style w:type="paragraph" w:styleId="CommentSubject">
    <w:name w:val="annotation subject"/>
    <w:basedOn w:val="CommentText"/>
    <w:next w:val="CommentText"/>
    <w:link w:val="CommentSubjectChar"/>
    <w:uiPriority w:val="99"/>
    <w:semiHidden/>
    <w:unhideWhenUsed/>
    <w:rsid w:val="00FC61E5"/>
    <w:rPr>
      <w:b/>
      <w:bCs/>
    </w:rPr>
  </w:style>
  <w:style w:type="character" w:customStyle="1" w:styleId="CommentSubjectChar">
    <w:name w:val="Comment Subject Char"/>
    <w:basedOn w:val="CommentTextChar"/>
    <w:link w:val="CommentSubject"/>
    <w:uiPriority w:val="99"/>
    <w:semiHidden/>
    <w:rsid w:val="00FC61E5"/>
    <w:rPr>
      <w:b/>
      <w:bCs/>
    </w:rPr>
  </w:style>
  <w:style w:type="paragraph" w:styleId="BalloonText">
    <w:name w:val="Balloon Text"/>
    <w:basedOn w:val="Normal"/>
    <w:link w:val="BalloonTextChar"/>
    <w:uiPriority w:val="99"/>
    <w:semiHidden/>
    <w:unhideWhenUsed/>
    <w:rsid w:val="00FC61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1E5"/>
    <w:rPr>
      <w:rFonts w:ascii="Segoe UI" w:hAnsi="Segoe UI" w:cs="Segoe UI"/>
      <w:sz w:val="18"/>
      <w:szCs w:val="18"/>
    </w:rPr>
  </w:style>
  <w:style w:type="character" w:styleId="UnresolvedMention">
    <w:name w:val="Unresolved Mention"/>
    <w:basedOn w:val="DefaultParagraphFont"/>
    <w:uiPriority w:val="99"/>
    <w:semiHidden/>
    <w:unhideWhenUsed/>
    <w:rsid w:val="00D21191"/>
    <w:rPr>
      <w:color w:val="605E5C"/>
      <w:shd w:val="clear" w:color="auto" w:fill="E1DFDD"/>
    </w:rPr>
  </w:style>
  <w:style w:type="character" w:customStyle="1" w:styleId="Heading2Char">
    <w:name w:val="Heading 2 Char"/>
    <w:basedOn w:val="DefaultParagraphFont"/>
    <w:link w:val="Heading2"/>
    <w:uiPriority w:val="9"/>
    <w:semiHidden/>
    <w:rsid w:val="00C75745"/>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4E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869">
      <w:bodyDiv w:val="1"/>
      <w:marLeft w:val="0"/>
      <w:marRight w:val="0"/>
      <w:marTop w:val="0"/>
      <w:marBottom w:val="0"/>
      <w:divBdr>
        <w:top w:val="none" w:sz="0" w:space="0" w:color="auto"/>
        <w:left w:val="none" w:sz="0" w:space="0" w:color="auto"/>
        <w:bottom w:val="none" w:sz="0" w:space="0" w:color="auto"/>
        <w:right w:val="none" w:sz="0" w:space="0" w:color="auto"/>
      </w:divBdr>
    </w:div>
    <w:div w:id="197738046">
      <w:bodyDiv w:val="1"/>
      <w:marLeft w:val="0"/>
      <w:marRight w:val="0"/>
      <w:marTop w:val="0"/>
      <w:marBottom w:val="0"/>
      <w:divBdr>
        <w:top w:val="none" w:sz="0" w:space="0" w:color="auto"/>
        <w:left w:val="none" w:sz="0" w:space="0" w:color="auto"/>
        <w:bottom w:val="none" w:sz="0" w:space="0" w:color="auto"/>
        <w:right w:val="none" w:sz="0" w:space="0" w:color="auto"/>
      </w:divBdr>
    </w:div>
    <w:div w:id="242228551">
      <w:bodyDiv w:val="1"/>
      <w:marLeft w:val="0"/>
      <w:marRight w:val="0"/>
      <w:marTop w:val="0"/>
      <w:marBottom w:val="0"/>
      <w:divBdr>
        <w:top w:val="none" w:sz="0" w:space="0" w:color="auto"/>
        <w:left w:val="none" w:sz="0" w:space="0" w:color="auto"/>
        <w:bottom w:val="none" w:sz="0" w:space="0" w:color="auto"/>
        <w:right w:val="none" w:sz="0" w:space="0" w:color="auto"/>
      </w:divBdr>
    </w:div>
    <w:div w:id="515656048">
      <w:bodyDiv w:val="1"/>
      <w:marLeft w:val="0"/>
      <w:marRight w:val="0"/>
      <w:marTop w:val="0"/>
      <w:marBottom w:val="0"/>
      <w:divBdr>
        <w:top w:val="none" w:sz="0" w:space="0" w:color="auto"/>
        <w:left w:val="none" w:sz="0" w:space="0" w:color="auto"/>
        <w:bottom w:val="none" w:sz="0" w:space="0" w:color="auto"/>
        <w:right w:val="none" w:sz="0" w:space="0" w:color="auto"/>
      </w:divBdr>
    </w:div>
    <w:div w:id="575361647">
      <w:bodyDiv w:val="1"/>
      <w:marLeft w:val="0"/>
      <w:marRight w:val="0"/>
      <w:marTop w:val="0"/>
      <w:marBottom w:val="0"/>
      <w:divBdr>
        <w:top w:val="none" w:sz="0" w:space="0" w:color="auto"/>
        <w:left w:val="none" w:sz="0" w:space="0" w:color="auto"/>
        <w:bottom w:val="none" w:sz="0" w:space="0" w:color="auto"/>
        <w:right w:val="none" w:sz="0" w:space="0" w:color="auto"/>
      </w:divBdr>
    </w:div>
    <w:div w:id="1322807369">
      <w:bodyDiv w:val="1"/>
      <w:marLeft w:val="0"/>
      <w:marRight w:val="0"/>
      <w:marTop w:val="0"/>
      <w:marBottom w:val="0"/>
      <w:divBdr>
        <w:top w:val="none" w:sz="0" w:space="0" w:color="auto"/>
        <w:left w:val="none" w:sz="0" w:space="0" w:color="auto"/>
        <w:bottom w:val="none" w:sz="0" w:space="0" w:color="auto"/>
        <w:right w:val="none" w:sz="0" w:space="0" w:color="auto"/>
      </w:divBdr>
    </w:div>
    <w:div w:id="15663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aspen_balsam_poplar/all.htm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fs.fed.us/database/feis/fire_regimes/AK_aspen_balsam_poplar/all.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C61BB80C-21B6-43AE-94F4-D203792B15F8}"/>
</file>

<file path=customXml/itemProps2.xml><?xml version="1.0" encoding="utf-8"?>
<ds:datastoreItem xmlns:ds="http://schemas.openxmlformats.org/officeDocument/2006/customXml" ds:itemID="{2E5C31C0-EA24-4DD7-AAC5-DC838A459808}"/>
</file>

<file path=customXml/itemProps3.xml><?xml version="1.0" encoding="utf-8"?>
<ds:datastoreItem xmlns:ds="http://schemas.openxmlformats.org/officeDocument/2006/customXml" ds:itemID="{99F3D57D-FC94-4F36-9F72-666E3806C0CC}"/>
</file>

<file path=docProps/app.xml><?xml version="1.0" encoding="utf-8"?>
<Properties xmlns="http://schemas.openxmlformats.org/officeDocument/2006/extended-properties" xmlns:vt="http://schemas.openxmlformats.org/officeDocument/2006/docPropsVTypes">
  <Template>Report_Template</Template>
  <TotalTime>3</TotalTime>
  <Pages>6</Pages>
  <Words>1828</Words>
  <Characters>10424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7</cp:revision>
  <cp:lastPrinted>2015-09-11T19:37:00Z</cp:lastPrinted>
  <dcterms:created xsi:type="dcterms:W3CDTF">2022-10-07T19:47:00Z</dcterms:created>
  <dcterms:modified xsi:type="dcterms:W3CDTF">2024-09-27T18:12:00Z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