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F3CA1" w:rsidP="009624CF" w:rsidRDefault="009624CF" w14:paraId="5364122D" w14:textId="77777777">
      <w:pPr>
        <w:pStyle w:val="BpSTitle"/>
      </w:pPr>
      <w:r>
        <w:t>16042</w:t>
      </w:r>
    </w:p>
    <w:p w:rsidR="009624CF" w:rsidP="009624CF" w:rsidRDefault="005F3CA1" w14:paraId="3B1A9CC7" w14:textId="1814072D">
      <w:pPr>
        <w:pStyle w:val="BpSTitle"/>
      </w:pPr>
      <w:r w:rsidRPr="005F3CA1">
        <w:t>Western North American Boreal Mesic-Wet Black Spruce Forest and Woodland - Boreal Transition</w:t>
      </w:r>
    </w:p>
    <w:p w:rsidR="009624CF" w:rsidP="009624CF" w:rsidRDefault="009624CF" w14:paraId="3FB50753" w14:textId="77777777">
      <w:r>
        <w:t xmlns:w="http://schemas.openxmlformats.org/wordprocessingml/2006/main">BpS Model/Description Version: Nov. 2024</w:t>
      </w:r>
      <w:r>
        <w:tab/>
      </w:r>
      <w:r>
        <w:tab/>
      </w:r>
      <w:r>
        <w:tab/>
      </w:r>
      <w:r>
        <w:tab/>
      </w:r>
      <w:r>
        <w:tab/>
      </w:r>
      <w:r>
        <w:tab/>
      </w:r>
      <w:r>
        <w:tab/>
      </w:r>
      <w:r>
        <w:tab/>
      </w:r>
    </w:p>
    <w:p w:rsidR="009624CF" w:rsidP="009624CF" w:rsidRDefault="009624CF" w14:paraId="1EE6E40E" w14:textId="77777777"/>
    <w:tbl>
      <w:tblPr>
        <w:tblW w:w="7872"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2148"/>
        <w:gridCol w:w="3480"/>
        <w:gridCol w:w="1392"/>
        <w:gridCol w:w="852"/>
      </w:tblGrid>
      <w:tr w:rsidRPr="009624CF" w:rsidR="009624CF" w:rsidTr="009624CF" w14:paraId="186B1439" w14:textId="77777777">
        <w:tc>
          <w:tcPr>
            <w:tcW w:w="2148" w:type="dxa"/>
            <w:tcBorders>
              <w:top w:val="single" w:color="auto" w:sz="2" w:space="0"/>
              <w:left w:val="single" w:color="auto" w:sz="12" w:space="0"/>
              <w:bottom w:val="single" w:color="000000" w:sz="12" w:space="0"/>
            </w:tcBorders>
            <w:shd w:val="clear" w:color="auto" w:fill="auto"/>
          </w:tcPr>
          <w:p w:rsidRPr="009624CF" w:rsidR="009624CF" w:rsidP="006944B3" w:rsidRDefault="009624CF" w14:paraId="1AC7ABF4" w14:textId="77777777">
            <w:pPr>
              <w:rPr>
                <w:b/>
                <w:bCs/>
              </w:rPr>
            </w:pPr>
            <w:r w:rsidRPr="009624CF">
              <w:rPr>
                <w:b/>
                <w:bCs/>
              </w:rPr>
              <w:t>Modelers</w:t>
            </w:r>
          </w:p>
        </w:tc>
        <w:tc>
          <w:tcPr>
            <w:tcW w:w="3480" w:type="dxa"/>
            <w:tcBorders>
              <w:top w:val="single" w:color="auto" w:sz="2" w:space="0"/>
              <w:bottom w:val="single" w:color="000000" w:sz="12" w:space="0"/>
              <w:right w:val="single" w:color="000000" w:sz="12" w:space="0"/>
            </w:tcBorders>
            <w:shd w:val="clear" w:color="auto" w:fill="auto"/>
          </w:tcPr>
          <w:p w:rsidRPr="009624CF" w:rsidR="009624CF" w:rsidP="006944B3" w:rsidRDefault="009624CF" w14:paraId="791C7253" w14:textId="77777777">
            <w:pPr>
              <w:rPr>
                <w:b/>
                <w:bCs/>
              </w:rPr>
            </w:pPr>
          </w:p>
        </w:tc>
        <w:tc>
          <w:tcPr>
            <w:tcW w:w="1392" w:type="dxa"/>
            <w:tcBorders>
              <w:top w:val="single" w:color="auto" w:sz="2" w:space="0"/>
              <w:left w:val="single" w:color="000000" w:sz="12" w:space="0"/>
              <w:bottom w:val="single" w:color="000000" w:sz="12" w:space="0"/>
            </w:tcBorders>
            <w:shd w:val="clear" w:color="auto" w:fill="auto"/>
          </w:tcPr>
          <w:p w:rsidRPr="009624CF" w:rsidR="009624CF" w:rsidP="006944B3" w:rsidRDefault="009624CF" w14:paraId="535ACD51" w14:textId="77777777">
            <w:pPr>
              <w:rPr>
                <w:b/>
                <w:bCs/>
              </w:rPr>
            </w:pPr>
            <w:r w:rsidRPr="009624CF">
              <w:rPr>
                <w:b/>
                <w:bCs/>
              </w:rPr>
              <w:t>Reviewers</w:t>
            </w:r>
          </w:p>
        </w:tc>
        <w:tc>
          <w:tcPr>
            <w:tcW w:w="852" w:type="dxa"/>
            <w:tcBorders>
              <w:top w:val="single" w:color="auto" w:sz="2" w:space="0"/>
              <w:bottom w:val="single" w:color="000000" w:sz="12" w:space="0"/>
            </w:tcBorders>
            <w:shd w:val="clear" w:color="auto" w:fill="auto"/>
          </w:tcPr>
          <w:p w:rsidRPr="009624CF" w:rsidR="009624CF" w:rsidP="006944B3" w:rsidRDefault="009624CF" w14:paraId="5D837D4E" w14:textId="77777777">
            <w:pPr>
              <w:rPr>
                <w:b/>
                <w:bCs/>
              </w:rPr>
            </w:pPr>
          </w:p>
        </w:tc>
      </w:tr>
      <w:tr w:rsidRPr="009624CF" w:rsidR="009624CF" w:rsidTr="009624CF" w14:paraId="70B36367" w14:textId="77777777">
        <w:tc>
          <w:tcPr>
            <w:tcW w:w="2148" w:type="dxa"/>
            <w:tcBorders>
              <w:top w:val="single" w:color="000000" w:sz="12" w:space="0"/>
              <w:left w:val="single" w:color="auto" w:sz="12" w:space="0"/>
            </w:tcBorders>
            <w:shd w:val="clear" w:color="auto" w:fill="auto"/>
          </w:tcPr>
          <w:p w:rsidRPr="009624CF" w:rsidR="009624CF" w:rsidP="006944B3" w:rsidRDefault="009624CF" w14:paraId="5EF37DFC" w14:textId="77777777">
            <w:pPr>
              <w:rPr>
                <w:bCs/>
              </w:rPr>
            </w:pPr>
            <w:r w:rsidRPr="009624CF">
              <w:rPr>
                <w:bCs/>
              </w:rPr>
              <w:t>Michelle Schuman</w:t>
            </w:r>
          </w:p>
        </w:tc>
        <w:tc>
          <w:tcPr>
            <w:tcW w:w="3480" w:type="dxa"/>
            <w:tcBorders>
              <w:top w:val="single" w:color="000000" w:sz="12" w:space="0"/>
              <w:right w:val="single" w:color="000000" w:sz="12" w:space="0"/>
            </w:tcBorders>
            <w:shd w:val="clear" w:color="auto" w:fill="auto"/>
          </w:tcPr>
          <w:p w:rsidRPr="009624CF" w:rsidR="009624CF" w:rsidP="006944B3" w:rsidRDefault="009624CF" w14:paraId="3E351DFD" w14:textId="77777777">
            <w:r w:rsidRPr="009624CF">
              <w:t>michelle.schuman@ak.usda.gov</w:t>
            </w:r>
          </w:p>
        </w:tc>
        <w:tc>
          <w:tcPr>
            <w:tcW w:w="1392" w:type="dxa"/>
            <w:tcBorders>
              <w:top w:val="single" w:color="000000" w:sz="12" w:space="0"/>
              <w:left w:val="single" w:color="000000" w:sz="12" w:space="0"/>
            </w:tcBorders>
            <w:shd w:val="clear" w:color="auto" w:fill="auto"/>
          </w:tcPr>
          <w:p w:rsidRPr="009624CF" w:rsidR="009624CF" w:rsidP="006944B3" w:rsidRDefault="009624CF" w14:paraId="16CC4CE7" w14:textId="77777777">
            <w:r w:rsidRPr="009624CF">
              <w:t>None</w:t>
            </w:r>
          </w:p>
        </w:tc>
        <w:tc>
          <w:tcPr>
            <w:tcW w:w="852" w:type="dxa"/>
            <w:tcBorders>
              <w:top w:val="single" w:color="000000" w:sz="12" w:space="0"/>
            </w:tcBorders>
            <w:shd w:val="clear" w:color="auto" w:fill="auto"/>
          </w:tcPr>
          <w:p w:rsidRPr="009624CF" w:rsidR="009624CF" w:rsidP="006944B3" w:rsidRDefault="009624CF" w14:paraId="36AEF32A" w14:textId="77777777">
            <w:r w:rsidRPr="009624CF">
              <w:t>None</w:t>
            </w:r>
          </w:p>
        </w:tc>
      </w:tr>
      <w:tr w:rsidRPr="009624CF" w:rsidR="009624CF" w:rsidTr="009624CF" w14:paraId="011F733A" w14:textId="77777777">
        <w:tc>
          <w:tcPr>
            <w:tcW w:w="2148" w:type="dxa"/>
            <w:tcBorders>
              <w:left w:val="single" w:color="auto" w:sz="12" w:space="0"/>
            </w:tcBorders>
            <w:shd w:val="clear" w:color="auto" w:fill="auto"/>
          </w:tcPr>
          <w:p w:rsidRPr="009624CF" w:rsidR="009624CF" w:rsidP="006944B3" w:rsidRDefault="009624CF" w14:paraId="2CF95BC2" w14:textId="77777777">
            <w:pPr>
              <w:rPr>
                <w:bCs/>
              </w:rPr>
            </w:pPr>
            <w:r w:rsidRPr="009624CF">
              <w:rPr>
                <w:bCs/>
              </w:rPr>
              <w:t>None</w:t>
            </w:r>
          </w:p>
        </w:tc>
        <w:tc>
          <w:tcPr>
            <w:tcW w:w="3480" w:type="dxa"/>
            <w:tcBorders>
              <w:right w:val="single" w:color="000000" w:sz="12" w:space="0"/>
            </w:tcBorders>
            <w:shd w:val="clear" w:color="auto" w:fill="auto"/>
          </w:tcPr>
          <w:p w:rsidRPr="009624CF" w:rsidR="009624CF" w:rsidP="006944B3" w:rsidRDefault="009624CF" w14:paraId="7541E655" w14:textId="77777777">
            <w:r w:rsidRPr="009624CF">
              <w:t>None</w:t>
            </w:r>
          </w:p>
        </w:tc>
        <w:tc>
          <w:tcPr>
            <w:tcW w:w="1392" w:type="dxa"/>
            <w:tcBorders>
              <w:left w:val="single" w:color="000000" w:sz="12" w:space="0"/>
            </w:tcBorders>
            <w:shd w:val="clear" w:color="auto" w:fill="auto"/>
          </w:tcPr>
          <w:p w:rsidRPr="009624CF" w:rsidR="009624CF" w:rsidP="006944B3" w:rsidRDefault="009624CF" w14:paraId="7C2E484E" w14:textId="77777777">
            <w:r w:rsidRPr="009624CF">
              <w:t>None</w:t>
            </w:r>
          </w:p>
        </w:tc>
        <w:tc>
          <w:tcPr>
            <w:tcW w:w="852" w:type="dxa"/>
            <w:shd w:val="clear" w:color="auto" w:fill="auto"/>
          </w:tcPr>
          <w:p w:rsidRPr="009624CF" w:rsidR="009624CF" w:rsidP="006944B3" w:rsidRDefault="009624CF" w14:paraId="1698DB3D" w14:textId="77777777">
            <w:r w:rsidRPr="009624CF">
              <w:t>None</w:t>
            </w:r>
          </w:p>
        </w:tc>
      </w:tr>
      <w:tr w:rsidRPr="009624CF" w:rsidR="009624CF" w:rsidTr="009624CF" w14:paraId="3EEC1472" w14:textId="77777777">
        <w:tc>
          <w:tcPr>
            <w:tcW w:w="2148" w:type="dxa"/>
            <w:tcBorders>
              <w:left w:val="single" w:color="auto" w:sz="12" w:space="0"/>
              <w:bottom w:val="single" w:color="auto" w:sz="2" w:space="0"/>
            </w:tcBorders>
            <w:shd w:val="clear" w:color="auto" w:fill="auto"/>
          </w:tcPr>
          <w:p w:rsidRPr="009624CF" w:rsidR="009624CF" w:rsidP="006944B3" w:rsidRDefault="009624CF" w14:paraId="2E943729" w14:textId="77777777">
            <w:pPr>
              <w:rPr>
                <w:bCs/>
              </w:rPr>
            </w:pPr>
            <w:r w:rsidRPr="009624CF">
              <w:rPr>
                <w:bCs/>
              </w:rPr>
              <w:t>None</w:t>
            </w:r>
          </w:p>
        </w:tc>
        <w:tc>
          <w:tcPr>
            <w:tcW w:w="3480" w:type="dxa"/>
            <w:tcBorders>
              <w:right w:val="single" w:color="000000" w:sz="12" w:space="0"/>
            </w:tcBorders>
            <w:shd w:val="clear" w:color="auto" w:fill="auto"/>
          </w:tcPr>
          <w:p w:rsidRPr="009624CF" w:rsidR="009624CF" w:rsidP="006944B3" w:rsidRDefault="009624CF" w14:paraId="0714F77E" w14:textId="77777777">
            <w:r w:rsidRPr="009624CF">
              <w:t>None</w:t>
            </w:r>
          </w:p>
        </w:tc>
        <w:tc>
          <w:tcPr>
            <w:tcW w:w="1392" w:type="dxa"/>
            <w:tcBorders>
              <w:left w:val="single" w:color="000000" w:sz="12" w:space="0"/>
              <w:bottom w:val="single" w:color="auto" w:sz="2" w:space="0"/>
            </w:tcBorders>
            <w:shd w:val="clear" w:color="auto" w:fill="auto"/>
          </w:tcPr>
          <w:p w:rsidRPr="009624CF" w:rsidR="009624CF" w:rsidP="006944B3" w:rsidRDefault="009624CF" w14:paraId="4A67425A" w14:textId="77777777">
            <w:r w:rsidRPr="009624CF">
              <w:t>None</w:t>
            </w:r>
          </w:p>
        </w:tc>
        <w:tc>
          <w:tcPr>
            <w:tcW w:w="852" w:type="dxa"/>
            <w:shd w:val="clear" w:color="auto" w:fill="auto"/>
          </w:tcPr>
          <w:p w:rsidRPr="009624CF" w:rsidR="009624CF" w:rsidP="006944B3" w:rsidRDefault="009624CF" w14:paraId="766940E9" w14:textId="77777777">
            <w:r w:rsidRPr="009624CF">
              <w:t>None</w:t>
            </w:r>
          </w:p>
        </w:tc>
      </w:tr>
    </w:tbl>
    <w:p w:rsidR="00E67219" w:rsidP="009624CF" w:rsidRDefault="00E67219" w14:paraId="52B6743A" w14:textId="77777777">
      <w:pPr>
        <w:pStyle w:val="InfoPara"/>
      </w:pPr>
    </w:p>
    <w:p w:rsidR="00227744" w:rsidP="009624CF" w:rsidRDefault="00227744" w14:paraId="263A5804" w14:textId="77CB70E2">
      <w:pPr>
        <w:pStyle w:val="InfoPara"/>
      </w:pPr>
      <w:r>
        <w:t xml:space="preserve">Reviewer: </w:t>
      </w:r>
      <w:r w:rsidRPr="002C230B" w:rsidR="003175A1">
        <w:rPr>
          <w:b w:val="0"/>
          <w:bCs/>
        </w:rPr>
        <w:t>Lindsey Flagstad,</w:t>
      </w:r>
      <w:r w:rsidR="003175A1">
        <w:t xml:space="preserve"> </w:t>
      </w:r>
      <w:r w:rsidRPr="00227744">
        <w:rPr>
          <w:b w:val="0"/>
        </w:rPr>
        <w:t>Janet Fryer</w:t>
      </w:r>
      <w:r w:rsidR="003175A1">
        <w:rPr>
          <w:b w:val="0"/>
        </w:rPr>
        <w:t>, Lisa Saperstein, Beth Schulz, Anjanette Steer</w:t>
      </w:r>
    </w:p>
    <w:p w:rsidR="009624CF" w:rsidP="009624CF" w:rsidRDefault="009624CF" w14:paraId="018DB8F3" w14:textId="7AB5A9A7">
      <w:pPr>
        <w:pStyle w:val="InfoPara"/>
      </w:pPr>
      <w:r>
        <w:t>Vegetation Type</w:t>
      </w:r>
    </w:p>
    <w:p w:rsidR="009624CF" w:rsidP="009624CF" w:rsidRDefault="009624CF" w14:paraId="34FCED37" w14:textId="77777777">
      <w:r>
        <w:t>Forest and Woodland</w:t>
      </w:r>
    </w:p>
    <w:p w:rsidR="009624CF" w:rsidP="009624CF" w:rsidRDefault="009624CF" w14:paraId="66252486" w14:textId="77777777">
      <w:pPr>
        <w:pStyle w:val="InfoPara"/>
      </w:pPr>
      <w:r>
        <w:t>Map Zones</w:t>
      </w:r>
    </w:p>
    <w:p w:rsidR="0088278E" w:rsidP="659CB898" w:rsidRDefault="0088278E" w14:paraId="2FFC3B60" w14:textId="77777777">
      <w:pPr>
        <w:rPr>
          <w:rFonts w:ascii="Times New Roman" w:hAnsi="Times New Roman" w:eastAsia="Times New Roman" w:cs="Times New Roman"/>
          <w:color w:val="000000"/>
          <w:sz w:val="24"/>
          <w:szCs w:val="24"/>
        </w:rPr>
      </w:pPr>
      <w:r w:rsidRPr="659CB898" w:rsidR="659CB898">
        <w:rPr>
          <w:rFonts w:ascii="Times New Roman" w:hAnsi="Times New Roman" w:eastAsia="Times New Roman" w:cs="Times New Roman"/>
          <w:color w:val="000000" w:themeColor="text1" w:themeTint="FF" w:themeShade="FF"/>
          <w:sz w:val="24"/>
          <w:szCs w:val="24"/>
        </w:rPr>
        <w:t>73, 74, 75, 76, 77, 78</w:t>
      </w:r>
    </w:p>
    <w:p w:rsidR="009624CF" w:rsidP="009624CF" w:rsidRDefault="009624CF" w14:paraId="5706E8FB" w14:textId="77777777">
      <w:pPr>
        <w:pStyle w:val="InfoPara"/>
      </w:pPr>
      <w:r>
        <w:t>Model Splits or Lumps</w:t>
      </w:r>
    </w:p>
    <w:p w:rsidR="00BE7A1A" w:rsidP="659CB898" w:rsidRDefault="00495584" w14:paraId="0BA0CBD4" w14:textId="3E8571DF">
      <w:pPr>
        <w:pStyle w:val="Normal"/>
        <w:spacing w:before="0" w:beforeAutospacing="off" w:after="160" w:afterAutospacing="off" w:line="257" w:lineRule="auto"/>
      </w:pPr>
      <w:r w:rsidR="659CB898">
        <w:rPr/>
        <w:t xml:space="preserve">Western North American Boreal Mesic Black Spruce Forest and Woodland was split into a Boreal and Boreal Transition variant for </w:t>
      </w:r>
      <w:proofErr w:type="spellStart"/>
      <w:r w:rsidR="659CB898">
        <w:rPr/>
        <w:t>BpS</w:t>
      </w:r>
      <w:proofErr w:type="spellEnd"/>
      <w:r w:rsidR="659CB898">
        <w:rPr/>
        <w:t xml:space="preserve"> modeling so that regional differences could be represented. For mapping </w:t>
      </w:r>
      <w:proofErr w:type="spellStart"/>
      <w:r w:rsidR="659CB898">
        <w:rPr/>
        <w:t>BpS</w:t>
      </w:r>
      <w:proofErr w:type="spellEnd"/>
      <w:r w:rsidR="659CB898">
        <w:rPr/>
        <w:t xml:space="preserve"> 16042 should apply in level 2 ecoregions (</w:t>
      </w:r>
      <w:proofErr w:type="spellStart"/>
      <w:r w:rsidR="659CB898">
        <w:rPr/>
        <w:t>Nowaki</w:t>
      </w:r>
      <w:proofErr w:type="spellEnd"/>
      <w:r w:rsidR="659CB898">
        <w:rPr/>
        <w:t xml:space="preserve"> et al. 2001): Alaska Range Transition, Pacific Mountains Transition, Coast Mountains Transition, Coastal Rainforests.</w:t>
      </w:r>
    </w:p>
    <w:p w:rsidR="009624CF" w:rsidP="009624CF" w:rsidRDefault="009624CF" w14:paraId="036470F4" w14:textId="77777777">
      <w:pPr>
        <w:pStyle w:val="InfoPara"/>
      </w:pPr>
      <w:r>
        <w:t>Geographic Range</w:t>
      </w:r>
    </w:p>
    <w:p w:rsidR="009624CF" w:rsidP="009624CF" w:rsidRDefault="0071064A" w14:paraId="3F4DFB29" w14:textId="1F559FDC">
      <w:r>
        <w:t xml:space="preserve">This </w:t>
      </w:r>
      <w:r w:rsidR="006C6F61">
        <w:t>Biophysical Setting (BpS)</w:t>
      </w:r>
      <w:r>
        <w:t xml:space="preserve"> occurs in </w:t>
      </w:r>
      <w:r w:rsidR="00764190">
        <w:t xml:space="preserve">in </w:t>
      </w:r>
      <w:r w:rsidR="00BE2E7B">
        <w:t>the</w:t>
      </w:r>
      <w:r>
        <w:t xml:space="preserve"> boreal transition regions of Alaska, south of the Alaska Range, </w:t>
      </w:r>
      <w:r w:rsidR="002C230B">
        <w:t xml:space="preserve">extending </w:t>
      </w:r>
      <w:r w:rsidR="0089574F">
        <w:t xml:space="preserve">west </w:t>
      </w:r>
      <w:r w:rsidR="002C230B">
        <w:t xml:space="preserve">into the Bristol Bay lowlands, and </w:t>
      </w:r>
      <w:r>
        <w:t>including the Susitna and Matanuska Valleys</w:t>
      </w:r>
      <w:r w:rsidR="00666B9A">
        <w:t>, east to the Copper River Valley</w:t>
      </w:r>
      <w:r>
        <w:t xml:space="preserve"> and the Kenai Peninsula</w:t>
      </w:r>
      <w:r w:rsidR="00AF788D">
        <w:t>.</w:t>
      </w:r>
      <w:r>
        <w:t xml:space="preserve"> </w:t>
      </w:r>
    </w:p>
    <w:p w:rsidR="009624CF" w:rsidP="009624CF" w:rsidRDefault="009624CF" w14:paraId="2DA9286A" w14:textId="77777777">
      <w:pPr>
        <w:pStyle w:val="InfoPara"/>
      </w:pPr>
      <w:r>
        <w:t>Biophysical Site Description</w:t>
      </w:r>
    </w:p>
    <w:p w:rsidR="00690753" w:rsidP="0089574F" w:rsidRDefault="00690753" w14:paraId="49654344" w14:textId="317B7402">
      <w:pPr>
        <w:pStyle w:val="CommentText"/>
      </w:pPr>
      <w:r w:rsidRPr="001A006D">
        <w:rPr>
          <w:sz w:val="24"/>
          <w:szCs w:val="24"/>
        </w:rPr>
        <w:t xml:space="preserve">This system occurs on moderately well-drained </w:t>
      </w:r>
      <w:r w:rsidRPr="001A006D" w:rsidR="00B26F24">
        <w:rPr>
          <w:sz w:val="24"/>
          <w:szCs w:val="24"/>
        </w:rPr>
        <w:t xml:space="preserve">to poorly drained </w:t>
      </w:r>
      <w:r w:rsidRPr="001A006D">
        <w:rPr>
          <w:sz w:val="24"/>
          <w:szCs w:val="24"/>
        </w:rPr>
        <w:t xml:space="preserve">sites in the boreal transition region, including old alluvial fans, abandoned floodplains, and inactive terraces and is widespread on upland slopes (all aspects) and </w:t>
      </w:r>
      <w:r w:rsidRPr="001A006D" w:rsidR="00076B1D">
        <w:rPr>
          <w:sz w:val="24"/>
          <w:szCs w:val="24"/>
        </w:rPr>
        <w:t xml:space="preserve">remnant </w:t>
      </w:r>
      <w:r w:rsidRPr="001A006D">
        <w:rPr>
          <w:sz w:val="24"/>
          <w:szCs w:val="24"/>
        </w:rPr>
        <w:t>alluvial deposits</w:t>
      </w:r>
      <w:r w:rsidR="00E40DBE">
        <w:rPr>
          <w:sz w:val="24"/>
          <w:szCs w:val="24"/>
        </w:rPr>
        <w:t>.</w:t>
      </w:r>
      <w:r w:rsidRPr="001A006D">
        <w:rPr>
          <w:sz w:val="24"/>
          <w:szCs w:val="24"/>
        </w:rPr>
        <w:t xml:space="preserve"> </w:t>
      </w:r>
      <w:r w:rsidRPr="001A006D" w:rsidR="00027A26">
        <w:rPr>
          <w:sz w:val="24"/>
          <w:szCs w:val="24"/>
        </w:rPr>
        <w:t xml:space="preserve">Sites on lower concave slopes and toeslopes are </w:t>
      </w:r>
      <w:r w:rsidR="00117A76">
        <w:rPr>
          <w:sz w:val="24"/>
          <w:szCs w:val="24"/>
        </w:rPr>
        <w:t xml:space="preserve">mesic- </w:t>
      </w:r>
      <w:r w:rsidRPr="001A006D" w:rsidR="00027A26">
        <w:rPr>
          <w:sz w:val="24"/>
          <w:szCs w:val="24"/>
        </w:rPr>
        <w:t xml:space="preserve">wet, while sites on upper slopes, convex slopes and ridges may be mesic. </w:t>
      </w:r>
      <w:r w:rsidRPr="001A006D">
        <w:rPr>
          <w:sz w:val="24"/>
          <w:szCs w:val="24"/>
        </w:rPr>
        <w:t xml:space="preserve">Black spruce occurs up to treeline where it may be stunted due to cold temperatures (Chapin et al. 2006). A peat layer may be absent or well developed, </w:t>
      </w:r>
      <w:r w:rsidR="00E40DBE">
        <w:rPr>
          <w:sz w:val="24"/>
          <w:szCs w:val="24"/>
        </w:rPr>
        <w:t xml:space="preserve">where present it is </w:t>
      </w:r>
      <w:r w:rsidRPr="001A006D">
        <w:rPr>
          <w:sz w:val="24"/>
          <w:szCs w:val="24"/>
        </w:rPr>
        <w:t xml:space="preserve">derived from non-sphagnum mosses. </w:t>
      </w:r>
      <w:r w:rsidRPr="002C230B" w:rsidR="00027A26">
        <w:rPr>
          <w:color w:val="201F1E"/>
          <w:sz w:val="24"/>
          <w:szCs w:val="24"/>
          <w:shd w:val="clear" w:color="auto" w:fill="FFFFFF"/>
        </w:rPr>
        <w:t>The accumulation of organic matter increases with seral stage and under anaerobic conditions may develop as peat.</w:t>
      </w:r>
      <w:r w:rsidRPr="002C230B">
        <w:rPr>
          <w:sz w:val="24"/>
          <w:szCs w:val="24"/>
        </w:rPr>
        <w:t xml:space="preserve"> </w:t>
      </w:r>
      <w:r w:rsidRPr="002C230B" w:rsidR="00E40DBE">
        <w:rPr>
          <w:color w:val="201F1E"/>
          <w:sz w:val="24"/>
          <w:szCs w:val="24"/>
          <w:shd w:val="clear" w:color="auto" w:fill="FFFFFF"/>
        </w:rPr>
        <w:t>Permafrost usually is present at depths of 30-60 cm but may be absent in the southern part of the state and where the soil is shallow over bedrock.</w:t>
      </w:r>
    </w:p>
    <w:p w:rsidR="009624CF" w:rsidP="009624CF" w:rsidRDefault="009624CF" w14:paraId="7DFFC1DF" w14:textId="77777777">
      <w:pPr>
        <w:pStyle w:val="InfoPara"/>
      </w:pPr>
      <w:r>
        <w:t>Vegetation Description</w:t>
      </w:r>
    </w:p>
    <w:p w:rsidRPr="00E05CBF" w:rsidR="00690753" w:rsidP="00690753" w:rsidRDefault="00690753" w14:paraId="173FC8EF" w14:textId="3411E7BA">
      <w:pPr>
        <w:rPr>
          <w:i/>
          <w:iCs/>
        </w:rPr>
      </w:pPr>
      <w:r w:rsidRPr="00213814">
        <w:rPr>
          <w:i/>
          <w:iCs/>
        </w:rPr>
        <w:t>Picea mariana</w:t>
      </w:r>
      <w:r>
        <w:t xml:space="preserve"> is the dominant overstory species, but </w:t>
      </w:r>
      <w:r w:rsidRPr="00213814">
        <w:rPr>
          <w:i/>
          <w:iCs/>
        </w:rPr>
        <w:t>Picea glauca</w:t>
      </w:r>
      <w:r>
        <w:t xml:space="preserve"> may be co</w:t>
      </w:r>
      <w:r w:rsidR="0089574F">
        <w:t>-</w:t>
      </w:r>
      <w:r>
        <w:t xml:space="preserve">dominant on some sites. Total tree canopy cover in mature stands typically ranges from 40-70% in the boreal transition region. Early successional stands </w:t>
      </w:r>
      <w:r w:rsidR="00764190">
        <w:t xml:space="preserve">will have 10-25% cover of black spruce and </w:t>
      </w:r>
      <w:r>
        <w:t xml:space="preserve">may </w:t>
      </w:r>
      <w:r w:rsidR="00764190">
        <w:t xml:space="preserve">also have a deciduous component dominated by </w:t>
      </w:r>
      <w:r w:rsidRPr="00E05CBF">
        <w:rPr>
          <w:i/>
          <w:iCs/>
        </w:rPr>
        <w:t xml:space="preserve">Betula </w:t>
      </w:r>
      <w:r w:rsidRPr="00E05CBF" w:rsidR="00E40DBE">
        <w:rPr>
          <w:i/>
          <w:iCs/>
        </w:rPr>
        <w:t>papy</w:t>
      </w:r>
      <w:r w:rsidRPr="00E05CBF" w:rsidR="001A0739">
        <w:rPr>
          <w:i/>
          <w:iCs/>
        </w:rPr>
        <w:t>r</w:t>
      </w:r>
      <w:r w:rsidRPr="00E05CBF" w:rsidR="00E40DBE">
        <w:rPr>
          <w:i/>
          <w:iCs/>
        </w:rPr>
        <w:t>ifera var. keniaca</w:t>
      </w:r>
      <w:r w:rsidR="00027A26">
        <w:t xml:space="preserve"> </w:t>
      </w:r>
      <w:r>
        <w:t xml:space="preserve">or </w:t>
      </w:r>
      <w:r w:rsidRPr="00E05CBF">
        <w:rPr>
          <w:i/>
          <w:iCs/>
        </w:rPr>
        <w:t>Populus tremuloides. Populus tremuloides</w:t>
      </w:r>
      <w:r>
        <w:t xml:space="preserve"> replaces </w:t>
      </w:r>
      <w:r w:rsidRPr="00E05CBF">
        <w:rPr>
          <w:i/>
          <w:iCs/>
        </w:rPr>
        <w:t xml:space="preserve">Betula </w:t>
      </w:r>
      <w:r w:rsidRPr="00E05CBF" w:rsidR="00E40DBE">
        <w:rPr>
          <w:i/>
          <w:iCs/>
        </w:rPr>
        <w:t>papy</w:t>
      </w:r>
      <w:r w:rsidRPr="00E05CBF" w:rsidR="001A0739">
        <w:rPr>
          <w:i/>
          <w:iCs/>
        </w:rPr>
        <w:t>r</w:t>
      </w:r>
      <w:r w:rsidRPr="00E05CBF" w:rsidR="00E40DBE">
        <w:rPr>
          <w:i/>
          <w:iCs/>
        </w:rPr>
        <w:t>ifera var. kenica</w:t>
      </w:r>
      <w:r w:rsidR="00027A26">
        <w:t xml:space="preserve"> </w:t>
      </w:r>
      <w:r>
        <w:t>on drier sites (Foote 1983</w:t>
      </w:r>
      <w:r w:rsidR="00E05CBF">
        <w:t xml:space="preserve">; </w:t>
      </w:r>
      <w:r>
        <w:t xml:space="preserve">Chapin et al. 2006). Common understory shrubs include </w:t>
      </w:r>
      <w:r w:rsidRPr="00E05CBF">
        <w:rPr>
          <w:i/>
          <w:iCs/>
        </w:rPr>
        <w:t xml:space="preserve">Betula nana, Ledum </w:t>
      </w:r>
      <w:r w:rsidRPr="00E05CBF">
        <w:t>spp</w:t>
      </w:r>
      <w:r w:rsidRPr="00E05CBF">
        <w:rPr>
          <w:i/>
          <w:iCs/>
        </w:rPr>
        <w:t xml:space="preserve">., Linnaea </w:t>
      </w:r>
      <w:r w:rsidRPr="00E05CBF">
        <w:rPr>
          <w:i/>
          <w:iCs/>
        </w:rPr>
        <w:t xml:space="preserve">borealis, Vaccinium vitis-idaea, V. uliginosum, </w:t>
      </w:r>
      <w:r w:rsidRPr="00E05CBF" w:rsidR="00764190">
        <w:rPr>
          <w:i/>
          <w:iCs/>
        </w:rPr>
        <w:t>Empetrum nigrum</w:t>
      </w:r>
      <w:r w:rsidR="00CB5887">
        <w:t xml:space="preserve">, </w:t>
      </w:r>
      <w:r>
        <w:t xml:space="preserve">and </w:t>
      </w:r>
      <w:r w:rsidR="00764190">
        <w:t xml:space="preserve">sometimes </w:t>
      </w:r>
      <w:r w:rsidRPr="00E05CBF" w:rsidR="00764190">
        <w:rPr>
          <w:i/>
          <w:iCs/>
        </w:rPr>
        <w:t>Rosa acicularis</w:t>
      </w:r>
      <w:r w:rsidRPr="00E05CBF" w:rsidR="00CB5887">
        <w:rPr>
          <w:i/>
          <w:iCs/>
        </w:rPr>
        <w:t>.</w:t>
      </w:r>
      <w:r w:rsidRPr="00E05CBF" w:rsidR="00764190">
        <w:rPr>
          <w:i/>
          <w:iCs/>
        </w:rPr>
        <w:t xml:space="preserve"> </w:t>
      </w:r>
    </w:p>
    <w:p w:rsidR="00690753" w:rsidP="00690753" w:rsidRDefault="00690753" w14:paraId="050C44E1" w14:textId="77777777"/>
    <w:p w:rsidR="00690753" w:rsidP="00690753" w:rsidRDefault="00CB5887" w14:paraId="42BB2D3A" w14:textId="2DF3926E">
      <w:r>
        <w:t>Typically</w:t>
      </w:r>
      <w:r w:rsidR="00E05CBF">
        <w:t>,</w:t>
      </w:r>
      <w:r>
        <w:t xml:space="preserve"> the herbaceous understory is forb rich with an increased presence of ferns in the boreal transition. </w:t>
      </w:r>
      <w:r w:rsidR="00690753">
        <w:t xml:space="preserve">Herbaceous species include </w:t>
      </w:r>
      <w:r w:rsidRPr="00E767CE" w:rsidR="00690753">
        <w:rPr>
          <w:i/>
          <w:iCs/>
        </w:rPr>
        <w:t>Calamagrostis canadensis, Chamerion angustifolium</w:t>
      </w:r>
      <w:r w:rsidRPr="00E767CE">
        <w:rPr>
          <w:i/>
          <w:iCs/>
        </w:rPr>
        <w:t>,</w:t>
      </w:r>
      <w:r w:rsidRPr="00E767CE" w:rsidR="00690753">
        <w:rPr>
          <w:i/>
          <w:iCs/>
        </w:rPr>
        <w:t xml:space="preserve"> Equisetum </w:t>
      </w:r>
      <w:r w:rsidRPr="00E767CE" w:rsidR="00690753">
        <w:t>spp</w:t>
      </w:r>
      <w:r w:rsidRPr="00E767CE" w:rsidR="00690753">
        <w:rPr>
          <w:i/>
          <w:iCs/>
        </w:rPr>
        <w:t xml:space="preserve">., Rubus chamaemorus, </w:t>
      </w:r>
      <w:r w:rsidRPr="00E767CE" w:rsidR="00690753">
        <w:t>and</w:t>
      </w:r>
      <w:r w:rsidRPr="00E767CE" w:rsidR="00690753">
        <w:rPr>
          <w:i/>
          <w:iCs/>
        </w:rPr>
        <w:t xml:space="preserve"> Carex</w:t>
      </w:r>
      <w:r w:rsidR="00690753">
        <w:t xml:space="preserve"> spp. Common mosses include </w:t>
      </w:r>
      <w:r w:rsidRPr="00E767CE" w:rsidR="00690753">
        <w:rPr>
          <w:i/>
          <w:iCs/>
        </w:rPr>
        <w:t>Sphagnum</w:t>
      </w:r>
      <w:r w:rsidR="00690753">
        <w:t xml:space="preserve"> spp., </w:t>
      </w:r>
      <w:r w:rsidRPr="00E767CE" w:rsidR="00690753">
        <w:rPr>
          <w:i/>
          <w:iCs/>
        </w:rPr>
        <w:t>Hylocomium splendens</w:t>
      </w:r>
      <w:r w:rsidR="00690753">
        <w:t xml:space="preserve">, and </w:t>
      </w:r>
      <w:r w:rsidRPr="00E767CE" w:rsidR="00690753">
        <w:rPr>
          <w:i/>
          <w:iCs/>
        </w:rPr>
        <w:t>Pleurozium schreberi</w:t>
      </w:r>
      <w:r w:rsidR="00690753">
        <w:t xml:space="preserve"> (NatureServe 2008). </w:t>
      </w:r>
    </w:p>
    <w:p w:rsidR="009624CF" w:rsidP="009624CF" w:rsidRDefault="009624CF" w14:paraId="066BF4A4" w14:textId="77777777">
      <w:pPr>
        <w:pStyle w:val="InfoPara"/>
      </w:pPr>
      <w:r>
        <w:t>BpS Dominant and Indicator Species</w:t>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tblPr>
      <w:tblGrid>
        <w:gridCol w:w="1164"/>
        <w:gridCol w:w="4413"/>
        <w:gridCol w:w="3960"/>
      </w:tblGrid>
      <w:tr xmlns:w14="http://schemas.microsoft.com/office/word/2010/wordml" w:rsidRPr="004F7795" w:rsidR="004F7795" w:rsidTr="00102927" w14:paraId="7D99D469" w14:textId="77777777">
        <w:tc>
          <w:tcPr>
            <w:tcW w:w="1164" w:type="dxa"/>
            <w:tcBorders>
              <w:top w:val="single" w:color="auto" w:sz="2" w:space="0"/>
              <w:bottom w:val="single" w:color="000000" w:sz="12" w:space="0"/>
            </w:tcBorders>
            <w:shd w:val="clear" w:color="auto" w:fill="auto"/>
          </w:tcPr>
          <w:p w:rsidRPr="004F7795" w:rsidR="004F7795" w:rsidP="00BB0BE3" w:rsidRDefault="004F7795" w14:paraId="09D13754" w14:textId="77777777">
            <w:pPr>
              <w:rPr>
                <w:b/>
                <w:bCs/>
              </w:rPr>
            </w:pPr>
            <w:r w:rsidRPr="004F7795">
              <w:rPr>
                <w:b/>
                <w:bCs/>
              </w:rPr>
              <w:t>Symbol</w:t>
            </w:r>
          </w:p>
        </w:tc>
        <w:tc>
          <w:tcPr>
            <w:tcW w:w="4413" w:type="dxa"/>
            <w:tcBorders>
              <w:top w:val="single" w:color="auto" w:sz="2" w:space="0"/>
              <w:bottom w:val="single" w:color="000000" w:sz="12" w:space="0"/>
            </w:tcBorders>
            <w:shd w:val="clear" w:color="auto" w:fill="auto"/>
          </w:tcPr>
          <w:p w:rsidRPr="004F7795" w:rsidR="004F7795" w:rsidP="00BB0BE3" w:rsidRDefault="004F7795" w14:paraId="3A4444EB" w14:textId="77777777">
            <w:pPr>
              <w:rPr>
                <w:b/>
                <w:bCs/>
              </w:rPr>
            </w:pPr>
            <w:r w:rsidRPr="004F7795">
              <w:rPr>
                <w:b/>
                <w:bCs/>
              </w:rPr>
              <w:t>Scientific Name</w:t>
            </w:r>
          </w:p>
        </w:tc>
        <w:tc>
          <w:tcPr>
            <w:tcW w:w="3960" w:type="dxa"/>
            <w:tcBorders>
              <w:top w:val="single" w:color="auto" w:sz="2" w:space="0"/>
              <w:bottom w:val="single" w:color="000000" w:sz="12" w:space="0"/>
            </w:tcBorders>
            <w:shd w:val="clear" w:color="auto" w:fill="auto"/>
          </w:tcPr>
          <w:p w:rsidRPr="004F7795" w:rsidR="004F7795" w:rsidP="00BB0BE3" w:rsidRDefault="004F7795" w14:paraId="6814B613" w14:textId="77777777">
            <w:pPr>
              <w:rPr>
                <w:b/>
                <w:bCs/>
              </w:rPr>
            </w:pPr>
            <w:r w:rsidRPr="004F7795">
              <w:rPr>
                <w:b/>
                <w:bCs/>
              </w:rPr>
              <w:t>Common Name</w:t>
            </w:r>
          </w:p>
        </w:tc>
      </w:tr>
      {0}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PIMA</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Picea mariana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Black spruce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PIGL</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Picea glauca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White spruce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BEPAK</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Betula papyrifera var. kenica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Kenai birch</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POTR5</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Populus tremuloides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Quaking aspen</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BENA</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Betula nana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Dwarf birch</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LEDUM</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Ledum spp.</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Labrador tea</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VAUL</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Vaccinium uliginosum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Bog blueberry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VAVI</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Vaccinium vitis-idaea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Lingonberry</w:t>
            </w:r>
          </w:p>
        </w:tc>
      </w:tr>
    </w:tbl>
    <w:p>
      <w:r>
        <w:rPr>
          <w:sz w:val="16"/>
        </w:rPr>
        <w:t>Species names are from the NRCS PLANTS database. Check species codes at http://plants.usda.gov.</w:t>
      </w:r>
    </w:p>
    <w:p w:rsidR="009624CF" w:rsidP="009624CF" w:rsidRDefault="009624CF" w14:paraId="2636FAC2" w14:textId="77777777">
      <w:pPr>
        <w:pStyle w:val="InfoPara"/>
      </w:pPr>
      <w:r>
        <w:t>Disturbance Description</w:t>
      </w:r>
    </w:p>
    <w:p w:rsidR="009624CF" w:rsidP="009624CF" w:rsidRDefault="009624CF" w14:paraId="077B9789" w14:textId="629B65C6">
      <w:r>
        <w:t xml:space="preserve">The disturbance regime is characterized by crown fires </w:t>
      </w:r>
      <w:r w:rsidR="001719BC">
        <w:t xml:space="preserve">and </w:t>
      </w:r>
      <w:r>
        <w:t xml:space="preserve">ground fires of enough </w:t>
      </w:r>
      <w:r w:rsidR="001719BC">
        <w:t xml:space="preserve">severity </w:t>
      </w:r>
      <w:r>
        <w:t xml:space="preserve">to kill overstory trees. </w:t>
      </w:r>
      <w:r w:rsidR="006E2362">
        <w:t xml:space="preserve">De Volder (1999) estimated a fire frequency range of </w:t>
      </w:r>
      <w:r w:rsidRPr="0074581A" w:rsidR="006E2362">
        <w:t>25-185 years (mean=89 yrs) on the Kenai Peninsula</w:t>
      </w:r>
      <w:r w:rsidR="009D71C4">
        <w:t xml:space="preserve"> using fire scars</w:t>
      </w:r>
      <w:r w:rsidR="006E2362">
        <w:t xml:space="preserve">. </w:t>
      </w:r>
      <w:r w:rsidRPr="0074581A" w:rsidR="006E2362">
        <w:t>Paleostudies reported means of 150 years (in 2,000 yrs BP) on the Copper Plateau (Lynch et al. 2004)</w:t>
      </w:r>
      <w:r w:rsidR="006E2362">
        <w:t>,</w:t>
      </w:r>
      <w:r w:rsidRPr="0074581A" w:rsidR="006E2362">
        <w:t xml:space="preserve"> 113 yrs (from 131-1194 AD) for Grizzly Lake near the Copper River (Tinner et al. 2008)</w:t>
      </w:r>
      <w:r w:rsidR="006E2362">
        <w:t>,</w:t>
      </w:r>
      <w:r w:rsidRPr="0074581A" w:rsidR="006E2362">
        <w:t xml:space="preserve"> and a mean of 98 yrs (from 5,500-2,400 BP) on the Kenai National Wildlife Refuge (Lynch et al. 2002).</w:t>
      </w:r>
      <w:r w:rsidR="006E2362">
        <w:t xml:space="preserve"> </w:t>
      </w:r>
      <w:r w:rsidR="009D71C4">
        <w:t xml:space="preserve">A paleostudy by Anderson and others (2006) reported 5 to 8 fires per 1,000 years coincident with the arrival of </w:t>
      </w:r>
      <w:r w:rsidRPr="00CE1FA8" w:rsidR="009D71C4">
        <w:rPr>
          <w:i/>
          <w:iCs/>
        </w:rPr>
        <w:t>Picea mariana</w:t>
      </w:r>
      <w:r w:rsidR="009D71C4">
        <w:t xml:space="preserve"> in the Kenai Lowlands. </w:t>
      </w:r>
      <w:r>
        <w:t xml:space="preserve">A “best guess” for this system without human disturbance has been estimated at 170yrs (FRCC expert’s consultation, 2004). Seasonality affects burn severity. An early season burn can kill the overstory without affecting the ground layer, but a late-season burn can reduce the duff layer and kill the understory plants. </w:t>
      </w:r>
    </w:p>
    <w:p w:rsidR="00690753" w:rsidP="009624CF" w:rsidRDefault="00690753" w14:paraId="4245F90D" w14:textId="11704037"/>
    <w:p w:rsidR="00690753" w:rsidP="00690753" w:rsidRDefault="00690753" w14:paraId="76399F6F" w14:textId="7168C358">
      <w:r>
        <w:t>The post-fire successional trajectory may be self-replacement, with black spruce following the early seral herb and shrub stages; alternatively, black spruce-hardwood may follow the early seral stages before returning to black spruce (Chapin et al. 2006). High severity fire may lead to an increased deciduous tree component (Johnstone and Kasischke 2005). The pre-burn stand composition will influence the likely successional trajectory, with pre-burn spruce stands more likely to succeed to spruce and pre-burn hardwood stands more likely to succeed to hardwood after the fire. If white spruce is present in the conifer initiation, then white and black spruce can be co</w:t>
      </w:r>
      <w:r w:rsidR="003D1C0D">
        <w:t>-</w:t>
      </w:r>
      <w:r>
        <w:t>dominant in the conifer canopy throughout the successional stages.</w:t>
      </w:r>
    </w:p>
    <w:p w:rsidR="00690753" w:rsidP="00690753" w:rsidRDefault="00690753" w14:paraId="1BA65964" w14:textId="77777777"/>
    <w:p w:rsidR="00C37860" w:rsidP="009624CF" w:rsidRDefault="00690753" w14:paraId="20716773" w14:textId="7E9C3903">
      <w:r>
        <w:t>Wind and insect damage affect this type</w:t>
      </w:r>
      <w:r w:rsidR="003D1C0D">
        <w:t>,</w:t>
      </w:r>
      <w:r>
        <w:t xml:space="preserve"> but very little research exists to help describe or model that effect. These disturbances are also much smaller in their impacts than the dominant, stand-replacement disturbances caused by fire.</w:t>
      </w:r>
    </w:p>
    <w:p w:rsidR="009624CF" w:rsidP="009624CF" w:rsidRDefault="009624CF" w14:paraId="2B712130" w14:textId="5128439F">
      <w:pPr>
        <w:pStyle w:val="InfoPara"/>
      </w:pPr>
      <w:r>
        <w:t>Fire Frequency</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Severity</w:t>
            </w:r>
          </w:p>
        </w:tc>
        <w:tc>
          <w:p>
            <w:pPr>
              <w:jc w:val="center"/>
            </w:pPr>
            <w:r>
              <w:rPr>
                <w:b/>
                <w:sz w:val="20"/>
              </w:rPr>
              <w:t>Avg FI</w:t>
            </w:r>
          </w:p>
        </w:tc>
        <w:tc>
          <w:p>
            <w:pPr>
              <w:jc w:val="center"/>
            </w:pPr>
            <w:r>
              <w:rPr>
                <w:b/>
                <w:sz w:val="20"/>
              </w:rPr>
              <w:t>Percent of All Fires</w:t>
            </w:r>
          </w:p>
        </w:tc>
        <w:tc>
          <w:p>
            <w:pPr>
              <w:jc w:val="center"/>
            </w:pPr>
            <w:r>
              <w:rPr>
                <w:b/>
                <w:sz w:val="20"/>
              </w:rPr>
              <w:t>Min FI</w:t>
            </w:r>
          </w:p>
        </w:tc>
        <w:tc>
          <w:p>
            <w:pPr>
              <w:jc w:val="center"/>
            </w:pPr>
            <w:r>
              <w:rPr>
                <w:b/>
                <w:sz w:val="20"/>
              </w:rPr>
              <w:t>Max FI</w:t>
            </w:r>
          </w:p>
        </w:tc>
      </w:tr>
      <w:tr>
        <w:tc>
          <w:p>
            <w:pPr>
              <w:jc w:val="center"/>
            </w:pPr>
            <w:r>
              <w:t>Replacement</w:t>
            </w:r>
          </w:p>
        </w:tc>
        <w:tc>
          <w:p>
            <w:pPr>
              <w:jc w:val="center"/>
            </w:pPr>
            <w:r>
              <w:t>219</w:t>
            </w:r>
          </w:p>
        </w:tc>
        <w:tc>
          <w:p>
            <w:pPr>
              <w:jc w:val="center"/>
            </w:pPr>
            <w:r>
              <w:t>87</w:t>
            </w:r>
          </w:p>
        </w:tc>
        <w:tc>
          <w:p>
            <w:pPr>
              <w:jc w:val="center"/>
            </w:pPr>
            <w:r>
              <w:t/>
            </w:r>
          </w:p>
        </w:tc>
        <w:tc>
          <w:p>
            <w:pPr>
              <w:jc w:val="center"/>
            </w:pPr>
            <w:r>
              <w:t/>
            </w:r>
          </w:p>
        </w:tc>
      </w:tr>
      <w:tr>
        <w:tc>
          <w:p>
            <w:pPr>
              <w:jc w:val="center"/>
            </w:pPr>
            <w:r>
              <w:t>Moderate (Mixed)</w:t>
            </w:r>
          </w:p>
        </w:tc>
        <w:tc>
          <w:p>
            <w:pPr>
              <w:jc w:val="center"/>
            </w:pPr>
            <w:r>
              <w:t>1424</w:t>
            </w:r>
          </w:p>
        </w:tc>
        <w:tc>
          <w:p>
            <w:pPr>
              <w:jc w:val="center"/>
            </w:pPr>
            <w:r>
              <w:t>13</w:t>
            </w:r>
          </w:p>
        </w:tc>
        <w:tc>
          <w:p>
            <w:pPr>
              <w:jc w:val="center"/>
            </w:pPr>
            <w:r>
              <w:t/>
            </w:r>
          </w:p>
        </w:tc>
        <w:tc>
          <w:p>
            <w:pPr>
              <w:jc w:val="center"/>
            </w:pPr>
            <w:r>
              <w:t/>
            </w:r>
          </w:p>
        </w:tc>
      </w:tr>
      <w:tr>
        <w:tc>
          <w:p>
            <w:pPr>
              <w:jc w:val="center"/>
            </w:pPr>
            <w:r>
              <w:t>Low (Surface)</w:t>
            </w:r>
          </w:p>
        </w:tc>
        <w:tc>
          <w:p>
            <w:pPr>
              <w:jc w:val="center"/>
            </w:pPr>
            <w:r>
              <w:t/>
            </w:r>
          </w:p>
        </w:tc>
        <w:tc>
          <w:p>
            <w:pPr>
              <w:jc w:val="center"/>
            </w:pPr>
            <w:r>
              <w:t/>
            </w:r>
          </w:p>
        </w:tc>
        <w:tc>
          <w:p>
            <w:pPr>
              <w:jc w:val="center"/>
            </w:pPr>
            <w:r>
              <w:t/>
            </w:r>
          </w:p>
        </w:tc>
        <w:tc>
          <w:p>
            <w:pPr>
              <w:jc w:val="center"/>
            </w:pPr>
            <w:r>
              <w:t/>
            </w:r>
          </w:p>
        </w:tc>
      </w:tr>
      <w:tr>
        <w:tc>
          <w:p>
            <w:pPr>
              <w:jc w:val="center"/>
            </w:pPr>
            <w:r>
              <w:t>All Fires</w:t>
            </w:r>
          </w:p>
        </w:tc>
        <w:tc>
          <w:p>
            <w:pPr>
              <w:jc w:val="center"/>
            </w:pPr>
            <w:r>
              <w:t>190</w:t>
            </w:r>
          </w:p>
        </w:tc>
        <w:tc>
          <w:p>
            <w:pPr>
              <w:jc w:val="center"/>
            </w:pPr>
            <w:r>
              <w:t>100</w:t>
            </w:r>
          </w:p>
        </w:tc>
        <w:tc>
          <w:p>
            <w:pPr>
              <w:jc w:val="center"/>
            </w:pPr>
            <w:r>
              <w:t/>
            </w:r>
          </w:p>
        </w:tc>
        <w:tc>
          <w:p>
            <w:pPr>
              <w:jc w:val="center"/>
            </w:pPr>
            <w:r>
              <w:t/>
            </w:r>
          </w:p>
        </w:tc>
      </w:tr>
    </w:tbl>
    <w:p>
      <w:r>
        <w:rPr>
          <w:sz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009624CF" w:rsidP="009624CF" w:rsidRDefault="009624CF" w14:paraId="4EA28167" w14:textId="77777777">
      <w:pPr>
        <w:pStyle w:val="InfoPara"/>
      </w:pPr>
      <w:r>
        <w:t>Scale Description</w:t>
      </w:r>
    </w:p>
    <w:p w:rsidR="00690753" w:rsidP="00690753" w:rsidRDefault="00690753" w14:paraId="77295984" w14:textId="77777777">
      <w:r>
        <w:t>Matrix to large patch to small patch</w:t>
      </w:r>
    </w:p>
    <w:p w:rsidR="00690753" w:rsidP="00690753" w:rsidRDefault="00690753" w14:paraId="085C1225" w14:textId="77777777"/>
    <w:p w:rsidR="00690753" w:rsidP="00690753" w:rsidRDefault="00690753" w14:paraId="4F30CC37" w14:textId="747CF40C">
      <w:r>
        <w:t xml:space="preserve">Across AK fires in black spruce communities tend to be small, but a few large fires (e.g. 50,000 ha or larger) account for most of the area burn and have the most ecological impact (see Fryer 2014a and references therein). </w:t>
      </w:r>
    </w:p>
    <w:p w:rsidR="009624CF" w:rsidP="009624CF" w:rsidRDefault="009624CF" w14:paraId="19AD1C06" w14:textId="77777777">
      <w:pPr>
        <w:pStyle w:val="InfoPara"/>
      </w:pPr>
      <w:r>
        <w:t>Adjacency or Identification Concerns</w:t>
      </w:r>
    </w:p>
    <w:p w:rsidR="009624CF" w:rsidP="009624CF" w:rsidRDefault="009624CF" w14:paraId="2118CA4E" w14:textId="77777777">
      <w:r>
        <w:t>In some locations, this BpS can be confused with the White Spruce BpS because black and white spruces often mix, especially on sites with transitional moisture and thermal conditions (Murphy and Witten 2006).</w:t>
      </w:r>
    </w:p>
    <w:p w:rsidR="009624CF" w:rsidP="00336000" w:rsidRDefault="009624CF" w14:paraId="119A6B01" w14:textId="0A3EAA85">
      <w:pPr>
        <w:pStyle w:val="InfoPara"/>
      </w:pPr>
      <w:r>
        <w:t>Issues or Problems</w:t>
      </w:r>
    </w:p>
    <w:p w:rsidRPr="00336000" w:rsidR="00336000" w:rsidP="00336000" w:rsidRDefault="00336000" w14:paraId="727EB5F8" w14:textId="77777777"/>
    <w:p w:rsidR="009624CF" w:rsidP="009624CF" w:rsidRDefault="009624CF" w14:paraId="6C07C473" w14:textId="77777777">
      <w:pPr>
        <w:pStyle w:val="InfoPara"/>
      </w:pPr>
      <w:r>
        <w:t>Native Uncharacteristic Conditions</w:t>
      </w:r>
    </w:p>
    <w:p w:rsidR="009624CF" w:rsidP="009624CF" w:rsidRDefault="009624CF" w14:paraId="3B6685D0" w14:textId="77777777">
      <w:r>
        <w:t>In recent decades black spruce began encroaching into drying sphagnum bogs, creating “islands” of spruce where spruce were not previously present (Ed Berg, personal communication, March 4, 2004). This drying and resultant encroachment is attributed to the warming climate.</w:t>
      </w:r>
    </w:p>
    <w:p w:rsidR="009624CF" w:rsidP="009624CF" w:rsidRDefault="009624CF" w14:paraId="67283F19" w14:textId="77777777">
      <w:pPr>
        <w:pStyle w:val="InfoPara"/>
      </w:pPr>
      <w:r>
        <w:t>Comments</w:t>
      </w:r>
    </w:p>
    <w:p w:rsidRPr="00331FF0" w:rsidR="007B64E0" w:rsidP="007B64E0" w:rsidRDefault="007B64E0" w14:paraId="45A7F796" w14:textId="345CB26C">
      <w:bookmarkStart w:name="_Hlk84849878" w:id="0"/>
      <w:r>
        <w:t>10/2021 This description was updated by NatureServe staff and Kori Blankenship based on the updated Ecological Systems classification for A</w:t>
      </w:r>
      <w:r w:rsidR="003D1C0D">
        <w:t>K</w:t>
      </w:r>
      <w:r>
        <w:t>. Edits focused on adjusting the Geographic Range, Biophysical Site Descriptions, and Vegetation Description sections.</w:t>
      </w:r>
      <w:bookmarkEnd w:id="0"/>
    </w:p>
    <w:p w:rsidR="007B64E0" w:rsidP="009624CF" w:rsidRDefault="007B64E0" w14:paraId="7954A40E" w14:textId="77777777"/>
    <w:p w:rsidR="009624CF" w:rsidP="009624CF" w:rsidRDefault="00BE7A1A" w14:paraId="4EBC3DD3" w14:textId="4FE70A9A">
      <w:r>
        <w:t>During LANDIFRE National</w:t>
      </w:r>
      <w:r w:rsidR="00707EBF">
        <w:t>,</w:t>
      </w:r>
      <w:r>
        <w:t xml:space="preserve"> </w:t>
      </w:r>
      <w:r w:rsidR="00707EBF">
        <w:t>t</w:t>
      </w:r>
      <w:r w:rsidR="009624CF">
        <w:t>his model did not receive review specifically for z76.</w:t>
      </w:r>
      <w:r>
        <w:t xml:space="preserve"> </w:t>
      </w:r>
      <w:r w:rsidR="009624CF">
        <w:t>This model was based on the FRCC Guidebook PNVG model for Black Spruce Southcentral (BSSC; Murphy and Witten 2006) and input from the experts who attended the LANDFIRE Fairbanks(Nov. 07) and Anchorage (Dec. 07) modeling meetings. It was refined by Michelle Schuman. The class definitions and age ranges were taken from experts at the Anchorage and Fairbanks meetings with input from Michelle Schuman and the disturbance probabilities are similar to those in the BSSC model.</w:t>
      </w:r>
    </w:p>
    <w:p w:rsidR="003226E1" w:rsidP="009624CF" w:rsidRDefault="003226E1" w14:paraId="269C950E" w14:textId="77777777"/>
    <w:p w:rsidR="009624CF" w:rsidP="009624CF" w:rsidRDefault="009624CF" w14:paraId="38A31DCA" w14:textId="77777777">
      <w:pPr>
        <w:pStyle w:val="ReportSection"/>
      </w:pPr>
      <w:r>
        <w:t>Succession Classes</w:t>
      </w:r>
    </w:p>
    <w:p w:rsidR="009624CF" w:rsidP="009624CF" w:rsidRDefault="009624CF" w14:paraId="64BAAC0B" w14:textId="007C97B9"/>
    <w:p>
      <w:r>
        <w:rPr>
          <w:b/>
        </w:rPr>
        <w:t>Mapping Rules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tcPr>
            <w:tcW w:w="1041" w:type="dxa"/>
            <w:vMerge w:val="restart"/>
            <w:vAlign w:val="bottom"/>
          </w:tcPr>
          <w:p w:rsidRPr="00F43331" w:rsidR="00F43331" w:rsidP="00F43331" w:rsidRDefault="00F43331">
            <w:pPr>
              <w:jc w:val="center"/>
              <w:rPr>
                <w:b/>
              </w:rPr>
            </w:pPr>
            <w:r w:rsidRPr="00F43331">
              <w:rPr>
                <w:b/>
              </w:rPr>
              <w:t>Upper Layer Lifeform</w:t>
            </w:r>
          </w:p>
        </w:tc>
        <w:tc>
          <w:tcPr>
            <w:tcW w:w="861" w:type="dxa"/>
            <w:vMerge w:val="restart"/>
            <w:vAlign w:val="bottom"/>
          </w:tcPr>
          <w:p w:rsidRPr="00F43331" w:rsidR="00F43331" w:rsidP="00F43331" w:rsidRDefault="00F43331">
            <w:pPr>
              <w:jc w:val="center"/>
              <w:rPr>
                <w:b/>
              </w:rPr>
            </w:pPr>
            <w:r w:rsidRPr="00F43331">
              <w:rPr>
                <w:b/>
              </w:rPr>
              <w:t>Height (m)</w:t>
            </w:r>
          </w:p>
        </w:tc>
        <w:tc>
          <w:tcPr>
            <w:tcW w:w="7448" w:type="dxa"/>
            <w:gridSpan w:val="10"/>
            <w:vAlign w:val="bottom"/>
          </w:tcPr>
          <w:p w:rsidRPr="00F43331" w:rsidR="00F43331" w:rsidP="00F43331" w:rsidRDefault="00F43331">
            <w:pPr>
              <w:jc w:val="center"/>
              <w:rPr>
                <w:b/>
              </w:rPr>
            </w:pPr>
            <w:r w:rsidRPr="00F43331">
              <w:rPr>
                <w:b/>
              </w:rPr>
              <w:t>Canopy Cover (%)</w:t>
            </w:r>
          </w:p>
        </w:tc>
      </w:tr>
      <w:tr>
        <w:tc>
          <w:tcPr>
            <w:tcW w:w="1041" w:type="dxa"/>
            <w:vMerge/>
          </w:tcPr>
          <w:p w:rsidR="00F43331" w:rsidRDefault="00F43331"/>
        </w:tc>
        <w:tc>
          <w:tcPr>
            <w:tcW w:w="861" w:type="dxa"/>
            <w:vMerge/>
          </w:tcPr>
          <w:p w:rsidR="00F43331" w:rsidRDefault="00F43331"/>
        </w:tc>
        <w:tc>
          <w:tcPr>
            <w:tcW w:w="833" w:type="dxa"/>
          </w:tcPr>
          <w:p w:rsidR="00F43331" w:rsidRDefault="00F43331">
            <w:r>
              <w:rPr>
                <w:b/>
              </w:rPr>
              <w:t>0-10</w:t>
            </w:r>
          </w:p>
        </w:tc>
        <w:tc>
          <w:tcPr>
            <w:tcW w:w="735" w:type="dxa"/>
          </w:tcPr>
          <w:p w:rsidR="00F43331" w:rsidRDefault="00F43331">
            <w:r>
              <w:rPr>
                <w:b/>
              </w:rPr>
              <w:t>11-20</w:t>
            </w:r>
          </w:p>
        </w:tc>
        <w:tc>
          <w:tcPr>
            <w:tcW w:w="735" w:type="dxa"/>
          </w:tcPr>
          <w:p w:rsidR="00F43331" w:rsidRDefault="00F43331">
            <w:r>
              <w:rPr>
                <w:b/>
              </w:rPr>
              <w:t>21-30</w:t>
            </w:r>
          </w:p>
        </w:tc>
        <w:tc>
          <w:tcPr>
            <w:tcW w:w="735" w:type="dxa"/>
          </w:tcPr>
          <w:p w:rsidR="00F43331" w:rsidRDefault="00F43331">
            <w:r>
              <w:rPr>
                <w:b/>
              </w:rPr>
              <w:t>31-40</w:t>
            </w:r>
          </w:p>
        </w:tc>
        <w:tc>
          <w:tcPr>
            <w:tcW w:w="735" w:type="dxa"/>
          </w:tcPr>
          <w:p w:rsidR="00F43331" w:rsidRDefault="00F43331">
            <w:r>
              <w:rPr>
                <w:b/>
              </w:rPr>
              <w:t>41 - 50</w:t>
            </w:r>
          </w:p>
        </w:tc>
        <w:tc>
          <w:tcPr>
            <w:tcW w:w="735" w:type="dxa"/>
          </w:tcPr>
          <w:p w:rsidR="00F43331" w:rsidRDefault="00F43331">
            <w:r>
              <w:rPr>
                <w:b/>
              </w:rPr>
              <w:t>51-60</w:t>
            </w:r>
          </w:p>
        </w:tc>
        <w:tc>
          <w:tcPr>
            <w:tcW w:w="735" w:type="dxa"/>
          </w:tcPr>
          <w:p w:rsidR="00F43331" w:rsidRDefault="00F43331">
            <w:r>
              <w:rPr>
                <w:b/>
              </w:rPr>
              <w:t>61-70</w:t>
            </w:r>
          </w:p>
        </w:tc>
        <w:tc>
          <w:tcPr>
            <w:tcW w:w="735" w:type="dxa"/>
          </w:tcPr>
          <w:p w:rsidR="00F43331" w:rsidRDefault="00F43331">
            <w:r>
              <w:rPr>
                <w:b/>
              </w:rPr>
              <w:t>71-80</w:t>
            </w:r>
          </w:p>
        </w:tc>
        <w:tc>
          <w:tcPr>
            <w:tcW w:w="735" w:type="dxa"/>
          </w:tcPr>
          <w:p w:rsidR="00F43331" w:rsidRDefault="00F43331">
            <w:r>
              <w:rPr>
                <w:b/>
              </w:rPr>
              <w:t>81-90</w:t>
            </w:r>
          </w:p>
        </w:tc>
        <w:tc>
          <w:tcPr>
            <w:tcW w:w="735" w:type="dxa"/>
          </w:tcPr>
          <w:p w:rsidR="00F43331" w:rsidRDefault="00F43331">
            <w:r>
              <w:rPr>
                <w:b/>
              </w:rPr>
              <w:t>91-100</w:t>
            </w:r>
          </w:p>
        </w:tc>
      </w:tr>
      <w:tr>
        <w:tc>
          <w:tcPr>
            <w:tcW w:w="0" w:type="auto"/>
          </w:tcPr>
          <w:p>
            <w:pPr>
              <w:jc w:val="center"/>
            </w:pPr>
            <w:r>
              <w:rPr>
                <w:sz w:val="20"/>
              </w:rPr>
              <w:t>Herb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&gt;1.0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1.0-3.0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&gt;3.0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r>
    </w:tbl>
    <w:p>
      <w:r>
        <w:rPr>
          <w:sz w:val="20"/>
        </w:rPr>
        <w:t>Succession class letters A-E are described in the Succession Class Description section. Some classes use a leafform distinction where a qualifier is added to the class letter: Brdl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BpS.</w:t>
      </w:r>
    </w:p>
    <w:p>
      <w:r>
        <w:br/>
      </w:r>
    </w:p>
    <w:p>
      <w:r>
        <w:rPr>
          <w:b/>
        </w:rPr>
        <w:t>Description</w:t>
      </w:r>
    </w:p>
    <w:p w:rsidR="009624CF" w:rsidP="009624CF" w:rsidRDefault="009624CF" w14:paraId="6866FDC8" w14:textId="77777777">
      <w:pPr>
        <w:pStyle w:val="InfoPara"/>
        <w:pBdr>
          <w:top w:val="single" w:color="auto" w:sz="4" w:space="1"/>
        </w:pBdr>
      </w:pPr>
      <w:r xmlns:w="http://schemas.openxmlformats.org/wordprocessingml/2006/main">
        <w:t>Class A</w:t>
      </w:r>
      <w:r xmlns:w="http://schemas.openxmlformats.org/wordprocessingml/2006/main">
        <w:tab/>
        <w:t>6</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Early Development 1 - All Structures</w:t>
      </w:r>
    </w:p>
    <w:p w:rsidR="009624CF" w:rsidP="009624CF" w:rsidRDefault="009624CF" w14:paraId="68C90428" w14:textId="77777777"/>
    <w:p w:rsidR="009624CF" w:rsidP="009624CF" w:rsidRDefault="009624CF" w14:paraId="02B16FF7"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88"/>
        <w:gridCol w:w="2568"/>
        <w:gridCol w:w="3441"/>
        <w:gridCol w:w="1980"/>
      </w:tblGrid>
      <w:tr w:rsidRPr="009624CF" w:rsidR="009624CF" w:rsidTr="003D1C0D" w14:paraId="21774568" w14:textId="77777777">
        <w:tc>
          <w:tcPr>
            <w:tcW w:w="1188" w:type="dxa"/>
            <w:tcBorders>
              <w:top w:val="single" w:color="auto" w:sz="2" w:space="0"/>
              <w:bottom w:val="single" w:color="000000" w:sz="12" w:space="0"/>
            </w:tcBorders>
            <w:shd w:val="clear" w:color="auto" w:fill="auto"/>
          </w:tcPr>
          <w:p w:rsidRPr="009624CF" w:rsidR="009624CF" w:rsidP="006944B3" w:rsidRDefault="009624CF" w14:paraId="6C211837" w14:textId="77777777">
            <w:pPr>
              <w:rPr>
                <w:b/>
                <w:bCs/>
              </w:rPr>
            </w:pPr>
            <w:r w:rsidRPr="009624CF">
              <w:rPr>
                <w:b/>
                <w:bCs/>
              </w:rPr>
              <w:t>Symbol</w:t>
            </w:r>
          </w:p>
        </w:tc>
        <w:tc>
          <w:tcPr>
            <w:tcW w:w="2568" w:type="dxa"/>
            <w:tcBorders>
              <w:top w:val="single" w:color="auto" w:sz="2" w:space="0"/>
              <w:bottom w:val="single" w:color="000000" w:sz="12" w:space="0"/>
            </w:tcBorders>
            <w:shd w:val="clear" w:color="auto" w:fill="auto"/>
          </w:tcPr>
          <w:p w:rsidRPr="009624CF" w:rsidR="009624CF" w:rsidP="006944B3" w:rsidRDefault="009624CF" w14:paraId="4CAAECBE" w14:textId="77777777">
            <w:pPr>
              <w:rPr>
                <w:b/>
                <w:bCs/>
              </w:rPr>
            </w:pPr>
            <w:r w:rsidRPr="009624CF">
              <w:rPr>
                <w:b/>
                <w:bCs/>
              </w:rPr>
              <w:t>Scientific Name</w:t>
            </w:r>
          </w:p>
        </w:tc>
        <w:tc>
          <w:tcPr>
            <w:tcW w:w="3441" w:type="dxa"/>
            <w:tcBorders>
              <w:top w:val="single" w:color="auto" w:sz="2" w:space="0"/>
              <w:bottom w:val="single" w:color="000000" w:sz="12" w:space="0"/>
            </w:tcBorders>
            <w:shd w:val="clear" w:color="auto" w:fill="auto"/>
          </w:tcPr>
          <w:p w:rsidRPr="009624CF" w:rsidR="009624CF" w:rsidP="006944B3" w:rsidRDefault="009624CF" w14:paraId="5449220B" w14:textId="77777777">
            <w:pPr>
              <w:rPr>
                <w:b/>
                <w:bCs/>
              </w:rPr>
            </w:pPr>
            <w:r w:rsidRPr="009624CF">
              <w:rPr>
                <w:b/>
                <w:bCs/>
              </w:rPr>
              <w:t>Common Name</w:t>
            </w:r>
          </w:p>
        </w:tc>
        <w:tc>
          <w:tcPr>
            <w:tcW w:w="1980" w:type="dxa"/>
            <w:tcBorders>
              <w:top w:val="single" w:color="auto" w:sz="2" w:space="0"/>
              <w:bottom w:val="single" w:color="000000" w:sz="12" w:space="0"/>
            </w:tcBorders>
            <w:shd w:val="clear" w:color="auto" w:fill="auto"/>
          </w:tcPr>
          <w:p w:rsidRPr="009624CF" w:rsidR="009624CF" w:rsidP="006944B3" w:rsidRDefault="009624CF" w14:paraId="14ABE4DA" w14:textId="77777777">
            <w:pPr>
              <w:rPr>
                <w:b/>
                <w:bCs/>
              </w:rPr>
            </w:pPr>
            <w:r w:rsidRPr="009624CF">
              <w:rPr>
                <w:b/>
                <w:bCs/>
              </w:rPr>
              <w:t>Canopy Position</w:t>
            </w:r>
          </w:p>
        </w:tc>
      </w:tr>
      <w:tr w:rsidRPr="009624CF" w:rsidR="009624CF" w:rsidTr="003D1C0D" w14:paraId="20FACE9D" w14:textId="77777777">
        <w:tc>
          <w:tcPr>
            <w:tcW w:w="1188" w:type="dxa"/>
            <w:tcBorders>
              <w:top w:val="single" w:color="000000" w:sz="12" w:space="0"/>
            </w:tcBorders>
            <w:shd w:val="clear" w:color="auto" w:fill="auto"/>
          </w:tcPr>
          <w:p w:rsidRPr="009624CF" w:rsidR="009624CF" w:rsidP="006944B3" w:rsidRDefault="009624CF" w14:paraId="77AE61D2" w14:textId="77777777">
            <w:pPr>
              <w:rPr>
                <w:bCs/>
              </w:rPr>
            </w:pPr>
            <w:r w:rsidRPr="009624CF">
              <w:rPr>
                <w:bCs/>
              </w:rPr>
              <w:t>BENA</w:t>
            </w:r>
          </w:p>
        </w:tc>
        <w:tc>
          <w:tcPr>
            <w:tcW w:w="2568" w:type="dxa"/>
            <w:tcBorders>
              <w:top w:val="single" w:color="000000" w:sz="12" w:space="0"/>
            </w:tcBorders>
            <w:shd w:val="clear" w:color="auto" w:fill="auto"/>
          </w:tcPr>
          <w:p w:rsidRPr="00A52BEB" w:rsidR="009624CF" w:rsidP="006944B3" w:rsidRDefault="009624CF" w14:paraId="77EBBA95" w14:textId="77777777">
            <w:pPr>
              <w:rPr>
                <w:i/>
                <w:iCs/>
              </w:rPr>
            </w:pPr>
            <w:r w:rsidRPr="00A52BEB">
              <w:rPr>
                <w:i/>
                <w:iCs/>
              </w:rPr>
              <w:t>Betula nana</w:t>
            </w:r>
          </w:p>
        </w:tc>
        <w:tc>
          <w:tcPr>
            <w:tcW w:w="3441" w:type="dxa"/>
            <w:tcBorders>
              <w:top w:val="single" w:color="000000" w:sz="12" w:space="0"/>
            </w:tcBorders>
            <w:shd w:val="clear" w:color="auto" w:fill="auto"/>
          </w:tcPr>
          <w:p w:rsidRPr="009624CF" w:rsidR="009624CF" w:rsidP="006944B3" w:rsidRDefault="009624CF" w14:paraId="2961EBBA" w14:textId="77777777">
            <w:r w:rsidRPr="009624CF">
              <w:t>Dwarf birch</w:t>
            </w:r>
          </w:p>
        </w:tc>
        <w:tc>
          <w:tcPr>
            <w:tcW w:w="1980" w:type="dxa"/>
            <w:tcBorders>
              <w:top w:val="single" w:color="000000" w:sz="12" w:space="0"/>
            </w:tcBorders>
            <w:shd w:val="clear" w:color="auto" w:fill="auto"/>
          </w:tcPr>
          <w:p w:rsidRPr="009624CF" w:rsidR="009624CF" w:rsidP="006944B3" w:rsidRDefault="009624CF" w14:paraId="2C9D1351" w14:textId="77777777">
            <w:r w:rsidRPr="009624CF">
              <w:t>Upper</w:t>
            </w:r>
          </w:p>
        </w:tc>
      </w:tr>
      <w:tr w:rsidRPr="009624CF" w:rsidR="009624CF" w:rsidTr="003D1C0D" w14:paraId="5409AFFF" w14:textId="77777777">
        <w:tc>
          <w:tcPr>
            <w:tcW w:w="1188" w:type="dxa"/>
            <w:shd w:val="clear" w:color="auto" w:fill="auto"/>
          </w:tcPr>
          <w:p w:rsidRPr="009624CF" w:rsidR="009624CF" w:rsidP="006944B3" w:rsidRDefault="009624CF" w14:paraId="50D51BC0" w14:textId="0A95960C">
            <w:pPr>
              <w:rPr>
                <w:bCs/>
              </w:rPr>
            </w:pPr>
            <w:r w:rsidRPr="009624CF">
              <w:rPr>
                <w:bCs/>
              </w:rPr>
              <w:t>LE</w:t>
            </w:r>
            <w:r w:rsidR="003B65CA">
              <w:rPr>
                <w:bCs/>
              </w:rPr>
              <w:t>GR</w:t>
            </w:r>
          </w:p>
        </w:tc>
        <w:tc>
          <w:tcPr>
            <w:tcW w:w="2568" w:type="dxa"/>
            <w:shd w:val="clear" w:color="auto" w:fill="auto"/>
          </w:tcPr>
          <w:p w:rsidRPr="00A52BEB" w:rsidR="009624CF" w:rsidP="006944B3" w:rsidRDefault="009624CF" w14:paraId="1A966FDE" w14:textId="3F25904B">
            <w:pPr>
              <w:rPr>
                <w:i/>
                <w:iCs/>
              </w:rPr>
            </w:pPr>
            <w:r w:rsidRPr="00A52BEB">
              <w:rPr>
                <w:i/>
                <w:iCs/>
              </w:rPr>
              <w:t>Ledum</w:t>
            </w:r>
            <w:r w:rsidRPr="00A52BEB" w:rsidR="00816024">
              <w:rPr>
                <w:i/>
                <w:iCs/>
              </w:rPr>
              <w:t xml:space="preserve"> </w:t>
            </w:r>
            <w:r w:rsidRPr="00A52BEB" w:rsidR="003B65CA">
              <w:rPr>
                <w:i/>
                <w:iCs/>
              </w:rPr>
              <w:t>groenlandicum</w:t>
            </w:r>
          </w:p>
        </w:tc>
        <w:tc>
          <w:tcPr>
            <w:tcW w:w="3441" w:type="dxa"/>
            <w:shd w:val="clear" w:color="auto" w:fill="auto"/>
          </w:tcPr>
          <w:p w:rsidRPr="009624CF" w:rsidR="009624CF" w:rsidP="006944B3" w:rsidRDefault="003B65CA" w14:paraId="184E4655" w14:textId="1F1D6F2E">
            <w:r>
              <w:t>B</w:t>
            </w:r>
            <w:r w:rsidRPr="003B65CA">
              <w:t>og Labrador tea</w:t>
            </w:r>
          </w:p>
        </w:tc>
        <w:tc>
          <w:tcPr>
            <w:tcW w:w="1980" w:type="dxa"/>
            <w:shd w:val="clear" w:color="auto" w:fill="auto"/>
          </w:tcPr>
          <w:p w:rsidRPr="009624CF" w:rsidR="009624CF" w:rsidP="006944B3" w:rsidRDefault="009624CF" w14:paraId="0DECE494" w14:textId="77777777">
            <w:r w:rsidRPr="009624CF">
              <w:t>Middle</w:t>
            </w:r>
          </w:p>
        </w:tc>
      </w:tr>
      <w:tr w:rsidRPr="009624CF" w:rsidR="009624CF" w:rsidTr="003D1C0D" w14:paraId="6D9FFC06" w14:textId="77777777">
        <w:tc>
          <w:tcPr>
            <w:tcW w:w="1188" w:type="dxa"/>
            <w:shd w:val="clear" w:color="auto" w:fill="auto"/>
          </w:tcPr>
          <w:p w:rsidRPr="009624CF" w:rsidR="009624CF" w:rsidP="006944B3" w:rsidRDefault="009624CF" w14:paraId="12B1A640" w14:textId="77777777">
            <w:pPr>
              <w:rPr>
                <w:bCs/>
              </w:rPr>
            </w:pPr>
            <w:r w:rsidRPr="009624CF">
              <w:rPr>
                <w:bCs/>
              </w:rPr>
              <w:t>VAUL</w:t>
            </w:r>
          </w:p>
        </w:tc>
        <w:tc>
          <w:tcPr>
            <w:tcW w:w="2568" w:type="dxa"/>
            <w:shd w:val="clear" w:color="auto" w:fill="auto"/>
          </w:tcPr>
          <w:p w:rsidRPr="00A52BEB" w:rsidR="009624CF" w:rsidP="006944B3" w:rsidRDefault="009624CF" w14:paraId="4443AC35" w14:textId="77777777">
            <w:pPr>
              <w:rPr>
                <w:i/>
                <w:iCs/>
              </w:rPr>
            </w:pPr>
            <w:r w:rsidRPr="00A52BEB">
              <w:rPr>
                <w:i/>
                <w:iCs/>
              </w:rPr>
              <w:t>Vaccinium uliginosum</w:t>
            </w:r>
          </w:p>
        </w:tc>
        <w:tc>
          <w:tcPr>
            <w:tcW w:w="3441" w:type="dxa"/>
            <w:shd w:val="clear" w:color="auto" w:fill="auto"/>
          </w:tcPr>
          <w:p w:rsidRPr="009624CF" w:rsidR="009624CF" w:rsidP="006944B3" w:rsidRDefault="009624CF" w14:paraId="7332479D" w14:textId="77777777">
            <w:r w:rsidRPr="009624CF">
              <w:t>Bog blueberry</w:t>
            </w:r>
          </w:p>
        </w:tc>
        <w:tc>
          <w:tcPr>
            <w:tcW w:w="1980" w:type="dxa"/>
            <w:shd w:val="clear" w:color="auto" w:fill="auto"/>
          </w:tcPr>
          <w:p w:rsidRPr="009624CF" w:rsidR="009624CF" w:rsidP="006944B3" w:rsidRDefault="009624CF" w14:paraId="6AF2547C" w14:textId="77777777">
            <w:r w:rsidRPr="009624CF">
              <w:t>Low-Mid</w:t>
            </w:r>
          </w:p>
        </w:tc>
      </w:tr>
      <w:tr w:rsidRPr="009624CF" w:rsidR="009624CF" w:rsidTr="003D1C0D" w14:paraId="14C18F51" w14:textId="77777777">
        <w:tc>
          <w:tcPr>
            <w:tcW w:w="1188" w:type="dxa"/>
            <w:shd w:val="clear" w:color="auto" w:fill="auto"/>
          </w:tcPr>
          <w:p w:rsidRPr="009624CF" w:rsidR="009624CF" w:rsidP="006944B3" w:rsidRDefault="009624CF" w14:paraId="2D94706F" w14:textId="77777777">
            <w:pPr>
              <w:rPr>
                <w:bCs/>
              </w:rPr>
            </w:pPr>
            <w:r w:rsidRPr="009624CF">
              <w:rPr>
                <w:bCs/>
              </w:rPr>
              <w:t>VAVI</w:t>
            </w:r>
          </w:p>
        </w:tc>
        <w:tc>
          <w:tcPr>
            <w:tcW w:w="2568" w:type="dxa"/>
            <w:shd w:val="clear" w:color="auto" w:fill="auto"/>
          </w:tcPr>
          <w:p w:rsidRPr="00A52BEB" w:rsidR="009624CF" w:rsidP="006944B3" w:rsidRDefault="009624CF" w14:paraId="32AA2EB6" w14:textId="77777777">
            <w:pPr>
              <w:rPr>
                <w:i/>
                <w:iCs/>
              </w:rPr>
            </w:pPr>
            <w:r w:rsidRPr="00A52BEB">
              <w:rPr>
                <w:i/>
                <w:iCs/>
              </w:rPr>
              <w:t>Vaccinium vitis-idaea</w:t>
            </w:r>
          </w:p>
        </w:tc>
        <w:tc>
          <w:tcPr>
            <w:tcW w:w="3441" w:type="dxa"/>
            <w:shd w:val="clear" w:color="auto" w:fill="auto"/>
          </w:tcPr>
          <w:p w:rsidRPr="009624CF" w:rsidR="009624CF" w:rsidP="006944B3" w:rsidRDefault="009624CF" w14:paraId="45CED488" w14:textId="77777777">
            <w:r w:rsidRPr="009624CF">
              <w:t>Lingonberry</w:t>
            </w:r>
          </w:p>
        </w:tc>
        <w:tc>
          <w:tcPr>
            <w:tcW w:w="1980" w:type="dxa"/>
            <w:shd w:val="clear" w:color="auto" w:fill="auto"/>
          </w:tcPr>
          <w:p w:rsidRPr="009624CF" w:rsidR="009624CF" w:rsidP="006944B3" w:rsidRDefault="009624CF" w14:paraId="2ABC4C22" w14:textId="77777777">
            <w:r w:rsidRPr="009624CF">
              <w:t>Lower</w:t>
            </w:r>
          </w:p>
        </w:tc>
      </w:tr>
    </w:tbl>
    <w:p w:rsidR="009624CF" w:rsidP="009624CF" w:rsidRDefault="009624CF" w14:paraId="60A3DD88" w14:textId="77777777"/>
    <w:p w:rsidR="009624CF" w:rsidP="009624CF" w:rsidRDefault="009624CF" w14:paraId="097692B6" w14:textId="77777777">
      <w:pPr>
        <w:pStyle w:val="SClassInfoPara"/>
      </w:pPr>
      <w:r>
        <w:t>Description</w:t>
      </w:r>
    </w:p>
    <w:p w:rsidR="009624CF" w:rsidP="009624CF" w:rsidRDefault="009624CF" w14:paraId="0D447FF8" w14:textId="56246756">
      <w:r>
        <w:t xml:space="preserve">Moss, herbs, seedlings of trees and shrubs establish 3 months to three years post fire (Foote 1983). Shrubs and saplings 1.4 to 7 m tall typically begin capturing sites 4-5yrs post fire. The tall shrub and sapling layer is characterized by 60-100% canopy closure. Tree saplings may include spruce, hardwoods or both. Common understory shrubs include </w:t>
      </w:r>
      <w:r w:rsidRPr="00A52BEB">
        <w:rPr>
          <w:i/>
          <w:iCs/>
        </w:rPr>
        <w:t xml:space="preserve">Betula nana, Ledum </w:t>
      </w:r>
      <w:r w:rsidRPr="00A52BEB" w:rsidR="00816024">
        <w:rPr>
          <w:i/>
          <w:iCs/>
        </w:rPr>
        <w:t>groenlandicum</w:t>
      </w:r>
      <w:r w:rsidRPr="00A52BEB">
        <w:rPr>
          <w:i/>
          <w:iCs/>
        </w:rPr>
        <w:t xml:space="preserve">, Vaccinium uliginosum, V. vitis-idaea </w:t>
      </w:r>
      <w:r w:rsidRPr="00A52BEB">
        <w:t>and</w:t>
      </w:r>
      <w:r w:rsidRPr="00A52BEB">
        <w:rPr>
          <w:i/>
          <w:iCs/>
        </w:rPr>
        <w:t xml:space="preserve"> Empetrum nigrum</w:t>
      </w:r>
      <w:r>
        <w:t xml:space="preserve">. Common mosses include </w:t>
      </w:r>
      <w:r w:rsidRPr="00A52BEB">
        <w:rPr>
          <w:i/>
          <w:iCs/>
        </w:rPr>
        <w:t xml:space="preserve">Hylocomium splendens </w:t>
      </w:r>
      <w:r w:rsidRPr="00A52BEB">
        <w:t>and</w:t>
      </w:r>
      <w:r w:rsidRPr="00A52BEB">
        <w:rPr>
          <w:i/>
          <w:iCs/>
        </w:rPr>
        <w:t xml:space="preserve"> Pleurozium schreberi</w:t>
      </w:r>
      <w:r>
        <w:t xml:space="preserve">. </w:t>
      </w:r>
    </w:p>
    <w:p w:rsidR="009624CF" w:rsidP="009624CF" w:rsidRDefault="009624CF" w14:paraId="17EDFD5A" w14:textId="77777777"/>
    <w:p w:rsidR="009624CF" w:rsidP="009624CF" w:rsidRDefault="009624CF" w14:paraId="201D1846" w14:textId="1F6C6FB3">
      <w:r>
        <w:t xml:space="preserve">Alternate succession represents the probability that some stands will go through a hardwood (with spruce understory) or spruce-hardwood stage </w:t>
      </w:r>
      <w:r w:rsidR="005E7E7F">
        <w:t>(</w:t>
      </w:r>
      <w:r w:rsidR="00356D5A">
        <w:t>C</w:t>
      </w:r>
      <w:r w:rsidR="005E7E7F">
        <w:t xml:space="preserve">lass C) </w:t>
      </w:r>
      <w:r>
        <w:t>rather than following the main successional pathway to a black spruce dominated stage (</w:t>
      </w:r>
      <w:r w:rsidR="00356D5A">
        <w:t>C</w:t>
      </w:r>
      <w:r>
        <w:t xml:space="preserve">lass B). </w:t>
      </w:r>
    </w:p>
    <w:p w:rsidR="009624CF" w:rsidP="009624CF" w:rsidRDefault="009624CF" w14:paraId="17390036" w14:textId="77777777"/>
    <w:p>
      <w:r>
        <w:rPr>
          <w:i/>
          <w:u w:val="single"/>
        </w:rPr>
        <w:t>Maximum Tree Size Class</w:t>
      </w:r>
      <w:br/>
      <w:r>
        <w:t>Seedling/Sapling &lt;5"</w:t>
      </w:r>
    </w:p>
    <w:p w:rsidR="009624CF" w:rsidP="009624CF" w:rsidRDefault="009624CF" w14:paraId="00C9D5BD" w14:textId="77777777">
      <w:pPr>
        <w:pStyle w:val="InfoPara"/>
        <w:pBdr>
          <w:top w:val="single" w:color="auto" w:sz="4" w:space="1"/>
        </w:pBdr>
      </w:pPr>
      <w:r xmlns:w="http://schemas.openxmlformats.org/wordprocessingml/2006/main">
        <w:t>Class B</w:t>
      </w:r>
      <w:r xmlns:w="http://schemas.openxmlformats.org/wordprocessingml/2006/main">
        <w:tab/>
        <w:t>14</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Mid Development 1 - All Structures</w:t>
      </w:r>
    </w:p>
    <w:p w:rsidR="009624CF" w:rsidP="009624CF" w:rsidRDefault="009624CF" w14:paraId="7C4D327E" w14:textId="77777777"/>
    <w:p w:rsidR="009624CF" w:rsidP="009624CF" w:rsidRDefault="009624CF" w14:paraId="38970289"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88"/>
        <w:gridCol w:w="2589"/>
        <w:gridCol w:w="3330"/>
        <w:gridCol w:w="2070"/>
      </w:tblGrid>
      <w:tr w:rsidRPr="009624CF" w:rsidR="009624CF" w:rsidTr="003D1C0D" w14:paraId="30358C9C" w14:textId="77777777">
        <w:tc>
          <w:tcPr>
            <w:tcW w:w="1188" w:type="dxa"/>
            <w:tcBorders>
              <w:top w:val="single" w:color="auto" w:sz="2" w:space="0"/>
              <w:bottom w:val="single" w:color="000000" w:sz="12" w:space="0"/>
            </w:tcBorders>
            <w:shd w:val="clear" w:color="auto" w:fill="auto"/>
          </w:tcPr>
          <w:p w:rsidRPr="009624CF" w:rsidR="009624CF" w:rsidP="006944B3" w:rsidRDefault="009624CF" w14:paraId="144917DD" w14:textId="77777777">
            <w:pPr>
              <w:rPr>
                <w:b/>
                <w:bCs/>
              </w:rPr>
            </w:pPr>
            <w:r w:rsidRPr="009624CF">
              <w:rPr>
                <w:b/>
                <w:bCs/>
              </w:rPr>
              <w:t>Symbol</w:t>
            </w:r>
          </w:p>
        </w:tc>
        <w:tc>
          <w:tcPr>
            <w:tcW w:w="2589" w:type="dxa"/>
            <w:tcBorders>
              <w:top w:val="single" w:color="auto" w:sz="2" w:space="0"/>
              <w:bottom w:val="single" w:color="000000" w:sz="12" w:space="0"/>
            </w:tcBorders>
            <w:shd w:val="clear" w:color="auto" w:fill="auto"/>
          </w:tcPr>
          <w:p w:rsidRPr="009624CF" w:rsidR="009624CF" w:rsidP="006944B3" w:rsidRDefault="009624CF" w14:paraId="532547CF" w14:textId="77777777">
            <w:pPr>
              <w:rPr>
                <w:b/>
                <w:bCs/>
              </w:rPr>
            </w:pPr>
            <w:r w:rsidRPr="009624CF">
              <w:rPr>
                <w:b/>
                <w:bCs/>
              </w:rPr>
              <w:t>Scientific Name</w:t>
            </w:r>
          </w:p>
        </w:tc>
        <w:tc>
          <w:tcPr>
            <w:tcW w:w="3330" w:type="dxa"/>
            <w:tcBorders>
              <w:top w:val="single" w:color="auto" w:sz="2" w:space="0"/>
              <w:bottom w:val="single" w:color="000000" w:sz="12" w:space="0"/>
            </w:tcBorders>
            <w:shd w:val="clear" w:color="auto" w:fill="auto"/>
          </w:tcPr>
          <w:p w:rsidRPr="009624CF" w:rsidR="009624CF" w:rsidP="006944B3" w:rsidRDefault="009624CF" w14:paraId="5840B7D3" w14:textId="77777777">
            <w:pPr>
              <w:rPr>
                <w:b/>
                <w:bCs/>
              </w:rPr>
            </w:pPr>
            <w:r w:rsidRPr="009624CF">
              <w:rPr>
                <w:b/>
                <w:bCs/>
              </w:rPr>
              <w:t>Common Name</w:t>
            </w:r>
          </w:p>
        </w:tc>
        <w:tc>
          <w:tcPr>
            <w:tcW w:w="2070" w:type="dxa"/>
            <w:tcBorders>
              <w:top w:val="single" w:color="auto" w:sz="2" w:space="0"/>
              <w:bottom w:val="single" w:color="000000" w:sz="12" w:space="0"/>
            </w:tcBorders>
            <w:shd w:val="clear" w:color="auto" w:fill="auto"/>
          </w:tcPr>
          <w:p w:rsidRPr="009624CF" w:rsidR="009624CF" w:rsidP="006944B3" w:rsidRDefault="009624CF" w14:paraId="45D8FB82" w14:textId="77777777">
            <w:pPr>
              <w:rPr>
                <w:b/>
                <w:bCs/>
              </w:rPr>
            </w:pPr>
            <w:r w:rsidRPr="009624CF">
              <w:rPr>
                <w:b/>
                <w:bCs/>
              </w:rPr>
              <w:t>Canopy Position</w:t>
            </w:r>
          </w:p>
        </w:tc>
      </w:tr>
      <w:tr w:rsidRPr="009624CF" w:rsidR="009624CF" w:rsidTr="003D1C0D" w14:paraId="1DFB8014" w14:textId="77777777">
        <w:tc>
          <w:tcPr>
            <w:tcW w:w="1188" w:type="dxa"/>
            <w:tcBorders>
              <w:top w:val="single" w:color="000000" w:sz="12" w:space="0"/>
            </w:tcBorders>
            <w:shd w:val="clear" w:color="auto" w:fill="auto"/>
          </w:tcPr>
          <w:p w:rsidRPr="009624CF" w:rsidR="009624CF" w:rsidP="006944B3" w:rsidRDefault="009624CF" w14:paraId="1160031C" w14:textId="77777777">
            <w:pPr>
              <w:rPr>
                <w:bCs/>
              </w:rPr>
            </w:pPr>
            <w:r w:rsidRPr="009624CF">
              <w:rPr>
                <w:bCs/>
              </w:rPr>
              <w:t>PIMA</w:t>
            </w:r>
          </w:p>
        </w:tc>
        <w:tc>
          <w:tcPr>
            <w:tcW w:w="2589" w:type="dxa"/>
            <w:tcBorders>
              <w:top w:val="single" w:color="000000" w:sz="12" w:space="0"/>
            </w:tcBorders>
            <w:shd w:val="clear" w:color="auto" w:fill="auto"/>
          </w:tcPr>
          <w:p w:rsidRPr="00356D5A" w:rsidR="009624CF" w:rsidP="006944B3" w:rsidRDefault="009624CF" w14:paraId="2B63F2C2" w14:textId="77777777">
            <w:pPr>
              <w:rPr>
                <w:i/>
                <w:iCs/>
              </w:rPr>
            </w:pPr>
            <w:r w:rsidRPr="00356D5A">
              <w:rPr>
                <w:i/>
                <w:iCs/>
              </w:rPr>
              <w:t>Picea mariana</w:t>
            </w:r>
          </w:p>
        </w:tc>
        <w:tc>
          <w:tcPr>
            <w:tcW w:w="3330" w:type="dxa"/>
            <w:tcBorders>
              <w:top w:val="single" w:color="000000" w:sz="12" w:space="0"/>
            </w:tcBorders>
            <w:shd w:val="clear" w:color="auto" w:fill="auto"/>
          </w:tcPr>
          <w:p w:rsidRPr="009624CF" w:rsidR="009624CF" w:rsidP="006944B3" w:rsidRDefault="009624CF" w14:paraId="3464CF0C" w14:textId="77777777">
            <w:r w:rsidRPr="009624CF">
              <w:t>Black spruce</w:t>
            </w:r>
          </w:p>
        </w:tc>
        <w:tc>
          <w:tcPr>
            <w:tcW w:w="2070" w:type="dxa"/>
            <w:tcBorders>
              <w:top w:val="single" w:color="000000" w:sz="12" w:space="0"/>
            </w:tcBorders>
            <w:shd w:val="clear" w:color="auto" w:fill="auto"/>
          </w:tcPr>
          <w:p w:rsidRPr="009624CF" w:rsidR="009624CF" w:rsidP="006944B3" w:rsidRDefault="009624CF" w14:paraId="1A67DFA5" w14:textId="77777777">
            <w:r w:rsidRPr="009624CF">
              <w:t>Upper</w:t>
            </w:r>
          </w:p>
        </w:tc>
      </w:tr>
      <w:tr w:rsidRPr="009624CF" w:rsidR="009624CF" w:rsidTr="003D1C0D" w14:paraId="74E846F8" w14:textId="77777777">
        <w:tc>
          <w:tcPr>
            <w:tcW w:w="1188" w:type="dxa"/>
            <w:shd w:val="clear" w:color="auto" w:fill="auto"/>
          </w:tcPr>
          <w:p w:rsidRPr="009624CF" w:rsidR="009624CF" w:rsidP="006944B3" w:rsidRDefault="009624CF" w14:paraId="546D4F83" w14:textId="77777777">
            <w:pPr>
              <w:rPr>
                <w:bCs/>
              </w:rPr>
            </w:pPr>
            <w:r w:rsidRPr="009624CF">
              <w:rPr>
                <w:bCs/>
              </w:rPr>
              <w:t>PIGL</w:t>
            </w:r>
          </w:p>
        </w:tc>
        <w:tc>
          <w:tcPr>
            <w:tcW w:w="2589" w:type="dxa"/>
            <w:shd w:val="clear" w:color="auto" w:fill="auto"/>
          </w:tcPr>
          <w:p w:rsidRPr="00356D5A" w:rsidR="009624CF" w:rsidP="006944B3" w:rsidRDefault="009624CF" w14:paraId="0090430A" w14:textId="77777777">
            <w:pPr>
              <w:rPr>
                <w:i/>
                <w:iCs/>
              </w:rPr>
            </w:pPr>
            <w:r w:rsidRPr="00356D5A">
              <w:rPr>
                <w:i/>
                <w:iCs/>
              </w:rPr>
              <w:t>Picea glauca</w:t>
            </w:r>
          </w:p>
        </w:tc>
        <w:tc>
          <w:tcPr>
            <w:tcW w:w="3330" w:type="dxa"/>
            <w:shd w:val="clear" w:color="auto" w:fill="auto"/>
          </w:tcPr>
          <w:p w:rsidRPr="009624CF" w:rsidR="009624CF" w:rsidP="006944B3" w:rsidRDefault="009624CF" w14:paraId="39688012" w14:textId="77777777">
            <w:r w:rsidRPr="009624CF">
              <w:t>White spruce</w:t>
            </w:r>
          </w:p>
        </w:tc>
        <w:tc>
          <w:tcPr>
            <w:tcW w:w="2070" w:type="dxa"/>
            <w:shd w:val="clear" w:color="auto" w:fill="auto"/>
          </w:tcPr>
          <w:p w:rsidRPr="009624CF" w:rsidR="009624CF" w:rsidP="006944B3" w:rsidRDefault="009624CF" w14:paraId="7905F72C" w14:textId="77777777">
            <w:r w:rsidRPr="009624CF">
              <w:t>Upper</w:t>
            </w:r>
          </w:p>
        </w:tc>
      </w:tr>
      <w:tr w:rsidRPr="009624CF" w:rsidR="009624CF" w:rsidTr="003D1C0D" w14:paraId="5A5DAEA3" w14:textId="77777777">
        <w:tc>
          <w:tcPr>
            <w:tcW w:w="1188" w:type="dxa"/>
            <w:shd w:val="clear" w:color="auto" w:fill="auto"/>
          </w:tcPr>
          <w:p w:rsidRPr="009624CF" w:rsidR="009624CF" w:rsidP="006944B3" w:rsidRDefault="009624CF" w14:paraId="0DF79F31" w14:textId="77777777">
            <w:pPr>
              <w:rPr>
                <w:bCs/>
              </w:rPr>
            </w:pPr>
            <w:r w:rsidRPr="009624CF">
              <w:rPr>
                <w:bCs/>
              </w:rPr>
              <w:t>BENA</w:t>
            </w:r>
          </w:p>
        </w:tc>
        <w:tc>
          <w:tcPr>
            <w:tcW w:w="2589" w:type="dxa"/>
            <w:shd w:val="clear" w:color="auto" w:fill="auto"/>
          </w:tcPr>
          <w:p w:rsidRPr="00356D5A" w:rsidR="009624CF" w:rsidP="006944B3" w:rsidRDefault="009624CF" w14:paraId="6FA2E175" w14:textId="77777777">
            <w:pPr>
              <w:rPr>
                <w:i/>
                <w:iCs/>
              </w:rPr>
            </w:pPr>
            <w:r w:rsidRPr="00356D5A">
              <w:rPr>
                <w:i/>
                <w:iCs/>
              </w:rPr>
              <w:t>Betula nana</w:t>
            </w:r>
          </w:p>
        </w:tc>
        <w:tc>
          <w:tcPr>
            <w:tcW w:w="3330" w:type="dxa"/>
            <w:shd w:val="clear" w:color="auto" w:fill="auto"/>
          </w:tcPr>
          <w:p w:rsidRPr="009624CF" w:rsidR="009624CF" w:rsidP="006944B3" w:rsidRDefault="009624CF" w14:paraId="56B02A5B" w14:textId="77777777">
            <w:r w:rsidRPr="009624CF">
              <w:t>Dwarf birch</w:t>
            </w:r>
          </w:p>
        </w:tc>
        <w:tc>
          <w:tcPr>
            <w:tcW w:w="2070" w:type="dxa"/>
            <w:shd w:val="clear" w:color="auto" w:fill="auto"/>
          </w:tcPr>
          <w:p w:rsidRPr="009624CF" w:rsidR="009624CF" w:rsidP="006944B3" w:rsidRDefault="009624CF" w14:paraId="3F55D1C8" w14:textId="77777777">
            <w:r w:rsidRPr="009624CF">
              <w:t>Lower</w:t>
            </w:r>
          </w:p>
        </w:tc>
      </w:tr>
      <w:tr w:rsidRPr="009624CF" w:rsidR="003B65CA" w:rsidTr="003D1C0D" w14:paraId="243B9381" w14:textId="77777777">
        <w:tc>
          <w:tcPr>
            <w:tcW w:w="1188" w:type="dxa"/>
            <w:shd w:val="clear" w:color="auto" w:fill="auto"/>
          </w:tcPr>
          <w:p w:rsidRPr="009624CF" w:rsidR="003B65CA" w:rsidP="003B65CA" w:rsidRDefault="003B65CA" w14:paraId="570179E8" w14:textId="4D9D44EE">
            <w:pPr>
              <w:rPr>
                <w:bCs/>
              </w:rPr>
            </w:pPr>
            <w:r w:rsidRPr="009624CF">
              <w:rPr>
                <w:bCs/>
              </w:rPr>
              <w:t>LE</w:t>
            </w:r>
            <w:r>
              <w:rPr>
                <w:bCs/>
              </w:rPr>
              <w:t>GR</w:t>
            </w:r>
          </w:p>
        </w:tc>
        <w:tc>
          <w:tcPr>
            <w:tcW w:w="2589" w:type="dxa"/>
            <w:shd w:val="clear" w:color="auto" w:fill="auto"/>
          </w:tcPr>
          <w:p w:rsidRPr="00356D5A" w:rsidR="003B65CA" w:rsidP="003B65CA" w:rsidRDefault="003B65CA" w14:paraId="6EAE9930" w14:textId="7560C644">
            <w:pPr>
              <w:rPr>
                <w:i/>
                <w:iCs/>
              </w:rPr>
            </w:pPr>
            <w:r w:rsidRPr="00356D5A">
              <w:rPr>
                <w:i/>
                <w:iCs/>
              </w:rPr>
              <w:t>Ledum groenlandicum</w:t>
            </w:r>
          </w:p>
        </w:tc>
        <w:tc>
          <w:tcPr>
            <w:tcW w:w="3330" w:type="dxa"/>
            <w:shd w:val="clear" w:color="auto" w:fill="auto"/>
          </w:tcPr>
          <w:p w:rsidRPr="009624CF" w:rsidR="003B65CA" w:rsidP="003B65CA" w:rsidRDefault="003B65CA" w14:paraId="3B37B375" w14:textId="1CA30A14">
            <w:r>
              <w:t>B</w:t>
            </w:r>
            <w:r w:rsidRPr="003B65CA">
              <w:t>og Labrador tea</w:t>
            </w:r>
          </w:p>
        </w:tc>
        <w:tc>
          <w:tcPr>
            <w:tcW w:w="2070" w:type="dxa"/>
            <w:shd w:val="clear" w:color="auto" w:fill="auto"/>
          </w:tcPr>
          <w:p w:rsidRPr="009624CF" w:rsidR="003B65CA" w:rsidP="003B65CA" w:rsidRDefault="003B65CA" w14:paraId="62EC746E" w14:textId="77777777">
            <w:r w:rsidRPr="009624CF">
              <w:t>Lower</w:t>
            </w:r>
          </w:p>
        </w:tc>
      </w:tr>
    </w:tbl>
    <w:p w:rsidR="009624CF" w:rsidP="009624CF" w:rsidRDefault="009624CF" w14:paraId="1C9672CA" w14:textId="77777777"/>
    <w:p w:rsidR="009624CF" w:rsidP="009624CF" w:rsidRDefault="009624CF" w14:paraId="52BE6854" w14:textId="77777777">
      <w:pPr>
        <w:pStyle w:val="SClassInfoPara"/>
      </w:pPr>
      <w:r>
        <w:t>Description</w:t>
      </w:r>
    </w:p>
    <w:p w:rsidR="009624CF" w:rsidP="009624CF" w:rsidRDefault="009624CF" w14:paraId="6D37E8D9" w14:textId="77777777">
      <w:r>
        <w:t xml:space="preserve">Black or white spruce overtops shrubs and gains dominance. Tree density may be &lt; or &gt; 60% depending on site conditions. </w:t>
      </w:r>
    </w:p>
    <w:p w:rsidR="009624CF" w:rsidP="009624CF" w:rsidRDefault="009624CF" w14:paraId="3C929B27" w14:textId="77777777"/>
    <w:p w:rsidR="009624CF" w:rsidP="009624CF" w:rsidRDefault="009624CF" w14:paraId="5F56FF5B" w14:textId="1778EFAD">
      <w:r>
        <w:t xml:space="preserve">Alternate succession causes a transition to </w:t>
      </w:r>
      <w:r w:rsidR="00356D5A">
        <w:t>C</w:t>
      </w:r>
      <w:r>
        <w:t>lass E and represents the probability that some stands go directly to a closed spruce stage rather than following the main successional pathway to an open spruce stage (</w:t>
      </w:r>
      <w:r w:rsidR="00356D5A">
        <w:t>C</w:t>
      </w:r>
      <w:r>
        <w:t xml:space="preserve">lass D). </w:t>
      </w:r>
    </w:p>
    <w:p w:rsidR="005E7E7F" w:rsidP="009624CF" w:rsidRDefault="005E7E7F" w14:paraId="52FA77C0" w14:textId="6DD0E082"/>
    <w:p w:rsidR="005E7E7F" w:rsidP="009624CF" w:rsidRDefault="00356D5A" w14:paraId="0141BA51" w14:textId="6702BF30">
      <w:r>
        <w:t xml:space="preserve">Class </w:t>
      </w:r>
      <w:r w:rsidR="005E7E7F">
        <w:t xml:space="preserve">B should be distinguished from </w:t>
      </w:r>
      <w:r>
        <w:t xml:space="preserve">Class </w:t>
      </w:r>
      <w:r w:rsidR="005E7E7F">
        <w:t xml:space="preserve">D and E based on tree size class but if that is not mapped, </w:t>
      </w:r>
      <w:r>
        <w:t xml:space="preserve">Class </w:t>
      </w:r>
      <w:r w:rsidR="005E7E7F">
        <w:t>B can be considered a dwarf tree class for mapping.</w:t>
      </w:r>
    </w:p>
    <w:p w:rsidR="009624CF" w:rsidP="009624CF" w:rsidRDefault="009624CF" w14:paraId="278F3E3F" w14:textId="77777777"/>
    <w:p>
      <w:r>
        <w:rPr>
          <w:i/>
          <w:u w:val="single"/>
        </w:rPr>
        <w:t>Maximum Tree Size Class</w:t>
      </w:r>
      <w:br/>
      <w:r>
        <w:t>Pole 5–9" (swd)/5–11" (hwd)</w:t>
      </w:r>
    </w:p>
    <w:p w:rsidR="009624CF" w:rsidP="009624CF" w:rsidRDefault="009624CF" w14:paraId="3D53B7DA" w14:textId="77777777">
      <w:pPr>
        <w:pStyle w:val="InfoPara"/>
        <w:pBdr>
          <w:top w:val="single" w:color="auto" w:sz="4" w:space="1"/>
        </w:pBdr>
      </w:pPr>
      <w:r xmlns:w="http://schemas.openxmlformats.org/wordprocessingml/2006/main">
        <w:t>Class C</w:t>
      </w:r>
      <w:r xmlns:w="http://schemas.openxmlformats.org/wordprocessingml/2006/main">
        <w:tab/>
        <w:t>3</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Mid Development 2 - All Structures</w:t>
      </w:r>
    </w:p>
    <w:p w:rsidR="009624CF" w:rsidP="009624CF" w:rsidRDefault="009624CF" w14:paraId="395A44BA" w14:textId="77777777"/>
    <w:p w:rsidR="009624CF" w:rsidP="009624CF" w:rsidRDefault="009624CF" w14:paraId="570B5907"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04"/>
        <w:gridCol w:w="3123"/>
        <w:gridCol w:w="2880"/>
        <w:gridCol w:w="2070"/>
      </w:tblGrid>
      <w:tr w:rsidRPr="009624CF" w:rsidR="009624CF" w:rsidTr="003D1C0D" w14:paraId="710044A8" w14:textId="77777777">
        <w:tc>
          <w:tcPr>
            <w:tcW w:w="1104" w:type="dxa"/>
            <w:tcBorders>
              <w:top w:val="single" w:color="auto" w:sz="2" w:space="0"/>
              <w:bottom w:val="single" w:color="000000" w:sz="12" w:space="0"/>
            </w:tcBorders>
            <w:shd w:val="clear" w:color="auto" w:fill="auto"/>
          </w:tcPr>
          <w:p w:rsidRPr="009624CF" w:rsidR="009624CF" w:rsidP="006944B3" w:rsidRDefault="009624CF" w14:paraId="696349FE" w14:textId="77777777">
            <w:pPr>
              <w:rPr>
                <w:b/>
                <w:bCs/>
              </w:rPr>
            </w:pPr>
            <w:r w:rsidRPr="009624CF">
              <w:rPr>
                <w:b/>
                <w:bCs/>
              </w:rPr>
              <w:t>Symbol</w:t>
            </w:r>
          </w:p>
        </w:tc>
        <w:tc>
          <w:tcPr>
            <w:tcW w:w="3123" w:type="dxa"/>
            <w:tcBorders>
              <w:top w:val="single" w:color="auto" w:sz="2" w:space="0"/>
              <w:bottom w:val="single" w:color="000000" w:sz="12" w:space="0"/>
            </w:tcBorders>
            <w:shd w:val="clear" w:color="auto" w:fill="auto"/>
          </w:tcPr>
          <w:p w:rsidRPr="009624CF" w:rsidR="009624CF" w:rsidP="006944B3" w:rsidRDefault="009624CF" w14:paraId="211A770F" w14:textId="77777777">
            <w:pPr>
              <w:rPr>
                <w:b/>
                <w:bCs/>
              </w:rPr>
            </w:pPr>
            <w:r w:rsidRPr="009624CF">
              <w:rPr>
                <w:b/>
                <w:bCs/>
              </w:rPr>
              <w:t>Scientific Name</w:t>
            </w:r>
          </w:p>
        </w:tc>
        <w:tc>
          <w:tcPr>
            <w:tcW w:w="2880" w:type="dxa"/>
            <w:tcBorders>
              <w:top w:val="single" w:color="auto" w:sz="2" w:space="0"/>
              <w:bottom w:val="single" w:color="000000" w:sz="12" w:space="0"/>
            </w:tcBorders>
            <w:shd w:val="clear" w:color="auto" w:fill="auto"/>
          </w:tcPr>
          <w:p w:rsidRPr="009624CF" w:rsidR="009624CF" w:rsidP="006944B3" w:rsidRDefault="009624CF" w14:paraId="0F562F80" w14:textId="77777777">
            <w:pPr>
              <w:rPr>
                <w:b/>
                <w:bCs/>
              </w:rPr>
            </w:pPr>
            <w:r w:rsidRPr="009624CF">
              <w:rPr>
                <w:b/>
                <w:bCs/>
              </w:rPr>
              <w:t>Common Name</w:t>
            </w:r>
          </w:p>
        </w:tc>
        <w:tc>
          <w:tcPr>
            <w:tcW w:w="2070" w:type="dxa"/>
            <w:tcBorders>
              <w:top w:val="single" w:color="auto" w:sz="2" w:space="0"/>
              <w:bottom w:val="single" w:color="000000" w:sz="12" w:space="0"/>
            </w:tcBorders>
            <w:shd w:val="clear" w:color="auto" w:fill="auto"/>
          </w:tcPr>
          <w:p w:rsidRPr="009624CF" w:rsidR="009624CF" w:rsidP="006944B3" w:rsidRDefault="009624CF" w14:paraId="78690C0D" w14:textId="77777777">
            <w:pPr>
              <w:rPr>
                <w:b/>
                <w:bCs/>
              </w:rPr>
            </w:pPr>
            <w:r w:rsidRPr="009624CF">
              <w:rPr>
                <w:b/>
                <w:bCs/>
              </w:rPr>
              <w:t>Canopy Position</w:t>
            </w:r>
          </w:p>
        </w:tc>
      </w:tr>
      <w:tr w:rsidRPr="009624CF" w:rsidR="001A0739" w:rsidTr="003D1C0D" w14:paraId="5885432C" w14:textId="77777777">
        <w:tc>
          <w:tcPr>
            <w:tcW w:w="1104" w:type="dxa"/>
            <w:tcBorders>
              <w:top w:val="single" w:color="000000" w:sz="12" w:space="0"/>
            </w:tcBorders>
            <w:shd w:val="clear" w:color="auto" w:fill="auto"/>
          </w:tcPr>
          <w:p w:rsidRPr="009624CF" w:rsidR="001A0739" w:rsidP="001A0739" w:rsidRDefault="001A0739" w14:paraId="3256DDA3" w14:textId="18DD968A">
            <w:pPr>
              <w:rPr>
                <w:bCs/>
              </w:rPr>
            </w:pPr>
            <w:r w:rsidRPr="009624CF">
              <w:rPr>
                <w:bCs/>
              </w:rPr>
              <w:t>BEPA</w:t>
            </w:r>
            <w:r>
              <w:rPr>
                <w:bCs/>
              </w:rPr>
              <w:t>K</w:t>
            </w:r>
          </w:p>
        </w:tc>
        <w:tc>
          <w:tcPr>
            <w:tcW w:w="3123" w:type="dxa"/>
            <w:tcBorders>
              <w:top w:val="single" w:color="000000" w:sz="12" w:space="0"/>
            </w:tcBorders>
            <w:shd w:val="clear" w:color="auto" w:fill="auto"/>
          </w:tcPr>
          <w:p w:rsidRPr="00356D5A" w:rsidR="001A0739" w:rsidP="001A0739" w:rsidRDefault="001A0739" w14:paraId="498192C0" w14:textId="75CA6D01">
            <w:pPr>
              <w:rPr>
                <w:i/>
                <w:iCs/>
              </w:rPr>
            </w:pPr>
            <w:r w:rsidRPr="00356D5A">
              <w:rPr>
                <w:i/>
                <w:iCs/>
              </w:rPr>
              <w:t>Betula papyrifera var. kenica</w:t>
            </w:r>
          </w:p>
        </w:tc>
        <w:tc>
          <w:tcPr>
            <w:tcW w:w="2880" w:type="dxa"/>
            <w:tcBorders>
              <w:top w:val="single" w:color="000000" w:sz="12" w:space="0"/>
            </w:tcBorders>
            <w:shd w:val="clear" w:color="auto" w:fill="auto"/>
          </w:tcPr>
          <w:p w:rsidRPr="009624CF" w:rsidR="001A0739" w:rsidP="001A0739" w:rsidRDefault="001A0739" w14:paraId="0AE7B61B" w14:textId="35C65FFB">
            <w:r>
              <w:t>Kenai birch</w:t>
            </w:r>
          </w:p>
        </w:tc>
        <w:tc>
          <w:tcPr>
            <w:tcW w:w="2070" w:type="dxa"/>
            <w:tcBorders>
              <w:top w:val="single" w:color="000000" w:sz="12" w:space="0"/>
            </w:tcBorders>
            <w:shd w:val="clear" w:color="auto" w:fill="auto"/>
          </w:tcPr>
          <w:p w:rsidRPr="009624CF" w:rsidR="001A0739" w:rsidP="001A0739" w:rsidRDefault="001A0739" w14:paraId="7641E1ED" w14:textId="77777777">
            <w:r w:rsidRPr="009624CF">
              <w:t>Upper</w:t>
            </w:r>
          </w:p>
        </w:tc>
      </w:tr>
      <w:tr w:rsidRPr="009624CF" w:rsidR="001A0739" w:rsidTr="003D1C0D" w14:paraId="2E007DF4" w14:textId="77777777">
        <w:tc>
          <w:tcPr>
            <w:tcW w:w="1104" w:type="dxa"/>
            <w:shd w:val="clear" w:color="auto" w:fill="auto"/>
          </w:tcPr>
          <w:p w:rsidRPr="009624CF" w:rsidR="001A0739" w:rsidP="001A0739" w:rsidRDefault="001A0739" w14:paraId="0B6ED56A" w14:textId="77777777">
            <w:pPr>
              <w:rPr>
                <w:bCs/>
              </w:rPr>
            </w:pPr>
            <w:r w:rsidRPr="009624CF">
              <w:rPr>
                <w:bCs/>
              </w:rPr>
              <w:t>POTR5</w:t>
            </w:r>
          </w:p>
        </w:tc>
        <w:tc>
          <w:tcPr>
            <w:tcW w:w="3123" w:type="dxa"/>
            <w:shd w:val="clear" w:color="auto" w:fill="auto"/>
          </w:tcPr>
          <w:p w:rsidRPr="00356D5A" w:rsidR="001A0739" w:rsidP="001A0739" w:rsidRDefault="001A0739" w14:paraId="35FE0299" w14:textId="77777777">
            <w:pPr>
              <w:rPr>
                <w:i/>
                <w:iCs/>
              </w:rPr>
            </w:pPr>
            <w:r w:rsidRPr="00356D5A">
              <w:rPr>
                <w:i/>
                <w:iCs/>
              </w:rPr>
              <w:t>Populus tremuloides</w:t>
            </w:r>
          </w:p>
        </w:tc>
        <w:tc>
          <w:tcPr>
            <w:tcW w:w="2880" w:type="dxa"/>
            <w:shd w:val="clear" w:color="auto" w:fill="auto"/>
          </w:tcPr>
          <w:p w:rsidRPr="009624CF" w:rsidR="001A0739" w:rsidP="001A0739" w:rsidRDefault="001A0739" w14:paraId="6CB67F2C" w14:textId="77777777">
            <w:r w:rsidRPr="009624CF">
              <w:t>Quaking aspen</w:t>
            </w:r>
          </w:p>
        </w:tc>
        <w:tc>
          <w:tcPr>
            <w:tcW w:w="2070" w:type="dxa"/>
            <w:shd w:val="clear" w:color="auto" w:fill="auto"/>
          </w:tcPr>
          <w:p w:rsidRPr="009624CF" w:rsidR="001A0739" w:rsidP="001A0739" w:rsidRDefault="001A0739" w14:paraId="3039A1CA" w14:textId="77777777">
            <w:r w:rsidRPr="009624CF">
              <w:t>Upper</w:t>
            </w:r>
          </w:p>
        </w:tc>
      </w:tr>
      <w:tr w:rsidRPr="009624CF" w:rsidR="001A0739" w:rsidTr="003D1C0D" w14:paraId="4D02DBA6" w14:textId="77777777">
        <w:tc>
          <w:tcPr>
            <w:tcW w:w="1104" w:type="dxa"/>
            <w:shd w:val="clear" w:color="auto" w:fill="auto"/>
          </w:tcPr>
          <w:p w:rsidRPr="009624CF" w:rsidR="001A0739" w:rsidP="001A0739" w:rsidRDefault="001A0739" w14:paraId="63ECBCA0" w14:textId="77777777">
            <w:pPr>
              <w:rPr>
                <w:bCs/>
              </w:rPr>
            </w:pPr>
            <w:r w:rsidRPr="009624CF">
              <w:rPr>
                <w:bCs/>
              </w:rPr>
              <w:t>PIMA</w:t>
            </w:r>
          </w:p>
        </w:tc>
        <w:tc>
          <w:tcPr>
            <w:tcW w:w="3123" w:type="dxa"/>
            <w:shd w:val="clear" w:color="auto" w:fill="auto"/>
          </w:tcPr>
          <w:p w:rsidRPr="00356D5A" w:rsidR="001A0739" w:rsidP="001A0739" w:rsidRDefault="001A0739" w14:paraId="0C0D2ECE" w14:textId="77777777">
            <w:pPr>
              <w:rPr>
                <w:i/>
                <w:iCs/>
              </w:rPr>
            </w:pPr>
            <w:r w:rsidRPr="00356D5A">
              <w:rPr>
                <w:i/>
                <w:iCs/>
              </w:rPr>
              <w:t>Picea mariana</w:t>
            </w:r>
          </w:p>
        </w:tc>
        <w:tc>
          <w:tcPr>
            <w:tcW w:w="2880" w:type="dxa"/>
            <w:shd w:val="clear" w:color="auto" w:fill="auto"/>
          </w:tcPr>
          <w:p w:rsidRPr="009624CF" w:rsidR="001A0739" w:rsidP="001A0739" w:rsidRDefault="001A0739" w14:paraId="70C93ECB" w14:textId="77777777">
            <w:r w:rsidRPr="009624CF">
              <w:t>Black spruce</w:t>
            </w:r>
          </w:p>
        </w:tc>
        <w:tc>
          <w:tcPr>
            <w:tcW w:w="2070" w:type="dxa"/>
            <w:shd w:val="clear" w:color="auto" w:fill="auto"/>
          </w:tcPr>
          <w:p w:rsidRPr="009624CF" w:rsidR="001A0739" w:rsidP="001A0739" w:rsidRDefault="001A0739" w14:paraId="737AE728" w14:textId="77777777">
            <w:r w:rsidRPr="009624CF">
              <w:t>Mid-Upper</w:t>
            </w:r>
          </w:p>
        </w:tc>
      </w:tr>
      <w:tr w:rsidRPr="009624CF" w:rsidR="001A0739" w:rsidTr="003D1C0D" w14:paraId="45763955" w14:textId="77777777">
        <w:tc>
          <w:tcPr>
            <w:tcW w:w="1104" w:type="dxa"/>
            <w:shd w:val="clear" w:color="auto" w:fill="auto"/>
          </w:tcPr>
          <w:p w:rsidRPr="009624CF" w:rsidR="001A0739" w:rsidP="001A0739" w:rsidRDefault="001A0739" w14:paraId="01B13B5C" w14:textId="77777777">
            <w:pPr>
              <w:rPr>
                <w:bCs/>
              </w:rPr>
            </w:pPr>
            <w:r w:rsidRPr="009624CF">
              <w:rPr>
                <w:bCs/>
              </w:rPr>
              <w:t>PIGL</w:t>
            </w:r>
          </w:p>
        </w:tc>
        <w:tc>
          <w:tcPr>
            <w:tcW w:w="3123" w:type="dxa"/>
            <w:shd w:val="clear" w:color="auto" w:fill="auto"/>
          </w:tcPr>
          <w:p w:rsidRPr="00356D5A" w:rsidR="001A0739" w:rsidP="001A0739" w:rsidRDefault="001A0739" w14:paraId="073EF9EA" w14:textId="77777777">
            <w:pPr>
              <w:rPr>
                <w:i/>
                <w:iCs/>
              </w:rPr>
            </w:pPr>
            <w:r w:rsidRPr="00356D5A">
              <w:rPr>
                <w:i/>
                <w:iCs/>
              </w:rPr>
              <w:t>Picea glauca</w:t>
            </w:r>
          </w:p>
        </w:tc>
        <w:tc>
          <w:tcPr>
            <w:tcW w:w="2880" w:type="dxa"/>
            <w:shd w:val="clear" w:color="auto" w:fill="auto"/>
          </w:tcPr>
          <w:p w:rsidRPr="009624CF" w:rsidR="001A0739" w:rsidP="001A0739" w:rsidRDefault="001A0739" w14:paraId="1606300C" w14:textId="77777777">
            <w:r w:rsidRPr="009624CF">
              <w:t>White spruce</w:t>
            </w:r>
          </w:p>
        </w:tc>
        <w:tc>
          <w:tcPr>
            <w:tcW w:w="2070" w:type="dxa"/>
            <w:shd w:val="clear" w:color="auto" w:fill="auto"/>
          </w:tcPr>
          <w:p w:rsidRPr="009624CF" w:rsidR="001A0739" w:rsidP="001A0739" w:rsidRDefault="001A0739" w14:paraId="066E0303" w14:textId="77777777">
            <w:r w:rsidRPr="009624CF">
              <w:t>Mid-Upper</w:t>
            </w:r>
          </w:p>
        </w:tc>
      </w:tr>
    </w:tbl>
    <w:p w:rsidR="009624CF" w:rsidP="009624CF" w:rsidRDefault="009624CF" w14:paraId="63824CA7" w14:textId="77777777"/>
    <w:p w:rsidR="009624CF" w:rsidP="009624CF" w:rsidRDefault="009624CF" w14:paraId="18C391DD" w14:textId="77777777">
      <w:pPr>
        <w:pStyle w:val="SClassInfoPara"/>
      </w:pPr>
      <w:r>
        <w:t>Description</w:t>
      </w:r>
    </w:p>
    <w:p w:rsidR="009624CF" w:rsidP="009624CF" w:rsidRDefault="009624CF" w14:paraId="6E5F83ED" w14:textId="505F8BD7">
      <w:r>
        <w:t xml:space="preserve">Hardwoods (with spruce in the understory) or hardwoods and spruce overtop shrubs and gain dominance. Early in this age class trees are at least 2.5 cm DBH and 4-8 m tall (Foote 1983). </w:t>
      </w:r>
      <w:r w:rsidRPr="0025232E">
        <w:rPr>
          <w:i/>
          <w:iCs/>
        </w:rPr>
        <w:t>Populus tremuloides</w:t>
      </w:r>
      <w:r>
        <w:t xml:space="preserve"> replaces </w:t>
      </w:r>
      <w:r w:rsidRPr="0025232E">
        <w:rPr>
          <w:i/>
          <w:iCs/>
        </w:rPr>
        <w:t xml:space="preserve">Betula papyrifera </w:t>
      </w:r>
      <w:r w:rsidRPr="0025232E" w:rsidR="00816024">
        <w:rPr>
          <w:i/>
          <w:iCs/>
        </w:rPr>
        <w:t>var. kenaica</w:t>
      </w:r>
      <w:r w:rsidR="00816024">
        <w:t xml:space="preserve"> </w:t>
      </w:r>
      <w:r>
        <w:t>on drier sites (Foote 1983, Chapin et al. 2006). Spruce may occur as an understory, subdominant, and/or co-dominant component. Tree density may be &lt; or &gt; 60% depending on site conditions. Beneath trees shrubs, herbs and mosses exist. As the stage advances spruce and moss become more important.</w:t>
      </w:r>
    </w:p>
    <w:p w:rsidR="009624CF" w:rsidP="009624CF" w:rsidRDefault="009624CF" w14:paraId="39B7BCF6" w14:textId="77777777"/>
    <w:p>
      <w:r>
        <w:rPr>
          <w:i/>
          <w:u w:val="single"/>
        </w:rPr>
        <w:t>Maximum Tree Size Class</w:t>
      </w:r>
      <w:br/>
      <w:r>
        <w:t>Pole 5–9" (swd)/5–11" (hwd)</w:t>
      </w:r>
    </w:p>
    <w:p w:rsidR="009624CF" w:rsidP="009624CF" w:rsidRDefault="009624CF" w14:paraId="58D90527" w14:textId="77777777">
      <w:pPr>
        <w:pStyle w:val="InfoPara"/>
        <w:pBdr>
          <w:top w:val="single" w:color="auto" w:sz="4" w:space="1"/>
        </w:pBdr>
      </w:pPr>
      <w:r xmlns:w="http://schemas.openxmlformats.org/wordprocessingml/2006/main">
        <w:t>Class D</w:t>
      </w:r>
      <w:r xmlns:w="http://schemas.openxmlformats.org/wordprocessingml/2006/main">
        <w:tab/>
        <w:t>50</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Late Development 1 - Open</w:t>
      </w:r>
    </w:p>
    <w:p w:rsidR="009624CF" w:rsidP="009624CF" w:rsidRDefault="009624CF" w14:paraId="6ED0C037" w14:textId="77777777"/>
    <w:p w:rsidR="009624CF" w:rsidP="009624CF" w:rsidRDefault="009624CF" w14:paraId="596AFC3C"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88"/>
        <w:gridCol w:w="3129"/>
        <w:gridCol w:w="2790"/>
        <w:gridCol w:w="1980"/>
      </w:tblGrid>
      <w:tr w:rsidRPr="009624CF" w:rsidR="009624CF" w:rsidTr="003D1C0D" w14:paraId="1743D678" w14:textId="77777777">
        <w:tc>
          <w:tcPr>
            <w:tcW w:w="1188" w:type="dxa"/>
            <w:tcBorders>
              <w:top w:val="single" w:color="auto" w:sz="2" w:space="0"/>
              <w:bottom w:val="single" w:color="000000" w:sz="12" w:space="0"/>
            </w:tcBorders>
            <w:shd w:val="clear" w:color="auto" w:fill="auto"/>
          </w:tcPr>
          <w:p w:rsidRPr="009624CF" w:rsidR="009624CF" w:rsidP="006944B3" w:rsidRDefault="009624CF" w14:paraId="785B662E" w14:textId="77777777">
            <w:pPr>
              <w:rPr>
                <w:b/>
                <w:bCs/>
              </w:rPr>
            </w:pPr>
            <w:r w:rsidRPr="009624CF">
              <w:rPr>
                <w:b/>
                <w:bCs/>
              </w:rPr>
              <w:t>Symbol</w:t>
            </w:r>
          </w:p>
        </w:tc>
        <w:tc>
          <w:tcPr>
            <w:tcW w:w="3129" w:type="dxa"/>
            <w:tcBorders>
              <w:top w:val="single" w:color="auto" w:sz="2" w:space="0"/>
              <w:bottom w:val="single" w:color="000000" w:sz="12" w:space="0"/>
            </w:tcBorders>
            <w:shd w:val="clear" w:color="auto" w:fill="auto"/>
          </w:tcPr>
          <w:p w:rsidRPr="009624CF" w:rsidR="009624CF" w:rsidP="006944B3" w:rsidRDefault="009624CF" w14:paraId="656BF17D" w14:textId="77777777">
            <w:pPr>
              <w:rPr>
                <w:b/>
                <w:bCs/>
              </w:rPr>
            </w:pPr>
            <w:r w:rsidRPr="009624CF">
              <w:rPr>
                <w:b/>
                <w:bCs/>
              </w:rPr>
              <w:t>Scientific Name</w:t>
            </w:r>
          </w:p>
        </w:tc>
        <w:tc>
          <w:tcPr>
            <w:tcW w:w="2790" w:type="dxa"/>
            <w:tcBorders>
              <w:top w:val="single" w:color="auto" w:sz="2" w:space="0"/>
              <w:bottom w:val="single" w:color="000000" w:sz="12" w:space="0"/>
            </w:tcBorders>
            <w:shd w:val="clear" w:color="auto" w:fill="auto"/>
          </w:tcPr>
          <w:p w:rsidRPr="009624CF" w:rsidR="009624CF" w:rsidP="006944B3" w:rsidRDefault="009624CF" w14:paraId="791C2F22" w14:textId="77777777">
            <w:pPr>
              <w:rPr>
                <w:b/>
                <w:bCs/>
              </w:rPr>
            </w:pPr>
            <w:r w:rsidRPr="009624CF">
              <w:rPr>
                <w:b/>
                <w:bCs/>
              </w:rPr>
              <w:t>Common Name</w:t>
            </w:r>
          </w:p>
        </w:tc>
        <w:tc>
          <w:tcPr>
            <w:tcW w:w="1980" w:type="dxa"/>
            <w:tcBorders>
              <w:top w:val="single" w:color="auto" w:sz="2" w:space="0"/>
              <w:bottom w:val="single" w:color="000000" w:sz="12" w:space="0"/>
            </w:tcBorders>
            <w:shd w:val="clear" w:color="auto" w:fill="auto"/>
          </w:tcPr>
          <w:p w:rsidRPr="009624CF" w:rsidR="009624CF" w:rsidP="006944B3" w:rsidRDefault="009624CF" w14:paraId="49492CAD" w14:textId="77777777">
            <w:pPr>
              <w:rPr>
                <w:b/>
                <w:bCs/>
              </w:rPr>
            </w:pPr>
            <w:r w:rsidRPr="009624CF">
              <w:rPr>
                <w:b/>
                <w:bCs/>
              </w:rPr>
              <w:t>Canopy Position</w:t>
            </w:r>
          </w:p>
        </w:tc>
      </w:tr>
      <w:tr w:rsidRPr="009624CF" w:rsidR="009624CF" w:rsidTr="003D1C0D" w14:paraId="5725713E" w14:textId="77777777">
        <w:tc>
          <w:tcPr>
            <w:tcW w:w="1188" w:type="dxa"/>
            <w:tcBorders>
              <w:top w:val="single" w:color="000000" w:sz="12" w:space="0"/>
            </w:tcBorders>
            <w:shd w:val="clear" w:color="auto" w:fill="auto"/>
          </w:tcPr>
          <w:p w:rsidRPr="009624CF" w:rsidR="009624CF" w:rsidP="006944B3" w:rsidRDefault="009624CF" w14:paraId="20878978" w14:textId="77777777">
            <w:pPr>
              <w:rPr>
                <w:bCs/>
              </w:rPr>
            </w:pPr>
            <w:r w:rsidRPr="009624CF">
              <w:rPr>
                <w:bCs/>
              </w:rPr>
              <w:t>PIMA</w:t>
            </w:r>
          </w:p>
        </w:tc>
        <w:tc>
          <w:tcPr>
            <w:tcW w:w="3129" w:type="dxa"/>
            <w:tcBorders>
              <w:top w:val="single" w:color="000000" w:sz="12" w:space="0"/>
            </w:tcBorders>
            <w:shd w:val="clear" w:color="auto" w:fill="auto"/>
          </w:tcPr>
          <w:p w:rsidRPr="0025232E" w:rsidR="009624CF" w:rsidP="006944B3" w:rsidRDefault="009624CF" w14:paraId="0AB18C33" w14:textId="77777777">
            <w:pPr>
              <w:rPr>
                <w:i/>
                <w:iCs/>
              </w:rPr>
            </w:pPr>
            <w:r w:rsidRPr="0025232E">
              <w:rPr>
                <w:i/>
                <w:iCs/>
              </w:rPr>
              <w:t>Picea mariana</w:t>
            </w:r>
          </w:p>
        </w:tc>
        <w:tc>
          <w:tcPr>
            <w:tcW w:w="2790" w:type="dxa"/>
            <w:tcBorders>
              <w:top w:val="single" w:color="000000" w:sz="12" w:space="0"/>
            </w:tcBorders>
            <w:shd w:val="clear" w:color="auto" w:fill="auto"/>
          </w:tcPr>
          <w:p w:rsidRPr="009624CF" w:rsidR="009624CF" w:rsidP="006944B3" w:rsidRDefault="009624CF" w14:paraId="585C3E91" w14:textId="77777777">
            <w:r w:rsidRPr="009624CF">
              <w:t>Black spruce</w:t>
            </w:r>
          </w:p>
        </w:tc>
        <w:tc>
          <w:tcPr>
            <w:tcW w:w="1980" w:type="dxa"/>
            <w:tcBorders>
              <w:top w:val="single" w:color="000000" w:sz="12" w:space="0"/>
            </w:tcBorders>
            <w:shd w:val="clear" w:color="auto" w:fill="auto"/>
          </w:tcPr>
          <w:p w:rsidRPr="009624CF" w:rsidR="009624CF" w:rsidP="006944B3" w:rsidRDefault="009624CF" w14:paraId="65D929CC" w14:textId="77777777">
            <w:r w:rsidRPr="009624CF">
              <w:t>Upper</w:t>
            </w:r>
          </w:p>
        </w:tc>
      </w:tr>
      <w:tr w:rsidRPr="009624CF" w:rsidR="009624CF" w:rsidTr="003D1C0D" w14:paraId="0EAEFEA6" w14:textId="77777777">
        <w:tc>
          <w:tcPr>
            <w:tcW w:w="1188" w:type="dxa"/>
            <w:shd w:val="clear" w:color="auto" w:fill="auto"/>
          </w:tcPr>
          <w:p w:rsidRPr="009624CF" w:rsidR="009624CF" w:rsidP="006944B3" w:rsidRDefault="009624CF" w14:paraId="52763435" w14:textId="77777777">
            <w:pPr>
              <w:rPr>
                <w:bCs/>
              </w:rPr>
            </w:pPr>
            <w:r w:rsidRPr="009624CF">
              <w:rPr>
                <w:bCs/>
              </w:rPr>
              <w:t>PIGL</w:t>
            </w:r>
          </w:p>
        </w:tc>
        <w:tc>
          <w:tcPr>
            <w:tcW w:w="3129" w:type="dxa"/>
            <w:shd w:val="clear" w:color="auto" w:fill="auto"/>
          </w:tcPr>
          <w:p w:rsidRPr="0025232E" w:rsidR="009624CF" w:rsidP="006944B3" w:rsidRDefault="009624CF" w14:paraId="1BBDC98C" w14:textId="77777777">
            <w:pPr>
              <w:rPr>
                <w:i/>
                <w:iCs/>
              </w:rPr>
            </w:pPr>
            <w:r w:rsidRPr="0025232E">
              <w:rPr>
                <w:i/>
                <w:iCs/>
              </w:rPr>
              <w:t>Picea glauca</w:t>
            </w:r>
          </w:p>
        </w:tc>
        <w:tc>
          <w:tcPr>
            <w:tcW w:w="2790" w:type="dxa"/>
            <w:shd w:val="clear" w:color="auto" w:fill="auto"/>
          </w:tcPr>
          <w:p w:rsidRPr="009624CF" w:rsidR="009624CF" w:rsidP="006944B3" w:rsidRDefault="009624CF" w14:paraId="5AE9AFBD" w14:textId="77777777">
            <w:r w:rsidRPr="009624CF">
              <w:t>White spruce</w:t>
            </w:r>
          </w:p>
        </w:tc>
        <w:tc>
          <w:tcPr>
            <w:tcW w:w="1980" w:type="dxa"/>
            <w:shd w:val="clear" w:color="auto" w:fill="auto"/>
          </w:tcPr>
          <w:p w:rsidRPr="009624CF" w:rsidR="009624CF" w:rsidP="006944B3" w:rsidRDefault="009624CF" w14:paraId="5207C21F" w14:textId="77777777">
            <w:r w:rsidRPr="009624CF">
              <w:t>Upper</w:t>
            </w:r>
          </w:p>
        </w:tc>
      </w:tr>
      <w:tr w:rsidRPr="009624CF" w:rsidR="009624CF" w:rsidTr="003D1C0D" w14:paraId="4B830127" w14:textId="77777777">
        <w:tc>
          <w:tcPr>
            <w:tcW w:w="1188" w:type="dxa"/>
            <w:shd w:val="clear" w:color="auto" w:fill="auto"/>
          </w:tcPr>
          <w:p w:rsidRPr="009624CF" w:rsidR="009624CF" w:rsidP="006944B3" w:rsidRDefault="009624CF" w14:paraId="6A6BE28B" w14:textId="77777777">
            <w:pPr>
              <w:rPr>
                <w:bCs/>
              </w:rPr>
            </w:pPr>
            <w:r w:rsidRPr="009624CF">
              <w:rPr>
                <w:bCs/>
              </w:rPr>
              <w:t>BENA</w:t>
            </w:r>
          </w:p>
        </w:tc>
        <w:tc>
          <w:tcPr>
            <w:tcW w:w="3129" w:type="dxa"/>
            <w:shd w:val="clear" w:color="auto" w:fill="auto"/>
          </w:tcPr>
          <w:p w:rsidRPr="0025232E" w:rsidR="009624CF" w:rsidP="006944B3" w:rsidRDefault="009624CF" w14:paraId="47DEF032" w14:textId="77777777">
            <w:pPr>
              <w:rPr>
                <w:i/>
                <w:iCs/>
              </w:rPr>
            </w:pPr>
            <w:r w:rsidRPr="0025232E">
              <w:rPr>
                <w:i/>
                <w:iCs/>
              </w:rPr>
              <w:t>Betula nana</w:t>
            </w:r>
          </w:p>
        </w:tc>
        <w:tc>
          <w:tcPr>
            <w:tcW w:w="2790" w:type="dxa"/>
            <w:shd w:val="clear" w:color="auto" w:fill="auto"/>
          </w:tcPr>
          <w:p w:rsidRPr="009624CF" w:rsidR="009624CF" w:rsidP="006944B3" w:rsidRDefault="009624CF" w14:paraId="4EB1981D" w14:textId="77777777">
            <w:r w:rsidRPr="009624CF">
              <w:t>Dwarf birch</w:t>
            </w:r>
          </w:p>
        </w:tc>
        <w:tc>
          <w:tcPr>
            <w:tcW w:w="1980" w:type="dxa"/>
            <w:shd w:val="clear" w:color="auto" w:fill="auto"/>
          </w:tcPr>
          <w:p w:rsidRPr="009624CF" w:rsidR="009624CF" w:rsidP="006944B3" w:rsidRDefault="009624CF" w14:paraId="0E25643C" w14:textId="77777777">
            <w:r w:rsidRPr="009624CF">
              <w:t>Lower</w:t>
            </w:r>
          </w:p>
        </w:tc>
      </w:tr>
      <w:tr w:rsidRPr="009624CF" w:rsidR="003B65CA" w:rsidTr="003D1C0D" w14:paraId="27B2929C" w14:textId="77777777">
        <w:tc>
          <w:tcPr>
            <w:tcW w:w="1188" w:type="dxa"/>
            <w:shd w:val="clear" w:color="auto" w:fill="auto"/>
          </w:tcPr>
          <w:p w:rsidRPr="009624CF" w:rsidR="003B65CA" w:rsidP="003B65CA" w:rsidRDefault="003B65CA" w14:paraId="7BD00736" w14:textId="165CFB4D">
            <w:pPr>
              <w:rPr>
                <w:bCs/>
              </w:rPr>
            </w:pPr>
            <w:r w:rsidRPr="009624CF">
              <w:rPr>
                <w:bCs/>
              </w:rPr>
              <w:t>LE</w:t>
            </w:r>
            <w:r>
              <w:rPr>
                <w:bCs/>
              </w:rPr>
              <w:t>GR</w:t>
            </w:r>
          </w:p>
        </w:tc>
        <w:tc>
          <w:tcPr>
            <w:tcW w:w="3129" w:type="dxa"/>
            <w:shd w:val="clear" w:color="auto" w:fill="auto"/>
          </w:tcPr>
          <w:p w:rsidRPr="0025232E" w:rsidR="003B65CA" w:rsidP="003B65CA" w:rsidRDefault="003B65CA" w14:paraId="76B19ED8" w14:textId="049251BB">
            <w:pPr>
              <w:rPr>
                <w:i/>
                <w:iCs/>
              </w:rPr>
            </w:pPr>
            <w:r w:rsidRPr="0025232E">
              <w:rPr>
                <w:i/>
                <w:iCs/>
              </w:rPr>
              <w:t>Ledum groenlandicum</w:t>
            </w:r>
          </w:p>
        </w:tc>
        <w:tc>
          <w:tcPr>
            <w:tcW w:w="2790" w:type="dxa"/>
            <w:shd w:val="clear" w:color="auto" w:fill="auto"/>
          </w:tcPr>
          <w:p w:rsidRPr="009624CF" w:rsidR="003B65CA" w:rsidP="003B65CA" w:rsidRDefault="003B65CA" w14:paraId="1727CAF8" w14:textId="7C562129">
            <w:r>
              <w:t>B</w:t>
            </w:r>
            <w:r w:rsidRPr="003B65CA">
              <w:t>og Labrador tea</w:t>
            </w:r>
          </w:p>
        </w:tc>
        <w:tc>
          <w:tcPr>
            <w:tcW w:w="1980" w:type="dxa"/>
            <w:shd w:val="clear" w:color="auto" w:fill="auto"/>
          </w:tcPr>
          <w:p w:rsidRPr="009624CF" w:rsidR="003B65CA" w:rsidP="003B65CA" w:rsidRDefault="003B65CA" w14:paraId="6CA2415E" w14:textId="77777777">
            <w:r w:rsidRPr="009624CF">
              <w:t>Lower</w:t>
            </w:r>
          </w:p>
        </w:tc>
      </w:tr>
    </w:tbl>
    <w:p w:rsidR="009624CF" w:rsidP="009624CF" w:rsidRDefault="009624CF" w14:paraId="08AF2E09" w14:textId="77777777"/>
    <w:p w:rsidR="009624CF" w:rsidP="009624CF" w:rsidRDefault="009624CF" w14:paraId="4385CE0F" w14:textId="77777777">
      <w:pPr>
        <w:pStyle w:val="SClassInfoPara"/>
      </w:pPr>
      <w:r>
        <w:t>Description</w:t>
      </w:r>
    </w:p>
    <w:p w:rsidR="009624CF" w:rsidP="009624CF" w:rsidRDefault="009624CF" w14:paraId="115F8FF4" w14:textId="5D444EAC">
      <w:r>
        <w:t xml:space="preserve">This class is characterized by open spruce lichen forest or woodland. Spruce gains dominance over hardwoods (if previously present). Tree canopy cover is &lt; 60% and maybe &lt; 25% (woodland) depending on site conditions. Occasional hardwoods may remain. The understory may include various combinations of tall shrubs, low shrubs, herbs, mosses and lichens. For spruce lichen woodland, the dominant lichen genus is </w:t>
      </w:r>
      <w:r w:rsidRPr="0025232E">
        <w:rPr>
          <w:i/>
          <w:iCs/>
        </w:rPr>
        <w:t>Cladina</w:t>
      </w:r>
      <w:r>
        <w:t xml:space="preserve">; species include </w:t>
      </w:r>
      <w:r w:rsidRPr="0025232E">
        <w:rPr>
          <w:i/>
          <w:iCs/>
        </w:rPr>
        <w:t xml:space="preserve">C. arbuscula, C. mitis, C. rangiferina, </w:t>
      </w:r>
      <w:r w:rsidRPr="0025232E">
        <w:t>and</w:t>
      </w:r>
      <w:r w:rsidRPr="0025232E">
        <w:rPr>
          <w:i/>
          <w:iCs/>
        </w:rPr>
        <w:t xml:space="preserve"> C. stellaris</w:t>
      </w:r>
      <w:r>
        <w:t xml:space="preserve">. Other lichens include </w:t>
      </w:r>
      <w:r w:rsidRPr="0025232E">
        <w:rPr>
          <w:i/>
          <w:iCs/>
        </w:rPr>
        <w:t xml:space="preserve">Cetraria cucullata, C. islandica, C. nivalis, Bryoria </w:t>
      </w:r>
      <w:r w:rsidRPr="0025232E">
        <w:t>spp</w:t>
      </w:r>
      <w:r w:rsidRPr="0025232E">
        <w:rPr>
          <w:i/>
          <w:iCs/>
        </w:rPr>
        <w:t>., Alectoria nigricans</w:t>
      </w:r>
      <w:r w:rsidRPr="0025232E" w:rsidR="003D1C0D">
        <w:rPr>
          <w:i/>
          <w:iCs/>
        </w:rPr>
        <w:t>,</w:t>
      </w:r>
      <w:r w:rsidRPr="0025232E">
        <w:rPr>
          <w:i/>
          <w:iCs/>
        </w:rPr>
        <w:t xml:space="preserve"> </w:t>
      </w:r>
      <w:r w:rsidRPr="0025232E">
        <w:t>and</w:t>
      </w:r>
      <w:r w:rsidRPr="0025232E">
        <w:rPr>
          <w:i/>
          <w:iCs/>
        </w:rPr>
        <w:t xml:space="preserve"> Alectoria ochroleuca</w:t>
      </w:r>
      <w:r>
        <w:t>.</w:t>
      </w:r>
    </w:p>
    <w:p w:rsidR="009624CF" w:rsidP="009624CF" w:rsidRDefault="009624CF" w14:paraId="1A222E5A" w14:textId="77777777"/>
    <w:p w:rsidR="009624CF" w:rsidP="009624CF" w:rsidRDefault="009624CF" w14:paraId="2C58FAB4" w14:textId="5711723B">
      <w:r>
        <w:t>If fire is absent for long periods paludification may occur</w:t>
      </w:r>
      <w:r w:rsidR="000D38B3">
        <w:t xml:space="preserve"> (Moss 1953</w:t>
      </w:r>
      <w:r w:rsidR="006476BC">
        <w:t>;</w:t>
      </w:r>
      <w:r w:rsidR="000D38B3">
        <w:t xml:space="preserve"> Harper et al. 2006)</w:t>
      </w:r>
      <w:r>
        <w:t>.</w:t>
      </w:r>
    </w:p>
    <w:p w:rsidR="009624CF" w:rsidP="009624CF" w:rsidRDefault="009624CF" w14:paraId="75ADF217" w14:textId="77777777"/>
    <w:p>
      <w:r>
        <w:rPr>
          <w:i/>
          <w:u w:val="single"/>
        </w:rPr>
        <w:t>Maximum Tree Size Class</w:t>
      </w:r>
      <w:br/>
      <w:r>
        <w:t>Med. 9–20" (swd)/11–20" (hwd)</w:t>
      </w:r>
    </w:p>
    <w:p w:rsidR="009624CF" w:rsidP="009624CF" w:rsidRDefault="009624CF" w14:paraId="2D2D4F99" w14:textId="77777777">
      <w:pPr>
        <w:pStyle w:val="InfoPara"/>
        <w:pBdr>
          <w:top w:val="single" w:color="auto" w:sz="4" w:space="1"/>
        </w:pBdr>
      </w:pPr>
      <w:r xmlns:w="http://schemas.openxmlformats.org/wordprocessingml/2006/main">
        <w:t>Class E</w:t>
      </w:r>
      <w:r xmlns:w="http://schemas.openxmlformats.org/wordprocessingml/2006/main">
        <w:tab/>
        <w:t>27</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Late Development 1 - Closed</w:t>
      </w:r>
    </w:p>
    <w:p w:rsidR="009624CF" w:rsidP="009624CF" w:rsidRDefault="009624CF" w14:paraId="5E86ED4D" w14:textId="77777777"/>
    <w:p w:rsidR="009624CF" w:rsidP="009624CF" w:rsidRDefault="009624CF" w14:paraId="794A8ABF"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88"/>
        <w:gridCol w:w="3129"/>
        <w:gridCol w:w="2700"/>
        <w:gridCol w:w="1980"/>
      </w:tblGrid>
      <w:tr w:rsidRPr="009624CF" w:rsidR="009624CF" w:rsidTr="003D1C0D" w14:paraId="1AA6DE3E" w14:textId="77777777">
        <w:tc>
          <w:tcPr>
            <w:tcW w:w="1188" w:type="dxa"/>
            <w:tcBorders>
              <w:top w:val="single" w:color="auto" w:sz="2" w:space="0"/>
              <w:bottom w:val="single" w:color="000000" w:sz="12" w:space="0"/>
            </w:tcBorders>
            <w:shd w:val="clear" w:color="auto" w:fill="auto"/>
          </w:tcPr>
          <w:p w:rsidRPr="009624CF" w:rsidR="009624CF" w:rsidP="006944B3" w:rsidRDefault="009624CF" w14:paraId="3BB9B12E" w14:textId="77777777">
            <w:pPr>
              <w:rPr>
                <w:b/>
                <w:bCs/>
              </w:rPr>
            </w:pPr>
            <w:r w:rsidRPr="009624CF">
              <w:rPr>
                <w:b/>
                <w:bCs/>
              </w:rPr>
              <w:t>Symbol</w:t>
            </w:r>
          </w:p>
        </w:tc>
        <w:tc>
          <w:tcPr>
            <w:tcW w:w="3129" w:type="dxa"/>
            <w:tcBorders>
              <w:top w:val="single" w:color="auto" w:sz="2" w:space="0"/>
              <w:bottom w:val="single" w:color="000000" w:sz="12" w:space="0"/>
            </w:tcBorders>
            <w:shd w:val="clear" w:color="auto" w:fill="auto"/>
          </w:tcPr>
          <w:p w:rsidRPr="009624CF" w:rsidR="009624CF" w:rsidP="006944B3" w:rsidRDefault="009624CF" w14:paraId="5DCF0BD9" w14:textId="77777777">
            <w:pPr>
              <w:rPr>
                <w:b/>
                <w:bCs/>
              </w:rPr>
            </w:pPr>
            <w:r w:rsidRPr="009624CF">
              <w:rPr>
                <w:b/>
                <w:bCs/>
              </w:rPr>
              <w:t>Scientific Name</w:t>
            </w:r>
          </w:p>
        </w:tc>
        <w:tc>
          <w:tcPr>
            <w:tcW w:w="2700" w:type="dxa"/>
            <w:tcBorders>
              <w:top w:val="single" w:color="auto" w:sz="2" w:space="0"/>
              <w:bottom w:val="single" w:color="000000" w:sz="12" w:space="0"/>
            </w:tcBorders>
            <w:shd w:val="clear" w:color="auto" w:fill="auto"/>
          </w:tcPr>
          <w:p w:rsidRPr="009624CF" w:rsidR="009624CF" w:rsidP="006944B3" w:rsidRDefault="009624CF" w14:paraId="6B067160" w14:textId="77777777">
            <w:pPr>
              <w:rPr>
                <w:b/>
                <w:bCs/>
              </w:rPr>
            </w:pPr>
            <w:r w:rsidRPr="009624CF">
              <w:rPr>
                <w:b/>
                <w:bCs/>
              </w:rPr>
              <w:t>Common Name</w:t>
            </w:r>
          </w:p>
        </w:tc>
        <w:tc>
          <w:tcPr>
            <w:tcW w:w="1980" w:type="dxa"/>
            <w:tcBorders>
              <w:top w:val="single" w:color="auto" w:sz="2" w:space="0"/>
              <w:bottom w:val="single" w:color="000000" w:sz="12" w:space="0"/>
            </w:tcBorders>
            <w:shd w:val="clear" w:color="auto" w:fill="auto"/>
          </w:tcPr>
          <w:p w:rsidRPr="009624CF" w:rsidR="009624CF" w:rsidP="006944B3" w:rsidRDefault="009624CF" w14:paraId="71385F24" w14:textId="77777777">
            <w:pPr>
              <w:rPr>
                <w:b/>
                <w:bCs/>
              </w:rPr>
            </w:pPr>
            <w:r w:rsidRPr="009624CF">
              <w:rPr>
                <w:b/>
                <w:bCs/>
              </w:rPr>
              <w:t>Canopy Position</w:t>
            </w:r>
          </w:p>
        </w:tc>
      </w:tr>
      <w:tr w:rsidRPr="009624CF" w:rsidR="009624CF" w:rsidTr="003D1C0D" w14:paraId="6682916F" w14:textId="77777777">
        <w:tc>
          <w:tcPr>
            <w:tcW w:w="1188" w:type="dxa"/>
            <w:tcBorders>
              <w:top w:val="single" w:color="000000" w:sz="12" w:space="0"/>
            </w:tcBorders>
            <w:shd w:val="clear" w:color="auto" w:fill="auto"/>
          </w:tcPr>
          <w:p w:rsidRPr="009624CF" w:rsidR="009624CF" w:rsidP="006944B3" w:rsidRDefault="009624CF" w14:paraId="0EA8B53C" w14:textId="77777777">
            <w:pPr>
              <w:rPr>
                <w:bCs/>
              </w:rPr>
            </w:pPr>
            <w:r w:rsidRPr="009624CF">
              <w:rPr>
                <w:bCs/>
              </w:rPr>
              <w:t>PIMA</w:t>
            </w:r>
          </w:p>
        </w:tc>
        <w:tc>
          <w:tcPr>
            <w:tcW w:w="3129" w:type="dxa"/>
            <w:tcBorders>
              <w:top w:val="single" w:color="000000" w:sz="12" w:space="0"/>
            </w:tcBorders>
            <w:shd w:val="clear" w:color="auto" w:fill="auto"/>
          </w:tcPr>
          <w:p w:rsidRPr="006476BC" w:rsidR="009624CF" w:rsidP="006944B3" w:rsidRDefault="009624CF" w14:paraId="793D87EC" w14:textId="77777777">
            <w:pPr>
              <w:rPr>
                <w:i/>
                <w:iCs/>
              </w:rPr>
            </w:pPr>
            <w:r w:rsidRPr="006476BC">
              <w:rPr>
                <w:i/>
                <w:iCs/>
              </w:rPr>
              <w:t>Picea mariana</w:t>
            </w:r>
          </w:p>
        </w:tc>
        <w:tc>
          <w:tcPr>
            <w:tcW w:w="2700" w:type="dxa"/>
            <w:tcBorders>
              <w:top w:val="single" w:color="000000" w:sz="12" w:space="0"/>
            </w:tcBorders>
            <w:shd w:val="clear" w:color="auto" w:fill="auto"/>
          </w:tcPr>
          <w:p w:rsidRPr="009624CF" w:rsidR="009624CF" w:rsidP="006944B3" w:rsidRDefault="009624CF" w14:paraId="489473BA" w14:textId="77777777">
            <w:r w:rsidRPr="009624CF">
              <w:t>Black spruce</w:t>
            </w:r>
          </w:p>
        </w:tc>
        <w:tc>
          <w:tcPr>
            <w:tcW w:w="1980" w:type="dxa"/>
            <w:tcBorders>
              <w:top w:val="single" w:color="000000" w:sz="12" w:space="0"/>
            </w:tcBorders>
            <w:shd w:val="clear" w:color="auto" w:fill="auto"/>
          </w:tcPr>
          <w:p w:rsidRPr="009624CF" w:rsidR="009624CF" w:rsidP="006944B3" w:rsidRDefault="009624CF" w14:paraId="02287E51" w14:textId="77777777">
            <w:r w:rsidRPr="009624CF">
              <w:t>Upper</w:t>
            </w:r>
          </w:p>
        </w:tc>
      </w:tr>
      <w:tr w:rsidRPr="009624CF" w:rsidR="009624CF" w:rsidTr="003D1C0D" w14:paraId="2AEECC2B" w14:textId="77777777">
        <w:tc>
          <w:tcPr>
            <w:tcW w:w="1188" w:type="dxa"/>
            <w:shd w:val="clear" w:color="auto" w:fill="auto"/>
          </w:tcPr>
          <w:p w:rsidRPr="009624CF" w:rsidR="009624CF" w:rsidP="006944B3" w:rsidRDefault="009624CF" w14:paraId="3A124F61" w14:textId="77777777">
            <w:pPr>
              <w:rPr>
                <w:bCs/>
              </w:rPr>
            </w:pPr>
            <w:r w:rsidRPr="009624CF">
              <w:rPr>
                <w:bCs/>
              </w:rPr>
              <w:t>PIGL</w:t>
            </w:r>
          </w:p>
        </w:tc>
        <w:tc>
          <w:tcPr>
            <w:tcW w:w="3129" w:type="dxa"/>
            <w:shd w:val="clear" w:color="auto" w:fill="auto"/>
          </w:tcPr>
          <w:p w:rsidRPr="006476BC" w:rsidR="009624CF" w:rsidP="006944B3" w:rsidRDefault="009624CF" w14:paraId="6B7C16F9" w14:textId="77777777">
            <w:pPr>
              <w:rPr>
                <w:i/>
                <w:iCs/>
              </w:rPr>
            </w:pPr>
            <w:r w:rsidRPr="006476BC">
              <w:rPr>
                <w:i/>
                <w:iCs/>
              </w:rPr>
              <w:t>Picea glauca</w:t>
            </w:r>
          </w:p>
        </w:tc>
        <w:tc>
          <w:tcPr>
            <w:tcW w:w="2700" w:type="dxa"/>
            <w:shd w:val="clear" w:color="auto" w:fill="auto"/>
          </w:tcPr>
          <w:p w:rsidRPr="009624CF" w:rsidR="009624CF" w:rsidP="006944B3" w:rsidRDefault="009624CF" w14:paraId="128A4D63" w14:textId="77777777">
            <w:r w:rsidRPr="009624CF">
              <w:t>White spruce</w:t>
            </w:r>
          </w:p>
        </w:tc>
        <w:tc>
          <w:tcPr>
            <w:tcW w:w="1980" w:type="dxa"/>
            <w:shd w:val="clear" w:color="auto" w:fill="auto"/>
          </w:tcPr>
          <w:p w:rsidRPr="009624CF" w:rsidR="009624CF" w:rsidP="006944B3" w:rsidRDefault="009624CF" w14:paraId="5EC79D6A" w14:textId="77777777">
            <w:r w:rsidRPr="009624CF">
              <w:t>Upper</w:t>
            </w:r>
          </w:p>
        </w:tc>
      </w:tr>
      <w:tr w:rsidRPr="009624CF" w:rsidR="009624CF" w:rsidTr="003D1C0D" w14:paraId="6D2DD859" w14:textId="77777777">
        <w:tc>
          <w:tcPr>
            <w:tcW w:w="1188" w:type="dxa"/>
            <w:shd w:val="clear" w:color="auto" w:fill="auto"/>
          </w:tcPr>
          <w:p w:rsidRPr="009624CF" w:rsidR="009624CF" w:rsidP="006944B3" w:rsidRDefault="009624CF" w14:paraId="261B4D3D" w14:textId="77777777">
            <w:pPr>
              <w:rPr>
                <w:bCs/>
              </w:rPr>
            </w:pPr>
            <w:r w:rsidRPr="009624CF">
              <w:rPr>
                <w:bCs/>
              </w:rPr>
              <w:t>BENA</w:t>
            </w:r>
          </w:p>
        </w:tc>
        <w:tc>
          <w:tcPr>
            <w:tcW w:w="3129" w:type="dxa"/>
            <w:shd w:val="clear" w:color="auto" w:fill="auto"/>
          </w:tcPr>
          <w:p w:rsidRPr="006476BC" w:rsidR="009624CF" w:rsidP="006944B3" w:rsidRDefault="009624CF" w14:paraId="006ED8CF" w14:textId="77777777">
            <w:pPr>
              <w:rPr>
                <w:i/>
                <w:iCs/>
              </w:rPr>
            </w:pPr>
            <w:r w:rsidRPr="006476BC">
              <w:rPr>
                <w:i/>
                <w:iCs/>
              </w:rPr>
              <w:t>Betula nana</w:t>
            </w:r>
          </w:p>
        </w:tc>
        <w:tc>
          <w:tcPr>
            <w:tcW w:w="2700" w:type="dxa"/>
            <w:shd w:val="clear" w:color="auto" w:fill="auto"/>
          </w:tcPr>
          <w:p w:rsidRPr="009624CF" w:rsidR="009624CF" w:rsidP="006944B3" w:rsidRDefault="009624CF" w14:paraId="378020CA" w14:textId="77777777">
            <w:r w:rsidRPr="009624CF">
              <w:t>Dwarf birch</w:t>
            </w:r>
          </w:p>
        </w:tc>
        <w:tc>
          <w:tcPr>
            <w:tcW w:w="1980" w:type="dxa"/>
            <w:shd w:val="clear" w:color="auto" w:fill="auto"/>
          </w:tcPr>
          <w:p w:rsidRPr="009624CF" w:rsidR="009624CF" w:rsidP="006944B3" w:rsidRDefault="009624CF" w14:paraId="4976C9F0" w14:textId="77777777">
            <w:r w:rsidRPr="009624CF">
              <w:t>Lower</w:t>
            </w:r>
          </w:p>
        </w:tc>
      </w:tr>
      <w:tr w:rsidRPr="009624CF" w:rsidR="003B65CA" w:rsidTr="003D1C0D" w14:paraId="2168A7CA" w14:textId="77777777">
        <w:tc>
          <w:tcPr>
            <w:tcW w:w="1188" w:type="dxa"/>
            <w:shd w:val="clear" w:color="auto" w:fill="auto"/>
          </w:tcPr>
          <w:p w:rsidRPr="009624CF" w:rsidR="003B65CA" w:rsidP="003B65CA" w:rsidRDefault="003B65CA" w14:paraId="12D1B835" w14:textId="0F4324DF">
            <w:pPr>
              <w:rPr>
                <w:bCs/>
              </w:rPr>
            </w:pPr>
            <w:r w:rsidRPr="009624CF">
              <w:rPr>
                <w:bCs/>
              </w:rPr>
              <w:t>LE</w:t>
            </w:r>
            <w:r>
              <w:rPr>
                <w:bCs/>
              </w:rPr>
              <w:t>GR</w:t>
            </w:r>
          </w:p>
        </w:tc>
        <w:tc>
          <w:tcPr>
            <w:tcW w:w="3129" w:type="dxa"/>
            <w:shd w:val="clear" w:color="auto" w:fill="auto"/>
          </w:tcPr>
          <w:p w:rsidRPr="006476BC" w:rsidR="003B65CA" w:rsidP="003B65CA" w:rsidRDefault="003B65CA" w14:paraId="1294960F" w14:textId="3F8B1575">
            <w:pPr>
              <w:rPr>
                <w:i/>
                <w:iCs/>
              </w:rPr>
            </w:pPr>
            <w:r w:rsidRPr="006476BC">
              <w:rPr>
                <w:i/>
                <w:iCs/>
              </w:rPr>
              <w:t>Ledum groenlandicum</w:t>
            </w:r>
          </w:p>
        </w:tc>
        <w:tc>
          <w:tcPr>
            <w:tcW w:w="2700" w:type="dxa"/>
            <w:shd w:val="clear" w:color="auto" w:fill="auto"/>
          </w:tcPr>
          <w:p w:rsidRPr="009624CF" w:rsidR="003B65CA" w:rsidP="003B65CA" w:rsidRDefault="003B65CA" w14:paraId="694D77E4" w14:textId="55C30597">
            <w:r>
              <w:t>B</w:t>
            </w:r>
            <w:r w:rsidRPr="003B65CA">
              <w:t>og Labrador tea</w:t>
            </w:r>
          </w:p>
        </w:tc>
        <w:tc>
          <w:tcPr>
            <w:tcW w:w="1980" w:type="dxa"/>
            <w:shd w:val="clear" w:color="auto" w:fill="auto"/>
          </w:tcPr>
          <w:p w:rsidRPr="009624CF" w:rsidR="003B65CA" w:rsidP="003B65CA" w:rsidRDefault="003B65CA" w14:paraId="5BFD59BE" w14:textId="77777777">
            <w:r w:rsidRPr="009624CF">
              <w:t>Lower</w:t>
            </w:r>
          </w:p>
        </w:tc>
      </w:tr>
    </w:tbl>
    <w:p w:rsidR="009624CF" w:rsidP="009624CF" w:rsidRDefault="009624CF" w14:paraId="46F9BB16" w14:textId="77777777"/>
    <w:p w:rsidR="009624CF" w:rsidP="009624CF" w:rsidRDefault="009624CF" w14:paraId="758B1880" w14:textId="77777777">
      <w:pPr>
        <w:pStyle w:val="SClassInfoPara"/>
      </w:pPr>
      <w:r>
        <w:t>Description</w:t>
      </w:r>
    </w:p>
    <w:p w:rsidR="009624CF" w:rsidP="009624CF" w:rsidRDefault="009624CF" w14:paraId="135845A5" w14:textId="6424C364">
      <w:r>
        <w:t>This class is characterized by closed spruce forest. Site is dominated by mature black or white spruce with &gt; 60% canopy closure although cover generally does not exceed 70%. The understory may include various combinations of tall shrubs, low shrubs, herbs, mosses</w:t>
      </w:r>
      <w:r w:rsidR="003D1C0D">
        <w:t>,</w:t>
      </w:r>
      <w:r>
        <w:t xml:space="preserve"> and lichens.</w:t>
      </w:r>
    </w:p>
    <w:p w:rsidR="009624CF" w:rsidP="009624CF" w:rsidRDefault="009624CF" w14:paraId="4EE41030" w14:textId="77777777"/>
    <w:p>
      <w:r>
        <w:rPr>
          <w:i/>
          <w:u w:val="single"/>
        </w:rPr>
        <w:t>Maximum Tree Size Class</w:t>
      </w:r>
      <w:br/>
      <w:r>
        <w:t>Med. 9–20" (swd)/11–20" (hwd)</w:t>
      </w:r>
    </w:p>
    <w:p>
      <w:pPr xmlns:w="http://schemas.openxmlformats.org/wordprocessingml/2006/main">
        <w:pStyle w:val="ReportSection"/>
      </w:pPr>
      <w:r xmlns:w="http://schemas.openxmlformats.org/wordprocessingml/2006/main">
        <w:t>Model Parameters</w:t>
      </w:r>
    </w:p>
    <w:p>
      <w:pPr xmlns:w="http://schemas.openxmlformats.org/wordprocessingml/2006/main">
        <w:pStyle w:val="InfoPara"/>
      </w:pPr>
      <w:r xmlns:w="http://schemas.openxmlformats.org/wordprocessingml/2006/main">
        <w:t>Deterministic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From Class</w:t>
            </w:r>
          </w:p>
        </w:tc>
        <w:tc>
          <w:p>
            <w:pPr>
              <w:jc w:val="center"/>
            </w:pPr>
            <w:r>
              <w:rPr>
                <w:b/>
                <w:sz w:val="20"/>
              </w:rPr>
              <w:t>Begins at (yr)</w:t>
            </w:r>
          </w:p>
        </w:tc>
        <w:tc>
          <w:p>
            <w:pPr>
              <w:jc w:val="center"/>
            </w:pPr>
            <w:r>
              <w:rPr>
                <w:b/>
                <w:sz w:val="20"/>
              </w:rPr>
              <w:t>Succeeds to</w:t>
            </w:r>
          </w:p>
        </w:tc>
        <w:tc>
          <w:p>
            <w:pPr>
              <w:jc w:val="center"/>
            </w:pPr>
            <w:r>
              <w:rPr>
                <w:b/>
                <w:sz w:val="20"/>
              </w:rPr>
              <w:t>After (years)</w:t>
            </w:r>
          </w:p>
        </w:tc>
      </w:tr>
      <w:tr>
        <w:tc>
          <w:p>
            <w:pPr>
              <w:jc w:val="center"/>
            </w:pPr>
            <w:r>
              <w:rPr>
                <w:sz w:val="20"/>
              </w:rPr>
              <w:t>Early1:ALL</w:t>
            </w:r>
          </w:p>
        </w:tc>
        <w:tc>
          <w:p>
            <w:pPr>
              <w:jc w:val="center"/>
            </w:pPr>
            <w:r>
              <w:rPr>
                <w:sz w:val="20"/>
              </w:rPr>
              <w:t>0</w:t>
            </w:r>
          </w:p>
        </w:tc>
        <w:tc>
          <w:p>
            <w:pPr>
              <w:jc w:val="center"/>
            </w:pPr>
            <w:r>
              <w:rPr>
                <w:sz w:val="20"/>
              </w:rPr>
              <w:t>Mid1:ALL</w:t>
            </w:r>
          </w:p>
        </w:tc>
        <w:tc>
          <w:p>
            <w:pPr>
              <w:jc w:val="center"/>
            </w:pPr>
            <w:r>
              <w:rPr>
                <w:sz w:val="20"/>
              </w:rPr>
              <w:t>14</w:t>
            </w:r>
          </w:p>
        </w:tc>
      </w:tr>
      <w:tr>
        <w:tc>
          <w:p>
            <w:pPr>
              <w:jc w:val="center"/>
            </w:pPr>
            <w:r>
              <w:rPr>
                <w:sz w:val="20"/>
              </w:rPr>
              <w:t>Mid1:ALL</w:t>
            </w:r>
          </w:p>
        </w:tc>
        <w:tc>
          <w:p>
            <w:pPr>
              <w:jc w:val="center"/>
            </w:pPr>
            <w:r>
              <w:rPr>
                <w:sz w:val="20"/>
              </w:rPr>
              <w:t>15</w:t>
            </w:r>
          </w:p>
        </w:tc>
        <w:tc>
          <w:p>
            <w:pPr>
              <w:jc w:val="center"/>
            </w:pPr>
            <w:r>
              <w:rPr>
                <w:sz w:val="20"/>
              </w:rPr>
              <w:t>Late1:OPN</w:t>
            </w:r>
          </w:p>
        </w:tc>
        <w:tc>
          <w:p>
            <w:pPr>
              <w:jc w:val="center"/>
            </w:pPr>
            <w:r>
              <w:rPr>
                <w:sz w:val="20"/>
              </w:rPr>
              <w:t>74</w:t>
            </w:r>
          </w:p>
        </w:tc>
      </w:tr>
      <w:tr>
        <w:tc>
          <w:p>
            <w:pPr>
              <w:jc w:val="center"/>
            </w:pPr>
            <w:r>
              <w:rPr>
                <w:sz w:val="20"/>
              </w:rPr>
              <w:t>Mid2:ALL</w:t>
            </w:r>
          </w:p>
        </w:tc>
        <w:tc>
          <w:p>
            <w:pPr>
              <w:jc w:val="center"/>
            </w:pPr>
            <w:r>
              <w:rPr>
                <w:sz w:val="20"/>
              </w:rPr>
              <w:t>15</w:t>
            </w:r>
          </w:p>
        </w:tc>
        <w:tc>
          <w:p>
            <w:pPr>
              <w:jc w:val="center"/>
            </w:pPr>
            <w:r>
              <w:rPr>
                <w:sz w:val="20"/>
              </w:rPr>
              <w:t>Late1:OPN</w:t>
            </w:r>
          </w:p>
        </w:tc>
        <w:tc>
          <w:p>
            <w:pPr>
              <w:jc w:val="center"/>
            </w:pPr>
            <w:r>
              <w:rPr>
                <w:sz w:val="20"/>
              </w:rPr>
              <w:t>74</w:t>
            </w:r>
          </w:p>
        </w:tc>
      </w:tr>
      <w:tr>
        <w:tc>
          <w:p>
            <w:pPr>
              <w:jc w:val="center"/>
            </w:pPr>
            <w:r>
              <w:rPr>
                <w:sz w:val="20"/>
              </w:rPr>
              <w:t>Late1:OPN</w:t>
            </w:r>
          </w:p>
        </w:tc>
        <w:tc>
          <w:p>
            <w:pPr>
              <w:jc w:val="center"/>
            </w:pPr>
            <w:r>
              <w:rPr>
                <w:sz w:val="20"/>
              </w:rPr>
              <w:t>75</w:t>
            </w:r>
          </w:p>
        </w:tc>
        <w:tc>
          <w:p>
            <w:pPr>
              <w:jc w:val="center"/>
            </w:pPr>
            <w:r>
              <w:rPr>
                <w:sz w:val="20"/>
              </w:rPr>
              <w:t>Late1:OPN</w:t>
            </w:r>
          </w:p>
        </w:tc>
        <w:tc>
          <w:p>
            <w:pPr>
              <w:jc w:val="center"/>
            </w:pPr>
            <w:r>
              <w:rPr>
                <w:sz w:val="20"/>
              </w:rPr>
              <w:t>999</w:t>
            </w:r>
          </w:p>
        </w:tc>
      </w:tr>
      <w:tr>
        <w:tc>
          <w:p>
            <w:pPr>
              <w:jc w:val="center"/>
            </w:pPr>
            <w:r>
              <w:rPr>
                <w:sz w:val="20"/>
              </w:rPr>
              <w:t>Late1:CLS</w:t>
            </w:r>
          </w:p>
        </w:tc>
        <w:tc>
          <w:p>
            <w:pPr>
              <w:jc w:val="center"/>
            </w:pPr>
            <w:r>
              <w:rPr>
                <w:sz w:val="20"/>
              </w:rPr>
              <w:t>75</w:t>
            </w:r>
          </w:p>
        </w:tc>
        <w:tc>
          <w:p>
            <w:pPr>
              <w:jc w:val="center"/>
            </w:pPr>
            <w:r>
              <w:rPr>
                <w:sz w:val="20"/>
              </w:rPr>
              <w:t>Late1:CLS</w:t>
            </w:r>
          </w:p>
        </w:tc>
        <w:tc>
          <w:p>
            <w:pPr>
              <w:jc w:val="center"/>
            </w:pPr>
            <w:r>
              <w:rPr>
                <w:sz w:val="20"/>
              </w:rPr>
              <w:t>999</w:t>
            </w:r>
          </w:p>
        </w:tc>
      </w:tr>
    </w:tbl>
    <w:p>
      <w:pPr xmlns:w="http://schemas.openxmlformats.org/wordprocessingml/2006/main">
        <w:pStyle w:val="InfoPara"/>
      </w:pPr>
      <w:r xmlns:w="http://schemas.openxmlformats.org/wordprocessingml/2006/main">
        <w:t>Probabilistic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Disturbance Type</w:t>
            </w:r>
          </w:p>
        </w:tc>
        <w:tc>
          <w:p>
            <w:pPr>
              <w:jc w:val="center"/>
            </w:pPr>
            <w:r>
              <w:rPr>
                <w:b/>
                <w:sz w:val="20"/>
              </w:rPr>
              <w:t>Disturbance occurs In</w:t>
            </w:r>
          </w:p>
        </w:tc>
        <w:tc>
          <w:p>
            <w:pPr>
              <w:jc w:val="center"/>
            </w:pPr>
            <w:r>
              <w:rPr>
                <w:b/>
                <w:sz w:val="20"/>
              </w:rPr>
              <w:t>Moves vegetation to</w:t>
            </w:r>
          </w:p>
        </w:tc>
        <w:tc>
          <w:p>
            <w:pPr>
              <w:jc w:val="center"/>
            </w:pPr>
            <w:r>
              <w:rPr>
                <w:b/>
                <w:sz w:val="20"/>
              </w:rPr>
              <w:t>Disturbance Probability</w:t>
            </w:r>
          </w:p>
        </w:tc>
        <w:tc>
          <w:p>
            <w:pPr>
              <w:jc w:val="center"/>
            </w:pPr>
            <w:r>
              <w:rPr>
                <w:b/>
                <w:sz w:val="20"/>
              </w:rPr>
              <w:t>Return Interval (yrs)</w:t>
            </w:r>
          </w:p>
        </w:tc>
        <w:tc>
          <w:p>
            <w:pPr>
              <w:jc w:val="center"/>
            </w:pPr>
            <w:r>
              <w:rPr>
                <w:b/>
                <w:sz w:val="20"/>
              </w:rPr>
              <w:t>Reset Age to New Class Start Age After Disturbance?</w:t>
            </w:r>
          </w:p>
        </w:tc>
        <w:tc>
          <w:p>
            <w:pPr>
              <w:jc w:val="center"/>
            </w:pPr>
            <w:r>
              <w:rPr>
                <w:b/>
                <w:sz w:val="20"/>
              </w:rPr>
              <w:t>Years Since Last Disturbance</w:t>
            </w:r>
          </w:p>
        </w:tc>
      </w:tr>
      <w:tr>
        <w:tc>
          <w:p>
            <w:pPr>
              <w:jc w:val="center"/>
            </w:pPr>
            <w:r>
              <w:rPr>
                <w:sz w:val="20"/>
              </w:rPr>
              <w:t>Alternative Succession</w:t>
            </w:r>
          </w:p>
        </w:tc>
        <w:tc>
          <w:p>
            <w:pPr>
              <w:jc w:val="center"/>
            </w:pPr>
            <w:r>
              <w:rPr>
                <w:sz w:val="20"/>
              </w:rPr>
              <w:t>Early1:ALL</w:t>
            </w:r>
          </w:p>
        </w:tc>
        <w:tc>
          <w:p>
            <w:pPr>
              <w:jc w:val="center"/>
            </w:pPr>
            <w:r>
              <w:rPr>
                <w:sz w:val="20"/>
              </w:rPr>
              <w:t>Mid2:ALL</w:t>
            </w:r>
          </w:p>
        </w:tc>
        <w:tc>
          <w:p>
            <w:pPr>
              <w:jc w:val="center"/>
            </w:pPr>
            <w:r>
              <w:rPr>
                <w:sz w:val="20"/>
              </w:rPr>
              <w:t>0.011</w:t>
            </w:r>
          </w:p>
        </w:tc>
        <w:tc>
          <w:p>
            <w:pPr>
              <w:jc w:val="center"/>
            </w:pPr>
            <w:r>
              <w:rPr>
                <w:sz w:val="20"/>
              </w:rPr>
              <w:t>91</w:t>
            </w:r>
          </w:p>
        </w:tc>
        <w:tc>
          <w:p>
            <w:pPr>
              <w:jc w:val="center"/>
            </w:pPr>
            <w:r>
              <w:rPr>
                <w:sz w:val="20"/>
              </w:rPr>
              <w:t>Yes</w:t>
            </w:r>
          </w:p>
        </w:tc>
        <w:tc>
          <w:p>
            <w:pPr>
              <w:jc w:val="center"/>
            </w:pPr>
            <w:r>
              <w:rPr>
                <w:sz w:val="20"/>
              </w:rPr>
              <w:t>0</w:t>
            </w:r>
          </w:p>
        </w:tc>
      </w:tr>
      <w:tr>
        <w:tc>
          <w:p>
            <w:pPr>
              <w:jc w:val="center"/>
            </w:pPr>
            <w:r>
              <w:rPr>
                <w:sz w:val="20"/>
              </w:rPr>
              <w:t>Replacement Fire</w:t>
            </w:r>
          </w:p>
        </w:tc>
        <w:tc>
          <w:p>
            <w:pPr>
              <w:jc w:val="center"/>
            </w:pPr>
            <w:r>
              <w:rPr>
                <w:sz w:val="20"/>
              </w:rPr>
              <w:t>Early1:ALL</w:t>
            </w:r>
          </w:p>
        </w:tc>
        <w:tc>
          <w:p>
            <w:pPr>
              <w:jc w:val="center"/>
            </w:pPr>
            <w:r>
              <w:rPr>
                <w:sz w:val="20"/>
              </w:rPr>
              <w:t>Early1:ALL</w:t>
            </w:r>
          </w:p>
        </w:tc>
        <w:tc>
          <w:p>
            <w:pPr>
              <w:jc w:val="center"/>
            </w:pPr>
            <w:r>
              <w:rPr>
                <w:sz w:val="20"/>
              </w:rPr>
              <w:t>0.006</w:t>
            </w:r>
          </w:p>
        </w:tc>
        <w:tc>
          <w:p>
            <w:pPr>
              <w:jc w:val="center"/>
            </w:pPr>
            <w:r>
              <w:rPr>
                <w:sz w:val="20"/>
              </w:rPr>
              <w:t>167</w:t>
            </w:r>
          </w:p>
        </w:tc>
        <w:tc>
          <w:p>
            <w:pPr>
              <w:jc w:val="center"/>
            </w:pPr>
            <w:r>
              <w:rPr>
                <w:sz w:val="20"/>
              </w:rPr>
              <w:t>Yes</w:t>
            </w:r>
          </w:p>
        </w:tc>
        <w:tc>
          <w:p>
            <w:pPr>
              <w:jc w:val="center"/>
            </w:pPr>
            <w:r>
              <w:rPr>
                <w:sz w:val="20"/>
              </w:rPr>
              <w:t>0</w:t>
            </w:r>
          </w:p>
        </w:tc>
      </w:tr>
      <w:tr>
        <w:tc>
          <w:p>
            <w:pPr>
              <w:jc w:val="center"/>
            </w:pPr>
            <w:r>
              <w:rPr>
                <w:sz w:val="20"/>
              </w:rPr>
              <w:t>Mixed Fire</w:t>
            </w:r>
          </w:p>
        </w:tc>
        <w:tc>
          <w:p>
            <w:pPr>
              <w:jc w:val="center"/>
            </w:pPr>
            <w:r>
              <w:rPr>
                <w:sz w:val="20"/>
              </w:rPr>
              <w:t>Mid1:ALL</w:t>
            </w:r>
          </w:p>
        </w:tc>
        <w:tc>
          <w:p>
            <w:pPr>
              <w:jc w:val="center"/>
            </w:pPr>
            <w:r>
              <w:rPr>
                <w:sz w:val="20"/>
              </w:rPr>
              <w:t>Mid1:ALL</w:t>
            </w:r>
          </w:p>
        </w:tc>
        <w:tc>
          <w:p>
            <w:pPr>
              <w:jc w:val="center"/>
            </w:pPr>
            <w:r>
              <w:rPr>
                <w:sz w:val="20"/>
              </w:rPr>
              <w:t>0.0012</w:t>
            </w:r>
          </w:p>
        </w:tc>
        <w:tc>
          <w:p>
            <w:pPr>
              <w:jc w:val="center"/>
            </w:pPr>
            <w:r>
              <w:rPr>
                <w:sz w:val="20"/>
              </w:rPr>
              <w:t>833</w:t>
            </w:r>
          </w:p>
        </w:tc>
        <w:tc>
          <w:p>
            <w:pPr>
              <w:jc w:val="center"/>
            </w:pPr>
            <w:r>
              <w:rPr>
                <w:sz w:val="20"/>
              </w:rPr>
              <w:t>No</w:t>
            </w:r>
          </w:p>
        </w:tc>
        <w:tc>
          <w:p>
            <w:pPr>
              <w:jc w:val="center"/>
            </w:pPr>
            <w:r>
              <w:rPr>
                <w:sz w:val="20"/>
              </w:rPr>
              <w:t>0</w:t>
            </w:r>
          </w:p>
        </w:tc>
      </w:tr>
      <w:tr>
        <w:tc>
          <w:p>
            <w:pPr>
              <w:jc w:val="center"/>
            </w:pPr>
            <w:r>
              <w:rPr>
                <w:sz w:val="20"/>
              </w:rPr>
              <w:t>Alternative Succession</w:t>
            </w:r>
          </w:p>
        </w:tc>
        <w:tc>
          <w:p>
            <w:pPr>
              <w:jc w:val="center"/>
            </w:pPr>
            <w:r>
              <w:rPr>
                <w:sz w:val="20"/>
              </w:rPr>
              <w:t>Mid1:ALL</w:t>
            </w:r>
          </w:p>
        </w:tc>
        <w:tc>
          <w:p>
            <w:pPr>
              <w:jc w:val="center"/>
            </w:pPr>
            <w:r>
              <w:rPr>
                <w:sz w:val="20"/>
              </w:rPr>
              <w:t>Late1:CLS</w:t>
            </w:r>
          </w:p>
        </w:tc>
        <w:tc>
          <w:p>
            <w:pPr>
              <w:jc w:val="center"/>
            </w:pPr>
            <w:r>
              <w:rPr>
                <w:sz w:val="20"/>
              </w:rPr>
              <w:t>0.015</w:t>
            </w:r>
          </w:p>
        </w:tc>
        <w:tc>
          <w:p>
            <w:pPr>
              <w:jc w:val="center"/>
            </w:pPr>
            <w:r>
              <w:rPr>
                <w:sz w:val="20"/>
              </w:rPr>
              <w:t>67</w:t>
            </w:r>
          </w:p>
        </w:tc>
        <w:tc>
          <w:p>
            <w:pPr>
              <w:jc w:val="center"/>
            </w:pPr>
            <w:r>
              <w:rPr>
                <w:sz w:val="20"/>
              </w:rPr>
              <w:t>Yes</w:t>
            </w:r>
          </w:p>
        </w:tc>
        <w:tc>
          <w:p>
            <w:pPr>
              <w:jc w:val="center"/>
            </w:pPr>
            <w:r>
              <w:rPr>
                <w:sz w:val="20"/>
              </w:rPr>
              <w:t>0</w:t>
            </w:r>
          </w:p>
        </w:tc>
      </w:tr>
      <w:tr>
        <w:tc>
          <w:p>
            <w:pPr>
              <w:jc w:val="center"/>
            </w:pPr>
            <w:r>
              <w:rPr>
                <w:sz w:val="20"/>
              </w:rPr>
              <w:t>Replacement Fire</w:t>
            </w:r>
          </w:p>
        </w:tc>
        <w:tc>
          <w:p>
            <w:pPr>
              <w:jc w:val="center"/>
            </w:pPr>
            <w:r>
              <w:rPr>
                <w:sz w:val="20"/>
              </w:rPr>
              <w:t>Mid1:ALL</w:t>
            </w:r>
          </w:p>
        </w:tc>
        <w:tc>
          <w:p>
            <w:pPr>
              <w:jc w:val="center"/>
            </w:pPr>
            <w:r>
              <w:rPr>
                <w:sz w:val="20"/>
              </w:rPr>
              <w:t>Early1:ALL</w:t>
            </w:r>
          </w:p>
        </w:tc>
        <w:tc>
          <w:p>
            <w:pPr>
              <w:jc w:val="center"/>
            </w:pPr>
            <w:r>
              <w:rPr>
                <w:sz w:val="20"/>
              </w:rPr>
              <w:t>0.0022</w:t>
            </w:r>
          </w:p>
        </w:tc>
        <w:tc>
          <w:p>
            <w:pPr>
              <w:jc w:val="center"/>
            </w:pPr>
            <w:r>
              <w:rPr>
                <w:sz w:val="20"/>
              </w:rPr>
              <w:t>455</w:t>
            </w:r>
          </w:p>
        </w:tc>
        <w:tc>
          <w:p>
            <w:pPr>
              <w:jc w:val="center"/>
            </w:pPr>
            <w:r>
              <w:rPr>
                <w:sz w:val="20"/>
              </w:rPr>
              <w:t>Yes</w:t>
            </w:r>
          </w:p>
        </w:tc>
        <w:tc>
          <w:p>
            <w:pPr>
              <w:jc w:val="center"/>
            </w:pPr>
            <w:r>
              <w:rPr>
                <w:sz w:val="20"/>
              </w:rPr>
              <w:t>0</w:t>
            </w:r>
          </w:p>
        </w:tc>
      </w:tr>
      <w:tr>
        <w:tc>
          <w:p>
            <w:pPr>
              <w:jc w:val="center"/>
            </w:pPr>
            <w:r>
              <w:rPr>
                <w:sz w:val="20"/>
              </w:rPr>
              <w:t>Replacement Fire</w:t>
            </w:r>
          </w:p>
        </w:tc>
        <w:tc>
          <w:p>
            <w:pPr>
              <w:jc w:val="center"/>
            </w:pPr>
            <w:r>
              <w:rPr>
                <w:sz w:val="20"/>
              </w:rPr>
              <w:t>Mid2:ALL</w:t>
            </w:r>
          </w:p>
        </w:tc>
        <w:tc>
          <w:p>
            <w:pPr>
              <w:jc w:val="center"/>
            </w:pPr>
            <w:r>
              <w:rPr>
                <w:sz w:val="20"/>
              </w:rPr>
              <w:t>Early1:ALL</w:t>
            </w:r>
          </w:p>
        </w:tc>
        <w:tc>
          <w:p>
            <w:pPr>
              <w:jc w:val="center"/>
            </w:pPr>
            <w:r>
              <w:rPr>
                <w:sz w:val="20"/>
              </w:rPr>
              <w:t>0.004</w:t>
            </w:r>
          </w:p>
        </w:tc>
        <w:tc>
          <w:p>
            <w:pPr>
              <w:jc w:val="center"/>
            </w:pPr>
            <w:r>
              <w:rPr>
                <w:sz w:val="20"/>
              </w:rPr>
              <w:t>250</w:t>
            </w:r>
          </w:p>
        </w:tc>
        <w:tc>
          <w:p>
            <w:pPr>
              <w:jc w:val="center"/>
            </w:pPr>
            <w:r>
              <w:rPr>
                <w:sz w:val="20"/>
              </w:rPr>
              <w:t>Yes</w:t>
            </w:r>
          </w:p>
        </w:tc>
        <w:tc>
          <w:p>
            <w:pPr>
              <w:jc w:val="center"/>
            </w:pPr>
            <w:r>
              <w:rPr>
                <w:sz w:val="20"/>
              </w:rPr>
              <w:t>0</w:t>
            </w:r>
          </w:p>
        </w:tc>
      </w:tr>
      <w:tr>
        <w:tc>
          <w:p>
            <w:pPr>
              <w:jc w:val="center"/>
            </w:pPr>
            <w:r>
              <w:rPr>
                <w:sz w:val="20"/>
              </w:rPr>
              <w:t>Mixed Fire</w:t>
            </w:r>
          </w:p>
        </w:tc>
        <w:tc>
          <w:p>
            <w:pPr>
              <w:jc w:val="center"/>
            </w:pPr>
            <w:r>
              <w:rPr>
                <w:sz w:val="20"/>
              </w:rPr>
              <w:t>Late1:OPN</w:t>
            </w:r>
          </w:p>
        </w:tc>
        <w:tc>
          <w:p>
            <w:pPr>
              <w:jc w:val="center"/>
            </w:pPr>
            <w:r>
              <w:rPr>
                <w:sz w:val="20"/>
              </w:rPr>
              <w:t>Late1:OPN</w:t>
            </w:r>
          </w:p>
        </w:tc>
        <w:tc>
          <w:p>
            <w:pPr>
              <w:jc w:val="center"/>
            </w:pPr>
            <w:r>
              <w:rPr>
                <w:sz w:val="20"/>
              </w:rPr>
              <w:t>0.0007</w:t>
            </w:r>
          </w:p>
        </w:tc>
        <w:tc>
          <w:p>
            <w:pPr>
              <w:jc w:val="center"/>
            </w:pPr>
            <w:r>
              <w:rPr>
                <w:sz w:val="20"/>
              </w:rPr>
              <w:t>1429</w:t>
            </w:r>
          </w:p>
        </w:tc>
        <w:tc>
          <w:p>
            <w:pPr>
              <w:jc w:val="center"/>
            </w:pPr>
            <w:r>
              <w:rPr>
                <w:sz w:val="20"/>
              </w:rPr>
              <w:t>No</w:t>
            </w:r>
          </w:p>
        </w:tc>
        <w:tc>
          <w:p>
            <w:pPr>
              <w:jc w:val="center"/>
            </w:pPr>
            <w:r>
              <w:rPr>
                <w:sz w:val="20"/>
              </w:rPr>
              <w:t>0</w:t>
            </w:r>
          </w:p>
        </w:tc>
      </w:tr>
      <w:tr>
        <w:tc>
          <w:p>
            <w:pPr>
              <w:jc w:val="center"/>
            </w:pPr>
            <w:r>
              <w:rPr>
                <w:sz w:val="20"/>
              </w:rPr>
              <w:t>Replacement Fire</w:t>
            </w:r>
          </w:p>
        </w:tc>
        <w:tc>
          <w:p>
            <w:pPr>
              <w:jc w:val="center"/>
            </w:pPr>
            <w:r>
              <w:rPr>
                <w:sz w:val="20"/>
              </w:rPr>
              <w:t>Late1:OPN</w:t>
            </w:r>
          </w:p>
        </w:tc>
        <w:tc>
          <w:p>
            <w:pPr>
              <w:jc w:val="center"/>
            </w:pPr>
            <w:r>
              <w:rPr>
                <w:sz w:val="20"/>
              </w:rPr>
              <w:t>Early1:ALL</w:t>
            </w:r>
          </w:p>
        </w:tc>
        <w:tc>
          <w:p>
            <w:pPr>
              <w:jc w:val="center"/>
            </w:pPr>
            <w:r>
              <w:rPr>
                <w:sz w:val="20"/>
              </w:rPr>
              <w:t>0.005</w:t>
            </w:r>
          </w:p>
        </w:tc>
        <w:tc>
          <w:p>
            <w:pPr>
              <w:jc w:val="center"/>
            </w:pPr>
            <w:r>
              <w:rPr>
                <w:sz w:val="20"/>
              </w:rPr>
              <w:t>200</w:t>
            </w:r>
          </w:p>
        </w:tc>
        <w:tc>
          <w:p>
            <w:pPr>
              <w:jc w:val="center"/>
            </w:pPr>
            <w:r>
              <w:rPr>
                <w:sz w:val="20"/>
              </w:rPr>
              <w:t>Yes</w:t>
            </w:r>
          </w:p>
        </w:tc>
        <w:tc>
          <w:p>
            <w:pPr>
              <w:jc w:val="center"/>
            </w:pPr>
            <w:r>
              <w:rPr>
                <w:sz w:val="20"/>
              </w:rPr>
              <w:t>0</w:t>
            </w:r>
          </w:p>
        </w:tc>
      </w:tr>
      <w:tr>
        <w:tc>
          <w:p>
            <w:pPr>
              <w:jc w:val="center"/>
            </w:pPr>
            <w:r>
              <w:rPr>
                <w:sz w:val="20"/>
              </w:rPr>
              <w:t>Wind or Weather or Stress</w:t>
            </w:r>
          </w:p>
        </w:tc>
        <w:tc>
          <w:p>
            <w:pPr>
              <w:jc w:val="center"/>
            </w:pPr>
            <w:r>
              <w:rPr>
                <w:sz w:val="20"/>
              </w:rPr>
              <w:t>Late1:CLS</w:t>
            </w:r>
          </w:p>
        </w:tc>
        <w:tc>
          <w:p>
            <w:pPr>
              <w:jc w:val="center"/>
            </w:pPr>
            <w:r>
              <w:rPr>
                <w:sz w:val="20"/>
              </w:rPr>
              <w:t>Late1:OPN</w:t>
            </w:r>
          </w:p>
        </w:tc>
        <w:tc>
          <w:p>
            <w:pPr>
              <w:jc w:val="center"/>
            </w:pPr>
            <w:r>
              <w:rPr>
                <w:sz w:val="20"/>
              </w:rPr>
              <w:t>0.001</w:t>
            </w:r>
          </w:p>
        </w:tc>
        <w:tc>
          <w:p>
            <w:pPr>
              <w:jc w:val="center"/>
            </w:pPr>
            <w:r>
              <w:rPr>
                <w:sz w:val="20"/>
              </w:rPr>
              <w:t>1000</w:t>
            </w:r>
          </w:p>
        </w:tc>
        <w:tc>
          <w:p>
            <w:pPr>
              <w:jc w:val="center"/>
            </w:pPr>
            <w:r>
              <w:rPr>
                <w:sz w:val="20"/>
              </w:rPr>
              <w:t>Yes</w:t>
            </w:r>
          </w:p>
        </w:tc>
        <w:tc>
          <w:p>
            <w:pPr>
              <w:jc w:val="center"/>
            </w:pPr>
            <w:r>
              <w:rPr>
                <w:sz w:val="20"/>
              </w:rPr>
              <w:t>0</w:t>
            </w:r>
          </w:p>
        </w:tc>
      </w:tr>
      <w:tr>
        <w:tc>
          <w:p>
            <w:pPr>
              <w:jc w:val="center"/>
            </w:pPr>
            <w:r>
              <w:rPr>
                <w:sz w:val="20"/>
              </w:rPr>
              <w:t>Mixed Fire</w:t>
            </w:r>
          </w:p>
        </w:tc>
        <w:tc>
          <w:p>
            <w:pPr>
              <w:jc w:val="center"/>
            </w:pPr>
            <w:r>
              <w:rPr>
                <w:sz w:val="20"/>
              </w:rPr>
              <w:t>Late1:CLS</w:t>
            </w:r>
          </w:p>
        </w:tc>
        <w:tc>
          <w:p>
            <w:pPr>
              <w:jc w:val="center"/>
            </w:pPr>
            <w:r>
              <w:rPr>
                <w:sz w:val="20"/>
              </w:rPr>
              <w:t>Late1:OPN</w:t>
            </w:r>
          </w:p>
        </w:tc>
        <w:tc>
          <w:p>
            <w:pPr>
              <w:jc w:val="center"/>
            </w:pPr>
            <w:r>
              <w:rPr>
                <w:sz w:val="20"/>
              </w:rPr>
              <w:t>0.0007</w:t>
            </w:r>
          </w:p>
        </w:tc>
        <w:tc>
          <w:p>
            <w:pPr>
              <w:jc w:val="center"/>
            </w:pPr>
            <w:r>
              <w:rPr>
                <w:sz w:val="20"/>
              </w:rPr>
              <w:t>1429</w:t>
            </w:r>
          </w:p>
        </w:tc>
        <w:tc>
          <w:p>
            <w:pPr>
              <w:jc w:val="center"/>
            </w:pPr>
            <w:r>
              <w:rPr>
                <w:sz w:val="20"/>
              </w:rPr>
              <w:t>Yes</w:t>
            </w:r>
          </w:p>
        </w:tc>
        <w:tc>
          <w:p>
            <w:pPr>
              <w:jc w:val="center"/>
            </w:pPr>
            <w:r>
              <w:rPr>
                <w:sz w:val="20"/>
              </w:rPr>
              <w:t>0</w:t>
            </w:r>
          </w:p>
        </w:tc>
      </w:tr>
      <w:tr>
        <w:tc>
          <w:p>
            <w:pPr>
              <w:jc w:val="center"/>
            </w:pPr>
            <w:r>
              <w:rPr>
                <w:sz w:val="20"/>
              </w:rPr>
              <w:t>Insects or Disease</w:t>
            </w:r>
          </w:p>
        </w:tc>
        <w:tc>
          <w:p>
            <w:pPr>
              <w:jc w:val="center"/>
            </w:pPr>
            <w:r>
              <w:rPr>
                <w:sz w:val="20"/>
              </w:rPr>
              <w:t>Late1:CLS</w:t>
            </w:r>
          </w:p>
        </w:tc>
        <w:tc>
          <w:p>
            <w:pPr>
              <w:jc w:val="center"/>
            </w:pPr>
            <w:r>
              <w:rPr>
                <w:sz w:val="20"/>
              </w:rPr>
              <w:t>Late1:OPN</w:t>
            </w:r>
          </w:p>
        </w:tc>
        <w:tc>
          <w:p>
            <w:pPr>
              <w:jc w:val="center"/>
            </w:pPr>
            <w:r>
              <w:rPr>
                <w:sz w:val="20"/>
              </w:rPr>
              <w:t>0.001</w:t>
            </w:r>
          </w:p>
        </w:tc>
        <w:tc>
          <w:p>
            <w:pPr>
              <w:jc w:val="center"/>
            </w:pPr>
            <w:r>
              <w:rPr>
                <w:sz w:val="20"/>
              </w:rPr>
              <w:t>1000</w:t>
            </w:r>
          </w:p>
        </w:tc>
        <w:tc>
          <w:p>
            <w:pPr>
              <w:jc w:val="center"/>
            </w:pPr>
            <w:r>
              <w:rPr>
                <w:sz w:val="20"/>
              </w:rPr>
              <w:t>Yes</w:t>
            </w:r>
          </w:p>
        </w:tc>
        <w:tc>
          <w:p>
            <w:pPr>
              <w:jc w:val="center"/>
            </w:pPr>
            <w:r>
              <w:rPr>
                <w:sz w:val="20"/>
              </w:rPr>
              <w:t>0</w:t>
            </w:r>
          </w:p>
        </w:tc>
      </w:tr>
      <w:tr>
        <w:tc>
          <w:p>
            <w:pPr>
              <w:jc w:val="center"/>
            </w:pPr>
            <w:r>
              <w:rPr>
                <w:sz w:val="20"/>
              </w:rPr>
              <w:t>Replacement Fire</w:t>
            </w:r>
          </w:p>
        </w:tc>
        <w:tc>
          <w:p>
            <w:pPr>
              <w:jc w:val="center"/>
            </w:pPr>
            <w:r>
              <w:rPr>
                <w:sz w:val="20"/>
              </w:rPr>
              <w:t>Late1:CLS</w:t>
            </w:r>
          </w:p>
        </w:tc>
        <w:tc>
          <w:p>
            <w:pPr>
              <w:jc w:val="center"/>
            </w:pPr>
            <w:r>
              <w:rPr>
                <w:sz w:val="20"/>
              </w:rPr>
              <w:t>Early1:ALL</w:t>
            </w:r>
          </w:p>
        </w:tc>
        <w:tc>
          <w:p>
            <w:pPr>
              <w:jc w:val="center"/>
            </w:pPr>
            <w:r>
              <w:rPr>
                <w:sz w:val="20"/>
              </w:rPr>
              <w:t>0.005</w:t>
            </w:r>
          </w:p>
        </w:tc>
        <w:tc>
          <w:p>
            <w:pPr>
              <w:jc w:val="center"/>
            </w:pPr>
            <w:r>
              <w:rPr>
                <w:sz w:val="20"/>
              </w:rPr>
              <w:t>200</w:t>
            </w:r>
          </w:p>
        </w:tc>
        <w:tc>
          <w:p>
            <w:pPr>
              <w:jc w:val="center"/>
            </w:pPr>
            <w:r>
              <w:rPr>
                <w:sz w:val="20"/>
              </w:rPr>
              <w:t>Yes</w:t>
            </w:r>
          </w:p>
        </w:tc>
        <w:tc>
          <w:p>
            <w:pPr>
              <w:jc w:val="center"/>
            </w:pPr>
            <w:r>
              <w:rPr>
                <w:sz w:val="20"/>
              </w:rPr>
              <w:t>0</w:t>
            </w:r>
          </w:p>
        </w:tc>
      </w:tr>
    </w:tbl>
    <w:p>
      <w:r>
        <w:t/>
      </w:r>
    </w:p>
    <w:p>
      <w:pPr xmlns:w="http://schemas.openxmlformats.org/wordprocessingml/2006/main">
        <w:pStyle w:val="ReportSection"/>
      </w:pPr>
      <w:r xmlns:w="http://schemas.openxmlformats.org/wordprocessingml/2006/main">
        <w:t>References</w:t>
      </w:r>
    </w:p>
    <w:p>
      <w:r>
        <w:t/>
      </w:r>
    </w:p>
    <w:p w:rsidR="00E77710" w:rsidP="009624CF" w:rsidRDefault="009D71C4" w14:paraId="3DB1FFFE" w14:textId="6C9E133F">
      <w:r>
        <w:t>Anderson, R.S., D.J. Hallett, E. Berg, R.B. Jass, J.L. Toney, C.S. de Fontaine, and A. DeVolder. 2006. Holocene development of Boreal forests and fire regimes on the Kenai Lowlands of Alaska. The Holocene. 16(6): 791-803</w:t>
      </w:r>
    </w:p>
    <w:p w:rsidR="00E77710" w:rsidP="009624CF" w:rsidRDefault="00E77710" w14:paraId="5C18EEA5" w14:textId="77777777"/>
    <w:p w:rsidR="00E503EF" w:rsidP="009624CF" w:rsidRDefault="00E503EF" w14:paraId="2A66958A" w14:textId="117BF955">
      <w:r>
        <w:t>Barney, R. J.; Stocks, B. J. 1983. Fire frequencies during the suppression period. In: Wein, Ross W.; MacLean, David A., eds. The role of fire in northern circumpolar ecosystems. New York: John Wiley &amp; Sons: 45-61.</w:t>
      </w:r>
    </w:p>
    <w:p w:rsidR="00990EC3" w:rsidP="009624CF" w:rsidRDefault="00990EC3" w14:paraId="5F85926C" w14:textId="77777777"/>
    <w:p w:rsidR="00DF6626" w:rsidP="009624CF" w:rsidRDefault="00DF6626" w14:paraId="33A3CFF4" w14:textId="77777777">
      <w:r>
        <w:t xml:space="preserve">Berg, Edward E.; Anderson, R. S.; De Volder, A. D. 2003. Fire and spruce bark beetle disturbance regimes on the Kenai Peninsula, Alaska, [Online]. In: Proceedings, 2nd international wildland fire ecology and fire management congress held concurrently with the 5th symposium on fire and forest meteorology; 2003 November 16-20; Orlando, FL. Boston, MA: American Meteorology Society (Producer): Available: http://ams.confex.com/ams/FIRE2003/techprogram/paper_65661.htm [2014, April 17]. </w:t>
      </w:r>
    </w:p>
    <w:p w:rsidR="00DF6626" w:rsidP="009624CF" w:rsidRDefault="00DF6626" w14:paraId="3E30EA01" w14:textId="77777777"/>
    <w:p w:rsidR="009624CF" w:rsidP="009624CF" w:rsidRDefault="009624CF" w14:paraId="1D2DA139" w14:textId="2E6D9D1B">
      <w:r>
        <w:t>Chapin, F. S., Oswood, M. W., Van Cleve, K., Viereck, L. A., Verblya, D. L. (eds.) 2006. Alaska’s Changing Boreal Forest. Oxford University Press, NY. 354 p.</w:t>
      </w:r>
    </w:p>
    <w:p w:rsidR="009624CF" w:rsidP="009624CF" w:rsidRDefault="009624CF" w14:paraId="7A8ED7F4" w14:textId="0905F0B8"/>
    <w:p w:rsidR="00F0193E" w:rsidP="00F0193E" w:rsidRDefault="00F0193E" w14:paraId="5BF9F949" w14:textId="77777777">
      <w:r>
        <w:t>Comer, P., D. Faber-Langendoen, R. Evans, S. Gawler, C. Josse, G. Kittel, S. Menard, C. Nordman, M. Pyne, M. Reid, M. Russo, K. Schulz, K. Snow, J. Teague, and R. White. 2003-present. Ecological systems of the United States: A working classification of U.S. terrestrial systems. NatureServe, Arlington, VA.</w:t>
      </w:r>
    </w:p>
    <w:p w:rsidR="00F0193E" w:rsidP="009624CF" w:rsidRDefault="00F0193E" w14:paraId="43F08262" w14:textId="77777777"/>
    <w:p w:rsidR="00E503EF" w:rsidP="009624CF" w:rsidRDefault="00E503EF" w14:paraId="54FF9A16" w14:textId="77777777">
      <w:r>
        <w:t xml:space="preserve">Cronan, James; McKenzie, Donald; Olson, Diana. [n.d.]. Fire regimes of the Alaska boreal forest. Draft manuscript. Portland, OR: U.S. Department of Agriculture, Forest Service, Pacific Northwest Research Station. 124 p. In cooperation with: Seattle, WA: University of Washington, School of Forest Resources; New Haven, CT: Yale School of Forestry and Environmental Studies; Moscow, ID: University of Idaho; Fairbanks, AK: U.S. Department of the Interior, </w:t>
      </w:r>
      <w:r>
        <w:t>Bureau of Land Management, Alaska Fire Service. Available online: http://www.frames.gov/documents/alaska/fire_history/fire_regimes_alaskan_boreal_forest_draft_gtr.zip [2012, September 4]</w:t>
      </w:r>
    </w:p>
    <w:p w:rsidR="00E503EF" w:rsidP="009624CF" w:rsidRDefault="00E503EF" w14:paraId="6CC70DF0" w14:textId="77777777"/>
    <w:p w:rsidR="009624CF" w:rsidP="009624CF" w:rsidRDefault="009624CF" w14:paraId="2B6EA920" w14:textId="77777777">
      <w:r>
        <w:t>De Volder, A. 1999. Fire and climate history of lowland black spruce forests, Kenai National Wildlife Refuge, Alaska. Flagstaff, AZ. Northern Arizona University. 128 p. MS Thesis.</w:t>
      </w:r>
    </w:p>
    <w:p w:rsidR="009624CF" w:rsidP="009624CF" w:rsidRDefault="009624CF" w14:paraId="4F5AEAB2" w14:textId="77777777"/>
    <w:p w:rsidR="00EC754A" w:rsidP="009624CF" w:rsidRDefault="00EC754A" w14:paraId="204E1712" w14:textId="77777777">
      <w:r>
        <w:t xml:space="preserve">DeWilde, La'ona. 2003. Human impacts to fire regime in interior Alaska. Fairbanks, AK: University of Alaska Fairbanks. 88 p. Thesis. </w:t>
      </w:r>
    </w:p>
    <w:p w:rsidR="00EC754A" w:rsidP="009624CF" w:rsidRDefault="00EC754A" w14:paraId="67BDF4FC" w14:textId="77777777"/>
    <w:p w:rsidR="009624CF" w:rsidP="009624CF" w:rsidRDefault="009624CF" w14:paraId="6DEA7FBC" w14:textId="6ED7CC1A">
      <w:r>
        <w:t xml:space="preserve">Foote, J. M. 1983. Classification, description, and dynamics of plant communities after fire in the taiga of interior Alaska. Res. Pap. PNW-307. Portland, OR. USDA Forest Service. Pacific Northwest Research Station. 108 p. </w:t>
      </w:r>
    </w:p>
    <w:p w:rsidR="009624CF" w:rsidP="009624CF" w:rsidRDefault="009624CF" w14:paraId="58333DAA" w14:textId="77777777"/>
    <w:p w:rsidR="00C30BC7" w:rsidP="009624CF" w:rsidRDefault="00C30BC7" w14:paraId="267F826A" w14:textId="31B28E01">
      <w:r>
        <w:t xml:space="preserve">Fryer, Janet L. 2014a. Fire regimes of Alaskan black spruce communities. In: Fire Effects Information System, [Online]. U.S. Department of Agriculture, Forest Service, Rocky Mountain Research Station, Fire Sciences Laboratory (Producer). Available: http://www.fs.fed.us/database/feis/fire_regimes/AK_black_spruce/all.html </w:t>
      </w:r>
    </w:p>
    <w:p w:rsidR="00C30BC7" w:rsidP="009624CF" w:rsidRDefault="00C30BC7" w14:paraId="29FE8C63" w14:textId="77777777"/>
    <w:p w:rsidR="00C30BC7" w:rsidP="009624CF" w:rsidRDefault="00C30BC7" w14:paraId="255C8B82" w14:textId="0AEBBD93">
      <w:r>
        <w:t>Fryer, Janet L. 2014b. Picea mariana. In: Fire Effects Information System, [Online]. U.S. Department of Agriculture, Forest Service, Rocky Mountain Research Station, Fire Sciences Laboratory (Producer). Available: http://www.fs.fed.us/database/feis/plants/tree/picmar/all.html</w:t>
      </w:r>
    </w:p>
    <w:p w:rsidR="00C30BC7" w:rsidP="009624CF" w:rsidRDefault="00C30BC7" w14:paraId="13500898" w14:textId="77777777"/>
    <w:p w:rsidR="009624CF" w:rsidP="009624CF" w:rsidRDefault="009624CF" w14:paraId="40D19207" w14:textId="04BAF4DA">
      <w:r>
        <w:t>Gabriel, H.W. and G.F. Tande. 1983. A regional approach to fire history in Alaska. BLM Alaska TR-83-9.</w:t>
      </w:r>
    </w:p>
    <w:p w:rsidR="009624CF" w:rsidP="009624CF" w:rsidRDefault="009624CF" w14:paraId="42DBE644" w14:textId="77777777"/>
    <w:p w:rsidR="000D38B3" w:rsidP="009624CF" w:rsidRDefault="000D38B3" w14:paraId="13BBD59D" w14:textId="77777777">
      <w:r>
        <w:t xml:space="preserve">Harper, Karen A.; Bergeron, Yves; Drapeau, Pierre; Gauthier, Sylvie; De Grandpre, Louis. 2006. Changes in spatial pattern of trees and snags during structural development in Picea mariana boreal forests. Journal of Vegetation Science. 17(5): 625-636. </w:t>
      </w:r>
    </w:p>
    <w:p w:rsidR="000D38B3" w:rsidP="009624CF" w:rsidRDefault="000D38B3" w14:paraId="6C700FF8" w14:textId="77777777"/>
    <w:p w:rsidR="009624CF" w:rsidP="009624CF" w:rsidRDefault="009624CF" w14:paraId="091DA2BC" w14:textId="27FE9392">
      <w:r>
        <w:t>Heinselman, M.L. 1978. Fire in wilderness ecosystems. In J.C.Hendee, G.H. Stankey &amp; R.C. Lucas, eds. Wilderness Management. USDA Forest Service, Misc. Pub. 1365.</w:t>
      </w:r>
    </w:p>
    <w:p w:rsidR="009624CF" w:rsidP="009624CF" w:rsidRDefault="009624CF" w14:paraId="50F8CC94" w14:textId="77777777"/>
    <w:p w:rsidR="009624CF" w:rsidP="009624CF" w:rsidRDefault="009624CF" w14:paraId="73CD3223" w14:textId="77777777">
      <w:r>
        <w:t>Heinselman, M.L. 1981. Fire and succession in the conifer forests of northern North America. In: West, D.C., H.H. Shugart, and D.B. Botkin. Forest succession: concepts and application. Springer-Verlag, New York. Chapter 23.</w:t>
      </w:r>
    </w:p>
    <w:p w:rsidR="009624CF" w:rsidP="009624CF" w:rsidRDefault="009624CF" w14:paraId="220969E5" w14:textId="77777777"/>
    <w:p w:rsidR="009624CF" w:rsidP="009624CF" w:rsidRDefault="009624CF" w14:paraId="5E302F5C" w14:textId="77777777">
      <w:r>
        <w:t>Jorgenson, M.T. et al. 2003. An ecological land survey for Fort Richardson, Alaska. Cold Regions Research and Engineering Laboratory, Hanover, New Hampshire, ERDC/CRREL TR-03019.</w:t>
      </w:r>
    </w:p>
    <w:p w:rsidR="00431AE6" w:rsidP="009624CF" w:rsidRDefault="00431AE6" w14:paraId="7995CCF6" w14:textId="77777777"/>
    <w:p w:rsidR="00431AE6" w:rsidP="009624CF" w:rsidRDefault="00431AE6" w14:paraId="02E4F2D4" w14:textId="77777777">
      <w:r>
        <w:t>Kasischke, Eric S.; Turetsky, Merritt R.; Ottmar, Roger D.; French, Nancy H. F.; Hoy, Elizabeth E.; Kane, Evan S. 2008. Evaluation of the composite burn index for assessing fire severity in Alaskan black spruce forests. International Journal of Wildland Fire. 17(4): 515-526.</w:t>
      </w:r>
    </w:p>
    <w:p w:rsidR="009624CF" w:rsidP="009624CF" w:rsidRDefault="009624CF" w14:paraId="2444736D" w14:textId="77777777"/>
    <w:p w:rsidR="006944B3" w:rsidP="009624CF" w:rsidRDefault="006944B3" w14:paraId="710CF038" w14:textId="77777777">
      <w:r>
        <w:t>Lynch, Jason A.; Clark, James S.; Bigelow, Nancy H.; Edwards, Mary E.; Finney, Bruce P. 2002. Geographic and temporal variations in fire history in boreal ecosystems in Alaska. Journal of Geophysical Research. 107(D1): 8152. doi:10.1029/2001JD000332</w:t>
      </w:r>
    </w:p>
    <w:p w:rsidR="006944B3" w:rsidP="009624CF" w:rsidRDefault="006944B3" w14:paraId="18687A19" w14:textId="77777777"/>
    <w:p w:rsidR="006944B3" w:rsidP="009624CF" w:rsidRDefault="006944B3" w14:paraId="7B20DE54" w14:textId="77777777">
      <w:r>
        <w:t>Lynch, Jason A.; Hollis, Jeremy L.; Hu, Feng Sheng. 2004. Climatic and landscape controls of the boreal forest fire regime: Holocene records from Alaska. Journal of Ecology. 92(3): 477-489.</w:t>
      </w:r>
    </w:p>
    <w:p w:rsidR="006944B3" w:rsidP="009624CF" w:rsidRDefault="006944B3" w14:paraId="36FE4722" w14:textId="77777777"/>
    <w:p w:rsidR="000D38B3" w:rsidP="009624CF" w:rsidRDefault="000D38B3" w14:paraId="10472058" w14:textId="77777777">
      <w:r>
        <w:t xml:space="preserve">Moss, E. H. 1953. Marsh and bog vegetation in northwestern Alberta. Canadian Journal of Botany. 31(4): 448-470. </w:t>
      </w:r>
    </w:p>
    <w:p w:rsidR="000D38B3" w:rsidP="009624CF" w:rsidRDefault="000D38B3" w14:paraId="795E53AA" w14:textId="77777777"/>
    <w:p w:rsidR="009624CF" w:rsidP="009624CF" w:rsidRDefault="009624CF" w14:paraId="53FBBEB0" w14:textId="13B09C06">
      <w:r>
        <w:t>Murphy, K.A. and E. Witten. 2006. Black Spruce Southcentral. In Fire Regime Condition Class (FRCC) Interagency Guidebook Reference Conditions. Available at www.frcc.gov.</w:t>
      </w:r>
    </w:p>
    <w:p w:rsidR="009624CF" w:rsidP="009624CF" w:rsidRDefault="009624CF" w14:paraId="7BCF4FE2" w14:textId="77777777"/>
    <w:p w:rsidR="009624CF" w:rsidP="009624CF" w:rsidRDefault="009624CF" w14:paraId="5B388B29" w14:textId="77777777">
      <w:r>
        <w:t>NatureServe. 2008. International Ecological Classification Standard: Terrestrial Ecological Classifications. Draft Ecological Systems Description for Alaska Boreal and Sub-boreal Regions.</w:t>
      </w:r>
    </w:p>
    <w:p w:rsidR="009624CF" w:rsidP="009624CF" w:rsidRDefault="009624CF" w14:paraId="233F79B1" w14:textId="77777777"/>
    <w:p w:rsidR="00E503EF" w:rsidP="009624CF" w:rsidRDefault="00E503EF" w14:paraId="552C2DF4" w14:textId="77777777">
      <w:r>
        <w:t>Racine, Charles H.; Dennis, John G.; Patterson, William A., III. 1985. Tundra fire regimes in the Noatak River watershed, Alaska: 1956-83. Arctic. 38(3): 194-200.</w:t>
      </w:r>
    </w:p>
    <w:p w:rsidR="00E503EF" w:rsidP="009624CF" w:rsidRDefault="00E503EF" w14:paraId="1AEBBB64" w14:textId="77777777"/>
    <w:p w:rsidR="009624CF" w:rsidP="009624CF" w:rsidRDefault="009624CF" w14:paraId="6080A552" w14:textId="77777777">
      <w:r>
        <w:t xml:space="preserve">Rowe, J.S., J.L Bergsteinsson, G.A. Padbury, and R. Hermesh. 1974. Fire Studies in the </w:t>
      </w:r>
    </w:p>
    <w:p w:rsidR="009624CF" w:rsidP="009624CF" w:rsidRDefault="009624CF" w14:paraId="42532B42" w14:textId="77777777">
      <w:r>
        <w:t xml:space="preserve">Mackenzie Valley. ALUR Report 73-74-61. Arctic Land Use Research Program, Department of Indian Affairs and Human Development, Ottawa, Canada. 123 pp. </w:t>
      </w:r>
    </w:p>
    <w:p w:rsidR="009624CF" w:rsidP="009624CF" w:rsidRDefault="009624CF" w14:paraId="0BAF4F1B" w14:textId="77777777"/>
    <w:p w:rsidR="006944B3" w:rsidP="009624CF" w:rsidRDefault="006944B3" w14:paraId="5F7A8743" w14:textId="77777777">
      <w:r>
        <w:t>Tinner, Willy; Bigler, Christian; Gedye, Sharon; Gregory-Eaves, Irene; Jones, Richard T.; Kaltenrieder, Petra; Krahenbuhl, Urs; Hu, Feng Sheng. 2008. A 700-year paleoecological record of boreal ecosystem responses to climatic variation from Alaska. Ecology. 89(3): 729-743.</w:t>
      </w:r>
    </w:p>
    <w:p w:rsidR="006944B3" w:rsidP="009624CF" w:rsidRDefault="006944B3" w14:paraId="7AA407FA" w14:textId="77777777"/>
    <w:p w:rsidR="009624CF" w:rsidP="009624CF" w:rsidRDefault="009624CF" w14:paraId="01D2FE94" w14:textId="77777777">
      <w:r>
        <w:t>Viereck, L.A. 1983. The effects of fire in black spruce ecosystems of Alaska and northern Canada. In: Wein, Ross W.; MacLean, David A., eds. The role of fire in northern circumpolar ecosystems. New York: John Wiley &amp; Sons Ltd.: 201-220. Chapter 11.</w:t>
      </w:r>
    </w:p>
    <w:p w:rsidR="00EC754A" w:rsidP="009624CF" w:rsidRDefault="00EC754A" w14:paraId="56EEDA82" w14:textId="77777777"/>
    <w:p w:rsidR="00EC754A" w:rsidP="009624CF" w:rsidRDefault="00EC754A" w14:paraId="244186EB" w14:textId="3347662E">
      <w:r>
        <w:t>Viereck, Leslie A.; Schandelmeier, Linda A. 1980. Effects of fire in Alaska and adjacent Canada--a literature review. BLM-Alaska Tech. Rep. 6; BLM/AK/TR-80/06. Anchorage, AK: U.S. Department of the Interior, Bureau of Land Management, Alaska State Office. 124 p.</w:t>
      </w:r>
    </w:p>
    <w:p w:rsidR="009624CF" w:rsidP="009624CF" w:rsidRDefault="009624CF" w14:paraId="167D37E1" w14:textId="77777777"/>
    <w:p w:rsidR="009624CF" w:rsidP="009624CF" w:rsidRDefault="009624CF" w14:paraId="5CD56A7C" w14:textId="77777777">
      <w:r>
        <w:t>Viereck, L.A. Van Cleve, K. Dyrness, C.T. 1986 Forest Ecosystems in the Alaska Taiga. In: Van Cleve, K., Chapin F.S. III, Flanagan, P.W. (and others), eds. Forest Ecosystems in the Alaskan taiga: a synthesis of structure and function. New York: Springer-Verlag; 1986: 22-43.</w:t>
      </w:r>
    </w:p>
    <w:p w:rsidR="00076B1D" w:rsidP="009624CF" w:rsidRDefault="00076B1D" w14:paraId="19E8531F" w14:textId="77777777"/>
    <w:p w:rsidR="009624CF" w:rsidP="009624CF" w:rsidRDefault="009624CF" w14:paraId="2D017520" w14:textId="38A3B692">
      <w:r>
        <w:t>Yarie J. 1983. Forest community classification of the Porcupine River drainage, interior Alaska, and its application to forest management. USDA Forest Service GTR PNW-154.</w:t>
      </w:r>
    </w:p>
    <w:p w:rsidR="009624CF" w:rsidP="009624CF" w:rsidRDefault="009624CF" w14:paraId="2BF70AAB" w14:textId="77777777"/>
    <w:p w:rsidR="009624CF" w:rsidP="009624CF" w:rsidRDefault="009624CF" w14:paraId="3F611BE3" w14:textId="7BE24BBC">
      <w:r>
        <w:t>Yarie J. 1981. Forest fire cycles and life tables – a case study from interior Alaska. Can. J Forest Res. 11:554-562.</w:t>
      </w:r>
    </w:p>
    <w:p w:rsidR="001A006D" w:rsidP="009624CF" w:rsidRDefault="001A006D" w14:paraId="338057F2" w14:textId="77777777"/>
    <w:p w:rsidRPr="00A43E41" w:rsidR="004D5F12" w:rsidP="009624CF" w:rsidRDefault="004D5F12" w14:paraId="0B779E2C" w14:textId="77777777"/>
    <w:sectPr w:rsidRPr="00A43E41" w:rsidR="004D5F12" w:rsidSect="00FE41CA">
      <w:headerReference w:type="default" r:id="rId8"/>
      <w:footerReference w:type="default" r:id="rId9"/>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B1F0A" w:rsidRDefault="004B1F0A" w14:paraId="1A8CA92F" w14:textId="77777777">
      <w:r>
        <w:separator/>
      </w:r>
    </w:p>
  </w:endnote>
  <w:endnote w:type="continuationSeparator" w:id="0">
    <w:p w:rsidR="004B1F0A" w:rsidRDefault="004B1F0A" w14:paraId="2C2CD68E"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97B32" w:rsidP="009624CF" w:rsidRDefault="00697B32" w14:paraId="7E71D613" w14:textId="7777777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B1F0A" w:rsidRDefault="004B1F0A" w14:paraId="700201D5" w14:textId="77777777">
      <w:r>
        <w:separator/>
      </w:r>
    </w:p>
  </w:footnote>
  <w:footnote w:type="continuationSeparator" w:id="0">
    <w:p w:rsidR="004B1F0A" w:rsidRDefault="004B1F0A" w14:paraId="4DB24FD0"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97B32" w:rsidP="009624CF" w:rsidRDefault="00697B32" w14:paraId="45F02195" w14:textId="777777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0700B"/>
    <w:multiLevelType w:val="hybridMultilevel"/>
    <w:tmpl w:val="42D0B80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46B14A0C"/>
    <w:multiLevelType w:val="hybridMultilevel"/>
    <w:tmpl w:val="19ECF5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9183A2E"/>
    <w:multiLevelType w:val="hybridMultilevel"/>
    <w:tmpl w:val="07D6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887112262">
    <w:abstractNumId w:val="2"/>
  </w:num>
  <w:num w:numId="2" w16cid:durableId="520556940">
    <w:abstractNumId w:val="0"/>
  </w:num>
  <w:num w:numId="3" w16cid:durableId="21251423">
    <w:abstractNumId w:val="1"/>
  </w:num>
  <w:num w:numId="4" w16cid:durableId="20576595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24CF"/>
    <w:rsid w:val="00007C48"/>
    <w:rsid w:val="00010D58"/>
    <w:rsid w:val="00012069"/>
    <w:rsid w:val="00016D32"/>
    <w:rsid w:val="00027A26"/>
    <w:rsid w:val="0003202F"/>
    <w:rsid w:val="00042798"/>
    <w:rsid w:val="0004797F"/>
    <w:rsid w:val="00076B1D"/>
    <w:rsid w:val="00077A85"/>
    <w:rsid w:val="00097251"/>
    <w:rsid w:val="00097443"/>
    <w:rsid w:val="000D38B3"/>
    <w:rsid w:val="000E147D"/>
    <w:rsid w:val="000E1EC5"/>
    <w:rsid w:val="000E759B"/>
    <w:rsid w:val="00110079"/>
    <w:rsid w:val="00117805"/>
    <w:rsid w:val="00117A76"/>
    <w:rsid w:val="00124CE3"/>
    <w:rsid w:val="0014752E"/>
    <w:rsid w:val="001514F9"/>
    <w:rsid w:val="001719BC"/>
    <w:rsid w:val="00172BF1"/>
    <w:rsid w:val="00174486"/>
    <w:rsid w:val="001824B8"/>
    <w:rsid w:val="00193946"/>
    <w:rsid w:val="00196C68"/>
    <w:rsid w:val="001A006D"/>
    <w:rsid w:val="001A0739"/>
    <w:rsid w:val="001A5277"/>
    <w:rsid w:val="001A6573"/>
    <w:rsid w:val="001E43F5"/>
    <w:rsid w:val="00213814"/>
    <w:rsid w:val="002206B7"/>
    <w:rsid w:val="00220975"/>
    <w:rsid w:val="002233CE"/>
    <w:rsid w:val="00227744"/>
    <w:rsid w:val="00242602"/>
    <w:rsid w:val="00242A9C"/>
    <w:rsid w:val="0025232E"/>
    <w:rsid w:val="00266370"/>
    <w:rsid w:val="00272B25"/>
    <w:rsid w:val="00292706"/>
    <w:rsid w:val="002A69B2"/>
    <w:rsid w:val="002C230B"/>
    <w:rsid w:val="002D683C"/>
    <w:rsid w:val="002E41A1"/>
    <w:rsid w:val="00300000"/>
    <w:rsid w:val="003047E5"/>
    <w:rsid w:val="00310E50"/>
    <w:rsid w:val="0031662A"/>
    <w:rsid w:val="003172E2"/>
    <w:rsid w:val="003175A1"/>
    <w:rsid w:val="00320910"/>
    <w:rsid w:val="003226E1"/>
    <w:rsid w:val="003319D8"/>
    <w:rsid w:val="00336000"/>
    <w:rsid w:val="00356D5A"/>
    <w:rsid w:val="00367C6C"/>
    <w:rsid w:val="00370ECD"/>
    <w:rsid w:val="0037647D"/>
    <w:rsid w:val="00392756"/>
    <w:rsid w:val="003B3878"/>
    <w:rsid w:val="003B65CA"/>
    <w:rsid w:val="003C703C"/>
    <w:rsid w:val="003D1C0D"/>
    <w:rsid w:val="003F322E"/>
    <w:rsid w:val="00402619"/>
    <w:rsid w:val="00406037"/>
    <w:rsid w:val="00412BA3"/>
    <w:rsid w:val="00414DA8"/>
    <w:rsid w:val="00424E99"/>
    <w:rsid w:val="0042550C"/>
    <w:rsid w:val="0042737A"/>
    <w:rsid w:val="00431AE6"/>
    <w:rsid w:val="00447BAA"/>
    <w:rsid w:val="0045188E"/>
    <w:rsid w:val="00452B5E"/>
    <w:rsid w:val="00455D4C"/>
    <w:rsid w:val="00470211"/>
    <w:rsid w:val="00476F39"/>
    <w:rsid w:val="00491F12"/>
    <w:rsid w:val="00495584"/>
    <w:rsid w:val="004B1F0A"/>
    <w:rsid w:val="004D24E0"/>
    <w:rsid w:val="004D5F12"/>
    <w:rsid w:val="004D6A70"/>
    <w:rsid w:val="004D7DCF"/>
    <w:rsid w:val="004E7DB5"/>
    <w:rsid w:val="005035F5"/>
    <w:rsid w:val="00503C61"/>
    <w:rsid w:val="00513848"/>
    <w:rsid w:val="00513AFB"/>
    <w:rsid w:val="0052386E"/>
    <w:rsid w:val="00530D3E"/>
    <w:rsid w:val="00537D33"/>
    <w:rsid w:val="0054090D"/>
    <w:rsid w:val="005446EB"/>
    <w:rsid w:val="005477CB"/>
    <w:rsid w:val="00552B57"/>
    <w:rsid w:val="00557492"/>
    <w:rsid w:val="005879A9"/>
    <w:rsid w:val="00593991"/>
    <w:rsid w:val="00595D8D"/>
    <w:rsid w:val="005B1DDE"/>
    <w:rsid w:val="005C7A42"/>
    <w:rsid w:val="005D242C"/>
    <w:rsid w:val="005E6650"/>
    <w:rsid w:val="005E7E7F"/>
    <w:rsid w:val="005F3253"/>
    <w:rsid w:val="005F3CA1"/>
    <w:rsid w:val="00605473"/>
    <w:rsid w:val="00616941"/>
    <w:rsid w:val="00621C0C"/>
    <w:rsid w:val="00621D81"/>
    <w:rsid w:val="00644342"/>
    <w:rsid w:val="00646981"/>
    <w:rsid w:val="006476BC"/>
    <w:rsid w:val="00666B9A"/>
    <w:rsid w:val="00690753"/>
    <w:rsid w:val="006944B3"/>
    <w:rsid w:val="00696E5A"/>
    <w:rsid w:val="00697B32"/>
    <w:rsid w:val="006C557F"/>
    <w:rsid w:val="006C6F61"/>
    <w:rsid w:val="006E2362"/>
    <w:rsid w:val="006E57D4"/>
    <w:rsid w:val="006F39FC"/>
    <w:rsid w:val="006F6BD1"/>
    <w:rsid w:val="00700210"/>
    <w:rsid w:val="00707EBF"/>
    <w:rsid w:val="0071064A"/>
    <w:rsid w:val="0071620D"/>
    <w:rsid w:val="00722B5D"/>
    <w:rsid w:val="0074072B"/>
    <w:rsid w:val="00740E0B"/>
    <w:rsid w:val="0074581A"/>
    <w:rsid w:val="00747459"/>
    <w:rsid w:val="00757A8C"/>
    <w:rsid w:val="00764190"/>
    <w:rsid w:val="007742B4"/>
    <w:rsid w:val="00785DFE"/>
    <w:rsid w:val="007965D5"/>
    <w:rsid w:val="007A56AA"/>
    <w:rsid w:val="007A721A"/>
    <w:rsid w:val="007B5284"/>
    <w:rsid w:val="007B64E0"/>
    <w:rsid w:val="007C7863"/>
    <w:rsid w:val="00814DAB"/>
    <w:rsid w:val="00816024"/>
    <w:rsid w:val="00820371"/>
    <w:rsid w:val="00821A9F"/>
    <w:rsid w:val="0083018E"/>
    <w:rsid w:val="0084119C"/>
    <w:rsid w:val="00842E89"/>
    <w:rsid w:val="00850C8E"/>
    <w:rsid w:val="008625F2"/>
    <w:rsid w:val="00863EDF"/>
    <w:rsid w:val="0087316E"/>
    <w:rsid w:val="008779C3"/>
    <w:rsid w:val="0088278E"/>
    <w:rsid w:val="008834E2"/>
    <w:rsid w:val="0089574F"/>
    <w:rsid w:val="008E08F0"/>
    <w:rsid w:val="008F01B1"/>
    <w:rsid w:val="008F3E12"/>
    <w:rsid w:val="00901CA2"/>
    <w:rsid w:val="00907797"/>
    <w:rsid w:val="00940CA7"/>
    <w:rsid w:val="00944097"/>
    <w:rsid w:val="00945DBA"/>
    <w:rsid w:val="009606C8"/>
    <w:rsid w:val="009624CF"/>
    <w:rsid w:val="00966095"/>
    <w:rsid w:val="009846B5"/>
    <w:rsid w:val="00986A7A"/>
    <w:rsid w:val="009903A9"/>
    <w:rsid w:val="00990EC3"/>
    <w:rsid w:val="00996B4C"/>
    <w:rsid w:val="009B03E6"/>
    <w:rsid w:val="009B232E"/>
    <w:rsid w:val="009D25CD"/>
    <w:rsid w:val="009D674B"/>
    <w:rsid w:val="009D71C4"/>
    <w:rsid w:val="009E0DB5"/>
    <w:rsid w:val="009E6357"/>
    <w:rsid w:val="009F2DAB"/>
    <w:rsid w:val="009F5F8E"/>
    <w:rsid w:val="009F6690"/>
    <w:rsid w:val="00A16194"/>
    <w:rsid w:val="00A2791D"/>
    <w:rsid w:val="00A309E2"/>
    <w:rsid w:val="00A36D75"/>
    <w:rsid w:val="00A43E41"/>
    <w:rsid w:val="00A52BEB"/>
    <w:rsid w:val="00A6020D"/>
    <w:rsid w:val="00A914B9"/>
    <w:rsid w:val="00AB3795"/>
    <w:rsid w:val="00AC1FE9"/>
    <w:rsid w:val="00AC570D"/>
    <w:rsid w:val="00AF1CDE"/>
    <w:rsid w:val="00AF1E11"/>
    <w:rsid w:val="00AF4B2B"/>
    <w:rsid w:val="00AF788D"/>
    <w:rsid w:val="00B124E9"/>
    <w:rsid w:val="00B26F24"/>
    <w:rsid w:val="00B30030"/>
    <w:rsid w:val="00B314A4"/>
    <w:rsid w:val="00B362C5"/>
    <w:rsid w:val="00B44A3C"/>
    <w:rsid w:val="00B60C63"/>
    <w:rsid w:val="00B67A38"/>
    <w:rsid w:val="00B84C7B"/>
    <w:rsid w:val="00BC0634"/>
    <w:rsid w:val="00BC14B6"/>
    <w:rsid w:val="00BC3F5A"/>
    <w:rsid w:val="00BC4D65"/>
    <w:rsid w:val="00BE2E7B"/>
    <w:rsid w:val="00BE7A1A"/>
    <w:rsid w:val="00C00F9A"/>
    <w:rsid w:val="00C07F5E"/>
    <w:rsid w:val="00C30BC7"/>
    <w:rsid w:val="00C33614"/>
    <w:rsid w:val="00C37860"/>
    <w:rsid w:val="00C50B12"/>
    <w:rsid w:val="00C5204F"/>
    <w:rsid w:val="00C66E45"/>
    <w:rsid w:val="00C70AA2"/>
    <w:rsid w:val="00C80C91"/>
    <w:rsid w:val="00C827A9"/>
    <w:rsid w:val="00CA0BB9"/>
    <w:rsid w:val="00CA1418"/>
    <w:rsid w:val="00CB5887"/>
    <w:rsid w:val="00CB7469"/>
    <w:rsid w:val="00CD6118"/>
    <w:rsid w:val="00CD68F6"/>
    <w:rsid w:val="00CE1FA8"/>
    <w:rsid w:val="00CE79FF"/>
    <w:rsid w:val="00CF2056"/>
    <w:rsid w:val="00D029A7"/>
    <w:rsid w:val="00D060DC"/>
    <w:rsid w:val="00D16916"/>
    <w:rsid w:val="00D178C7"/>
    <w:rsid w:val="00D306FA"/>
    <w:rsid w:val="00D35BA5"/>
    <w:rsid w:val="00D367FB"/>
    <w:rsid w:val="00D46D39"/>
    <w:rsid w:val="00D52C2E"/>
    <w:rsid w:val="00D534D2"/>
    <w:rsid w:val="00D553D0"/>
    <w:rsid w:val="00D62775"/>
    <w:rsid w:val="00D81349"/>
    <w:rsid w:val="00D92158"/>
    <w:rsid w:val="00D95971"/>
    <w:rsid w:val="00DA63B1"/>
    <w:rsid w:val="00DB16CA"/>
    <w:rsid w:val="00DC4BA7"/>
    <w:rsid w:val="00DD3902"/>
    <w:rsid w:val="00DE0F2D"/>
    <w:rsid w:val="00DE40A7"/>
    <w:rsid w:val="00DE7AB5"/>
    <w:rsid w:val="00DF0616"/>
    <w:rsid w:val="00DF2495"/>
    <w:rsid w:val="00DF6626"/>
    <w:rsid w:val="00E05CBF"/>
    <w:rsid w:val="00E07051"/>
    <w:rsid w:val="00E109E9"/>
    <w:rsid w:val="00E40DBE"/>
    <w:rsid w:val="00E503EF"/>
    <w:rsid w:val="00E50BB8"/>
    <w:rsid w:val="00E51A5E"/>
    <w:rsid w:val="00E61C50"/>
    <w:rsid w:val="00E6241B"/>
    <w:rsid w:val="00E67219"/>
    <w:rsid w:val="00E7520B"/>
    <w:rsid w:val="00E767CE"/>
    <w:rsid w:val="00E77710"/>
    <w:rsid w:val="00EB2776"/>
    <w:rsid w:val="00EC4A14"/>
    <w:rsid w:val="00EC754A"/>
    <w:rsid w:val="00ED58EF"/>
    <w:rsid w:val="00EF02EA"/>
    <w:rsid w:val="00F0193E"/>
    <w:rsid w:val="00F06A0F"/>
    <w:rsid w:val="00F43204"/>
    <w:rsid w:val="00F82BD1"/>
    <w:rsid w:val="00F86C13"/>
    <w:rsid w:val="00F948F2"/>
    <w:rsid w:val="00FE2EE9"/>
    <w:rsid w:val="00FE3B73"/>
    <w:rsid w:val="00FE41CA"/>
    <w:rsid w:val="00FE6871"/>
    <w:rsid w:val="00FF0FAC"/>
    <w:rsid w:val="659CB8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B303F2"/>
  <w15:docId w15:val="{16AE979D-E4C9-49CB-B2E7-9360EB8AEC3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semiHidden/>
    <w:unhideWhenUsed/>
    <w:qFormat/>
    <w:rsid w:val="001A006D"/>
    <w:pPr>
      <w:keepNext/>
      <w:keepLines/>
      <w:spacing w:before="40"/>
      <w:outlineLvl w:val="3"/>
    </w:pPr>
    <w:rPr>
      <w:rFonts w:asciiTheme="majorHAnsi" w:hAnsiTheme="majorHAnsi" w:eastAsiaTheme="majorEastAsia" w:cstheme="majorBidi"/>
      <w:i/>
      <w:iCs/>
      <w:color w:val="365F91"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pSTitle" w:customStyle="1">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styleId="InfoPara" w:customStyle="1">
    <w:name w:val="Info_Para"/>
    <w:basedOn w:val="Normal"/>
    <w:next w:val="Normal"/>
    <w:rsid w:val="00F86C13"/>
    <w:pPr>
      <w:spacing w:before="120" w:after="20"/>
    </w:pPr>
    <w:rPr>
      <w:b/>
    </w:rPr>
  </w:style>
  <w:style w:type="paragraph" w:styleId="ReportSection" w:customStyle="1">
    <w:name w:val="Report_Section"/>
    <w:basedOn w:val="BpSTitle"/>
    <w:next w:val="Normal"/>
    <w:rsid w:val="00D81349"/>
    <w:pPr>
      <w:pBdr>
        <w:top w:val="single" w:color="auto" w:sz="4" w:space="1"/>
        <w:left w:val="single" w:color="auto" w:sz="4" w:space="4"/>
        <w:bottom w:val="single" w:color="auto" w:sz="4" w:space="1"/>
        <w:right w:val="single" w:color="auto" w:sz="4" w:space="4"/>
      </w:pBdr>
      <w:shd w:val="clear" w:color="auto" w:fill="E6E6E6"/>
      <w:spacing w:before="360"/>
    </w:pPr>
    <w:rPr>
      <w:rFonts w:cs="Times New Roman"/>
      <w:i/>
      <w:sz w:val="24"/>
      <w:szCs w:val="20"/>
    </w:rPr>
  </w:style>
  <w:style w:type="paragraph" w:styleId="BpSHeader" w:customStyle="1">
    <w:name w:val="BpS_Header"/>
    <w:basedOn w:val="Normal"/>
    <w:next w:val="Normal"/>
    <w:rsid w:val="009E0DB5"/>
    <w:pPr>
      <w:pBdr>
        <w:top w:val="dotted" w:color="auto" w:sz="4" w:space="1"/>
        <w:left w:val="dotted" w:color="auto" w:sz="4" w:space="4"/>
        <w:bottom w:val="dotted" w:color="auto" w:sz="4" w:space="1"/>
        <w:right w:val="dotted" w:color="auto" w:sz="4" w:space="4"/>
      </w:pBdr>
      <w:shd w:val="clear" w:color="auto" w:fill="F3F3F3"/>
    </w:pPr>
  </w:style>
  <w:style w:type="paragraph" w:styleId="SClassInfoPara" w:customStyle="1">
    <w:name w:val="SClass_Info_Para"/>
    <w:basedOn w:val="Normal"/>
    <w:next w:val="Normal"/>
    <w:rsid w:val="00EC4A14"/>
    <w:pPr>
      <w:spacing w:before="120"/>
    </w:pPr>
    <w:rPr>
      <w:i/>
      <w:u w:val="single"/>
    </w:rPr>
  </w:style>
  <w:style w:type="paragraph" w:styleId="ListParagraph">
    <w:name w:val="List Paragraph"/>
    <w:basedOn w:val="Normal"/>
    <w:uiPriority w:val="34"/>
    <w:qFormat/>
    <w:rsid w:val="003226E1"/>
    <w:pPr>
      <w:ind w:left="720"/>
    </w:pPr>
    <w:rPr>
      <w:rFonts w:ascii="Calibri" w:hAnsi="Calibri" w:eastAsia="Calibri"/>
      <w:sz w:val="22"/>
      <w:szCs w:val="22"/>
    </w:rPr>
  </w:style>
  <w:style w:type="character" w:styleId="Hyperlink">
    <w:name w:val="Hyperlink"/>
    <w:rsid w:val="003226E1"/>
    <w:rPr>
      <w:color w:val="0000FF"/>
      <w:u w:val="single"/>
    </w:rPr>
  </w:style>
  <w:style w:type="character" w:styleId="CommentReference">
    <w:name w:val="annotation reference"/>
    <w:basedOn w:val="DefaultParagraphFont"/>
    <w:uiPriority w:val="99"/>
    <w:semiHidden/>
    <w:unhideWhenUsed/>
    <w:rsid w:val="00E07051"/>
    <w:rPr>
      <w:sz w:val="16"/>
      <w:szCs w:val="16"/>
    </w:rPr>
  </w:style>
  <w:style w:type="paragraph" w:styleId="CommentText">
    <w:name w:val="annotation text"/>
    <w:basedOn w:val="Normal"/>
    <w:link w:val="CommentTextChar"/>
    <w:uiPriority w:val="99"/>
    <w:unhideWhenUsed/>
    <w:rsid w:val="00E07051"/>
    <w:rPr>
      <w:sz w:val="20"/>
      <w:szCs w:val="20"/>
    </w:rPr>
  </w:style>
  <w:style w:type="character" w:styleId="CommentTextChar" w:customStyle="1">
    <w:name w:val="Comment Text Char"/>
    <w:basedOn w:val="DefaultParagraphFont"/>
    <w:link w:val="CommentText"/>
    <w:uiPriority w:val="99"/>
    <w:rsid w:val="00E07051"/>
  </w:style>
  <w:style w:type="paragraph" w:styleId="CommentSubject">
    <w:name w:val="annotation subject"/>
    <w:basedOn w:val="CommentText"/>
    <w:next w:val="CommentText"/>
    <w:link w:val="CommentSubjectChar"/>
    <w:uiPriority w:val="99"/>
    <w:semiHidden/>
    <w:unhideWhenUsed/>
    <w:rsid w:val="00E07051"/>
    <w:rPr>
      <w:b/>
      <w:bCs/>
    </w:rPr>
  </w:style>
  <w:style w:type="character" w:styleId="CommentSubjectChar" w:customStyle="1">
    <w:name w:val="Comment Subject Char"/>
    <w:basedOn w:val="CommentTextChar"/>
    <w:link w:val="CommentSubject"/>
    <w:uiPriority w:val="99"/>
    <w:semiHidden/>
    <w:rsid w:val="00E07051"/>
    <w:rPr>
      <w:b/>
      <w:bCs/>
    </w:rPr>
  </w:style>
  <w:style w:type="paragraph" w:styleId="BalloonText">
    <w:name w:val="Balloon Text"/>
    <w:basedOn w:val="Normal"/>
    <w:link w:val="BalloonTextChar"/>
    <w:uiPriority w:val="99"/>
    <w:semiHidden/>
    <w:unhideWhenUsed/>
    <w:rsid w:val="00E07051"/>
    <w:rPr>
      <w:rFonts w:ascii="Segoe UI" w:hAnsi="Segoe UI" w:cs="Segoe UI"/>
      <w:sz w:val="18"/>
      <w:szCs w:val="18"/>
    </w:rPr>
  </w:style>
  <w:style w:type="character" w:styleId="BalloonTextChar" w:customStyle="1">
    <w:name w:val="Balloon Text Char"/>
    <w:basedOn w:val="DefaultParagraphFont"/>
    <w:link w:val="BalloonText"/>
    <w:uiPriority w:val="99"/>
    <w:semiHidden/>
    <w:rsid w:val="00E07051"/>
    <w:rPr>
      <w:rFonts w:ascii="Segoe UI" w:hAnsi="Segoe UI" w:cs="Segoe UI"/>
      <w:sz w:val="18"/>
      <w:szCs w:val="18"/>
    </w:rPr>
  </w:style>
  <w:style w:type="character" w:styleId="UnresolvedMention">
    <w:name w:val="Unresolved Mention"/>
    <w:basedOn w:val="DefaultParagraphFont"/>
    <w:uiPriority w:val="99"/>
    <w:semiHidden/>
    <w:unhideWhenUsed/>
    <w:rsid w:val="003B3878"/>
    <w:rPr>
      <w:color w:val="605E5C"/>
      <w:shd w:val="clear" w:color="auto" w:fill="E1DFDD"/>
    </w:rPr>
  </w:style>
  <w:style w:type="paragraph" w:styleId="Revision">
    <w:name w:val="Revision"/>
    <w:hidden/>
    <w:uiPriority w:val="99"/>
    <w:semiHidden/>
    <w:rsid w:val="0045188E"/>
    <w:rPr>
      <w:sz w:val="24"/>
      <w:szCs w:val="24"/>
    </w:rPr>
  </w:style>
  <w:style w:type="table" w:styleId="TableGrid">
    <w:name w:val="Table Grid"/>
    <w:basedOn w:val="TableNormal"/>
    <w:uiPriority w:val="59"/>
    <w:rsid w:val="00814DA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eading4Char" w:customStyle="1">
    <w:name w:val="Heading 4 Char"/>
    <w:basedOn w:val="DefaultParagraphFont"/>
    <w:link w:val="Heading4"/>
    <w:uiPriority w:val="9"/>
    <w:semiHidden/>
    <w:rsid w:val="001A006D"/>
    <w:rPr>
      <w:rFonts w:asciiTheme="majorHAnsi" w:hAnsiTheme="majorHAnsi" w:eastAsiaTheme="majorEastAsia" w:cstheme="majorBidi"/>
      <w:i/>
      <w:iCs/>
      <w:color w:val="365F91" w:themeColor="accent1" w:themeShade="BF"/>
      <w:sz w:val="24"/>
      <w:szCs w:val="24"/>
    </w:rPr>
  </w:style>
  <w:style w:type="character" w:styleId="FollowedHyperlink">
    <w:name w:val="FollowedHyperlink"/>
    <w:basedOn w:val="DefaultParagraphFont"/>
    <w:uiPriority w:val="99"/>
    <w:semiHidden/>
    <w:unhideWhenUsed/>
    <w:rsid w:val="001A073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261251">
      <w:bodyDiv w:val="1"/>
      <w:marLeft w:val="0"/>
      <w:marRight w:val="0"/>
      <w:marTop w:val="0"/>
      <w:marBottom w:val="0"/>
      <w:divBdr>
        <w:top w:val="none" w:sz="0" w:space="0" w:color="auto"/>
        <w:left w:val="none" w:sz="0" w:space="0" w:color="auto"/>
        <w:bottom w:val="none" w:sz="0" w:space="0" w:color="auto"/>
        <w:right w:val="none" w:sz="0" w:space="0" w:color="auto"/>
      </w:divBdr>
    </w:div>
    <w:div w:id="168524573">
      <w:bodyDiv w:val="1"/>
      <w:marLeft w:val="0"/>
      <w:marRight w:val="0"/>
      <w:marTop w:val="0"/>
      <w:marBottom w:val="0"/>
      <w:divBdr>
        <w:top w:val="none" w:sz="0" w:space="0" w:color="auto"/>
        <w:left w:val="none" w:sz="0" w:space="0" w:color="auto"/>
        <w:bottom w:val="none" w:sz="0" w:space="0" w:color="auto"/>
        <w:right w:val="none" w:sz="0" w:space="0" w:color="auto"/>
      </w:divBdr>
    </w:div>
    <w:div w:id="691997244">
      <w:bodyDiv w:val="1"/>
      <w:marLeft w:val="0"/>
      <w:marRight w:val="0"/>
      <w:marTop w:val="0"/>
      <w:marBottom w:val="0"/>
      <w:divBdr>
        <w:top w:val="none" w:sz="0" w:space="0" w:color="auto"/>
        <w:left w:val="none" w:sz="0" w:space="0" w:color="auto"/>
        <w:bottom w:val="none" w:sz="0" w:space="0" w:color="auto"/>
        <w:right w:val="none" w:sz="0" w:space="0" w:color="auto"/>
      </w:divBdr>
    </w:div>
    <w:div w:id="1450903065">
      <w:bodyDiv w:val="1"/>
      <w:marLeft w:val="0"/>
      <w:marRight w:val="0"/>
      <w:marTop w:val="0"/>
      <w:marBottom w:val="0"/>
      <w:divBdr>
        <w:top w:val="none" w:sz="0" w:space="0" w:color="auto"/>
        <w:left w:val="none" w:sz="0" w:space="0" w:color="auto"/>
        <w:bottom w:val="none" w:sz="0" w:space="0" w:color="auto"/>
        <w:right w:val="none" w:sz="0" w:space="0" w:color="auto"/>
      </w:divBdr>
    </w:div>
    <w:div w:id="1713529834">
      <w:bodyDiv w:val="1"/>
      <w:marLeft w:val="0"/>
      <w:marRight w:val="0"/>
      <w:marTop w:val="0"/>
      <w:marBottom w:val="0"/>
      <w:divBdr>
        <w:top w:val="none" w:sz="0" w:space="0" w:color="auto"/>
        <w:left w:val="none" w:sz="0" w:space="0" w:color="auto"/>
        <w:bottom w:val="none" w:sz="0" w:space="0" w:color="auto"/>
        <w:right w:val="none" w:sz="0" w:space="0" w:color="auto"/>
      </w:divBdr>
    </w:div>
    <w:div w:id="1783527922">
      <w:bodyDiv w:val="1"/>
      <w:marLeft w:val="0"/>
      <w:marRight w:val="0"/>
      <w:marTop w:val="0"/>
      <w:marBottom w:val="0"/>
      <w:divBdr>
        <w:top w:val="none" w:sz="0" w:space="0" w:color="auto"/>
        <w:left w:val="none" w:sz="0" w:space="0" w:color="auto"/>
        <w:bottom w:val="none" w:sz="0" w:space="0" w:color="auto"/>
        <w:right w:val="none" w:sz="0" w:space="0" w:color="auto"/>
      </w:divBdr>
    </w:div>
    <w:div w:id="1815105219">
      <w:bodyDiv w:val="1"/>
      <w:marLeft w:val="0"/>
      <w:marRight w:val="0"/>
      <w:marTop w:val="0"/>
      <w:marBottom w:val="0"/>
      <w:divBdr>
        <w:top w:val="none" w:sz="0" w:space="0" w:color="auto"/>
        <w:left w:val="none" w:sz="0" w:space="0" w:color="auto"/>
        <w:bottom w:val="none" w:sz="0" w:space="0" w:color="auto"/>
        <w:right w:val="none" w:sz="0" w:space="0" w:color="auto"/>
      </w:divBdr>
    </w:div>
    <w:div w:id="1994597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F1E84077-C969-49B3-BF25-0E606C015AF0}">
  <ds:schemaRefs>
    <ds:schemaRef ds:uri="http://schemas.openxmlformats.org/officeDocument/2006/bibliography"/>
  </ds:schemaRefs>
</ds:datastoreItem>
</file>

<file path=customXml/itemProps2.xml><?xml version="1.0" encoding="utf-8"?>
<ds:datastoreItem xmlns:ds="http://schemas.openxmlformats.org/officeDocument/2006/customXml" ds:itemID="{66BDE85D-3A30-4CF0-87D2-3575793A12BD}"/>
</file>

<file path=customXml/itemProps3.xml><?xml version="1.0" encoding="utf-8"?>
<ds:datastoreItem xmlns:ds="http://schemas.openxmlformats.org/officeDocument/2006/customXml" ds:itemID="{D9E937CC-98AB-4C87-9565-3380D74624B7}"/>
</file>

<file path=customXml/itemProps4.xml><?xml version="1.0" encoding="utf-8"?>
<ds:datastoreItem xmlns:ds="http://schemas.openxmlformats.org/officeDocument/2006/customXml" ds:itemID="{BFB73DDA-28A7-483C-9DA2-8016FE0B58C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Report_Template</ap:Template>
  <ap:Application>Microsoft Word for the web</ap:Application>
  <ap:DocSecurity>0</ap:DocSecurity>
  <ap:ScaleCrop>false</ap:ScaleCrop>
  <ap:Company>USDA Forest Service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Kori Blankenship</cp:lastModifiedBy>
  <cp:revision>22</cp:revision>
  <cp:lastPrinted>2015-09-11T19:37:00Z</cp:lastPrinted>
  <dcterms:created xsi:type="dcterms:W3CDTF">2022-12-15T01:19:00Z</dcterms:created>
  <dcterms:modified xsi:type="dcterms:W3CDTF">2024-11-02T16:11:42Z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