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4815" w:rsidP="00B64815" w:rsidRDefault="00B64815" w14:paraId="76793147" w14:textId="14EE56A7">
      <w:pPr>
        <w:pStyle w:val="BpSTitle"/>
      </w:pPr>
      <w:r>
        <w:t>16041</w:t>
      </w:r>
    </w:p>
    <w:p w:rsidR="00B64815" w:rsidP="006575E4" w:rsidRDefault="006575E4" w14:paraId="226455B9" w14:textId="1316AF08">
      <w:pPr>
        <w:pStyle w:val="BpSTitle"/>
      </w:pPr>
      <w:r w:rsidRPr="006575E4">
        <w:t xml:space="preserve">Western North American Boreal Mesic Black Spruce Forest and Woodland </w:t>
      </w:r>
      <w:r>
        <w:t>–</w:t>
      </w:r>
      <w:r w:rsidRPr="006575E4">
        <w:t xml:space="preserve"> Boreal</w:t>
      </w:r>
    </w:p>
    <w:p w:rsidR="00B64815" w:rsidP="00B64815" w:rsidRDefault="00B64815" w14:paraId="7E396774" w14:textId="77777777">
      <w:r>
        <w:t xmlns:w="http://schemas.openxmlformats.org/wordprocessingml/2006/main">BpS Model/Description Version: Nov. 2024</w:t>
      </w:r>
      <w:r>
        <w:tab/>
      </w:r>
      <w:r>
        <w:tab/>
      </w:r>
      <w:r>
        <w:tab/>
      </w:r>
      <w:r>
        <w:tab/>
      </w:r>
      <w:r>
        <w:tab/>
      </w:r>
      <w:r>
        <w:tab/>
      </w:r>
      <w:r>
        <w:tab/>
      </w:r>
      <w:r>
        <w:tab/>
      </w:r>
    </w:p>
    <w:p w:rsidR="00B64815" w:rsidP="00B64815" w:rsidRDefault="00B64815" w14:paraId="7B42D7C1" w14:textId="77777777"/>
    <w:tbl>
      <w:tblPr>
        <w:tblW w:w="1033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04"/>
        <w:gridCol w:w="2664"/>
        <w:gridCol w:w="2097"/>
        <w:gridCol w:w="3870"/>
      </w:tblGrid>
      <w:tr w:rsidRPr="00B64815" w:rsidR="00B64815" w:rsidTr="003746F6" w14:paraId="52E5027C" w14:textId="77777777">
        <w:tc>
          <w:tcPr>
            <w:tcW w:w="1704" w:type="dxa"/>
            <w:tcBorders>
              <w:top w:val="single" w:color="auto" w:sz="2" w:space="0"/>
              <w:left w:val="single" w:color="auto" w:sz="12" w:space="0"/>
              <w:bottom w:val="single" w:color="000000" w:sz="12" w:space="0"/>
            </w:tcBorders>
            <w:shd w:val="clear" w:color="auto" w:fill="auto"/>
          </w:tcPr>
          <w:p w:rsidRPr="00B64815" w:rsidR="00B64815" w:rsidP="00902FE9" w:rsidRDefault="00B64815" w14:paraId="4E5C08D0" w14:textId="77777777">
            <w:pPr>
              <w:rPr>
                <w:b/>
                <w:bCs/>
              </w:rPr>
            </w:pPr>
            <w:r w:rsidRPr="00B64815">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B64815" w:rsidR="00B64815" w:rsidP="00902FE9" w:rsidRDefault="00B64815" w14:paraId="3BCAFD96" w14:textId="77777777">
            <w:pPr>
              <w:rPr>
                <w:b/>
                <w:bCs/>
              </w:rPr>
            </w:pPr>
          </w:p>
        </w:tc>
        <w:tc>
          <w:tcPr>
            <w:tcW w:w="2097" w:type="dxa"/>
            <w:tcBorders>
              <w:top w:val="single" w:color="auto" w:sz="2" w:space="0"/>
              <w:left w:val="single" w:color="000000" w:sz="12" w:space="0"/>
              <w:bottom w:val="single" w:color="000000" w:sz="12" w:space="0"/>
            </w:tcBorders>
            <w:shd w:val="clear" w:color="auto" w:fill="auto"/>
          </w:tcPr>
          <w:p w:rsidRPr="00B64815" w:rsidR="00B64815" w:rsidP="00902FE9" w:rsidRDefault="00B64815" w14:paraId="756F3E27" w14:textId="77777777">
            <w:pPr>
              <w:rPr>
                <w:b/>
                <w:bCs/>
              </w:rPr>
            </w:pPr>
            <w:r w:rsidRPr="00B64815">
              <w:rPr>
                <w:b/>
                <w:bCs/>
              </w:rPr>
              <w:t>Reviewers</w:t>
            </w:r>
          </w:p>
        </w:tc>
        <w:tc>
          <w:tcPr>
            <w:tcW w:w="3870" w:type="dxa"/>
            <w:tcBorders>
              <w:top w:val="single" w:color="auto" w:sz="2" w:space="0"/>
              <w:bottom w:val="single" w:color="000000" w:sz="12" w:space="0"/>
            </w:tcBorders>
            <w:shd w:val="clear" w:color="auto" w:fill="auto"/>
          </w:tcPr>
          <w:p w:rsidRPr="00B64815" w:rsidR="00B64815" w:rsidP="00902FE9" w:rsidRDefault="00B64815" w14:paraId="47B05621" w14:textId="77777777">
            <w:pPr>
              <w:rPr>
                <w:b/>
                <w:bCs/>
              </w:rPr>
            </w:pPr>
          </w:p>
        </w:tc>
      </w:tr>
      <w:tr w:rsidRPr="00B64815" w:rsidR="00B64815" w:rsidTr="003746F6" w14:paraId="19902171" w14:textId="77777777">
        <w:tc>
          <w:tcPr>
            <w:tcW w:w="1704" w:type="dxa"/>
            <w:tcBorders>
              <w:top w:val="single" w:color="000000" w:sz="12" w:space="0"/>
              <w:left w:val="single" w:color="auto" w:sz="12" w:space="0"/>
            </w:tcBorders>
            <w:shd w:val="clear" w:color="auto" w:fill="auto"/>
          </w:tcPr>
          <w:p w:rsidRPr="00B64815" w:rsidR="00B64815" w:rsidP="00902FE9" w:rsidRDefault="00B64815" w14:paraId="369D285D" w14:textId="77777777">
            <w:pPr>
              <w:rPr>
                <w:bCs/>
              </w:rPr>
            </w:pPr>
            <w:r w:rsidRPr="00B64815">
              <w:rPr>
                <w:bCs/>
              </w:rPr>
              <w:t>Jill Johnstone</w:t>
            </w:r>
          </w:p>
        </w:tc>
        <w:tc>
          <w:tcPr>
            <w:tcW w:w="2664" w:type="dxa"/>
            <w:tcBorders>
              <w:top w:val="single" w:color="000000" w:sz="12" w:space="0"/>
              <w:right w:val="single" w:color="000000" w:sz="12" w:space="0"/>
            </w:tcBorders>
            <w:shd w:val="clear" w:color="auto" w:fill="auto"/>
          </w:tcPr>
          <w:p w:rsidRPr="00B64815" w:rsidR="00B64815" w:rsidP="00902FE9" w:rsidRDefault="00B64815" w14:paraId="46223F0B" w14:textId="77777777">
            <w:r w:rsidRPr="00B64815">
              <w:t>jill.johnstone@usask.ca</w:t>
            </w:r>
          </w:p>
        </w:tc>
        <w:tc>
          <w:tcPr>
            <w:tcW w:w="2097" w:type="dxa"/>
            <w:tcBorders>
              <w:top w:val="single" w:color="000000" w:sz="12" w:space="0"/>
              <w:left w:val="single" w:color="000000" w:sz="12" w:space="0"/>
            </w:tcBorders>
            <w:shd w:val="clear" w:color="auto" w:fill="auto"/>
          </w:tcPr>
          <w:p w:rsidRPr="00B64815" w:rsidR="00B64815" w:rsidP="00902FE9" w:rsidRDefault="00B64815" w14:paraId="2AD958DF" w14:textId="77777777">
            <w:r w:rsidRPr="00B64815">
              <w:t>Will Putnam</w:t>
            </w:r>
          </w:p>
        </w:tc>
        <w:tc>
          <w:tcPr>
            <w:tcW w:w="3870" w:type="dxa"/>
            <w:tcBorders>
              <w:top w:val="single" w:color="000000" w:sz="12" w:space="0"/>
            </w:tcBorders>
            <w:shd w:val="clear" w:color="auto" w:fill="auto"/>
          </w:tcPr>
          <w:p w:rsidRPr="00B64815" w:rsidR="00B64815" w:rsidP="00902FE9" w:rsidRDefault="00B64815" w14:paraId="6F332E9D" w14:textId="77777777">
            <w:r w:rsidRPr="00B64815">
              <w:t>wputman@tananachiefs.org</w:t>
            </w:r>
          </w:p>
        </w:tc>
      </w:tr>
      <w:tr w:rsidRPr="00B64815" w:rsidR="004B4B2F" w:rsidTr="003746F6" w14:paraId="25235C0F" w14:textId="77777777">
        <w:tc>
          <w:tcPr>
            <w:tcW w:w="1704" w:type="dxa"/>
            <w:tcBorders>
              <w:left w:val="single" w:color="auto" w:sz="12" w:space="0"/>
            </w:tcBorders>
            <w:shd w:val="clear" w:color="auto" w:fill="auto"/>
          </w:tcPr>
          <w:p w:rsidRPr="00B64815" w:rsidR="004B4B2F" w:rsidP="004B4B2F" w:rsidRDefault="004B4B2F" w14:paraId="495FAED0" w14:textId="67A4A794">
            <w:pPr>
              <w:rPr>
                <w:bCs/>
              </w:rPr>
            </w:pPr>
            <w:r w:rsidRPr="00730284">
              <w:rPr>
                <w:bCs/>
              </w:rPr>
              <w:t>Joan Foote</w:t>
            </w:r>
          </w:p>
        </w:tc>
        <w:tc>
          <w:tcPr>
            <w:tcW w:w="2664" w:type="dxa"/>
            <w:tcBorders>
              <w:right w:val="single" w:color="000000" w:sz="12" w:space="0"/>
            </w:tcBorders>
            <w:shd w:val="clear" w:color="auto" w:fill="auto"/>
          </w:tcPr>
          <w:p w:rsidRPr="00B64815" w:rsidR="004B4B2F" w:rsidP="004B4B2F" w:rsidRDefault="004B4B2F" w14:paraId="76C23554" w14:textId="37F19700">
            <w:r w:rsidRPr="00730284">
              <w:t>joanf@mosquitonet.com</w:t>
            </w:r>
          </w:p>
        </w:tc>
        <w:tc>
          <w:tcPr>
            <w:tcW w:w="2097" w:type="dxa"/>
            <w:tcBorders>
              <w:left w:val="single" w:color="000000" w:sz="12" w:space="0"/>
            </w:tcBorders>
            <w:shd w:val="clear" w:color="auto" w:fill="auto"/>
          </w:tcPr>
          <w:p w:rsidRPr="00B64815" w:rsidR="004B4B2F" w:rsidP="004B4B2F" w:rsidRDefault="004B4B2F" w14:paraId="1384DA91" w14:textId="076DA01D">
            <w:r w:rsidRPr="00730284">
              <w:t>Michelle Schuman</w:t>
            </w:r>
          </w:p>
        </w:tc>
        <w:tc>
          <w:tcPr>
            <w:tcW w:w="3870" w:type="dxa"/>
            <w:shd w:val="clear" w:color="auto" w:fill="auto"/>
          </w:tcPr>
          <w:p w:rsidRPr="00B64815" w:rsidR="004B4B2F" w:rsidP="004B4B2F" w:rsidRDefault="004B4B2F" w14:paraId="6AC1BAAD" w14:textId="1A02FA3E">
            <w:r w:rsidRPr="00730284">
              <w:t>michelle.schuman@ak.usda.gov</w:t>
            </w:r>
          </w:p>
        </w:tc>
      </w:tr>
      <w:tr w:rsidRPr="00B64815" w:rsidR="004B4B2F" w:rsidTr="003746F6" w14:paraId="65D012BB" w14:textId="77777777">
        <w:tc>
          <w:tcPr>
            <w:tcW w:w="1704" w:type="dxa"/>
            <w:tcBorders>
              <w:left w:val="single" w:color="auto" w:sz="12" w:space="0"/>
              <w:bottom w:val="single" w:color="auto" w:sz="2" w:space="0"/>
            </w:tcBorders>
            <w:shd w:val="clear" w:color="auto" w:fill="auto"/>
          </w:tcPr>
          <w:p w:rsidRPr="00B64815" w:rsidR="004B4B2F" w:rsidP="004B4B2F" w:rsidRDefault="004B4B2F" w14:paraId="588F83CA" w14:textId="47586360">
            <w:pPr>
              <w:rPr>
                <w:bCs/>
              </w:rPr>
            </w:pPr>
            <w:r w:rsidRPr="00730284">
              <w:rPr>
                <w:bCs/>
              </w:rPr>
              <w:t>Colleen Ryan</w:t>
            </w:r>
          </w:p>
        </w:tc>
        <w:tc>
          <w:tcPr>
            <w:tcW w:w="2664" w:type="dxa"/>
            <w:tcBorders>
              <w:right w:val="single" w:color="000000" w:sz="12" w:space="0"/>
            </w:tcBorders>
            <w:shd w:val="clear" w:color="auto" w:fill="auto"/>
          </w:tcPr>
          <w:p w:rsidRPr="00B64815" w:rsidR="004B4B2F" w:rsidP="004B4B2F" w:rsidRDefault="004B4B2F" w14:paraId="14BFBC25" w14:textId="210769F1">
            <w:r w:rsidRPr="00730284">
              <w:t>colleen_ryan@tnc.org</w:t>
            </w:r>
          </w:p>
        </w:tc>
        <w:tc>
          <w:tcPr>
            <w:tcW w:w="2097" w:type="dxa"/>
            <w:tcBorders>
              <w:left w:val="single" w:color="000000" w:sz="12" w:space="0"/>
              <w:bottom w:val="single" w:color="auto" w:sz="2" w:space="0"/>
            </w:tcBorders>
            <w:shd w:val="clear" w:color="auto" w:fill="auto"/>
          </w:tcPr>
          <w:p w:rsidRPr="00B64815" w:rsidR="004B4B2F" w:rsidP="004B4B2F" w:rsidRDefault="004B4B2F" w14:paraId="1AA1902A" w14:textId="635E1234">
            <w:r w:rsidRPr="00730284">
              <w:t>Lisa Saperstein</w:t>
            </w:r>
          </w:p>
        </w:tc>
        <w:tc>
          <w:tcPr>
            <w:tcW w:w="3870" w:type="dxa"/>
            <w:shd w:val="clear" w:color="auto" w:fill="auto"/>
          </w:tcPr>
          <w:p w:rsidRPr="00B64815" w:rsidR="004B4B2F" w:rsidP="004B4B2F" w:rsidRDefault="004B4B2F" w14:paraId="432461FE" w14:textId="6D5F3177">
            <w:r w:rsidRPr="00730284">
              <w:t>Lisa_Saperstein@fws.gov</w:t>
            </w:r>
          </w:p>
        </w:tc>
      </w:tr>
    </w:tbl>
    <w:p w:rsidR="004451F5" w:rsidP="00B64815" w:rsidRDefault="004451F5" w14:paraId="5EAF2B98" w14:textId="77777777">
      <w:pPr>
        <w:pStyle w:val="InfoPara"/>
      </w:pPr>
    </w:p>
    <w:p w:rsidRPr="00FF0A17" w:rsidR="00FF0A17" w:rsidP="00B64815" w:rsidRDefault="00FF0A17" w14:paraId="62709097" w14:textId="7237B888">
      <w:pPr>
        <w:pStyle w:val="InfoPara"/>
        <w:rPr>
          <w:b w:val="0"/>
        </w:rPr>
      </w:pPr>
      <w:r>
        <w:t>Reviewer</w:t>
      </w:r>
      <w:r w:rsidR="00F8518F">
        <w:rPr>
          <w:b w:val="0"/>
        </w:rPr>
        <w:t xml:space="preserve">s: </w:t>
      </w:r>
      <w:r>
        <w:rPr>
          <w:b w:val="0"/>
        </w:rPr>
        <w:t>Janet Fryer</w:t>
      </w:r>
      <w:r w:rsidR="00F8518F">
        <w:rPr>
          <w:b w:val="0"/>
        </w:rPr>
        <w:t>, Lisa Saperstein</w:t>
      </w:r>
      <w:r w:rsidRPr="00573EC3" w:rsidR="00F8518F">
        <w:rPr>
          <w:b w:val="0"/>
        </w:rPr>
        <w:t>, B</w:t>
      </w:r>
      <w:r w:rsidRPr="00241BAC" w:rsidR="00F8518F">
        <w:rPr>
          <w:b w:val="0"/>
        </w:rPr>
        <w:t xml:space="preserve">eth </w:t>
      </w:r>
      <w:r w:rsidRPr="00573EC3" w:rsidR="00F8518F">
        <w:rPr>
          <w:b w:val="0"/>
        </w:rPr>
        <w:t>S</w:t>
      </w:r>
      <w:r w:rsidRPr="00241BAC" w:rsidR="00F8518F">
        <w:rPr>
          <w:b w:val="0"/>
        </w:rPr>
        <w:t>chulz</w:t>
      </w:r>
      <w:r w:rsidRPr="00573EC3" w:rsidR="00F8518F">
        <w:rPr>
          <w:b w:val="0"/>
        </w:rPr>
        <w:t>, B</w:t>
      </w:r>
      <w:r w:rsidRPr="00241BAC" w:rsidR="00F8518F">
        <w:rPr>
          <w:b w:val="0"/>
        </w:rPr>
        <w:t xml:space="preserve">laine </w:t>
      </w:r>
      <w:r w:rsidRPr="00573EC3" w:rsidR="00F8518F">
        <w:rPr>
          <w:b w:val="0"/>
        </w:rPr>
        <w:t>S</w:t>
      </w:r>
      <w:r w:rsidRPr="00241BAC" w:rsidR="00F8518F">
        <w:rPr>
          <w:b w:val="0"/>
        </w:rPr>
        <w:t>pellman</w:t>
      </w:r>
      <w:r w:rsidRPr="00573EC3" w:rsidR="00F8518F">
        <w:rPr>
          <w:b w:val="0"/>
        </w:rPr>
        <w:t>, Anjanette</w:t>
      </w:r>
      <w:r w:rsidR="00F8518F">
        <w:rPr>
          <w:b w:val="0"/>
        </w:rPr>
        <w:t xml:space="preserve"> Steer</w:t>
      </w:r>
    </w:p>
    <w:p w:rsidR="00B64815" w:rsidP="00B64815" w:rsidRDefault="00B64815" w14:paraId="07F62963" w14:textId="457CDE7F">
      <w:pPr>
        <w:pStyle w:val="InfoPara"/>
      </w:pPr>
      <w:r>
        <w:t>Vegetation Type</w:t>
      </w:r>
    </w:p>
    <w:p w:rsidR="00B64815" w:rsidP="00B64815" w:rsidRDefault="00B64815" w14:paraId="099E7018" w14:textId="77777777">
      <w:r>
        <w:t>Forest and Woodland</w:t>
      </w:r>
    </w:p>
    <w:p w:rsidR="00B64815" w:rsidP="00B64815" w:rsidRDefault="00B64815" w14:paraId="1E3EF3E1" w14:textId="77777777">
      <w:pPr>
        <w:pStyle w:val="InfoPara"/>
      </w:pPr>
      <w:r>
        <w:t>Map Zones</w:t>
      </w:r>
    </w:p>
    <w:p w:rsidR="009D42F5" w:rsidP="3CFBB26C" w:rsidRDefault="009D42F5" w14:paraId="1149CB2F" w14:textId="77777777">
      <w:pPr>
        <w:rPr>
          <w:rFonts w:ascii="Times New Roman" w:hAnsi="Times New Roman" w:eastAsia="Times New Roman" w:cs="Times New Roman"/>
          <w:color w:val="000000"/>
          <w:sz w:val="24"/>
          <w:szCs w:val="24"/>
        </w:rPr>
      </w:pPr>
      <w:r w:rsidRPr="3CFBB26C" w:rsidR="3CFBB26C">
        <w:rPr>
          <w:rFonts w:ascii="Times New Roman" w:hAnsi="Times New Roman" w:eastAsia="Times New Roman" w:cs="Times New Roman"/>
          <w:color w:val="000000" w:themeColor="text1" w:themeTint="FF" w:themeShade="FF"/>
          <w:sz w:val="24"/>
          <w:szCs w:val="24"/>
        </w:rPr>
        <w:t>68, 69, 70, 71, 72, 73, 74, 75, 76, 77, 78</w:t>
      </w:r>
    </w:p>
    <w:p w:rsidR="00B64815" w:rsidP="00B64815" w:rsidRDefault="00B64815" w14:paraId="683F9044" w14:textId="77777777">
      <w:pPr>
        <w:pStyle w:val="InfoPara"/>
      </w:pPr>
      <w:r>
        <w:t>Model Splits or Lumps</w:t>
      </w:r>
      <w:r w:rsidR="00387C49">
        <w:t xml:space="preserve">  </w:t>
      </w:r>
    </w:p>
    <w:p w:rsidR="003D0787" w:rsidP="003D0787" w:rsidRDefault="006575E4" w14:paraId="0C95130E" w14:textId="4B8DF45F">
      <w:r w:rsidR="3CFBB26C">
        <w:rPr/>
        <w:t xml:space="preserve">Western North American Boreal Mesic Black Spruce Forest and Woodland was split into a Boreal and Boreal Transition variant for </w:t>
      </w:r>
      <w:proofErr w:type="spellStart"/>
      <w:r w:rsidR="3CFBB26C">
        <w:rPr/>
        <w:t>BpS</w:t>
      </w:r>
      <w:proofErr w:type="spellEnd"/>
      <w:r w:rsidR="3CFBB26C">
        <w:rPr/>
        <w:t xml:space="preserve"> modeling so that regional differences could be represented. For mapping </w:t>
      </w:r>
      <w:proofErr w:type="spellStart"/>
      <w:r w:rsidR="3CFBB26C">
        <w:rPr/>
        <w:t>BpS</w:t>
      </w:r>
      <w:proofErr w:type="spellEnd"/>
      <w:r w:rsidR="3CFBB26C">
        <w:rPr/>
        <w:t xml:space="preserve"> 16041 should apply in level 2 ecoregions (</w:t>
      </w:r>
      <w:proofErr w:type="spellStart"/>
      <w:r w:rsidR="3CFBB26C">
        <w:rPr/>
        <w:t>Nowaki</w:t>
      </w:r>
      <w:proofErr w:type="spellEnd"/>
      <w:r w:rsidR="3CFBB26C">
        <w:rPr/>
        <w:t xml:space="preserve"> et al. 2001): Intermontane Boreal, Aleutian Meadows, Arctic Tundra, Bering Taiga, Bering Tundra.</w:t>
      </w:r>
    </w:p>
    <w:p w:rsidR="00B64815" w:rsidP="00B64815" w:rsidRDefault="00B64815" w14:paraId="18C0AF4E" w14:textId="77777777">
      <w:pPr>
        <w:pStyle w:val="InfoPara"/>
      </w:pPr>
      <w:r>
        <w:t>Geographic Range</w:t>
      </w:r>
    </w:p>
    <w:p w:rsidR="00B64815" w:rsidP="00B64815" w:rsidRDefault="005B2C29" w14:paraId="3311F876" w14:textId="1920072F">
      <w:r>
        <w:t xml:space="preserve">This </w:t>
      </w:r>
      <w:r w:rsidR="00CB40A6">
        <w:t>Biophysical Setting (BpS)</w:t>
      </w:r>
      <w:r>
        <w:t xml:space="preserve"> occurs on lower to upper north-facing slopes in the boreal regions of Alaska, and northern Yukon Territory</w:t>
      </w:r>
      <w:r w:rsidR="00F8518F">
        <w:t>.</w:t>
      </w:r>
      <w:r w:rsidR="005D0AC4">
        <w:t xml:space="preserve"> </w:t>
      </w:r>
      <w:r w:rsidR="00B64815">
        <w:t xml:space="preserve">This </w:t>
      </w:r>
      <w:r>
        <w:t xml:space="preserve">model applies </w:t>
      </w:r>
      <w:r w:rsidR="00DE4E24">
        <w:t>to</w:t>
      </w:r>
      <w:r w:rsidR="00B64815">
        <w:t xml:space="preserve"> the boreal region of AK.</w:t>
      </w:r>
    </w:p>
    <w:p w:rsidR="00B64815" w:rsidP="00B64815" w:rsidRDefault="00B64815" w14:paraId="53759863" w14:textId="77777777">
      <w:pPr>
        <w:pStyle w:val="InfoPara"/>
      </w:pPr>
      <w:r>
        <w:t>Biophysical Site Description</w:t>
      </w:r>
    </w:p>
    <w:p w:rsidR="002013A8" w:rsidP="002013A8" w:rsidRDefault="005B2C29" w14:paraId="6A3A729B" w14:textId="0F3D9BC7">
      <w:bookmarkStart w:name="_Hlk84659497" w:id="0"/>
      <w:r>
        <w:t>This system occurs on moderately well-drained sites including old alluvial fans, abandoned floodplains, and inactive terraces and is widespread on upland slopes (all aspects)</w:t>
      </w:r>
      <w:r w:rsidR="005213ED">
        <w:t xml:space="preserve"> and </w:t>
      </w:r>
      <w:r w:rsidR="00F8518F">
        <w:t xml:space="preserve">remnant </w:t>
      </w:r>
      <w:r>
        <w:t xml:space="preserve">alluvial deposits. </w:t>
      </w:r>
      <w:r w:rsidR="00D43DF1">
        <w:t>On the upland slope occurrences, t</w:t>
      </w:r>
      <w:r>
        <w:t xml:space="preserve">he slope angle is generally greater than 8°. Soils </w:t>
      </w:r>
      <w:r w:rsidR="00D43DF1">
        <w:t xml:space="preserve">can be </w:t>
      </w:r>
      <w:r>
        <w:t>gravelly</w:t>
      </w:r>
      <w:r w:rsidR="00D43DF1">
        <w:t xml:space="preserve"> in abandoned floodplains</w:t>
      </w:r>
      <w:r>
        <w:t xml:space="preserve"> and feature shallow to moderately deep organic horizons. A peat layer may be absent or well developed, but there may be an organic layer derived from non-sphagnum mosses</w:t>
      </w:r>
      <w:r w:rsidR="00406705">
        <w:t xml:space="preserve"> including N-fixing </w:t>
      </w:r>
      <w:r w:rsidRPr="00395684" w:rsidR="00406705">
        <w:rPr>
          <w:i/>
          <w:iCs/>
        </w:rPr>
        <w:t>Hylocomium splendens</w:t>
      </w:r>
      <w:r>
        <w:t xml:space="preserve">. </w:t>
      </w:r>
      <w:r w:rsidR="00395684">
        <w:t>Ice-rich p</w:t>
      </w:r>
      <w:r>
        <w:t xml:space="preserve">ermafrost is usually </w:t>
      </w:r>
      <w:r w:rsidR="00E43BD8">
        <w:t>present</w:t>
      </w:r>
      <w:r>
        <w:t xml:space="preserve"> except on shallow soils over bedrock and coarse alluvium (Viereck et al. 1992)</w:t>
      </w:r>
      <w:r w:rsidR="00395684">
        <w:t>.</w:t>
      </w:r>
      <w:r w:rsidR="005213ED">
        <w:t xml:space="preserve"> </w:t>
      </w:r>
      <w:r>
        <w:t>Sites occurring on north-facing slopes can be underlain by permafrost</w:t>
      </w:r>
      <w:r w:rsidR="005213ED">
        <w:t>, which retards the</w:t>
      </w:r>
      <w:r>
        <w:t xml:space="preserve"> productivity of </w:t>
      </w:r>
      <w:r>
        <w:rPr>
          <w:i/>
          <w:iCs/>
        </w:rPr>
        <w:t>Picea mariana</w:t>
      </w:r>
      <w:r>
        <w:t xml:space="preserve">. Soils on these sites are </w:t>
      </w:r>
      <w:r w:rsidR="005213ED">
        <w:t xml:space="preserve">moderately </w:t>
      </w:r>
      <w:r>
        <w:t xml:space="preserve">drained and acidic with a well-developed peat layer. Sites on lower concave slopes and toeslopes are </w:t>
      </w:r>
      <w:r w:rsidR="00D43DF1">
        <w:t>mesic-</w:t>
      </w:r>
      <w:r>
        <w:t xml:space="preserve">wet, while sites on upper slopes, convex slopes and ridges </w:t>
      </w:r>
      <w:r w:rsidR="00395684">
        <w:t>are</w:t>
      </w:r>
      <w:r>
        <w:t xml:space="preserve"> mesic. </w:t>
      </w:r>
      <w:r w:rsidR="002013A8">
        <w:t xml:space="preserve">Within the southern geography of this system, </w:t>
      </w:r>
      <w:r w:rsidRPr="00395684" w:rsidR="002013A8">
        <w:rPr>
          <w:i/>
        </w:rPr>
        <w:t>Picea mariana</w:t>
      </w:r>
      <w:r w:rsidR="002013A8">
        <w:t xml:space="preserve"> dominated sites are typically restricted to peatlands (Harlow and Harrar 1968)</w:t>
      </w:r>
      <w:r w:rsidR="0089097D">
        <w:t xml:space="preserve">, </w:t>
      </w:r>
      <w:r w:rsidR="003544C0">
        <w:t xml:space="preserve">mesic </w:t>
      </w:r>
      <w:r w:rsidR="0089097D">
        <w:t>black spruce is replaced by temperate rain forests dominated by Sitka spruce in the North Pacific Coast of south-central A</w:t>
      </w:r>
      <w:r w:rsidR="00EB166E">
        <w:t>K</w:t>
      </w:r>
      <w:r w:rsidR="0089097D">
        <w:t xml:space="preserve">.  </w:t>
      </w:r>
    </w:p>
    <w:bookmarkEnd w:id="0"/>
    <w:p w:rsidR="00B64815" w:rsidP="00B64815" w:rsidRDefault="00B64815" w14:paraId="5458721F" w14:textId="77777777">
      <w:pPr>
        <w:pStyle w:val="InfoPara"/>
      </w:pPr>
      <w:r>
        <w:t>Vegetation Description</w:t>
      </w:r>
    </w:p>
    <w:p w:rsidR="004B4B2F" w:rsidP="00B64815" w:rsidRDefault="00B64815" w14:paraId="50AFBE44" w14:textId="14C5A42D">
      <w:bookmarkStart w:name="_Hlk84659601" w:id="1"/>
      <w:r w:rsidRPr="00EB036B">
        <w:rPr>
          <w:i/>
          <w:iCs/>
        </w:rPr>
        <w:t>Picea mariana</w:t>
      </w:r>
      <w:r>
        <w:t xml:space="preserve"> is the dominant overstory species, but </w:t>
      </w:r>
      <w:r w:rsidRPr="00EB036B">
        <w:rPr>
          <w:i/>
          <w:iCs/>
        </w:rPr>
        <w:t>Picea glauca</w:t>
      </w:r>
      <w:r>
        <w:t xml:space="preserve"> may be co</w:t>
      </w:r>
      <w:r w:rsidR="00EB166E">
        <w:t>-</w:t>
      </w:r>
      <w:r>
        <w:t xml:space="preserve">dominant on some sites. Early successional stands may be dominated by </w:t>
      </w:r>
      <w:r w:rsidRPr="00EB036B">
        <w:rPr>
          <w:i/>
          <w:iCs/>
        </w:rPr>
        <w:t xml:space="preserve">Betula </w:t>
      </w:r>
      <w:r w:rsidRPr="00EB036B" w:rsidR="002E6D1C">
        <w:rPr>
          <w:i/>
          <w:iCs/>
        </w:rPr>
        <w:t>neoalaskana</w:t>
      </w:r>
      <w:r w:rsidR="002E6D1C">
        <w:t xml:space="preserve"> </w:t>
      </w:r>
      <w:r>
        <w:t xml:space="preserve">or </w:t>
      </w:r>
      <w:r w:rsidRPr="00EB036B">
        <w:rPr>
          <w:i/>
          <w:iCs/>
        </w:rPr>
        <w:t>Populus tremuloides. Populus tremuloides</w:t>
      </w:r>
      <w:r>
        <w:t xml:space="preserve"> replaces </w:t>
      </w:r>
      <w:r w:rsidRPr="00EB036B">
        <w:rPr>
          <w:i/>
          <w:iCs/>
        </w:rPr>
        <w:t xml:space="preserve">Betula </w:t>
      </w:r>
      <w:r w:rsidRPr="00EB036B" w:rsidR="002E6D1C">
        <w:rPr>
          <w:i/>
          <w:iCs/>
        </w:rPr>
        <w:t>neoalaskana</w:t>
      </w:r>
      <w:r w:rsidR="002E6D1C">
        <w:t xml:space="preserve"> </w:t>
      </w:r>
      <w:r>
        <w:t>on drier sites (Foote 1983</w:t>
      </w:r>
      <w:r w:rsidR="00EB036B">
        <w:t>;</w:t>
      </w:r>
      <w:r>
        <w:t xml:space="preserve"> </w:t>
      </w:r>
      <w:r>
        <w:t xml:space="preserve">Chapin et al. 2006). Common understory shrubs include </w:t>
      </w:r>
      <w:r w:rsidRPr="00EB036B">
        <w:rPr>
          <w:i/>
          <w:iCs/>
        </w:rPr>
        <w:t xml:space="preserve">Rosa acicularis, Betula nana, Ledum </w:t>
      </w:r>
      <w:r w:rsidRPr="00EB036B" w:rsidR="00177A19">
        <w:rPr>
          <w:i/>
          <w:iCs/>
        </w:rPr>
        <w:t xml:space="preserve">groenlandicum, </w:t>
      </w:r>
      <w:r w:rsidRPr="00EB036B" w:rsidR="005B2C29">
        <w:rPr>
          <w:i/>
          <w:iCs/>
        </w:rPr>
        <w:t xml:space="preserve">Linnaea borealis, </w:t>
      </w:r>
      <w:r w:rsidRPr="00EB036B">
        <w:rPr>
          <w:i/>
          <w:iCs/>
        </w:rPr>
        <w:t>Vaccinium vitis-idaea</w:t>
      </w:r>
      <w:r w:rsidRPr="00EB036B" w:rsidR="004B4B2F">
        <w:rPr>
          <w:i/>
          <w:iCs/>
        </w:rPr>
        <w:t>, V. uliginosum,</w:t>
      </w:r>
      <w:r w:rsidRPr="00EB036B" w:rsidR="00D950D2">
        <w:rPr>
          <w:i/>
          <w:iCs/>
        </w:rPr>
        <w:t xml:space="preserve"> </w:t>
      </w:r>
      <w:r w:rsidRPr="00EB036B">
        <w:t>and</w:t>
      </w:r>
      <w:r w:rsidRPr="00EB036B">
        <w:rPr>
          <w:i/>
          <w:iCs/>
        </w:rPr>
        <w:t xml:space="preserve"> Empetrum nigrum</w:t>
      </w:r>
      <w:r w:rsidR="005B2C29">
        <w:t>.</w:t>
      </w:r>
    </w:p>
    <w:p w:rsidR="004B4B2F" w:rsidP="00B64815" w:rsidRDefault="004B4B2F" w14:paraId="582C91FC" w14:textId="77777777"/>
    <w:p w:rsidR="004B4B2F" w:rsidP="004B4B2F" w:rsidRDefault="00B64815" w14:paraId="6EBAD8F8" w14:textId="05B402C2">
      <w:r>
        <w:t xml:space="preserve">Herbaceous species include </w:t>
      </w:r>
      <w:r w:rsidRPr="00EB036B">
        <w:rPr>
          <w:i/>
          <w:iCs/>
        </w:rPr>
        <w:t>Calamagrostis canadensis, Chamerion angustifolium</w:t>
      </w:r>
      <w:r w:rsidRPr="00EB036B" w:rsidR="00177A19">
        <w:rPr>
          <w:i/>
          <w:iCs/>
        </w:rPr>
        <w:t>,</w:t>
      </w:r>
      <w:r w:rsidRPr="00EB036B">
        <w:rPr>
          <w:i/>
          <w:iCs/>
        </w:rPr>
        <w:t xml:space="preserve"> Equisetum spp.</w:t>
      </w:r>
      <w:r w:rsidRPr="00EB036B" w:rsidR="004B4B2F">
        <w:rPr>
          <w:i/>
          <w:iCs/>
        </w:rPr>
        <w:t xml:space="preserve">, Rubus chamaemorus, </w:t>
      </w:r>
      <w:r w:rsidRPr="00EB036B" w:rsidR="004B4B2F">
        <w:t>and</w:t>
      </w:r>
      <w:r w:rsidRPr="00EB036B" w:rsidR="004B4B2F">
        <w:rPr>
          <w:i/>
          <w:iCs/>
        </w:rPr>
        <w:t xml:space="preserve"> Carex</w:t>
      </w:r>
      <w:r w:rsidR="004B4B2F">
        <w:t xml:space="preserve"> spp. </w:t>
      </w:r>
      <w:r>
        <w:t xml:space="preserve">Common mosses include </w:t>
      </w:r>
      <w:r w:rsidRPr="00EB036B" w:rsidR="004B4B2F">
        <w:rPr>
          <w:i/>
          <w:iCs/>
        </w:rPr>
        <w:t>Sphagnum</w:t>
      </w:r>
      <w:r w:rsidR="004B4B2F">
        <w:t xml:space="preserve"> spp., </w:t>
      </w:r>
      <w:r w:rsidRPr="00EB036B">
        <w:rPr>
          <w:i/>
          <w:iCs/>
        </w:rPr>
        <w:t>Hylocomium splendens</w:t>
      </w:r>
      <w:r w:rsidR="004B4B2F">
        <w:t>,</w:t>
      </w:r>
      <w:r>
        <w:t xml:space="preserve"> and </w:t>
      </w:r>
      <w:r w:rsidRPr="00EB036B">
        <w:rPr>
          <w:i/>
          <w:iCs/>
        </w:rPr>
        <w:t>Pleurozium schreberi</w:t>
      </w:r>
      <w:r>
        <w:t xml:space="preserve"> (NatureServe 2008). </w:t>
      </w:r>
      <w:r w:rsidR="004B4B2F">
        <w:t xml:space="preserve">Feathermosses </w:t>
      </w:r>
      <w:r w:rsidR="00177A19">
        <w:t>have a high capacity to insulate,</w:t>
      </w:r>
      <w:r w:rsidR="004B4B2F">
        <w:t xml:space="preserve"> which can lead to permafrost </w:t>
      </w:r>
      <w:r w:rsidR="005D0AC4">
        <w:t>aggradation</w:t>
      </w:r>
      <w:r w:rsidR="004B4B2F">
        <w:t>. Sites where permafrost is closer to the surface</w:t>
      </w:r>
      <w:r w:rsidR="00177A19">
        <w:t>, and retards the infiltration of surface water</w:t>
      </w:r>
      <w:r w:rsidR="004B4B2F">
        <w:t xml:space="preserve"> will have more sphagnum.</w:t>
      </w:r>
      <w:r w:rsidR="005B2C29">
        <w:t xml:space="preserve"> Lichens, </w:t>
      </w:r>
      <w:r w:rsidR="006E4E9E">
        <w:t xml:space="preserve">in the </w:t>
      </w:r>
      <w:r w:rsidRPr="00ED46F3" w:rsidR="006E4E9E">
        <w:rPr>
          <w:i/>
        </w:rPr>
        <w:t xml:space="preserve">Alectoria, Bryoria, Bryocaulon, Cetraria, Flavocetraria, Masonhalea, Sphaerophorus, </w:t>
      </w:r>
      <w:r w:rsidRPr="00ED46F3" w:rsidR="006E4E9E">
        <w:t>and</w:t>
      </w:r>
      <w:r w:rsidRPr="00ED46F3" w:rsidR="006E4E9E">
        <w:rPr>
          <w:i/>
        </w:rPr>
        <w:t xml:space="preserve"> Thamnolia</w:t>
      </w:r>
      <w:r w:rsidR="006E4E9E">
        <w:t xml:space="preserve"> genera, fruticose lichens in the </w:t>
      </w:r>
      <w:r w:rsidRPr="00ED46F3" w:rsidR="006E4E9E">
        <w:rPr>
          <w:i/>
        </w:rPr>
        <w:t>Cladonia</w:t>
      </w:r>
      <w:r w:rsidR="006E4E9E">
        <w:t xml:space="preserve"> genus, and N-fixing foliose lichens in the</w:t>
      </w:r>
      <w:r w:rsidRPr="00ED46F3" w:rsidR="006E4E9E">
        <w:t xml:space="preserve"> </w:t>
      </w:r>
      <w:r w:rsidRPr="008551B8" w:rsidR="006E4E9E">
        <w:rPr>
          <w:i/>
        </w:rPr>
        <w:t>Lobaria, Peltigera,</w:t>
      </w:r>
      <w:r w:rsidRPr="008551B8" w:rsidR="006E4E9E">
        <w:t xml:space="preserve"> and </w:t>
      </w:r>
      <w:r w:rsidRPr="008551B8" w:rsidR="006E4E9E">
        <w:rPr>
          <w:i/>
        </w:rPr>
        <w:t>Nephroma</w:t>
      </w:r>
      <w:r w:rsidRPr="008551B8" w:rsidR="006E4E9E">
        <w:t xml:space="preserve"> </w:t>
      </w:r>
      <w:r w:rsidR="006E4E9E">
        <w:t xml:space="preserve">genera </w:t>
      </w:r>
      <w:r w:rsidR="005B2C29">
        <w:t>may be abundant</w:t>
      </w:r>
      <w:r w:rsidR="00402C18">
        <w:t xml:space="preserve"> on the drier </w:t>
      </w:r>
      <w:r w:rsidRPr="005F5AD0" w:rsidR="00402C18">
        <w:rPr>
          <w:i/>
          <w:iCs/>
        </w:rPr>
        <w:t xml:space="preserve">Picea </w:t>
      </w:r>
      <w:r w:rsidRPr="005F5AD0" w:rsidR="00177A19">
        <w:rPr>
          <w:i/>
          <w:iCs/>
        </w:rPr>
        <w:t>glauca</w:t>
      </w:r>
      <w:r w:rsidR="00402C18">
        <w:t xml:space="preserve"> </w:t>
      </w:r>
      <w:r w:rsidR="00177A19">
        <w:t>co</w:t>
      </w:r>
      <w:r w:rsidR="005D0AC4">
        <w:t>-</w:t>
      </w:r>
      <w:r w:rsidR="00402C18">
        <w:t>dominated sites</w:t>
      </w:r>
      <w:r w:rsidR="005B2C29">
        <w:t>, especially in later seral stages</w:t>
      </w:r>
      <w:r w:rsidR="00734BE4">
        <w:t xml:space="preserve"> (Flagstad et al. 2021)</w:t>
      </w:r>
      <w:r w:rsidR="005B2C29">
        <w:t>.</w:t>
      </w:r>
    </w:p>
    <w:bookmarkEnd w:id="1"/>
    <w:p w:rsidR="00B64815" w:rsidP="00B64815" w:rsidRDefault="00B64815" w14:paraId="601F00A0" w14:textId="112299D5"/>
    <w:p w:rsidR="00B64815" w:rsidP="00B64815" w:rsidRDefault="00B64815" w14:paraId="2067F38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neoalaskana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Paper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LEGR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groenlandicum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SPGI70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girgensohnii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Girgensohn's sphagnum</w:t>
            </w:r>
          </w:p>
        </w:tc>
      </w:tr>
    </w:tbl>
    <w:p>
      <w:r>
        <w:rPr>
          <w:sz w:val="16"/>
        </w:rPr>
        <w:t>Species names are from the NRCS PLANTS database. Check species codes at http://plants.usda.gov.</w:t>
      </w:r>
    </w:p>
    <w:p w:rsidR="00B64815" w:rsidP="00B64815" w:rsidRDefault="00B64815" w14:paraId="382DFC03" w14:textId="77777777">
      <w:pPr>
        <w:pStyle w:val="InfoPara"/>
      </w:pPr>
      <w:r>
        <w:t>Disturbance Description</w:t>
      </w:r>
    </w:p>
    <w:p w:rsidR="005D0AC4" w:rsidP="00B64815" w:rsidRDefault="00B64815" w14:paraId="65ACAB26" w14:textId="119C4414">
      <w:r>
        <w:t xml:space="preserve">Crown fires </w:t>
      </w:r>
      <w:r w:rsidR="001716C3">
        <w:t xml:space="preserve">and </w:t>
      </w:r>
      <w:r>
        <w:t>ground fires</w:t>
      </w:r>
      <w:r w:rsidR="005D0AC4">
        <w:t>, primarily ignited by lightning,</w:t>
      </w:r>
      <w:r>
        <w:t xml:space="preserve"> of </w:t>
      </w:r>
      <w:r w:rsidR="000824FA">
        <w:t xml:space="preserve">severity high </w:t>
      </w:r>
      <w:r>
        <w:t xml:space="preserve">enough to kill overstory trees are the dominant disturbance influencing </w:t>
      </w:r>
      <w:r w:rsidR="00AC538D">
        <w:t>b</w:t>
      </w:r>
      <w:r>
        <w:t xml:space="preserve">lack </w:t>
      </w:r>
      <w:r w:rsidR="00AC538D">
        <w:t>s</w:t>
      </w:r>
      <w:r>
        <w:t>pruce</w:t>
      </w:r>
      <w:r w:rsidR="00AC538D">
        <w:t xml:space="preserve"> forest</w:t>
      </w:r>
      <w:r>
        <w:t xml:space="preserve">. </w:t>
      </w:r>
      <w:r w:rsidR="00346C70">
        <w:t>Moderate-severity fire sometimes occurs in a mosaic fire where black spruce is mixed with hardwoods (Lentile et al. 2007), but for a predominantly black spruce forest, fires are almost always stand-replac</w:t>
      </w:r>
      <w:r w:rsidR="000824FA">
        <w:t>ing</w:t>
      </w:r>
      <w:r w:rsidR="00346C70">
        <w:t xml:space="preserve"> crown fires or a mix of crown and lethal surface fire (</w:t>
      </w:r>
      <w:r w:rsidR="005B2C29">
        <w:t>see Fryer 2014a and references therein).</w:t>
      </w:r>
      <w:r w:rsidR="000824FA">
        <w:t xml:space="preserve"> </w:t>
      </w:r>
      <w:r w:rsidR="00E43BD8">
        <w:t>Germination success is variable but consistently higher soon after fire, with establishment from semi-serotinous cones beginning the first year after fire and continuing for up to 10 years (Viereck 1983</w:t>
      </w:r>
      <w:r w:rsidR="005D0AC4">
        <w:t>,</w:t>
      </w:r>
      <w:r w:rsidR="00E43BD8">
        <w:t xml:space="preserve"> Duchesne and Hawkes 2000). </w:t>
      </w:r>
      <w:r w:rsidR="00FF0A17">
        <w:t>Fire history studies report fire frequencies from 73 to 113 years for black spruce forests in interior AK (Drury &amp; Grissom 2008</w:t>
      </w:r>
      <w:r w:rsidR="00E01FD0">
        <w:t>;</w:t>
      </w:r>
      <w:r w:rsidR="00FF0A17">
        <w:t xml:space="preserve"> Fastie et al. 2002</w:t>
      </w:r>
      <w:r w:rsidR="00E01FD0">
        <w:t xml:space="preserve">; </w:t>
      </w:r>
      <w:r w:rsidR="00FF0A17">
        <w:t>Kasischke et al. 2008</w:t>
      </w:r>
      <w:r w:rsidR="00E01FD0">
        <w:t>;</w:t>
      </w:r>
      <w:r w:rsidR="00FF0A17">
        <w:t xml:space="preserve"> Kurkowski et al. 2008</w:t>
      </w:r>
      <w:r w:rsidR="00E01FD0">
        <w:t>;</w:t>
      </w:r>
      <w:r w:rsidR="00FF0A17">
        <w:t xml:space="preserve"> Yarie 1981).</w:t>
      </w:r>
      <w:r w:rsidR="00346C70">
        <w:t xml:space="preserve"> See Fryer (2014a and 2014b) for literature reviews on black spruce including fire regime information. </w:t>
      </w:r>
    </w:p>
    <w:p w:rsidRPr="00EF47DD" w:rsidR="00B64815" w:rsidP="00B64815" w:rsidRDefault="00B64815" w14:paraId="784678BB" w14:textId="77777777">
      <w:pPr>
        <w:rPr>
          <w:sz w:val="22"/>
          <w:szCs w:val="22"/>
        </w:rPr>
      </w:pPr>
    </w:p>
    <w:p w:rsidR="00665203" w:rsidP="00665203" w:rsidRDefault="00665203" w14:paraId="28C80AB1" w14:textId="7FDB69E6">
      <w:pPr>
        <w:rPr>
          <w:color w:val="FF0000"/>
        </w:rPr>
      </w:pPr>
      <w:r>
        <w:t>The post-fire successional trajectory may be self-replacement, with black spruce following the early seral herb and shrub stages; alternatively, black spruce-hardwood may follow the early seral stages before returning to black spruce (Chapin et al. 2006). Black spruce has semi-serotinous cones and the seed bank is airborne. Fires that kill the aerial seedbank or recur before trees achieve sexual maturity can disrupt regeneration of black spruce and result in a loss of resilience (Baltzer et al. 2021</w:t>
      </w:r>
      <w:r w:rsidR="00482BCF">
        <w:t>;</w:t>
      </w:r>
      <w:r>
        <w:t xml:space="preserve"> Brown and Johnstone 2012). Historically, </w:t>
      </w:r>
      <w:r w:rsidRPr="00241BAC">
        <w:rPr>
          <w:i/>
          <w:iCs/>
        </w:rPr>
        <w:t>P. mariana</w:t>
      </w:r>
      <w:r>
        <w:t xml:space="preserve"> is generally successful in replacing itself after fire on moister sites and sites burned at low to moderate </w:t>
      </w:r>
      <w:r>
        <w:t>severity when some organic layer is left unconsumed (Johnstone et al. 2010</w:t>
      </w:r>
      <w:r w:rsidR="00FF7BF0">
        <w:t>;</w:t>
      </w:r>
      <w:r>
        <w:t xml:space="preserve"> Hammond et al. 2019). </w:t>
      </w:r>
      <w:r w:rsidRPr="00665203">
        <w:t>Increased occurrence and severity of fire may lead to an increased deciduous tree component (Johnstone and Kasischke 2005</w:t>
      </w:r>
      <w:r w:rsidR="00FF7BF0">
        <w:t>;</w:t>
      </w:r>
      <w:r w:rsidRPr="00665203">
        <w:t xml:space="preserve"> Foster et al. 2019). </w:t>
      </w:r>
    </w:p>
    <w:p w:rsidR="00665203" w:rsidP="00665203" w:rsidRDefault="00665203" w14:paraId="1D4EFB06" w14:textId="77777777">
      <w:pPr>
        <w:rPr>
          <w:color w:val="FF0000"/>
        </w:rPr>
      </w:pPr>
    </w:p>
    <w:p w:rsidR="00665203" w:rsidP="00665203" w:rsidRDefault="00665203" w14:paraId="7A00DD08" w14:textId="0C48BB48">
      <w:r>
        <w:t>The pre-burn stand composition and burn severity will influence the likely successional trajectory</w:t>
      </w:r>
      <w:r w:rsidRPr="00F870A7">
        <w:t xml:space="preserve">, </w:t>
      </w:r>
      <w:r w:rsidRPr="00FF1637">
        <w:t>with deciduous species more likely to prolifera</w:t>
      </w:r>
      <w:r w:rsidRPr="00207FC5">
        <w:t>te where much of the soil organic layer is removed (Alexander and Mack 201</w:t>
      </w:r>
      <w:r w:rsidRPr="00241BAC">
        <w:t>6</w:t>
      </w:r>
      <w:r w:rsidR="00575725">
        <w:t>;</w:t>
      </w:r>
      <w:r w:rsidRPr="00F870A7">
        <w:t xml:space="preserve"> Johnstone</w:t>
      </w:r>
      <w:r w:rsidRPr="00241BAC">
        <w:t xml:space="preserve"> et al. </w:t>
      </w:r>
      <w:r w:rsidRPr="00F870A7">
        <w:t>2010</w:t>
      </w:r>
      <w:r w:rsidRPr="00FF1637">
        <w:t>)</w:t>
      </w:r>
      <w:r w:rsidRPr="00207FC5">
        <w:t xml:space="preserve">. </w:t>
      </w:r>
      <w:r w:rsidRPr="00575725">
        <w:rPr>
          <w:i/>
          <w:iCs/>
        </w:rPr>
        <w:t xml:space="preserve">Populus tremuloides, Betula neoalaskana, </w:t>
      </w:r>
      <w:r w:rsidRPr="00575725">
        <w:t>and</w:t>
      </w:r>
      <w:r w:rsidRPr="00575725">
        <w:rPr>
          <w:i/>
          <w:iCs/>
        </w:rPr>
        <w:t xml:space="preserve"> Populus balsamifera</w:t>
      </w:r>
      <w:r>
        <w:t xml:space="preserve"> are early deciduous species on mineral soils where seed stock is present. If white spruce is present in the conifer initiation, then white and black spruce can be co</w:t>
      </w:r>
      <w:r w:rsidR="00EB166E">
        <w:t>-</w:t>
      </w:r>
      <w:r>
        <w:t>dominant in the conifer canopy throughout the successional stages.</w:t>
      </w:r>
    </w:p>
    <w:p w:rsidR="006F14DE" w:rsidP="00B64815" w:rsidRDefault="006F14DE" w14:paraId="2573ECD5" w14:textId="77777777"/>
    <w:p w:rsidR="00B64815" w:rsidP="00B64815" w:rsidRDefault="00B64815" w14:paraId="30BDD552" w14:textId="439BCF23">
      <w:r>
        <w:t>Wind and insect damage affect this type</w:t>
      </w:r>
      <w:r w:rsidR="005D0AC4">
        <w:t>,</w:t>
      </w:r>
      <w:r>
        <w:t xml:space="preserve"> but very little research exists to help describe or model that effect. These disturbances are also much smaller in their impacts than the dominant, stand-replacement disturbances caused by fire.</w:t>
      </w:r>
    </w:p>
    <w:p w:rsidR="00B64815" w:rsidP="00B64815" w:rsidRDefault="00B64815" w14:paraId="7DAD6E99" w14:textId="4E92D08A">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172</w:t>
            </w:r>
          </w:p>
        </w:tc>
        <w:tc>
          <w:p>
            <w:pPr>
              <w:jc w:val="center"/>
            </w:pPr>
            <w:r>
              <w:t>59</w:t>
            </w:r>
          </w:p>
        </w:tc>
        <w:tc>
          <w:p>
            <w:pPr>
              <w:jc w:val="center"/>
            </w:pPr>
            <w:r>
              <w:t/>
            </w:r>
          </w:p>
        </w:tc>
        <w:tc>
          <w:p>
            <w:pPr>
              <w:jc w:val="center"/>
            </w:pPr>
            <w:r>
              <w:t/>
            </w:r>
          </w:p>
        </w:tc>
      </w:tr>
      <w:tr>
        <w:tc>
          <w:p>
            <w:pPr>
              <w:jc w:val="center"/>
            </w:pPr>
            <w:r>
              <w:t>Moderate (Mixed)</w:t>
            </w:r>
          </w:p>
        </w:tc>
        <w:tc>
          <w:p>
            <w:pPr>
              <w:jc w:val="center"/>
            </w:pPr>
            <w:r>
              <w:t>251</w:t>
            </w:r>
          </w:p>
        </w:tc>
        <w:tc>
          <w:p>
            <w:pPr>
              <w:jc w:val="center"/>
            </w:pPr>
            <w:r>
              <w:t>41</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102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Pr="00B632A4" w:rsidR="00B632A4" w:rsidP="00B632A4" w:rsidRDefault="00B632A4" w14:paraId="71572EBF" w14:textId="77777777"/>
    <w:p w:rsidR="00B64815" w:rsidP="00B64815" w:rsidRDefault="00B64815" w14:paraId="130B96EC" w14:textId="77777777">
      <w:pPr>
        <w:pStyle w:val="InfoPara"/>
      </w:pPr>
      <w:r>
        <w:t>Scale Description</w:t>
      </w:r>
    </w:p>
    <w:p w:rsidR="005B2C29" w:rsidP="005B2C29" w:rsidRDefault="00B64815" w14:paraId="0E2ED43D" w14:textId="77777777">
      <w:bookmarkStart w:name="_Hlk84659839" w:id="2"/>
      <w:r>
        <w:t>Matrix</w:t>
      </w:r>
      <w:r w:rsidR="005B2C29">
        <w:t xml:space="preserve"> to large patch to small patch</w:t>
      </w:r>
    </w:p>
    <w:p w:rsidR="005B2C29" w:rsidP="005B2C29" w:rsidRDefault="005B2C29" w14:paraId="3590EF31" w14:textId="77777777"/>
    <w:p w:rsidR="00B64815" w:rsidP="00B64815" w:rsidRDefault="005B2C29" w14:paraId="3EA9A637" w14:textId="35C15F8D">
      <w:r>
        <w:t xml:space="preserve">Across AK fires in black spruce communities tend to be small, but a few large fires (e.g. 50,000 ha or larger) account for most of the area burn and have the most ecological impact (see Fryer 2014a and references therein). </w:t>
      </w:r>
      <w:bookmarkEnd w:id="2"/>
    </w:p>
    <w:p w:rsidR="00B64815" w:rsidP="00B64815" w:rsidRDefault="00B64815" w14:paraId="06033A12" w14:textId="77777777">
      <w:pPr>
        <w:pStyle w:val="InfoPara"/>
      </w:pPr>
      <w:r>
        <w:t>Adjacency or Identification Concerns</w:t>
      </w:r>
    </w:p>
    <w:p w:rsidR="00B64815" w:rsidP="00B64815" w:rsidRDefault="005B2C29" w14:paraId="44D76E46" w14:textId="47231B41">
      <w:r>
        <w:t>In some locations, this BpS can be confused with the White Spruce BpS because black and white spruces often mix, especially on sites with transitional moisture and thermal conditions (Murphy and Witten 2006).</w:t>
      </w:r>
    </w:p>
    <w:p w:rsidR="00B64815" w:rsidP="00B64815" w:rsidRDefault="00B64815" w14:paraId="17AE53F1" w14:textId="77777777">
      <w:pPr>
        <w:pStyle w:val="InfoPara"/>
      </w:pPr>
      <w:r>
        <w:t>Issues or Problems</w:t>
      </w:r>
    </w:p>
    <w:p w:rsidR="00B64815" w:rsidP="00B64815" w:rsidRDefault="00B64815" w14:paraId="72B0F951" w14:textId="77777777">
      <w:pPr>
        <w:pStyle w:val="InfoPara"/>
      </w:pPr>
      <w:r>
        <w:t>Native Uncharacteristic Conditions</w:t>
      </w:r>
    </w:p>
    <w:p w:rsidR="006F14DE" w:rsidP="006F14DE" w:rsidRDefault="006F14DE" w14:paraId="4B742D6B" w14:textId="2DA11E49">
      <w:pPr>
        <w:rPr>
          <w:rStyle w:val="fontstyle01"/>
          <w:rFonts w:ascii="Times New Roman" w:hAnsi="Times New Roman"/>
          <w:sz w:val="24"/>
          <w:szCs w:val="24"/>
        </w:rPr>
      </w:pPr>
      <w:r w:rsidRPr="00907766">
        <w:rPr>
          <w:rStyle w:val="fontstyle01"/>
          <w:rFonts w:ascii="Times New Roman" w:hAnsi="Times New Roman"/>
          <w:sz w:val="24"/>
          <w:szCs w:val="24"/>
        </w:rPr>
        <w:t>Warmer summer temperatures and</w:t>
      </w:r>
      <w:r w:rsidRPr="00907766">
        <w:rPr>
          <w:color w:val="000000"/>
        </w:rPr>
        <w:t xml:space="preserve"> </w:t>
      </w:r>
      <w:r w:rsidRPr="00907766">
        <w:rPr>
          <w:rStyle w:val="fontstyle01"/>
          <w:rFonts w:ascii="Times New Roman" w:hAnsi="Times New Roman"/>
          <w:sz w:val="24"/>
          <w:szCs w:val="24"/>
        </w:rPr>
        <w:t xml:space="preserve">decreased precipitation in </w:t>
      </w:r>
      <w:r w:rsidR="00A37687">
        <w:rPr>
          <w:rStyle w:val="fontstyle01"/>
          <w:rFonts w:ascii="Times New Roman" w:hAnsi="Times New Roman"/>
          <w:sz w:val="24"/>
          <w:szCs w:val="24"/>
        </w:rPr>
        <w:t>AK</w:t>
      </w:r>
      <w:r w:rsidRPr="00665203">
        <w:rPr>
          <w:rStyle w:val="fontstyle01"/>
          <w:rFonts w:ascii="Times New Roman" w:hAnsi="Times New Roman"/>
          <w:color w:val="auto"/>
          <w:sz w:val="24"/>
          <w:szCs w:val="24"/>
        </w:rPr>
        <w:t xml:space="preserve"> and northern Canada have dramatically increased wildfire disturbances in the past few decades (Overpeck et al. 1997</w:t>
      </w:r>
      <w:r w:rsidR="00763F3E">
        <w:rPr>
          <w:rStyle w:val="fontstyle01"/>
          <w:rFonts w:ascii="Times New Roman" w:hAnsi="Times New Roman"/>
          <w:color w:val="auto"/>
          <w:sz w:val="24"/>
          <w:szCs w:val="24"/>
        </w:rPr>
        <w:t>;</w:t>
      </w:r>
      <w:r w:rsidRPr="00665203">
        <w:rPr>
          <w:rStyle w:val="fontstyle01"/>
          <w:rFonts w:ascii="Times New Roman" w:hAnsi="Times New Roman"/>
          <w:color w:val="auto"/>
          <w:sz w:val="24"/>
          <w:szCs w:val="24"/>
        </w:rPr>
        <w:t xml:space="preserve"> Stocks et al.</w:t>
      </w:r>
      <w:r w:rsidR="00665203">
        <w:rPr>
          <w:rStyle w:val="fontstyle01"/>
          <w:rFonts w:ascii="Times New Roman" w:hAnsi="Times New Roman"/>
          <w:color w:val="auto"/>
          <w:sz w:val="24"/>
          <w:szCs w:val="24"/>
        </w:rPr>
        <w:t xml:space="preserve"> </w:t>
      </w:r>
      <w:r w:rsidRPr="00665203">
        <w:rPr>
          <w:rStyle w:val="fontstyle01"/>
          <w:rFonts w:ascii="Times New Roman" w:hAnsi="Times New Roman"/>
          <w:color w:val="auto"/>
          <w:sz w:val="24"/>
          <w:szCs w:val="24"/>
        </w:rPr>
        <w:t>2000</w:t>
      </w:r>
      <w:r w:rsidR="00763F3E">
        <w:rPr>
          <w:rStyle w:val="fontstyle01"/>
          <w:rFonts w:ascii="Times New Roman" w:hAnsi="Times New Roman"/>
          <w:color w:val="auto"/>
          <w:sz w:val="24"/>
          <w:szCs w:val="24"/>
        </w:rPr>
        <w:t>;</w:t>
      </w:r>
      <w:r w:rsidRPr="00665203">
        <w:rPr>
          <w:rStyle w:val="fontstyle01"/>
          <w:rFonts w:ascii="Times New Roman" w:hAnsi="Times New Roman"/>
          <w:color w:val="auto"/>
          <w:sz w:val="24"/>
          <w:szCs w:val="24"/>
        </w:rPr>
        <w:t xml:space="preserve"> Gillett et al. 2004</w:t>
      </w:r>
      <w:r w:rsidR="00763F3E">
        <w:rPr>
          <w:rStyle w:val="fontstyle01"/>
          <w:rFonts w:ascii="Times New Roman" w:hAnsi="Times New Roman"/>
          <w:color w:val="auto"/>
          <w:sz w:val="24"/>
          <w:szCs w:val="24"/>
        </w:rPr>
        <w:t>;</w:t>
      </w:r>
      <w:r w:rsidRPr="00665203">
        <w:rPr>
          <w:rStyle w:val="fontstyle01"/>
          <w:rFonts w:ascii="Times New Roman" w:hAnsi="Times New Roman"/>
          <w:color w:val="auto"/>
          <w:sz w:val="24"/>
          <w:szCs w:val="24"/>
        </w:rPr>
        <w:t xml:space="preserve"> Bachelet et al. 2005). </w:t>
      </w:r>
      <w:r>
        <w:t xml:space="preserve">Although large fire seasons are episodic, the frequency of million-acre fire seasons in </w:t>
      </w:r>
      <w:r w:rsidR="00A37687">
        <w:t>AK</w:t>
      </w:r>
      <w:r>
        <w:t xml:space="preserve"> has increased over the past few decades, with wildfires between 2001-2020 burning 31.4 million acres, 2.5 times the acres burned during the previous 20 years (Grabinski and McFarland 2020). </w:t>
      </w:r>
      <w:r w:rsidRPr="00907766">
        <w:rPr>
          <w:rStyle w:val="fontstyle01"/>
          <w:rFonts w:ascii="Times New Roman" w:hAnsi="Times New Roman"/>
          <w:sz w:val="24"/>
          <w:szCs w:val="24"/>
        </w:rPr>
        <w:t xml:space="preserve">Projections of future fire rotation periods for the boreal forest indicate that modeled climatic data of increased </w:t>
      </w:r>
      <w:r w:rsidRPr="00907766">
        <w:rPr>
          <w:rStyle w:val="fontstyle01"/>
          <w:rFonts w:ascii="Times New Roman" w:hAnsi="Times New Roman"/>
          <w:sz w:val="24"/>
          <w:szCs w:val="24"/>
        </w:rPr>
        <w:t xml:space="preserve">temperatures and reduced precipitation are likely to reduce the fire rotation periods throughout the fire-prone boreal forest (Young et al. 2017) and that high summer temperatures enhance connectivity of dry forest fuels, facilitating large fires and thus a high probability of fire occurrence across the landscape (Turner and Romme 1994).  </w:t>
      </w:r>
    </w:p>
    <w:p w:rsidR="006F14DE" w:rsidP="006F14DE" w:rsidRDefault="006F14DE" w14:paraId="42FF2F7F" w14:textId="77777777"/>
    <w:p w:rsidR="00B64815" w:rsidP="00B64815" w:rsidRDefault="006F14DE" w14:paraId="0A5987FF" w14:textId="3C0C5A74">
      <w:r>
        <w:t xml:space="preserve">Resilience in black spruce forests to compositional change is threatened by predicted increases in climate moisture deficits and fire activity (Baltzer et al. 2021). Site specific elevation and aspect seem to be the most important driver in hardwood sapling density, tall shrub cover and downed woody fuel loads following the 2004 Taylor Complex fire (Hammond et al. 2019). </w:t>
      </w:r>
    </w:p>
    <w:p w:rsidR="00B64815" w:rsidP="00B64815" w:rsidRDefault="00B64815" w14:paraId="27C306F2" w14:textId="77777777">
      <w:pPr>
        <w:pStyle w:val="InfoPara"/>
      </w:pPr>
      <w:r>
        <w:t>Comments</w:t>
      </w:r>
    </w:p>
    <w:p w:rsidR="006F14DE" w:rsidP="006F14DE" w:rsidRDefault="006F14DE" w14:paraId="3A808EB5" w14:textId="5033B1DD">
      <w:r>
        <w:t xml:space="preserve">9/14/2022: Kori Blankenship adjusted the modeled </w:t>
      </w:r>
      <w:r w:rsidR="00AA29E6">
        <w:t xml:space="preserve">mean fire return interval </w:t>
      </w:r>
      <w:r w:rsidR="004A778A">
        <w:t>(</w:t>
      </w:r>
      <w:r>
        <w:t>MFRI</w:t>
      </w:r>
      <w:r w:rsidR="004A778A">
        <w:t>)</w:t>
      </w:r>
      <w:r>
        <w:t xml:space="preserve"> from 75 to 101 years based on the relative fire frequency rankings developed for boreal forest BpS during </w:t>
      </w:r>
      <w:r w:rsidRPr="00693789">
        <w:t>the Boreal Forest BpS Review Work Session in February 2022</w:t>
      </w:r>
      <w:r>
        <w:t xml:space="preserve">. The change in fire frequency increased the proportion of spruce classes (mid 2 all, late 1 open). </w:t>
      </w:r>
    </w:p>
    <w:p w:rsidR="006F14DE" w:rsidP="006F14DE" w:rsidRDefault="006F14DE" w14:paraId="326FDFDD" w14:textId="77777777"/>
    <w:p w:rsidR="00665203" w:rsidP="006F14DE" w:rsidRDefault="006F14DE" w14:paraId="7D7FB574" w14:textId="77777777">
      <w:pPr>
        <w:rPr>
          <w:shd w:val="clear" w:color="auto" w:fill="FFFFFF"/>
        </w:rPr>
      </w:pPr>
      <w:r>
        <w:t xml:space="preserve">As of 9/2022 several Ecological Site Descriptions (ESDs) that fit within this BpS concept are under development and two are available online: </w:t>
      </w:r>
      <w:r w:rsidRPr="00665203" w:rsidR="00665203">
        <w:rPr>
          <w:shd w:val="clear" w:color="auto" w:fill="FFFFFF"/>
        </w:rPr>
        <w:t>Boreal Woodland Gravelly Terraces (ESD XA232X01Y262) and Boreal Woodland Loamy Frozen Terraces (ESD XA232X01Y218)</w:t>
      </w:r>
      <w:r w:rsidR="00665203">
        <w:rPr>
          <w:shd w:val="clear" w:color="auto" w:fill="FFFFFF"/>
        </w:rPr>
        <w:t xml:space="preserve">. </w:t>
      </w:r>
    </w:p>
    <w:p w:rsidR="00665203" w:rsidP="006F14DE" w:rsidRDefault="00665203" w14:paraId="5628269C" w14:textId="77777777">
      <w:pPr>
        <w:rPr>
          <w:shd w:val="clear" w:color="auto" w:fill="FFFFFF"/>
        </w:rPr>
      </w:pPr>
    </w:p>
    <w:p w:rsidRPr="00665203" w:rsidR="006F14DE" w:rsidP="006F14DE" w:rsidRDefault="006F14DE" w14:paraId="0C635901" w14:textId="59CF92E7">
      <w:pPr>
        <w:rPr>
          <w:shd w:val="clear" w:color="auto" w:fill="FFFFFF"/>
        </w:rPr>
      </w:pPr>
      <w:r>
        <w:t xml:space="preserve">In 2021 a reviewer stated that the BpS model would benefit from incorporating “burn severity information to a greater extent. Degree of organic mat removal is a key factor in determining whether deciduous trees and shrubs are likely to seed in and dominate a site.” To date, LANDFIRE has not modeled ground fire. </w:t>
      </w:r>
    </w:p>
    <w:p w:rsidR="00367689" w:rsidP="00DA4B92" w:rsidRDefault="00367689" w14:paraId="099AD725" w14:textId="77777777"/>
    <w:p w:rsidR="00DA4B92" w:rsidP="00B64815" w:rsidRDefault="00DA4B92" w14:paraId="15869116" w14:textId="0B4397A4">
      <w:r w:rsidRPr="003526FF">
        <w:t>During a 2016 BpS review</w:t>
      </w:r>
      <w:r w:rsidR="001C40B9">
        <w:t>,</w:t>
      </w:r>
      <w:r w:rsidRPr="003526FF">
        <w:t xml:space="preserve"> it was noted by a reviewer that the literature reports that fires </w:t>
      </w:r>
      <w:r w:rsidRPr="003526FF" w:rsidR="000E5452">
        <w:t xml:space="preserve">are typically </w:t>
      </w:r>
      <w:r w:rsidRPr="003526FF">
        <w:t>stand replacing</w:t>
      </w:r>
      <w:r w:rsidRPr="003526FF" w:rsidR="000E5452">
        <w:t xml:space="preserve"> in black spruce forest, but mixed effects are possible if hardwoods are present</w:t>
      </w:r>
      <w:r w:rsidRPr="003526FF">
        <w:t>.</w:t>
      </w:r>
      <w:r>
        <w:t xml:space="preserve"> </w:t>
      </w:r>
      <w:r w:rsidR="00E37854">
        <w:t>Reviewer</w:t>
      </w:r>
      <w:r w:rsidR="00EB18F6">
        <w:t xml:space="preserve"> comments also suggested the possibility of adjust</w:t>
      </w:r>
      <w:r w:rsidR="00E7674B">
        <w:t>ing</w:t>
      </w:r>
      <w:r w:rsidR="00EB18F6">
        <w:t xml:space="preserve"> the </w:t>
      </w:r>
      <w:r w:rsidR="00E37854">
        <w:t xml:space="preserve">mid and late </w:t>
      </w:r>
      <w:r w:rsidR="00C5249D">
        <w:t>successional</w:t>
      </w:r>
      <w:r w:rsidR="00E37854">
        <w:t xml:space="preserve"> stage age ranges, but exact changes </w:t>
      </w:r>
      <w:r w:rsidRPr="00C5249D" w:rsidR="00E37854">
        <w:t>were not specified. Blankenship con</w:t>
      </w:r>
      <w:r w:rsidRPr="00C5249D" w:rsidR="00C5249D">
        <w:t>tacted</w:t>
      </w:r>
      <w:r w:rsidRPr="00C5249D" w:rsidR="00E37854">
        <w:t xml:space="preserve"> the original model author, Johnston, </w:t>
      </w:r>
      <w:r w:rsidR="00C5249D">
        <w:t xml:space="preserve">who offered the following response: “Teresa Hollingsworth's detailed study of black spruce community composition in interior </w:t>
      </w:r>
      <w:r w:rsidR="00A37687">
        <w:t>AK</w:t>
      </w:r>
      <w:r w:rsidR="00C5249D">
        <w:t xml:space="preserve"> found no relationship between stand age and vegetation structure or composition, across an age range of 50</w:t>
      </w:r>
      <w:r w:rsidRPr="00E7674B" w:rsidR="00C5249D">
        <w:t xml:space="preserve">-300+ years (Hollingsworth et al. 2006). Some recent work from my lab on moss succession dynamics suggests that the moss understory does not start to differentiate between deciduous-dominated and spruce stands until somewhere between 40-60 years old (Jean et al. 2017). On that basis, I would tend to put the break from early-mid succession at 40 years, and I think the choice between mid-late succession is probably arbitrary, as factors other than stand age appear to be driving the structural and compositional differences that we might use to define "old growth" conditions.” Based on this feedback Blankenship changed the start age of the Mid1All and Mid2All classes from 30 to 40 years and the end age of Early2Opn from 29 to 39 years. This resulted in slight changes to the succession class </w:t>
      </w:r>
      <w:r w:rsidR="00E7674B">
        <w:t>amounts</w:t>
      </w:r>
      <w:r w:rsidRPr="00E7674B" w:rsidR="00C5249D">
        <w:t xml:space="preserve"> (+ or – </w:t>
      </w:r>
      <w:r w:rsidR="00520A3B">
        <w:t>5</w:t>
      </w:r>
      <w:r w:rsidRPr="00E7674B" w:rsidR="00C5249D">
        <w:t>%)</w:t>
      </w:r>
      <w:r w:rsidRPr="00E7674B" w:rsidR="00D954FA">
        <w:t xml:space="preserve"> and fire frequency (+ or – </w:t>
      </w:r>
      <w:r w:rsidR="00520A3B">
        <w:t>7</w:t>
      </w:r>
      <w:r w:rsidR="00E7674B">
        <w:t>yr</w:t>
      </w:r>
      <w:r w:rsidRPr="00E7674B" w:rsidR="00D954FA">
        <w:t xml:space="preserve"> change in MFRI)</w:t>
      </w:r>
      <w:r w:rsidRPr="00E7674B" w:rsidR="00C5249D">
        <w:t xml:space="preserve">. </w:t>
      </w:r>
      <w:r w:rsidR="00C5249D">
        <w:t xml:space="preserve"> </w:t>
      </w:r>
    </w:p>
    <w:p w:rsidR="00367689" w:rsidP="00367689" w:rsidRDefault="00367689" w14:paraId="5E17FA0F" w14:textId="77777777"/>
    <w:p w:rsidRPr="00331FF0" w:rsidR="00367689" w:rsidP="00367689" w:rsidRDefault="00367689" w14:paraId="58E0E8D0" w14:textId="100B8E06">
      <w:bookmarkStart w:name="_Hlk84849878" w:id="3"/>
      <w:r>
        <w:t xml:space="preserve">10/2021 This description was updated by NatureServe staff and Kori Blankenship based on the updated Ecological Systems classification for </w:t>
      </w:r>
      <w:r w:rsidR="00A37687">
        <w:t>AK</w:t>
      </w:r>
      <w:r>
        <w:t>. Edits focused on adjusting the Geographic Range, Biophysical Site Descriptions, and Vegetation Description sections.</w:t>
      </w:r>
      <w:bookmarkEnd w:id="3"/>
    </w:p>
    <w:p w:rsidR="00367689" w:rsidP="00B64815" w:rsidRDefault="00367689" w14:paraId="2E21B48B" w14:textId="77777777"/>
    <w:p w:rsidR="00841B8B" w:rsidP="00B64815" w:rsidRDefault="00841B8B" w14:paraId="2CBAF76C" w14:textId="0510F6DA">
      <w:r>
        <w:t xml:space="preserve">In 2021 NatureServe merged </w:t>
      </w:r>
      <w:r w:rsidRPr="00841B8B">
        <w:t>Western North American Boreal Black Spruce Wet-Mesic Slope Woodland</w:t>
      </w:r>
      <w:r>
        <w:t xml:space="preserve"> (BpS 1622) and </w:t>
      </w:r>
      <w:r w:rsidRPr="00841B8B">
        <w:t>Western North American Boreal Mesic Black Spruce Forest</w:t>
      </w:r>
      <w:r>
        <w:t xml:space="preserve"> (BpS 1604) into one </w:t>
      </w:r>
      <w:r w:rsidRPr="007A65FA">
        <w:t>Ecological System: Western North American Boreal Mesic Black Spruce Forest and Woodland. Kori Blankenship merged the BpS description for 1622 created by Joan Foote and Colleen Ryan and reviewed by Michelle Schuman, William Putnam, and Lisa Saperstein and 16041 created by Jill Johnstone and reviewed by William Putnam to reflect the new Ecological System concept and adopted the state-and-transition model from 16041 to represent the merged system in the Boreal region.</w:t>
      </w:r>
    </w:p>
    <w:p w:rsidR="00841B8B" w:rsidP="00B64815" w:rsidRDefault="00841B8B" w14:paraId="359784F7" w14:textId="77777777"/>
    <w:p w:rsidR="00C54FA0" w:rsidP="00B64815" w:rsidRDefault="00841B8B" w14:paraId="47F2E6EF" w14:textId="19C5619F">
      <w:r>
        <w:t>For LANDFIRE National, t</w:t>
      </w:r>
      <w:r w:rsidR="00B64815">
        <w:t xml:space="preserve">his system was created for the AK Boreal region and did not receive review </w:t>
      </w:r>
      <w:r w:rsidR="00C5249D">
        <w:t xml:space="preserve">during LANDFIRE National </w:t>
      </w:r>
      <w:r w:rsidR="00B64815">
        <w:t>for other regions in the state.</w:t>
      </w:r>
      <w:r w:rsidR="00150AEA">
        <w:t xml:space="preserve"> </w:t>
      </w:r>
      <w:r w:rsidR="00B64815">
        <w:t>This model was based on input from the experts who attended the LANDFIRE Fairbanks (Nov. 07) and Anchorage (Dec. 07) modeling meetings.</w:t>
      </w:r>
      <w:r w:rsidR="003526FF">
        <w:t xml:space="preserve"> </w:t>
      </w:r>
      <w:r w:rsidR="00150AEA">
        <w:t xml:space="preserve">During LANDFIRE National </w:t>
      </w:r>
      <w:r w:rsidR="00B64815">
        <w:t xml:space="preserve">Will Putnam expressed concern that the distinction between this BpS and Western North American Boreal White Spruce-Hardwood Forest is ambiguous. They can occur on similar sites, and in many cases the relative dominance of </w:t>
      </w:r>
      <w:r w:rsidRPr="00625D2F" w:rsidR="00B64815">
        <w:rPr>
          <w:i/>
          <w:iCs/>
        </w:rPr>
        <w:t>P. mariana</w:t>
      </w:r>
      <w:r w:rsidR="00B64815">
        <w:t xml:space="preserve"> vs</w:t>
      </w:r>
      <w:r w:rsidRPr="00625D2F" w:rsidR="00B64815">
        <w:rPr>
          <w:i/>
          <w:iCs/>
        </w:rPr>
        <w:t>. P. glauca</w:t>
      </w:r>
      <w:r w:rsidR="00B64815">
        <w:t xml:space="preserve"> is mostly a function of succession and/or disturbance history.</w:t>
      </w:r>
    </w:p>
    <w:p w:rsidR="000E5452" w:rsidP="00B64815" w:rsidRDefault="000E5452" w14:paraId="33AB44F3" w14:textId="3E888E5F"/>
    <w:p w:rsidR="006F14DE" w:rsidP="00B64815" w:rsidRDefault="006F14DE" w14:paraId="17CAA709" w14:textId="637B3F2D">
      <w:r>
        <w:t>The probability of fire in the mixed spruce-hardwood stage (</w:t>
      </w:r>
      <w:r w:rsidR="002D1783">
        <w:t>C</w:t>
      </w:r>
      <w:r>
        <w:t>lass C) relative to the spruce dominated stages (</w:t>
      </w:r>
      <w:r w:rsidR="002D1783">
        <w:t>C</w:t>
      </w:r>
      <w:r>
        <w:t>lass D and E) is unclear. It was assumed that the herb and shrub dominated stages (</w:t>
      </w:r>
      <w:r w:rsidR="002D1783">
        <w:t>C</w:t>
      </w:r>
      <w:r>
        <w:t>lass A and B) are less fire prone, and therefore have a lower fire probability, than the later seral stages. The probability and effects of insects, disease and wind/weather events in this system are unclear and are included in the old-growth stage (</w:t>
      </w:r>
      <w:r w:rsidR="002D1783">
        <w:t>C</w:t>
      </w:r>
      <w:r>
        <w:t>lass E) of the model as a place holder.</w:t>
      </w:r>
    </w:p>
    <w:p w:rsidR="00B64815" w:rsidP="00B64815" w:rsidRDefault="00B64815" w14:paraId="035BB78E" w14:textId="77777777">
      <w:pPr>
        <w:pStyle w:val="ReportSection"/>
      </w:pPr>
      <w:r>
        <w:t>Succession Classes</w:t>
      </w:r>
    </w:p>
    <w:p w:rsidR="002D1783" w:rsidP="00B64815" w:rsidRDefault="002D1783" w14:paraId="69010195"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64815" w:rsidP="00B64815" w:rsidRDefault="00B64815" w14:paraId="655C633F" w14:textId="644292A7">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B64815" w:rsidP="00B64815" w:rsidRDefault="00B64815" w14:paraId="5498B7AC" w14:textId="77777777"/>
    <w:p w:rsidR="00B64815" w:rsidP="00B64815" w:rsidRDefault="00B64815" w14:paraId="01CB265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1860"/>
        <w:gridCol w:w="1956"/>
      </w:tblGrid>
      <w:tr w:rsidRPr="00B64815" w:rsidR="00B64815" w:rsidTr="00B64815" w14:paraId="17EAE2CF" w14:textId="77777777">
        <w:tc>
          <w:tcPr>
            <w:tcW w:w="1128" w:type="dxa"/>
            <w:tcBorders>
              <w:top w:val="single" w:color="auto" w:sz="2" w:space="0"/>
              <w:bottom w:val="single" w:color="000000" w:sz="12" w:space="0"/>
            </w:tcBorders>
            <w:shd w:val="clear" w:color="auto" w:fill="auto"/>
          </w:tcPr>
          <w:p w:rsidRPr="00B64815" w:rsidR="00B64815" w:rsidP="00902FE9" w:rsidRDefault="00B64815" w14:paraId="698AB4D0" w14:textId="77777777">
            <w:pPr>
              <w:rPr>
                <w:b/>
                <w:bCs/>
              </w:rPr>
            </w:pPr>
            <w:r w:rsidRPr="00B64815">
              <w:rPr>
                <w:b/>
                <w:bCs/>
              </w:rPr>
              <w:t>Symbol</w:t>
            </w:r>
          </w:p>
        </w:tc>
        <w:tc>
          <w:tcPr>
            <w:tcW w:w="2856" w:type="dxa"/>
            <w:tcBorders>
              <w:top w:val="single" w:color="auto" w:sz="2" w:space="0"/>
              <w:bottom w:val="single" w:color="000000" w:sz="12" w:space="0"/>
            </w:tcBorders>
            <w:shd w:val="clear" w:color="auto" w:fill="auto"/>
          </w:tcPr>
          <w:p w:rsidRPr="00B64815" w:rsidR="00B64815" w:rsidP="00902FE9" w:rsidRDefault="00B64815" w14:paraId="09478E46" w14:textId="77777777">
            <w:pPr>
              <w:rPr>
                <w:b/>
                <w:bCs/>
              </w:rPr>
            </w:pPr>
            <w:r w:rsidRPr="00B64815">
              <w:rPr>
                <w:b/>
                <w:bCs/>
              </w:rPr>
              <w:t>Scientific Name</w:t>
            </w:r>
          </w:p>
        </w:tc>
        <w:tc>
          <w:tcPr>
            <w:tcW w:w="1860" w:type="dxa"/>
            <w:tcBorders>
              <w:top w:val="single" w:color="auto" w:sz="2" w:space="0"/>
              <w:bottom w:val="single" w:color="000000" w:sz="12" w:space="0"/>
            </w:tcBorders>
            <w:shd w:val="clear" w:color="auto" w:fill="auto"/>
          </w:tcPr>
          <w:p w:rsidRPr="00B64815" w:rsidR="00B64815" w:rsidP="00902FE9" w:rsidRDefault="00B64815" w14:paraId="1929BD78" w14:textId="77777777">
            <w:pPr>
              <w:rPr>
                <w:b/>
                <w:bCs/>
              </w:rPr>
            </w:pPr>
            <w:r w:rsidRPr="00B64815">
              <w:rPr>
                <w:b/>
                <w:bCs/>
              </w:rPr>
              <w:t>Common Name</w:t>
            </w:r>
          </w:p>
        </w:tc>
        <w:tc>
          <w:tcPr>
            <w:tcW w:w="1956" w:type="dxa"/>
            <w:tcBorders>
              <w:top w:val="single" w:color="auto" w:sz="2" w:space="0"/>
              <w:bottom w:val="single" w:color="000000" w:sz="12" w:space="0"/>
            </w:tcBorders>
            <w:shd w:val="clear" w:color="auto" w:fill="auto"/>
          </w:tcPr>
          <w:p w:rsidRPr="00B64815" w:rsidR="00B64815" w:rsidP="00902FE9" w:rsidRDefault="00B64815" w14:paraId="7156543F" w14:textId="77777777">
            <w:pPr>
              <w:rPr>
                <w:b/>
                <w:bCs/>
              </w:rPr>
            </w:pPr>
            <w:r w:rsidRPr="00B64815">
              <w:rPr>
                <w:b/>
                <w:bCs/>
              </w:rPr>
              <w:t>Canopy Position</w:t>
            </w:r>
          </w:p>
        </w:tc>
      </w:tr>
      <w:tr w:rsidRPr="00B64815" w:rsidR="00B64815" w:rsidTr="00B64815" w14:paraId="7FA8D17E" w14:textId="77777777">
        <w:tc>
          <w:tcPr>
            <w:tcW w:w="1128" w:type="dxa"/>
            <w:tcBorders>
              <w:top w:val="single" w:color="000000" w:sz="12" w:space="0"/>
            </w:tcBorders>
            <w:shd w:val="clear" w:color="auto" w:fill="auto"/>
          </w:tcPr>
          <w:p w:rsidRPr="00B64815" w:rsidR="00B64815" w:rsidP="00902FE9" w:rsidRDefault="00B64815" w14:paraId="290BE4A9" w14:textId="77777777">
            <w:pPr>
              <w:rPr>
                <w:bCs/>
              </w:rPr>
            </w:pPr>
            <w:r w:rsidRPr="00B64815">
              <w:rPr>
                <w:bCs/>
              </w:rPr>
              <w:t>CACA4</w:t>
            </w:r>
          </w:p>
        </w:tc>
        <w:tc>
          <w:tcPr>
            <w:tcW w:w="2856" w:type="dxa"/>
            <w:tcBorders>
              <w:top w:val="single" w:color="000000" w:sz="12" w:space="0"/>
            </w:tcBorders>
            <w:shd w:val="clear" w:color="auto" w:fill="auto"/>
          </w:tcPr>
          <w:p w:rsidRPr="002D1783" w:rsidR="00B64815" w:rsidP="00902FE9" w:rsidRDefault="00B64815" w14:paraId="484FE97B" w14:textId="77777777">
            <w:pPr>
              <w:rPr>
                <w:i/>
                <w:iCs/>
              </w:rPr>
            </w:pPr>
            <w:r w:rsidRPr="002D1783">
              <w:rPr>
                <w:i/>
                <w:iCs/>
              </w:rPr>
              <w:t>Calamagrostis canadensis</w:t>
            </w:r>
          </w:p>
        </w:tc>
        <w:tc>
          <w:tcPr>
            <w:tcW w:w="1860" w:type="dxa"/>
            <w:tcBorders>
              <w:top w:val="single" w:color="000000" w:sz="12" w:space="0"/>
            </w:tcBorders>
            <w:shd w:val="clear" w:color="auto" w:fill="auto"/>
          </w:tcPr>
          <w:p w:rsidRPr="00B64815" w:rsidR="00B64815" w:rsidP="00902FE9" w:rsidRDefault="00B64815" w14:paraId="3CBCF577" w14:textId="77777777">
            <w:r w:rsidRPr="00B64815">
              <w:t>Bluejoint</w:t>
            </w:r>
          </w:p>
        </w:tc>
        <w:tc>
          <w:tcPr>
            <w:tcW w:w="1956" w:type="dxa"/>
            <w:tcBorders>
              <w:top w:val="single" w:color="000000" w:sz="12" w:space="0"/>
            </w:tcBorders>
            <w:shd w:val="clear" w:color="auto" w:fill="auto"/>
          </w:tcPr>
          <w:p w:rsidRPr="00B64815" w:rsidR="00B64815" w:rsidP="00902FE9" w:rsidRDefault="00B64815" w14:paraId="3821B1A5" w14:textId="77777777">
            <w:r w:rsidRPr="00B64815">
              <w:t>Upper</w:t>
            </w:r>
          </w:p>
        </w:tc>
      </w:tr>
      <w:tr w:rsidRPr="00B64815" w:rsidR="00B64815" w:rsidTr="00B64815" w14:paraId="76D7FD64" w14:textId="77777777">
        <w:tc>
          <w:tcPr>
            <w:tcW w:w="1128" w:type="dxa"/>
            <w:shd w:val="clear" w:color="auto" w:fill="auto"/>
          </w:tcPr>
          <w:p w:rsidRPr="00B64815" w:rsidR="00B64815" w:rsidP="00902FE9" w:rsidRDefault="00B64815" w14:paraId="0A79C4B7" w14:textId="77777777">
            <w:pPr>
              <w:rPr>
                <w:bCs/>
              </w:rPr>
            </w:pPr>
            <w:r w:rsidRPr="00B64815">
              <w:rPr>
                <w:bCs/>
              </w:rPr>
              <w:t>CHAN9</w:t>
            </w:r>
          </w:p>
        </w:tc>
        <w:tc>
          <w:tcPr>
            <w:tcW w:w="2856" w:type="dxa"/>
            <w:shd w:val="clear" w:color="auto" w:fill="auto"/>
          </w:tcPr>
          <w:p w:rsidRPr="002D1783" w:rsidR="00B64815" w:rsidP="00902FE9" w:rsidRDefault="00B64815" w14:paraId="7C7C505B" w14:textId="77777777">
            <w:pPr>
              <w:rPr>
                <w:i/>
                <w:iCs/>
              </w:rPr>
            </w:pPr>
            <w:r w:rsidRPr="002D1783">
              <w:rPr>
                <w:i/>
                <w:iCs/>
              </w:rPr>
              <w:t>Chamerion angustifolium</w:t>
            </w:r>
          </w:p>
        </w:tc>
        <w:tc>
          <w:tcPr>
            <w:tcW w:w="1860" w:type="dxa"/>
            <w:shd w:val="clear" w:color="auto" w:fill="auto"/>
          </w:tcPr>
          <w:p w:rsidRPr="00B64815" w:rsidR="00B64815" w:rsidP="00902FE9" w:rsidRDefault="00B64815" w14:paraId="4823B5E2" w14:textId="77777777">
            <w:r w:rsidRPr="00B64815">
              <w:t>Fireweed</w:t>
            </w:r>
          </w:p>
        </w:tc>
        <w:tc>
          <w:tcPr>
            <w:tcW w:w="1956" w:type="dxa"/>
            <w:shd w:val="clear" w:color="auto" w:fill="auto"/>
          </w:tcPr>
          <w:p w:rsidRPr="00B64815" w:rsidR="00B64815" w:rsidP="00902FE9" w:rsidRDefault="00B64815" w14:paraId="1D057EA3" w14:textId="77777777">
            <w:r w:rsidRPr="00B64815">
              <w:t>Upper</w:t>
            </w:r>
          </w:p>
        </w:tc>
      </w:tr>
      <w:tr w:rsidRPr="00B64815" w:rsidR="00B64815" w:rsidTr="00B64815" w14:paraId="624A03B8" w14:textId="77777777">
        <w:tc>
          <w:tcPr>
            <w:tcW w:w="1128" w:type="dxa"/>
            <w:shd w:val="clear" w:color="auto" w:fill="auto"/>
          </w:tcPr>
          <w:p w:rsidRPr="00B64815" w:rsidR="00B64815" w:rsidP="00902FE9" w:rsidRDefault="00B64815" w14:paraId="5720DEC9" w14:textId="77777777">
            <w:pPr>
              <w:rPr>
                <w:bCs/>
              </w:rPr>
            </w:pPr>
            <w:r w:rsidRPr="00B64815">
              <w:rPr>
                <w:bCs/>
              </w:rPr>
              <w:t>EQUIS</w:t>
            </w:r>
          </w:p>
        </w:tc>
        <w:tc>
          <w:tcPr>
            <w:tcW w:w="2856" w:type="dxa"/>
            <w:shd w:val="clear" w:color="auto" w:fill="auto"/>
          </w:tcPr>
          <w:p w:rsidRPr="002D1783" w:rsidR="00B64815" w:rsidP="00902FE9" w:rsidRDefault="00B64815" w14:paraId="230FAFCB" w14:textId="0F86DE26">
            <w:r w:rsidRPr="002D1783">
              <w:rPr>
                <w:i/>
                <w:iCs/>
              </w:rPr>
              <w:t>Equisetum</w:t>
            </w:r>
            <w:r w:rsidR="002D1783">
              <w:rPr>
                <w:i/>
                <w:iCs/>
              </w:rPr>
              <w:t xml:space="preserve"> </w:t>
            </w:r>
            <w:r w:rsidR="002D1783">
              <w:t>spp,</w:t>
            </w:r>
          </w:p>
        </w:tc>
        <w:tc>
          <w:tcPr>
            <w:tcW w:w="1860" w:type="dxa"/>
            <w:shd w:val="clear" w:color="auto" w:fill="auto"/>
          </w:tcPr>
          <w:p w:rsidRPr="00B64815" w:rsidR="00B64815" w:rsidP="00902FE9" w:rsidRDefault="00B64815" w14:paraId="2BD7D25E" w14:textId="77777777">
            <w:r w:rsidRPr="00B64815">
              <w:t>Horsetail</w:t>
            </w:r>
          </w:p>
        </w:tc>
        <w:tc>
          <w:tcPr>
            <w:tcW w:w="1956" w:type="dxa"/>
            <w:shd w:val="clear" w:color="auto" w:fill="auto"/>
          </w:tcPr>
          <w:p w:rsidRPr="00B64815" w:rsidR="00B64815" w:rsidP="00902FE9" w:rsidRDefault="00B64815" w14:paraId="11AE2EE7" w14:textId="77777777">
            <w:r w:rsidRPr="00B64815">
              <w:t>Upper</w:t>
            </w:r>
          </w:p>
        </w:tc>
      </w:tr>
    </w:tbl>
    <w:p w:rsidR="00B64815" w:rsidP="00B64815" w:rsidRDefault="00B64815" w14:paraId="4C7DA5B3" w14:textId="77777777"/>
    <w:p w:rsidR="00B64815" w:rsidP="00B64815" w:rsidRDefault="00B64815" w14:paraId="0B4AA789" w14:textId="77777777">
      <w:pPr>
        <w:pStyle w:val="SClassInfoPara"/>
      </w:pPr>
      <w:r>
        <w:t>Description</w:t>
      </w:r>
    </w:p>
    <w:p w:rsidR="00B64815" w:rsidP="00150AEA" w:rsidRDefault="00150AEA" w14:paraId="43CDBA54" w14:textId="28B4B668">
      <w:r>
        <w:t>P</w:t>
      </w:r>
      <w:r w:rsidR="00B64815">
        <w:t>ost-disturbance, herbaceous vegetation</w:t>
      </w:r>
      <w:r w:rsidR="00544EB4">
        <w:t xml:space="preserve"> dominates</w:t>
      </w:r>
      <w:r w:rsidR="00B64815">
        <w:t xml:space="preserve">. Common herbaceous species include </w:t>
      </w:r>
      <w:r w:rsidRPr="002D1783" w:rsidR="00B64815">
        <w:rPr>
          <w:i/>
          <w:iCs/>
        </w:rPr>
        <w:t xml:space="preserve">Calamagrostis canadensis, Chamerion angustifolium </w:t>
      </w:r>
      <w:r w:rsidRPr="002D1783" w:rsidR="00B64815">
        <w:t>and</w:t>
      </w:r>
      <w:r w:rsidRPr="002D1783" w:rsidR="00B64815">
        <w:rPr>
          <w:i/>
          <w:iCs/>
        </w:rPr>
        <w:t xml:space="preserve"> Equisetum</w:t>
      </w:r>
      <w:r w:rsidR="00B64815">
        <w:t xml:space="preserve"> spp</w:t>
      </w:r>
      <w:r w:rsidR="00EB4432">
        <w:t>.</w:t>
      </w:r>
      <w:r w:rsidR="00B64815">
        <w:t xml:space="preserve"> (NatureServe 2008).</w:t>
      </w:r>
      <w:r w:rsidR="00B7777B">
        <w:t xml:space="preserve"> </w:t>
      </w:r>
      <w:r w:rsidR="001D6813">
        <w:t>B</w:t>
      </w:r>
      <w:r w:rsidR="00B7777B">
        <w:t xml:space="preserve">lack spruce seedlings </w:t>
      </w:r>
      <w:r w:rsidR="00544EB4">
        <w:t xml:space="preserve">and </w:t>
      </w:r>
      <w:r w:rsidR="00B7777B">
        <w:t xml:space="preserve">common liverwort-fire moss mats </w:t>
      </w:r>
      <w:r w:rsidR="00544EB4">
        <w:t>can</w:t>
      </w:r>
      <w:r w:rsidR="00B7777B">
        <w:t xml:space="preserve"> dominate</w:t>
      </w:r>
      <w:r w:rsidR="001D6813">
        <w:t xml:space="preserve"> (Viereck 1983)</w:t>
      </w:r>
      <w:r w:rsidR="00B7777B">
        <w:t xml:space="preserve">. </w:t>
      </w:r>
      <w:r w:rsidR="00544EB4">
        <w:t>Shrubs may</w:t>
      </w:r>
      <w:r w:rsidR="00B7777B">
        <w:t xml:space="preserve"> sprout in areas that burned at low to moderate severity</w:t>
      </w:r>
      <w:r w:rsidR="001D6813">
        <w:t xml:space="preserve"> (Viereck 1983)</w:t>
      </w:r>
      <w:r w:rsidR="00B7777B">
        <w:t xml:space="preserve">. </w:t>
      </w:r>
    </w:p>
    <w:p w:rsidR="00B64815" w:rsidP="00B64815" w:rsidRDefault="00B64815" w14:paraId="467210BE" w14:textId="77777777"/>
    <w:p w:rsidR="002D1783" w:rsidP="00B64815" w:rsidRDefault="002D1783" w14:paraId="22640D45" w14:textId="77777777"/>
    <w:p>
      <w:r>
        <w:rPr>
          <w:i/>
          <w:u w:val="single"/>
        </w:rPr>
        <w:t>Maximum Tree Size Class</w:t>
      </w:r>
      <w:br/>
      <w:r>
        <w:t>None</w:t>
      </w:r>
    </w:p>
    <w:p w:rsidR="00B64815" w:rsidP="00B64815" w:rsidRDefault="00B64815" w14:paraId="20F915E7" w14:textId="561A2B1B">
      <w:pPr>
        <w:pStyle w:val="InfoPara"/>
        <w:pBdr>
          <w:top w:val="single" w:color="auto" w:sz="4" w:space="1"/>
        </w:pBdr>
      </w:pPr>
      <w:r xmlns:w="http://schemas.openxmlformats.org/wordprocessingml/2006/main">
        <w:t>Class B</w:t>
      </w:r>
      <w:r xmlns:w="http://schemas.openxmlformats.org/wordprocessingml/2006/main">
        <w:tab/>
        <w:t>14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2 - Open</w:t>
      </w:r>
    </w:p>
    <w:p w:rsidR="00B64815" w:rsidP="00B64815" w:rsidRDefault="00B64815" w14:paraId="4A8F6EDE" w14:textId="77777777"/>
    <w:p w:rsidR="00B64815" w:rsidP="00B64815" w:rsidRDefault="00B64815" w14:paraId="7B9D1AE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679"/>
        <w:gridCol w:w="2070"/>
        <w:gridCol w:w="2070"/>
      </w:tblGrid>
      <w:tr w:rsidRPr="00B64815" w:rsidR="00B64815" w:rsidTr="00665203" w14:paraId="252432AF" w14:textId="77777777">
        <w:tc>
          <w:tcPr>
            <w:tcW w:w="1188" w:type="dxa"/>
            <w:tcBorders>
              <w:top w:val="single" w:color="auto" w:sz="2" w:space="0"/>
              <w:bottom w:val="single" w:color="000000" w:sz="12" w:space="0"/>
            </w:tcBorders>
            <w:shd w:val="clear" w:color="auto" w:fill="auto"/>
          </w:tcPr>
          <w:p w:rsidRPr="00B64815" w:rsidR="00B64815" w:rsidP="00902FE9" w:rsidRDefault="00B64815" w14:paraId="551F05F6" w14:textId="77777777">
            <w:pPr>
              <w:rPr>
                <w:b/>
                <w:bCs/>
              </w:rPr>
            </w:pPr>
            <w:r w:rsidRPr="00B64815">
              <w:rPr>
                <w:b/>
                <w:bCs/>
              </w:rPr>
              <w:t>Symbol</w:t>
            </w:r>
          </w:p>
        </w:tc>
        <w:tc>
          <w:tcPr>
            <w:tcW w:w="2679" w:type="dxa"/>
            <w:tcBorders>
              <w:top w:val="single" w:color="auto" w:sz="2" w:space="0"/>
              <w:bottom w:val="single" w:color="000000" w:sz="12" w:space="0"/>
            </w:tcBorders>
            <w:shd w:val="clear" w:color="auto" w:fill="auto"/>
          </w:tcPr>
          <w:p w:rsidRPr="00B64815" w:rsidR="00B64815" w:rsidP="00902FE9" w:rsidRDefault="00B64815" w14:paraId="22347E9E" w14:textId="77777777">
            <w:pPr>
              <w:rPr>
                <w:b/>
                <w:bCs/>
              </w:rPr>
            </w:pPr>
            <w:r w:rsidRPr="00B64815">
              <w:rPr>
                <w:b/>
                <w:bCs/>
              </w:rPr>
              <w:t>Scientific Name</w:t>
            </w:r>
          </w:p>
        </w:tc>
        <w:tc>
          <w:tcPr>
            <w:tcW w:w="2070" w:type="dxa"/>
            <w:tcBorders>
              <w:top w:val="single" w:color="auto" w:sz="2" w:space="0"/>
              <w:bottom w:val="single" w:color="000000" w:sz="12" w:space="0"/>
            </w:tcBorders>
            <w:shd w:val="clear" w:color="auto" w:fill="auto"/>
          </w:tcPr>
          <w:p w:rsidRPr="00B64815" w:rsidR="00B64815" w:rsidP="00902FE9" w:rsidRDefault="00B64815" w14:paraId="52EA3B7B" w14:textId="77777777">
            <w:pPr>
              <w:rPr>
                <w:b/>
                <w:bCs/>
              </w:rPr>
            </w:pPr>
            <w:r w:rsidRPr="00B64815">
              <w:rPr>
                <w:b/>
                <w:bCs/>
              </w:rPr>
              <w:t>Common Name</w:t>
            </w:r>
          </w:p>
        </w:tc>
        <w:tc>
          <w:tcPr>
            <w:tcW w:w="2070" w:type="dxa"/>
            <w:tcBorders>
              <w:top w:val="single" w:color="auto" w:sz="2" w:space="0"/>
              <w:bottom w:val="single" w:color="000000" w:sz="12" w:space="0"/>
            </w:tcBorders>
            <w:shd w:val="clear" w:color="auto" w:fill="auto"/>
          </w:tcPr>
          <w:p w:rsidRPr="00B64815" w:rsidR="00B64815" w:rsidP="00902FE9" w:rsidRDefault="00B64815" w14:paraId="7EF8AD7B" w14:textId="77777777">
            <w:pPr>
              <w:rPr>
                <w:b/>
                <w:bCs/>
              </w:rPr>
            </w:pPr>
            <w:r w:rsidRPr="00B64815">
              <w:rPr>
                <w:b/>
                <w:bCs/>
              </w:rPr>
              <w:t>Canopy Position</w:t>
            </w:r>
          </w:p>
        </w:tc>
      </w:tr>
      <w:tr w:rsidRPr="00B64815" w:rsidR="00B64815" w:rsidTr="00665203" w14:paraId="378AF349" w14:textId="77777777">
        <w:tc>
          <w:tcPr>
            <w:tcW w:w="1188" w:type="dxa"/>
            <w:tcBorders>
              <w:top w:val="single" w:color="000000" w:sz="12" w:space="0"/>
            </w:tcBorders>
            <w:shd w:val="clear" w:color="auto" w:fill="auto"/>
          </w:tcPr>
          <w:p w:rsidRPr="00B64815" w:rsidR="00B64815" w:rsidP="00902FE9" w:rsidRDefault="00B64815" w14:paraId="78B925BC" w14:textId="0F66581A">
            <w:pPr>
              <w:rPr>
                <w:bCs/>
              </w:rPr>
            </w:pPr>
            <w:r w:rsidRPr="00B64815">
              <w:rPr>
                <w:bCs/>
              </w:rPr>
              <w:t>SA</w:t>
            </w:r>
            <w:r w:rsidR="00665203">
              <w:rPr>
                <w:bCs/>
              </w:rPr>
              <w:t>PU15</w:t>
            </w:r>
          </w:p>
        </w:tc>
        <w:tc>
          <w:tcPr>
            <w:tcW w:w="2679" w:type="dxa"/>
            <w:tcBorders>
              <w:top w:val="single" w:color="000000" w:sz="12" w:space="0"/>
            </w:tcBorders>
            <w:shd w:val="clear" w:color="auto" w:fill="auto"/>
          </w:tcPr>
          <w:p w:rsidRPr="002D1783" w:rsidR="00B64815" w:rsidP="00902FE9" w:rsidRDefault="00B64815" w14:paraId="71E9860B" w14:textId="7E4046EE">
            <w:pPr>
              <w:rPr>
                <w:i/>
                <w:iCs/>
              </w:rPr>
            </w:pPr>
            <w:r w:rsidRPr="002D1783">
              <w:rPr>
                <w:i/>
                <w:iCs/>
              </w:rPr>
              <w:t>Salix</w:t>
            </w:r>
            <w:r w:rsidRPr="002D1783" w:rsidR="002E6D1C">
              <w:rPr>
                <w:i/>
                <w:iCs/>
              </w:rPr>
              <w:t xml:space="preserve"> pulchra</w:t>
            </w:r>
          </w:p>
        </w:tc>
        <w:tc>
          <w:tcPr>
            <w:tcW w:w="2070" w:type="dxa"/>
            <w:tcBorders>
              <w:top w:val="single" w:color="000000" w:sz="12" w:space="0"/>
            </w:tcBorders>
            <w:shd w:val="clear" w:color="auto" w:fill="auto"/>
          </w:tcPr>
          <w:p w:rsidRPr="00B64815" w:rsidR="00B64815" w:rsidP="00902FE9" w:rsidRDefault="00665203" w14:paraId="26C851CD" w14:textId="6450BB9F">
            <w:r>
              <w:t>T</w:t>
            </w:r>
            <w:r w:rsidRPr="00665203">
              <w:t>ealeaf willow</w:t>
            </w:r>
          </w:p>
        </w:tc>
        <w:tc>
          <w:tcPr>
            <w:tcW w:w="2070" w:type="dxa"/>
            <w:tcBorders>
              <w:top w:val="single" w:color="000000" w:sz="12" w:space="0"/>
            </w:tcBorders>
            <w:shd w:val="clear" w:color="auto" w:fill="auto"/>
          </w:tcPr>
          <w:p w:rsidRPr="00B64815" w:rsidR="00B64815" w:rsidP="00902FE9" w:rsidRDefault="00B64815" w14:paraId="6DF6FE69" w14:textId="77777777">
            <w:r w:rsidRPr="00B64815">
              <w:t>Upper</w:t>
            </w:r>
          </w:p>
        </w:tc>
      </w:tr>
      <w:tr w:rsidRPr="00B64815" w:rsidR="00B64815" w:rsidTr="00665203" w14:paraId="453E83D0" w14:textId="77777777">
        <w:tc>
          <w:tcPr>
            <w:tcW w:w="1188" w:type="dxa"/>
            <w:shd w:val="clear" w:color="auto" w:fill="auto"/>
          </w:tcPr>
          <w:p w:rsidRPr="00B64815" w:rsidR="00B64815" w:rsidP="00902FE9" w:rsidRDefault="00B64815" w14:paraId="68A41C25" w14:textId="77777777">
            <w:pPr>
              <w:rPr>
                <w:bCs/>
              </w:rPr>
            </w:pPr>
            <w:r w:rsidRPr="00B64815">
              <w:rPr>
                <w:bCs/>
              </w:rPr>
              <w:t>BENA</w:t>
            </w:r>
          </w:p>
        </w:tc>
        <w:tc>
          <w:tcPr>
            <w:tcW w:w="2679" w:type="dxa"/>
            <w:shd w:val="clear" w:color="auto" w:fill="auto"/>
          </w:tcPr>
          <w:p w:rsidRPr="002D1783" w:rsidR="00B64815" w:rsidP="00902FE9" w:rsidRDefault="00B64815" w14:paraId="7AD8B578" w14:textId="77777777">
            <w:pPr>
              <w:rPr>
                <w:i/>
                <w:iCs/>
              </w:rPr>
            </w:pPr>
            <w:r w:rsidRPr="002D1783">
              <w:rPr>
                <w:i/>
                <w:iCs/>
              </w:rPr>
              <w:t>Betula nana</w:t>
            </w:r>
          </w:p>
        </w:tc>
        <w:tc>
          <w:tcPr>
            <w:tcW w:w="2070" w:type="dxa"/>
            <w:shd w:val="clear" w:color="auto" w:fill="auto"/>
          </w:tcPr>
          <w:p w:rsidRPr="00B64815" w:rsidR="00B64815" w:rsidP="00902FE9" w:rsidRDefault="00B64815" w14:paraId="66B6AA5D" w14:textId="77777777">
            <w:r w:rsidRPr="00B64815">
              <w:t>Dwarf birch</w:t>
            </w:r>
          </w:p>
        </w:tc>
        <w:tc>
          <w:tcPr>
            <w:tcW w:w="2070" w:type="dxa"/>
            <w:shd w:val="clear" w:color="auto" w:fill="auto"/>
          </w:tcPr>
          <w:p w:rsidRPr="00B64815" w:rsidR="00B64815" w:rsidP="00902FE9" w:rsidRDefault="00B64815" w14:paraId="08B28FAD" w14:textId="77777777">
            <w:r w:rsidRPr="00B64815">
              <w:t>Upper</w:t>
            </w:r>
          </w:p>
        </w:tc>
      </w:tr>
      <w:tr w:rsidRPr="00B64815" w:rsidR="00F8518F" w:rsidTr="00665203" w14:paraId="17353337" w14:textId="77777777">
        <w:tc>
          <w:tcPr>
            <w:tcW w:w="1188" w:type="dxa"/>
            <w:shd w:val="clear" w:color="auto" w:fill="auto"/>
          </w:tcPr>
          <w:p w:rsidRPr="00B64815" w:rsidR="00F8518F" w:rsidP="00F8518F" w:rsidRDefault="00F8518F" w14:paraId="0A53A399" w14:textId="44F4986E">
            <w:pPr>
              <w:rPr>
                <w:bCs/>
              </w:rPr>
            </w:pPr>
            <w:r w:rsidRPr="00B64815">
              <w:rPr>
                <w:bCs/>
              </w:rPr>
              <w:t>LE</w:t>
            </w:r>
            <w:r>
              <w:rPr>
                <w:bCs/>
              </w:rPr>
              <w:t>GR</w:t>
            </w:r>
          </w:p>
        </w:tc>
        <w:tc>
          <w:tcPr>
            <w:tcW w:w="2679" w:type="dxa"/>
            <w:shd w:val="clear" w:color="auto" w:fill="auto"/>
          </w:tcPr>
          <w:p w:rsidRPr="002D1783" w:rsidR="00F8518F" w:rsidP="00F8518F" w:rsidRDefault="00F8518F" w14:paraId="45B7E0AD" w14:textId="6E367458">
            <w:pPr>
              <w:rPr>
                <w:i/>
                <w:iCs/>
              </w:rPr>
            </w:pPr>
            <w:r w:rsidRPr="002D1783">
              <w:rPr>
                <w:i/>
                <w:iCs/>
              </w:rPr>
              <w:t>Ledum groenlandicum</w:t>
            </w:r>
          </w:p>
        </w:tc>
        <w:tc>
          <w:tcPr>
            <w:tcW w:w="2070" w:type="dxa"/>
            <w:shd w:val="clear" w:color="auto" w:fill="auto"/>
          </w:tcPr>
          <w:p w:rsidRPr="00B64815" w:rsidR="00F8518F" w:rsidP="00F8518F" w:rsidRDefault="00F8518F" w14:paraId="3A331A40" w14:textId="3A1A3873">
            <w:r>
              <w:t>B</w:t>
            </w:r>
            <w:r w:rsidRPr="00F8518F">
              <w:t>og Labrador tea</w:t>
            </w:r>
          </w:p>
        </w:tc>
        <w:tc>
          <w:tcPr>
            <w:tcW w:w="2070" w:type="dxa"/>
            <w:shd w:val="clear" w:color="auto" w:fill="auto"/>
          </w:tcPr>
          <w:p w:rsidRPr="00B64815" w:rsidR="00F8518F" w:rsidP="00F8518F" w:rsidRDefault="00F8518F" w14:paraId="5582D514" w14:textId="77777777">
            <w:r w:rsidRPr="00B64815">
              <w:t>Upper</w:t>
            </w:r>
          </w:p>
        </w:tc>
      </w:tr>
      <w:tr w:rsidRPr="00B64815" w:rsidR="00B64815" w:rsidTr="00665203" w14:paraId="332EF280" w14:textId="77777777">
        <w:tc>
          <w:tcPr>
            <w:tcW w:w="1188" w:type="dxa"/>
            <w:shd w:val="clear" w:color="auto" w:fill="auto"/>
          </w:tcPr>
          <w:p w:rsidRPr="00B64815" w:rsidR="00B64815" w:rsidP="00902FE9" w:rsidRDefault="00B64815" w14:paraId="6EFA7B60" w14:textId="77777777">
            <w:pPr>
              <w:rPr>
                <w:bCs/>
              </w:rPr>
            </w:pPr>
            <w:r w:rsidRPr="00B64815">
              <w:rPr>
                <w:bCs/>
              </w:rPr>
              <w:t>ROAC</w:t>
            </w:r>
          </w:p>
        </w:tc>
        <w:tc>
          <w:tcPr>
            <w:tcW w:w="2679" w:type="dxa"/>
            <w:shd w:val="clear" w:color="auto" w:fill="auto"/>
          </w:tcPr>
          <w:p w:rsidRPr="002D1783" w:rsidR="00B64815" w:rsidP="00902FE9" w:rsidRDefault="00B64815" w14:paraId="1A5C0D22" w14:textId="77777777">
            <w:pPr>
              <w:rPr>
                <w:i/>
                <w:iCs/>
              </w:rPr>
            </w:pPr>
            <w:r w:rsidRPr="002D1783">
              <w:rPr>
                <w:i/>
                <w:iCs/>
              </w:rPr>
              <w:t>Rosa acicularis</w:t>
            </w:r>
          </w:p>
        </w:tc>
        <w:tc>
          <w:tcPr>
            <w:tcW w:w="2070" w:type="dxa"/>
            <w:shd w:val="clear" w:color="auto" w:fill="auto"/>
          </w:tcPr>
          <w:p w:rsidRPr="00B64815" w:rsidR="00B64815" w:rsidP="00902FE9" w:rsidRDefault="00B64815" w14:paraId="5870A38C" w14:textId="77777777">
            <w:r w:rsidRPr="00B64815">
              <w:t>Prickly rose</w:t>
            </w:r>
          </w:p>
        </w:tc>
        <w:tc>
          <w:tcPr>
            <w:tcW w:w="2070" w:type="dxa"/>
            <w:shd w:val="clear" w:color="auto" w:fill="auto"/>
          </w:tcPr>
          <w:p w:rsidRPr="00B64815" w:rsidR="00B64815" w:rsidP="00902FE9" w:rsidRDefault="00B64815" w14:paraId="743F15A9" w14:textId="77777777">
            <w:r w:rsidRPr="00B64815">
              <w:t>None</w:t>
            </w:r>
          </w:p>
        </w:tc>
      </w:tr>
    </w:tbl>
    <w:p w:rsidR="00B64815" w:rsidP="00B64815" w:rsidRDefault="00B64815" w14:paraId="2B19E6F4" w14:textId="77777777"/>
    <w:p w:rsidR="00B64815" w:rsidP="00B64815" w:rsidRDefault="00B64815" w14:paraId="1BBDD8F0" w14:textId="77777777">
      <w:pPr>
        <w:pStyle w:val="SClassInfoPara"/>
      </w:pPr>
      <w:r>
        <w:t>Description</w:t>
      </w:r>
    </w:p>
    <w:p w:rsidR="00B64815" w:rsidP="001D6813" w:rsidRDefault="001D6813" w14:paraId="6FE448A3" w14:textId="4BA775DB">
      <w:r>
        <w:t xml:space="preserve">Shrubs </w:t>
      </w:r>
      <w:r w:rsidR="0021086D">
        <w:t>dominate</w:t>
      </w:r>
      <w:r>
        <w:t xml:space="preserve"> as the cover of mat-forming and herbaceous species decreases (Viereck 1983). </w:t>
      </w:r>
      <w:r w:rsidR="00B64815">
        <w:t xml:space="preserve">Common species include </w:t>
      </w:r>
      <w:r w:rsidRPr="00676ECE" w:rsidR="00676ECE">
        <w:rPr>
          <w:i/>
          <w:iCs/>
        </w:rPr>
        <w:t>Salix</w:t>
      </w:r>
      <w:r w:rsidR="00676ECE">
        <w:t xml:space="preserve"> spp.</w:t>
      </w:r>
      <w:r w:rsidR="00B64815">
        <w:t xml:space="preserve">, </w:t>
      </w:r>
      <w:r w:rsidRPr="00676ECE" w:rsidR="00B64815">
        <w:rPr>
          <w:i/>
          <w:iCs/>
        </w:rPr>
        <w:t>Betula nana, Ledum</w:t>
      </w:r>
      <w:r w:rsidR="00B64815">
        <w:t xml:space="preserve"> spp</w:t>
      </w:r>
      <w:r w:rsidR="00150AEA">
        <w:t>.</w:t>
      </w:r>
      <w:r w:rsidR="00B64815">
        <w:t xml:space="preserve">, </w:t>
      </w:r>
      <w:r w:rsidRPr="00676ECE" w:rsidR="00B64815">
        <w:rPr>
          <w:i/>
          <w:iCs/>
        </w:rPr>
        <w:t>Rosa acicularis, Vaccinium uliginosum, V. vitis-idaea</w:t>
      </w:r>
      <w:r w:rsidRPr="00676ECE" w:rsidR="006F14DE">
        <w:rPr>
          <w:i/>
          <w:iCs/>
        </w:rPr>
        <w:t>, Salix pulchra, S. bebbiana</w:t>
      </w:r>
      <w:r w:rsidR="006F14DE">
        <w:t>,</w:t>
      </w:r>
      <w:r w:rsidR="00B64815">
        <w:t xml:space="preserve"> and </w:t>
      </w:r>
      <w:r w:rsidRPr="00676ECE" w:rsidR="00B64815">
        <w:rPr>
          <w:i/>
          <w:iCs/>
        </w:rPr>
        <w:t>Empetrum nigrum</w:t>
      </w:r>
      <w:r w:rsidR="00B64815">
        <w:t>. Both hardwoods and spruce regeneration may be present.</w:t>
      </w:r>
    </w:p>
    <w:p w:rsidR="00B64815" w:rsidP="00B64815" w:rsidRDefault="00B64815" w14:paraId="23C379C5" w14:textId="77777777"/>
    <w:p w:rsidR="00B64815" w:rsidP="00B64815" w:rsidRDefault="00B64815" w14:paraId="1D234B6B" w14:textId="1AF45D96">
      <w:r>
        <w:t>The successional trajectory of the shrub stage will depend on the pre-burn stand composition</w:t>
      </w:r>
      <w:r w:rsidR="006F14DE">
        <w:t xml:space="preserve"> and the degree of mineral soil exposure, which promotes deciduous seedling establishment.</w:t>
      </w:r>
      <w:r>
        <w:t xml:space="preserve"> If hardwoods dominated the site before the burn, they are likely to vigorously resprout and gain dominance after the fire. If spruce dominated the site before a burn, they are likely to regain dominance in the post-fire stand.</w:t>
      </w:r>
    </w:p>
    <w:p w:rsidR="00B64815" w:rsidP="00B64815" w:rsidRDefault="00B64815" w14:paraId="6E10FAF8" w14:textId="77777777"/>
    <w:p w:rsidR="00B64815" w:rsidP="00B64815" w:rsidRDefault="00150AEA" w14:paraId="1C78F7A7" w14:textId="109F6316">
      <w:r>
        <w:t>One</w:t>
      </w:r>
      <w:r w:rsidR="00B64815">
        <w:t xml:space="preserve"> successional trajectory</w:t>
      </w:r>
      <w:r w:rsidR="006F14DE">
        <w:t xml:space="preserve">, possible after high severity fire, </w:t>
      </w:r>
      <w:r w:rsidR="00B64815">
        <w:t>would include a hardwood phase (</w:t>
      </w:r>
      <w:r>
        <w:t xml:space="preserve">represented by </w:t>
      </w:r>
      <w:r w:rsidR="00D66A51">
        <w:t>C</w:t>
      </w:r>
      <w:r w:rsidR="00B64815">
        <w:t>lass C)</w:t>
      </w:r>
      <w:r>
        <w:t>, b</w:t>
      </w:r>
      <w:r w:rsidR="00B64815">
        <w:t>ut this class can also take an alternative successional pathway directly to a spruce dominated phase (</w:t>
      </w:r>
      <w:r>
        <w:t xml:space="preserve">represented by </w:t>
      </w:r>
      <w:r w:rsidR="006902BA">
        <w:t>C</w:t>
      </w:r>
      <w:r w:rsidR="00B64815">
        <w:t xml:space="preserve">lass D). </w:t>
      </w:r>
    </w:p>
    <w:p w:rsidR="00B64815" w:rsidP="00B64815" w:rsidRDefault="00B64815" w14:paraId="67C1895F" w14:textId="77777777"/>
    <w:p>
      <w:r>
        <w:rPr>
          <w:i/>
          <w:u w:val="single"/>
        </w:rPr>
        <w:t>Maximum Tree Size Class</w:t>
      </w:r>
      <w:br/>
      <w:r>
        <w:t>Seedling/Sapling &lt;5"</w:t>
      </w:r>
    </w:p>
    <w:p w:rsidR="00B64815" w:rsidP="00B64815" w:rsidRDefault="00B64815" w14:paraId="06BFFB33" w14:textId="24B1BF54">
      <w:pPr>
        <w:pStyle w:val="InfoPara"/>
        <w:pBdr>
          <w:top w:val="single" w:color="auto" w:sz="4" w:space="1"/>
        </w:pBdr>
      </w:pPr>
      <w:r xmlns:w="http://schemas.openxmlformats.org/wordprocessingml/2006/main">
        <w:t>Class C</w:t>
      </w:r>
      <w:r xmlns:w="http://schemas.openxmlformats.org/wordprocessingml/2006/main">
        <w:tab/>
        <w:t>17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B64815" w:rsidP="00B64815" w:rsidRDefault="00B64815" w14:paraId="284B281B" w14:textId="77777777"/>
    <w:p w:rsidR="00B64815" w:rsidP="00B64815" w:rsidRDefault="00B64815" w14:paraId="664E55A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1860"/>
        <w:gridCol w:w="1956"/>
      </w:tblGrid>
      <w:tr w:rsidRPr="00B64815" w:rsidR="00B64815" w:rsidTr="00B64815" w14:paraId="597DBD9F" w14:textId="77777777">
        <w:tc>
          <w:tcPr>
            <w:tcW w:w="1104" w:type="dxa"/>
            <w:tcBorders>
              <w:top w:val="single" w:color="auto" w:sz="2" w:space="0"/>
              <w:bottom w:val="single" w:color="000000" w:sz="12" w:space="0"/>
            </w:tcBorders>
            <w:shd w:val="clear" w:color="auto" w:fill="auto"/>
          </w:tcPr>
          <w:p w:rsidRPr="00B64815" w:rsidR="00B64815" w:rsidP="00902FE9" w:rsidRDefault="00B64815" w14:paraId="6639745C" w14:textId="77777777">
            <w:pPr>
              <w:rPr>
                <w:b/>
                <w:bCs/>
              </w:rPr>
            </w:pPr>
            <w:r w:rsidRPr="00B64815">
              <w:rPr>
                <w:b/>
                <w:bCs/>
              </w:rPr>
              <w:t>Symbol</w:t>
            </w:r>
          </w:p>
        </w:tc>
        <w:tc>
          <w:tcPr>
            <w:tcW w:w="2340" w:type="dxa"/>
            <w:tcBorders>
              <w:top w:val="single" w:color="auto" w:sz="2" w:space="0"/>
              <w:bottom w:val="single" w:color="000000" w:sz="12" w:space="0"/>
            </w:tcBorders>
            <w:shd w:val="clear" w:color="auto" w:fill="auto"/>
          </w:tcPr>
          <w:p w:rsidRPr="00B64815" w:rsidR="00B64815" w:rsidP="00902FE9" w:rsidRDefault="00B64815" w14:paraId="4531D533" w14:textId="77777777">
            <w:pPr>
              <w:rPr>
                <w:b/>
                <w:bCs/>
              </w:rPr>
            </w:pPr>
            <w:r w:rsidRPr="00B64815">
              <w:rPr>
                <w:b/>
                <w:bCs/>
              </w:rPr>
              <w:t>Scientific Name</w:t>
            </w:r>
          </w:p>
        </w:tc>
        <w:tc>
          <w:tcPr>
            <w:tcW w:w="1860" w:type="dxa"/>
            <w:tcBorders>
              <w:top w:val="single" w:color="auto" w:sz="2" w:space="0"/>
              <w:bottom w:val="single" w:color="000000" w:sz="12" w:space="0"/>
            </w:tcBorders>
            <w:shd w:val="clear" w:color="auto" w:fill="auto"/>
          </w:tcPr>
          <w:p w:rsidRPr="00B64815" w:rsidR="00B64815" w:rsidP="00902FE9" w:rsidRDefault="00B64815" w14:paraId="23CCCEF6" w14:textId="77777777">
            <w:pPr>
              <w:rPr>
                <w:b/>
                <w:bCs/>
              </w:rPr>
            </w:pPr>
            <w:r w:rsidRPr="00B64815">
              <w:rPr>
                <w:b/>
                <w:bCs/>
              </w:rPr>
              <w:t>Common Name</w:t>
            </w:r>
          </w:p>
        </w:tc>
        <w:tc>
          <w:tcPr>
            <w:tcW w:w="1956" w:type="dxa"/>
            <w:tcBorders>
              <w:top w:val="single" w:color="auto" w:sz="2" w:space="0"/>
              <w:bottom w:val="single" w:color="000000" w:sz="12" w:space="0"/>
            </w:tcBorders>
            <w:shd w:val="clear" w:color="auto" w:fill="auto"/>
          </w:tcPr>
          <w:p w:rsidRPr="00B64815" w:rsidR="00B64815" w:rsidP="00902FE9" w:rsidRDefault="00B64815" w14:paraId="032C6726" w14:textId="77777777">
            <w:pPr>
              <w:rPr>
                <w:b/>
                <w:bCs/>
              </w:rPr>
            </w:pPr>
            <w:r w:rsidRPr="00B64815">
              <w:rPr>
                <w:b/>
                <w:bCs/>
              </w:rPr>
              <w:t>Canopy Position</w:t>
            </w:r>
          </w:p>
        </w:tc>
      </w:tr>
      <w:tr w:rsidRPr="00B64815" w:rsidR="00B64815" w:rsidTr="00B64815" w14:paraId="7DC7C234" w14:textId="77777777">
        <w:tc>
          <w:tcPr>
            <w:tcW w:w="1104" w:type="dxa"/>
            <w:tcBorders>
              <w:top w:val="single" w:color="000000" w:sz="12" w:space="0"/>
            </w:tcBorders>
            <w:shd w:val="clear" w:color="auto" w:fill="auto"/>
          </w:tcPr>
          <w:p w:rsidRPr="00B64815" w:rsidR="00B64815" w:rsidP="00902FE9" w:rsidRDefault="00B64815" w14:paraId="47E06C08" w14:textId="5205C44B">
            <w:pPr>
              <w:rPr>
                <w:bCs/>
              </w:rPr>
            </w:pPr>
            <w:r w:rsidRPr="00B64815">
              <w:rPr>
                <w:bCs/>
              </w:rPr>
              <w:t>BE</w:t>
            </w:r>
            <w:r w:rsidR="00F30AFF">
              <w:rPr>
                <w:bCs/>
              </w:rPr>
              <w:t>NE4</w:t>
            </w:r>
          </w:p>
        </w:tc>
        <w:tc>
          <w:tcPr>
            <w:tcW w:w="2340" w:type="dxa"/>
            <w:tcBorders>
              <w:top w:val="single" w:color="000000" w:sz="12" w:space="0"/>
            </w:tcBorders>
            <w:shd w:val="clear" w:color="auto" w:fill="auto"/>
          </w:tcPr>
          <w:p w:rsidRPr="006902BA" w:rsidR="00B64815" w:rsidP="00902FE9" w:rsidRDefault="00B64815" w14:paraId="079D55A3" w14:textId="424855BA">
            <w:pPr>
              <w:rPr>
                <w:i/>
                <w:iCs/>
              </w:rPr>
            </w:pPr>
            <w:r w:rsidRPr="006902BA">
              <w:rPr>
                <w:i/>
                <w:iCs/>
              </w:rPr>
              <w:t xml:space="preserve">Betula </w:t>
            </w:r>
            <w:r w:rsidRPr="006902BA" w:rsidR="002E6D1C">
              <w:rPr>
                <w:i/>
                <w:iCs/>
              </w:rPr>
              <w:t>neoalaskana</w:t>
            </w:r>
          </w:p>
        </w:tc>
        <w:tc>
          <w:tcPr>
            <w:tcW w:w="1860" w:type="dxa"/>
            <w:tcBorders>
              <w:top w:val="single" w:color="000000" w:sz="12" w:space="0"/>
            </w:tcBorders>
            <w:shd w:val="clear" w:color="auto" w:fill="auto"/>
          </w:tcPr>
          <w:p w:rsidRPr="00B64815" w:rsidR="00B64815" w:rsidP="00902FE9" w:rsidRDefault="00F30AFF" w14:paraId="39EB02D1" w14:textId="6C0D8A4C">
            <w:r>
              <w:t>Resin</w:t>
            </w:r>
            <w:r w:rsidRPr="00B64815" w:rsidR="00B64815">
              <w:t xml:space="preserve"> birch</w:t>
            </w:r>
          </w:p>
        </w:tc>
        <w:tc>
          <w:tcPr>
            <w:tcW w:w="1956" w:type="dxa"/>
            <w:tcBorders>
              <w:top w:val="single" w:color="000000" w:sz="12" w:space="0"/>
            </w:tcBorders>
            <w:shd w:val="clear" w:color="auto" w:fill="auto"/>
          </w:tcPr>
          <w:p w:rsidRPr="00B64815" w:rsidR="00B64815" w:rsidP="00902FE9" w:rsidRDefault="00B64815" w14:paraId="07D7D309" w14:textId="77777777">
            <w:r w:rsidRPr="00B64815">
              <w:t>Upper</w:t>
            </w:r>
          </w:p>
        </w:tc>
      </w:tr>
      <w:tr w:rsidRPr="00B64815" w:rsidR="00B64815" w:rsidTr="00B64815" w14:paraId="28BAD755" w14:textId="77777777">
        <w:tc>
          <w:tcPr>
            <w:tcW w:w="1104" w:type="dxa"/>
            <w:shd w:val="clear" w:color="auto" w:fill="auto"/>
          </w:tcPr>
          <w:p w:rsidRPr="00B64815" w:rsidR="00B64815" w:rsidP="00902FE9" w:rsidRDefault="00B64815" w14:paraId="73723F19" w14:textId="77777777">
            <w:pPr>
              <w:rPr>
                <w:bCs/>
              </w:rPr>
            </w:pPr>
            <w:r w:rsidRPr="00B64815">
              <w:rPr>
                <w:bCs/>
              </w:rPr>
              <w:t>POTR5</w:t>
            </w:r>
          </w:p>
        </w:tc>
        <w:tc>
          <w:tcPr>
            <w:tcW w:w="2340" w:type="dxa"/>
            <w:shd w:val="clear" w:color="auto" w:fill="auto"/>
          </w:tcPr>
          <w:p w:rsidRPr="006902BA" w:rsidR="00B64815" w:rsidP="00902FE9" w:rsidRDefault="00B64815" w14:paraId="00EB85D1" w14:textId="77777777">
            <w:pPr>
              <w:rPr>
                <w:i/>
                <w:iCs/>
              </w:rPr>
            </w:pPr>
            <w:r w:rsidRPr="006902BA">
              <w:rPr>
                <w:i/>
                <w:iCs/>
              </w:rPr>
              <w:t>Populus tremuloides</w:t>
            </w:r>
          </w:p>
        </w:tc>
        <w:tc>
          <w:tcPr>
            <w:tcW w:w="1860" w:type="dxa"/>
            <w:shd w:val="clear" w:color="auto" w:fill="auto"/>
          </w:tcPr>
          <w:p w:rsidRPr="00B64815" w:rsidR="00B64815" w:rsidP="00902FE9" w:rsidRDefault="00B64815" w14:paraId="66794D68" w14:textId="77777777">
            <w:r w:rsidRPr="00B64815">
              <w:t>Quaking aspen</w:t>
            </w:r>
          </w:p>
        </w:tc>
        <w:tc>
          <w:tcPr>
            <w:tcW w:w="1956" w:type="dxa"/>
            <w:shd w:val="clear" w:color="auto" w:fill="auto"/>
          </w:tcPr>
          <w:p w:rsidRPr="00B64815" w:rsidR="00B64815" w:rsidP="00902FE9" w:rsidRDefault="00B64815" w14:paraId="569B8E9C" w14:textId="77777777">
            <w:r w:rsidRPr="00B64815">
              <w:t>Upper</w:t>
            </w:r>
          </w:p>
        </w:tc>
      </w:tr>
      <w:tr w:rsidRPr="00B64815" w:rsidR="00B64815" w:rsidTr="00B64815" w14:paraId="7BD2FAC4" w14:textId="77777777">
        <w:tc>
          <w:tcPr>
            <w:tcW w:w="1104" w:type="dxa"/>
            <w:shd w:val="clear" w:color="auto" w:fill="auto"/>
          </w:tcPr>
          <w:p w:rsidRPr="00B64815" w:rsidR="00B64815" w:rsidP="00902FE9" w:rsidRDefault="00B64815" w14:paraId="22E3977F" w14:textId="77777777">
            <w:pPr>
              <w:rPr>
                <w:bCs/>
              </w:rPr>
            </w:pPr>
            <w:r w:rsidRPr="00B64815">
              <w:rPr>
                <w:bCs/>
              </w:rPr>
              <w:t>PIMA</w:t>
            </w:r>
          </w:p>
        </w:tc>
        <w:tc>
          <w:tcPr>
            <w:tcW w:w="2340" w:type="dxa"/>
            <w:shd w:val="clear" w:color="auto" w:fill="auto"/>
          </w:tcPr>
          <w:p w:rsidRPr="006902BA" w:rsidR="00B64815" w:rsidP="00902FE9" w:rsidRDefault="00B64815" w14:paraId="10379EC8" w14:textId="77777777">
            <w:pPr>
              <w:rPr>
                <w:i/>
                <w:iCs/>
              </w:rPr>
            </w:pPr>
            <w:r w:rsidRPr="006902BA">
              <w:rPr>
                <w:i/>
                <w:iCs/>
              </w:rPr>
              <w:t>Picea mariana</w:t>
            </w:r>
          </w:p>
        </w:tc>
        <w:tc>
          <w:tcPr>
            <w:tcW w:w="1860" w:type="dxa"/>
            <w:shd w:val="clear" w:color="auto" w:fill="auto"/>
          </w:tcPr>
          <w:p w:rsidRPr="00B64815" w:rsidR="00B64815" w:rsidP="00902FE9" w:rsidRDefault="00B64815" w14:paraId="40D3289C" w14:textId="77777777">
            <w:r w:rsidRPr="00B64815">
              <w:t>Black spruce</w:t>
            </w:r>
          </w:p>
        </w:tc>
        <w:tc>
          <w:tcPr>
            <w:tcW w:w="1956" w:type="dxa"/>
            <w:shd w:val="clear" w:color="auto" w:fill="auto"/>
          </w:tcPr>
          <w:p w:rsidRPr="00B64815" w:rsidR="00B64815" w:rsidP="00902FE9" w:rsidRDefault="00B64815" w14:paraId="7FC9CD39" w14:textId="77777777">
            <w:r w:rsidRPr="00B64815">
              <w:t>Upper</w:t>
            </w:r>
          </w:p>
        </w:tc>
      </w:tr>
      <w:tr w:rsidRPr="00B64815" w:rsidR="00B64815" w:rsidTr="00B64815" w14:paraId="5124F4B2" w14:textId="77777777">
        <w:tc>
          <w:tcPr>
            <w:tcW w:w="1104" w:type="dxa"/>
            <w:shd w:val="clear" w:color="auto" w:fill="auto"/>
          </w:tcPr>
          <w:p w:rsidRPr="00B64815" w:rsidR="00B64815" w:rsidP="00902FE9" w:rsidRDefault="00B64815" w14:paraId="67EB232B" w14:textId="77777777">
            <w:pPr>
              <w:rPr>
                <w:bCs/>
              </w:rPr>
            </w:pPr>
            <w:r w:rsidRPr="00B64815">
              <w:rPr>
                <w:bCs/>
              </w:rPr>
              <w:t>PIGL</w:t>
            </w:r>
          </w:p>
        </w:tc>
        <w:tc>
          <w:tcPr>
            <w:tcW w:w="2340" w:type="dxa"/>
            <w:shd w:val="clear" w:color="auto" w:fill="auto"/>
          </w:tcPr>
          <w:p w:rsidRPr="006902BA" w:rsidR="00B64815" w:rsidP="00902FE9" w:rsidRDefault="00B64815" w14:paraId="42B10D1A" w14:textId="77777777">
            <w:pPr>
              <w:rPr>
                <w:i/>
                <w:iCs/>
              </w:rPr>
            </w:pPr>
            <w:r w:rsidRPr="006902BA">
              <w:rPr>
                <w:i/>
                <w:iCs/>
              </w:rPr>
              <w:t>Picea glauca</w:t>
            </w:r>
          </w:p>
        </w:tc>
        <w:tc>
          <w:tcPr>
            <w:tcW w:w="1860" w:type="dxa"/>
            <w:shd w:val="clear" w:color="auto" w:fill="auto"/>
          </w:tcPr>
          <w:p w:rsidRPr="00B64815" w:rsidR="00B64815" w:rsidP="00902FE9" w:rsidRDefault="00B64815" w14:paraId="1D50682D" w14:textId="77777777">
            <w:r w:rsidRPr="00B64815">
              <w:t>White spruce</w:t>
            </w:r>
          </w:p>
        </w:tc>
        <w:tc>
          <w:tcPr>
            <w:tcW w:w="1956" w:type="dxa"/>
            <w:shd w:val="clear" w:color="auto" w:fill="auto"/>
          </w:tcPr>
          <w:p w:rsidRPr="00B64815" w:rsidR="00B64815" w:rsidP="00902FE9" w:rsidRDefault="00B64815" w14:paraId="30B955FF" w14:textId="77777777">
            <w:r w:rsidRPr="00B64815">
              <w:t>Upper</w:t>
            </w:r>
          </w:p>
        </w:tc>
      </w:tr>
    </w:tbl>
    <w:p w:rsidR="00B64815" w:rsidP="00B64815" w:rsidRDefault="00B64815" w14:paraId="11CC416F" w14:textId="77777777"/>
    <w:p w:rsidR="00B64815" w:rsidP="00B64815" w:rsidRDefault="00B64815" w14:paraId="63F700F6" w14:textId="77777777">
      <w:pPr>
        <w:pStyle w:val="SClassInfoPara"/>
      </w:pPr>
      <w:r>
        <w:t>Description</w:t>
      </w:r>
    </w:p>
    <w:p w:rsidR="0021086D" w:rsidP="00B64815" w:rsidRDefault="00B64815" w14:paraId="45C23D2F" w14:textId="5E7F7B9F">
      <w:r>
        <w:t xml:space="preserve">Mixed hardwood-spruce forest. Hardwoods and spruce overtop shrubs and gain dominance. Early in this age class trees are at least 2.5 cm DBH and 4-8 m tall (Foote 1983). </w:t>
      </w:r>
      <w:r w:rsidRPr="006902BA">
        <w:rPr>
          <w:i/>
          <w:iCs/>
        </w:rPr>
        <w:t>Populus</w:t>
      </w:r>
      <w:r>
        <w:t xml:space="preserve"> </w:t>
      </w:r>
      <w:r w:rsidRPr="006902BA">
        <w:rPr>
          <w:i/>
          <w:iCs/>
        </w:rPr>
        <w:t>tremuloides</w:t>
      </w:r>
      <w:r>
        <w:t xml:space="preserve"> replaces </w:t>
      </w:r>
      <w:r w:rsidRPr="006902BA">
        <w:rPr>
          <w:i/>
          <w:iCs/>
        </w:rPr>
        <w:t xml:space="preserve">Betula </w:t>
      </w:r>
      <w:r w:rsidRPr="006902BA" w:rsidR="002E6D1C">
        <w:rPr>
          <w:i/>
          <w:iCs/>
        </w:rPr>
        <w:t>neoalaskana</w:t>
      </w:r>
      <w:r w:rsidR="002E6D1C">
        <w:t xml:space="preserve"> </w:t>
      </w:r>
      <w:r>
        <w:t xml:space="preserve">on drier sites (Foote 1983, Chapin et al. 2006). Spruce may occur as an understory, subdominant and/or co-dominant component. Tree density may be </w:t>
      </w:r>
      <w:r w:rsidR="00880340">
        <w:t>less</w:t>
      </w:r>
      <w:r>
        <w:t xml:space="preserve"> or </w:t>
      </w:r>
      <w:r w:rsidR="00880340">
        <w:t xml:space="preserve">greater than </w:t>
      </w:r>
      <w:r>
        <w:t>60% depending on site conditions. Beneath trees, shrubs, herbs and mosses exist. As the stage advances, spruce and moss become more important.</w:t>
      </w:r>
      <w:r w:rsidR="001D6813">
        <w:t xml:space="preserve"> </w:t>
      </w:r>
    </w:p>
    <w:p w:rsidR="00B64815" w:rsidP="00B64815" w:rsidRDefault="00B64815" w14:paraId="730A2B88" w14:textId="77777777"/>
    <w:p>
      <w:r>
        <w:rPr>
          <w:i/>
          <w:u w:val="single"/>
        </w:rPr>
        <w:t>Maximum Tree Size Class</w:t>
      </w:r>
      <w:br/>
      <w:r>
        <w:t>Pole 5–9" (swd)/5–11" (hwd)</w:t>
      </w:r>
    </w:p>
    <w:p w:rsidR="00B64815" w:rsidP="00B64815" w:rsidRDefault="00B64815" w14:paraId="6834E58F" w14:textId="5BB65FE5">
      <w:pPr>
        <w:pStyle w:val="InfoPara"/>
        <w:pBdr>
          <w:top w:val="single" w:color="auto" w:sz="4" w:space="1"/>
        </w:pBdr>
      </w:pPr>
      <w:r xmlns:w="http://schemas.openxmlformats.org/wordprocessingml/2006/main">
        <w:t>Class D</w:t>
      </w:r>
      <w:r xmlns:w="http://schemas.openxmlformats.org/wordprocessingml/2006/main">
        <w:tab/>
        <w:t>42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2 - All Structures</w:t>
      </w:r>
    </w:p>
    <w:p w:rsidR="00B64815" w:rsidP="00B64815" w:rsidRDefault="00B64815" w14:paraId="053F135E" w14:textId="77777777"/>
    <w:p w:rsidR="00B64815" w:rsidP="00B64815" w:rsidRDefault="00B64815" w14:paraId="5FD6B4D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589"/>
        <w:gridCol w:w="3060"/>
        <w:gridCol w:w="1980"/>
      </w:tblGrid>
      <w:tr w:rsidRPr="00B64815" w:rsidR="00B64815" w:rsidTr="00A37687" w14:paraId="43F19BE4" w14:textId="77777777">
        <w:tc>
          <w:tcPr>
            <w:tcW w:w="1188" w:type="dxa"/>
            <w:tcBorders>
              <w:top w:val="single" w:color="auto" w:sz="2" w:space="0"/>
              <w:bottom w:val="single" w:color="000000" w:sz="12" w:space="0"/>
            </w:tcBorders>
            <w:shd w:val="clear" w:color="auto" w:fill="auto"/>
          </w:tcPr>
          <w:p w:rsidRPr="00B64815" w:rsidR="00B64815" w:rsidP="00902FE9" w:rsidRDefault="00B64815" w14:paraId="4AE3B48E" w14:textId="77777777">
            <w:pPr>
              <w:rPr>
                <w:b/>
                <w:bCs/>
              </w:rPr>
            </w:pPr>
            <w:r w:rsidRPr="00B64815">
              <w:rPr>
                <w:b/>
                <w:bCs/>
              </w:rPr>
              <w:t>Symbol</w:t>
            </w:r>
          </w:p>
        </w:tc>
        <w:tc>
          <w:tcPr>
            <w:tcW w:w="2589" w:type="dxa"/>
            <w:tcBorders>
              <w:top w:val="single" w:color="auto" w:sz="2" w:space="0"/>
              <w:bottom w:val="single" w:color="000000" w:sz="12" w:space="0"/>
            </w:tcBorders>
            <w:shd w:val="clear" w:color="auto" w:fill="auto"/>
          </w:tcPr>
          <w:p w:rsidRPr="00B64815" w:rsidR="00B64815" w:rsidP="00902FE9" w:rsidRDefault="00B64815" w14:paraId="1C928461" w14:textId="77777777">
            <w:pPr>
              <w:rPr>
                <w:b/>
                <w:bCs/>
              </w:rPr>
            </w:pPr>
            <w:r w:rsidRPr="00B64815">
              <w:rPr>
                <w:b/>
                <w:bCs/>
              </w:rPr>
              <w:t>Scientific Name</w:t>
            </w:r>
          </w:p>
        </w:tc>
        <w:tc>
          <w:tcPr>
            <w:tcW w:w="3060" w:type="dxa"/>
            <w:tcBorders>
              <w:top w:val="single" w:color="auto" w:sz="2" w:space="0"/>
              <w:bottom w:val="single" w:color="000000" w:sz="12" w:space="0"/>
            </w:tcBorders>
            <w:shd w:val="clear" w:color="auto" w:fill="auto"/>
          </w:tcPr>
          <w:p w:rsidRPr="00B64815" w:rsidR="00B64815" w:rsidP="00902FE9" w:rsidRDefault="00B64815" w14:paraId="3BED3A15" w14:textId="77777777">
            <w:pPr>
              <w:rPr>
                <w:b/>
                <w:bCs/>
              </w:rPr>
            </w:pPr>
            <w:r w:rsidRPr="00B64815">
              <w:rPr>
                <w:b/>
                <w:bCs/>
              </w:rPr>
              <w:t>Common Name</w:t>
            </w:r>
          </w:p>
        </w:tc>
        <w:tc>
          <w:tcPr>
            <w:tcW w:w="1980" w:type="dxa"/>
            <w:tcBorders>
              <w:top w:val="single" w:color="auto" w:sz="2" w:space="0"/>
              <w:bottom w:val="single" w:color="000000" w:sz="12" w:space="0"/>
            </w:tcBorders>
            <w:shd w:val="clear" w:color="auto" w:fill="auto"/>
          </w:tcPr>
          <w:p w:rsidRPr="00B64815" w:rsidR="00B64815" w:rsidP="00902FE9" w:rsidRDefault="00B64815" w14:paraId="16D9FDFD" w14:textId="77777777">
            <w:pPr>
              <w:rPr>
                <w:b/>
                <w:bCs/>
              </w:rPr>
            </w:pPr>
            <w:r w:rsidRPr="00B64815">
              <w:rPr>
                <w:b/>
                <w:bCs/>
              </w:rPr>
              <w:t>Canopy Position</w:t>
            </w:r>
          </w:p>
        </w:tc>
      </w:tr>
      <w:tr w:rsidRPr="00B64815" w:rsidR="00B64815" w:rsidTr="00A37687" w14:paraId="479514F5" w14:textId="77777777">
        <w:tc>
          <w:tcPr>
            <w:tcW w:w="1188" w:type="dxa"/>
            <w:tcBorders>
              <w:top w:val="single" w:color="000000" w:sz="12" w:space="0"/>
            </w:tcBorders>
            <w:shd w:val="clear" w:color="auto" w:fill="auto"/>
          </w:tcPr>
          <w:p w:rsidRPr="00B64815" w:rsidR="00B64815" w:rsidP="00902FE9" w:rsidRDefault="00B64815" w14:paraId="26F65086" w14:textId="77777777">
            <w:pPr>
              <w:rPr>
                <w:bCs/>
              </w:rPr>
            </w:pPr>
            <w:r w:rsidRPr="00B64815">
              <w:rPr>
                <w:bCs/>
              </w:rPr>
              <w:t>PIMA</w:t>
            </w:r>
          </w:p>
        </w:tc>
        <w:tc>
          <w:tcPr>
            <w:tcW w:w="2589" w:type="dxa"/>
            <w:tcBorders>
              <w:top w:val="single" w:color="000000" w:sz="12" w:space="0"/>
            </w:tcBorders>
            <w:shd w:val="clear" w:color="auto" w:fill="auto"/>
          </w:tcPr>
          <w:p w:rsidRPr="00041975" w:rsidR="00B64815" w:rsidP="00902FE9" w:rsidRDefault="00B64815" w14:paraId="527BDE39" w14:textId="77777777">
            <w:pPr>
              <w:rPr>
                <w:i/>
                <w:iCs/>
              </w:rPr>
            </w:pPr>
            <w:r w:rsidRPr="00041975">
              <w:rPr>
                <w:i/>
                <w:iCs/>
              </w:rPr>
              <w:t>Picea mariana</w:t>
            </w:r>
          </w:p>
        </w:tc>
        <w:tc>
          <w:tcPr>
            <w:tcW w:w="3060" w:type="dxa"/>
            <w:tcBorders>
              <w:top w:val="single" w:color="000000" w:sz="12" w:space="0"/>
            </w:tcBorders>
            <w:shd w:val="clear" w:color="auto" w:fill="auto"/>
          </w:tcPr>
          <w:p w:rsidRPr="00B64815" w:rsidR="00B64815" w:rsidP="00902FE9" w:rsidRDefault="00B64815" w14:paraId="75091DBA" w14:textId="77777777">
            <w:r w:rsidRPr="00B64815">
              <w:t>Black spruce</w:t>
            </w:r>
          </w:p>
        </w:tc>
        <w:tc>
          <w:tcPr>
            <w:tcW w:w="1980" w:type="dxa"/>
            <w:tcBorders>
              <w:top w:val="single" w:color="000000" w:sz="12" w:space="0"/>
            </w:tcBorders>
            <w:shd w:val="clear" w:color="auto" w:fill="auto"/>
          </w:tcPr>
          <w:p w:rsidRPr="00B64815" w:rsidR="00B64815" w:rsidP="00902FE9" w:rsidRDefault="00B64815" w14:paraId="79C64D6C" w14:textId="77777777">
            <w:r w:rsidRPr="00B64815">
              <w:t>Upper</w:t>
            </w:r>
          </w:p>
        </w:tc>
      </w:tr>
      <w:tr w:rsidRPr="00B64815" w:rsidR="00B64815" w:rsidTr="00A37687" w14:paraId="17098864" w14:textId="77777777">
        <w:tc>
          <w:tcPr>
            <w:tcW w:w="1188" w:type="dxa"/>
            <w:shd w:val="clear" w:color="auto" w:fill="auto"/>
          </w:tcPr>
          <w:p w:rsidRPr="00B64815" w:rsidR="00B64815" w:rsidP="00902FE9" w:rsidRDefault="00B64815" w14:paraId="3D51C40F" w14:textId="77777777">
            <w:pPr>
              <w:rPr>
                <w:bCs/>
              </w:rPr>
            </w:pPr>
            <w:r w:rsidRPr="00B64815">
              <w:rPr>
                <w:bCs/>
              </w:rPr>
              <w:t>PIGL</w:t>
            </w:r>
          </w:p>
        </w:tc>
        <w:tc>
          <w:tcPr>
            <w:tcW w:w="2589" w:type="dxa"/>
            <w:shd w:val="clear" w:color="auto" w:fill="auto"/>
          </w:tcPr>
          <w:p w:rsidRPr="00041975" w:rsidR="00B64815" w:rsidP="00902FE9" w:rsidRDefault="00B64815" w14:paraId="04DB511D" w14:textId="77777777">
            <w:pPr>
              <w:rPr>
                <w:i/>
                <w:iCs/>
              </w:rPr>
            </w:pPr>
            <w:r w:rsidRPr="00041975">
              <w:rPr>
                <w:i/>
                <w:iCs/>
              </w:rPr>
              <w:t>Picea glauca</w:t>
            </w:r>
          </w:p>
        </w:tc>
        <w:tc>
          <w:tcPr>
            <w:tcW w:w="3060" w:type="dxa"/>
            <w:shd w:val="clear" w:color="auto" w:fill="auto"/>
          </w:tcPr>
          <w:p w:rsidRPr="00B64815" w:rsidR="00B64815" w:rsidP="00902FE9" w:rsidRDefault="00B64815" w14:paraId="6CC37AF5" w14:textId="77777777">
            <w:r w:rsidRPr="00B64815">
              <w:t>White spruce</w:t>
            </w:r>
          </w:p>
        </w:tc>
        <w:tc>
          <w:tcPr>
            <w:tcW w:w="1980" w:type="dxa"/>
            <w:shd w:val="clear" w:color="auto" w:fill="auto"/>
          </w:tcPr>
          <w:p w:rsidRPr="00B64815" w:rsidR="00B64815" w:rsidP="00902FE9" w:rsidRDefault="00B64815" w14:paraId="2250F667" w14:textId="77777777">
            <w:r w:rsidRPr="00B64815">
              <w:t>Upper</w:t>
            </w:r>
          </w:p>
        </w:tc>
      </w:tr>
      <w:tr w:rsidRPr="00B64815" w:rsidR="00B64815" w:rsidTr="00A37687" w14:paraId="346897BB" w14:textId="77777777">
        <w:tc>
          <w:tcPr>
            <w:tcW w:w="1188" w:type="dxa"/>
            <w:shd w:val="clear" w:color="auto" w:fill="auto"/>
          </w:tcPr>
          <w:p w:rsidRPr="00B64815" w:rsidR="00B64815" w:rsidP="00902FE9" w:rsidRDefault="00F30AFF" w14:paraId="63C215EE" w14:textId="7E89CBEC">
            <w:pPr>
              <w:rPr>
                <w:bCs/>
              </w:rPr>
            </w:pPr>
            <w:r>
              <w:rPr>
                <w:bCs/>
              </w:rPr>
              <w:t>HYSP70</w:t>
            </w:r>
          </w:p>
        </w:tc>
        <w:tc>
          <w:tcPr>
            <w:tcW w:w="2589" w:type="dxa"/>
            <w:shd w:val="clear" w:color="auto" w:fill="auto"/>
          </w:tcPr>
          <w:p w:rsidRPr="00041975" w:rsidR="00B64815" w:rsidP="00902FE9" w:rsidRDefault="00F30AFF" w14:paraId="27D02EBE" w14:textId="076126FB">
            <w:pPr>
              <w:rPr>
                <w:i/>
                <w:iCs/>
              </w:rPr>
            </w:pPr>
            <w:r w:rsidRPr="00041975">
              <w:rPr>
                <w:i/>
                <w:iCs/>
              </w:rPr>
              <w:t>Hylocomium splendens</w:t>
            </w:r>
          </w:p>
        </w:tc>
        <w:tc>
          <w:tcPr>
            <w:tcW w:w="3060" w:type="dxa"/>
            <w:shd w:val="clear" w:color="auto" w:fill="auto"/>
          </w:tcPr>
          <w:p w:rsidRPr="00B64815" w:rsidR="00B64815" w:rsidP="00902FE9" w:rsidRDefault="00F30AFF" w14:paraId="789DFC59" w14:textId="3521239B">
            <w:r>
              <w:t>S</w:t>
            </w:r>
            <w:r w:rsidRPr="00F30AFF">
              <w:t>plendid feather moss</w:t>
            </w:r>
          </w:p>
        </w:tc>
        <w:tc>
          <w:tcPr>
            <w:tcW w:w="1980" w:type="dxa"/>
            <w:shd w:val="clear" w:color="auto" w:fill="auto"/>
          </w:tcPr>
          <w:p w:rsidRPr="00B64815" w:rsidR="00B64815" w:rsidP="00902FE9" w:rsidRDefault="00B64815" w14:paraId="5FE6CD8E" w14:textId="77777777">
            <w:r w:rsidRPr="00B64815">
              <w:t>Lower</w:t>
            </w:r>
          </w:p>
        </w:tc>
      </w:tr>
      <w:tr w:rsidRPr="00B64815" w:rsidR="00F8518F" w:rsidTr="00A37687" w14:paraId="284F8F49" w14:textId="77777777">
        <w:tc>
          <w:tcPr>
            <w:tcW w:w="1188" w:type="dxa"/>
            <w:shd w:val="clear" w:color="auto" w:fill="auto"/>
          </w:tcPr>
          <w:p w:rsidRPr="00B64815" w:rsidR="00F8518F" w:rsidP="00F8518F" w:rsidRDefault="00F30AFF" w14:paraId="2B919DED" w14:textId="535FC288">
            <w:pPr>
              <w:rPr>
                <w:bCs/>
              </w:rPr>
            </w:pPr>
            <w:r>
              <w:rPr>
                <w:bCs/>
              </w:rPr>
              <w:t>PLSC70</w:t>
            </w:r>
          </w:p>
        </w:tc>
        <w:tc>
          <w:tcPr>
            <w:tcW w:w="2589" w:type="dxa"/>
            <w:shd w:val="clear" w:color="auto" w:fill="auto"/>
          </w:tcPr>
          <w:p w:rsidRPr="00041975" w:rsidR="00F8518F" w:rsidP="00F8518F" w:rsidRDefault="00F30AFF" w14:paraId="0C646165" w14:textId="0ACBDC07">
            <w:pPr>
              <w:rPr>
                <w:i/>
                <w:iCs/>
              </w:rPr>
            </w:pPr>
            <w:r w:rsidRPr="00041975">
              <w:rPr>
                <w:i/>
                <w:iCs/>
              </w:rPr>
              <w:t>Pleurozium schreberi</w:t>
            </w:r>
          </w:p>
        </w:tc>
        <w:tc>
          <w:tcPr>
            <w:tcW w:w="3060" w:type="dxa"/>
            <w:shd w:val="clear" w:color="auto" w:fill="auto"/>
          </w:tcPr>
          <w:p w:rsidRPr="00B64815" w:rsidR="00F8518F" w:rsidP="00F8518F" w:rsidRDefault="00F30AFF" w14:paraId="01F9206F" w14:textId="1A1EE0F2">
            <w:r w:rsidRPr="00F30AFF">
              <w:t>Schreber's big red stem moss</w:t>
            </w:r>
          </w:p>
        </w:tc>
        <w:tc>
          <w:tcPr>
            <w:tcW w:w="1980" w:type="dxa"/>
            <w:shd w:val="clear" w:color="auto" w:fill="auto"/>
          </w:tcPr>
          <w:p w:rsidRPr="00B64815" w:rsidR="00F8518F" w:rsidP="00F8518F" w:rsidRDefault="00F8518F" w14:paraId="4D5DF367" w14:textId="77777777">
            <w:r w:rsidRPr="00B64815">
              <w:t>Lower</w:t>
            </w:r>
          </w:p>
        </w:tc>
      </w:tr>
    </w:tbl>
    <w:p w:rsidR="00B64815" w:rsidP="00B64815" w:rsidRDefault="00B64815" w14:paraId="0F38BE56" w14:textId="77777777"/>
    <w:p w:rsidR="00B64815" w:rsidP="00B64815" w:rsidRDefault="00B64815" w14:paraId="0EEAA26A" w14:textId="77777777">
      <w:pPr>
        <w:pStyle w:val="SClassInfoPara"/>
      </w:pPr>
      <w:r>
        <w:t>Description</w:t>
      </w:r>
    </w:p>
    <w:p w:rsidR="0021086D" w:rsidP="00880340" w:rsidRDefault="00B64815" w14:paraId="3B61BFAA" w14:textId="07F272FC">
      <w:r>
        <w:t xml:space="preserve">Mid-seral black spruce/feathermoss. </w:t>
      </w:r>
      <w:r w:rsidRPr="00041975">
        <w:rPr>
          <w:i/>
          <w:iCs/>
        </w:rPr>
        <w:t>Picea mariana</w:t>
      </w:r>
      <w:r>
        <w:t xml:space="preserve"> dominates but </w:t>
      </w:r>
      <w:r w:rsidRPr="00041975">
        <w:rPr>
          <w:i/>
          <w:iCs/>
        </w:rPr>
        <w:t>Picea glauca</w:t>
      </w:r>
      <w:r>
        <w:t xml:space="preserve"> may be co</w:t>
      </w:r>
      <w:r w:rsidR="00EB166E">
        <w:t>-</w:t>
      </w:r>
      <w:r>
        <w:t>dominant on some sites. Spruce overtops the shrubs. Spruce canopy cover is commonly 50-70%.</w:t>
      </w:r>
      <w:r w:rsidR="001D6813">
        <w:t xml:space="preserve"> </w:t>
      </w:r>
      <w:r w:rsidR="0021086D">
        <w:t xml:space="preserve">Increasing cover (up to 50%) of feathermosses and </w:t>
      </w:r>
      <w:r w:rsidRPr="00041975" w:rsidR="0021086D">
        <w:rPr>
          <w:i/>
          <w:iCs/>
        </w:rPr>
        <w:t>Sphagnum</w:t>
      </w:r>
      <w:r w:rsidR="0021086D">
        <w:t xml:space="preserve"> ssp. contributes to the development of a thick organic layer (Viereck 1983). </w:t>
      </w:r>
      <w:r w:rsidR="007A65FA">
        <w:t>If the</w:t>
      </w:r>
      <w:r w:rsidR="0021086D">
        <w:t xml:space="preserve"> organic layer increases, permafrost may </w:t>
      </w:r>
      <w:r w:rsidR="00577730">
        <w:t xml:space="preserve">aggrade </w:t>
      </w:r>
      <w:r w:rsidR="0021086D">
        <w:t>(Viereck 1983).</w:t>
      </w:r>
    </w:p>
    <w:p w:rsidR="00B64815" w:rsidP="00B64815" w:rsidRDefault="00B64815" w14:paraId="55D2E1F4" w14:textId="77777777"/>
    <w:p>
      <w:r>
        <w:rPr>
          <w:i/>
          <w:u w:val="single"/>
        </w:rPr>
        <w:t>Maximum Tree Size Class</w:t>
      </w:r>
      <w:br/>
      <w:r>
        <w:t>Pole 5–9" (swd)/5–11" (hwd)</w:t>
      </w:r>
    </w:p>
    <w:p w:rsidR="00B64815" w:rsidP="00B64815" w:rsidRDefault="00B64815" w14:paraId="163326A9" w14:textId="792C5C92">
      <w:pPr>
        <w:pStyle w:val="InfoPara"/>
        <w:pBdr>
          <w:top w:val="single" w:color="auto" w:sz="4" w:space="1"/>
        </w:pBdr>
      </w:pPr>
      <w:r xmlns:w="http://schemas.openxmlformats.org/wordprocessingml/2006/main">
        <w:t>Class E</w:t>
      </w:r>
      <w:r xmlns:w="http://schemas.openxmlformats.org/wordprocessingml/2006/main">
        <w:tab/>
        <w:t>25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B64815" w:rsidP="00B64815" w:rsidRDefault="00B64815" w14:paraId="205140BF" w14:textId="77777777"/>
    <w:p w:rsidR="00B64815" w:rsidP="00B64815" w:rsidRDefault="00B64815" w14:paraId="682DAE4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679"/>
        <w:gridCol w:w="2970"/>
        <w:gridCol w:w="1980"/>
      </w:tblGrid>
      <w:tr w:rsidRPr="00B64815" w:rsidR="00B64815" w:rsidTr="00A37687" w14:paraId="38D0DF5C" w14:textId="77777777">
        <w:tc>
          <w:tcPr>
            <w:tcW w:w="1188" w:type="dxa"/>
            <w:tcBorders>
              <w:top w:val="single" w:color="auto" w:sz="2" w:space="0"/>
              <w:bottom w:val="single" w:color="000000" w:sz="12" w:space="0"/>
            </w:tcBorders>
            <w:shd w:val="clear" w:color="auto" w:fill="auto"/>
          </w:tcPr>
          <w:p w:rsidRPr="00B64815" w:rsidR="00B64815" w:rsidP="00902FE9" w:rsidRDefault="00B64815" w14:paraId="3B840AA0" w14:textId="77777777">
            <w:pPr>
              <w:rPr>
                <w:b/>
                <w:bCs/>
              </w:rPr>
            </w:pPr>
            <w:r w:rsidRPr="00B64815">
              <w:rPr>
                <w:b/>
                <w:bCs/>
              </w:rPr>
              <w:t>Symbol</w:t>
            </w:r>
          </w:p>
        </w:tc>
        <w:tc>
          <w:tcPr>
            <w:tcW w:w="2679" w:type="dxa"/>
            <w:tcBorders>
              <w:top w:val="single" w:color="auto" w:sz="2" w:space="0"/>
              <w:bottom w:val="single" w:color="000000" w:sz="12" w:space="0"/>
            </w:tcBorders>
            <w:shd w:val="clear" w:color="auto" w:fill="auto"/>
          </w:tcPr>
          <w:p w:rsidRPr="00B64815" w:rsidR="00B64815" w:rsidP="00902FE9" w:rsidRDefault="00B64815" w14:paraId="53986960" w14:textId="77777777">
            <w:pPr>
              <w:rPr>
                <w:b/>
                <w:bCs/>
              </w:rPr>
            </w:pPr>
            <w:r w:rsidRPr="00B64815">
              <w:rPr>
                <w:b/>
                <w:bCs/>
              </w:rPr>
              <w:t>Scientific Name</w:t>
            </w:r>
          </w:p>
        </w:tc>
        <w:tc>
          <w:tcPr>
            <w:tcW w:w="2970" w:type="dxa"/>
            <w:tcBorders>
              <w:top w:val="single" w:color="auto" w:sz="2" w:space="0"/>
              <w:bottom w:val="single" w:color="000000" w:sz="12" w:space="0"/>
            </w:tcBorders>
            <w:shd w:val="clear" w:color="auto" w:fill="auto"/>
          </w:tcPr>
          <w:p w:rsidRPr="00B64815" w:rsidR="00B64815" w:rsidP="00902FE9" w:rsidRDefault="00B64815" w14:paraId="190F6C22" w14:textId="77777777">
            <w:pPr>
              <w:rPr>
                <w:b/>
                <w:bCs/>
              </w:rPr>
            </w:pPr>
            <w:r w:rsidRPr="00B64815">
              <w:rPr>
                <w:b/>
                <w:bCs/>
              </w:rPr>
              <w:t>Common Name</w:t>
            </w:r>
          </w:p>
        </w:tc>
        <w:tc>
          <w:tcPr>
            <w:tcW w:w="1980" w:type="dxa"/>
            <w:tcBorders>
              <w:top w:val="single" w:color="auto" w:sz="2" w:space="0"/>
              <w:bottom w:val="single" w:color="000000" w:sz="12" w:space="0"/>
            </w:tcBorders>
            <w:shd w:val="clear" w:color="auto" w:fill="auto"/>
          </w:tcPr>
          <w:p w:rsidRPr="00B64815" w:rsidR="00B64815" w:rsidP="00902FE9" w:rsidRDefault="00B64815" w14:paraId="7FB4092C" w14:textId="77777777">
            <w:pPr>
              <w:rPr>
                <w:b/>
                <w:bCs/>
              </w:rPr>
            </w:pPr>
            <w:r w:rsidRPr="00B64815">
              <w:rPr>
                <w:b/>
                <w:bCs/>
              </w:rPr>
              <w:t>Canopy Position</w:t>
            </w:r>
          </w:p>
        </w:tc>
      </w:tr>
      <w:tr w:rsidRPr="00B64815" w:rsidR="00B64815" w:rsidTr="00A37687" w14:paraId="135D8EBB" w14:textId="77777777">
        <w:tc>
          <w:tcPr>
            <w:tcW w:w="1188" w:type="dxa"/>
            <w:tcBorders>
              <w:top w:val="single" w:color="000000" w:sz="12" w:space="0"/>
            </w:tcBorders>
            <w:shd w:val="clear" w:color="auto" w:fill="auto"/>
          </w:tcPr>
          <w:p w:rsidRPr="00B64815" w:rsidR="00B64815" w:rsidP="00902FE9" w:rsidRDefault="00B64815" w14:paraId="4015A85C" w14:textId="77777777">
            <w:pPr>
              <w:rPr>
                <w:bCs/>
              </w:rPr>
            </w:pPr>
            <w:r w:rsidRPr="00B64815">
              <w:rPr>
                <w:bCs/>
              </w:rPr>
              <w:t>PIMA</w:t>
            </w:r>
          </w:p>
        </w:tc>
        <w:tc>
          <w:tcPr>
            <w:tcW w:w="2679" w:type="dxa"/>
            <w:tcBorders>
              <w:top w:val="single" w:color="000000" w:sz="12" w:space="0"/>
            </w:tcBorders>
            <w:shd w:val="clear" w:color="auto" w:fill="auto"/>
          </w:tcPr>
          <w:p w:rsidRPr="00E0445D" w:rsidR="00B64815" w:rsidP="00902FE9" w:rsidRDefault="00B64815" w14:paraId="19E8A665" w14:textId="77777777">
            <w:pPr>
              <w:rPr>
                <w:i/>
                <w:iCs/>
              </w:rPr>
            </w:pPr>
            <w:r w:rsidRPr="00E0445D">
              <w:rPr>
                <w:i/>
                <w:iCs/>
              </w:rPr>
              <w:t>Picea mariana</w:t>
            </w:r>
          </w:p>
        </w:tc>
        <w:tc>
          <w:tcPr>
            <w:tcW w:w="2970" w:type="dxa"/>
            <w:tcBorders>
              <w:top w:val="single" w:color="000000" w:sz="12" w:space="0"/>
            </w:tcBorders>
            <w:shd w:val="clear" w:color="auto" w:fill="auto"/>
          </w:tcPr>
          <w:p w:rsidRPr="00B64815" w:rsidR="00B64815" w:rsidP="00902FE9" w:rsidRDefault="00B64815" w14:paraId="0D44236C" w14:textId="77777777">
            <w:r w:rsidRPr="00B64815">
              <w:t>Black spruce</w:t>
            </w:r>
          </w:p>
        </w:tc>
        <w:tc>
          <w:tcPr>
            <w:tcW w:w="1980" w:type="dxa"/>
            <w:tcBorders>
              <w:top w:val="single" w:color="000000" w:sz="12" w:space="0"/>
            </w:tcBorders>
            <w:shd w:val="clear" w:color="auto" w:fill="auto"/>
          </w:tcPr>
          <w:p w:rsidRPr="00B64815" w:rsidR="00B64815" w:rsidP="00902FE9" w:rsidRDefault="00B64815" w14:paraId="0A0F9897" w14:textId="77777777">
            <w:r w:rsidRPr="00B64815">
              <w:t>Upper</w:t>
            </w:r>
          </w:p>
        </w:tc>
      </w:tr>
      <w:tr w:rsidRPr="00B64815" w:rsidR="00B64815" w:rsidTr="00A37687" w14:paraId="0193A8B5" w14:textId="77777777">
        <w:tc>
          <w:tcPr>
            <w:tcW w:w="1188" w:type="dxa"/>
            <w:shd w:val="clear" w:color="auto" w:fill="auto"/>
          </w:tcPr>
          <w:p w:rsidRPr="00B64815" w:rsidR="00B64815" w:rsidP="00902FE9" w:rsidRDefault="00B64815" w14:paraId="0739666B" w14:textId="77777777">
            <w:pPr>
              <w:rPr>
                <w:bCs/>
              </w:rPr>
            </w:pPr>
            <w:r w:rsidRPr="00B64815">
              <w:rPr>
                <w:bCs/>
              </w:rPr>
              <w:t>PIGL</w:t>
            </w:r>
          </w:p>
        </w:tc>
        <w:tc>
          <w:tcPr>
            <w:tcW w:w="2679" w:type="dxa"/>
            <w:shd w:val="clear" w:color="auto" w:fill="auto"/>
          </w:tcPr>
          <w:p w:rsidRPr="00E0445D" w:rsidR="00B64815" w:rsidP="00902FE9" w:rsidRDefault="00B64815" w14:paraId="401AB91D" w14:textId="77777777">
            <w:pPr>
              <w:rPr>
                <w:i/>
                <w:iCs/>
              </w:rPr>
            </w:pPr>
            <w:r w:rsidRPr="00E0445D">
              <w:rPr>
                <w:i/>
                <w:iCs/>
              </w:rPr>
              <w:t>Picea glauca</w:t>
            </w:r>
          </w:p>
        </w:tc>
        <w:tc>
          <w:tcPr>
            <w:tcW w:w="2970" w:type="dxa"/>
            <w:shd w:val="clear" w:color="auto" w:fill="auto"/>
          </w:tcPr>
          <w:p w:rsidRPr="00B64815" w:rsidR="00B64815" w:rsidP="00902FE9" w:rsidRDefault="00B64815" w14:paraId="5C3C67BF" w14:textId="77777777">
            <w:r w:rsidRPr="00B64815">
              <w:t>White spruce</w:t>
            </w:r>
          </w:p>
        </w:tc>
        <w:tc>
          <w:tcPr>
            <w:tcW w:w="1980" w:type="dxa"/>
            <w:shd w:val="clear" w:color="auto" w:fill="auto"/>
          </w:tcPr>
          <w:p w:rsidRPr="00B64815" w:rsidR="00B64815" w:rsidP="00902FE9" w:rsidRDefault="00B64815" w14:paraId="1464FEE7" w14:textId="77777777">
            <w:r w:rsidRPr="00B64815">
              <w:t>Upper</w:t>
            </w:r>
          </w:p>
        </w:tc>
      </w:tr>
      <w:tr w:rsidRPr="00B64815" w:rsidR="00B64815" w:rsidTr="00A37687" w14:paraId="355676EC" w14:textId="77777777">
        <w:tc>
          <w:tcPr>
            <w:tcW w:w="1188" w:type="dxa"/>
            <w:shd w:val="clear" w:color="auto" w:fill="auto"/>
          </w:tcPr>
          <w:p w:rsidRPr="00B64815" w:rsidR="00B64815" w:rsidP="00902FE9" w:rsidRDefault="00B64815" w14:paraId="18BBD17E" w14:textId="77777777">
            <w:pPr>
              <w:rPr>
                <w:bCs/>
              </w:rPr>
            </w:pPr>
            <w:r w:rsidRPr="00B64815">
              <w:rPr>
                <w:bCs/>
              </w:rPr>
              <w:t>BENA</w:t>
            </w:r>
          </w:p>
        </w:tc>
        <w:tc>
          <w:tcPr>
            <w:tcW w:w="2679" w:type="dxa"/>
            <w:shd w:val="clear" w:color="auto" w:fill="auto"/>
          </w:tcPr>
          <w:p w:rsidRPr="00E0445D" w:rsidR="00B64815" w:rsidP="00902FE9" w:rsidRDefault="00B64815" w14:paraId="786088EA" w14:textId="77777777">
            <w:pPr>
              <w:rPr>
                <w:i/>
                <w:iCs/>
              </w:rPr>
            </w:pPr>
            <w:r w:rsidRPr="00E0445D">
              <w:rPr>
                <w:i/>
                <w:iCs/>
              </w:rPr>
              <w:t>Betula nana</w:t>
            </w:r>
          </w:p>
        </w:tc>
        <w:tc>
          <w:tcPr>
            <w:tcW w:w="2970" w:type="dxa"/>
            <w:shd w:val="clear" w:color="auto" w:fill="auto"/>
          </w:tcPr>
          <w:p w:rsidRPr="00B64815" w:rsidR="00B64815" w:rsidP="00902FE9" w:rsidRDefault="00B64815" w14:paraId="2A7182EA" w14:textId="77777777">
            <w:r w:rsidRPr="00B64815">
              <w:t>Dwarf birch</w:t>
            </w:r>
          </w:p>
        </w:tc>
        <w:tc>
          <w:tcPr>
            <w:tcW w:w="1980" w:type="dxa"/>
            <w:shd w:val="clear" w:color="auto" w:fill="auto"/>
          </w:tcPr>
          <w:p w:rsidRPr="00B64815" w:rsidR="00B64815" w:rsidP="00902FE9" w:rsidRDefault="00B64815" w14:paraId="5FB81DA7" w14:textId="77777777">
            <w:r w:rsidRPr="00B64815">
              <w:t>Lower</w:t>
            </w:r>
          </w:p>
        </w:tc>
      </w:tr>
      <w:tr w:rsidRPr="00B64815" w:rsidR="00F8518F" w:rsidTr="00A37687" w14:paraId="0BB3E29D" w14:textId="77777777">
        <w:tc>
          <w:tcPr>
            <w:tcW w:w="1188" w:type="dxa"/>
            <w:shd w:val="clear" w:color="auto" w:fill="auto"/>
          </w:tcPr>
          <w:p w:rsidRPr="00B64815" w:rsidR="00F8518F" w:rsidP="00F8518F" w:rsidRDefault="00F8518F" w14:paraId="511CFAC0" w14:textId="35E83B8F">
            <w:pPr>
              <w:rPr>
                <w:bCs/>
              </w:rPr>
            </w:pPr>
            <w:r w:rsidRPr="00B64815">
              <w:rPr>
                <w:bCs/>
              </w:rPr>
              <w:t>LE</w:t>
            </w:r>
            <w:r>
              <w:rPr>
                <w:bCs/>
              </w:rPr>
              <w:t>GR</w:t>
            </w:r>
          </w:p>
        </w:tc>
        <w:tc>
          <w:tcPr>
            <w:tcW w:w="2679" w:type="dxa"/>
            <w:shd w:val="clear" w:color="auto" w:fill="auto"/>
          </w:tcPr>
          <w:p w:rsidRPr="00E0445D" w:rsidR="00F8518F" w:rsidP="00F8518F" w:rsidRDefault="00F8518F" w14:paraId="5FCC685F" w14:textId="589B3A3A">
            <w:pPr>
              <w:rPr>
                <w:i/>
                <w:iCs/>
              </w:rPr>
            </w:pPr>
            <w:r w:rsidRPr="00E0445D">
              <w:rPr>
                <w:i/>
                <w:iCs/>
              </w:rPr>
              <w:t>Ledum groenlandicum</w:t>
            </w:r>
          </w:p>
        </w:tc>
        <w:tc>
          <w:tcPr>
            <w:tcW w:w="2970" w:type="dxa"/>
            <w:shd w:val="clear" w:color="auto" w:fill="auto"/>
          </w:tcPr>
          <w:p w:rsidRPr="00B64815" w:rsidR="00F8518F" w:rsidP="00F8518F" w:rsidRDefault="00F8518F" w14:paraId="3FCCEF6F" w14:textId="5615A7D9">
            <w:r>
              <w:t>B</w:t>
            </w:r>
            <w:r w:rsidRPr="00F8518F">
              <w:t>og Labrador tea</w:t>
            </w:r>
          </w:p>
        </w:tc>
        <w:tc>
          <w:tcPr>
            <w:tcW w:w="1980" w:type="dxa"/>
            <w:shd w:val="clear" w:color="auto" w:fill="auto"/>
          </w:tcPr>
          <w:p w:rsidRPr="00B64815" w:rsidR="00F8518F" w:rsidP="00F8518F" w:rsidRDefault="00F8518F" w14:paraId="340A56E2" w14:textId="77777777">
            <w:r w:rsidRPr="00B64815">
              <w:t>Lower</w:t>
            </w:r>
          </w:p>
        </w:tc>
      </w:tr>
    </w:tbl>
    <w:p w:rsidR="00B64815" w:rsidP="00B64815" w:rsidRDefault="00B64815" w14:paraId="0F095198" w14:textId="77777777"/>
    <w:p w:rsidR="00B64815" w:rsidP="00B64815" w:rsidRDefault="00B64815" w14:paraId="738BDC4D" w14:textId="77777777">
      <w:pPr>
        <w:pStyle w:val="SClassInfoPara"/>
      </w:pPr>
      <w:r>
        <w:t>Description</w:t>
      </w:r>
    </w:p>
    <w:p w:rsidR="00357D5E" w:rsidP="00357D5E" w:rsidRDefault="00B64815" w14:paraId="47DD04C7" w14:textId="4C5773F4">
      <w:r>
        <w:t xml:space="preserve">Open, old-growth black spruce. </w:t>
      </w:r>
      <w:r w:rsidRPr="00E0445D">
        <w:rPr>
          <w:i/>
          <w:iCs/>
        </w:rPr>
        <w:t>Picea mariana</w:t>
      </w:r>
      <w:r>
        <w:t xml:space="preserve"> dominates</w:t>
      </w:r>
      <w:r w:rsidR="00880340">
        <w:t>,</w:t>
      </w:r>
      <w:r>
        <w:t xml:space="preserve"> but </w:t>
      </w:r>
      <w:r w:rsidRPr="00E0445D">
        <w:rPr>
          <w:i/>
          <w:iCs/>
        </w:rPr>
        <w:t>Picea glauca</w:t>
      </w:r>
      <w:r>
        <w:t xml:space="preserve"> may be co</w:t>
      </w:r>
      <w:r w:rsidR="00A37687">
        <w:t>-</w:t>
      </w:r>
      <w:r>
        <w:t>dominant on some sites. Spruce gains dominance over hardwoods (if previously present). Tree canopy cover is generally &lt;60% and may be &lt;25% (woodland) depending on site conditions. Occasional hardwoods may remain. The understory may include various combinations of tall shrubs, low shrubs, herbs, mosses and lichens.</w:t>
      </w:r>
      <w:r w:rsidR="00544EB4">
        <w:t xml:space="preserve"> </w:t>
      </w:r>
      <w:r>
        <w:t>If fire is absent for long periods paludification may occur, resulting in an opening of the tree canopy to woodland conditions.</w:t>
      </w:r>
    </w:p>
    <w:p w:rsidR="00357D5E" w:rsidP="00357D5E" w:rsidRDefault="00357D5E" w14:paraId="63C45F7F"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Early2:OPN</w:t>
            </w:r>
          </w:p>
        </w:tc>
        <w:tc>
          <w:p>
            <w:pPr>
              <w:jc w:val="center"/>
            </w:pPr>
            <w:r>
              <w:rPr>
                <w:sz w:val="20"/>
              </w:rPr>
              <w:t>4</w:t>
            </w:r>
          </w:p>
        </w:tc>
      </w:tr>
      <w:tr>
        <w:tc>
          <w:p>
            <w:pPr>
              <w:jc w:val="center"/>
            </w:pPr>
            <w:r>
              <w:rPr>
                <w:sz w:val="20"/>
              </w:rPr>
              <w:t>Early2:OPN</w:t>
            </w:r>
          </w:p>
        </w:tc>
        <w:tc>
          <w:p>
            <w:pPr>
              <w:jc w:val="center"/>
            </w:pPr>
            <w:r>
              <w:rPr>
                <w:sz w:val="20"/>
              </w:rPr>
              <w:t>5</w:t>
            </w:r>
          </w:p>
        </w:tc>
        <w:tc>
          <w:p>
            <w:pPr>
              <w:jc w:val="center"/>
            </w:pPr>
            <w:r>
              <w:rPr>
                <w:sz w:val="20"/>
              </w:rPr>
              <w:t>Mid1:ALL</w:t>
            </w:r>
          </w:p>
        </w:tc>
        <w:tc>
          <w:p>
            <w:pPr>
              <w:jc w:val="center"/>
            </w:pPr>
            <w:r>
              <w:rPr>
                <w:sz w:val="20"/>
              </w:rPr>
              <w:t>39</w:t>
            </w:r>
          </w:p>
        </w:tc>
      </w:tr>
      <w:tr>
        <w:tc>
          <w:p>
            <w:pPr>
              <w:jc w:val="center"/>
            </w:pPr>
            <w:r>
              <w:rPr>
                <w:sz w:val="20"/>
              </w:rPr>
              <w:t>Mid1:ALL</w:t>
            </w:r>
          </w:p>
        </w:tc>
        <w:tc>
          <w:p>
            <w:pPr>
              <w:jc w:val="center"/>
            </w:pPr>
            <w:r>
              <w:rPr>
                <w:sz w:val="20"/>
              </w:rPr>
              <w:t>40</w:t>
            </w:r>
          </w:p>
        </w:tc>
        <w:tc>
          <w:p>
            <w:pPr>
              <w:jc w:val="center"/>
            </w:pPr>
            <w:r>
              <w:rPr>
                <w:sz w:val="20"/>
              </w:rPr>
              <w:t>Late1:OPN</w:t>
            </w:r>
          </w:p>
        </w:tc>
        <w:tc>
          <w:p>
            <w:pPr>
              <w:jc w:val="center"/>
            </w:pPr>
            <w:r>
              <w:rPr>
                <w:sz w:val="20"/>
              </w:rPr>
              <w:t>119</w:t>
            </w:r>
          </w:p>
        </w:tc>
      </w:tr>
      <w:tr>
        <w:tc>
          <w:p>
            <w:pPr>
              <w:jc w:val="center"/>
            </w:pPr>
            <w:r>
              <w:rPr>
                <w:sz w:val="20"/>
              </w:rPr>
              <w:t>Mid2:ALL</w:t>
            </w:r>
          </w:p>
        </w:tc>
        <w:tc>
          <w:p>
            <w:pPr>
              <w:jc w:val="center"/>
            </w:pPr>
            <w:r>
              <w:rPr>
                <w:sz w:val="20"/>
              </w:rPr>
              <w:t>40</w:t>
            </w:r>
          </w:p>
        </w:tc>
        <w:tc>
          <w:p>
            <w:pPr>
              <w:jc w:val="center"/>
            </w:pPr>
            <w:r>
              <w:rPr>
                <w:sz w:val="20"/>
              </w:rPr>
              <w:t>Late1:OPN</w:t>
            </w:r>
          </w:p>
        </w:tc>
        <w:tc>
          <w:p>
            <w:pPr>
              <w:jc w:val="center"/>
            </w:pPr>
            <w:r>
              <w:rPr>
                <w:sz w:val="20"/>
              </w:rPr>
              <w:t>119</w:t>
            </w:r>
          </w:p>
        </w:tc>
      </w:tr>
      <w:tr>
        <w:tc>
          <w:p>
            <w:pPr>
              <w:jc w:val="center"/>
            </w:pPr>
            <w:r>
              <w:rPr>
                <w:sz w:val="20"/>
              </w:rPr>
              <w:t>Late1:OPN</w:t>
            </w:r>
          </w:p>
        </w:tc>
        <w:tc>
          <w:p>
            <w:pPr>
              <w:jc w:val="center"/>
            </w:pPr>
            <w:r>
              <w:rPr>
                <w:sz w:val="20"/>
              </w:rPr>
              <w:t>120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Early2:OPN</w:t>
            </w:r>
          </w:p>
        </w:tc>
        <w:tc>
          <w:p>
            <w:pPr>
              <w:jc w:val="center"/>
            </w:pPr>
            <w:r>
              <w:rPr>
                <w:sz w:val="20"/>
              </w:rPr>
              <w:t>Mid2:ALL</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Early2:OPN</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Mid1:ALL</w:t>
            </w:r>
          </w:p>
        </w:tc>
        <w:tc>
          <w:p>
            <w:pPr>
              <w:jc w:val="center"/>
            </w:pPr>
            <w:r>
              <w:rPr>
                <w:sz w:val="20"/>
              </w:rPr>
              <w:t>Mid1:ALL</w:t>
            </w:r>
          </w:p>
        </w:tc>
        <w:tc>
          <w:p>
            <w:pPr>
              <w:jc w:val="center"/>
            </w:pPr>
            <w:r>
              <w:rPr>
                <w:sz w:val="20"/>
              </w:rPr>
              <w:t>0.004</w:t>
            </w:r>
          </w:p>
        </w:tc>
        <w:tc>
          <w:p>
            <w:pPr>
              <w:jc w:val="center"/>
            </w:pPr>
            <w:r>
              <w:rPr>
                <w:sz w:val="20"/>
              </w:rPr>
              <w:t>250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Mid1:ALL</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Mid2:ALL</w:t>
            </w:r>
          </w:p>
        </w:tc>
        <w:tc>
          <w:p>
            <w:pPr>
              <w:jc w:val="center"/>
            </w:pPr>
            <w:r>
              <w:rPr>
                <w:sz w:val="20"/>
              </w:rPr>
              <w:t>Mid2:ALL</w:t>
            </w:r>
          </w:p>
        </w:tc>
        <w:tc>
          <w:p>
            <w:pPr>
              <w:jc w:val="center"/>
            </w:pPr>
            <w:r>
              <w:rPr>
                <w:sz w:val="20"/>
              </w:rPr>
              <w:t>0.005</w:t>
            </w:r>
          </w:p>
        </w:tc>
        <w:tc>
          <w:p>
            <w:pPr>
              <w:jc w:val="center"/>
            </w:pPr>
            <w:r>
              <w:rPr>
                <w:sz w:val="20"/>
              </w:rPr>
              <w:t>200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Mid2:ALL</w:t>
            </w:r>
          </w:p>
        </w:tc>
        <w:tc>
          <w:p>
            <w:pPr>
              <w:jc w:val="center"/>
            </w:pPr>
            <w:r>
              <w:rPr>
                <w:sz w:val="20"/>
              </w:rPr>
              <w:t>Early1:ALL</w:t>
            </w:r>
          </w:p>
        </w:tc>
        <w:tc>
          <w:p>
            <w:pPr>
              <w:jc w:val="center"/>
            </w:pPr>
            <w:r>
              <w:rPr>
                <w:sz w:val="20"/>
              </w:rPr>
              <w:t>0.0067</w:t>
            </w:r>
          </w:p>
        </w:tc>
        <w:tc>
          <w:p>
            <w:pPr>
              <w:jc w:val="center"/>
            </w:pPr>
            <w:r>
              <w:rPr>
                <w:sz w:val="20"/>
              </w:rPr>
              <w:t>149</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Late1:OPN</w:t>
            </w:r>
          </w:p>
        </w:tc>
        <w:tc>
          <w:p>
            <w:pPr>
              <w:jc w:val="center"/>
            </w:pPr>
            <w:r>
              <w:rPr>
                <w:sz w:val="20"/>
              </w:rPr>
              <w:t>Mid2:ALL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Mid2:ALL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Mid2:ALL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0.0067</w:t>
            </w:r>
          </w:p>
        </w:tc>
        <w:tc>
          <w:p>
            <w:pPr>
              <w:jc w:val="center"/>
            </w:pPr>
            <w:r>
              <w:rPr>
                <w:sz w:val="20"/>
              </w:rPr>
              <w:t>149</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357D5E" w:rsidR="00357D5E" w:rsidP="00357D5E" w:rsidRDefault="00357D5E" w14:paraId="58E43A71" w14:textId="77777777"/>
    <w:p w:rsidR="00FC42F0" w:rsidP="00B64815" w:rsidRDefault="00FC42F0" w14:paraId="0D9E7050" w14:textId="77777777">
      <w:r>
        <w:t xml:space="preserve">Alexander, M. E.; Lanoville, R. A. 1989. Predicting fire behavior in the black spruce-lichen woodland fuel type of western and northern Canada. Edmonton, AB: Forestry Canada, Northern Forestry Centre; Fort Smith, NT: Government of the Northwest Territories, Department of Renewable Resources, Territorial Forest Fire Centre. Poster. </w:t>
      </w:r>
    </w:p>
    <w:p w:rsidR="00B64815" w:rsidP="00B64815" w:rsidRDefault="00B64815" w14:paraId="0057B6CF" w14:textId="664BE81F"/>
    <w:p w:rsidR="006F14DE" w:rsidP="006F14DE" w:rsidRDefault="006F14DE" w14:paraId="3EAF175C" w14:textId="41ADDEC9">
      <w:r w:rsidRPr="00241BAC">
        <w:t xml:space="preserve">Alexander, H.D., </w:t>
      </w:r>
      <w:r>
        <w:t xml:space="preserve">and M.C. </w:t>
      </w:r>
      <w:r w:rsidRPr="00241BAC">
        <w:t>Mack</w:t>
      </w:r>
      <w:r>
        <w:t>. 2016.</w:t>
      </w:r>
      <w:r w:rsidRPr="00241BAC">
        <w:t xml:space="preserve"> A Canopy Shift in Interior Alaskan Boreal Forests: Consequences for Above- and Belowground Carbon and Nitrogen Pools during Post-fire Succession. Ecosystems 19</w:t>
      </w:r>
      <w:r>
        <w:t xml:space="preserve">: </w:t>
      </w:r>
      <w:r w:rsidRPr="00241BAC">
        <w:t>98–114. https://doi.org/10.1007/s10021-015-9920-7</w:t>
      </w:r>
      <w:r>
        <w:t>.</w:t>
      </w:r>
    </w:p>
    <w:p w:rsidR="00357D5E" w:rsidP="00357D5E" w:rsidRDefault="00357D5E" w14:paraId="571EE3D7" w14:textId="77777777"/>
    <w:p w:rsidR="00357D5E" w:rsidP="00357D5E" w:rsidRDefault="00357D5E" w14:paraId="5924F19D" w14:textId="7165529A">
      <w:r>
        <w:t>Auclair, A. N. D. 1983. The role of fire in lichen-dominated tundra and forest-tundra. In: Wein, Ross W.; MacLean, David A., eds. The role of fire in northern circumpolar ecosystems. Scope 18. New York: John Wiley &amp; Sons: 235-256.</w:t>
      </w:r>
    </w:p>
    <w:p w:rsidR="0099135D" w:rsidP="00426895" w:rsidRDefault="0099135D" w14:paraId="5F8C395B" w14:textId="77777777"/>
    <w:p w:rsidR="0099135D" w:rsidP="00426895" w:rsidRDefault="0099135D" w14:paraId="74025A9F" w14:textId="25241546">
      <w:pPr>
        <w:rPr>
          <w:color w:val="000000"/>
        </w:rPr>
      </w:pPr>
      <w:r w:rsidRPr="00A37687">
        <w:rPr>
          <w:color w:val="000000"/>
        </w:rPr>
        <w:t xml:space="preserve">Bachelet D, </w:t>
      </w:r>
      <w:r w:rsidR="00A37687">
        <w:rPr>
          <w:color w:val="000000"/>
        </w:rPr>
        <w:t xml:space="preserve">J. </w:t>
      </w:r>
      <w:r w:rsidRPr="00A37687">
        <w:rPr>
          <w:color w:val="000000"/>
        </w:rPr>
        <w:t xml:space="preserve">Lenihan, </w:t>
      </w:r>
      <w:r w:rsidR="00A37687">
        <w:rPr>
          <w:color w:val="000000"/>
        </w:rPr>
        <w:t xml:space="preserve">R. </w:t>
      </w:r>
      <w:r w:rsidRPr="00A37687">
        <w:rPr>
          <w:color w:val="000000"/>
        </w:rPr>
        <w:t xml:space="preserve">Neilson, </w:t>
      </w:r>
      <w:r w:rsidR="00A37687">
        <w:rPr>
          <w:color w:val="000000"/>
        </w:rPr>
        <w:t xml:space="preserve">R. </w:t>
      </w:r>
      <w:r w:rsidRPr="00A37687">
        <w:rPr>
          <w:color w:val="000000"/>
        </w:rPr>
        <w:t xml:space="preserve">Drapek, </w:t>
      </w:r>
      <w:r w:rsidR="00A37687">
        <w:rPr>
          <w:color w:val="000000"/>
        </w:rPr>
        <w:t xml:space="preserve">and T. </w:t>
      </w:r>
      <w:r w:rsidRPr="00A37687">
        <w:rPr>
          <w:color w:val="000000"/>
        </w:rPr>
        <w:t>Kittel</w:t>
      </w:r>
      <w:r w:rsidR="00A37687">
        <w:rPr>
          <w:color w:val="000000"/>
        </w:rPr>
        <w:t xml:space="preserve">. </w:t>
      </w:r>
      <w:r w:rsidRPr="00A37687">
        <w:rPr>
          <w:color w:val="000000"/>
        </w:rPr>
        <w:t>2005</w:t>
      </w:r>
      <w:r w:rsidR="00A37687">
        <w:rPr>
          <w:color w:val="000000"/>
        </w:rPr>
        <w:t xml:space="preserve">. </w:t>
      </w:r>
      <w:r w:rsidRPr="00A37687">
        <w:rPr>
          <w:color w:val="000000"/>
        </w:rPr>
        <w:t>Simulating the response of natural ecosystems and their fire</w:t>
      </w:r>
      <w:r w:rsidR="00A37687">
        <w:rPr>
          <w:color w:val="000000"/>
        </w:rPr>
        <w:t xml:space="preserve"> </w:t>
      </w:r>
      <w:r w:rsidRPr="00A37687">
        <w:rPr>
          <w:color w:val="000000"/>
        </w:rPr>
        <w:t>regimes to climatic variability in Alaska. Can J For Res</w:t>
      </w:r>
      <w:r w:rsidR="00A37687">
        <w:rPr>
          <w:color w:val="000000"/>
        </w:rPr>
        <w:t xml:space="preserve"> </w:t>
      </w:r>
      <w:r w:rsidRPr="00A37687">
        <w:rPr>
          <w:color w:val="000000"/>
        </w:rPr>
        <w:t>35:2244–2257</w:t>
      </w:r>
    </w:p>
    <w:p w:rsidRPr="00A37687" w:rsidR="00777919" w:rsidP="00426895" w:rsidRDefault="00777919" w14:paraId="1477A622" w14:textId="77777777">
      <w:pPr>
        <w:rPr>
          <w:color w:val="000000"/>
        </w:rPr>
      </w:pPr>
    </w:p>
    <w:p w:rsidRPr="00EF47DD" w:rsidR="00777919" w:rsidP="00777919" w:rsidRDefault="00777919" w14:paraId="525CD3A7" w14:textId="77777777">
      <w:pPr>
        <w:rPr>
          <w:color w:val="000000"/>
        </w:rPr>
      </w:pPr>
      <w:r w:rsidRPr="00241BAC">
        <w:rPr>
          <w:color w:val="000000"/>
        </w:rPr>
        <w:t xml:space="preserve">Bachelet D, </w:t>
      </w:r>
      <w:r>
        <w:rPr>
          <w:color w:val="000000"/>
        </w:rPr>
        <w:t xml:space="preserve">J. </w:t>
      </w:r>
      <w:r w:rsidRPr="00241BAC">
        <w:rPr>
          <w:color w:val="000000"/>
        </w:rPr>
        <w:t>Lenihan</w:t>
      </w:r>
      <w:r>
        <w:rPr>
          <w:color w:val="000000"/>
        </w:rPr>
        <w:t>, R.</w:t>
      </w:r>
      <w:r w:rsidRPr="00241BAC">
        <w:rPr>
          <w:color w:val="000000"/>
        </w:rPr>
        <w:t>Neilson</w:t>
      </w:r>
      <w:r>
        <w:rPr>
          <w:color w:val="000000"/>
        </w:rPr>
        <w:t xml:space="preserve">, R. </w:t>
      </w:r>
      <w:r w:rsidRPr="00241BAC">
        <w:rPr>
          <w:color w:val="000000"/>
        </w:rPr>
        <w:t xml:space="preserve">Drapek, </w:t>
      </w:r>
      <w:r>
        <w:rPr>
          <w:color w:val="000000"/>
        </w:rPr>
        <w:t xml:space="preserve">T. </w:t>
      </w:r>
      <w:r w:rsidRPr="00241BAC">
        <w:rPr>
          <w:color w:val="000000"/>
        </w:rPr>
        <w:t>Kittel</w:t>
      </w:r>
      <w:r>
        <w:rPr>
          <w:color w:val="000000"/>
        </w:rPr>
        <w:t xml:space="preserve">. </w:t>
      </w:r>
      <w:r w:rsidRPr="00241BAC">
        <w:rPr>
          <w:color w:val="000000"/>
        </w:rPr>
        <w:t>2005</w:t>
      </w:r>
      <w:r>
        <w:rPr>
          <w:color w:val="000000"/>
        </w:rPr>
        <w:t xml:space="preserve">. </w:t>
      </w:r>
      <w:r w:rsidRPr="00241BAC">
        <w:rPr>
          <w:color w:val="000000"/>
        </w:rPr>
        <w:t>Simulating the response of natural ecosystems and their fire</w:t>
      </w:r>
      <w:r>
        <w:rPr>
          <w:color w:val="000000"/>
        </w:rPr>
        <w:t xml:space="preserve"> </w:t>
      </w:r>
      <w:r w:rsidRPr="00241BAC">
        <w:rPr>
          <w:color w:val="000000"/>
        </w:rPr>
        <w:t>regimes to climatic variability in Alaska. Can J For Res</w:t>
      </w:r>
      <w:r>
        <w:rPr>
          <w:color w:val="000000"/>
        </w:rPr>
        <w:t xml:space="preserve"> </w:t>
      </w:r>
      <w:r w:rsidRPr="00241BAC">
        <w:rPr>
          <w:color w:val="000000"/>
        </w:rPr>
        <w:t>35:2244</w:t>
      </w:r>
      <w:r w:rsidRPr="00241BAC">
        <w:rPr>
          <w:rFonts w:hint="eastAsia"/>
          <w:color w:val="000000"/>
        </w:rPr>
        <w:t>–</w:t>
      </w:r>
      <w:r w:rsidRPr="00241BAC">
        <w:rPr>
          <w:color w:val="000000"/>
        </w:rPr>
        <w:t>2257</w:t>
      </w:r>
    </w:p>
    <w:p w:rsidR="00D70584" w:rsidP="00426895" w:rsidRDefault="00D70584" w14:paraId="6DE262FC" w14:textId="77777777"/>
    <w:p w:rsidR="00D70584" w:rsidP="00426895" w:rsidRDefault="00D70584" w14:paraId="2ECC3533" w14:textId="46DA3BC8">
      <w:pPr>
        <w:rPr>
          <w:color w:val="222222"/>
          <w:shd w:val="clear" w:color="auto" w:fill="FFFFFF"/>
        </w:rPr>
      </w:pPr>
      <w:r w:rsidRPr="00A37687">
        <w:rPr>
          <w:color w:val="222222"/>
          <w:shd w:val="clear" w:color="auto" w:fill="FFFFFF"/>
        </w:rPr>
        <w:t xml:space="preserve">Baltzer, J.L., </w:t>
      </w:r>
      <w:r w:rsidRPr="00A37687" w:rsidR="00A37687">
        <w:rPr>
          <w:color w:val="222222"/>
          <w:shd w:val="clear" w:color="auto" w:fill="FFFFFF"/>
        </w:rPr>
        <w:t>N.J</w:t>
      </w:r>
      <w:r w:rsidR="00A37687">
        <w:rPr>
          <w:color w:val="222222"/>
          <w:shd w:val="clear" w:color="auto" w:fill="FFFFFF"/>
        </w:rPr>
        <w:t xml:space="preserve">. </w:t>
      </w:r>
      <w:r w:rsidRPr="00A37687">
        <w:rPr>
          <w:color w:val="222222"/>
          <w:shd w:val="clear" w:color="auto" w:fill="FFFFFF"/>
        </w:rPr>
        <w:t xml:space="preserve">Day, </w:t>
      </w:r>
      <w:r w:rsidRPr="00A37687" w:rsidR="00A37687">
        <w:rPr>
          <w:color w:val="222222"/>
          <w:shd w:val="clear" w:color="auto" w:fill="FFFFFF"/>
        </w:rPr>
        <w:t>X.J.</w:t>
      </w:r>
      <w:r w:rsidR="00A37687">
        <w:rPr>
          <w:color w:val="222222"/>
          <w:shd w:val="clear" w:color="auto" w:fill="FFFFFF"/>
        </w:rPr>
        <w:t xml:space="preserve"> </w:t>
      </w:r>
      <w:r w:rsidRPr="00A37687">
        <w:rPr>
          <w:color w:val="222222"/>
          <w:shd w:val="clear" w:color="auto" w:fill="FFFFFF"/>
        </w:rPr>
        <w:t xml:space="preserve">Walker, </w:t>
      </w:r>
      <w:r w:rsidR="00A37687">
        <w:rPr>
          <w:color w:val="222222"/>
          <w:shd w:val="clear" w:color="auto" w:fill="FFFFFF"/>
        </w:rPr>
        <w:t xml:space="preserve">D. </w:t>
      </w:r>
      <w:r w:rsidRPr="00A37687">
        <w:rPr>
          <w:color w:val="222222"/>
          <w:shd w:val="clear" w:color="auto" w:fill="FFFFFF"/>
        </w:rPr>
        <w:t xml:space="preserve">Greene, </w:t>
      </w:r>
      <w:r w:rsidR="00A37687">
        <w:rPr>
          <w:color w:val="222222"/>
          <w:shd w:val="clear" w:color="auto" w:fill="FFFFFF"/>
        </w:rPr>
        <w:t xml:space="preserve">M.C. </w:t>
      </w:r>
      <w:r w:rsidRPr="00A37687">
        <w:rPr>
          <w:color w:val="222222"/>
          <w:shd w:val="clear" w:color="auto" w:fill="FFFFFF"/>
        </w:rPr>
        <w:t xml:space="preserve">Mack, </w:t>
      </w:r>
      <w:r w:rsidR="00A37687">
        <w:rPr>
          <w:color w:val="222222"/>
          <w:shd w:val="clear" w:color="auto" w:fill="FFFFFF"/>
        </w:rPr>
        <w:t xml:space="preserve">H.D. </w:t>
      </w:r>
      <w:r w:rsidRPr="00A37687">
        <w:rPr>
          <w:color w:val="222222"/>
          <w:shd w:val="clear" w:color="auto" w:fill="FFFFFF"/>
        </w:rPr>
        <w:t xml:space="preserve">Alexander, </w:t>
      </w:r>
      <w:r w:rsidR="00A37687">
        <w:rPr>
          <w:color w:val="222222"/>
          <w:shd w:val="clear" w:color="auto" w:fill="FFFFFF"/>
        </w:rPr>
        <w:t xml:space="preserve">D. </w:t>
      </w:r>
      <w:r w:rsidRPr="00A37687">
        <w:rPr>
          <w:color w:val="222222"/>
          <w:shd w:val="clear" w:color="auto" w:fill="FFFFFF"/>
        </w:rPr>
        <w:t xml:space="preserve">Arseneault, </w:t>
      </w:r>
      <w:r w:rsidR="00A37687">
        <w:rPr>
          <w:color w:val="222222"/>
          <w:shd w:val="clear" w:color="auto" w:fill="FFFFFF"/>
        </w:rPr>
        <w:t xml:space="preserve">J. </w:t>
      </w:r>
      <w:r w:rsidRPr="00A37687">
        <w:rPr>
          <w:color w:val="222222"/>
          <w:shd w:val="clear" w:color="auto" w:fill="FFFFFF"/>
        </w:rPr>
        <w:t xml:space="preserve">Barnes, </w:t>
      </w:r>
      <w:r w:rsidR="00A37687">
        <w:rPr>
          <w:color w:val="222222"/>
          <w:shd w:val="clear" w:color="auto" w:fill="FFFFFF"/>
        </w:rPr>
        <w:t xml:space="preserve">Y. </w:t>
      </w:r>
      <w:r w:rsidRPr="00A37687">
        <w:rPr>
          <w:color w:val="222222"/>
          <w:shd w:val="clear" w:color="auto" w:fill="FFFFFF"/>
        </w:rPr>
        <w:t xml:space="preserve">Bergeron, </w:t>
      </w:r>
      <w:r w:rsidR="00A37687">
        <w:rPr>
          <w:color w:val="222222"/>
          <w:shd w:val="clear" w:color="auto" w:fill="FFFFFF"/>
        </w:rPr>
        <w:t xml:space="preserve">Y. </w:t>
      </w:r>
      <w:r w:rsidRPr="00A37687">
        <w:rPr>
          <w:color w:val="222222"/>
          <w:shd w:val="clear" w:color="auto" w:fill="FFFFFF"/>
        </w:rPr>
        <w:t>Boucher, and</w:t>
      </w:r>
      <w:r w:rsidR="00A37687">
        <w:rPr>
          <w:color w:val="222222"/>
          <w:shd w:val="clear" w:color="auto" w:fill="FFFFFF"/>
        </w:rPr>
        <w:t xml:space="preserve"> L.</w:t>
      </w:r>
      <w:r w:rsidRPr="00A37687">
        <w:rPr>
          <w:color w:val="222222"/>
          <w:shd w:val="clear" w:color="auto" w:fill="FFFFFF"/>
        </w:rPr>
        <w:t xml:space="preserve"> Bourgeau-Chavez. 2021. Increasing fire and the decline of fire adapted black spruce in the boreal forest. Proceedings of the National Academy of Sciences 118(45), p.e2024872118.</w:t>
      </w:r>
    </w:p>
    <w:p w:rsidRPr="00A37687" w:rsidR="00777919" w:rsidP="00426895" w:rsidRDefault="00777919" w14:paraId="02F8BA7A" w14:textId="77777777">
      <w:pPr>
        <w:rPr>
          <w:color w:val="222222"/>
          <w:shd w:val="clear" w:color="auto" w:fill="FFFFFF"/>
        </w:rPr>
      </w:pPr>
    </w:p>
    <w:p w:rsidR="00777919" w:rsidP="00777919" w:rsidRDefault="00777919" w14:paraId="3E98DCB2" w14:textId="77777777">
      <w:r>
        <w:t>Barney, R.J., and B.J. Stocks. 1983. Fire frequencies during the suppression period. In: Wein, Ross W.; MacLean, David A., eds. The role of fire in northern circumpolar ecosystems. New York: John Wiley &amp; Sons: 45-61.</w:t>
      </w:r>
    </w:p>
    <w:p w:rsidR="00D70584" w:rsidP="00426895" w:rsidRDefault="00D70584" w14:paraId="220B11C8" w14:textId="77777777"/>
    <w:p w:rsidR="00426895" w:rsidP="00426895" w:rsidRDefault="00426895" w14:paraId="53C1401D" w14:textId="7F92AE47">
      <w:r>
        <w:t>Berg, E</w:t>
      </w:r>
      <w:r w:rsidR="00A37687">
        <w:t>.</w:t>
      </w:r>
      <w:r>
        <w:t xml:space="preserve">E.; </w:t>
      </w:r>
      <w:r w:rsidR="00A37687">
        <w:t xml:space="preserve">R.S. </w:t>
      </w:r>
      <w:r>
        <w:t>Anderson,</w:t>
      </w:r>
      <w:r w:rsidR="00A37687">
        <w:t xml:space="preserve"> and</w:t>
      </w:r>
      <w:r>
        <w:t xml:space="preserve"> </w:t>
      </w:r>
      <w:r w:rsidR="00A37687">
        <w:t>A.D.</w:t>
      </w:r>
      <w:r>
        <w:t xml:space="preserve"> De Volder</w:t>
      </w:r>
      <w:r w:rsidR="00A37687">
        <w:t xml:space="preserve">. </w:t>
      </w:r>
      <w:r>
        <w:t xml:space="preserve">2003. Fire and spruce bark beetle disturbance regimes on the Kenai Peninsula, Alaska, [Online]. In: Proceedings, 2nd international wildland fire ecology and fire management congress held concurrently with the 5th symposium on fire and forest meteorology; 2003 November 16-20; Orlando, FL. Boston, MA: American Meteorology Society (Producer): Available: http://ams.confex.com/ams/FIRE2003/techprogram/paper_65661.htm [2014, April 17]. </w:t>
      </w:r>
    </w:p>
    <w:p w:rsidR="00426895" w:rsidP="00B64815" w:rsidRDefault="00426895" w14:paraId="0914D185" w14:textId="77777777"/>
    <w:p w:rsidR="00A13F36" w:rsidP="00902FE9" w:rsidRDefault="00A13F36" w14:paraId="5A7FB321" w14:textId="6D40A194">
      <w:bookmarkStart w:name="13" w:id="4"/>
      <w:bookmarkEnd w:id="4"/>
      <w:r>
        <w:t>Brown, J</w:t>
      </w:r>
      <w:r w:rsidR="00A37687">
        <w:t>.</w:t>
      </w:r>
      <w:r>
        <w:t>K.</w:t>
      </w:r>
      <w:r w:rsidR="00A37687">
        <w:t>, and J.K.</w:t>
      </w:r>
      <w:r>
        <w:t xml:space="preserve"> Smith, eds. 2000. Wildland fire in ecosystems: Effects of fire on flora. Gen. Tech. Rep. RMRS-GTR-42-vol. 2. Ogden, UT: U.S. Department of Agriculture, Forest Service, Rocky Mountain Research Station. 257 p. </w:t>
      </w:r>
    </w:p>
    <w:p w:rsidR="00A13F36" w:rsidP="00902FE9" w:rsidRDefault="00A13F36" w14:paraId="331324FE" w14:textId="5440FE12">
      <w:r>
        <w:t xml:space="preserve">Coen, Janice; Mahalingham, Shankar; Daily, John. 2004. Infrared imagery of crown-fire dynamics during FROSTFIRE. Journal of Applied </w:t>
      </w:r>
      <w:r w:rsidR="00A37687">
        <w:t>Meteorology</w:t>
      </w:r>
      <w:r>
        <w:t xml:space="preserve">. 43(9): 1241-1259. </w:t>
      </w:r>
    </w:p>
    <w:p w:rsidR="00A13F36" w:rsidP="00902FE9" w:rsidRDefault="00A13F36" w14:paraId="23716A00" w14:textId="77777777"/>
    <w:p w:rsidR="00FC42F0" w:rsidP="00FC42F0" w:rsidRDefault="00FC42F0" w14:paraId="3625EE27" w14:textId="77777777">
      <w:r>
        <w:t>Chapin, F. S., Oswood, M. W., Van Cleve, K., Viereck, L. A., Verblya, D. L. (eds.) 2006. Alaska’s Changing Boreal Forest. Oxford University Press, NY. 354 p.</w:t>
      </w:r>
    </w:p>
    <w:p w:rsidR="00FC42F0" w:rsidP="00902FE9" w:rsidRDefault="00FC42F0" w14:paraId="682E272E" w14:textId="6B16CCCA"/>
    <w:p w:rsidR="00426895" w:rsidP="00426895" w:rsidRDefault="00426895" w14:paraId="33411EA4"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426895" w:rsidP="00426895" w:rsidRDefault="00426895" w14:paraId="6441519E" w14:textId="77777777"/>
    <w:p w:rsidR="00426895" w:rsidP="00426895" w:rsidRDefault="00426895" w14:paraId="38E504A6" w14:textId="77777777">
      <w:r>
        <w:t>Cronan, James; McKenzie, Donald; Olson, Diana. [n.d.]. Fire regimes of the Alaska boreal forest. Draft manuscript. Portland, OR: U.S. Department of Agriculture, Forest Service, Pacific Northwest Research Station. 124 p. In cooperation with: Seattle, WA: University of Washington, School of Forest Resources; New Haven, CT: Yale School of Forestry and Environmental Studies; Moscow, ID: University of Idaho; Fairbanks, AK: U.S. Department of the Interior, Bureau of Land Management, Alaska Fire Service. Available online: http://www.frames.gov/documents/alaska/fire_history/fire_regimes_alaskan_boreal_forest_draft_gtr.zip [2012, September 4]</w:t>
      </w:r>
    </w:p>
    <w:p w:rsidR="00426895" w:rsidP="00902FE9" w:rsidRDefault="00426895" w14:paraId="64BB5585" w14:textId="4E054532"/>
    <w:p w:rsidR="00426895" w:rsidP="00426895" w:rsidRDefault="00426895" w14:paraId="1251E945" w14:textId="77777777">
      <w:bookmarkStart w:name="_Hlk82093482" w:id="5"/>
      <w:r>
        <w:t>De Volder, A. 1999. Fire and climate history of lowland black spruce forests, Kenai National Wildlife Refuge, Alaska. Flagstaff, AZ. Northern Arizona University. 128 p. MS Thesis.</w:t>
      </w:r>
    </w:p>
    <w:bookmarkEnd w:id="5"/>
    <w:p w:rsidR="00426895" w:rsidP="00426895" w:rsidRDefault="00426895" w14:paraId="6B6EA726" w14:textId="77777777"/>
    <w:p w:rsidR="00426895" w:rsidP="00426895" w:rsidRDefault="00426895" w14:paraId="0F0F47A8" w14:textId="77777777">
      <w:r>
        <w:t xml:space="preserve">DeWilde, La'ona. 2003. Human impacts to fire regime in interior Alaska. Fairbanks, AK: University of Alaska Fairbanks. 88 p. Thesis. </w:t>
      </w:r>
    </w:p>
    <w:p w:rsidR="00426895" w:rsidP="00902FE9" w:rsidRDefault="00426895" w14:paraId="3B3C7D4F" w14:textId="77777777"/>
    <w:p w:rsidR="00902FE9" w:rsidP="00902FE9" w:rsidRDefault="00902FE9" w14:paraId="6F64A230" w14:textId="617DA2D3">
      <w:r>
        <w:t>Drury, S.A.</w:t>
      </w:r>
      <w:r w:rsidR="00A37687">
        <w:t xml:space="preserve">, and P.J. </w:t>
      </w:r>
      <w:r>
        <w:t>Grissom. 2008. Fire history and fire management implications in the Yukon Flats National Wildlife Refuge, interior Alaska. Forest Ecology and Management. 256(3): 304-312.</w:t>
      </w:r>
    </w:p>
    <w:p w:rsidR="00902FE9" w:rsidP="00902FE9" w:rsidRDefault="00902FE9" w14:paraId="105E6454" w14:textId="77777777"/>
    <w:p w:rsidR="00A13F36" w:rsidP="00902FE9" w:rsidRDefault="00A13F36" w14:paraId="1AD6DFEB" w14:textId="74724BF1">
      <w:r>
        <w:t>Duchesne, Luc C.</w:t>
      </w:r>
      <w:r w:rsidR="00A37687">
        <w:t>, and B.C.</w:t>
      </w:r>
      <w:r>
        <w:t xml:space="preserve"> Hawkes. 2000. Fire in northern ecosystems. In: Brown, James K.; Smith, Jane Kapler, eds. Wildland fire in ecosystems: Effects of fire on flora. Gen. Tech. Rep. RMRS-GTR-42-vol. 2. Ogden, UT: U.S. Department of Agriculture, Forest Service, Rocky Mountain Research Station: 35-51. </w:t>
      </w:r>
    </w:p>
    <w:p w:rsidR="00A13F36" w:rsidP="00902FE9" w:rsidRDefault="00A13F36" w14:paraId="2E4A93C6" w14:textId="77777777"/>
    <w:p w:rsidR="00902FE9" w:rsidP="00902FE9" w:rsidRDefault="00902FE9" w14:paraId="4F59E0CE" w14:textId="4058EB60">
      <w:r>
        <w:t xml:space="preserve">Fastie, Christopher L.; Lloyd, Andrea H.; Doak, Patricia. 2002. Fire history and postfire forest development in an upland watershed of interior Alaska. Journal of Geophysical Research. 107 (D1): 8150. doi:10.1029/2001JD000570. </w:t>
      </w:r>
    </w:p>
    <w:p w:rsidR="00947F5B" w:rsidP="00902FE9" w:rsidRDefault="00947F5B" w14:paraId="6CBC7080" w14:textId="77777777"/>
    <w:p w:rsidR="00734BE4" w:rsidP="00734BE4" w:rsidRDefault="00734BE4" w14:paraId="7BC48D71" w14:textId="77777777">
      <w:r>
        <w:t>Flagstad, L.A., T.W. Nawrocki, and B. Schulz. 2021.</w:t>
      </w:r>
      <w:r w:rsidRPr="00091556">
        <w:t xml:space="preserve"> </w:t>
      </w:r>
      <w:r w:rsidRPr="0072639C">
        <w:t>Characterization of Forested Boreal Groups and Alliances as Manifest in Alaska</w:t>
      </w:r>
      <w:r>
        <w:t xml:space="preserve">. </w:t>
      </w:r>
      <w:r w:rsidRPr="00BF5F08">
        <w:t>8</w:t>
      </w:r>
      <w:r>
        <w:t>2 pp.</w:t>
      </w:r>
    </w:p>
    <w:p w:rsidR="00947F5B" w:rsidP="00902FE9" w:rsidRDefault="00947F5B" w14:paraId="58C86373" w14:textId="330BE2C3"/>
    <w:p w:rsidR="00902FE9" w:rsidP="00902FE9" w:rsidRDefault="00902FE9" w14:paraId="4A50E867" w14:textId="12F2A615">
      <w:r>
        <w:t>Foote, J. M. 1983. Classification, description, and dynamics of plant communities after fire in the taiga of interior Alaska. Res. Pap. PNW-307. Portland, OR. USDA Forest Service. Pacific Northwest Research Station. 108 p.</w:t>
      </w:r>
    </w:p>
    <w:p w:rsidR="00845015" w:rsidP="00845015" w:rsidRDefault="00845015" w14:paraId="7F323CB4" w14:textId="77777777"/>
    <w:p w:rsidR="00845015" w:rsidP="00845015" w:rsidRDefault="00845015" w14:paraId="770C8856" w14:textId="7BB58EBF">
      <w:r>
        <w:t>Foster, David R. 1983. The history and pattern of fire in the boreal forest of southeastern Labrador. Canadian Journal of Botany. 61(9): 2459-2471.</w:t>
      </w:r>
    </w:p>
    <w:p w:rsidR="00902FE9" w:rsidP="00902FE9" w:rsidRDefault="00902FE9" w14:paraId="1CF09C0D" w14:textId="77777777"/>
    <w:p w:rsidR="00902FE9" w:rsidP="00902FE9" w:rsidRDefault="00902FE9" w14:paraId="6E6D3E30" w14:textId="21385E3A">
      <w:r>
        <w:t>Fryer, Janet L. 2014a. Fire regimes of Alaskan black spruce communities. In: Fire Effects Information System, [Online]. U.S. Department of Agriculture, Forest Service, Rocky Mountain</w:t>
      </w:r>
      <w:r w:rsidR="00DD5997">
        <w:t xml:space="preserve"> </w:t>
      </w:r>
      <w:r>
        <w:t xml:space="preserve">Research Station, Fire Sciences Laboratory (Producer). Available: http://www.fs.fed.us/database/feis/fire_regimes/AK_black_spruce/all.html </w:t>
      </w:r>
    </w:p>
    <w:p w:rsidR="00902FE9" w:rsidP="00902FE9" w:rsidRDefault="00902FE9" w14:paraId="6FF79878" w14:textId="77777777"/>
    <w:p w:rsidR="00902FE9" w:rsidP="00902FE9" w:rsidRDefault="00902FE9" w14:paraId="26DA9E12" w14:textId="0F50AE67">
      <w:r>
        <w:t>Fryer, Janet L. 2014b. Picea mariana. In: Fire Effects Information System, [Online]. U.S. Department of Agriculture, Forest Service, Rocky Mountain Research Station, Fire Sciences Laboratory (Producer). Available: http://www.fs.fed.us/database/feis/plants/tree/picmar/all.html</w:t>
      </w:r>
    </w:p>
    <w:p w:rsidR="00FC42F0" w:rsidP="00B64815" w:rsidRDefault="00FC42F0" w14:paraId="1765D0F7" w14:textId="136126A3"/>
    <w:p w:rsidR="00426895" w:rsidP="00426895" w:rsidRDefault="00426895" w14:paraId="69F6D8DB" w14:textId="18668CC1">
      <w:r>
        <w:t>Gabriel, H.W. and G.F. Tande. 1983. A regional approach to fire history in Alaska. BLM Alaska TR-83-9.</w:t>
      </w:r>
    </w:p>
    <w:p w:rsidR="00D32EE5" w:rsidP="00426895" w:rsidRDefault="00D32EE5" w14:paraId="31327512" w14:textId="77C20CC7"/>
    <w:p w:rsidRPr="00E8407C" w:rsidR="00D32EE5" w:rsidP="00426895" w:rsidRDefault="00D32EE5" w14:paraId="6A7114F1" w14:textId="4CF3E7DB">
      <w:r w:rsidRPr="00EF47DD">
        <w:rPr>
          <w:color w:val="000000"/>
        </w:rPr>
        <w:t>Gillett N</w:t>
      </w:r>
      <w:r w:rsidRPr="00EF47DD" w:rsidR="00E8407C">
        <w:rPr>
          <w:color w:val="000000"/>
        </w:rPr>
        <w:t>.</w:t>
      </w:r>
      <w:r w:rsidRPr="00EF47DD">
        <w:rPr>
          <w:color w:val="000000"/>
        </w:rPr>
        <w:t>P</w:t>
      </w:r>
      <w:r w:rsidRPr="00EF47DD" w:rsidR="00E8407C">
        <w:rPr>
          <w:color w:val="000000"/>
        </w:rPr>
        <w:t>.</w:t>
      </w:r>
      <w:r w:rsidRPr="00EF47DD">
        <w:rPr>
          <w:color w:val="000000"/>
        </w:rPr>
        <w:t xml:space="preserve">, </w:t>
      </w:r>
      <w:r w:rsidRPr="00EF47DD" w:rsidR="00E8407C">
        <w:rPr>
          <w:color w:val="000000"/>
        </w:rPr>
        <w:t xml:space="preserve">A.J. </w:t>
      </w:r>
      <w:r w:rsidRPr="00EF47DD">
        <w:rPr>
          <w:color w:val="000000"/>
        </w:rPr>
        <w:t>Weaver,</w:t>
      </w:r>
      <w:r w:rsidRPr="00EF47DD" w:rsidR="00E8407C">
        <w:rPr>
          <w:color w:val="000000"/>
        </w:rPr>
        <w:t xml:space="preserve"> F.W.</w:t>
      </w:r>
      <w:r w:rsidRPr="00EF47DD">
        <w:rPr>
          <w:color w:val="000000"/>
        </w:rPr>
        <w:t xml:space="preserve"> Zwiers, </w:t>
      </w:r>
      <w:r w:rsidRPr="00EF47DD" w:rsidR="00E8407C">
        <w:rPr>
          <w:color w:val="000000"/>
        </w:rPr>
        <w:t xml:space="preserve">and M.D. </w:t>
      </w:r>
      <w:r w:rsidRPr="00EF47DD">
        <w:rPr>
          <w:color w:val="000000"/>
        </w:rPr>
        <w:t>Flannigan</w:t>
      </w:r>
      <w:r w:rsidRPr="00EF47DD" w:rsidR="00E8407C">
        <w:rPr>
          <w:color w:val="000000"/>
        </w:rPr>
        <w:t xml:space="preserve">. </w:t>
      </w:r>
      <w:r w:rsidRPr="00EF47DD">
        <w:rPr>
          <w:color w:val="000000"/>
        </w:rPr>
        <w:t>2004</w:t>
      </w:r>
      <w:r w:rsidRPr="00EF47DD" w:rsidR="00E8407C">
        <w:rPr>
          <w:color w:val="000000"/>
        </w:rPr>
        <w:t xml:space="preserve">. </w:t>
      </w:r>
      <w:r w:rsidRPr="00EF47DD">
        <w:rPr>
          <w:color w:val="000000"/>
        </w:rPr>
        <w:t>Detecting the effect of climate change on Canadian forest</w:t>
      </w:r>
      <w:r w:rsidRPr="00EF47DD" w:rsidR="00E8407C">
        <w:rPr>
          <w:color w:val="000000"/>
        </w:rPr>
        <w:t xml:space="preserve"> </w:t>
      </w:r>
      <w:r w:rsidRPr="00EF47DD">
        <w:rPr>
          <w:color w:val="000000"/>
        </w:rPr>
        <w:t>fires. Geophys Res Lett 31:L18211. doi:</w:t>
      </w:r>
      <w:r w:rsidRPr="00A37687">
        <w:t>10.1029/2004GL</w:t>
      </w:r>
      <w:r w:rsidRPr="00A37687" w:rsidR="00E8407C">
        <w:t xml:space="preserve"> </w:t>
      </w:r>
      <w:r w:rsidRPr="00A37687">
        <w:t>020876</w:t>
      </w:r>
    </w:p>
    <w:p w:rsidR="00E8407C" w:rsidP="006F14DE" w:rsidRDefault="00E8407C" w14:paraId="4A26315A" w14:textId="77777777"/>
    <w:p w:rsidR="006F14DE" w:rsidP="006F14DE" w:rsidRDefault="006F14DE" w14:paraId="510B148C" w14:textId="620DE565">
      <w:r>
        <w:t>Grabinski, Z. and H. R. McFarland. 2020. Alaska’s changing wildfire environment [outreach booklet]. Alaska Fire Science Consortium, International Arctic Research Center, University of Alaska Fairbanks.</w:t>
      </w:r>
    </w:p>
    <w:p w:rsidR="00426895" w:rsidP="00B64815" w:rsidRDefault="00426895" w14:paraId="1113E793" w14:textId="77777777"/>
    <w:p w:rsidR="00792EA0" w:rsidP="00B64815" w:rsidRDefault="00792EA0" w14:paraId="2EC06A68" w14:textId="306E6D5A">
      <w:r>
        <w:t>Hanson, William A. 1979. Preliminary results of the Bear Creek fire effects studies. Proposed open file report. Anchorage, AK: U.S. Department of the Interior, Bureau of Land Management, Anchorage District Office. 83 p. On file with: U.S. Department of Agriculture, Forest Service, Rocky Mountain Research Station, Fire Sciences Laboratory, Missoula, MT; FEIS files.</w:t>
      </w:r>
    </w:p>
    <w:p w:rsidR="00792EA0" w:rsidP="00B64815" w:rsidRDefault="00792EA0" w14:paraId="0414CBC9" w14:textId="3B5D17F0"/>
    <w:p w:rsidR="002013A8" w:rsidP="00426895" w:rsidRDefault="002013A8" w14:paraId="3654BDAB" w14:textId="5989AA0B">
      <w:r>
        <w:t>Harlow, W.M. and E.S. Harrar.  1968.  Textbook of dendrology. Fifth ed.  McGraw Hill, Inc.,  New York.  512 pp.</w:t>
      </w:r>
    </w:p>
    <w:p w:rsidR="002013A8" w:rsidP="00426895" w:rsidRDefault="002013A8" w14:paraId="678F5BEB" w14:textId="77777777"/>
    <w:p w:rsidR="00426895" w:rsidP="00426895" w:rsidRDefault="00426895" w14:paraId="1F46D08A" w14:textId="6BFD1805">
      <w:r>
        <w:t xml:space="preserve">Harper, Karen A.; Bergeron, Yves; Drapeau, Pierre; Gauthier, Sylvie; De Grandpre, Louis. 2006. Changes in spatial pattern of trees and snags during structural development in </w:t>
      </w:r>
      <w:r>
        <w:rPr>
          <w:i/>
          <w:iCs/>
        </w:rPr>
        <w:t>Picea mariana</w:t>
      </w:r>
      <w:r>
        <w:t xml:space="preserve"> boreal forests. Journal of Vegetation Science. 17(5): 625-636. </w:t>
      </w:r>
    </w:p>
    <w:p w:rsidR="00426895" w:rsidP="00426895" w:rsidRDefault="00426895" w14:paraId="7ABB12A6" w14:textId="77777777"/>
    <w:p w:rsidR="00420D5D" w:rsidP="00420D5D" w:rsidRDefault="00420D5D" w14:paraId="162D8C77" w14:textId="77777777">
      <w:r>
        <w:t>Hayward, Gregory H., S. Colt, M.L. McTeague, T.N. Hollingsworth, eds. 2017. Climate change vulnerability assessment for the Chugach National Forest and the Kenai Peninsula. Gen. Tech. Rep. PNW-GTR-950. Portland, OR: U.S. Department of Agriculture, Forest Service, Pacific Northwest Research Station. 340 p.</w:t>
      </w:r>
    </w:p>
    <w:p w:rsidR="00420D5D" w:rsidP="00426895" w:rsidRDefault="00420D5D" w14:paraId="1F1F7DE5" w14:textId="77777777"/>
    <w:p w:rsidR="00426895" w:rsidP="00426895" w:rsidRDefault="00426895" w14:paraId="75C7664F" w14:textId="51149EDE">
      <w:r>
        <w:t>Heinselman, M.L. 1978. Fire in wilderness ecosystems. In J.C.Hendee, G.H. Stankey &amp; R.C. Lucas, eds. Wilderness Management. USDA Forest Service, Misc. Pub. 1365.</w:t>
      </w:r>
    </w:p>
    <w:p w:rsidR="00426895" w:rsidP="00B64815" w:rsidRDefault="00426895" w14:paraId="7D6C2CD9" w14:textId="77777777"/>
    <w:p w:rsidR="00FC42F0" w:rsidP="00B64815" w:rsidRDefault="00B64815" w14:paraId="4ECE4C9C" w14:textId="313AAE46">
      <w:r>
        <w:t>Heinselman, M.L. 1981. Fire and succession in the conifer forests of northern North America. In: West, D.C., H.H. Shugart, and D.B. Botkin. Forest succession: concepts and application. Springer-Verlag, New York. Chapter 23.</w:t>
      </w:r>
      <w:r w:rsidR="00E7674B">
        <w:t xml:space="preserve"> </w:t>
      </w:r>
      <w:r w:rsidR="00FC42F0">
        <w:t>Johnson, Edward A. 1992. Fire and vegetation dynamics: Studies from the North American boreal forest. Cambridge Studies in Ecology. Cambridge, UK: Cambridge University Press. 129 p.</w:t>
      </w:r>
    </w:p>
    <w:p w:rsidR="00471C51" w:rsidP="00B64815" w:rsidRDefault="00471C51" w14:paraId="70F8E0F1" w14:textId="3A7AEA8B"/>
    <w:p w:rsidRPr="00F15A65" w:rsidR="00D954FA" w:rsidP="00E7674B" w:rsidRDefault="00D954FA" w14:paraId="188497E9" w14:textId="69605F73">
      <w:pPr>
        <w:rPr>
          <w:bCs/>
        </w:rPr>
      </w:pPr>
      <w:r w:rsidRPr="00E7674B">
        <w:t>Hollingsworth</w:t>
      </w:r>
      <w:r w:rsidR="00E7674B">
        <w:t xml:space="preserve">, T.N., M.D. Walker, F.S. Chapin III, and A.L. Parsons. </w:t>
      </w:r>
      <w:r w:rsidRPr="00E7674B">
        <w:t>2006.</w:t>
      </w:r>
      <w:r w:rsidRPr="00C5249D">
        <w:t xml:space="preserve"> </w:t>
      </w:r>
      <w:r w:rsidRPr="00E7674B" w:rsidR="00E7674B">
        <w:rPr>
          <w:bCs/>
        </w:rPr>
        <w:t>Scale-dependent environmental controls over</w:t>
      </w:r>
      <w:r w:rsidR="00E7674B">
        <w:rPr>
          <w:bCs/>
        </w:rPr>
        <w:t xml:space="preserve"> </w:t>
      </w:r>
      <w:r w:rsidRPr="00E7674B" w:rsidR="00E7674B">
        <w:rPr>
          <w:bCs/>
        </w:rPr>
        <w:t>species composition in Alaskan black spruce</w:t>
      </w:r>
      <w:r w:rsidR="00E7674B">
        <w:rPr>
          <w:bCs/>
        </w:rPr>
        <w:t xml:space="preserve"> </w:t>
      </w:r>
      <w:r w:rsidRPr="00E7674B" w:rsidR="00E7674B">
        <w:rPr>
          <w:bCs/>
        </w:rPr>
        <w:t>communities</w:t>
      </w:r>
      <w:r w:rsidR="00E7674B">
        <w:rPr>
          <w:bCs/>
        </w:rPr>
        <w:t xml:space="preserve">. </w:t>
      </w:r>
      <w:r w:rsidRPr="00E7674B" w:rsidR="00E7674B">
        <w:rPr>
          <w:bCs/>
        </w:rPr>
        <w:t>Can. J. For. Res</w:t>
      </w:r>
      <w:r w:rsidRPr="00F15A65" w:rsidR="00E7674B">
        <w:rPr>
          <w:bCs/>
        </w:rPr>
        <w:t>. 36: 1781–1796. doi:10.1139/X06-061.</w:t>
      </w:r>
    </w:p>
    <w:p w:rsidRPr="00F15A65" w:rsidR="00D954FA" w:rsidP="00B64815" w:rsidRDefault="00D954FA" w14:paraId="263BBB2E" w14:textId="2A46F99B">
      <w:pPr>
        <w:rPr>
          <w:bCs/>
        </w:rPr>
      </w:pPr>
    </w:p>
    <w:p w:rsidRPr="00E7674B" w:rsidR="00D954FA" w:rsidP="00D954FA" w:rsidRDefault="00D954FA" w14:paraId="7FE27849" w14:textId="7497016F">
      <w:r w:rsidRPr="00F15A65">
        <w:rPr>
          <w:bCs/>
        </w:rPr>
        <w:t>Jean, M., H. Alexander, M. Mack, an</w:t>
      </w:r>
      <w:r w:rsidRPr="00F15A65" w:rsidR="00E7674B">
        <w:rPr>
          <w:bCs/>
        </w:rPr>
        <w:t xml:space="preserve">d J. Johnstone. 2017. </w:t>
      </w:r>
      <w:r w:rsidRPr="00F15A65">
        <w:rPr>
          <w:bCs/>
        </w:rPr>
        <w:t>Patterns of bryophyte succession in a 160-year chronosequence in deciduous and coniferous forests of boreal Alaska</w:t>
      </w:r>
      <w:r w:rsidRPr="00F15A65" w:rsidR="00E7674B">
        <w:rPr>
          <w:bCs/>
        </w:rPr>
        <w:t>. Can. J. For. Res. 47: 1021</w:t>
      </w:r>
      <w:r w:rsidRPr="00F15A65" w:rsidR="00E7674B">
        <w:rPr>
          <w:rFonts w:hint="eastAsia"/>
          <w:bCs/>
        </w:rPr>
        <w:t>–</w:t>
      </w:r>
      <w:r w:rsidRPr="00F15A65" w:rsidR="00E7674B">
        <w:rPr>
          <w:bCs/>
        </w:rPr>
        <w:t>1032.</w:t>
      </w:r>
      <w:r w:rsidRPr="00E7674B" w:rsidR="00E7674B">
        <w:t xml:space="preserve"> dx.doi.org/10.1139/cjfr-2017-0013.</w:t>
      </w:r>
    </w:p>
    <w:p w:rsidR="00D954FA" w:rsidP="00B64815" w:rsidRDefault="00D954FA" w14:paraId="484F6E4A" w14:textId="77777777"/>
    <w:p w:rsidR="00B75D47" w:rsidP="00B64815" w:rsidRDefault="00B75D47" w14:paraId="66251012" w14:textId="55CAB942">
      <w:r>
        <w:t>Johnstone, J.F., T.N. Hollingsworth, F.S. Chapin III, and M.C. Mack. 2010. Changes in fire regime break the legacy lock on successional trajectories in Alaskan boreal forest. Global Change Biology 16: 1281–1295 https://doi.org/10.1111/ j.1365-2486.2009.02051.x.</w:t>
      </w:r>
    </w:p>
    <w:p w:rsidR="00B75D47" w:rsidP="00B64815" w:rsidRDefault="00B75D47" w14:paraId="63AADAC7" w14:textId="77777777"/>
    <w:p w:rsidR="00471C51" w:rsidP="00B64815" w:rsidRDefault="00471C51" w14:paraId="099A6257" w14:textId="70BB7CAD">
      <w:r>
        <w:t>Johnstone, Jill Frances. 2003. Fire and successional trajectories in boreal forest: implications for response to a changing climate. Fairbanks, AK: University of Alaska Fairbanks. 201 p. Dissertation.</w:t>
      </w:r>
    </w:p>
    <w:p w:rsidR="00A13F36" w:rsidP="00B64815" w:rsidRDefault="00A13F36" w14:paraId="62DA9795" w14:textId="767A0518"/>
    <w:p w:rsidR="007A65FA" w:rsidP="007A65FA" w:rsidRDefault="007A65FA" w14:paraId="3D323550" w14:textId="77777777">
      <w:r>
        <w:t>Johnstone, J.F. and E.S. Kasischke. 2005. Stand-level effects of soil burn severity on post-fire regeneration in a recently-burned black spruce forest. Canadian Journal of Forest Research 35:2151-2163.</w:t>
      </w:r>
    </w:p>
    <w:p w:rsidR="007A65FA" w:rsidP="00B64815" w:rsidRDefault="007A65FA" w14:paraId="42226966" w14:textId="0F7725A9"/>
    <w:p w:rsidRPr="00573EC3" w:rsidR="006F14DE" w:rsidP="006F14DE" w:rsidRDefault="006F14DE" w14:paraId="51696713" w14:textId="77777777">
      <w:r w:rsidRPr="00573EC3">
        <w:t>Johnstone, J.F., T.N. Hollingsworth, F.S. Chapin III, and M.C. Mack. 2010. Changes in fire regime break the legacy lock on successional trajectories in Alaskan boreal forest. Global Change Biology 16: 1281–1295 https://doi.org/10.1111/ j.1365-2486.2009.02051.x.</w:t>
      </w:r>
    </w:p>
    <w:p w:rsidR="006F14DE" w:rsidP="00B64815" w:rsidRDefault="006F14DE" w14:paraId="68EC6EF4" w14:textId="77777777"/>
    <w:p w:rsidR="00426895" w:rsidP="00426895" w:rsidRDefault="00426895" w14:paraId="14CA06C1" w14:textId="77777777">
      <w:r>
        <w:t>Jorgenson, M.T. et al. 2003. An ecological land survey for Fort Richardson, Alaska. Cold Regions Research and Engineering Laboratory, Hanover, New Hampshire, ERDC/CRREL TR-03019.</w:t>
      </w:r>
    </w:p>
    <w:p w:rsidR="00426895" w:rsidP="00B64815" w:rsidRDefault="00426895" w14:paraId="43A30E22" w14:textId="77777777"/>
    <w:p w:rsidR="00902FE9" w:rsidP="00B64815" w:rsidRDefault="00902FE9" w14:paraId="6B8F2F93" w14:textId="26F01176">
      <w:r>
        <w:t xml:space="preserve">Kasischke, Eric S.; Turetsky, Merritt R.; Ottmar, Roger D.; French, Nancy H. F.; Hoy, Elizabeth E.; Kane, Evan S. 2008. Evaluation of the composite burn index for assessing fire severity in Alaskan black spruce forests. International Journal of Wildland Fire. 17(4): 515-526. </w:t>
      </w:r>
    </w:p>
    <w:p w:rsidR="00CB1FED" w:rsidP="00B64815" w:rsidRDefault="00CB1FED" w14:paraId="3E5A93F9" w14:textId="77777777"/>
    <w:p w:rsidRPr="00EF47DD" w:rsidR="00CB1FED" w:rsidP="00B64815" w:rsidRDefault="00CB1FED" w14:paraId="70FDCD96" w14:textId="042C93A5">
      <w:pPr>
        <w:rPr>
          <w:color w:val="000000"/>
        </w:rPr>
      </w:pPr>
      <w:r w:rsidRPr="00EF47DD">
        <w:rPr>
          <w:color w:val="000000"/>
        </w:rPr>
        <w:t xml:space="preserve">Kasischke ES, </w:t>
      </w:r>
      <w:r w:rsidRPr="00EF47DD" w:rsidR="00E8407C">
        <w:rPr>
          <w:color w:val="000000"/>
        </w:rPr>
        <w:t xml:space="preserve">N.L. Jr. </w:t>
      </w:r>
      <w:r w:rsidRPr="00EF47DD">
        <w:rPr>
          <w:color w:val="000000"/>
        </w:rPr>
        <w:t xml:space="preserve">Christensen, </w:t>
      </w:r>
      <w:r w:rsidRPr="00EF47DD" w:rsidR="00E8407C">
        <w:rPr>
          <w:color w:val="000000"/>
        </w:rPr>
        <w:t xml:space="preserve">B.J. </w:t>
      </w:r>
      <w:r w:rsidRPr="00EF47DD">
        <w:rPr>
          <w:color w:val="000000"/>
        </w:rPr>
        <w:t>Stocks</w:t>
      </w:r>
      <w:r w:rsidRPr="00EF47DD" w:rsidR="00E8407C">
        <w:rPr>
          <w:color w:val="000000"/>
        </w:rPr>
        <w:t xml:space="preserve">. </w:t>
      </w:r>
      <w:r w:rsidRPr="00EF47DD">
        <w:rPr>
          <w:color w:val="000000"/>
        </w:rPr>
        <w:t>1995</w:t>
      </w:r>
      <w:r w:rsidRPr="00EF47DD" w:rsidR="00E8407C">
        <w:rPr>
          <w:color w:val="000000"/>
        </w:rPr>
        <w:t xml:space="preserve">. </w:t>
      </w:r>
      <w:r w:rsidRPr="00EF47DD">
        <w:rPr>
          <w:color w:val="000000"/>
        </w:rPr>
        <w:t>Fire, global</w:t>
      </w:r>
      <w:r w:rsidRPr="00EF47DD" w:rsidR="00E8407C">
        <w:rPr>
          <w:color w:val="000000"/>
        </w:rPr>
        <w:t xml:space="preserve"> </w:t>
      </w:r>
      <w:r w:rsidRPr="00EF47DD">
        <w:rPr>
          <w:color w:val="000000"/>
        </w:rPr>
        <w:t>warming, and the carbon balance of boreal forests. Ecol</w:t>
      </w:r>
      <w:r w:rsidRPr="00EF47DD" w:rsidR="00E8407C">
        <w:rPr>
          <w:color w:val="000000"/>
        </w:rPr>
        <w:t xml:space="preserve"> </w:t>
      </w:r>
      <w:r w:rsidRPr="00EF47DD">
        <w:rPr>
          <w:color w:val="000000"/>
        </w:rPr>
        <w:t>Appl 5:437–451</w:t>
      </w:r>
    </w:p>
    <w:p w:rsidR="00CB1FED" w:rsidP="00B64815" w:rsidRDefault="00CB1FED" w14:paraId="6E21F301" w14:textId="77777777"/>
    <w:p w:rsidR="00902FE9" w:rsidP="00B64815" w:rsidRDefault="00902FE9" w14:paraId="5394C172" w14:textId="33EB9D49">
      <w:r>
        <w:t>Kurkowski, Thomas A.; Mann, Daniel H.; Rupp, T. Scott; Verbyla, David L. 2008. Relative importance of different secondary successional pathways in an Alaskan boreal forest. Canadian Journal of Forest Research. 38(7): 1911-1923.</w:t>
      </w:r>
    </w:p>
    <w:p w:rsidR="00B64815" w:rsidP="00B64815" w:rsidRDefault="00B64815" w14:paraId="4771366F" w14:textId="77777777"/>
    <w:p w:rsidR="0005483D" w:rsidP="00B64815" w:rsidRDefault="0005483D" w14:paraId="5F24CF37" w14:textId="77777777">
      <w:r>
        <w:t xml:space="preserve">Lentile, Leigh B.; Morgan, Penelope; Hudak, Andrew T.; Bobbitt, Michael J.; Lewis, Sarah A.; Smith, Alistair M. S.; Robichaud, Peter R. 2007. Post-fire burn severity and vegetation response following eight large wildfires across the western United States. Fire Ecology. 3(1): 91-108. </w:t>
      </w:r>
    </w:p>
    <w:p w:rsidR="0005483D" w:rsidP="00B64815" w:rsidRDefault="0005483D" w14:paraId="68A241CC" w14:textId="77777777"/>
    <w:p w:rsidR="00792EA0" w:rsidP="00B64815" w:rsidRDefault="00792EA0" w14:paraId="46A5A416" w14:textId="77777777">
      <w:r>
        <w:t xml:space="preserve">Lutz, H. J. 1960. Fire as an ecological factor in the boreal forest of Alaska. Journal of Forestry. 58(6): 454-460. </w:t>
      </w:r>
    </w:p>
    <w:p w:rsidR="00792EA0" w:rsidP="00B64815" w:rsidRDefault="00792EA0" w14:paraId="44FB3EA6" w14:textId="77777777"/>
    <w:p w:rsidR="00792EA0" w:rsidP="00B64815" w:rsidRDefault="00792EA0" w14:paraId="759F2D09" w14:textId="32020687">
      <w:r>
        <w:t>Lynch, Jason Anthony. 2001. Fire history of boreal forests: implications for past climate change. Durham, NC: Duke University. 175 p. Dissertation.</w:t>
      </w:r>
    </w:p>
    <w:p w:rsidR="00792EA0" w:rsidP="00B64815" w:rsidRDefault="00792EA0" w14:paraId="737BF41E" w14:textId="3114B6E8"/>
    <w:p w:rsidR="00426895" w:rsidP="00426895" w:rsidRDefault="00426895" w14:paraId="0CF73A06" w14:textId="77777777">
      <w:r>
        <w:t>Lynch, Jason A.; Clark, James S.; Bigelow, Nancy H.; Edwards, Mary E.; Finney, Bruce P. 2002. Geographic and temporal variations in fire history in boreal ecosystems in Alaska. Journal of Geophysical Research. 107(D1): 8152. doi:10.1029/2001JD000332</w:t>
      </w:r>
    </w:p>
    <w:p w:rsidR="00426895" w:rsidP="00426895" w:rsidRDefault="00426895" w14:paraId="0379AA76" w14:textId="77777777"/>
    <w:p w:rsidR="00426895" w:rsidP="00426895" w:rsidRDefault="00426895" w14:paraId="6D8D1FC5" w14:textId="77777777">
      <w:r>
        <w:t>Lynch, Jason A.; Hollis, Jeremy L.; Hu, Feng Sheng. 2004. Climatic and landscape controls of the boreal forest fire regime: Holocene records from Alaska. Journal of Ecology. 92(3): 477-489.</w:t>
      </w:r>
    </w:p>
    <w:p w:rsidR="00426895" w:rsidP="00426895" w:rsidRDefault="00426895" w14:paraId="5A08BD87" w14:textId="77777777"/>
    <w:p w:rsidRPr="00A43E41" w:rsidR="00595700" w:rsidP="00595700" w:rsidRDefault="00595700" w14:paraId="002A9593" w14:textId="77777777">
      <w:r>
        <w:t>Mann, D.H., T.S. Rupp, M.A. Olson, and P.A. Duffy. 2012. Is Alaska’s boreal forest now crossing a major ecological threshold? Arctic, Antarctic, and Alpine Research 44: 319–331 https://doi.org/10.1657/1938-4246-44.3.319.</w:t>
      </w:r>
    </w:p>
    <w:p w:rsidR="00595700" w:rsidP="00426895" w:rsidRDefault="00595700" w14:paraId="017358D5" w14:textId="77777777"/>
    <w:p w:rsidR="00426895" w:rsidP="00426895" w:rsidRDefault="00426895" w14:paraId="1C5BD2B7" w14:textId="453AF26F">
      <w:r>
        <w:t xml:space="preserve">Moss, E. H. 1953. Marsh and bog vegetation in northwestern Alberta. Canadian Journal of Botany. 31(4): 448-470. </w:t>
      </w:r>
    </w:p>
    <w:p w:rsidR="00426895" w:rsidP="00426895" w:rsidRDefault="00426895" w14:paraId="09AF74D3" w14:textId="77777777"/>
    <w:p w:rsidR="00426895" w:rsidP="00426895" w:rsidRDefault="00426895" w14:paraId="2B217AED" w14:textId="77777777">
      <w:r>
        <w:t>Murphy, K.A. and E. Witten. 2006. Black Spruce Southcentral. In Fire Regime Condition Class (FRCC) Interagency Guidebook Reference Conditions. Available at www.frcc.gov.</w:t>
      </w:r>
    </w:p>
    <w:p w:rsidR="00B64815" w:rsidP="00B64815" w:rsidRDefault="00B64815" w14:paraId="4C6B497F" w14:textId="77777777"/>
    <w:p w:rsidR="00FC42F0" w:rsidP="00B64815" w:rsidRDefault="00FC42F0" w14:paraId="12EE972B" w14:textId="13BC7065">
      <w:r>
        <w:t>Norum, Rodney A. 1982. Predicting wildfire behavior in black spruce forests in Alaska. Res. Note PNW-401. Portland, OR: U.S. Department of Agriculture, Forest Fire, Pacific Northwest Forest and Range Experiment Station. 10 p.</w:t>
      </w:r>
    </w:p>
    <w:p w:rsidR="0099135D" w:rsidP="00B64815" w:rsidRDefault="0099135D" w14:paraId="3F308C76" w14:textId="4489666E"/>
    <w:p w:rsidRPr="00734BE4" w:rsidR="0099135D" w:rsidP="00B64815" w:rsidRDefault="0099135D" w14:paraId="662B6273" w14:textId="00244CF7">
      <w:r w:rsidRPr="00EF47DD">
        <w:rPr>
          <w:color w:val="000000"/>
        </w:rPr>
        <w:t xml:space="preserve">Overpeck JT, </w:t>
      </w:r>
      <w:r w:rsidR="00E8407C">
        <w:rPr>
          <w:color w:val="000000"/>
        </w:rPr>
        <w:t xml:space="preserve">K. </w:t>
      </w:r>
      <w:r w:rsidRPr="00EF47DD">
        <w:rPr>
          <w:color w:val="000000"/>
        </w:rPr>
        <w:t xml:space="preserve">Hughen, </w:t>
      </w:r>
      <w:r w:rsidR="00E8407C">
        <w:rPr>
          <w:color w:val="000000"/>
        </w:rPr>
        <w:t xml:space="preserve">D. </w:t>
      </w:r>
      <w:r w:rsidRPr="00EF47DD">
        <w:rPr>
          <w:color w:val="000000"/>
        </w:rPr>
        <w:t xml:space="preserve">Hardy, </w:t>
      </w:r>
      <w:r w:rsidR="00E8407C">
        <w:rPr>
          <w:color w:val="000000"/>
        </w:rPr>
        <w:t xml:space="preserve">R. </w:t>
      </w:r>
      <w:r w:rsidRPr="00EF47DD">
        <w:rPr>
          <w:color w:val="000000"/>
        </w:rPr>
        <w:t xml:space="preserve">Bradley, </w:t>
      </w:r>
      <w:r w:rsidR="00E8407C">
        <w:rPr>
          <w:color w:val="000000"/>
        </w:rPr>
        <w:t xml:space="preserve">R. </w:t>
      </w:r>
      <w:r w:rsidRPr="00EF47DD">
        <w:rPr>
          <w:color w:val="000000"/>
        </w:rPr>
        <w:t xml:space="preserve">Case, </w:t>
      </w:r>
      <w:r w:rsidR="00E8407C">
        <w:rPr>
          <w:color w:val="000000"/>
        </w:rPr>
        <w:t xml:space="preserve">M. </w:t>
      </w:r>
      <w:r w:rsidRPr="00EF47DD">
        <w:rPr>
          <w:color w:val="000000"/>
        </w:rPr>
        <w:t>Douglas</w:t>
      </w:r>
      <w:r w:rsidR="00E8407C">
        <w:rPr>
          <w:color w:val="000000"/>
        </w:rPr>
        <w:t xml:space="preserve"> </w:t>
      </w:r>
      <w:r w:rsidRPr="00EF47DD">
        <w:rPr>
          <w:color w:val="000000"/>
        </w:rPr>
        <w:t>,</w:t>
      </w:r>
      <w:r w:rsidR="00E8407C">
        <w:rPr>
          <w:color w:val="000000"/>
        </w:rPr>
        <w:t xml:space="preserve"> B.</w:t>
      </w:r>
      <w:r w:rsidRPr="00EF47DD">
        <w:rPr>
          <w:color w:val="000000"/>
        </w:rPr>
        <w:t xml:space="preserve"> Finney</w:t>
      </w:r>
      <w:r w:rsidR="00E8407C">
        <w:rPr>
          <w:color w:val="000000"/>
        </w:rPr>
        <w:t>, and others.</w:t>
      </w:r>
      <w:r w:rsidRPr="00EF47DD">
        <w:rPr>
          <w:color w:val="000000"/>
        </w:rPr>
        <w:t xml:space="preserve"> 1997</w:t>
      </w:r>
      <w:r w:rsidR="00E8407C">
        <w:rPr>
          <w:color w:val="000000"/>
        </w:rPr>
        <w:t>.</w:t>
      </w:r>
      <w:r w:rsidRPr="00EF47DD">
        <w:rPr>
          <w:color w:val="000000"/>
        </w:rPr>
        <w:t xml:space="preserve"> Arctic environmental change of the</w:t>
      </w:r>
      <w:r w:rsidR="00E8407C">
        <w:rPr>
          <w:color w:val="000000"/>
        </w:rPr>
        <w:t xml:space="preserve">  </w:t>
      </w:r>
      <w:r w:rsidRPr="00EF47DD">
        <w:rPr>
          <w:color w:val="000000"/>
        </w:rPr>
        <w:t>last four centuries. Science 278:1251</w:t>
      </w:r>
      <w:r w:rsidRPr="00EF47DD">
        <w:rPr>
          <w:rFonts w:hint="eastAsia"/>
          <w:color w:val="000000"/>
        </w:rPr>
        <w:t>–</w:t>
      </w:r>
      <w:r w:rsidRPr="00EF47DD">
        <w:rPr>
          <w:color w:val="000000"/>
        </w:rPr>
        <w:t>1256</w:t>
      </w:r>
    </w:p>
    <w:p w:rsidRPr="00734BE4" w:rsidR="00FC42F0" w:rsidP="00B64815" w:rsidRDefault="00FC42F0" w14:paraId="779CCADC" w14:textId="548E4831"/>
    <w:p w:rsidR="00426895" w:rsidP="00426895" w:rsidRDefault="00426895" w14:paraId="7BBCC7F3" w14:textId="77777777">
      <w:r>
        <w:t>Racine, Charles H.; Dennis, John G.; Patterson, William A., III. 1985. Tundra fire regimes in the Noatak River watershed, Alaska: 1956-83. Arctic. 38(3): 194-200.</w:t>
      </w:r>
    </w:p>
    <w:p w:rsidR="00426895" w:rsidP="00426895" w:rsidRDefault="00426895" w14:paraId="144FB2C9" w14:textId="77777777"/>
    <w:p w:rsidR="00426895" w:rsidP="00426895" w:rsidRDefault="00426895" w14:paraId="508A8616" w14:textId="77777777">
      <w:r>
        <w:t xml:space="preserve">Rowe, J.S., J.L Bergsteinsson, G.A. Padbury, and R. Hermesh. 1974. Fire Studies in the </w:t>
      </w:r>
    </w:p>
    <w:p w:rsidR="00426895" w:rsidP="00426895" w:rsidRDefault="00426895" w14:paraId="6D46D541" w14:textId="77777777">
      <w:r>
        <w:t xml:space="preserve">Mackenzie Valley. ALUR Report 73-74-61. Arctic Land Use Research Program, Department of Indian Affairs and Human Development, Ottawa, Canada. 123 pp. </w:t>
      </w:r>
    </w:p>
    <w:p w:rsidR="00426895" w:rsidP="00426895" w:rsidRDefault="00426895" w14:paraId="51700198" w14:textId="284D5338"/>
    <w:p w:rsidRPr="00734BE4" w:rsidR="0099135D" w:rsidP="00426895" w:rsidRDefault="0099135D" w14:paraId="397E6350" w14:textId="66E30B9E">
      <w:r w:rsidRPr="00EF47DD">
        <w:rPr>
          <w:color w:val="000000"/>
        </w:rPr>
        <w:t xml:space="preserve">Stocks BJ, </w:t>
      </w:r>
      <w:r w:rsidR="00E8407C">
        <w:rPr>
          <w:color w:val="000000"/>
        </w:rPr>
        <w:t xml:space="preserve">M.A. </w:t>
      </w:r>
      <w:r w:rsidRPr="00EF47DD">
        <w:rPr>
          <w:color w:val="000000"/>
        </w:rPr>
        <w:t xml:space="preserve">Fosberg, </w:t>
      </w:r>
      <w:r w:rsidR="00E8407C">
        <w:rPr>
          <w:color w:val="000000"/>
        </w:rPr>
        <w:t xml:space="preserve">M.B. </w:t>
      </w:r>
      <w:r w:rsidRPr="00EF47DD">
        <w:rPr>
          <w:color w:val="000000"/>
        </w:rPr>
        <w:t xml:space="preserve">Wotton, </w:t>
      </w:r>
      <w:r w:rsidR="00E8407C">
        <w:rPr>
          <w:color w:val="000000"/>
        </w:rPr>
        <w:t xml:space="preserve">T.J. </w:t>
      </w:r>
      <w:r w:rsidRPr="00EF47DD">
        <w:rPr>
          <w:color w:val="000000"/>
        </w:rPr>
        <w:t xml:space="preserve">Lynham, </w:t>
      </w:r>
      <w:r w:rsidR="00E8407C">
        <w:rPr>
          <w:color w:val="000000"/>
        </w:rPr>
        <w:t xml:space="preserve">K.C. </w:t>
      </w:r>
      <w:r w:rsidRPr="00EF47DD">
        <w:rPr>
          <w:color w:val="000000"/>
        </w:rPr>
        <w:t>Ryan</w:t>
      </w:r>
      <w:r w:rsidR="00E8407C">
        <w:rPr>
          <w:color w:val="000000"/>
        </w:rPr>
        <w:t>.</w:t>
      </w:r>
      <w:r w:rsidRPr="00E8407C" w:rsidDel="00E8407C" w:rsidR="00E8407C">
        <w:rPr>
          <w:color w:val="000000"/>
        </w:rPr>
        <w:t xml:space="preserve"> </w:t>
      </w:r>
      <w:r w:rsidRPr="00EF47DD">
        <w:rPr>
          <w:color w:val="000000"/>
        </w:rPr>
        <w:t>2000</w:t>
      </w:r>
      <w:r w:rsidR="00E8407C">
        <w:rPr>
          <w:color w:val="000000"/>
        </w:rPr>
        <w:t>.</w:t>
      </w:r>
      <w:r w:rsidRPr="00EF47DD">
        <w:rPr>
          <w:color w:val="000000"/>
        </w:rPr>
        <w:t xml:space="preserve"> Climate change and forest fire activity in North</w:t>
      </w:r>
      <w:r w:rsidR="00E8407C">
        <w:rPr>
          <w:color w:val="000000"/>
        </w:rPr>
        <w:t xml:space="preserve"> </w:t>
      </w:r>
      <w:r w:rsidRPr="00EF47DD">
        <w:rPr>
          <w:color w:val="000000"/>
        </w:rPr>
        <w:t>American boreal forests. In: Kasischke ES, Stocks BJ (eds)</w:t>
      </w:r>
      <w:r w:rsidR="00E8407C">
        <w:rPr>
          <w:color w:val="000000"/>
        </w:rPr>
        <w:t xml:space="preserve"> </w:t>
      </w:r>
      <w:r w:rsidRPr="00EF47DD">
        <w:rPr>
          <w:color w:val="000000"/>
        </w:rPr>
        <w:t>Fire, climate change and carbon cycling in the boreal forest. Ecological studies series. Springer, New York,pp 368</w:t>
      </w:r>
      <w:r w:rsidRPr="00EF47DD">
        <w:rPr>
          <w:rFonts w:hint="eastAsia"/>
          <w:color w:val="000000"/>
        </w:rPr>
        <w:t>–</w:t>
      </w:r>
      <w:r w:rsidRPr="00EF47DD">
        <w:rPr>
          <w:color w:val="000000"/>
        </w:rPr>
        <w:t>376</w:t>
      </w:r>
    </w:p>
    <w:p w:rsidRPr="00734BE4" w:rsidR="0099135D" w:rsidP="00426895" w:rsidRDefault="0099135D" w14:paraId="7268D2CE" w14:textId="77777777"/>
    <w:p w:rsidR="00426895" w:rsidP="00426895" w:rsidRDefault="00426895" w14:paraId="50F9FC1C" w14:textId="77DC897C">
      <w:r>
        <w:t>Tinner, Willy; Bigler, Christian; Gedye, Sharon; Gregory-Eaves, Irene; Jones, Richard T.; Kaltenrieder, Petra; Krahenbuhl, Urs; Hu, Feng Sheng. 2008. A 700-year paleoecological record of boreal ecosystem responses to climatic variation from Alaska. Ecology. 89(3): 729-743.</w:t>
      </w:r>
    </w:p>
    <w:p w:rsidR="00402C18" w:rsidP="00426895" w:rsidRDefault="00402C18" w14:paraId="629340D9" w14:textId="77777777"/>
    <w:p w:rsidR="00426895" w:rsidP="00B64815" w:rsidRDefault="00402C18" w14:paraId="71745A3D" w14:textId="089F6DC4">
      <w:r w:rsidRPr="00402C18">
        <w:t xml:space="preserve">Turner, M.G. and </w:t>
      </w:r>
      <w:r w:rsidR="00E8407C">
        <w:t xml:space="preserve">W. H. </w:t>
      </w:r>
      <w:r w:rsidRPr="00402C18">
        <w:t>Romme</w:t>
      </w:r>
      <w:r w:rsidR="00E8407C">
        <w:t xml:space="preserve">. </w:t>
      </w:r>
      <w:r w:rsidRPr="00402C18">
        <w:t>1994. Landscape dynamics in crown fire ecosystems. – Landscape Ecol. 9: 59–77.</w:t>
      </w:r>
      <w:r>
        <w:t xml:space="preserve"> </w:t>
      </w:r>
    </w:p>
    <w:p w:rsidR="00402C18" w:rsidP="00B64815" w:rsidRDefault="00402C18" w14:paraId="5A5C7BDC" w14:textId="77777777"/>
    <w:p w:rsidRPr="00EF47DD" w:rsidR="0075733D" w:rsidP="00B64815" w:rsidRDefault="0099135D" w14:paraId="1417ECC7" w14:textId="0B9F217B">
      <w:pPr>
        <w:rPr>
          <w:color w:val="000000"/>
        </w:rPr>
      </w:pPr>
      <w:r w:rsidRPr="00EF47DD">
        <w:rPr>
          <w:color w:val="000000"/>
        </w:rPr>
        <w:t xml:space="preserve">Van Cleve K, </w:t>
      </w:r>
      <w:r w:rsidRPr="00EF47DD" w:rsidR="00E8407C">
        <w:rPr>
          <w:color w:val="000000"/>
        </w:rPr>
        <w:t xml:space="preserve">C.T. </w:t>
      </w:r>
      <w:r w:rsidRPr="00EF47DD">
        <w:rPr>
          <w:color w:val="000000"/>
        </w:rPr>
        <w:t xml:space="preserve">Dyrness, </w:t>
      </w:r>
      <w:r w:rsidRPr="00EF47DD" w:rsidR="00E8407C">
        <w:rPr>
          <w:color w:val="000000"/>
        </w:rPr>
        <w:t xml:space="preserve">L.A. </w:t>
      </w:r>
      <w:r w:rsidRPr="00EF47DD">
        <w:rPr>
          <w:color w:val="000000"/>
        </w:rPr>
        <w:t xml:space="preserve">Viereck, </w:t>
      </w:r>
      <w:r w:rsidRPr="00EF47DD" w:rsidR="00E8407C">
        <w:rPr>
          <w:color w:val="000000"/>
        </w:rPr>
        <w:t xml:space="preserve">J. </w:t>
      </w:r>
      <w:r w:rsidRPr="00EF47DD">
        <w:rPr>
          <w:color w:val="000000"/>
        </w:rPr>
        <w:t xml:space="preserve">Fox, </w:t>
      </w:r>
      <w:r w:rsidRPr="00EF47DD" w:rsidR="00E8407C">
        <w:rPr>
          <w:color w:val="000000"/>
        </w:rPr>
        <w:t xml:space="preserve">F.S. </w:t>
      </w:r>
      <w:r w:rsidRPr="00EF47DD">
        <w:rPr>
          <w:color w:val="000000"/>
        </w:rPr>
        <w:t>Chapin</w:t>
      </w:r>
      <w:r w:rsidRPr="00EF47DD" w:rsidR="00E8407C">
        <w:rPr>
          <w:color w:val="000000"/>
        </w:rPr>
        <w:t xml:space="preserve"> III</w:t>
      </w:r>
      <w:r w:rsidRPr="00EF47DD">
        <w:rPr>
          <w:color w:val="000000"/>
        </w:rPr>
        <w:t>,</w:t>
      </w:r>
      <w:r w:rsidRPr="00EF47DD" w:rsidR="00E8407C">
        <w:rPr>
          <w:color w:val="000000"/>
        </w:rPr>
        <w:t xml:space="preserve"> W. </w:t>
      </w:r>
      <w:r w:rsidRPr="00EF47DD">
        <w:rPr>
          <w:color w:val="000000"/>
        </w:rPr>
        <w:t>Oechel</w:t>
      </w:r>
      <w:r w:rsidRPr="00EF47DD" w:rsidR="00E8407C">
        <w:rPr>
          <w:color w:val="000000"/>
        </w:rPr>
        <w:t xml:space="preserve">. </w:t>
      </w:r>
      <w:r w:rsidRPr="00EF47DD">
        <w:rPr>
          <w:color w:val="000000"/>
        </w:rPr>
        <w:t>1983</w:t>
      </w:r>
      <w:r w:rsidRPr="00EF47DD" w:rsidR="00E8407C">
        <w:rPr>
          <w:color w:val="000000"/>
        </w:rPr>
        <w:t>.</w:t>
      </w:r>
      <w:r w:rsidRPr="00EF47DD">
        <w:rPr>
          <w:color w:val="000000"/>
        </w:rPr>
        <w:t xml:space="preserve"> Taiga ecosystems in interior Alaska.</w:t>
      </w:r>
      <w:r w:rsidRPr="00EF47DD" w:rsidR="00E8407C">
        <w:rPr>
          <w:color w:val="000000"/>
        </w:rPr>
        <w:t xml:space="preserve"> </w:t>
      </w:r>
      <w:r w:rsidRPr="00EF47DD">
        <w:rPr>
          <w:color w:val="000000"/>
        </w:rPr>
        <w:t>Bioscience 33:39–44</w:t>
      </w:r>
    </w:p>
    <w:p w:rsidR="0099135D" w:rsidP="00B64815" w:rsidRDefault="0099135D" w14:paraId="0DF11F29" w14:textId="77777777"/>
    <w:p w:rsidRPr="00A52101" w:rsidR="0075733D" w:rsidP="0075733D" w:rsidRDefault="0075733D" w14:paraId="426A6076" w14:textId="77777777">
      <w:r w:rsidRPr="00A52101">
        <w:t>Viereck, L.A., C.T. Dyrness, A.R. Batten, and K.J. Wenzlick. 1992. </w:t>
      </w:r>
      <w:r w:rsidRPr="00A52101">
        <w:rPr>
          <w:rStyle w:val="Emphasis"/>
        </w:rPr>
        <w:t>The Alaska Vegetation Classification</w:t>
      </w:r>
      <w:r w:rsidRPr="00A52101">
        <w:t xml:space="preserve">. General Technical Report, United States Department of Agriculture, Forest Service. Pacific Northwest Research Station. </w:t>
      </w:r>
    </w:p>
    <w:p w:rsidR="0075733D" w:rsidP="00B64815" w:rsidRDefault="0075733D" w14:paraId="50C8CCEC" w14:textId="77777777"/>
    <w:p w:rsidR="00B64815" w:rsidP="00B64815" w:rsidRDefault="00B64815" w14:paraId="4AEF7942" w14:textId="42AA2345">
      <w:r>
        <w:t>Viereck, L.A. 1983. The effects of fire in black spruce ecosystems of Alaska and northern Canada. In: Wein, Ross W.; MacLean, David A., eds. The role of fire in northern circumpolar ecosystems. New York: John Wiley &amp; Sons Ltd.: 201-220. Chapter 11.</w:t>
      </w:r>
    </w:p>
    <w:p w:rsidR="00B64815" w:rsidP="00B64815" w:rsidRDefault="00B64815" w14:paraId="600BB6EF" w14:textId="77777777"/>
    <w:p w:rsidR="00B64815" w:rsidP="00B64815" w:rsidRDefault="00B64815" w14:paraId="3C75E67C" w14:textId="77777777">
      <w:r>
        <w:t>Viereck, L.A. Van Cleve, K. Dyrness, C.T. 1986 Forest Ecosystems in the Alaska Taiga. In: Van Cleve, K., Chapin F.S. III, Flanagan, P.W. (and others), eds. Forest Ecosystems in the Alaskan taiga: a synthesis of structure and function. New York: Springer-Verlag; 1986: 22-43.</w:t>
      </w:r>
    </w:p>
    <w:p w:rsidR="00A13F36" w:rsidP="00B64815" w:rsidRDefault="00A13F36" w14:paraId="48BFA9F0" w14:textId="77777777"/>
    <w:p w:rsidR="00A13F36" w:rsidP="00B64815" w:rsidRDefault="00A13F36" w14:paraId="7BE736D9" w14:textId="1C79346A">
      <w:r>
        <w:t>Viereck, Leslie A.; Schandelmeier, Linda A. 1980. Effects of fire in Alaska and adjacent Canada--a literature review. BLM-Alaska Tech. Rep. 6; BLM/AK/TR-80/06. Anchorage, AK: U.S. Department of the Interior, Bureau of Land Management, Alaska State Office. 124 p.</w:t>
      </w:r>
    </w:p>
    <w:p w:rsidR="00B64815" w:rsidP="00B64815" w:rsidRDefault="00B64815" w14:paraId="1217FFF6" w14:textId="77777777"/>
    <w:p w:rsidR="00792EA0" w:rsidP="00B64815" w:rsidRDefault="00792EA0" w14:paraId="03526642" w14:textId="77777777">
      <w:r>
        <w:t xml:space="preserve">Wein, Ross W. 1983. Fire behaviour and ecological effects in organic terrain. In: Wein, Ross W.; MacLean, David A., eds. The role of fire in northern circumpolar ecosystems. Scope 18. New York: John Wiley &amp; Sons: 81-95. </w:t>
      </w:r>
    </w:p>
    <w:p w:rsidR="00792EA0" w:rsidP="00B64815" w:rsidRDefault="00792EA0" w14:paraId="58108110" w14:textId="77777777"/>
    <w:p w:rsidR="00902FE9" w:rsidP="00B64815" w:rsidRDefault="00902FE9" w14:paraId="0943D57B" w14:textId="0B29A7A1">
      <w:r>
        <w:t>Yarie, John. 1981. Forest fire cycles and life tables: a case study from interior Alaska. Canadian Journal of Forest Research. 11(3): 554-562.</w:t>
      </w:r>
    </w:p>
    <w:p w:rsidR="00902FE9" w:rsidP="00B64815" w:rsidRDefault="00902FE9" w14:paraId="5ACEEF1C" w14:textId="77777777"/>
    <w:p w:rsidR="00B64815" w:rsidP="00B64815" w:rsidRDefault="00B64815" w14:paraId="3DC33CD6" w14:textId="0A6188EF">
      <w:r>
        <w:t>Yarie J. 1983. Forest community classification of the Porcupine River drainage, interior Alaska, and its application to forest management. USDA Forest Service GTR PNW-154.</w:t>
      </w:r>
    </w:p>
    <w:p w:rsidR="004D5F12" w:rsidP="00B64815" w:rsidRDefault="004D5F12" w14:paraId="0601A7A0" w14:textId="0DCBBA42"/>
    <w:p w:rsidRPr="00E8407C" w:rsidR="00F5321F" w:rsidP="00B64815" w:rsidRDefault="00F5321F" w14:paraId="5BB52448" w14:textId="4B9193B6">
      <w:r w:rsidRPr="00EF47DD">
        <w:rPr>
          <w:color w:val="222222"/>
          <w:shd w:val="clear" w:color="auto" w:fill="FFFFFF"/>
        </w:rPr>
        <w:t>Young, A.M., Higuera, P.E., Duffy, P.A. and Hu, F.S., 2017. Climatic thresholds shape northern high‐latitude fire regimes and imply vulnerability to future climate change. Ecography </w:t>
      </w:r>
      <w:r w:rsidRPr="00A37687">
        <w:rPr>
          <w:color w:val="222222"/>
          <w:shd w:val="clear" w:color="auto" w:fill="FFFFFF"/>
        </w:rPr>
        <w:t>40</w:t>
      </w:r>
      <w:r w:rsidRPr="00EF47DD">
        <w:rPr>
          <w:color w:val="222222"/>
          <w:shd w:val="clear" w:color="auto" w:fill="FFFFFF"/>
        </w:rPr>
        <w:t>(5)</w:t>
      </w:r>
      <w:r w:rsidR="00E8407C">
        <w:rPr>
          <w:color w:val="222222"/>
          <w:shd w:val="clear" w:color="auto" w:fill="FFFFFF"/>
        </w:rPr>
        <w:t>:</w:t>
      </w:r>
      <w:r w:rsidRPr="00EF47DD">
        <w:rPr>
          <w:color w:val="222222"/>
          <w:shd w:val="clear" w:color="auto" w:fill="FFFFFF"/>
        </w:rPr>
        <w:t xml:space="preserve"> 606-617. </w:t>
      </w:r>
      <w:r>
        <w:t>https://doi.org/10.1111/ecog.02205</w:t>
      </w:r>
      <w:r w:rsidRPr="00A37687" w:rsidR="00E8407C">
        <w:t xml:space="preserve">. </w:t>
      </w:r>
    </w:p>
    <w:p w:rsidR="00B06329" w:rsidP="009566C5" w:rsidRDefault="00B06329" w14:paraId="411BA6CC" w14:textId="1D5EA61A"/>
    <w:p w:rsidRPr="00A43E41" w:rsidR="00B06329" w:rsidP="00EF47DD" w:rsidRDefault="00B06329" w14:paraId="0395745A" w14:textId="5199AD8A">
      <w:pPr>
        <w:spacing w:after="200"/>
      </w:pPr>
    </w:p>
    <w:sectPr w:rsidRPr="00A43E41" w:rsidR="00B06329"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2912" w:rsidRDefault="00722912" w14:paraId="1775E144" w14:textId="77777777">
      <w:r>
        <w:separator/>
      </w:r>
    </w:p>
  </w:endnote>
  <w:endnote w:type="continuationSeparator" w:id="0">
    <w:p w:rsidR="00722912" w:rsidRDefault="00722912" w14:paraId="2C14DA4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PTime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0954" w:rsidP="00B64815" w:rsidRDefault="00DE0954" w14:paraId="0E8E39A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2912" w:rsidRDefault="00722912" w14:paraId="56BC9229" w14:textId="77777777">
      <w:r>
        <w:separator/>
      </w:r>
    </w:p>
  </w:footnote>
  <w:footnote w:type="continuationSeparator" w:id="0">
    <w:p w:rsidR="00722912" w:rsidRDefault="00722912" w14:paraId="05D200F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0954" w:rsidP="00B64815" w:rsidRDefault="00DE0954" w14:paraId="11B7332E"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74207930">
    <w:abstractNumId w:val="1"/>
  </w:num>
  <w:num w:numId="2" w16cid:durableId="2022659212">
    <w:abstractNumId w:val="0"/>
  </w:num>
  <w:num w:numId="3" w16cid:durableId="17525805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15"/>
    <w:rsid w:val="00007C48"/>
    <w:rsid w:val="00020DD6"/>
    <w:rsid w:val="000268FD"/>
    <w:rsid w:val="0003202F"/>
    <w:rsid w:val="00041975"/>
    <w:rsid w:val="000478CC"/>
    <w:rsid w:val="0004797F"/>
    <w:rsid w:val="0005483D"/>
    <w:rsid w:val="00055EC8"/>
    <w:rsid w:val="00077A85"/>
    <w:rsid w:val="00081291"/>
    <w:rsid w:val="000824FA"/>
    <w:rsid w:val="0009235D"/>
    <w:rsid w:val="00097251"/>
    <w:rsid w:val="000D3C37"/>
    <w:rsid w:val="000E1EC5"/>
    <w:rsid w:val="000E5452"/>
    <w:rsid w:val="000E759B"/>
    <w:rsid w:val="000F0738"/>
    <w:rsid w:val="00110079"/>
    <w:rsid w:val="00117805"/>
    <w:rsid w:val="0014660D"/>
    <w:rsid w:val="00150AEA"/>
    <w:rsid w:val="001514F9"/>
    <w:rsid w:val="001716C3"/>
    <w:rsid w:val="00174486"/>
    <w:rsid w:val="00177A19"/>
    <w:rsid w:val="001824B8"/>
    <w:rsid w:val="00193946"/>
    <w:rsid w:val="00196C68"/>
    <w:rsid w:val="001A5277"/>
    <w:rsid w:val="001A6573"/>
    <w:rsid w:val="001C40B9"/>
    <w:rsid w:val="001C693F"/>
    <w:rsid w:val="001D6813"/>
    <w:rsid w:val="001E3859"/>
    <w:rsid w:val="001E43F5"/>
    <w:rsid w:val="002013A8"/>
    <w:rsid w:val="00205059"/>
    <w:rsid w:val="0021086D"/>
    <w:rsid w:val="002206B7"/>
    <w:rsid w:val="00220975"/>
    <w:rsid w:val="002233CE"/>
    <w:rsid w:val="00226991"/>
    <w:rsid w:val="0023044F"/>
    <w:rsid w:val="00240318"/>
    <w:rsid w:val="00242A9C"/>
    <w:rsid w:val="00245E59"/>
    <w:rsid w:val="00253FC2"/>
    <w:rsid w:val="00272B25"/>
    <w:rsid w:val="00281E8E"/>
    <w:rsid w:val="00292706"/>
    <w:rsid w:val="002A5FE6"/>
    <w:rsid w:val="002A69B2"/>
    <w:rsid w:val="002D1783"/>
    <w:rsid w:val="002D2870"/>
    <w:rsid w:val="002E41A1"/>
    <w:rsid w:val="002E5F19"/>
    <w:rsid w:val="002E6D1C"/>
    <w:rsid w:val="00300000"/>
    <w:rsid w:val="0031662A"/>
    <w:rsid w:val="003172E2"/>
    <w:rsid w:val="00320910"/>
    <w:rsid w:val="00331794"/>
    <w:rsid w:val="003319D8"/>
    <w:rsid w:val="00346C70"/>
    <w:rsid w:val="003526FF"/>
    <w:rsid w:val="003544C0"/>
    <w:rsid w:val="00356671"/>
    <w:rsid w:val="00357D5E"/>
    <w:rsid w:val="00367689"/>
    <w:rsid w:val="003746F6"/>
    <w:rsid w:val="00387C49"/>
    <w:rsid w:val="00395684"/>
    <w:rsid w:val="003B4819"/>
    <w:rsid w:val="003C703C"/>
    <w:rsid w:val="003D0787"/>
    <w:rsid w:val="003F322E"/>
    <w:rsid w:val="00402C18"/>
    <w:rsid w:val="004063BB"/>
    <w:rsid w:val="00406705"/>
    <w:rsid w:val="00414DA8"/>
    <w:rsid w:val="00420D5D"/>
    <w:rsid w:val="00424E99"/>
    <w:rsid w:val="0042550C"/>
    <w:rsid w:val="00426895"/>
    <w:rsid w:val="0042737A"/>
    <w:rsid w:val="00432382"/>
    <w:rsid w:val="00434701"/>
    <w:rsid w:val="004451F5"/>
    <w:rsid w:val="00447BAA"/>
    <w:rsid w:val="00452B5E"/>
    <w:rsid w:val="00455D4C"/>
    <w:rsid w:val="00461AEB"/>
    <w:rsid w:val="00471C51"/>
    <w:rsid w:val="00476F39"/>
    <w:rsid w:val="0048282A"/>
    <w:rsid w:val="00482BCF"/>
    <w:rsid w:val="00491F12"/>
    <w:rsid w:val="004A778A"/>
    <w:rsid w:val="004B4B2F"/>
    <w:rsid w:val="004D1BB3"/>
    <w:rsid w:val="004D24E0"/>
    <w:rsid w:val="004D5F12"/>
    <w:rsid w:val="004D68ED"/>
    <w:rsid w:val="004D6A70"/>
    <w:rsid w:val="004D7DCF"/>
    <w:rsid w:val="004E7DB5"/>
    <w:rsid w:val="005035F5"/>
    <w:rsid w:val="00503C61"/>
    <w:rsid w:val="00512462"/>
    <w:rsid w:val="00513848"/>
    <w:rsid w:val="00513AFB"/>
    <w:rsid w:val="00520A3B"/>
    <w:rsid w:val="005213ED"/>
    <w:rsid w:val="0052386E"/>
    <w:rsid w:val="00530D3E"/>
    <w:rsid w:val="00537D33"/>
    <w:rsid w:val="0054090D"/>
    <w:rsid w:val="005446EB"/>
    <w:rsid w:val="00544EB4"/>
    <w:rsid w:val="00557492"/>
    <w:rsid w:val="00570628"/>
    <w:rsid w:val="005755E7"/>
    <w:rsid w:val="00575725"/>
    <w:rsid w:val="00577730"/>
    <w:rsid w:val="00595700"/>
    <w:rsid w:val="005A77C4"/>
    <w:rsid w:val="005B1DDE"/>
    <w:rsid w:val="005B2C29"/>
    <w:rsid w:val="005C7A42"/>
    <w:rsid w:val="005D0AC4"/>
    <w:rsid w:val="005D242C"/>
    <w:rsid w:val="005D5E8A"/>
    <w:rsid w:val="005E6650"/>
    <w:rsid w:val="005F3253"/>
    <w:rsid w:val="005F489A"/>
    <w:rsid w:val="005F5AD0"/>
    <w:rsid w:val="00605473"/>
    <w:rsid w:val="006075BB"/>
    <w:rsid w:val="00616941"/>
    <w:rsid w:val="00621C0C"/>
    <w:rsid w:val="00625D2F"/>
    <w:rsid w:val="00636457"/>
    <w:rsid w:val="00646981"/>
    <w:rsid w:val="006575E4"/>
    <w:rsid w:val="00665203"/>
    <w:rsid w:val="00665E23"/>
    <w:rsid w:val="00676ECE"/>
    <w:rsid w:val="006902BA"/>
    <w:rsid w:val="00694D7E"/>
    <w:rsid w:val="006957D7"/>
    <w:rsid w:val="006B52A8"/>
    <w:rsid w:val="006E4E9E"/>
    <w:rsid w:val="006E57D4"/>
    <w:rsid w:val="006F14DE"/>
    <w:rsid w:val="006F39FC"/>
    <w:rsid w:val="0070562E"/>
    <w:rsid w:val="00722912"/>
    <w:rsid w:val="00722B5D"/>
    <w:rsid w:val="00725D56"/>
    <w:rsid w:val="00734BE4"/>
    <w:rsid w:val="0074072B"/>
    <w:rsid w:val="00740E0B"/>
    <w:rsid w:val="00747459"/>
    <w:rsid w:val="0075733D"/>
    <w:rsid w:val="00760F6F"/>
    <w:rsid w:val="00761EF7"/>
    <w:rsid w:val="00763F3E"/>
    <w:rsid w:val="007742B4"/>
    <w:rsid w:val="00777919"/>
    <w:rsid w:val="00792EA0"/>
    <w:rsid w:val="007A65FA"/>
    <w:rsid w:val="007A721A"/>
    <w:rsid w:val="007B5284"/>
    <w:rsid w:val="007C103D"/>
    <w:rsid w:val="007C7863"/>
    <w:rsid w:val="007F0855"/>
    <w:rsid w:val="008009F3"/>
    <w:rsid w:val="00820371"/>
    <w:rsid w:val="00821A9F"/>
    <w:rsid w:val="008225E6"/>
    <w:rsid w:val="0083018E"/>
    <w:rsid w:val="0084119C"/>
    <w:rsid w:val="00841B8B"/>
    <w:rsid w:val="00845015"/>
    <w:rsid w:val="00850C8E"/>
    <w:rsid w:val="0087316E"/>
    <w:rsid w:val="008779C3"/>
    <w:rsid w:val="00880340"/>
    <w:rsid w:val="0089097D"/>
    <w:rsid w:val="008C527A"/>
    <w:rsid w:val="008C6663"/>
    <w:rsid w:val="008F01B1"/>
    <w:rsid w:val="008F1871"/>
    <w:rsid w:val="008F65F5"/>
    <w:rsid w:val="00901CA2"/>
    <w:rsid w:val="00902FE9"/>
    <w:rsid w:val="00907797"/>
    <w:rsid w:val="00945DBA"/>
    <w:rsid w:val="00947F5B"/>
    <w:rsid w:val="009566C5"/>
    <w:rsid w:val="009606C8"/>
    <w:rsid w:val="00966095"/>
    <w:rsid w:val="009702BE"/>
    <w:rsid w:val="00986A7A"/>
    <w:rsid w:val="009903A9"/>
    <w:rsid w:val="0099135D"/>
    <w:rsid w:val="009B03E6"/>
    <w:rsid w:val="009B232E"/>
    <w:rsid w:val="009D25CD"/>
    <w:rsid w:val="009D42F5"/>
    <w:rsid w:val="009D674B"/>
    <w:rsid w:val="009E0DB5"/>
    <w:rsid w:val="009E6357"/>
    <w:rsid w:val="009F4EE7"/>
    <w:rsid w:val="009F5F8E"/>
    <w:rsid w:val="00A13F36"/>
    <w:rsid w:val="00A16194"/>
    <w:rsid w:val="00A2791D"/>
    <w:rsid w:val="00A309E2"/>
    <w:rsid w:val="00A36D75"/>
    <w:rsid w:val="00A37687"/>
    <w:rsid w:val="00A43E41"/>
    <w:rsid w:val="00A6020D"/>
    <w:rsid w:val="00A621EC"/>
    <w:rsid w:val="00A93561"/>
    <w:rsid w:val="00A944CE"/>
    <w:rsid w:val="00AA29E6"/>
    <w:rsid w:val="00AB3795"/>
    <w:rsid w:val="00AC538D"/>
    <w:rsid w:val="00AC570D"/>
    <w:rsid w:val="00AC7CA4"/>
    <w:rsid w:val="00AF1CDE"/>
    <w:rsid w:val="00AF1E11"/>
    <w:rsid w:val="00AF4025"/>
    <w:rsid w:val="00AF4B2B"/>
    <w:rsid w:val="00AF50EC"/>
    <w:rsid w:val="00B02581"/>
    <w:rsid w:val="00B06329"/>
    <w:rsid w:val="00B30030"/>
    <w:rsid w:val="00B32D7D"/>
    <w:rsid w:val="00B44A3C"/>
    <w:rsid w:val="00B632A4"/>
    <w:rsid w:val="00B643FD"/>
    <w:rsid w:val="00B64815"/>
    <w:rsid w:val="00B75D47"/>
    <w:rsid w:val="00B7777B"/>
    <w:rsid w:val="00B84C7B"/>
    <w:rsid w:val="00BC14B6"/>
    <w:rsid w:val="00C07577"/>
    <w:rsid w:val="00C07F5E"/>
    <w:rsid w:val="00C165F2"/>
    <w:rsid w:val="00C21F7F"/>
    <w:rsid w:val="00C40E04"/>
    <w:rsid w:val="00C4590D"/>
    <w:rsid w:val="00C50B12"/>
    <w:rsid w:val="00C5204F"/>
    <w:rsid w:val="00C5249D"/>
    <w:rsid w:val="00C54FA0"/>
    <w:rsid w:val="00C66E45"/>
    <w:rsid w:val="00C827A9"/>
    <w:rsid w:val="00C83254"/>
    <w:rsid w:val="00C95970"/>
    <w:rsid w:val="00CA0BB9"/>
    <w:rsid w:val="00CA1418"/>
    <w:rsid w:val="00CB1FED"/>
    <w:rsid w:val="00CB40A6"/>
    <w:rsid w:val="00CB7469"/>
    <w:rsid w:val="00CD295A"/>
    <w:rsid w:val="00CD6118"/>
    <w:rsid w:val="00CD68F6"/>
    <w:rsid w:val="00CE79FF"/>
    <w:rsid w:val="00CF2056"/>
    <w:rsid w:val="00CF737F"/>
    <w:rsid w:val="00D002CC"/>
    <w:rsid w:val="00D060DC"/>
    <w:rsid w:val="00D16916"/>
    <w:rsid w:val="00D178C7"/>
    <w:rsid w:val="00D250EF"/>
    <w:rsid w:val="00D306FA"/>
    <w:rsid w:val="00D32EE5"/>
    <w:rsid w:val="00D3329F"/>
    <w:rsid w:val="00D367FB"/>
    <w:rsid w:val="00D43DF1"/>
    <w:rsid w:val="00D46D39"/>
    <w:rsid w:val="00D52C2E"/>
    <w:rsid w:val="00D534D2"/>
    <w:rsid w:val="00D553D0"/>
    <w:rsid w:val="00D62775"/>
    <w:rsid w:val="00D66A51"/>
    <w:rsid w:val="00D70584"/>
    <w:rsid w:val="00D81349"/>
    <w:rsid w:val="00D857F5"/>
    <w:rsid w:val="00D92158"/>
    <w:rsid w:val="00D950D2"/>
    <w:rsid w:val="00D954FA"/>
    <w:rsid w:val="00D95971"/>
    <w:rsid w:val="00DA4B92"/>
    <w:rsid w:val="00DA63B1"/>
    <w:rsid w:val="00DA7A04"/>
    <w:rsid w:val="00DB16CA"/>
    <w:rsid w:val="00DB7DA6"/>
    <w:rsid w:val="00DC1172"/>
    <w:rsid w:val="00DC4BA7"/>
    <w:rsid w:val="00DC5383"/>
    <w:rsid w:val="00DD2FFB"/>
    <w:rsid w:val="00DD3902"/>
    <w:rsid w:val="00DD5997"/>
    <w:rsid w:val="00DE0954"/>
    <w:rsid w:val="00DE0F2D"/>
    <w:rsid w:val="00DE40A7"/>
    <w:rsid w:val="00DE4E24"/>
    <w:rsid w:val="00DE7AB5"/>
    <w:rsid w:val="00DF0616"/>
    <w:rsid w:val="00DF1F57"/>
    <w:rsid w:val="00E01FD0"/>
    <w:rsid w:val="00E0445D"/>
    <w:rsid w:val="00E109E9"/>
    <w:rsid w:val="00E37854"/>
    <w:rsid w:val="00E43BD8"/>
    <w:rsid w:val="00E50BB8"/>
    <w:rsid w:val="00E61C50"/>
    <w:rsid w:val="00E7520B"/>
    <w:rsid w:val="00E7674B"/>
    <w:rsid w:val="00E80436"/>
    <w:rsid w:val="00E8407C"/>
    <w:rsid w:val="00EB036B"/>
    <w:rsid w:val="00EB166E"/>
    <w:rsid w:val="00EB18F6"/>
    <w:rsid w:val="00EB2776"/>
    <w:rsid w:val="00EB4432"/>
    <w:rsid w:val="00EC22AC"/>
    <w:rsid w:val="00EC3A17"/>
    <w:rsid w:val="00EC4A14"/>
    <w:rsid w:val="00EF02EA"/>
    <w:rsid w:val="00EF47DD"/>
    <w:rsid w:val="00F04061"/>
    <w:rsid w:val="00F15A65"/>
    <w:rsid w:val="00F20197"/>
    <w:rsid w:val="00F30AFF"/>
    <w:rsid w:val="00F43204"/>
    <w:rsid w:val="00F5321F"/>
    <w:rsid w:val="00F7704B"/>
    <w:rsid w:val="00F8518F"/>
    <w:rsid w:val="00F86C13"/>
    <w:rsid w:val="00F948F2"/>
    <w:rsid w:val="00F94CC3"/>
    <w:rsid w:val="00FC42F0"/>
    <w:rsid w:val="00FD6307"/>
    <w:rsid w:val="00FE2EE9"/>
    <w:rsid w:val="00FE3B73"/>
    <w:rsid w:val="00FE41CA"/>
    <w:rsid w:val="00FE6871"/>
    <w:rsid w:val="00FF0A17"/>
    <w:rsid w:val="00FF0FAC"/>
    <w:rsid w:val="00FF7BF0"/>
    <w:rsid w:val="3CFBB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5A91C"/>
  <w15:docId w15:val="{A8D15E0C-D0D8-4084-B40B-905E8D50AE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395684"/>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C54FA0"/>
    <w:pPr>
      <w:ind w:left="720"/>
    </w:pPr>
    <w:rPr>
      <w:rFonts w:ascii="Calibri" w:hAnsi="Calibri" w:eastAsia="Calibri"/>
      <w:sz w:val="22"/>
      <w:szCs w:val="22"/>
    </w:rPr>
  </w:style>
  <w:style w:type="character" w:styleId="Hyperlink">
    <w:name w:val="Hyperlink"/>
    <w:rsid w:val="00C54FA0"/>
    <w:rPr>
      <w:color w:val="0000FF"/>
      <w:u w:val="single"/>
    </w:rPr>
  </w:style>
  <w:style w:type="character" w:styleId="CommentReference">
    <w:name w:val="annotation reference"/>
    <w:basedOn w:val="DefaultParagraphFont"/>
    <w:uiPriority w:val="99"/>
    <w:semiHidden/>
    <w:unhideWhenUsed/>
    <w:rsid w:val="00D950D2"/>
    <w:rPr>
      <w:sz w:val="16"/>
      <w:szCs w:val="16"/>
    </w:rPr>
  </w:style>
  <w:style w:type="paragraph" w:styleId="CommentText">
    <w:name w:val="annotation text"/>
    <w:basedOn w:val="Normal"/>
    <w:link w:val="CommentTextChar"/>
    <w:uiPriority w:val="99"/>
    <w:unhideWhenUsed/>
    <w:rsid w:val="00D950D2"/>
    <w:rPr>
      <w:sz w:val="20"/>
      <w:szCs w:val="20"/>
    </w:rPr>
  </w:style>
  <w:style w:type="character" w:styleId="CommentTextChar" w:customStyle="1">
    <w:name w:val="Comment Text Char"/>
    <w:basedOn w:val="DefaultParagraphFont"/>
    <w:link w:val="CommentText"/>
    <w:uiPriority w:val="99"/>
    <w:rsid w:val="00D950D2"/>
  </w:style>
  <w:style w:type="paragraph" w:styleId="CommentSubject">
    <w:name w:val="annotation subject"/>
    <w:basedOn w:val="CommentText"/>
    <w:next w:val="CommentText"/>
    <w:link w:val="CommentSubjectChar"/>
    <w:uiPriority w:val="99"/>
    <w:semiHidden/>
    <w:unhideWhenUsed/>
    <w:rsid w:val="00D950D2"/>
    <w:rPr>
      <w:b/>
      <w:bCs/>
    </w:rPr>
  </w:style>
  <w:style w:type="character" w:styleId="CommentSubjectChar" w:customStyle="1">
    <w:name w:val="Comment Subject Char"/>
    <w:basedOn w:val="CommentTextChar"/>
    <w:link w:val="CommentSubject"/>
    <w:uiPriority w:val="99"/>
    <w:semiHidden/>
    <w:rsid w:val="00D950D2"/>
    <w:rPr>
      <w:b/>
      <w:bCs/>
    </w:rPr>
  </w:style>
  <w:style w:type="paragraph" w:styleId="BalloonText">
    <w:name w:val="Balloon Text"/>
    <w:basedOn w:val="Normal"/>
    <w:link w:val="BalloonTextChar"/>
    <w:uiPriority w:val="99"/>
    <w:semiHidden/>
    <w:unhideWhenUsed/>
    <w:rsid w:val="00D950D2"/>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950D2"/>
    <w:rPr>
      <w:rFonts w:ascii="Segoe UI" w:hAnsi="Segoe UI" w:cs="Segoe UI"/>
      <w:sz w:val="18"/>
      <w:szCs w:val="18"/>
    </w:rPr>
  </w:style>
  <w:style w:type="paragraph" w:styleId="NormalWeb">
    <w:name w:val="Normal (Web)"/>
    <w:basedOn w:val="Normal"/>
    <w:uiPriority w:val="99"/>
    <w:unhideWhenUsed/>
    <w:rsid w:val="0005483D"/>
    <w:pPr>
      <w:spacing w:before="100" w:beforeAutospacing="1" w:after="100" w:afterAutospacing="1"/>
    </w:pPr>
  </w:style>
  <w:style w:type="paragraph" w:styleId="Revision">
    <w:name w:val="Revision"/>
    <w:hidden/>
    <w:uiPriority w:val="99"/>
    <w:semiHidden/>
    <w:rsid w:val="00FF0A17"/>
    <w:rPr>
      <w:sz w:val="24"/>
      <w:szCs w:val="24"/>
    </w:rPr>
  </w:style>
  <w:style w:type="character" w:styleId="UnresolvedMention">
    <w:name w:val="Unresolved Mention"/>
    <w:basedOn w:val="DefaultParagraphFont"/>
    <w:uiPriority w:val="99"/>
    <w:semiHidden/>
    <w:unhideWhenUsed/>
    <w:rsid w:val="00D857F5"/>
    <w:rPr>
      <w:color w:val="605E5C"/>
      <w:shd w:val="clear" w:color="auto" w:fill="E1DFDD"/>
    </w:rPr>
  </w:style>
  <w:style w:type="table" w:styleId="TableGrid">
    <w:name w:val="Table Grid"/>
    <w:basedOn w:val="TableNormal"/>
    <w:uiPriority w:val="59"/>
    <w:rsid w:val="008F65F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ntstyle01" w:customStyle="1">
    <w:name w:val="fontstyle01"/>
    <w:basedOn w:val="DefaultParagraphFont"/>
    <w:rsid w:val="008F1871"/>
    <w:rPr>
      <w:rFonts w:hint="default" w:ascii="AdvPTimes" w:hAnsi="AdvPTimes"/>
      <w:b w:val="0"/>
      <w:bCs w:val="0"/>
      <w:i w:val="0"/>
      <w:iCs w:val="0"/>
      <w:color w:val="000000"/>
      <w:sz w:val="20"/>
      <w:szCs w:val="20"/>
    </w:rPr>
  </w:style>
  <w:style w:type="character" w:styleId="Emphasis">
    <w:name w:val="Emphasis"/>
    <w:basedOn w:val="DefaultParagraphFont"/>
    <w:uiPriority w:val="20"/>
    <w:qFormat/>
    <w:rsid w:val="0075733D"/>
    <w:rPr>
      <w:i/>
      <w:iCs/>
    </w:rPr>
  </w:style>
  <w:style w:type="paragraph" w:styleId="Title">
    <w:name w:val="Title"/>
    <w:basedOn w:val="Normal"/>
    <w:next w:val="Normal"/>
    <w:link w:val="TitleChar"/>
    <w:uiPriority w:val="10"/>
    <w:qFormat/>
    <w:rsid w:val="00DA7A04"/>
    <w:pPr>
      <w:spacing w:after="160"/>
      <w:jc w:val="center"/>
    </w:pPr>
    <w:rPr>
      <w:rFonts w:asciiTheme="majorHAnsi" w:hAnsiTheme="majorHAnsi" w:eastAsiaTheme="majorEastAsia" w:cstheme="majorBidi"/>
      <w:spacing w:val="-10"/>
      <w:kern w:val="28"/>
      <w:sz w:val="40"/>
      <w:szCs w:val="40"/>
    </w:rPr>
  </w:style>
  <w:style w:type="character" w:styleId="TitleChar" w:customStyle="1">
    <w:name w:val="Title Char"/>
    <w:basedOn w:val="DefaultParagraphFont"/>
    <w:link w:val="Title"/>
    <w:uiPriority w:val="10"/>
    <w:rsid w:val="00DA7A04"/>
    <w:rPr>
      <w:rFonts w:asciiTheme="majorHAnsi" w:hAnsiTheme="majorHAnsi" w:eastAsiaTheme="majorEastAsia" w:cstheme="majorBidi"/>
      <w:spacing w:val="-10"/>
      <w:kern w:val="28"/>
      <w:sz w:val="40"/>
      <w:szCs w:val="40"/>
    </w:rPr>
  </w:style>
  <w:style w:type="character" w:styleId="Heading4Char" w:customStyle="1">
    <w:name w:val="Heading 4 Char"/>
    <w:basedOn w:val="DefaultParagraphFont"/>
    <w:link w:val="Heading4"/>
    <w:uiPriority w:val="9"/>
    <w:semiHidden/>
    <w:rsid w:val="00395684"/>
    <w:rPr>
      <w:rFonts w:asciiTheme="majorHAnsi" w:hAnsiTheme="majorHAnsi" w:eastAsiaTheme="majorEastAsia"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76723">
      <w:bodyDiv w:val="1"/>
      <w:marLeft w:val="0"/>
      <w:marRight w:val="0"/>
      <w:marTop w:val="0"/>
      <w:marBottom w:val="0"/>
      <w:divBdr>
        <w:top w:val="none" w:sz="0" w:space="0" w:color="auto"/>
        <w:left w:val="none" w:sz="0" w:space="0" w:color="auto"/>
        <w:bottom w:val="none" w:sz="0" w:space="0" w:color="auto"/>
        <w:right w:val="none" w:sz="0" w:space="0" w:color="auto"/>
      </w:divBdr>
    </w:div>
    <w:div w:id="230584042">
      <w:bodyDiv w:val="1"/>
      <w:marLeft w:val="0"/>
      <w:marRight w:val="0"/>
      <w:marTop w:val="0"/>
      <w:marBottom w:val="0"/>
      <w:divBdr>
        <w:top w:val="none" w:sz="0" w:space="0" w:color="auto"/>
        <w:left w:val="none" w:sz="0" w:space="0" w:color="auto"/>
        <w:bottom w:val="none" w:sz="0" w:space="0" w:color="auto"/>
        <w:right w:val="none" w:sz="0" w:space="0" w:color="auto"/>
      </w:divBdr>
    </w:div>
    <w:div w:id="262036956">
      <w:bodyDiv w:val="1"/>
      <w:marLeft w:val="0"/>
      <w:marRight w:val="0"/>
      <w:marTop w:val="0"/>
      <w:marBottom w:val="0"/>
      <w:divBdr>
        <w:top w:val="none" w:sz="0" w:space="0" w:color="auto"/>
        <w:left w:val="none" w:sz="0" w:space="0" w:color="auto"/>
        <w:bottom w:val="none" w:sz="0" w:space="0" w:color="auto"/>
        <w:right w:val="none" w:sz="0" w:space="0" w:color="auto"/>
      </w:divBdr>
    </w:div>
    <w:div w:id="432089558">
      <w:bodyDiv w:val="1"/>
      <w:marLeft w:val="0"/>
      <w:marRight w:val="0"/>
      <w:marTop w:val="0"/>
      <w:marBottom w:val="0"/>
      <w:divBdr>
        <w:top w:val="none" w:sz="0" w:space="0" w:color="auto"/>
        <w:left w:val="none" w:sz="0" w:space="0" w:color="auto"/>
        <w:bottom w:val="none" w:sz="0" w:space="0" w:color="auto"/>
        <w:right w:val="none" w:sz="0" w:space="0" w:color="auto"/>
      </w:divBdr>
    </w:div>
    <w:div w:id="484401110">
      <w:bodyDiv w:val="1"/>
      <w:marLeft w:val="0"/>
      <w:marRight w:val="0"/>
      <w:marTop w:val="0"/>
      <w:marBottom w:val="0"/>
      <w:divBdr>
        <w:top w:val="none" w:sz="0" w:space="0" w:color="auto"/>
        <w:left w:val="none" w:sz="0" w:space="0" w:color="auto"/>
        <w:bottom w:val="none" w:sz="0" w:space="0" w:color="auto"/>
        <w:right w:val="none" w:sz="0" w:space="0" w:color="auto"/>
      </w:divBdr>
    </w:div>
    <w:div w:id="790442172">
      <w:bodyDiv w:val="1"/>
      <w:marLeft w:val="0"/>
      <w:marRight w:val="0"/>
      <w:marTop w:val="0"/>
      <w:marBottom w:val="0"/>
      <w:divBdr>
        <w:top w:val="none" w:sz="0" w:space="0" w:color="auto"/>
        <w:left w:val="none" w:sz="0" w:space="0" w:color="auto"/>
        <w:bottom w:val="none" w:sz="0" w:space="0" w:color="auto"/>
        <w:right w:val="none" w:sz="0" w:space="0" w:color="auto"/>
      </w:divBdr>
    </w:div>
    <w:div w:id="835461878">
      <w:bodyDiv w:val="1"/>
      <w:marLeft w:val="0"/>
      <w:marRight w:val="0"/>
      <w:marTop w:val="0"/>
      <w:marBottom w:val="0"/>
      <w:divBdr>
        <w:top w:val="none" w:sz="0" w:space="0" w:color="auto"/>
        <w:left w:val="none" w:sz="0" w:space="0" w:color="auto"/>
        <w:bottom w:val="none" w:sz="0" w:space="0" w:color="auto"/>
        <w:right w:val="none" w:sz="0" w:space="0" w:color="auto"/>
      </w:divBdr>
    </w:div>
    <w:div w:id="861630428">
      <w:bodyDiv w:val="1"/>
      <w:marLeft w:val="0"/>
      <w:marRight w:val="0"/>
      <w:marTop w:val="0"/>
      <w:marBottom w:val="0"/>
      <w:divBdr>
        <w:top w:val="none" w:sz="0" w:space="0" w:color="auto"/>
        <w:left w:val="none" w:sz="0" w:space="0" w:color="auto"/>
        <w:bottom w:val="none" w:sz="0" w:space="0" w:color="auto"/>
        <w:right w:val="none" w:sz="0" w:space="0" w:color="auto"/>
      </w:divBdr>
    </w:div>
    <w:div w:id="1155685823">
      <w:bodyDiv w:val="1"/>
      <w:marLeft w:val="0"/>
      <w:marRight w:val="0"/>
      <w:marTop w:val="0"/>
      <w:marBottom w:val="0"/>
      <w:divBdr>
        <w:top w:val="none" w:sz="0" w:space="0" w:color="auto"/>
        <w:left w:val="none" w:sz="0" w:space="0" w:color="auto"/>
        <w:bottom w:val="none" w:sz="0" w:space="0" w:color="auto"/>
        <w:right w:val="none" w:sz="0" w:space="0" w:color="auto"/>
      </w:divBdr>
    </w:div>
    <w:div w:id="1174341578">
      <w:bodyDiv w:val="1"/>
      <w:marLeft w:val="0"/>
      <w:marRight w:val="0"/>
      <w:marTop w:val="0"/>
      <w:marBottom w:val="0"/>
      <w:divBdr>
        <w:top w:val="none" w:sz="0" w:space="0" w:color="auto"/>
        <w:left w:val="none" w:sz="0" w:space="0" w:color="auto"/>
        <w:bottom w:val="none" w:sz="0" w:space="0" w:color="auto"/>
        <w:right w:val="none" w:sz="0" w:space="0" w:color="auto"/>
      </w:divBdr>
    </w:div>
    <w:div w:id="1240754746">
      <w:bodyDiv w:val="1"/>
      <w:marLeft w:val="0"/>
      <w:marRight w:val="0"/>
      <w:marTop w:val="0"/>
      <w:marBottom w:val="0"/>
      <w:divBdr>
        <w:top w:val="none" w:sz="0" w:space="0" w:color="auto"/>
        <w:left w:val="none" w:sz="0" w:space="0" w:color="auto"/>
        <w:bottom w:val="none" w:sz="0" w:space="0" w:color="auto"/>
        <w:right w:val="none" w:sz="0" w:space="0" w:color="auto"/>
      </w:divBdr>
    </w:div>
    <w:div w:id="1260943150">
      <w:bodyDiv w:val="1"/>
      <w:marLeft w:val="0"/>
      <w:marRight w:val="0"/>
      <w:marTop w:val="0"/>
      <w:marBottom w:val="0"/>
      <w:divBdr>
        <w:top w:val="none" w:sz="0" w:space="0" w:color="auto"/>
        <w:left w:val="none" w:sz="0" w:space="0" w:color="auto"/>
        <w:bottom w:val="none" w:sz="0" w:space="0" w:color="auto"/>
        <w:right w:val="none" w:sz="0" w:space="0" w:color="auto"/>
      </w:divBdr>
    </w:div>
    <w:div w:id="1462382816">
      <w:bodyDiv w:val="1"/>
      <w:marLeft w:val="0"/>
      <w:marRight w:val="0"/>
      <w:marTop w:val="0"/>
      <w:marBottom w:val="0"/>
      <w:divBdr>
        <w:top w:val="none" w:sz="0" w:space="0" w:color="auto"/>
        <w:left w:val="none" w:sz="0" w:space="0" w:color="auto"/>
        <w:bottom w:val="none" w:sz="0" w:space="0" w:color="auto"/>
        <w:right w:val="none" w:sz="0" w:space="0" w:color="auto"/>
      </w:divBdr>
    </w:div>
    <w:div w:id="1543397371">
      <w:bodyDiv w:val="1"/>
      <w:marLeft w:val="0"/>
      <w:marRight w:val="0"/>
      <w:marTop w:val="0"/>
      <w:marBottom w:val="0"/>
      <w:divBdr>
        <w:top w:val="none" w:sz="0" w:space="0" w:color="auto"/>
        <w:left w:val="none" w:sz="0" w:space="0" w:color="auto"/>
        <w:bottom w:val="none" w:sz="0" w:space="0" w:color="auto"/>
        <w:right w:val="none" w:sz="0" w:space="0" w:color="auto"/>
      </w:divBdr>
    </w:div>
    <w:div w:id="1585188532">
      <w:bodyDiv w:val="1"/>
      <w:marLeft w:val="0"/>
      <w:marRight w:val="0"/>
      <w:marTop w:val="0"/>
      <w:marBottom w:val="0"/>
      <w:divBdr>
        <w:top w:val="none" w:sz="0" w:space="0" w:color="auto"/>
        <w:left w:val="none" w:sz="0" w:space="0" w:color="auto"/>
        <w:bottom w:val="none" w:sz="0" w:space="0" w:color="auto"/>
        <w:right w:val="none" w:sz="0" w:space="0" w:color="auto"/>
      </w:divBdr>
    </w:div>
    <w:div w:id="1695034841">
      <w:bodyDiv w:val="1"/>
      <w:marLeft w:val="0"/>
      <w:marRight w:val="0"/>
      <w:marTop w:val="0"/>
      <w:marBottom w:val="0"/>
      <w:divBdr>
        <w:top w:val="none" w:sz="0" w:space="0" w:color="auto"/>
        <w:left w:val="none" w:sz="0" w:space="0" w:color="auto"/>
        <w:bottom w:val="none" w:sz="0" w:space="0" w:color="auto"/>
        <w:right w:val="none" w:sz="0" w:space="0" w:color="auto"/>
      </w:divBdr>
    </w:div>
    <w:div w:id="1767459985">
      <w:bodyDiv w:val="1"/>
      <w:marLeft w:val="0"/>
      <w:marRight w:val="0"/>
      <w:marTop w:val="0"/>
      <w:marBottom w:val="0"/>
      <w:divBdr>
        <w:top w:val="none" w:sz="0" w:space="0" w:color="auto"/>
        <w:left w:val="none" w:sz="0" w:space="0" w:color="auto"/>
        <w:bottom w:val="none" w:sz="0" w:space="0" w:color="auto"/>
        <w:right w:val="none" w:sz="0" w:space="0" w:color="auto"/>
      </w:divBdr>
    </w:div>
    <w:div w:id="1842817407">
      <w:bodyDiv w:val="1"/>
      <w:marLeft w:val="0"/>
      <w:marRight w:val="0"/>
      <w:marTop w:val="0"/>
      <w:marBottom w:val="0"/>
      <w:divBdr>
        <w:top w:val="none" w:sz="0" w:space="0" w:color="auto"/>
        <w:left w:val="none" w:sz="0" w:space="0" w:color="auto"/>
        <w:bottom w:val="none" w:sz="0" w:space="0" w:color="auto"/>
        <w:right w:val="none" w:sz="0" w:space="0" w:color="auto"/>
      </w:divBdr>
    </w:div>
    <w:div w:id="1858037616">
      <w:bodyDiv w:val="1"/>
      <w:marLeft w:val="0"/>
      <w:marRight w:val="0"/>
      <w:marTop w:val="0"/>
      <w:marBottom w:val="0"/>
      <w:divBdr>
        <w:top w:val="none" w:sz="0" w:space="0" w:color="auto"/>
        <w:left w:val="none" w:sz="0" w:space="0" w:color="auto"/>
        <w:bottom w:val="none" w:sz="0" w:space="0" w:color="auto"/>
        <w:right w:val="none" w:sz="0" w:space="0" w:color="auto"/>
      </w:divBdr>
    </w:div>
    <w:div w:id="1916938948">
      <w:bodyDiv w:val="1"/>
      <w:marLeft w:val="0"/>
      <w:marRight w:val="0"/>
      <w:marTop w:val="0"/>
      <w:marBottom w:val="0"/>
      <w:divBdr>
        <w:top w:val="none" w:sz="0" w:space="0" w:color="auto"/>
        <w:left w:val="none" w:sz="0" w:space="0" w:color="auto"/>
        <w:bottom w:val="none" w:sz="0" w:space="0" w:color="auto"/>
        <w:right w:val="none" w:sz="0" w:space="0" w:color="auto"/>
      </w:divBdr>
    </w:div>
    <w:div w:id="212803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ecog.02205"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9C66CD4-72EC-447A-84E5-03348B4A8AE9}">
  <ds:schemaRefs>
    <ds:schemaRef ds:uri="http://schemas.openxmlformats.org/officeDocument/2006/bibliography"/>
  </ds:schemaRefs>
</ds:datastoreItem>
</file>

<file path=customXml/itemProps2.xml><?xml version="1.0" encoding="utf-8"?>
<ds:datastoreItem xmlns:ds="http://schemas.openxmlformats.org/officeDocument/2006/customXml" ds:itemID="{F4D9F298-EFA8-4814-BD51-760846E4404F}"/>
</file>

<file path=customXml/itemProps3.xml><?xml version="1.0" encoding="utf-8"?>
<ds:datastoreItem xmlns:ds="http://schemas.openxmlformats.org/officeDocument/2006/customXml" ds:itemID="{AFBA4C74-C295-46E6-B87A-3F91996B5811}"/>
</file>

<file path=customXml/itemProps4.xml><?xml version="1.0" encoding="utf-8"?>
<ds:datastoreItem xmlns:ds="http://schemas.openxmlformats.org/officeDocument/2006/customXml" ds:itemID="{41461D71-206E-4872-8E83-8B3F9D85D3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37</cp:revision>
  <cp:lastPrinted>2015-09-11T19:36:00Z</cp:lastPrinted>
  <dcterms:created xsi:type="dcterms:W3CDTF">2022-12-15T00:39:00Z</dcterms:created>
  <dcterms:modified xsi:type="dcterms:W3CDTF">2024-11-02T16:10:23Z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