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2C42" w:rsidP="008F2C42" w:rsidRDefault="008F2C42" w14:paraId="1D3E44DF" w14:textId="1AA12EF6">
      <w:pPr>
        <w:pStyle w:val="BpSTitle"/>
      </w:pPr>
      <w:r>
        <w:t>16012</w:t>
      </w:r>
    </w:p>
    <w:p w:rsidR="00CD79F0" w:rsidP="00CD79F0" w:rsidRDefault="00CD79F0" w14:paraId="0ED85CC0" w14:textId="18BA412B">
      <w:pPr>
        <w:pStyle w:val="BpSTitle"/>
      </w:pPr>
      <w:r w:rsidRPr="00CD79F0">
        <w:t>Western North American Boreal Treeline White Spruce-Hardwood Woodland - Boreal Transition</w:t>
      </w:r>
    </w:p>
    <w:p w:rsidR="008F2C42" w:rsidP="008F2C42" w:rsidRDefault="008F2C42" w14:paraId="014E6A57" w14:textId="30E651AE">
      <w:r>
        <w:t xmlns:w="http://schemas.openxmlformats.org/wordprocessingml/2006/main">BpS Model/Description Version: Nov. 2024</w:t>
      </w:r>
      <w:r>
        <w:tab/>
      </w:r>
      <w:r>
        <w:tab/>
      </w:r>
      <w:r>
        <w:tab/>
      </w:r>
      <w:r>
        <w:tab/>
      </w:r>
      <w:r>
        <w:tab/>
      </w:r>
      <w:r>
        <w:tab/>
      </w:r>
      <w:r>
        <w:tab/>
      </w:r>
    </w:p>
    <w:p w:rsidR="008F2C42" w:rsidP="008F2C42" w:rsidRDefault="008F2C42" w14:paraId="38523830"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512"/>
        <w:gridCol w:w="2124"/>
      </w:tblGrid>
      <w:tr w:rsidRPr="008F2C42" w:rsidR="008F2C42" w:rsidTr="008F2C42" w14:paraId="10F5AB14" w14:textId="77777777">
        <w:tc>
          <w:tcPr>
            <w:tcW w:w="2052" w:type="dxa"/>
            <w:tcBorders>
              <w:top w:val="single" w:color="auto" w:sz="2" w:space="0"/>
              <w:left w:val="single" w:color="auto" w:sz="12" w:space="0"/>
              <w:bottom w:val="single" w:color="000000" w:sz="12" w:space="0"/>
            </w:tcBorders>
            <w:shd w:val="clear" w:color="auto" w:fill="auto"/>
          </w:tcPr>
          <w:p w:rsidRPr="008F2C42" w:rsidR="008F2C42" w:rsidP="00EE333F" w:rsidRDefault="008F2C42" w14:paraId="45426633" w14:textId="77777777">
            <w:pPr>
              <w:rPr>
                <w:b/>
                <w:bCs/>
              </w:rPr>
            </w:pPr>
            <w:r w:rsidRPr="008F2C42">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8F2C42" w:rsidR="008F2C42" w:rsidP="00EE333F" w:rsidRDefault="008F2C42" w14:paraId="1F5792E3" w14:textId="77777777">
            <w:pPr>
              <w:rPr>
                <w:b/>
                <w:bCs/>
              </w:rPr>
            </w:pPr>
          </w:p>
        </w:tc>
        <w:tc>
          <w:tcPr>
            <w:tcW w:w="1512" w:type="dxa"/>
            <w:tcBorders>
              <w:top w:val="single" w:color="auto" w:sz="2" w:space="0"/>
              <w:left w:val="single" w:color="000000" w:sz="12" w:space="0"/>
              <w:bottom w:val="single" w:color="000000" w:sz="12" w:space="0"/>
            </w:tcBorders>
            <w:shd w:val="clear" w:color="auto" w:fill="auto"/>
          </w:tcPr>
          <w:p w:rsidRPr="008F2C42" w:rsidR="008F2C42" w:rsidP="00EE333F" w:rsidRDefault="008F2C42" w14:paraId="7DAAD891" w14:textId="77777777">
            <w:pPr>
              <w:rPr>
                <w:b/>
                <w:bCs/>
              </w:rPr>
            </w:pPr>
            <w:r w:rsidRPr="008F2C42">
              <w:rPr>
                <w:b/>
                <w:bCs/>
              </w:rPr>
              <w:t>Reviewers</w:t>
            </w:r>
          </w:p>
        </w:tc>
        <w:tc>
          <w:tcPr>
            <w:tcW w:w="2124" w:type="dxa"/>
            <w:tcBorders>
              <w:top w:val="single" w:color="auto" w:sz="2" w:space="0"/>
              <w:bottom w:val="single" w:color="000000" w:sz="12" w:space="0"/>
            </w:tcBorders>
            <w:shd w:val="clear" w:color="auto" w:fill="auto"/>
          </w:tcPr>
          <w:p w:rsidRPr="008F2C42" w:rsidR="008F2C42" w:rsidP="00EE333F" w:rsidRDefault="008F2C42" w14:paraId="1E43252B" w14:textId="77777777">
            <w:pPr>
              <w:rPr>
                <w:b/>
                <w:bCs/>
              </w:rPr>
            </w:pPr>
          </w:p>
        </w:tc>
      </w:tr>
      <w:tr w:rsidRPr="008F2C42" w:rsidR="008F2C42" w:rsidTr="008F2C42" w14:paraId="78C973F3" w14:textId="77777777">
        <w:tc>
          <w:tcPr>
            <w:tcW w:w="2052" w:type="dxa"/>
            <w:tcBorders>
              <w:top w:val="single" w:color="000000" w:sz="12" w:space="0"/>
              <w:left w:val="single" w:color="auto" w:sz="12" w:space="0"/>
            </w:tcBorders>
            <w:shd w:val="clear" w:color="auto" w:fill="auto"/>
          </w:tcPr>
          <w:p w:rsidRPr="008F2C42" w:rsidR="008F2C42" w:rsidP="00EE333F" w:rsidRDefault="008F2C42" w14:paraId="3BB0EA8B" w14:textId="77777777">
            <w:pPr>
              <w:rPr>
                <w:bCs/>
              </w:rPr>
            </w:pPr>
            <w:r w:rsidRPr="008F2C42">
              <w:rPr>
                <w:bCs/>
              </w:rPr>
              <w:t>Tina Boucher</w:t>
            </w:r>
          </w:p>
        </w:tc>
        <w:tc>
          <w:tcPr>
            <w:tcW w:w="2532" w:type="dxa"/>
            <w:tcBorders>
              <w:top w:val="single" w:color="000000" w:sz="12" w:space="0"/>
              <w:right w:val="single" w:color="000000" w:sz="12" w:space="0"/>
            </w:tcBorders>
            <w:shd w:val="clear" w:color="auto" w:fill="auto"/>
          </w:tcPr>
          <w:p w:rsidRPr="008F2C42" w:rsidR="008F2C42" w:rsidP="00EE333F" w:rsidRDefault="008F2C42" w14:paraId="0D22ACE4" w14:textId="77777777">
            <w:r w:rsidRPr="008F2C42">
              <w:t>antvb@uaa.alaska.edu</w:t>
            </w:r>
          </w:p>
        </w:tc>
        <w:tc>
          <w:tcPr>
            <w:tcW w:w="1512" w:type="dxa"/>
            <w:tcBorders>
              <w:top w:val="single" w:color="000000" w:sz="12" w:space="0"/>
              <w:left w:val="single" w:color="000000" w:sz="12" w:space="0"/>
            </w:tcBorders>
            <w:shd w:val="clear" w:color="auto" w:fill="auto"/>
          </w:tcPr>
          <w:p w:rsidRPr="008F2C42" w:rsidR="008F2C42" w:rsidP="00EE333F" w:rsidRDefault="008F2C42" w14:paraId="064F6ADE" w14:textId="77777777">
            <w:r w:rsidRPr="008F2C42">
              <w:t>Beth Schulz</w:t>
            </w:r>
          </w:p>
        </w:tc>
        <w:tc>
          <w:tcPr>
            <w:tcW w:w="2124" w:type="dxa"/>
            <w:tcBorders>
              <w:top w:val="single" w:color="000000" w:sz="12" w:space="0"/>
            </w:tcBorders>
            <w:shd w:val="clear" w:color="auto" w:fill="auto"/>
          </w:tcPr>
          <w:p w:rsidRPr="008F2C42" w:rsidR="008F2C42" w:rsidP="00EE333F" w:rsidRDefault="008F2C42" w14:paraId="2FC3776E" w14:textId="77777777">
            <w:r w:rsidRPr="008F2C42">
              <w:t>bschulz@fs.fed.us</w:t>
            </w:r>
          </w:p>
        </w:tc>
      </w:tr>
      <w:tr w:rsidRPr="008F2C42" w:rsidR="008F2C42" w:rsidTr="008F2C42" w14:paraId="50254003" w14:textId="77777777">
        <w:tc>
          <w:tcPr>
            <w:tcW w:w="2052" w:type="dxa"/>
            <w:tcBorders>
              <w:left w:val="single" w:color="auto" w:sz="12" w:space="0"/>
            </w:tcBorders>
            <w:shd w:val="clear" w:color="auto" w:fill="auto"/>
          </w:tcPr>
          <w:p w:rsidRPr="008F2C42" w:rsidR="008F2C42" w:rsidP="00EE333F" w:rsidRDefault="008F2C42" w14:paraId="63722BEF" w14:textId="77777777">
            <w:pPr>
              <w:rPr>
                <w:bCs/>
              </w:rPr>
            </w:pPr>
            <w:r w:rsidRPr="008F2C42">
              <w:rPr>
                <w:bCs/>
              </w:rPr>
              <w:t>Kori Blankenship</w:t>
            </w:r>
          </w:p>
        </w:tc>
        <w:tc>
          <w:tcPr>
            <w:tcW w:w="2532" w:type="dxa"/>
            <w:tcBorders>
              <w:right w:val="single" w:color="000000" w:sz="12" w:space="0"/>
            </w:tcBorders>
            <w:shd w:val="clear" w:color="auto" w:fill="auto"/>
          </w:tcPr>
          <w:p w:rsidRPr="008F2C42" w:rsidR="008F2C42" w:rsidP="00EE333F" w:rsidRDefault="008F2C42" w14:paraId="2E0C5700" w14:textId="77777777">
            <w:r w:rsidRPr="008F2C42">
              <w:t>kblankenship@tnc.org</w:t>
            </w:r>
          </w:p>
        </w:tc>
        <w:tc>
          <w:tcPr>
            <w:tcW w:w="1512" w:type="dxa"/>
            <w:tcBorders>
              <w:left w:val="single" w:color="000000" w:sz="12" w:space="0"/>
            </w:tcBorders>
            <w:shd w:val="clear" w:color="auto" w:fill="auto"/>
          </w:tcPr>
          <w:p w:rsidRPr="008F2C42" w:rsidR="008F2C42" w:rsidP="00EE333F" w:rsidRDefault="008F2C42" w14:paraId="2A727969" w14:textId="77777777">
            <w:r w:rsidRPr="008F2C42">
              <w:t>None</w:t>
            </w:r>
          </w:p>
        </w:tc>
        <w:tc>
          <w:tcPr>
            <w:tcW w:w="2124" w:type="dxa"/>
            <w:shd w:val="clear" w:color="auto" w:fill="auto"/>
          </w:tcPr>
          <w:p w:rsidRPr="008F2C42" w:rsidR="008F2C42" w:rsidP="00EE333F" w:rsidRDefault="008F2C42" w14:paraId="04A885E4" w14:textId="77777777">
            <w:r w:rsidRPr="008F2C42">
              <w:t>None</w:t>
            </w:r>
          </w:p>
        </w:tc>
      </w:tr>
      <w:tr w:rsidRPr="008F2C42" w:rsidR="008F2C42" w:rsidTr="008F2C42" w14:paraId="649E5080" w14:textId="77777777">
        <w:tc>
          <w:tcPr>
            <w:tcW w:w="2052" w:type="dxa"/>
            <w:tcBorders>
              <w:left w:val="single" w:color="auto" w:sz="12" w:space="0"/>
              <w:bottom w:val="single" w:color="auto" w:sz="2" w:space="0"/>
            </w:tcBorders>
            <w:shd w:val="clear" w:color="auto" w:fill="auto"/>
          </w:tcPr>
          <w:p w:rsidRPr="008F2C42" w:rsidR="008F2C42" w:rsidP="00EE333F" w:rsidRDefault="008F2C42" w14:paraId="4015982B" w14:textId="77777777">
            <w:pPr>
              <w:rPr>
                <w:bCs/>
              </w:rPr>
            </w:pPr>
            <w:r w:rsidRPr="008F2C42">
              <w:rPr>
                <w:bCs/>
              </w:rPr>
              <w:t>None</w:t>
            </w:r>
          </w:p>
        </w:tc>
        <w:tc>
          <w:tcPr>
            <w:tcW w:w="2532" w:type="dxa"/>
            <w:tcBorders>
              <w:right w:val="single" w:color="000000" w:sz="12" w:space="0"/>
            </w:tcBorders>
            <w:shd w:val="clear" w:color="auto" w:fill="auto"/>
          </w:tcPr>
          <w:p w:rsidRPr="008F2C42" w:rsidR="008F2C42" w:rsidP="00EE333F" w:rsidRDefault="008F2C42" w14:paraId="177B84BD" w14:textId="77777777">
            <w:r w:rsidRPr="008F2C42">
              <w:t>None</w:t>
            </w:r>
          </w:p>
        </w:tc>
        <w:tc>
          <w:tcPr>
            <w:tcW w:w="1512" w:type="dxa"/>
            <w:tcBorders>
              <w:left w:val="single" w:color="000000" w:sz="12" w:space="0"/>
              <w:bottom w:val="single" w:color="auto" w:sz="2" w:space="0"/>
            </w:tcBorders>
            <w:shd w:val="clear" w:color="auto" w:fill="auto"/>
          </w:tcPr>
          <w:p w:rsidRPr="008F2C42" w:rsidR="008F2C42" w:rsidP="00EE333F" w:rsidRDefault="008F2C42" w14:paraId="789FF556" w14:textId="77777777">
            <w:r w:rsidRPr="008F2C42">
              <w:t>None</w:t>
            </w:r>
          </w:p>
        </w:tc>
        <w:tc>
          <w:tcPr>
            <w:tcW w:w="2124" w:type="dxa"/>
            <w:shd w:val="clear" w:color="auto" w:fill="auto"/>
          </w:tcPr>
          <w:p w:rsidRPr="008F2C42" w:rsidR="008F2C42" w:rsidP="00EE333F" w:rsidRDefault="008F2C42" w14:paraId="2B93EAAA" w14:textId="77777777">
            <w:r w:rsidRPr="008F2C42">
              <w:t>None</w:t>
            </w:r>
          </w:p>
        </w:tc>
      </w:tr>
    </w:tbl>
    <w:p w:rsidR="008F2C42" w:rsidP="008F2C42" w:rsidRDefault="008F2C42" w14:paraId="2883290D" w14:textId="77777777"/>
    <w:p w:rsidRPr="00FE3AAF" w:rsidR="008A324E" w:rsidP="008F2C42" w:rsidRDefault="008A324E" w14:paraId="060A752F" w14:textId="0921432A">
      <w:pPr>
        <w:pStyle w:val="InfoPara"/>
        <w:rPr>
          <w:b w:val="0"/>
          <w:bCs/>
        </w:rPr>
      </w:pPr>
      <w:r>
        <w:t xml:space="preserve">Reviewer: </w:t>
      </w:r>
      <w:r>
        <w:rPr>
          <w:b w:val="0"/>
          <w:bCs/>
        </w:rPr>
        <w:t>Ilana Abrahamson</w:t>
      </w:r>
      <w:r w:rsidR="004C5158">
        <w:rPr>
          <w:b w:val="0"/>
          <w:bCs/>
        </w:rPr>
        <w:t xml:space="preserve">, </w:t>
      </w:r>
      <w:r w:rsidR="0001426C">
        <w:rPr>
          <w:b w:val="0"/>
          <w:bCs/>
        </w:rPr>
        <w:t xml:space="preserve">Lindsey Flagstad, </w:t>
      </w:r>
      <w:r w:rsidR="004C5158">
        <w:rPr>
          <w:b w:val="0"/>
          <w:bCs/>
        </w:rPr>
        <w:t>Beth Schulz</w:t>
      </w:r>
      <w:r w:rsidR="0001426C">
        <w:rPr>
          <w:b w:val="0"/>
          <w:bCs/>
        </w:rPr>
        <w:t>, Anjanette Steer</w:t>
      </w:r>
    </w:p>
    <w:p w:rsidR="008F2C42" w:rsidP="008F2C42" w:rsidRDefault="008F2C42" w14:paraId="4ACA9670" w14:textId="1B4D783D">
      <w:pPr>
        <w:pStyle w:val="InfoPara"/>
      </w:pPr>
      <w:r>
        <w:t>Vegetation Type</w:t>
      </w:r>
    </w:p>
    <w:p w:rsidR="008F2C42" w:rsidP="008F2C42" w:rsidRDefault="008F2C42" w14:paraId="58FA21CD" w14:textId="77777777">
      <w:r>
        <w:t>Forest and Woodland</w:t>
      </w:r>
    </w:p>
    <w:p w:rsidR="008F2C42" w:rsidP="008F2C42" w:rsidRDefault="008F2C42" w14:paraId="0EEF8A85" w14:textId="77777777">
      <w:pPr>
        <w:pStyle w:val="InfoPara"/>
      </w:pPr>
      <w:r>
        <w:t>Map Zones</w:t>
      </w:r>
    </w:p>
    <w:p w:rsidR="008F2C42" w:rsidP="008F2C42" w:rsidRDefault="00751322" w14:paraId="16A1CA04" w14:textId="67F01047">
      <w:r w:rsidRPr="00751322">
        <w:t xml:space="preserve">73, 74, </w:t>
      </w:r>
      <w:r w:rsidR="0010580C">
        <w:t xml:space="preserve">75, </w:t>
      </w:r>
      <w:r w:rsidRPr="00751322">
        <w:t>77</w:t>
      </w:r>
      <w:r w:rsidR="00EC62C0">
        <w:t>, 78</w:t>
      </w:r>
    </w:p>
    <w:p w:rsidR="008F2C42" w:rsidP="008F2C42" w:rsidRDefault="008F2C42" w14:paraId="57CFA9AF" w14:textId="77777777">
      <w:pPr>
        <w:pStyle w:val="InfoPara"/>
      </w:pPr>
      <w:r>
        <w:t>Model Splits or Lumps</w:t>
      </w:r>
    </w:p>
    <w:p w:rsidR="00E96711" w:rsidP="00E96711" w:rsidRDefault="00E96711" w14:paraId="2B5FB56E" w14:textId="2B773CDD">
      <w:r>
        <w:t xml:space="preserve">This </w:t>
      </w:r>
      <w:r w:rsidR="00AC77D7">
        <w:t>Biophysical Setting (</w:t>
      </w:r>
      <w:r>
        <w:t>BpS</w:t>
      </w:r>
      <w:r w:rsidR="00AC77D7">
        <w:t>)</w:t>
      </w:r>
      <w:r>
        <w:t xml:space="preserve"> is split into multiple models: </w:t>
      </w:r>
    </w:p>
    <w:p w:rsidRPr="001977DC" w:rsidR="00FE3AAF" w:rsidP="001977DC" w:rsidRDefault="00E96711" w14:paraId="6FC923B5" w14:textId="5D96B127">
      <w:r w:rsidRPr="00FE3AAF">
        <w:rPr>
          <w:bCs/>
        </w:rPr>
        <w:t xml:space="preserve">This BpS was split into Boreal and </w:t>
      </w:r>
      <w:r w:rsidR="0051554E">
        <w:rPr>
          <w:bCs/>
        </w:rPr>
        <w:t>Boreal Transition</w:t>
      </w:r>
      <w:r w:rsidRPr="00FE3AAF">
        <w:rPr>
          <w:bCs/>
        </w:rPr>
        <w:t xml:space="preserve"> variants so that regional differences in disturbance regimes could be modeled.</w:t>
      </w:r>
      <w:r w:rsidR="00C0058B">
        <w:rPr>
          <w:bCs/>
        </w:rPr>
        <w:t xml:space="preserve"> The Hardwood split represent areas where hardwoods dominate. </w:t>
      </w:r>
      <w:r w:rsidRPr="00C12BEC" w:rsidR="001977DC">
        <w:t>For mapping BpS 1601</w:t>
      </w:r>
      <w:r w:rsidR="001977DC">
        <w:t>2</w:t>
      </w:r>
      <w:r w:rsidRPr="00C12BEC" w:rsidR="001977DC">
        <w:t xml:space="preserve"> should apply in</w:t>
      </w:r>
      <w:r w:rsidR="001977DC">
        <w:t xml:space="preserve"> </w:t>
      </w:r>
      <w:r w:rsidRPr="00683245" w:rsidR="00683245">
        <w:rPr>
          <w:bCs/>
        </w:rPr>
        <w:t>level 2 ecoregions (Nowaki et al. 2001): Alaska Range Transition, Pacific Mountains Transition, Coast Mountains Transition, Coastal Rainforests</w:t>
      </w:r>
      <w:r w:rsidR="001977DC">
        <w:rPr>
          <w:bCs/>
        </w:rPr>
        <w:t>.</w:t>
      </w:r>
    </w:p>
    <w:p w:rsidR="008F2C42" w:rsidP="008F2C42" w:rsidRDefault="008F2C42" w14:paraId="1E5BA766" w14:textId="4FF47213">
      <w:pPr>
        <w:pStyle w:val="InfoPara"/>
      </w:pPr>
      <w:r>
        <w:t>Geographic Range</w:t>
      </w:r>
    </w:p>
    <w:p w:rsidR="00D33A2F" w:rsidP="00D33A2F" w:rsidRDefault="00D33A2F" w14:paraId="224C21D8" w14:textId="333AE64A">
      <w:r>
        <w:t xml:space="preserve">This system occurs commonly throughout the boreal transition region of Alaska, including the mountain ranges of southcentral Alaska, from the Alaska Range, west </w:t>
      </w:r>
      <w:r w:rsidR="002128AE">
        <w:t xml:space="preserve">along the southern Alaska Peninsula </w:t>
      </w:r>
      <w:r>
        <w:t>to the limit of tree growth. It is not common in the Kenai Mountains, where mountain hemlock dominates treeline forest types, but may be found in western Kenai highlands between Skilak and Tustemena lakes</w:t>
      </w:r>
      <w:r w:rsidR="00D86D70">
        <w:t>,</w:t>
      </w:r>
      <w:r>
        <w:t xml:space="preserve"> and in higher elevations of Caribou Hills north of Homer. This BpS description and model focuses on the boreal </w:t>
      </w:r>
      <w:r w:rsidR="002128AE">
        <w:t xml:space="preserve">transition </w:t>
      </w:r>
      <w:r>
        <w:t>region.</w:t>
      </w:r>
    </w:p>
    <w:p w:rsidR="008F2C42" w:rsidP="008F2C42" w:rsidRDefault="008F2C42" w14:paraId="5F35F2AD" w14:textId="77777777">
      <w:pPr>
        <w:pStyle w:val="InfoPara"/>
      </w:pPr>
      <w:r>
        <w:t>Biophysical Site Description</w:t>
      </w:r>
    </w:p>
    <w:p w:rsidR="005E2E78" w:rsidP="005E2E78" w:rsidRDefault="005E2E78" w14:paraId="47CAD6CF" w14:textId="57AD9E33">
      <w:bookmarkStart w:name="_Hlk84843734" w:id="0"/>
      <w:r w:rsidRPr="000F5D44">
        <w:t xml:space="preserve">This </w:t>
      </w:r>
      <w:r w:rsidR="000634F8">
        <w:t>BpS</w:t>
      </w:r>
      <w:r w:rsidRPr="000F5D44">
        <w:t xml:space="preserve"> occurs near the elevational limits of white spruce tree growth</w:t>
      </w:r>
      <w:r>
        <w:t>.</w:t>
      </w:r>
      <w:r w:rsidRPr="000F5D44">
        <w:t xml:space="preserve"> Topograph</w:t>
      </w:r>
      <w:r>
        <w:t>ies</w:t>
      </w:r>
      <w:r w:rsidRPr="000F5D44">
        <w:t xml:space="preserve"> include sideslopes, rolling hills, and relatively level terrain</w:t>
      </w:r>
      <w:r>
        <w:t xml:space="preserve">. Soils are generally well-drained, cold, shallow, and develop on colluvial deposits, glacial till, or bedrock. High elevation sites are typically well-drained uplands with southerly aspects. At its elevational limits, the system can be conceptualized as the transition zone between white spruce forest and non-forested subalpine vegetation. Depending on the topography, the elevational expression of this system can occupy a narrow band just below non-forested subalpine or a broad expanse across gentle slopes and benches. This system also occurs at lower elevations at the western limit of white spruce growth where terrain is typically gentle, and permafrost is continuous. </w:t>
      </w:r>
    </w:p>
    <w:bookmarkEnd w:id="0"/>
    <w:p w:rsidR="008F2C42" w:rsidP="008F2C42" w:rsidRDefault="008F2C42" w14:paraId="5C97C241" w14:textId="77777777">
      <w:pPr>
        <w:pStyle w:val="InfoPara"/>
      </w:pPr>
      <w:r>
        <w:t>Vegetation Description</w:t>
      </w:r>
    </w:p>
    <w:p w:rsidR="00975C05" w:rsidP="00D33A2F" w:rsidRDefault="00D33A2F" w14:paraId="1DAF8901" w14:textId="1916703D">
      <w:r>
        <w:t xml:space="preserve">Forest canopy cover is dominated by </w:t>
      </w:r>
      <w:r w:rsidRPr="00D06894">
        <w:rPr>
          <w:i/>
          <w:iCs/>
        </w:rPr>
        <w:t>Picea glauca</w:t>
      </w:r>
      <w:r>
        <w:t xml:space="preserve"> and is generally between 10% and 25% (NatureServe 2008). </w:t>
      </w:r>
      <w:r w:rsidRPr="003422C3">
        <w:rPr>
          <w:i/>
        </w:rPr>
        <w:t>Picea mariana</w:t>
      </w:r>
      <w:r w:rsidRPr="000F5D44">
        <w:t xml:space="preserve"> may be codominant in the overstory on some sites.</w:t>
      </w:r>
      <w:r>
        <w:t xml:space="preserve"> </w:t>
      </w:r>
      <w:r w:rsidRPr="00D06894">
        <w:rPr>
          <w:i/>
          <w:iCs/>
        </w:rPr>
        <w:t xml:space="preserve">Betula </w:t>
      </w:r>
      <w:r w:rsidRPr="00D06894">
        <w:rPr>
          <w:i/>
          <w:iCs/>
        </w:rPr>
        <w:lastRenderedPageBreak/>
        <w:t>papyrifera</w:t>
      </w:r>
      <w:r>
        <w:t xml:space="preserve"> </w:t>
      </w:r>
      <w:r w:rsidRPr="00FC3073" w:rsidR="00F05D98">
        <w:rPr>
          <w:i/>
          <w:iCs/>
        </w:rPr>
        <w:t>var</w:t>
      </w:r>
      <w:r w:rsidR="00F05D98">
        <w:t xml:space="preserve">. </w:t>
      </w:r>
      <w:r w:rsidRPr="000634F8" w:rsidR="00F05D98">
        <w:rPr>
          <w:i/>
          <w:iCs/>
        </w:rPr>
        <w:t>kenaica</w:t>
      </w:r>
      <w:r w:rsidR="00F05D98">
        <w:t xml:space="preserve"> </w:t>
      </w:r>
      <w:r>
        <w:t xml:space="preserve">may also be present. Trees are often stunted on exposed sties (Jorgenson et al. 2003). </w:t>
      </w:r>
    </w:p>
    <w:p w:rsidR="00975C05" w:rsidP="00D33A2F" w:rsidRDefault="00D33A2F" w14:paraId="663DEA97" w14:textId="66767671">
      <w:r>
        <w:t xml:space="preserve">Common understory shrubs include </w:t>
      </w:r>
      <w:r w:rsidRPr="00D06894">
        <w:rPr>
          <w:i/>
          <w:iCs/>
        </w:rPr>
        <w:t>Betula nana</w:t>
      </w:r>
      <w:r>
        <w:t xml:space="preserve">, but other shrubs such as </w:t>
      </w:r>
      <w:r w:rsidRPr="00D06894">
        <w:rPr>
          <w:i/>
          <w:iCs/>
        </w:rPr>
        <w:t>Vaccinium uliginosum,</w:t>
      </w:r>
      <w:r w:rsidR="00975C05">
        <w:rPr>
          <w:i/>
          <w:iCs/>
        </w:rPr>
        <w:t xml:space="preserve"> </w:t>
      </w:r>
      <w:r w:rsidRPr="00700677" w:rsidR="00975C05">
        <w:rPr>
          <w:i/>
        </w:rPr>
        <w:t>Vaccinium vitis-idaea</w:t>
      </w:r>
      <w:r w:rsidR="00975C05">
        <w:rPr>
          <w:i/>
        </w:rPr>
        <w:t>,</w:t>
      </w:r>
      <w:r w:rsidRPr="00D06894">
        <w:rPr>
          <w:i/>
          <w:iCs/>
        </w:rPr>
        <w:t xml:space="preserve"> Ledum groenlandicum, </w:t>
      </w:r>
      <w:r w:rsidRPr="00700677" w:rsidR="00975C05">
        <w:rPr>
          <w:i/>
        </w:rPr>
        <w:t>Ledum</w:t>
      </w:r>
      <w:r w:rsidRPr="00B44F2F" w:rsidR="00975C05">
        <w:t xml:space="preserve"> </w:t>
      </w:r>
      <w:r w:rsidRPr="00700677" w:rsidR="00975C05">
        <w:rPr>
          <w:i/>
        </w:rPr>
        <w:t>palustre</w:t>
      </w:r>
      <w:r w:rsidRPr="00B44F2F" w:rsidR="00975C05">
        <w:t xml:space="preserve"> ssp. </w:t>
      </w:r>
      <w:r w:rsidR="000634F8">
        <w:rPr>
          <w:i/>
        </w:rPr>
        <w:t>d</w:t>
      </w:r>
      <w:r w:rsidRPr="00700677" w:rsidR="00975C05">
        <w:rPr>
          <w:i/>
        </w:rPr>
        <w:t>ecumbens</w:t>
      </w:r>
      <w:r w:rsidR="00975C05">
        <w:rPr>
          <w:i/>
          <w:iCs/>
        </w:rPr>
        <w:t xml:space="preserve">, </w:t>
      </w:r>
      <w:r w:rsidRPr="006B198F" w:rsidR="00975C05">
        <w:rPr>
          <w:i/>
        </w:rPr>
        <w:t>Empetrum nigrum</w:t>
      </w:r>
      <w:r w:rsidR="00975C05">
        <w:rPr>
          <w:i/>
        </w:rPr>
        <w:t>,</w:t>
      </w:r>
      <w:r w:rsidRPr="006B198F" w:rsidR="00975C05">
        <w:rPr>
          <w:i/>
        </w:rPr>
        <w:t xml:space="preserve"> </w:t>
      </w:r>
      <w:r w:rsidRPr="00D06894">
        <w:rPr>
          <w:i/>
          <w:iCs/>
        </w:rPr>
        <w:t xml:space="preserve">Salix pulchra, </w:t>
      </w:r>
      <w:r w:rsidRPr="00700677" w:rsidR="00975C05">
        <w:rPr>
          <w:i/>
        </w:rPr>
        <w:t>Salix glauca</w:t>
      </w:r>
      <w:r w:rsidR="00975C05">
        <w:rPr>
          <w:i/>
          <w:iCs/>
        </w:rPr>
        <w:t xml:space="preserve">, </w:t>
      </w:r>
      <w:r w:rsidRPr="00D06894">
        <w:rPr>
          <w:i/>
          <w:iCs/>
        </w:rPr>
        <w:t xml:space="preserve">Viburnum edule, Rosa acicularis, </w:t>
      </w:r>
      <w:r w:rsidRPr="0026339F">
        <w:t>and</w:t>
      </w:r>
      <w:r w:rsidRPr="00D06894">
        <w:rPr>
          <w:i/>
          <w:iCs/>
        </w:rPr>
        <w:t xml:space="preserve"> Arctostaphylos</w:t>
      </w:r>
      <w:r>
        <w:t xml:space="preserve"> spp. may be common or dominant. In some locations </w:t>
      </w:r>
      <w:r w:rsidRPr="00D06894">
        <w:rPr>
          <w:i/>
          <w:iCs/>
        </w:rPr>
        <w:t>Alnus viridis</w:t>
      </w:r>
      <w:r w:rsidR="005325F3">
        <w:rPr>
          <w:i/>
          <w:iCs/>
        </w:rPr>
        <w:t xml:space="preserve"> </w:t>
      </w:r>
      <w:r w:rsidRPr="0026339F" w:rsidR="005325F3">
        <w:t>ssp</w:t>
      </w:r>
      <w:r w:rsidR="005325F3">
        <w:rPr>
          <w:i/>
          <w:iCs/>
        </w:rPr>
        <w:t>. sinuata</w:t>
      </w:r>
      <w:r>
        <w:t xml:space="preserve"> is the dominant understory shrub. </w:t>
      </w:r>
    </w:p>
    <w:p w:rsidR="00975C05" w:rsidP="00D33A2F" w:rsidRDefault="00975C05" w14:paraId="52C9ADAE" w14:textId="77777777"/>
    <w:p w:rsidR="00975C05" w:rsidP="00D33A2F" w:rsidRDefault="00975C05" w14:paraId="0F23CD33" w14:textId="53A3D88B">
      <w:r>
        <w:t>H</w:t>
      </w:r>
      <w:r w:rsidR="00D33A2F">
        <w:t xml:space="preserve">erbaceous species </w:t>
      </w:r>
      <w:r>
        <w:t xml:space="preserve">are sparse but </w:t>
      </w:r>
      <w:r w:rsidR="00D33A2F">
        <w:t>may includ</w:t>
      </w:r>
      <w:r>
        <w:t xml:space="preserve">e a variety of species </w:t>
      </w:r>
      <w:r w:rsidR="000634F8">
        <w:t>such as</w:t>
      </w:r>
      <w:r w:rsidR="00D33A2F">
        <w:t xml:space="preserve"> </w:t>
      </w:r>
      <w:r w:rsidRPr="00D06894" w:rsidR="00D33A2F">
        <w:rPr>
          <w:i/>
          <w:iCs/>
        </w:rPr>
        <w:t>Calamagrostis canadensis, Pyrola</w:t>
      </w:r>
      <w:r w:rsidR="00D33A2F">
        <w:t xml:space="preserve"> spp., and </w:t>
      </w:r>
      <w:r w:rsidRPr="00D06894" w:rsidR="00D33A2F">
        <w:rPr>
          <w:i/>
          <w:iCs/>
        </w:rPr>
        <w:t>Aconitum delphinifolium</w:t>
      </w:r>
      <w:r w:rsidR="00D33A2F">
        <w:t xml:space="preserve"> (Viereck 1979, Jorgenson et al. 2003). Feathermosses may be common in the in the ground layer (NatureServe 2008). On drier or more exposed sites, </w:t>
      </w:r>
      <w:r w:rsidRPr="00D06894" w:rsidR="00D33A2F">
        <w:rPr>
          <w:i/>
          <w:iCs/>
        </w:rPr>
        <w:t>Cladina</w:t>
      </w:r>
      <w:r w:rsidR="00D33A2F">
        <w:t xml:space="preserve"> spp. replace feathermosses as the dominant ground cover (Viereck 1979). Lichen species may include </w:t>
      </w:r>
      <w:r w:rsidRPr="00D06894" w:rsidR="00D33A2F">
        <w:rPr>
          <w:i/>
          <w:iCs/>
        </w:rPr>
        <w:t>Cladina arbuscula</w:t>
      </w:r>
      <w:r w:rsidR="00D33A2F">
        <w:t xml:space="preserve">, </w:t>
      </w:r>
      <w:r w:rsidRPr="00D06894" w:rsidR="00D33A2F">
        <w:rPr>
          <w:i/>
          <w:iCs/>
        </w:rPr>
        <w:t>C. mitis, C. rangiferina</w:t>
      </w:r>
      <w:r w:rsidR="00D33A2F">
        <w:t xml:space="preserve">, and </w:t>
      </w:r>
      <w:r w:rsidRPr="00D06894" w:rsidR="00D33A2F">
        <w:rPr>
          <w:i/>
          <w:iCs/>
        </w:rPr>
        <w:t>C. stellaris</w:t>
      </w:r>
      <w:r w:rsidR="00D33A2F">
        <w:t xml:space="preserve">, as well as </w:t>
      </w:r>
      <w:r w:rsidR="005325F3">
        <w:rPr>
          <w:i/>
          <w:iCs/>
        </w:rPr>
        <w:t>Flavoc</w:t>
      </w:r>
      <w:r w:rsidRPr="00D06894" w:rsidR="00D33A2F">
        <w:rPr>
          <w:i/>
          <w:iCs/>
        </w:rPr>
        <w:t>etraria cucullata, Cetraria islandica, Cetraria nivalis, Bryoria</w:t>
      </w:r>
      <w:r w:rsidR="00D33A2F">
        <w:t xml:space="preserve"> spp., </w:t>
      </w:r>
      <w:r w:rsidRPr="00D06894" w:rsidR="00D33A2F">
        <w:rPr>
          <w:i/>
          <w:iCs/>
        </w:rPr>
        <w:t>Alectoria nigricans</w:t>
      </w:r>
      <w:r w:rsidR="00FC3073">
        <w:rPr>
          <w:i/>
          <w:iCs/>
        </w:rPr>
        <w:t>,</w:t>
      </w:r>
      <w:r w:rsidR="00D33A2F">
        <w:t xml:space="preserve"> and </w:t>
      </w:r>
      <w:r w:rsidRPr="00D06894" w:rsidR="00D33A2F">
        <w:rPr>
          <w:i/>
          <w:iCs/>
        </w:rPr>
        <w:t>Alectoria ochroleuca</w:t>
      </w:r>
      <w:r w:rsidR="00D33A2F">
        <w:t>.</w:t>
      </w:r>
    </w:p>
    <w:p w:rsidR="008F2C42" w:rsidP="000634F8" w:rsidRDefault="008F2C42" w14:paraId="4B239E06" w14:textId="472F3C7F">
      <w:pPr>
        <w:pStyle w:val="InfoPara"/>
        <w:tabs>
          <w:tab w:val="left" w:pos="6732"/>
        </w:tabs>
      </w:pPr>
      <w:r>
        <w:t>BpS Dominant and Indicator Species</w:t>
      </w:r>
      <w:r w:rsidR="00975C05">
        <w:tab/>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BEPAK</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papyrifera var. kenaica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Kenai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LEGR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groenlandicum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bl>
    <w:p>
      <w:r>
        <w:rPr>
          <w:sz w:val="16"/>
        </w:rPr>
        <w:t>Species names are from the NRCS PLANTS database. Check species codes at http://plants.usda.gov.</w:t>
      </w:r>
    </w:p>
    <w:p w:rsidR="008F2C42" w:rsidP="008F2C42" w:rsidRDefault="008F2C42" w14:paraId="55B99597" w14:textId="77777777">
      <w:pPr>
        <w:pStyle w:val="InfoPara"/>
      </w:pPr>
      <w:r>
        <w:t>Disturbance Description</w:t>
      </w:r>
    </w:p>
    <w:p w:rsidR="008F2C42" w:rsidP="008F2C42" w:rsidRDefault="008F2C42" w14:paraId="4BAC99D2" w14:textId="02734589">
      <w:r>
        <w:t>There is little information about the fire return interval for this type</w:t>
      </w:r>
      <w:r w:rsidR="008A324E">
        <w:t xml:space="preserve"> (Abrahamson 2014)</w:t>
      </w:r>
      <w:r>
        <w:t xml:space="preserve">. </w:t>
      </w:r>
      <w:r w:rsidR="00FE3AAF">
        <w:t>W</w:t>
      </w:r>
      <w:r>
        <w:t xml:space="preserve">hite </w:t>
      </w:r>
      <w:r w:rsidR="00FE3AAF">
        <w:t>s</w:t>
      </w:r>
      <w:r>
        <w:t xml:space="preserve">pruce </w:t>
      </w:r>
      <w:r w:rsidR="00FE3AAF">
        <w:t>w</w:t>
      </w:r>
      <w:r>
        <w:t>oodlands in the</w:t>
      </w:r>
      <w:r w:rsidR="00FE3AAF">
        <w:t xml:space="preserve"> </w:t>
      </w:r>
      <w:r>
        <w:t xml:space="preserve">sub-boreal region burn less frequently than those in the interior </w:t>
      </w:r>
      <w:r w:rsidR="00FE3AAF">
        <w:t>b</w:t>
      </w:r>
      <w:r>
        <w:t>oreal region</w:t>
      </w:r>
      <w:r w:rsidR="008A324E">
        <w:t xml:space="preserve"> (Abrahamson 2014)</w:t>
      </w:r>
      <w:r>
        <w:t xml:space="preserve">. </w:t>
      </w:r>
      <w:r w:rsidR="00FE3AAF">
        <w:t>Experts at the LANDFIRE</w:t>
      </w:r>
      <w:r w:rsidR="000634F8">
        <w:t xml:space="preserve"> National</w:t>
      </w:r>
      <w:r w:rsidR="00FE3AAF">
        <w:t xml:space="preserve"> Anchorage workshop</w:t>
      </w:r>
      <w:r>
        <w:t xml:space="preserve"> estimated a fire return interval of about 300yrs.</w:t>
      </w:r>
      <w:r w:rsidR="00D33A2F">
        <w:t xml:space="preserve"> As of 2014 there was no information on fire type, fire severity, fire intensity, fire pattern, or fire size in this BpS (Abrahamson 2014).</w:t>
      </w:r>
    </w:p>
    <w:p w:rsidR="008F2C42" w:rsidP="008F2C42" w:rsidRDefault="008F2C42" w14:paraId="3795F092" w14:textId="77777777"/>
    <w:p w:rsidR="008F2C42" w:rsidP="008F2C42" w:rsidRDefault="008F2C42" w14:paraId="0E3ADE5E" w14:textId="0DC100D5">
      <w:r>
        <w:t>Spruce bark beetle (</w:t>
      </w:r>
      <w:r w:rsidRPr="00C96AA0">
        <w:rPr>
          <w:i/>
          <w:iCs/>
        </w:rPr>
        <w:t>Dendroctonus rufipennis</w:t>
      </w:r>
      <w:r>
        <w:t>) infestations are a major natural disturbance affecting this BpS. Beetle outbreaks in spruce forest occurred at an estimated return interval of every 52yrs on the Kenai Peninsula over the past 250yrs (Berg and Scott 2006). Outbreaks that thin stands and produce a growth release in surviving trees occur on average every 50yrs in white and Lutz spruce forests on the Kenai Peninsula (Berg 2004). Spruce bark beetle outbreaks that produce a more substantial thinning occur at longer intervals, with the last two severe infestations occurring in the 1870s-1880s and 1987</w:t>
      </w:r>
      <w:r w:rsidR="000634F8">
        <w:t>-</w:t>
      </w:r>
      <w:r>
        <w:t xml:space="preserve">present (Berg 2004). The bark beetle outbreak that began in 1987 on the Kenai Peninsula has killed over 1.3 million acres of spruce (USDA Forest Service 2002). This recent outbreak is associated with warmer than average growing season temperatures that allowed beetles to mature in one year rather than two (Werner and Holsten 1985, Barber et al. 2000 as cited in Werner et al. 2006). Berg (2004) and Berg and Scott (2006) found no association between spruce bark beetle mortality and fire in the past. </w:t>
      </w:r>
    </w:p>
    <w:p w:rsidR="008F2C42" w:rsidP="008F2C42" w:rsidRDefault="008F2C42" w14:paraId="03718103" w14:textId="77777777"/>
    <w:p w:rsidR="008F2C42" w:rsidP="008F2C42" w:rsidRDefault="008F2C42" w14:paraId="346F00CB" w14:textId="4049AAC5">
      <w:r>
        <w:lastRenderedPageBreak/>
        <w:t xml:space="preserve">When these </w:t>
      </w:r>
      <w:r w:rsidR="005417E9">
        <w:t>woodlands</w:t>
      </w:r>
      <w:r>
        <w:t xml:space="preserve"> </w:t>
      </w:r>
      <w:r w:rsidR="005417E9">
        <w:t xml:space="preserve">are </w:t>
      </w:r>
      <w:r>
        <w:t>thinned by spruce bark beetle-mortality, bluejoint grass (</w:t>
      </w:r>
      <w:r w:rsidRPr="0028377D">
        <w:rPr>
          <w:i/>
          <w:iCs/>
        </w:rPr>
        <w:t>Calamagrostis canadensis</w:t>
      </w:r>
      <w:r>
        <w:t xml:space="preserve">) may proliferate rapidly from its pre-disturbance low level network of rhizomatous roots and may develop into a thick, seedling-excluding sod within a few years (Berg 2004). Boucher (2003) found that rapid spread of </w:t>
      </w:r>
      <w:r w:rsidRPr="005B7187">
        <w:rPr>
          <w:i/>
          <w:iCs/>
        </w:rPr>
        <w:t>Calamagrostis</w:t>
      </w:r>
      <w:r>
        <w:t xml:space="preserve"> occurs primarily on sites with deep, loamy soils. Boucher and Mead (2006) found that vegetation response varied following the recent outbreak in different geographic locations on the Kenai Peninsula. Some areas exhibited an increase in early seral species (e.g. </w:t>
      </w:r>
      <w:r w:rsidRPr="005B7187">
        <w:rPr>
          <w:i/>
          <w:iCs/>
        </w:rPr>
        <w:t>Calamagrostis canadensis</w:t>
      </w:r>
      <w:r>
        <w:t xml:space="preserve"> and </w:t>
      </w:r>
      <w:r w:rsidRPr="005B7187">
        <w:rPr>
          <w:i/>
          <w:iCs/>
        </w:rPr>
        <w:t>Chamerion angustifolium</w:t>
      </w:r>
      <w:r>
        <w:t xml:space="preserve">); other areas exhibited an increase in late seral mountain hemlock, while in other areas vegetation composition did not shift substantially (Boucher and Mead 2006). </w:t>
      </w:r>
    </w:p>
    <w:p w:rsidR="008F2C42" w:rsidP="008F2C42" w:rsidRDefault="008F2C42" w14:paraId="217E4823" w14:textId="77777777"/>
    <w:p w:rsidR="008F2C42" w:rsidP="008F2C42" w:rsidRDefault="008F2C42" w14:paraId="599CFDEE" w14:textId="0EABA121">
      <w:r>
        <w:t xml:space="preserve">A possible scenario for post-fire succession in this </w:t>
      </w:r>
      <w:r w:rsidR="004455CD">
        <w:t>BpS</w:t>
      </w:r>
      <w:r>
        <w:t xml:space="preserve"> is the resprouting of low shrubs from underground propagules, followed by invasion of </w:t>
      </w:r>
      <w:r w:rsidRPr="004455CD">
        <w:rPr>
          <w:i/>
          <w:iCs/>
        </w:rPr>
        <w:t>Picea glauca</w:t>
      </w:r>
      <w:r>
        <w:t xml:space="preserve"> by seed from adjacent stands or surviving trees</w:t>
      </w:r>
      <w:r w:rsidR="00FE3AAF">
        <w:t xml:space="preserve"> (NatureServe 2008)</w:t>
      </w:r>
      <w:r>
        <w:t xml:space="preserve">. </w:t>
      </w:r>
      <w:r w:rsidRPr="004455CD">
        <w:rPr>
          <w:i/>
          <w:iCs/>
        </w:rPr>
        <w:t>Betula papyrifera</w:t>
      </w:r>
      <w:r w:rsidRPr="004455CD" w:rsidR="008A4694">
        <w:rPr>
          <w:i/>
          <w:iCs/>
        </w:rPr>
        <w:t xml:space="preserve"> var. kenaica</w:t>
      </w:r>
      <w:r>
        <w:t xml:space="preserve"> may invade the site if a seed source is available and site conditions are favorable, but the hardwood phase only occurs on a small fraction of the landscape </w:t>
      </w:r>
      <w:r w:rsidR="00D33A2F">
        <w:t xml:space="preserve">and </w:t>
      </w:r>
      <w:r>
        <w:t xml:space="preserve">may be more common in </w:t>
      </w:r>
      <w:r w:rsidR="00D33A2F">
        <w:t>southwestern</w:t>
      </w:r>
      <w:r>
        <w:t xml:space="preserve"> AK. The typical succession sequence for this type does not include a hardwood sere. The rate of succession depends on severity of fire and seed source, and some sites may be shrub-dominated for long periods without spruce invasion.</w:t>
      </w:r>
      <w:r w:rsidR="0001426C">
        <w:t xml:space="preserve"> In 2022 a reviewer noted that research o</w:t>
      </w:r>
      <w:r w:rsidR="000634F8">
        <w:t>n</w:t>
      </w:r>
      <w:r w:rsidR="0001426C">
        <w:t xml:space="preserve"> the Swan Lake fire (2019) will help answer some of these questions about successional patterns in the areas of the treeline where it burned.  </w:t>
      </w:r>
    </w:p>
    <w:p w:rsidR="008F2C42" w:rsidP="008F2C42" w:rsidRDefault="008F2C42" w14:paraId="19E56BC5" w14:textId="06393410">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401</w:t>
            </w:r>
          </w:p>
        </w:tc>
        <w:tc>
          <w:p>
            <w:pPr>
              <w:jc w:val="center"/>
            </w:pPr>
            <w:r>
              <w:t>73</w:t>
            </w:r>
          </w:p>
        </w:tc>
        <w:tc>
          <w:p>
            <w:pPr>
              <w:jc w:val="center"/>
            </w:pPr>
            <w:r>
              <w:t/>
            </w:r>
          </w:p>
        </w:tc>
        <w:tc>
          <w:p>
            <w:pPr>
              <w:jc w:val="center"/>
            </w:pPr>
            <w:r>
              <w:t/>
            </w:r>
          </w:p>
        </w:tc>
      </w:tr>
      <w:tr>
        <w:tc>
          <w:p>
            <w:pPr>
              <w:jc w:val="center"/>
            </w:pPr>
            <w:r>
              <w:t>Moderate (Mixed)</w:t>
            </w:r>
          </w:p>
        </w:tc>
        <w:tc>
          <w:p>
            <w:pPr>
              <w:jc w:val="center"/>
            </w:pPr>
            <w:r>
              <w:t>1062</w:t>
            </w:r>
          </w:p>
        </w:tc>
        <w:tc>
          <w:p>
            <w:pPr>
              <w:jc w:val="center"/>
            </w:pPr>
            <w:r>
              <w:t>27</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291</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8F2C42" w:rsidP="008F2C42" w:rsidRDefault="008F2C42" w14:paraId="5143D0F4" w14:textId="77777777">
      <w:pPr>
        <w:pStyle w:val="InfoPara"/>
      </w:pPr>
      <w:r>
        <w:t>Scale Description</w:t>
      </w:r>
    </w:p>
    <w:p w:rsidR="008F2C42" w:rsidP="008F2C42" w:rsidRDefault="008F2C42" w14:paraId="31B3F574" w14:textId="77777777">
      <w:r>
        <w:t>Large patch</w:t>
      </w:r>
    </w:p>
    <w:p w:rsidR="008F2C42" w:rsidP="008F2C42" w:rsidRDefault="008F2C42" w14:paraId="4B0548AF" w14:textId="77777777">
      <w:pPr>
        <w:pStyle w:val="InfoPara"/>
      </w:pPr>
      <w:r>
        <w:t>Adjacency or Identification Concerns</w:t>
      </w:r>
    </w:p>
    <w:p w:rsidR="008F2C42" w:rsidP="008F2C42" w:rsidRDefault="008F2C42" w14:paraId="24C23366" w14:textId="14EBB056">
      <w:r>
        <w:t>Adjacent systems may include Alaska Sub-boreal White Spruce-Hardwood Forest or Western North American Boreal Mesic Scrub Birch-Willow Shrubland - Alaska Sub-boreal.</w:t>
      </w:r>
    </w:p>
    <w:p w:rsidR="008F2C42" w:rsidP="008F2C42" w:rsidRDefault="008F2C42" w14:paraId="493A9104" w14:textId="77777777">
      <w:pPr>
        <w:pStyle w:val="InfoPara"/>
      </w:pPr>
      <w:r>
        <w:t>Issues or Problems</w:t>
      </w:r>
    </w:p>
    <w:p w:rsidR="008F2C42" w:rsidP="008F2C42" w:rsidRDefault="008F2C42" w14:paraId="66DA32CC" w14:textId="77777777">
      <w:r>
        <w:t>Very little information is available on the fire return interval for this type.</w:t>
      </w:r>
    </w:p>
    <w:p w:rsidR="008F2C42" w:rsidP="008F2C42" w:rsidRDefault="008F2C42" w14:paraId="5BDBAEF9" w14:textId="77777777">
      <w:pPr>
        <w:pStyle w:val="InfoPara"/>
      </w:pPr>
      <w:r>
        <w:t>Native Uncharacteristic Conditions</w:t>
      </w:r>
    </w:p>
    <w:p w:rsidR="00A93744" w:rsidP="00A93744" w:rsidRDefault="00D33A2F" w14:paraId="50632E67" w14:textId="4F0E43E6">
      <w:r>
        <w:t xml:space="preserve">The frequency and severity of beetle outbreaks will likely increase under a warmer climate. </w:t>
      </w:r>
      <w:r w:rsidR="00A93744">
        <w:t xml:space="preserve">Spruce bark beetle has had substantial effects on spruce communities in southcentral Alaska, increasing fire danger and fueling lightning strikes.  </w:t>
      </w:r>
    </w:p>
    <w:p w:rsidR="00A93744" w:rsidP="00A93744" w:rsidRDefault="00A93744" w14:paraId="714FB534" w14:textId="77777777"/>
    <w:p w:rsidR="008F2C42" w:rsidP="008F2C42" w:rsidRDefault="00D33A2F" w14:paraId="15D471C2" w14:textId="07F7F8BE">
      <w:r>
        <w:t xml:space="preserve">Abrahamson (2014) includes more information about the effects of climate change on white spruce treeline communities. </w:t>
      </w:r>
    </w:p>
    <w:p w:rsidR="008F2C42" w:rsidP="008F2C42" w:rsidRDefault="008F2C42" w14:paraId="121CD727" w14:textId="77777777">
      <w:pPr>
        <w:pStyle w:val="InfoPara"/>
      </w:pPr>
      <w:r>
        <w:t>Comments</w:t>
      </w:r>
    </w:p>
    <w:p w:rsidRPr="00A93744" w:rsidR="00334A8F" w:rsidP="008F2C42" w:rsidRDefault="00A93744" w14:paraId="6EEF7F6A" w14:textId="0B7D543A">
      <w:r>
        <w:lastRenderedPageBreak/>
        <w:t>Review Comments</w:t>
      </w:r>
      <w:r w:rsidRPr="000634F8" w:rsidR="00334A8F">
        <w:t>:</w:t>
      </w:r>
      <w:r w:rsidRPr="00A93744" w:rsidR="00334A8F">
        <w:t xml:space="preserve"> </w:t>
      </w:r>
    </w:p>
    <w:p w:rsidRPr="000634F8" w:rsidR="00FE3AAF" w:rsidP="008F2C42" w:rsidRDefault="00FE3AAF" w14:paraId="1ACBE386" w14:textId="77777777"/>
    <w:p w:rsidRPr="000634F8" w:rsidR="00334A8F" w:rsidP="008F2C42" w:rsidRDefault="00334A8F" w14:paraId="500D9C0C" w14:textId="22E087F1">
      <w:r w:rsidRPr="000634F8">
        <w:t xml:space="preserve">-A reviewer questioned whether the Berg and Scott 2006 estimate for beetle frequency was appropriate for treeline sites? See Disturbance Description. </w:t>
      </w:r>
    </w:p>
    <w:p w:rsidR="00334A8F" w:rsidP="008F2C42" w:rsidRDefault="00334A8F" w14:paraId="5943221B" w14:textId="7DECE40F">
      <w:r w:rsidRPr="000634F8">
        <w:t xml:space="preserve">-A reviewer asks: “Is it odd that the neighboring (and lower elevation) system Alaska Sub-boreal White Spruce-Hardwood Forest (19790) has a much longer modeled </w:t>
      </w:r>
      <w:r w:rsidRPr="000634F8" w:rsidR="007F38A8">
        <w:t>mean fire return interval (</w:t>
      </w:r>
      <w:r w:rsidRPr="000634F8">
        <w:t>MRFI</w:t>
      </w:r>
      <w:r w:rsidRPr="000634F8" w:rsidR="007F38A8">
        <w:t>)</w:t>
      </w:r>
      <w:r w:rsidRPr="000634F8">
        <w:t xml:space="preserve"> of 625 </w:t>
      </w:r>
      <w:r w:rsidRPr="000634F8" w:rsidR="00C74195">
        <w:t>years</w:t>
      </w:r>
      <w:r w:rsidRPr="000634F8">
        <w:t xml:space="preserve">? Wouldn’t you expect a treeline site to have a longer MFRI due to shorter snow-free season and less fuel?” </w:t>
      </w:r>
    </w:p>
    <w:p w:rsidR="00334A8F" w:rsidP="008F2C42" w:rsidRDefault="00334A8F" w14:paraId="6620358E" w14:textId="2EDE258A"/>
    <w:p w:rsidRPr="00331FF0" w:rsidR="008765ED" w:rsidP="008765ED" w:rsidRDefault="008765ED" w14:paraId="570412B3" w14:textId="77777777">
      <w:r>
        <w:t>10/2021 This description was updated by NatureServe staff and Kori Blankenship based on the updated Ecological Systems classification for Alaska. Edits focused on adjusting the Geographic Range, Biophysical Site Descriptions, and Vegetation Description sections.</w:t>
      </w:r>
    </w:p>
    <w:p w:rsidR="008765ED" w:rsidP="008F2C42" w:rsidRDefault="008765ED" w14:paraId="1B52EABD" w14:textId="77777777"/>
    <w:p w:rsidR="008F2C42" w:rsidP="008F2C42" w:rsidRDefault="00FE3AAF" w14:paraId="3D5985CC" w14:textId="23DDA0B2">
      <w:r>
        <w:t>For LANDFIRE National t</w:t>
      </w:r>
      <w:r w:rsidR="008F2C42">
        <w:t xml:space="preserve">his model was based on input from the experts who attended the LANDFIRE Anchorage modeling meeting (Dec. 07) with additional refinement by Tina Boucher and Kori Blankenship. It is similar to Western North American Boreal Treeline White Spruce Woodland - Boreal but includes insects and disease probability and a less frequent </w:t>
      </w:r>
      <w:r w:rsidR="00375900">
        <w:t>fire return interval</w:t>
      </w:r>
      <w:r w:rsidR="008F2C42">
        <w:t>. Beth Schulz reviewed an initial draft of this model.</w:t>
      </w:r>
      <w:r>
        <w:t xml:space="preserve"> This model did not receive review specifically for z76.</w:t>
      </w:r>
    </w:p>
    <w:p w:rsidR="00751322" w:rsidP="008F2C42" w:rsidRDefault="00751322" w14:paraId="2E6EB070" w14:textId="77777777"/>
    <w:p w:rsidR="008F2C42" w:rsidP="008F2C42" w:rsidRDefault="008F2C42" w14:paraId="76B3C1BB" w14:textId="77777777">
      <w:pPr>
        <w:pStyle w:val="ReportSection"/>
      </w:pPr>
      <w:r>
        <w:t>Succession Classes</w:t>
      </w:r>
    </w:p>
    <w:p w:rsidR="007C2E19" w:rsidP="008F2C42" w:rsidRDefault="007C2E19" w14:paraId="4E77D54A" w14:textId="77777777"/>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8F2C42" w:rsidP="008F2C42" w:rsidRDefault="008F2C42" w14:paraId="73581741" w14:textId="77777777">
      <w:pPr>
        <w:pStyle w:val="InfoPara"/>
        <w:pBdr>
          <w:top w:val="single" w:color="auto" w:sz="4" w:space="1"/>
        </w:pBdr>
      </w:pPr>
      <w:r xmlns:w="http://schemas.openxmlformats.org/wordprocessingml/2006/main">
        <w:t>Class A</w:t>
      </w:r>
      <w:r xmlns:w="http://schemas.openxmlformats.org/wordprocessingml/2006/main">
        <w:tab/>
        <w:t>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8F2C42" w:rsidP="008F2C42" w:rsidRDefault="008F2C42" w14:paraId="57D72572" w14:textId="77777777"/>
    <w:p w:rsidR="008F2C42" w:rsidP="008F2C42" w:rsidRDefault="008F2C42" w14:paraId="73C46C1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568"/>
        <w:gridCol w:w="1956"/>
        <w:gridCol w:w="1956"/>
      </w:tblGrid>
      <w:tr w:rsidRPr="008F2C42" w:rsidR="008F2C42" w:rsidTr="008F2C42" w14:paraId="5D241879" w14:textId="77777777">
        <w:tc>
          <w:tcPr>
            <w:tcW w:w="1176" w:type="dxa"/>
            <w:tcBorders>
              <w:top w:val="single" w:color="auto" w:sz="2" w:space="0"/>
              <w:bottom w:val="single" w:color="000000" w:sz="12" w:space="0"/>
            </w:tcBorders>
            <w:shd w:val="clear" w:color="auto" w:fill="auto"/>
          </w:tcPr>
          <w:p w:rsidRPr="008F2C42" w:rsidR="008F2C42" w:rsidP="00EE333F" w:rsidRDefault="008F2C42" w14:paraId="51739ADA" w14:textId="77777777">
            <w:pPr>
              <w:rPr>
                <w:b/>
                <w:bCs/>
              </w:rPr>
            </w:pPr>
            <w:r w:rsidRPr="008F2C42">
              <w:rPr>
                <w:b/>
                <w:bCs/>
              </w:rPr>
              <w:t>Symbol</w:t>
            </w:r>
          </w:p>
        </w:tc>
        <w:tc>
          <w:tcPr>
            <w:tcW w:w="2568" w:type="dxa"/>
            <w:tcBorders>
              <w:top w:val="single" w:color="auto" w:sz="2" w:space="0"/>
              <w:bottom w:val="single" w:color="000000" w:sz="12" w:space="0"/>
            </w:tcBorders>
            <w:shd w:val="clear" w:color="auto" w:fill="auto"/>
          </w:tcPr>
          <w:p w:rsidRPr="008F2C42" w:rsidR="008F2C42" w:rsidP="00EE333F" w:rsidRDefault="008F2C42" w14:paraId="5B0877A2" w14:textId="77777777">
            <w:pPr>
              <w:rPr>
                <w:b/>
                <w:bCs/>
              </w:rPr>
            </w:pPr>
            <w:r w:rsidRPr="008F2C42">
              <w:rPr>
                <w:b/>
                <w:bCs/>
              </w:rPr>
              <w:t>Scientific Name</w:t>
            </w:r>
          </w:p>
        </w:tc>
        <w:tc>
          <w:tcPr>
            <w:tcW w:w="1956" w:type="dxa"/>
            <w:tcBorders>
              <w:top w:val="single" w:color="auto" w:sz="2" w:space="0"/>
              <w:bottom w:val="single" w:color="000000" w:sz="12" w:space="0"/>
            </w:tcBorders>
            <w:shd w:val="clear" w:color="auto" w:fill="auto"/>
          </w:tcPr>
          <w:p w:rsidRPr="008F2C42" w:rsidR="008F2C42" w:rsidP="00EE333F" w:rsidRDefault="008F2C42" w14:paraId="6EE264E7" w14:textId="77777777">
            <w:pPr>
              <w:rPr>
                <w:b/>
                <w:bCs/>
              </w:rPr>
            </w:pPr>
            <w:r w:rsidRPr="008F2C42">
              <w:rPr>
                <w:b/>
                <w:bCs/>
              </w:rPr>
              <w:t>Common Name</w:t>
            </w:r>
          </w:p>
        </w:tc>
        <w:tc>
          <w:tcPr>
            <w:tcW w:w="1956" w:type="dxa"/>
            <w:tcBorders>
              <w:top w:val="single" w:color="auto" w:sz="2" w:space="0"/>
              <w:bottom w:val="single" w:color="000000" w:sz="12" w:space="0"/>
            </w:tcBorders>
            <w:shd w:val="clear" w:color="auto" w:fill="auto"/>
          </w:tcPr>
          <w:p w:rsidRPr="008F2C42" w:rsidR="008F2C42" w:rsidP="00EE333F" w:rsidRDefault="008F2C42" w14:paraId="7E45F710" w14:textId="77777777">
            <w:pPr>
              <w:rPr>
                <w:b/>
                <w:bCs/>
              </w:rPr>
            </w:pPr>
            <w:r w:rsidRPr="008F2C42">
              <w:rPr>
                <w:b/>
                <w:bCs/>
              </w:rPr>
              <w:t>Canopy Position</w:t>
            </w:r>
          </w:p>
        </w:tc>
      </w:tr>
      <w:tr w:rsidRPr="008F2C42" w:rsidR="008F2C42" w:rsidTr="008F2C42" w14:paraId="5DDC81BE" w14:textId="77777777">
        <w:tc>
          <w:tcPr>
            <w:tcW w:w="1176" w:type="dxa"/>
            <w:tcBorders>
              <w:top w:val="single" w:color="000000" w:sz="12" w:space="0"/>
            </w:tcBorders>
            <w:shd w:val="clear" w:color="auto" w:fill="auto"/>
          </w:tcPr>
          <w:p w:rsidRPr="008F2C42" w:rsidR="008F2C42" w:rsidP="00EE333F" w:rsidRDefault="008F2C42" w14:paraId="4CCBB6F1" w14:textId="77777777">
            <w:pPr>
              <w:rPr>
                <w:bCs/>
              </w:rPr>
            </w:pPr>
            <w:r w:rsidRPr="008F2C42">
              <w:rPr>
                <w:bCs/>
              </w:rPr>
              <w:t>BENA</w:t>
            </w:r>
          </w:p>
        </w:tc>
        <w:tc>
          <w:tcPr>
            <w:tcW w:w="2568" w:type="dxa"/>
            <w:tcBorders>
              <w:top w:val="single" w:color="000000" w:sz="12" w:space="0"/>
            </w:tcBorders>
            <w:shd w:val="clear" w:color="auto" w:fill="auto"/>
          </w:tcPr>
          <w:p w:rsidRPr="00375900" w:rsidR="008F2C42" w:rsidP="00EE333F" w:rsidRDefault="008F2C42" w14:paraId="3E36255A" w14:textId="77777777">
            <w:pPr>
              <w:rPr>
                <w:i/>
                <w:iCs/>
              </w:rPr>
            </w:pPr>
            <w:r w:rsidRPr="00375900">
              <w:rPr>
                <w:i/>
                <w:iCs/>
              </w:rPr>
              <w:t>Betula nana</w:t>
            </w:r>
          </w:p>
        </w:tc>
        <w:tc>
          <w:tcPr>
            <w:tcW w:w="1956" w:type="dxa"/>
            <w:tcBorders>
              <w:top w:val="single" w:color="000000" w:sz="12" w:space="0"/>
            </w:tcBorders>
            <w:shd w:val="clear" w:color="auto" w:fill="auto"/>
          </w:tcPr>
          <w:p w:rsidRPr="008F2C42" w:rsidR="008F2C42" w:rsidP="00EE333F" w:rsidRDefault="008F2C42" w14:paraId="3E43B374" w14:textId="77777777">
            <w:r w:rsidRPr="008F2C42">
              <w:t>Dwarf birch</w:t>
            </w:r>
          </w:p>
        </w:tc>
        <w:tc>
          <w:tcPr>
            <w:tcW w:w="1956" w:type="dxa"/>
            <w:tcBorders>
              <w:top w:val="single" w:color="000000" w:sz="12" w:space="0"/>
            </w:tcBorders>
            <w:shd w:val="clear" w:color="auto" w:fill="auto"/>
          </w:tcPr>
          <w:p w:rsidRPr="008F2C42" w:rsidR="008F2C42" w:rsidP="00EE333F" w:rsidRDefault="008F2C42" w14:paraId="4648471A" w14:textId="77777777">
            <w:r w:rsidRPr="008F2C42">
              <w:t>Upper</w:t>
            </w:r>
          </w:p>
        </w:tc>
      </w:tr>
      <w:tr w:rsidRPr="008F2C42" w:rsidR="008F2C42" w:rsidTr="008F2C42" w14:paraId="6F703524" w14:textId="77777777">
        <w:tc>
          <w:tcPr>
            <w:tcW w:w="1176" w:type="dxa"/>
            <w:shd w:val="clear" w:color="auto" w:fill="auto"/>
          </w:tcPr>
          <w:p w:rsidRPr="008F2C42" w:rsidR="008F2C42" w:rsidP="00EE333F" w:rsidRDefault="008F2C42" w14:paraId="6F6A32EF" w14:textId="77777777">
            <w:pPr>
              <w:rPr>
                <w:bCs/>
              </w:rPr>
            </w:pPr>
            <w:r w:rsidRPr="008F2C42">
              <w:rPr>
                <w:bCs/>
              </w:rPr>
              <w:t>VAUL</w:t>
            </w:r>
          </w:p>
        </w:tc>
        <w:tc>
          <w:tcPr>
            <w:tcW w:w="2568" w:type="dxa"/>
            <w:shd w:val="clear" w:color="auto" w:fill="auto"/>
          </w:tcPr>
          <w:p w:rsidRPr="00375900" w:rsidR="008F2C42" w:rsidP="00EE333F" w:rsidRDefault="008F2C42" w14:paraId="5830DDA7" w14:textId="77777777">
            <w:pPr>
              <w:rPr>
                <w:i/>
                <w:iCs/>
              </w:rPr>
            </w:pPr>
            <w:r w:rsidRPr="00375900">
              <w:rPr>
                <w:i/>
                <w:iCs/>
              </w:rPr>
              <w:t>Vaccinium uliginosum</w:t>
            </w:r>
          </w:p>
        </w:tc>
        <w:tc>
          <w:tcPr>
            <w:tcW w:w="1956" w:type="dxa"/>
            <w:shd w:val="clear" w:color="auto" w:fill="auto"/>
          </w:tcPr>
          <w:p w:rsidRPr="008F2C42" w:rsidR="008F2C42" w:rsidP="00EE333F" w:rsidRDefault="008F2C42" w14:paraId="65B43FFC" w14:textId="77777777">
            <w:r w:rsidRPr="008F2C42">
              <w:t>Bog blueberry</w:t>
            </w:r>
          </w:p>
        </w:tc>
        <w:tc>
          <w:tcPr>
            <w:tcW w:w="1956" w:type="dxa"/>
            <w:shd w:val="clear" w:color="auto" w:fill="auto"/>
          </w:tcPr>
          <w:p w:rsidRPr="008F2C42" w:rsidR="008F2C42" w:rsidP="00EE333F" w:rsidRDefault="008F2C42" w14:paraId="4F078B1A" w14:textId="77777777">
            <w:r w:rsidRPr="008F2C42">
              <w:t>Upper</w:t>
            </w:r>
          </w:p>
        </w:tc>
      </w:tr>
      <w:tr w:rsidRPr="008F2C42" w:rsidR="008F2C42" w:rsidTr="008F2C42" w14:paraId="53E55800" w14:textId="77777777">
        <w:tc>
          <w:tcPr>
            <w:tcW w:w="1176" w:type="dxa"/>
            <w:shd w:val="clear" w:color="auto" w:fill="auto"/>
          </w:tcPr>
          <w:p w:rsidRPr="008F2C42" w:rsidR="008F2C42" w:rsidP="00EE333F" w:rsidRDefault="008F2C42" w14:paraId="3EB397F8" w14:textId="77777777">
            <w:pPr>
              <w:rPr>
                <w:bCs/>
              </w:rPr>
            </w:pPr>
            <w:r w:rsidRPr="008F2C42">
              <w:rPr>
                <w:bCs/>
              </w:rPr>
              <w:t>LEGR</w:t>
            </w:r>
          </w:p>
        </w:tc>
        <w:tc>
          <w:tcPr>
            <w:tcW w:w="2568" w:type="dxa"/>
            <w:shd w:val="clear" w:color="auto" w:fill="auto"/>
          </w:tcPr>
          <w:p w:rsidRPr="00375900" w:rsidR="008F2C42" w:rsidP="00EE333F" w:rsidRDefault="008F2C42" w14:paraId="0AD9E288" w14:textId="77777777">
            <w:pPr>
              <w:rPr>
                <w:i/>
                <w:iCs/>
              </w:rPr>
            </w:pPr>
            <w:r w:rsidRPr="00375900">
              <w:rPr>
                <w:i/>
                <w:iCs/>
              </w:rPr>
              <w:t>Ledum groenlandicum</w:t>
            </w:r>
          </w:p>
        </w:tc>
        <w:tc>
          <w:tcPr>
            <w:tcW w:w="1956" w:type="dxa"/>
            <w:shd w:val="clear" w:color="auto" w:fill="auto"/>
          </w:tcPr>
          <w:p w:rsidRPr="008F2C42" w:rsidR="008F2C42" w:rsidP="00EE333F" w:rsidRDefault="008F2C42" w14:paraId="63D44249" w14:textId="04DAEB4E">
            <w:r w:rsidRPr="008F2C42">
              <w:t xml:space="preserve">Bog </w:t>
            </w:r>
            <w:r w:rsidR="002C1AA5">
              <w:t>l</w:t>
            </w:r>
            <w:r w:rsidRPr="008F2C42" w:rsidR="002C1AA5">
              <w:t>abrador</w:t>
            </w:r>
            <w:r w:rsidRPr="008F2C42">
              <w:t xml:space="preserve"> tea</w:t>
            </w:r>
          </w:p>
        </w:tc>
        <w:tc>
          <w:tcPr>
            <w:tcW w:w="1956" w:type="dxa"/>
            <w:shd w:val="clear" w:color="auto" w:fill="auto"/>
          </w:tcPr>
          <w:p w:rsidRPr="008F2C42" w:rsidR="008F2C42" w:rsidP="00EE333F" w:rsidRDefault="008F2C42" w14:paraId="60FFE447" w14:textId="77777777">
            <w:r w:rsidRPr="008F2C42">
              <w:t>Upper</w:t>
            </w:r>
          </w:p>
        </w:tc>
      </w:tr>
      <w:tr w:rsidRPr="008F2C42" w:rsidR="008F2C42" w:rsidTr="008F2C42" w14:paraId="18ABB708" w14:textId="77777777">
        <w:tc>
          <w:tcPr>
            <w:tcW w:w="1176" w:type="dxa"/>
            <w:shd w:val="clear" w:color="auto" w:fill="auto"/>
          </w:tcPr>
          <w:p w:rsidRPr="008F2C42" w:rsidR="008F2C42" w:rsidP="00EE333F" w:rsidRDefault="008F2C42" w14:paraId="206DDA88" w14:textId="77777777">
            <w:pPr>
              <w:rPr>
                <w:bCs/>
              </w:rPr>
            </w:pPr>
            <w:r w:rsidRPr="008F2C42">
              <w:rPr>
                <w:bCs/>
              </w:rPr>
              <w:t>SAPU15</w:t>
            </w:r>
          </w:p>
        </w:tc>
        <w:tc>
          <w:tcPr>
            <w:tcW w:w="2568" w:type="dxa"/>
            <w:shd w:val="clear" w:color="auto" w:fill="auto"/>
          </w:tcPr>
          <w:p w:rsidRPr="00375900" w:rsidR="008F2C42" w:rsidP="00EE333F" w:rsidRDefault="008F2C42" w14:paraId="316567C7" w14:textId="77777777">
            <w:pPr>
              <w:rPr>
                <w:i/>
                <w:iCs/>
              </w:rPr>
            </w:pPr>
            <w:r w:rsidRPr="00375900">
              <w:rPr>
                <w:i/>
                <w:iCs/>
              </w:rPr>
              <w:t>Salix pulchra</w:t>
            </w:r>
          </w:p>
        </w:tc>
        <w:tc>
          <w:tcPr>
            <w:tcW w:w="1956" w:type="dxa"/>
            <w:shd w:val="clear" w:color="auto" w:fill="auto"/>
          </w:tcPr>
          <w:p w:rsidRPr="008F2C42" w:rsidR="008F2C42" w:rsidP="00EE333F" w:rsidRDefault="008F2C42" w14:paraId="1A4B0501" w14:textId="77777777">
            <w:r w:rsidRPr="008F2C42">
              <w:t>Tealeaf willow</w:t>
            </w:r>
          </w:p>
        </w:tc>
        <w:tc>
          <w:tcPr>
            <w:tcW w:w="1956" w:type="dxa"/>
            <w:shd w:val="clear" w:color="auto" w:fill="auto"/>
          </w:tcPr>
          <w:p w:rsidRPr="008F2C42" w:rsidR="008F2C42" w:rsidP="00EE333F" w:rsidRDefault="008F2C42" w14:paraId="4B0BA452" w14:textId="77777777">
            <w:r w:rsidRPr="008F2C42">
              <w:t>Upper</w:t>
            </w:r>
          </w:p>
        </w:tc>
      </w:tr>
    </w:tbl>
    <w:p w:rsidR="008F2C42" w:rsidP="008F2C42" w:rsidRDefault="008F2C42" w14:paraId="0E996E33" w14:textId="77777777"/>
    <w:p w:rsidR="008F2C42" w:rsidP="008F2C42" w:rsidRDefault="008F2C42" w14:paraId="2F254829" w14:textId="77777777">
      <w:pPr>
        <w:pStyle w:val="SClassInfoPara"/>
      </w:pPr>
      <w:r>
        <w:t>Description</w:t>
      </w:r>
    </w:p>
    <w:p w:rsidR="008F2C42" w:rsidP="008F2C42" w:rsidRDefault="008F2C42" w14:paraId="3C6B19CE" w14:textId="5C8F1FE4">
      <w:r>
        <w:t xml:space="preserve">Post disturbance regeneration: herbaceous to low shrub. Shrubs resprout from underground propagules and then </w:t>
      </w:r>
      <w:r w:rsidRPr="00C71576">
        <w:rPr>
          <w:i/>
          <w:iCs/>
        </w:rPr>
        <w:t>Picea glauca</w:t>
      </w:r>
      <w:r>
        <w:t xml:space="preserve"> invades by seed from adjacent stands or surviving trees. The shrub layer typically features </w:t>
      </w:r>
      <w:r w:rsidRPr="00C71576">
        <w:rPr>
          <w:i/>
          <w:iCs/>
        </w:rPr>
        <w:t>Betula nana</w:t>
      </w:r>
      <w:r>
        <w:t xml:space="preserve">, but other shrubs such as </w:t>
      </w:r>
      <w:r w:rsidRPr="00C71576">
        <w:rPr>
          <w:i/>
          <w:iCs/>
        </w:rPr>
        <w:t xml:space="preserve">Vaccinium uliginosum, Ledum groenlandicum, </w:t>
      </w:r>
      <w:r w:rsidRPr="00C71576">
        <w:t>and</w:t>
      </w:r>
      <w:r w:rsidRPr="00C71576">
        <w:rPr>
          <w:i/>
          <w:iCs/>
        </w:rPr>
        <w:t xml:space="preserve"> Salix pulchra</w:t>
      </w:r>
      <w:r>
        <w:t xml:space="preserve"> may be common or dominant. In some locations </w:t>
      </w:r>
      <w:r w:rsidRPr="00C71576">
        <w:rPr>
          <w:i/>
          <w:iCs/>
        </w:rPr>
        <w:t>Alnus viridis</w:t>
      </w:r>
      <w:r w:rsidRPr="00C71576" w:rsidR="005325F3">
        <w:rPr>
          <w:i/>
          <w:iCs/>
        </w:rPr>
        <w:t xml:space="preserve"> </w:t>
      </w:r>
      <w:r w:rsidRPr="00C71576" w:rsidR="005325F3">
        <w:t>ssp</w:t>
      </w:r>
      <w:r w:rsidRPr="00C71576" w:rsidR="005325F3">
        <w:rPr>
          <w:i/>
          <w:iCs/>
        </w:rPr>
        <w:t>. sinuata</w:t>
      </w:r>
      <w:r>
        <w:t xml:space="preserve"> is the dominant understory shrub. Feathermoss may be present in the ground layer.</w:t>
      </w:r>
    </w:p>
    <w:p w:rsidR="008F2C42" w:rsidP="008F2C42" w:rsidRDefault="008F2C42" w14:paraId="73C9C5BB" w14:textId="77777777"/>
    <w:p w:rsidR="008F2C42" w:rsidP="00FE3AAF" w:rsidRDefault="008F2C42" w14:paraId="443F0ECA" w14:textId="0EFAD3FA">
      <w:r>
        <w:t xml:space="preserve">The rate of succession depends on severity of fire and seed source, and some sites may be shrub-dominated for long periods without spruce invasion. The typical succession sequence for this </w:t>
      </w:r>
      <w:r>
        <w:lastRenderedPageBreak/>
        <w:t xml:space="preserve">type does not include a hardwood sere. </w:t>
      </w:r>
      <w:r w:rsidRPr="001A1030">
        <w:rPr>
          <w:i/>
          <w:iCs/>
        </w:rPr>
        <w:t xml:space="preserve">Betula papyrifera </w:t>
      </w:r>
      <w:r w:rsidRPr="001A1030" w:rsidR="005325F3">
        <w:rPr>
          <w:i/>
          <w:iCs/>
        </w:rPr>
        <w:t>var. kenaica</w:t>
      </w:r>
      <w:r w:rsidR="005325F3">
        <w:t xml:space="preserve"> </w:t>
      </w:r>
      <w:r>
        <w:t>may invade if a seed source is available and site conditions are favorable.</w:t>
      </w:r>
    </w:p>
    <w:p>
      <w:r>
        <w:rPr>
          <w:i/>
          <w:u w:val="single"/>
        </w:rPr>
        <w:t>Maximum Tree Size Class</w:t>
      </w:r>
      <w:br/>
      <w:r>
        <w:t>Seedling/Sapling &lt;5"</w:t>
      </w:r>
    </w:p>
    <w:p w:rsidR="008F2C42" w:rsidP="008F2C42" w:rsidRDefault="008F2C42" w14:paraId="76AD0C4E" w14:textId="77777777">
      <w:pPr>
        <w:pStyle w:val="InfoPara"/>
        <w:pBdr>
          <w:top w:val="single" w:color="auto" w:sz="4" w:space="1"/>
        </w:pBdr>
      </w:pPr>
      <w:r xmlns:w="http://schemas.openxmlformats.org/wordprocessingml/2006/main">
        <w:t>Class B</w:t>
      </w:r>
      <w:r xmlns:w="http://schemas.openxmlformats.org/wordprocessingml/2006/main">
        <w:tab/>
        <w:t>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8F2C42" w:rsidP="008F2C42" w:rsidRDefault="008F2C42" w14:paraId="23C6A89F" w14:textId="77777777"/>
    <w:p w:rsidR="008F2C42" w:rsidP="008F2C42" w:rsidRDefault="008F2C42" w14:paraId="173FA35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261"/>
        <w:gridCol w:w="1890"/>
        <w:gridCol w:w="2070"/>
      </w:tblGrid>
      <w:tr w:rsidRPr="008F2C42" w:rsidR="008F2C42" w:rsidTr="000634F8" w14:paraId="222ED14C" w14:textId="77777777">
        <w:tc>
          <w:tcPr>
            <w:tcW w:w="1056" w:type="dxa"/>
            <w:tcBorders>
              <w:top w:val="single" w:color="auto" w:sz="2" w:space="0"/>
              <w:bottom w:val="single" w:color="000000" w:sz="12" w:space="0"/>
            </w:tcBorders>
            <w:shd w:val="clear" w:color="auto" w:fill="auto"/>
          </w:tcPr>
          <w:p w:rsidRPr="008F2C42" w:rsidR="008F2C42" w:rsidP="00EE333F" w:rsidRDefault="008F2C42" w14:paraId="7F69462B" w14:textId="77777777">
            <w:pPr>
              <w:rPr>
                <w:b/>
                <w:bCs/>
              </w:rPr>
            </w:pPr>
            <w:r w:rsidRPr="008F2C42">
              <w:rPr>
                <w:b/>
                <w:bCs/>
              </w:rPr>
              <w:t>Symbol</w:t>
            </w:r>
          </w:p>
        </w:tc>
        <w:tc>
          <w:tcPr>
            <w:tcW w:w="3261" w:type="dxa"/>
            <w:tcBorders>
              <w:top w:val="single" w:color="auto" w:sz="2" w:space="0"/>
              <w:bottom w:val="single" w:color="000000" w:sz="12" w:space="0"/>
            </w:tcBorders>
            <w:shd w:val="clear" w:color="auto" w:fill="auto"/>
          </w:tcPr>
          <w:p w:rsidRPr="008F2C42" w:rsidR="008F2C42" w:rsidP="00EE333F" w:rsidRDefault="008F2C42" w14:paraId="04B5E778" w14:textId="77777777">
            <w:pPr>
              <w:rPr>
                <w:b/>
                <w:bCs/>
              </w:rPr>
            </w:pPr>
            <w:r w:rsidRPr="008F2C42">
              <w:rPr>
                <w:b/>
                <w:bCs/>
              </w:rPr>
              <w:t>Scientific Name</w:t>
            </w:r>
          </w:p>
        </w:tc>
        <w:tc>
          <w:tcPr>
            <w:tcW w:w="1890" w:type="dxa"/>
            <w:tcBorders>
              <w:top w:val="single" w:color="auto" w:sz="2" w:space="0"/>
              <w:bottom w:val="single" w:color="000000" w:sz="12" w:space="0"/>
            </w:tcBorders>
            <w:shd w:val="clear" w:color="auto" w:fill="auto"/>
          </w:tcPr>
          <w:p w:rsidRPr="008F2C42" w:rsidR="008F2C42" w:rsidP="00EE333F" w:rsidRDefault="008F2C42" w14:paraId="517DA635" w14:textId="77777777">
            <w:pPr>
              <w:rPr>
                <w:b/>
                <w:bCs/>
              </w:rPr>
            </w:pPr>
            <w:r w:rsidRPr="008F2C42">
              <w:rPr>
                <w:b/>
                <w:bCs/>
              </w:rPr>
              <w:t>Common Name</w:t>
            </w:r>
          </w:p>
        </w:tc>
        <w:tc>
          <w:tcPr>
            <w:tcW w:w="2070" w:type="dxa"/>
            <w:tcBorders>
              <w:top w:val="single" w:color="auto" w:sz="2" w:space="0"/>
              <w:bottom w:val="single" w:color="000000" w:sz="12" w:space="0"/>
            </w:tcBorders>
            <w:shd w:val="clear" w:color="auto" w:fill="auto"/>
          </w:tcPr>
          <w:p w:rsidRPr="008F2C42" w:rsidR="008F2C42" w:rsidP="00EE333F" w:rsidRDefault="008F2C42" w14:paraId="5C5E2142" w14:textId="77777777">
            <w:pPr>
              <w:rPr>
                <w:b/>
                <w:bCs/>
              </w:rPr>
            </w:pPr>
            <w:r w:rsidRPr="008F2C42">
              <w:rPr>
                <w:b/>
                <w:bCs/>
              </w:rPr>
              <w:t>Canopy Position</w:t>
            </w:r>
          </w:p>
        </w:tc>
      </w:tr>
      <w:tr w:rsidRPr="008F2C42" w:rsidR="008F2C42" w:rsidTr="000634F8" w14:paraId="24FB3651" w14:textId="77777777">
        <w:tc>
          <w:tcPr>
            <w:tcW w:w="1056" w:type="dxa"/>
            <w:tcBorders>
              <w:top w:val="single" w:color="000000" w:sz="12" w:space="0"/>
            </w:tcBorders>
            <w:shd w:val="clear" w:color="auto" w:fill="auto"/>
          </w:tcPr>
          <w:p w:rsidRPr="008F2C42" w:rsidR="008F2C42" w:rsidP="00EE333F" w:rsidRDefault="008F2C42" w14:paraId="79200ECC" w14:textId="77777777">
            <w:pPr>
              <w:rPr>
                <w:bCs/>
              </w:rPr>
            </w:pPr>
            <w:r w:rsidRPr="008F2C42">
              <w:rPr>
                <w:bCs/>
              </w:rPr>
              <w:t>PIGL</w:t>
            </w:r>
          </w:p>
        </w:tc>
        <w:tc>
          <w:tcPr>
            <w:tcW w:w="3261" w:type="dxa"/>
            <w:tcBorders>
              <w:top w:val="single" w:color="000000" w:sz="12" w:space="0"/>
            </w:tcBorders>
            <w:shd w:val="clear" w:color="auto" w:fill="auto"/>
          </w:tcPr>
          <w:p w:rsidRPr="001A1030" w:rsidR="008F2C42" w:rsidP="00EE333F" w:rsidRDefault="008F2C42" w14:paraId="5DE49F2B" w14:textId="77777777">
            <w:pPr>
              <w:rPr>
                <w:i/>
                <w:iCs/>
              </w:rPr>
            </w:pPr>
            <w:r w:rsidRPr="001A1030">
              <w:rPr>
                <w:i/>
                <w:iCs/>
              </w:rPr>
              <w:t>Picea glauca</w:t>
            </w:r>
          </w:p>
        </w:tc>
        <w:tc>
          <w:tcPr>
            <w:tcW w:w="1890" w:type="dxa"/>
            <w:tcBorders>
              <w:top w:val="single" w:color="000000" w:sz="12" w:space="0"/>
            </w:tcBorders>
            <w:shd w:val="clear" w:color="auto" w:fill="auto"/>
          </w:tcPr>
          <w:p w:rsidRPr="008F2C42" w:rsidR="008F2C42" w:rsidP="00EE333F" w:rsidRDefault="008F2C42" w14:paraId="26BB2697" w14:textId="77777777">
            <w:r w:rsidRPr="008F2C42">
              <w:t>White spruce</w:t>
            </w:r>
          </w:p>
        </w:tc>
        <w:tc>
          <w:tcPr>
            <w:tcW w:w="2070" w:type="dxa"/>
            <w:tcBorders>
              <w:top w:val="single" w:color="000000" w:sz="12" w:space="0"/>
            </w:tcBorders>
            <w:shd w:val="clear" w:color="auto" w:fill="auto"/>
          </w:tcPr>
          <w:p w:rsidRPr="008F2C42" w:rsidR="008F2C42" w:rsidP="00EE333F" w:rsidRDefault="008F2C42" w14:paraId="74C42CE5" w14:textId="77777777">
            <w:r w:rsidRPr="008F2C42">
              <w:t>Upper</w:t>
            </w:r>
          </w:p>
        </w:tc>
      </w:tr>
      <w:tr w:rsidRPr="008F2C42" w:rsidR="008F2C42" w:rsidTr="000634F8" w14:paraId="5219FF90" w14:textId="77777777">
        <w:tc>
          <w:tcPr>
            <w:tcW w:w="1056" w:type="dxa"/>
            <w:shd w:val="clear" w:color="auto" w:fill="auto"/>
          </w:tcPr>
          <w:p w:rsidRPr="008F2C42" w:rsidR="008F2C42" w:rsidP="00EE333F" w:rsidRDefault="008F2C42" w14:paraId="545F9545" w14:textId="77777777">
            <w:pPr>
              <w:rPr>
                <w:bCs/>
              </w:rPr>
            </w:pPr>
            <w:r w:rsidRPr="008F2C42">
              <w:rPr>
                <w:bCs/>
              </w:rPr>
              <w:t>BEPA</w:t>
            </w:r>
          </w:p>
        </w:tc>
        <w:tc>
          <w:tcPr>
            <w:tcW w:w="3261" w:type="dxa"/>
            <w:shd w:val="clear" w:color="auto" w:fill="auto"/>
          </w:tcPr>
          <w:p w:rsidRPr="001A1030" w:rsidR="008F2C42" w:rsidP="00EE333F" w:rsidRDefault="008F2C42" w14:paraId="71EE5BB8" w14:textId="63C3C4BE">
            <w:pPr>
              <w:rPr>
                <w:i/>
                <w:iCs/>
              </w:rPr>
            </w:pPr>
            <w:r w:rsidRPr="001A1030">
              <w:rPr>
                <w:i/>
                <w:iCs/>
              </w:rPr>
              <w:t>Betula papyrifera</w:t>
            </w:r>
            <w:r w:rsidRPr="001A1030" w:rsidR="005325F3">
              <w:rPr>
                <w:i/>
                <w:iCs/>
              </w:rPr>
              <w:t xml:space="preserve"> var. keniaca</w:t>
            </w:r>
          </w:p>
        </w:tc>
        <w:tc>
          <w:tcPr>
            <w:tcW w:w="1890" w:type="dxa"/>
            <w:shd w:val="clear" w:color="auto" w:fill="auto"/>
          </w:tcPr>
          <w:p w:rsidRPr="008F2C42" w:rsidR="008F2C42" w:rsidP="00EE333F" w:rsidRDefault="008F2C42" w14:paraId="60419202" w14:textId="77777777">
            <w:r w:rsidRPr="008F2C42">
              <w:t>Paper birch</w:t>
            </w:r>
          </w:p>
        </w:tc>
        <w:tc>
          <w:tcPr>
            <w:tcW w:w="2070" w:type="dxa"/>
            <w:shd w:val="clear" w:color="auto" w:fill="auto"/>
          </w:tcPr>
          <w:p w:rsidRPr="008F2C42" w:rsidR="008F2C42" w:rsidP="00EE333F" w:rsidRDefault="008F2C42" w14:paraId="4E8B53C8" w14:textId="77777777">
            <w:r w:rsidRPr="008F2C42">
              <w:t>Upper</w:t>
            </w:r>
          </w:p>
        </w:tc>
      </w:tr>
      <w:tr w:rsidRPr="008F2C42" w:rsidR="008F2C42" w:rsidTr="000634F8" w14:paraId="2E513EDF" w14:textId="77777777">
        <w:tc>
          <w:tcPr>
            <w:tcW w:w="1056" w:type="dxa"/>
            <w:shd w:val="clear" w:color="auto" w:fill="auto"/>
          </w:tcPr>
          <w:p w:rsidRPr="008F2C42" w:rsidR="008F2C42" w:rsidP="00EE333F" w:rsidRDefault="008F2C42" w14:paraId="4A6E2455" w14:textId="77777777">
            <w:pPr>
              <w:rPr>
                <w:bCs/>
              </w:rPr>
            </w:pPr>
            <w:r w:rsidRPr="008F2C42">
              <w:rPr>
                <w:bCs/>
              </w:rPr>
              <w:t>BENA</w:t>
            </w:r>
          </w:p>
        </w:tc>
        <w:tc>
          <w:tcPr>
            <w:tcW w:w="3261" w:type="dxa"/>
            <w:shd w:val="clear" w:color="auto" w:fill="auto"/>
          </w:tcPr>
          <w:p w:rsidRPr="001A1030" w:rsidR="008F2C42" w:rsidP="00EE333F" w:rsidRDefault="008F2C42" w14:paraId="7E74B5BB" w14:textId="77777777">
            <w:pPr>
              <w:rPr>
                <w:i/>
                <w:iCs/>
              </w:rPr>
            </w:pPr>
            <w:r w:rsidRPr="001A1030">
              <w:rPr>
                <w:i/>
                <w:iCs/>
              </w:rPr>
              <w:t>Betula nana</w:t>
            </w:r>
          </w:p>
        </w:tc>
        <w:tc>
          <w:tcPr>
            <w:tcW w:w="1890" w:type="dxa"/>
            <w:shd w:val="clear" w:color="auto" w:fill="auto"/>
          </w:tcPr>
          <w:p w:rsidRPr="008F2C42" w:rsidR="008F2C42" w:rsidP="00EE333F" w:rsidRDefault="008F2C42" w14:paraId="5E6CB381" w14:textId="77777777">
            <w:r w:rsidRPr="008F2C42">
              <w:t>Dwarf birch</w:t>
            </w:r>
          </w:p>
        </w:tc>
        <w:tc>
          <w:tcPr>
            <w:tcW w:w="2070" w:type="dxa"/>
            <w:shd w:val="clear" w:color="auto" w:fill="auto"/>
          </w:tcPr>
          <w:p w:rsidRPr="008F2C42" w:rsidR="008F2C42" w:rsidP="00EE333F" w:rsidRDefault="008F2C42" w14:paraId="0B2F3D59" w14:textId="77777777">
            <w:r w:rsidRPr="008F2C42">
              <w:t>Lower</w:t>
            </w:r>
          </w:p>
        </w:tc>
      </w:tr>
    </w:tbl>
    <w:p w:rsidR="008F2C42" w:rsidP="008F2C42" w:rsidRDefault="008F2C42" w14:paraId="7DE5CC0C" w14:textId="77777777"/>
    <w:p w:rsidR="008F2C42" w:rsidP="008F2C42" w:rsidRDefault="008F2C42" w14:paraId="73D1DCCC" w14:textId="77777777">
      <w:pPr>
        <w:pStyle w:val="SClassInfoPara"/>
      </w:pPr>
      <w:r>
        <w:t>Description</w:t>
      </w:r>
    </w:p>
    <w:p w:rsidR="008F2C42" w:rsidP="008F2C42" w:rsidRDefault="008F2C42" w14:paraId="5C69CA3B" w14:textId="0B2ECAFE">
      <w:r>
        <w:t xml:space="preserve">Woodland to open hardwood or white spruce-hardwood mix. Tree saplings gain canopy dominance over shrubs. Forest canopy cover is generally 10-25%. </w:t>
      </w:r>
      <w:r w:rsidRPr="001A1030">
        <w:rPr>
          <w:i/>
          <w:iCs/>
        </w:rPr>
        <w:t>Betula papyrifera</w:t>
      </w:r>
      <w:r w:rsidRPr="001A1030" w:rsidR="005325F3">
        <w:rPr>
          <w:i/>
          <w:iCs/>
        </w:rPr>
        <w:t xml:space="preserve"> var. kenica</w:t>
      </w:r>
      <w:r>
        <w:t xml:space="preserve"> invades and stands may be either hardwoods or a spruce-hardwood mix. </w:t>
      </w:r>
    </w:p>
    <w:p w:rsidR="008F2C42" w:rsidP="008F2C42" w:rsidRDefault="008F2C42" w14:paraId="13581706" w14:textId="77777777"/>
    <w:p>
      <w:r>
        <w:rPr>
          <w:i/>
          <w:u w:val="single"/>
        </w:rPr>
        <w:t>Maximum Tree Size Class</w:t>
      </w:r>
      <w:br/>
      <w:r>
        <w:t>Pole 5–9" (swd)/5–11" (hwd)</w:t>
      </w:r>
    </w:p>
    <w:p w:rsidR="008F2C42" w:rsidP="008F2C42" w:rsidRDefault="008F2C42" w14:paraId="357807EA" w14:textId="77777777">
      <w:pPr>
        <w:pStyle w:val="InfoPara"/>
        <w:pBdr>
          <w:top w:val="single" w:color="auto" w:sz="4" w:space="1"/>
        </w:pBdr>
      </w:pPr>
      <w:r xmlns:w="http://schemas.openxmlformats.org/wordprocessingml/2006/main">
        <w:t>Class C</w:t>
      </w:r>
      <w:r xmlns:w="http://schemas.openxmlformats.org/wordprocessingml/2006/main">
        <w:tab/>
        <w:t>90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8F2C42" w:rsidP="008F2C42" w:rsidRDefault="008F2C42" w14:paraId="20941420" w14:textId="77777777"/>
    <w:p w:rsidR="008F2C42" w:rsidP="008F2C42" w:rsidRDefault="008F2C42" w14:paraId="6BD4D0E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568"/>
        <w:gridCol w:w="1872"/>
        <w:gridCol w:w="1956"/>
      </w:tblGrid>
      <w:tr w:rsidRPr="008F2C42" w:rsidR="008F2C42" w:rsidTr="008F2C42" w14:paraId="36606344" w14:textId="77777777">
        <w:tc>
          <w:tcPr>
            <w:tcW w:w="1188" w:type="dxa"/>
            <w:tcBorders>
              <w:top w:val="single" w:color="auto" w:sz="2" w:space="0"/>
              <w:bottom w:val="single" w:color="000000" w:sz="12" w:space="0"/>
            </w:tcBorders>
            <w:shd w:val="clear" w:color="auto" w:fill="auto"/>
          </w:tcPr>
          <w:p w:rsidRPr="008F2C42" w:rsidR="008F2C42" w:rsidP="00EE333F" w:rsidRDefault="008F2C42" w14:paraId="5E5E7652" w14:textId="77777777">
            <w:pPr>
              <w:rPr>
                <w:b/>
                <w:bCs/>
              </w:rPr>
            </w:pPr>
            <w:r w:rsidRPr="008F2C42">
              <w:rPr>
                <w:b/>
                <w:bCs/>
              </w:rPr>
              <w:t>Symbol</w:t>
            </w:r>
          </w:p>
        </w:tc>
        <w:tc>
          <w:tcPr>
            <w:tcW w:w="2568" w:type="dxa"/>
            <w:tcBorders>
              <w:top w:val="single" w:color="auto" w:sz="2" w:space="0"/>
              <w:bottom w:val="single" w:color="000000" w:sz="12" w:space="0"/>
            </w:tcBorders>
            <w:shd w:val="clear" w:color="auto" w:fill="auto"/>
          </w:tcPr>
          <w:p w:rsidRPr="008F2C42" w:rsidR="008F2C42" w:rsidP="00EE333F" w:rsidRDefault="008F2C42" w14:paraId="68EE0A51" w14:textId="77777777">
            <w:pPr>
              <w:rPr>
                <w:b/>
                <w:bCs/>
              </w:rPr>
            </w:pPr>
            <w:r w:rsidRPr="008F2C42">
              <w:rPr>
                <w:b/>
                <w:bCs/>
              </w:rPr>
              <w:t>Scientific Name</w:t>
            </w:r>
          </w:p>
        </w:tc>
        <w:tc>
          <w:tcPr>
            <w:tcW w:w="1872" w:type="dxa"/>
            <w:tcBorders>
              <w:top w:val="single" w:color="auto" w:sz="2" w:space="0"/>
              <w:bottom w:val="single" w:color="000000" w:sz="12" w:space="0"/>
            </w:tcBorders>
            <w:shd w:val="clear" w:color="auto" w:fill="auto"/>
          </w:tcPr>
          <w:p w:rsidRPr="008F2C42" w:rsidR="008F2C42" w:rsidP="00EE333F" w:rsidRDefault="008F2C42" w14:paraId="0F0EC029" w14:textId="77777777">
            <w:pPr>
              <w:rPr>
                <w:b/>
                <w:bCs/>
              </w:rPr>
            </w:pPr>
            <w:r w:rsidRPr="008F2C42">
              <w:rPr>
                <w:b/>
                <w:bCs/>
              </w:rPr>
              <w:t>Common Name</w:t>
            </w:r>
          </w:p>
        </w:tc>
        <w:tc>
          <w:tcPr>
            <w:tcW w:w="1956" w:type="dxa"/>
            <w:tcBorders>
              <w:top w:val="single" w:color="auto" w:sz="2" w:space="0"/>
              <w:bottom w:val="single" w:color="000000" w:sz="12" w:space="0"/>
            </w:tcBorders>
            <w:shd w:val="clear" w:color="auto" w:fill="auto"/>
          </w:tcPr>
          <w:p w:rsidRPr="008F2C42" w:rsidR="008F2C42" w:rsidP="00EE333F" w:rsidRDefault="008F2C42" w14:paraId="43EEAC9A" w14:textId="77777777">
            <w:pPr>
              <w:rPr>
                <w:b/>
                <w:bCs/>
              </w:rPr>
            </w:pPr>
            <w:r w:rsidRPr="008F2C42">
              <w:rPr>
                <w:b/>
                <w:bCs/>
              </w:rPr>
              <w:t>Canopy Position</w:t>
            </w:r>
          </w:p>
        </w:tc>
      </w:tr>
      <w:tr w:rsidRPr="008F2C42" w:rsidR="008F2C42" w:rsidTr="008F2C42" w14:paraId="572AC33A" w14:textId="77777777">
        <w:tc>
          <w:tcPr>
            <w:tcW w:w="1188" w:type="dxa"/>
            <w:tcBorders>
              <w:top w:val="single" w:color="000000" w:sz="12" w:space="0"/>
            </w:tcBorders>
            <w:shd w:val="clear" w:color="auto" w:fill="auto"/>
          </w:tcPr>
          <w:p w:rsidRPr="008F2C42" w:rsidR="008F2C42" w:rsidP="00EE333F" w:rsidRDefault="008F2C42" w14:paraId="2ACD00F2" w14:textId="77777777">
            <w:pPr>
              <w:rPr>
                <w:bCs/>
              </w:rPr>
            </w:pPr>
            <w:r w:rsidRPr="008F2C42">
              <w:rPr>
                <w:bCs/>
              </w:rPr>
              <w:t>PIGL</w:t>
            </w:r>
          </w:p>
        </w:tc>
        <w:tc>
          <w:tcPr>
            <w:tcW w:w="2568" w:type="dxa"/>
            <w:tcBorders>
              <w:top w:val="single" w:color="000000" w:sz="12" w:space="0"/>
            </w:tcBorders>
            <w:shd w:val="clear" w:color="auto" w:fill="auto"/>
          </w:tcPr>
          <w:p w:rsidRPr="001A1030" w:rsidR="008F2C42" w:rsidP="00EE333F" w:rsidRDefault="008F2C42" w14:paraId="15AA0435" w14:textId="77777777">
            <w:pPr>
              <w:rPr>
                <w:i/>
                <w:iCs/>
              </w:rPr>
            </w:pPr>
            <w:r w:rsidRPr="001A1030">
              <w:rPr>
                <w:i/>
                <w:iCs/>
              </w:rPr>
              <w:t>Picea glauca</w:t>
            </w:r>
          </w:p>
        </w:tc>
        <w:tc>
          <w:tcPr>
            <w:tcW w:w="1872" w:type="dxa"/>
            <w:tcBorders>
              <w:top w:val="single" w:color="000000" w:sz="12" w:space="0"/>
            </w:tcBorders>
            <w:shd w:val="clear" w:color="auto" w:fill="auto"/>
          </w:tcPr>
          <w:p w:rsidRPr="008F2C42" w:rsidR="008F2C42" w:rsidP="00EE333F" w:rsidRDefault="008F2C42" w14:paraId="367012E3" w14:textId="77777777">
            <w:r w:rsidRPr="008F2C42">
              <w:t>White spruce</w:t>
            </w:r>
          </w:p>
        </w:tc>
        <w:tc>
          <w:tcPr>
            <w:tcW w:w="1956" w:type="dxa"/>
            <w:tcBorders>
              <w:top w:val="single" w:color="000000" w:sz="12" w:space="0"/>
            </w:tcBorders>
            <w:shd w:val="clear" w:color="auto" w:fill="auto"/>
          </w:tcPr>
          <w:p w:rsidRPr="008F2C42" w:rsidR="008F2C42" w:rsidP="00EE333F" w:rsidRDefault="008F2C42" w14:paraId="049159B2" w14:textId="77777777">
            <w:r w:rsidRPr="008F2C42">
              <w:t>Upper</w:t>
            </w:r>
          </w:p>
        </w:tc>
      </w:tr>
      <w:tr w:rsidRPr="008F2C42" w:rsidR="008F2C42" w:rsidTr="008F2C42" w14:paraId="5A7D39BE" w14:textId="77777777">
        <w:tc>
          <w:tcPr>
            <w:tcW w:w="1188" w:type="dxa"/>
            <w:shd w:val="clear" w:color="auto" w:fill="auto"/>
          </w:tcPr>
          <w:p w:rsidRPr="008F2C42" w:rsidR="008F2C42" w:rsidP="00EE333F" w:rsidRDefault="008F2C42" w14:paraId="1E905F70" w14:textId="77777777">
            <w:pPr>
              <w:rPr>
                <w:bCs/>
              </w:rPr>
            </w:pPr>
            <w:r w:rsidRPr="008F2C42">
              <w:rPr>
                <w:bCs/>
              </w:rPr>
              <w:t>BENA</w:t>
            </w:r>
          </w:p>
        </w:tc>
        <w:tc>
          <w:tcPr>
            <w:tcW w:w="2568" w:type="dxa"/>
            <w:shd w:val="clear" w:color="auto" w:fill="auto"/>
          </w:tcPr>
          <w:p w:rsidRPr="001A1030" w:rsidR="008F2C42" w:rsidP="00EE333F" w:rsidRDefault="008F2C42" w14:paraId="23AA1D96" w14:textId="77777777">
            <w:pPr>
              <w:rPr>
                <w:i/>
                <w:iCs/>
              </w:rPr>
            </w:pPr>
            <w:r w:rsidRPr="001A1030">
              <w:rPr>
                <w:i/>
                <w:iCs/>
              </w:rPr>
              <w:t>Betula nana</w:t>
            </w:r>
          </w:p>
        </w:tc>
        <w:tc>
          <w:tcPr>
            <w:tcW w:w="1872" w:type="dxa"/>
            <w:shd w:val="clear" w:color="auto" w:fill="auto"/>
          </w:tcPr>
          <w:p w:rsidRPr="008F2C42" w:rsidR="008F2C42" w:rsidP="00EE333F" w:rsidRDefault="008F2C42" w14:paraId="503DCB6C" w14:textId="77777777">
            <w:r w:rsidRPr="008F2C42">
              <w:t>Dwarf birch</w:t>
            </w:r>
          </w:p>
        </w:tc>
        <w:tc>
          <w:tcPr>
            <w:tcW w:w="1956" w:type="dxa"/>
            <w:shd w:val="clear" w:color="auto" w:fill="auto"/>
          </w:tcPr>
          <w:p w:rsidRPr="008F2C42" w:rsidR="008F2C42" w:rsidP="00EE333F" w:rsidRDefault="008F2C42" w14:paraId="6DB1D675" w14:textId="77777777">
            <w:r w:rsidRPr="008F2C42">
              <w:t>Low-Mid</w:t>
            </w:r>
          </w:p>
        </w:tc>
      </w:tr>
      <w:tr w:rsidRPr="008F2C42" w:rsidR="008F2C42" w:rsidTr="008F2C42" w14:paraId="476FCE7F" w14:textId="77777777">
        <w:tc>
          <w:tcPr>
            <w:tcW w:w="1188" w:type="dxa"/>
            <w:shd w:val="clear" w:color="auto" w:fill="auto"/>
          </w:tcPr>
          <w:p w:rsidRPr="008F2C42" w:rsidR="008F2C42" w:rsidP="00EE333F" w:rsidRDefault="008F2C42" w14:paraId="111D15F4" w14:textId="77777777">
            <w:pPr>
              <w:rPr>
                <w:bCs/>
              </w:rPr>
            </w:pPr>
            <w:r w:rsidRPr="008F2C42">
              <w:rPr>
                <w:bCs/>
              </w:rPr>
              <w:t>VAUL</w:t>
            </w:r>
          </w:p>
        </w:tc>
        <w:tc>
          <w:tcPr>
            <w:tcW w:w="2568" w:type="dxa"/>
            <w:shd w:val="clear" w:color="auto" w:fill="auto"/>
          </w:tcPr>
          <w:p w:rsidRPr="001A1030" w:rsidR="008F2C42" w:rsidP="00EE333F" w:rsidRDefault="008F2C42" w14:paraId="23DFE2A5" w14:textId="77777777">
            <w:pPr>
              <w:rPr>
                <w:i/>
                <w:iCs/>
              </w:rPr>
            </w:pPr>
            <w:r w:rsidRPr="001A1030">
              <w:rPr>
                <w:i/>
                <w:iCs/>
              </w:rPr>
              <w:t>Vaccinium uliginosum</w:t>
            </w:r>
          </w:p>
        </w:tc>
        <w:tc>
          <w:tcPr>
            <w:tcW w:w="1872" w:type="dxa"/>
            <w:shd w:val="clear" w:color="auto" w:fill="auto"/>
          </w:tcPr>
          <w:p w:rsidRPr="008F2C42" w:rsidR="008F2C42" w:rsidP="00EE333F" w:rsidRDefault="008F2C42" w14:paraId="5F06A5D6" w14:textId="77777777">
            <w:r w:rsidRPr="008F2C42">
              <w:t>Bog blueberry</w:t>
            </w:r>
          </w:p>
        </w:tc>
        <w:tc>
          <w:tcPr>
            <w:tcW w:w="1956" w:type="dxa"/>
            <w:shd w:val="clear" w:color="auto" w:fill="auto"/>
          </w:tcPr>
          <w:p w:rsidRPr="008F2C42" w:rsidR="008F2C42" w:rsidP="00EE333F" w:rsidRDefault="008F2C42" w14:paraId="1D14F10A" w14:textId="77777777">
            <w:r w:rsidRPr="008F2C42">
              <w:t>Low-Mid</w:t>
            </w:r>
          </w:p>
        </w:tc>
      </w:tr>
      <w:tr w:rsidRPr="008F2C42" w:rsidR="008F2C42" w:rsidTr="008F2C42" w14:paraId="0C9FA3F8" w14:textId="77777777">
        <w:tc>
          <w:tcPr>
            <w:tcW w:w="1188" w:type="dxa"/>
            <w:shd w:val="clear" w:color="auto" w:fill="auto"/>
          </w:tcPr>
          <w:p w:rsidRPr="008F2C42" w:rsidR="008F2C42" w:rsidP="00EE333F" w:rsidRDefault="008F2C42" w14:paraId="2751AB04" w14:textId="77777777">
            <w:pPr>
              <w:rPr>
                <w:bCs/>
              </w:rPr>
            </w:pPr>
            <w:r w:rsidRPr="008F2C42">
              <w:rPr>
                <w:bCs/>
              </w:rPr>
              <w:t>CLADI3</w:t>
            </w:r>
          </w:p>
        </w:tc>
        <w:tc>
          <w:tcPr>
            <w:tcW w:w="2568" w:type="dxa"/>
            <w:shd w:val="clear" w:color="auto" w:fill="auto"/>
          </w:tcPr>
          <w:p w:rsidRPr="001A1030" w:rsidR="008F2C42" w:rsidP="00EE333F" w:rsidRDefault="008F2C42" w14:paraId="031A79DF" w14:textId="5B908471">
            <w:r w:rsidRPr="001A1030">
              <w:rPr>
                <w:i/>
                <w:iCs/>
              </w:rPr>
              <w:t>Cladina</w:t>
            </w:r>
            <w:r w:rsidR="001A1030">
              <w:rPr>
                <w:i/>
                <w:iCs/>
              </w:rPr>
              <w:t xml:space="preserve"> </w:t>
            </w:r>
            <w:r w:rsidR="001A1030">
              <w:t>spp.</w:t>
            </w:r>
          </w:p>
        </w:tc>
        <w:tc>
          <w:tcPr>
            <w:tcW w:w="1872" w:type="dxa"/>
            <w:shd w:val="clear" w:color="auto" w:fill="auto"/>
          </w:tcPr>
          <w:p w:rsidRPr="008F2C42" w:rsidR="008F2C42" w:rsidP="00EE333F" w:rsidRDefault="008F2C42" w14:paraId="29C20314" w14:textId="77777777">
            <w:r w:rsidRPr="008F2C42">
              <w:t>Reindeer lichen</w:t>
            </w:r>
          </w:p>
        </w:tc>
        <w:tc>
          <w:tcPr>
            <w:tcW w:w="1956" w:type="dxa"/>
            <w:shd w:val="clear" w:color="auto" w:fill="auto"/>
          </w:tcPr>
          <w:p w:rsidRPr="008F2C42" w:rsidR="008F2C42" w:rsidP="00EE333F" w:rsidRDefault="008F2C42" w14:paraId="12FCF069" w14:textId="77777777">
            <w:r w:rsidRPr="008F2C42">
              <w:t>Lower</w:t>
            </w:r>
          </w:p>
        </w:tc>
      </w:tr>
    </w:tbl>
    <w:p w:rsidR="008F2C42" w:rsidP="008F2C42" w:rsidRDefault="008F2C42" w14:paraId="636220EE" w14:textId="77777777"/>
    <w:p w:rsidR="008F2C42" w:rsidP="008F2C42" w:rsidRDefault="008F2C42" w14:paraId="4696415F" w14:textId="77777777">
      <w:pPr>
        <w:pStyle w:val="SClassInfoPara"/>
      </w:pPr>
      <w:r>
        <w:t>Description</w:t>
      </w:r>
    </w:p>
    <w:p w:rsidR="008F2C42" w:rsidP="008F2C42" w:rsidRDefault="008F2C42" w14:paraId="6D5783FD" w14:textId="5CE17F05">
      <w:r>
        <w:t>Open white spruce woodland. Site is dominated by mature conifers. Forest canopy cover is generally 10-25%. Hardwoods, if previously present in the stand, lose dominance in overstory during this phase. The understory may include various combinations of low shrubs, herbs</w:t>
      </w:r>
      <w:r w:rsidR="00612100">
        <w:t>,</w:t>
      </w:r>
      <w:r>
        <w:t xml:space="preserve"> and mosses. Feathermoss are often common in the ground layer. On drier or more exposed sites, </w:t>
      </w:r>
      <w:r w:rsidRPr="00612100">
        <w:rPr>
          <w:i/>
          <w:iCs/>
        </w:rPr>
        <w:t>Cladina</w:t>
      </w:r>
      <w:r>
        <w:t xml:space="preserve"> spp. replace feathermosses as the dominant ground cover (Viereck 1979). Lichens may become more common in older stands, with some sites developing into Spruce-Lichen Woodland. </w:t>
      </w:r>
      <w:r w:rsidRPr="00612100">
        <w:t>Cl</w:t>
      </w:r>
      <w:r w:rsidRPr="00612100" w:rsidR="005325F3">
        <w:t>a</w:t>
      </w:r>
      <w:r w:rsidRPr="00612100">
        <w:t>dina</w:t>
      </w:r>
      <w:r>
        <w:t xml:space="preserve"> species include </w:t>
      </w:r>
      <w:r w:rsidRPr="00612100">
        <w:rPr>
          <w:i/>
          <w:iCs/>
        </w:rPr>
        <w:t xml:space="preserve">C. arbuscula, C. mitis, C. rangiferina, </w:t>
      </w:r>
      <w:r w:rsidRPr="00612100">
        <w:t>and</w:t>
      </w:r>
      <w:r w:rsidRPr="00612100">
        <w:rPr>
          <w:i/>
          <w:iCs/>
        </w:rPr>
        <w:t xml:space="preserve"> C. stellaris</w:t>
      </w:r>
      <w:r>
        <w:t xml:space="preserve">. Other lichens include </w:t>
      </w:r>
      <w:r w:rsidRPr="00612100" w:rsidR="005325F3">
        <w:rPr>
          <w:i/>
          <w:iCs/>
        </w:rPr>
        <w:t>Flavoc</w:t>
      </w:r>
      <w:r w:rsidRPr="00612100">
        <w:rPr>
          <w:i/>
          <w:iCs/>
        </w:rPr>
        <w:t>etraria cucullata, C. islandica, C. nivalis, Bryoria</w:t>
      </w:r>
      <w:r>
        <w:t xml:space="preserve"> spp., </w:t>
      </w:r>
      <w:r w:rsidRPr="00612100">
        <w:rPr>
          <w:i/>
          <w:iCs/>
        </w:rPr>
        <w:t>Alectoria nigricans,</w:t>
      </w:r>
      <w:r w:rsidR="00612100">
        <w:rPr>
          <w:i/>
          <w:iCs/>
        </w:rPr>
        <w:t xml:space="preserve"> </w:t>
      </w:r>
      <w:r w:rsidR="00612100">
        <w:t>and</w:t>
      </w:r>
      <w:r w:rsidRPr="00612100">
        <w:rPr>
          <w:i/>
          <w:iCs/>
        </w:rPr>
        <w:t xml:space="preserve"> Alectoria ochroleuca</w:t>
      </w:r>
      <w:r w:rsidR="00334A8F">
        <w:t xml:space="preserve">. </w:t>
      </w:r>
      <w:r>
        <w:t xml:space="preserve">Insects and disease </w:t>
      </w:r>
      <w:r w:rsidR="00334A8F">
        <w:t xml:space="preserve">can </w:t>
      </w:r>
      <w:r>
        <w:t>thin large overstory trees</w:t>
      </w:r>
      <w:r w:rsidR="00334A8F">
        <w:t>.</w:t>
      </w:r>
    </w:p>
    <w:p w:rsidR="008F2C42" w:rsidP="008F2C42" w:rsidRDefault="008F2C42" w14:paraId="516F5FB2"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Late1:OPN</w:t>
            </w:r>
          </w:p>
        </w:tc>
        <w:tc>
          <w:p>
            <w:pPr>
              <w:jc w:val="center"/>
            </w:pPr>
            <w:r>
              <w:rPr>
                <w:sz w:val="20"/>
              </w:rPr>
              <w:t>24</w:t>
            </w:r>
          </w:p>
        </w:tc>
      </w:tr>
      <w:tr>
        <w:tc>
          <w:p>
            <w:pPr>
              <w:jc w:val="center"/>
            </w:pPr>
            <w:r>
              <w:rPr>
                <w:sz w:val="20"/>
              </w:rPr>
              <w:t>Mid1:OPN</w:t>
            </w:r>
          </w:p>
        </w:tc>
        <w:tc>
          <w:p>
            <w:pPr>
              <w:jc w:val="center"/>
            </w:pPr>
            <w:r>
              <w:rPr>
                <w:sz w:val="20"/>
              </w:rPr>
              <w:t>25</w:t>
            </w:r>
          </w:p>
        </w:tc>
        <w:tc>
          <w:p>
            <w:pPr>
              <w:jc w:val="center"/>
            </w:pPr>
            <w:r>
              <w:rPr>
                <w:sz w:val="20"/>
              </w:rPr>
              <w:t>Late1:OPN</w:t>
            </w:r>
          </w:p>
        </w:tc>
        <w:tc>
          <w:p>
            <w:pPr>
              <w:jc w:val="center"/>
            </w:pPr>
            <w:r>
              <w:rPr>
                <w:sz w:val="20"/>
              </w:rPr>
              <w:t>69</w:t>
            </w:r>
          </w:p>
        </w:tc>
      </w:tr>
      <w:tr>
        <w:tc>
          <w:p>
            <w:pPr>
              <w:jc w:val="center"/>
            </w:pPr>
            <w:r>
              <w:rPr>
                <w:sz w:val="20"/>
              </w:rPr>
              <w:t>Late1:OPN</w:t>
            </w:r>
          </w:p>
        </w:tc>
        <w:tc>
          <w:p>
            <w:pPr>
              <w:jc w:val="center"/>
            </w:pPr>
            <w:r>
              <w:rPr>
                <w:sz w:val="20"/>
              </w:rPr>
              <w:t>25</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Mid1:OPN</w:t>
            </w:r>
          </w:p>
        </w:tc>
        <w:tc>
          <w:p>
            <w:pPr>
              <w:jc w:val="center"/>
            </w:pPr>
            <w:r>
              <w:rPr>
                <w:sz w:val="20"/>
              </w:rPr>
              <w:t>0.04</w:t>
            </w:r>
          </w:p>
        </w:tc>
        <w:tc>
          <w:p>
            <w:pPr>
              <w:jc w:val="center"/>
            </w:pPr>
            <w:r>
              <w:rPr>
                <w:sz w:val="20"/>
              </w:rPr>
              <w:t>25</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0.0025</w:t>
            </w:r>
          </w:p>
        </w:tc>
        <w:tc>
          <w:p>
            <w:pPr>
              <w:jc w:val="center"/>
            </w:pPr>
            <w:r>
              <w:rPr>
                <w:sz w:val="20"/>
              </w:rPr>
              <w:t>400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Mid1:OPN</w:t>
            </w:r>
          </w:p>
        </w:tc>
        <w:tc>
          <w:p>
            <w:pPr>
              <w:jc w:val="center"/>
            </w:pPr>
            <w:r>
              <w:rPr>
                <w:sz w:val="20"/>
              </w:rPr>
              <w:t>Mid1:OPN</w:t>
            </w:r>
          </w:p>
        </w:tc>
        <w:tc>
          <w:p>
            <w:pPr>
              <w:jc w:val="center"/>
            </w:pPr>
            <w:r>
              <w:rPr>
                <w:sz w:val="20"/>
              </w:rPr>
              <w:t>0.001</w:t>
            </w:r>
          </w:p>
        </w:tc>
        <w:tc>
          <w:p>
            <w:pPr>
              <w:jc w:val="center"/>
            </w:pPr>
            <w:r>
              <w:rPr>
                <w:sz w:val="20"/>
              </w:rPr>
              <w:t>1000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Mid1:OPN</w:t>
            </w:r>
          </w:p>
        </w:tc>
        <w:tc>
          <w:p>
            <w:pPr>
              <w:jc w:val="center"/>
            </w:pPr>
            <w:r>
              <w:rPr>
                <w:sz w:val="20"/>
              </w:rPr>
              <w:t>Early1:ALL</w:t>
            </w:r>
          </w:p>
        </w:tc>
        <w:tc>
          <w:p>
            <w:pPr>
              <w:jc w:val="center"/>
            </w:pPr>
            <w:r>
              <w:rPr>
                <w:sz w:val="20"/>
              </w:rPr>
              <w:t>0.0025</w:t>
            </w:r>
          </w:p>
        </w:tc>
        <w:tc>
          <w:p>
            <w:pPr>
              <w:jc w:val="center"/>
            </w:pPr>
            <w:r>
              <w:rPr>
                <w:sz w:val="20"/>
              </w:rPr>
              <w:t>400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0.001</w:t>
            </w:r>
          </w:p>
        </w:tc>
        <w:tc>
          <w:p>
            <w:pPr>
              <w:jc w:val="center"/>
            </w:pPr>
            <w:r>
              <w:rPr>
                <w:sz w:val="20"/>
              </w:rPr>
              <w:t>1000</w:t>
            </w:r>
          </w:p>
        </w:tc>
        <w:tc>
          <w:p>
            <w:pPr>
              <w:jc w:val="center"/>
            </w:pPr>
            <w:r>
              <w:rPr>
                <w:sz w:val="20"/>
              </w:rPr>
              <w:t>No</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Late1:OPN</w:t>
            </w:r>
          </w:p>
        </w:tc>
        <w:tc>
          <w:p>
            <w:pPr>
              <w:jc w:val="center"/>
            </w:pPr>
            <w:r>
              <w:rPr>
                <w:sz w:val="20"/>
              </w:rPr>
              <w:t>0.02</w:t>
            </w:r>
          </w:p>
        </w:tc>
        <w:tc>
          <w:p>
            <w:pPr>
              <w:jc w:val="center"/>
            </w:pPr>
            <w:r>
              <w:rPr>
                <w:sz w:val="20"/>
              </w:rPr>
              <w:t>50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0.0025</w:t>
            </w:r>
          </w:p>
        </w:tc>
        <w:tc>
          <w:p>
            <w:pPr>
              <w:jc w:val="center"/>
            </w:pPr>
            <w:r>
              <w:rPr>
                <w:sz w:val="20"/>
              </w:rPr>
              <w:t>400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713178" w:rsidP="008F2C42" w:rsidRDefault="008A324E" w14:paraId="5D9CCD27" w14:textId="504690CE">
      <w:r w:rsidRPr="00FE3AAF">
        <w:rPr>
          <w:color w:val="000000"/>
          <w:shd w:val="clear" w:color="auto" w:fill="FFFFFF"/>
        </w:rPr>
        <w:t xml:space="preserve">Abrahamson, Ilana L. 2014. Fire regimes of Alaskan white spruce communities. In: Fire Effects Information System, [Online]. U.S. Department of Agriculture, Forest Service, Rocky Mountain </w:t>
      </w:r>
      <w:r w:rsidRPr="00FE3AAF">
        <w:rPr>
          <w:color w:val="000000"/>
          <w:shd w:val="clear" w:color="auto" w:fill="FFFFFF"/>
        </w:rPr>
        <w:lastRenderedPageBreak/>
        <w:t>Research Station, Fire Sciences Laboratory (Producer). Available: www.fs.fed.us/database/feis/fire_regimes/AK_white_spruce/all.html [2021, June 28].</w:t>
      </w:r>
      <w:r w:rsidRPr="008A324E">
        <w:t xml:space="preserve"> </w:t>
      </w:r>
    </w:p>
    <w:p w:rsidR="00713178" w:rsidP="008F2C42" w:rsidRDefault="00713178" w14:paraId="3E2DFEA3" w14:textId="77777777"/>
    <w:p w:rsidRPr="00A440A8" w:rsidR="00713178" w:rsidP="00713178" w:rsidRDefault="00713178" w14:paraId="13839716" w14:textId="77777777">
      <w:pPr>
        <w:pStyle w:val="CommentText"/>
        <w:rPr>
          <w:sz w:val="24"/>
          <w:szCs w:val="24"/>
        </w:rPr>
      </w:pPr>
      <w:r w:rsidRPr="00A440A8">
        <w:rPr>
          <w:sz w:val="24"/>
          <w:szCs w:val="24"/>
        </w:rPr>
        <w:t>Abrahamson, Ilana. 2015. Picea glauca, white spruce. In: Fire Effects Information System, [Online]. U.S. Department of Agriculture, Forest Service, Rocky Mountain Research Station, Fire Sciences Laboratory (Producer). Available: http://www.fs.fed.us/database/feis/plants/tree/picgla/all.html [2016, May 20].</w:t>
      </w:r>
    </w:p>
    <w:p w:rsidRPr="008A324E" w:rsidR="00713178" w:rsidP="008F2C42" w:rsidRDefault="00713178" w14:paraId="6D8E9F56" w14:textId="77777777"/>
    <w:p w:rsidR="008F2C42" w:rsidP="008F2C42" w:rsidRDefault="008F2C42" w14:paraId="5FACBA47" w14:textId="32EA57E9">
      <w:r>
        <w:t>Barber, V.A., Juday, P.A., Finney, B., 2000. Reduced growth of Alaskan white spruce in the twentieth century from temperature induced drought stress. Nature 405, 668–673.</w:t>
      </w:r>
    </w:p>
    <w:p w:rsidR="008F2C42" w:rsidP="008F2C42" w:rsidRDefault="008F2C42" w14:paraId="007318A1" w14:textId="77777777"/>
    <w:p w:rsidR="008F2C42" w:rsidP="008F2C42" w:rsidRDefault="008F2C42" w14:paraId="5A847C01" w14:textId="77777777">
      <w:r>
        <w:t xml:space="preserve">Berg, E. 2004. White spruce fire history on the Kenai Peninsula, Alaska, based on radiocarbon-dated soil charcoal. Unpublished manuscript. Kenai National Wildlife Refuge, Alaska. </w:t>
      </w:r>
    </w:p>
    <w:p w:rsidR="008F2C42" w:rsidP="008F2C42" w:rsidRDefault="008F2C42" w14:paraId="27960FF4" w14:textId="77777777"/>
    <w:p w:rsidR="008F2C42" w:rsidP="008F2C42" w:rsidRDefault="008F2C42" w14:paraId="42EEBD8F" w14:textId="77777777">
      <w:r>
        <w:t>Berg, E.E and R.S. Anderson. 2006. Fire history of white and Lutz spruce forests on the Kenai Peninsula, Alaska, over the last two millennia as determined from soil charcoal. Forest Ecology and Management 227( 3): 275-283.</w:t>
      </w:r>
    </w:p>
    <w:p w:rsidR="008F2C42" w:rsidP="008F2C42" w:rsidRDefault="008F2C42" w14:paraId="5BEB0072" w14:textId="77777777"/>
    <w:p w:rsidR="008F2C42" w:rsidP="008F2C42" w:rsidRDefault="008F2C42" w14:paraId="617D0C06" w14:textId="77777777">
      <w:r>
        <w:t>Berg, E.E, J.D. Henry, C.L. Fastie, A.D. De Volder and S.M. Matsuoka. 2006. Spruce beetle outbreaks on the Kenai Peninsula, Alaska, and Kluane National Park and Reserve, Yukon Territory: Relationship to summer temperatures and regional differences in disturbance regimes. Forest Ecology and Management 227(3): 219-232.</w:t>
      </w:r>
    </w:p>
    <w:p w:rsidR="008F2C42" w:rsidP="008F2C42" w:rsidRDefault="008F2C42" w14:paraId="154330A0" w14:textId="77777777"/>
    <w:p w:rsidR="008F2C42" w:rsidP="008F2C42" w:rsidRDefault="008F2C42" w14:paraId="4DAD39EC" w14:textId="77777777">
      <w:r>
        <w:t xml:space="preserve">Boggs, K., A. Garibaldi, J. Stevens, J. Grunblatt, and T. Helt. 2001. Denali National Park and Preserve Landcover mapping project. Volume 2: Landcover classes and plant associations. Alaska Natural Heritage Program, Environment and Natural Resources Institute, University of Alaska Anchorage, 707 A Street, Anchorage, AK. 164pp. </w:t>
      </w:r>
    </w:p>
    <w:p w:rsidR="008F2C42" w:rsidP="008F2C42" w:rsidRDefault="008F2C42" w14:paraId="0993FDBC" w14:textId="77777777"/>
    <w:p w:rsidR="008F2C42" w:rsidP="008F2C42" w:rsidRDefault="008F2C42" w14:paraId="0D79D776" w14:textId="77777777">
      <w:r>
        <w:t xml:space="preserve">Boucher, T.V. 2003. Vegetation response to prescribed fire in the Kenai Mountains, Alaska. Research Paper PNW-RP-554. Portland, OR: USDA Forest Service, Pacific Northwest Research Station. 59 p. </w:t>
      </w:r>
    </w:p>
    <w:p w:rsidR="008F2C42" w:rsidP="008F2C42" w:rsidRDefault="008F2C42" w14:paraId="164B8C42" w14:textId="77777777"/>
    <w:p w:rsidR="008F2C42" w:rsidP="008F2C42" w:rsidRDefault="008F2C42" w14:paraId="6B5070E7" w14:textId="77777777">
      <w:r>
        <w:t>Boucher, T.V. and B.R. Mead. 2006. Vegetation change and forest regeneration on the Kenai Peninsula, Alaska following a spruce beetle outbreak, 1987–2000.</w:t>
      </w:r>
    </w:p>
    <w:p w:rsidR="008F2C42" w:rsidP="008F2C42" w:rsidRDefault="008F2C42" w14:paraId="08083F37" w14:textId="0C8373D9">
      <w:r>
        <w:t>Forest Ecology and Management 227(3): 233-246.</w:t>
      </w:r>
    </w:p>
    <w:p w:rsidR="005417E9" w:rsidP="008F2C42" w:rsidRDefault="005417E9" w14:paraId="29FFF964" w14:textId="5C0F3596"/>
    <w:p w:rsidR="005417E9" w:rsidP="008F2C42" w:rsidRDefault="005417E9" w14:paraId="4E87A78A" w14:textId="54594BC3">
      <w:r w:rsidRPr="005417E9">
        <w:t>Boucher, T.V., L.A. Flagstad, and B. Bernard. 2016. National Vegetation Classification: Boreal and Arctic Alaska Regional Analysis. Alaska Center for Conservation Science, University of Alaska Anchorage. Anchorage, Alaska. 77 pp.</w:t>
      </w:r>
    </w:p>
    <w:p w:rsidR="008F2C42" w:rsidP="008F2C42" w:rsidRDefault="008F2C42" w14:paraId="3F6DC6AB" w14:textId="7E150692"/>
    <w:p w:rsidR="00D33A2F" w:rsidP="00D33A2F" w:rsidRDefault="00D33A2F" w14:paraId="1EB65646" w14:textId="77777777">
      <w:bookmarkStart w:name="_Hlk84844456" w:id="1"/>
      <w:r w:rsidRPr="000F5D44">
        <w:t>Comer, P., D. Faber</w:t>
      </w:r>
      <w:r w:rsidRPr="000F5D44">
        <w:noBreakHyphen/>
        <w:t>Langendoen, R. Evans, S. Gawler, C. Josse, G. Kittel, S. Menard, C. Nordman, M. Pyne, M. Reid, M. Russo, K. Schulz, K. Snow, J. Teague, and R. White. 2003</w:t>
      </w:r>
      <w:r w:rsidRPr="000F5D44">
        <w:noBreakHyphen/>
        <w:t xml:space="preserve">present. Ecological systems of the United States: A working classification of U.S. terrestrial systems. NatureServe, Arlington, VA. </w:t>
      </w:r>
    </w:p>
    <w:bookmarkEnd w:id="1"/>
    <w:p w:rsidR="00D33A2F" w:rsidP="008F2C42" w:rsidRDefault="00D33A2F" w14:paraId="07A9F8B1" w14:textId="77777777"/>
    <w:p w:rsidR="008F2C42" w:rsidP="008F2C42" w:rsidRDefault="008F2C42" w14:paraId="716B75F8" w14:textId="77777777">
      <w:r>
        <w:lastRenderedPageBreak/>
        <w:t>Foote, J. M. 1983. Classification, description, and dynamics of plant communities after fire in the taiga of interior Alaska. Res. Pap. PNW-307. Portland, OR. USDA Forest Service. Pacific Northwest Research Station. 108pp.</w:t>
      </w:r>
    </w:p>
    <w:p w:rsidR="008F2C42" w:rsidP="008F2C42" w:rsidRDefault="008F2C42" w14:paraId="4299A1DB" w14:textId="77777777"/>
    <w:p w:rsidR="008F2C42" w:rsidP="008F2C42" w:rsidRDefault="008F2C42" w14:paraId="1AE324A7" w14:textId="77777777">
      <w:r>
        <w:t>Matsuoka, S.M., E.H. Holsten, M.E. Shephard, R.A. Werner and R.E. Burnside. 2006. Spruce beetles and forest ecosystems of south-central Alaska. Forest Ecology and Management 227(3): 193-194.</w:t>
      </w:r>
    </w:p>
    <w:p w:rsidR="008F2C42" w:rsidP="008F2C42" w:rsidRDefault="008F2C42" w14:paraId="1701E932" w14:textId="77777777"/>
    <w:p w:rsidR="008F2C42" w:rsidP="008F2C42" w:rsidRDefault="008F2C42" w14:paraId="3F5BE46D" w14:textId="77777777">
      <w:r>
        <w:t>NatureServe. 2008. International Ecological Classification Standard: Terrestrial Ecological Classifications. Draft Ecological Systems Description for Alaska Boreal and Sub-boreal Regions.</w:t>
      </w:r>
    </w:p>
    <w:p w:rsidR="008F2C42" w:rsidP="008F2C42" w:rsidRDefault="008F2C42" w14:paraId="43570B74" w14:textId="77777777"/>
    <w:p w:rsidR="008F2C42" w:rsidP="008F2C42" w:rsidRDefault="008F2C42" w14:paraId="7D5F4385" w14:textId="77777777">
      <w:r>
        <w:t xml:space="preserve">USDA Forest Service. 2002. Revised land and resource management plan, final </w:t>
      </w:r>
    </w:p>
    <w:p w:rsidR="008F2C42" w:rsidP="008F2C42" w:rsidRDefault="008F2C42" w14:paraId="4AAE321D" w14:textId="77777777">
      <w:r>
        <w:t xml:space="preserve">environmental impact statement. Alaska Region Chugach National Forest. R10-MB-480d, May 2002. </w:t>
      </w:r>
    </w:p>
    <w:p w:rsidR="008F2C42" w:rsidP="008F2C42" w:rsidRDefault="008F2C42" w14:paraId="17C5527D" w14:textId="77777777"/>
    <w:p w:rsidR="008F2C42" w:rsidP="008F2C42" w:rsidRDefault="008F2C42" w14:paraId="07FA319F" w14:textId="77777777">
      <w:r>
        <w:t>Viereck, L.A. 1979. Characteristics of treeline plant communities in Alaska. Holarctic Ecology. 2:228-238.</w:t>
      </w:r>
    </w:p>
    <w:p w:rsidR="008F2C42" w:rsidP="008F2C42" w:rsidRDefault="008F2C42" w14:paraId="244E5AAF" w14:textId="77777777"/>
    <w:p w:rsidR="008F2C42" w:rsidP="008F2C42" w:rsidRDefault="008F2C42" w14:paraId="6CF9AEB5" w14:textId="77777777">
      <w:r>
        <w:t>Werner, R.A., Holsten, E.H., 1985. Effect of phloem temperature on development of spruce beetles in Alaska. In: Safrankik, L. (Ed.), The Role of the Host in the Population Dynamics of Forest Insects. For. Can., Pac. For. Cent. Victoria, British Columbia, pp. 155–163.</w:t>
      </w:r>
    </w:p>
    <w:p w:rsidRPr="00A43E41" w:rsidR="004D5F12" w:rsidP="008F2C42" w:rsidRDefault="004D5F12" w14:paraId="41B04C5E" w14:textId="77777777"/>
    <w:sectPr w:rsidRPr="00A43E41" w:rsidR="004D5F12" w:rsidSect="00FE41C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74D89" w14:textId="77777777" w:rsidR="0083101C" w:rsidRDefault="0083101C">
      <w:r>
        <w:separator/>
      </w:r>
    </w:p>
  </w:endnote>
  <w:endnote w:type="continuationSeparator" w:id="0">
    <w:p w14:paraId="7029185F" w14:textId="77777777" w:rsidR="0083101C" w:rsidRDefault="00831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DA714" w14:textId="77777777" w:rsidR="000204B9" w:rsidRDefault="000204B9" w:rsidP="008F2C4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FF0B" w14:textId="77777777" w:rsidR="0083101C" w:rsidRDefault="0083101C">
      <w:r>
        <w:separator/>
      </w:r>
    </w:p>
  </w:footnote>
  <w:footnote w:type="continuationSeparator" w:id="0">
    <w:p w14:paraId="56026E0A" w14:textId="77777777" w:rsidR="0083101C" w:rsidRDefault="00831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1E415" w14:textId="77777777" w:rsidR="000204B9" w:rsidRDefault="000204B9" w:rsidP="008F2C4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57487226">
    <w:abstractNumId w:val="1"/>
  </w:num>
  <w:num w:numId="2" w16cid:durableId="1438212037">
    <w:abstractNumId w:val="0"/>
  </w:num>
  <w:num w:numId="3" w16cid:durableId="4877509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C42"/>
    <w:rsid w:val="00007C48"/>
    <w:rsid w:val="0001426C"/>
    <w:rsid w:val="000204B9"/>
    <w:rsid w:val="0003202F"/>
    <w:rsid w:val="0004797F"/>
    <w:rsid w:val="000634F8"/>
    <w:rsid w:val="00070319"/>
    <w:rsid w:val="000717F0"/>
    <w:rsid w:val="00077A85"/>
    <w:rsid w:val="00097251"/>
    <w:rsid w:val="000A0FC0"/>
    <w:rsid w:val="000C0091"/>
    <w:rsid w:val="000C148B"/>
    <w:rsid w:val="000E1EC5"/>
    <w:rsid w:val="000E759B"/>
    <w:rsid w:val="0010580C"/>
    <w:rsid w:val="00110079"/>
    <w:rsid w:val="00117805"/>
    <w:rsid w:val="0012505D"/>
    <w:rsid w:val="0013108F"/>
    <w:rsid w:val="001514F9"/>
    <w:rsid w:val="00174486"/>
    <w:rsid w:val="001824B8"/>
    <w:rsid w:val="00193946"/>
    <w:rsid w:val="00196C68"/>
    <w:rsid w:val="001977DC"/>
    <w:rsid w:val="001A1030"/>
    <w:rsid w:val="001A5277"/>
    <w:rsid w:val="001A6573"/>
    <w:rsid w:val="001E43F5"/>
    <w:rsid w:val="002128AE"/>
    <w:rsid w:val="002206B7"/>
    <w:rsid w:val="00220975"/>
    <w:rsid w:val="002233CE"/>
    <w:rsid w:val="00242A9C"/>
    <w:rsid w:val="0026339F"/>
    <w:rsid w:val="00272B25"/>
    <w:rsid w:val="0028377D"/>
    <w:rsid w:val="00292706"/>
    <w:rsid w:val="002A69B2"/>
    <w:rsid w:val="002C1AA5"/>
    <w:rsid w:val="002E41A1"/>
    <w:rsid w:val="00300000"/>
    <w:rsid w:val="0031662A"/>
    <w:rsid w:val="003172E2"/>
    <w:rsid w:val="00320910"/>
    <w:rsid w:val="003319D8"/>
    <w:rsid w:val="00334A8F"/>
    <w:rsid w:val="00375900"/>
    <w:rsid w:val="003A002F"/>
    <w:rsid w:val="003C2620"/>
    <w:rsid w:val="003C703C"/>
    <w:rsid w:val="003F322E"/>
    <w:rsid w:val="00414DA8"/>
    <w:rsid w:val="00424E99"/>
    <w:rsid w:val="0042550C"/>
    <w:rsid w:val="0042737A"/>
    <w:rsid w:val="00427C84"/>
    <w:rsid w:val="004455CD"/>
    <w:rsid w:val="00447BAA"/>
    <w:rsid w:val="004505AB"/>
    <w:rsid w:val="00452B5E"/>
    <w:rsid w:val="004530D0"/>
    <w:rsid w:val="00455D4C"/>
    <w:rsid w:val="00461821"/>
    <w:rsid w:val="00476F39"/>
    <w:rsid w:val="00491F12"/>
    <w:rsid w:val="004C5158"/>
    <w:rsid w:val="004D5F12"/>
    <w:rsid w:val="004D6A70"/>
    <w:rsid w:val="004D7DCF"/>
    <w:rsid w:val="004E7DB5"/>
    <w:rsid w:val="005035F5"/>
    <w:rsid w:val="00503C61"/>
    <w:rsid w:val="00513848"/>
    <w:rsid w:val="00513AFB"/>
    <w:rsid w:val="0051554E"/>
    <w:rsid w:val="0052386E"/>
    <w:rsid w:val="00530D3E"/>
    <w:rsid w:val="005325F3"/>
    <w:rsid w:val="00533842"/>
    <w:rsid w:val="00537D33"/>
    <w:rsid w:val="0054090D"/>
    <w:rsid w:val="005417E9"/>
    <w:rsid w:val="00541C55"/>
    <w:rsid w:val="005446EB"/>
    <w:rsid w:val="00544B3D"/>
    <w:rsid w:val="00557492"/>
    <w:rsid w:val="005B1DDE"/>
    <w:rsid w:val="005B7187"/>
    <w:rsid w:val="005C47C1"/>
    <w:rsid w:val="005C7A42"/>
    <w:rsid w:val="005D242C"/>
    <w:rsid w:val="005E2E78"/>
    <w:rsid w:val="005E6650"/>
    <w:rsid w:val="005F3253"/>
    <w:rsid w:val="00605473"/>
    <w:rsid w:val="00612100"/>
    <w:rsid w:val="00616941"/>
    <w:rsid w:val="00621C0C"/>
    <w:rsid w:val="00642472"/>
    <w:rsid w:val="00646981"/>
    <w:rsid w:val="006724CA"/>
    <w:rsid w:val="00683245"/>
    <w:rsid w:val="006B3C72"/>
    <w:rsid w:val="006E57D4"/>
    <w:rsid w:val="006F22A7"/>
    <w:rsid w:val="006F39FC"/>
    <w:rsid w:val="00713178"/>
    <w:rsid w:val="007220CB"/>
    <w:rsid w:val="00722B5D"/>
    <w:rsid w:val="00740E0B"/>
    <w:rsid w:val="00747459"/>
    <w:rsid w:val="00751322"/>
    <w:rsid w:val="007742B4"/>
    <w:rsid w:val="007A721A"/>
    <w:rsid w:val="007B5284"/>
    <w:rsid w:val="007C2E19"/>
    <w:rsid w:val="007C7863"/>
    <w:rsid w:val="007E2852"/>
    <w:rsid w:val="007F30A1"/>
    <w:rsid w:val="007F38A8"/>
    <w:rsid w:val="00820371"/>
    <w:rsid w:val="00821A9F"/>
    <w:rsid w:val="0083018E"/>
    <w:rsid w:val="0083101C"/>
    <w:rsid w:val="0084119C"/>
    <w:rsid w:val="00850C8E"/>
    <w:rsid w:val="0087316E"/>
    <w:rsid w:val="008765ED"/>
    <w:rsid w:val="008779C3"/>
    <w:rsid w:val="008A324E"/>
    <w:rsid w:val="008A4694"/>
    <w:rsid w:val="008D1C6C"/>
    <w:rsid w:val="008F01B1"/>
    <w:rsid w:val="008F2C42"/>
    <w:rsid w:val="00901CA2"/>
    <w:rsid w:val="00907797"/>
    <w:rsid w:val="00945DBA"/>
    <w:rsid w:val="009606C8"/>
    <w:rsid w:val="00966095"/>
    <w:rsid w:val="00967685"/>
    <w:rsid w:val="00975C05"/>
    <w:rsid w:val="00986A7A"/>
    <w:rsid w:val="009903A9"/>
    <w:rsid w:val="00995823"/>
    <w:rsid w:val="009B03E6"/>
    <w:rsid w:val="009B232E"/>
    <w:rsid w:val="009D25CD"/>
    <w:rsid w:val="009D674B"/>
    <w:rsid w:val="009E0DB5"/>
    <w:rsid w:val="009E6357"/>
    <w:rsid w:val="009F5F8E"/>
    <w:rsid w:val="00A16194"/>
    <w:rsid w:val="00A2791D"/>
    <w:rsid w:val="00A309E2"/>
    <w:rsid w:val="00A36D75"/>
    <w:rsid w:val="00A43E41"/>
    <w:rsid w:val="00A6020D"/>
    <w:rsid w:val="00A74A70"/>
    <w:rsid w:val="00A93744"/>
    <w:rsid w:val="00AB3795"/>
    <w:rsid w:val="00AC570D"/>
    <w:rsid w:val="00AC77D7"/>
    <w:rsid w:val="00AF1CDE"/>
    <w:rsid w:val="00AF1E11"/>
    <w:rsid w:val="00AF4B2B"/>
    <w:rsid w:val="00AF7C6E"/>
    <w:rsid w:val="00B2281F"/>
    <w:rsid w:val="00B25AC8"/>
    <w:rsid w:val="00B30030"/>
    <w:rsid w:val="00B403B8"/>
    <w:rsid w:val="00B44A3C"/>
    <w:rsid w:val="00B47AFF"/>
    <w:rsid w:val="00B84C7B"/>
    <w:rsid w:val="00BA61AE"/>
    <w:rsid w:val="00BC14B6"/>
    <w:rsid w:val="00C0058B"/>
    <w:rsid w:val="00C07F5E"/>
    <w:rsid w:val="00C20D7A"/>
    <w:rsid w:val="00C43C90"/>
    <w:rsid w:val="00C50B12"/>
    <w:rsid w:val="00C5204F"/>
    <w:rsid w:val="00C66E45"/>
    <w:rsid w:val="00C71576"/>
    <w:rsid w:val="00C74195"/>
    <w:rsid w:val="00C80EB1"/>
    <w:rsid w:val="00C827A9"/>
    <w:rsid w:val="00C96AA0"/>
    <w:rsid w:val="00CA0BB9"/>
    <w:rsid w:val="00CA1418"/>
    <w:rsid w:val="00CB7469"/>
    <w:rsid w:val="00CD38D8"/>
    <w:rsid w:val="00CD6118"/>
    <w:rsid w:val="00CD68F6"/>
    <w:rsid w:val="00CD79F0"/>
    <w:rsid w:val="00CE79FF"/>
    <w:rsid w:val="00CF2056"/>
    <w:rsid w:val="00D060DC"/>
    <w:rsid w:val="00D1297F"/>
    <w:rsid w:val="00D16916"/>
    <w:rsid w:val="00D178C7"/>
    <w:rsid w:val="00D306FA"/>
    <w:rsid w:val="00D33A2F"/>
    <w:rsid w:val="00D33E9D"/>
    <w:rsid w:val="00D367FB"/>
    <w:rsid w:val="00D46D39"/>
    <w:rsid w:val="00D52C2E"/>
    <w:rsid w:val="00D534D2"/>
    <w:rsid w:val="00D553D0"/>
    <w:rsid w:val="00D62775"/>
    <w:rsid w:val="00D81349"/>
    <w:rsid w:val="00D86D70"/>
    <w:rsid w:val="00D92158"/>
    <w:rsid w:val="00D95971"/>
    <w:rsid w:val="00DA63B1"/>
    <w:rsid w:val="00DA727A"/>
    <w:rsid w:val="00DB16CA"/>
    <w:rsid w:val="00DC1EA6"/>
    <w:rsid w:val="00DC4BA7"/>
    <w:rsid w:val="00DD3902"/>
    <w:rsid w:val="00DE0F2D"/>
    <w:rsid w:val="00DE40A7"/>
    <w:rsid w:val="00DE5145"/>
    <w:rsid w:val="00DE7AB5"/>
    <w:rsid w:val="00DF0616"/>
    <w:rsid w:val="00E109E9"/>
    <w:rsid w:val="00E25A73"/>
    <w:rsid w:val="00E50BB8"/>
    <w:rsid w:val="00E61C50"/>
    <w:rsid w:val="00E7520B"/>
    <w:rsid w:val="00E90AC6"/>
    <w:rsid w:val="00E96711"/>
    <w:rsid w:val="00EB2776"/>
    <w:rsid w:val="00EC4A14"/>
    <w:rsid w:val="00EC62C0"/>
    <w:rsid w:val="00EE333F"/>
    <w:rsid w:val="00EE4B17"/>
    <w:rsid w:val="00EF02EA"/>
    <w:rsid w:val="00F05D98"/>
    <w:rsid w:val="00F120ED"/>
    <w:rsid w:val="00F21E9A"/>
    <w:rsid w:val="00F43204"/>
    <w:rsid w:val="00F54FE6"/>
    <w:rsid w:val="00F86C13"/>
    <w:rsid w:val="00F948F2"/>
    <w:rsid w:val="00FB549D"/>
    <w:rsid w:val="00FC3073"/>
    <w:rsid w:val="00FE2EE9"/>
    <w:rsid w:val="00FE3AAF"/>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05838F"/>
  <w15:docId w15:val="{2B2E0390-7532-4E30-9939-015D2BEA6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0717F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751322"/>
    <w:pPr>
      <w:ind w:left="720"/>
    </w:pPr>
    <w:rPr>
      <w:rFonts w:ascii="Calibri" w:eastAsia="Calibri" w:hAnsi="Calibri"/>
      <w:sz w:val="22"/>
      <w:szCs w:val="22"/>
    </w:rPr>
  </w:style>
  <w:style w:type="character" w:styleId="Hyperlink">
    <w:name w:val="Hyperlink"/>
    <w:rsid w:val="00751322"/>
    <w:rPr>
      <w:color w:val="0000FF"/>
      <w:u w:val="single"/>
    </w:rPr>
  </w:style>
  <w:style w:type="character" w:styleId="CommentReference">
    <w:name w:val="annotation reference"/>
    <w:basedOn w:val="DefaultParagraphFont"/>
    <w:uiPriority w:val="99"/>
    <w:semiHidden/>
    <w:unhideWhenUsed/>
    <w:rsid w:val="00C43C90"/>
    <w:rPr>
      <w:sz w:val="16"/>
      <w:szCs w:val="16"/>
    </w:rPr>
  </w:style>
  <w:style w:type="paragraph" w:styleId="CommentText">
    <w:name w:val="annotation text"/>
    <w:basedOn w:val="Normal"/>
    <w:link w:val="CommentTextChar"/>
    <w:uiPriority w:val="99"/>
    <w:unhideWhenUsed/>
    <w:rsid w:val="00C43C90"/>
    <w:rPr>
      <w:sz w:val="20"/>
      <w:szCs w:val="20"/>
    </w:rPr>
  </w:style>
  <w:style w:type="character" w:customStyle="1" w:styleId="CommentTextChar">
    <w:name w:val="Comment Text Char"/>
    <w:basedOn w:val="DefaultParagraphFont"/>
    <w:link w:val="CommentText"/>
    <w:uiPriority w:val="99"/>
    <w:rsid w:val="00C43C90"/>
  </w:style>
  <w:style w:type="paragraph" w:styleId="CommentSubject">
    <w:name w:val="annotation subject"/>
    <w:basedOn w:val="CommentText"/>
    <w:next w:val="CommentText"/>
    <w:link w:val="CommentSubjectChar"/>
    <w:uiPriority w:val="99"/>
    <w:semiHidden/>
    <w:unhideWhenUsed/>
    <w:rsid w:val="00C43C90"/>
    <w:rPr>
      <w:b/>
      <w:bCs/>
    </w:rPr>
  </w:style>
  <w:style w:type="character" w:customStyle="1" w:styleId="CommentSubjectChar">
    <w:name w:val="Comment Subject Char"/>
    <w:basedOn w:val="CommentTextChar"/>
    <w:link w:val="CommentSubject"/>
    <w:uiPriority w:val="99"/>
    <w:semiHidden/>
    <w:rsid w:val="00C43C90"/>
    <w:rPr>
      <w:b/>
      <w:bCs/>
    </w:rPr>
  </w:style>
  <w:style w:type="paragraph" w:styleId="BalloonText">
    <w:name w:val="Balloon Text"/>
    <w:basedOn w:val="Normal"/>
    <w:link w:val="BalloonTextChar"/>
    <w:uiPriority w:val="99"/>
    <w:semiHidden/>
    <w:unhideWhenUsed/>
    <w:rsid w:val="00C43C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C90"/>
    <w:rPr>
      <w:rFonts w:ascii="Segoe UI" w:hAnsi="Segoe UI" w:cs="Segoe UI"/>
      <w:sz w:val="18"/>
      <w:szCs w:val="18"/>
    </w:rPr>
  </w:style>
  <w:style w:type="table" w:styleId="TableGrid">
    <w:name w:val="Table Grid"/>
    <w:basedOn w:val="TableNormal"/>
    <w:uiPriority w:val="59"/>
    <w:rsid w:val="007C2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25A73"/>
    <w:rPr>
      <w:sz w:val="24"/>
      <w:szCs w:val="24"/>
    </w:rPr>
  </w:style>
  <w:style w:type="character" w:customStyle="1" w:styleId="Heading4Char">
    <w:name w:val="Heading 4 Char"/>
    <w:basedOn w:val="DefaultParagraphFont"/>
    <w:link w:val="Heading4"/>
    <w:uiPriority w:val="9"/>
    <w:semiHidden/>
    <w:rsid w:val="000717F0"/>
    <w:rPr>
      <w:rFonts w:asciiTheme="majorHAnsi" w:eastAsiaTheme="majorEastAsia" w:hAnsiTheme="majorHAnsi" w:cstheme="majorBidi"/>
      <w:i/>
      <w:iCs/>
      <w:color w:val="365F91" w:themeColor="accent1" w:themeShade="BF"/>
      <w:sz w:val="24"/>
      <w:szCs w:val="24"/>
    </w:rPr>
  </w:style>
  <w:style w:type="character" w:customStyle="1" w:styleId="TemplateFieldRequired">
    <w:name w:val="TemplateFieldRequired"/>
    <w:rsid w:val="000717F0"/>
    <w:rPr>
      <w:b/>
      <w:color w:val="00000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99518">
      <w:bodyDiv w:val="1"/>
      <w:marLeft w:val="0"/>
      <w:marRight w:val="0"/>
      <w:marTop w:val="0"/>
      <w:marBottom w:val="0"/>
      <w:divBdr>
        <w:top w:val="none" w:sz="0" w:space="0" w:color="auto"/>
        <w:left w:val="none" w:sz="0" w:space="0" w:color="auto"/>
        <w:bottom w:val="none" w:sz="0" w:space="0" w:color="auto"/>
        <w:right w:val="none" w:sz="0" w:space="0" w:color="auto"/>
      </w:divBdr>
    </w:div>
    <w:div w:id="884365630">
      <w:bodyDiv w:val="1"/>
      <w:marLeft w:val="0"/>
      <w:marRight w:val="0"/>
      <w:marTop w:val="0"/>
      <w:marBottom w:val="0"/>
      <w:divBdr>
        <w:top w:val="none" w:sz="0" w:space="0" w:color="auto"/>
        <w:left w:val="none" w:sz="0" w:space="0" w:color="auto"/>
        <w:bottom w:val="none" w:sz="0" w:space="0" w:color="auto"/>
        <w:right w:val="none" w:sz="0" w:space="0" w:color="auto"/>
      </w:divBdr>
    </w:div>
    <w:div w:id="1239098051">
      <w:bodyDiv w:val="1"/>
      <w:marLeft w:val="0"/>
      <w:marRight w:val="0"/>
      <w:marTop w:val="0"/>
      <w:marBottom w:val="0"/>
      <w:divBdr>
        <w:top w:val="none" w:sz="0" w:space="0" w:color="auto"/>
        <w:left w:val="none" w:sz="0" w:space="0" w:color="auto"/>
        <w:bottom w:val="none" w:sz="0" w:space="0" w:color="auto"/>
        <w:right w:val="none" w:sz="0" w:space="0" w:color="auto"/>
      </w:divBdr>
    </w:div>
    <w:div w:id="18518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8EFCA78-6EEC-4F9C-BB29-92A18F8C9BA9}"/>
</file>

<file path=customXml/itemProps2.xml><?xml version="1.0" encoding="utf-8"?>
<ds:datastoreItem xmlns:ds="http://schemas.openxmlformats.org/officeDocument/2006/customXml" ds:itemID="{FA9C7B7B-3411-4C15-B8FB-ABBC7CE111FC}"/>
</file>

<file path=customXml/itemProps3.xml><?xml version="1.0" encoding="utf-8"?>
<ds:datastoreItem xmlns:ds="http://schemas.openxmlformats.org/officeDocument/2006/customXml" ds:itemID="{AA3F70DE-A362-495A-9DCE-148ED0307DA8}"/>
</file>

<file path=docProps/app.xml><?xml version="1.0" encoding="utf-8"?>
<Properties xmlns="http://schemas.openxmlformats.org/officeDocument/2006/extended-properties" xmlns:vt="http://schemas.openxmlformats.org/officeDocument/2006/docPropsVTypes">
  <Template>Report_Template.dot</Template>
  <TotalTime>27</TotalTime>
  <Pages>7</Pages>
  <Words>2340</Words>
  <Characters>13932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24</cp:revision>
  <cp:lastPrinted>2015-09-11T19:36:00Z</cp:lastPrinted>
  <dcterms:created xsi:type="dcterms:W3CDTF">2022-12-02T01:48:00Z</dcterms:created>
  <dcterms:modified xsi:type="dcterms:W3CDTF">2024-11-02T16:06:00Z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